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9F" w:rsidRDefault="00C27D9F" w:rsidP="00C27D9F">
      <w:pPr>
        <w:pStyle w:val="Heading1Center"/>
      </w:pPr>
      <w:bookmarkStart w:id="0" w:name="_Toc442605860"/>
      <w:bookmarkStart w:id="1" w:name="_Toc442605977"/>
      <w:r w:rsidRPr="00C27D9F">
        <w:rPr>
          <w:rFonts w:hint="cs"/>
          <w:cs/>
        </w:rPr>
        <w:t>มนุษย์ผู้สมบูรณ์</w:t>
      </w:r>
      <w:bookmarkEnd w:id="0"/>
      <w:bookmarkEnd w:id="1"/>
    </w:p>
    <w:p w:rsidR="00C27D9F" w:rsidRDefault="00C27D9F" w:rsidP="00C27D9F">
      <w:pPr>
        <w:pStyle w:val="libNormal"/>
      </w:pPr>
    </w:p>
    <w:p w:rsidR="00C27D9F" w:rsidRDefault="00C27D9F" w:rsidP="00C27D9F">
      <w:pPr>
        <w:pStyle w:val="Heading1"/>
        <w:jc w:val="center"/>
      </w:pPr>
      <w:bookmarkStart w:id="2" w:name="_Toc442605861"/>
      <w:bookmarkStart w:id="3" w:name="_Toc442605978"/>
      <w:r w:rsidRPr="00C27D9F">
        <w:t>Perfect Man</w:t>
      </w:r>
      <w:bookmarkEnd w:id="2"/>
      <w:bookmarkEnd w:id="3"/>
    </w:p>
    <w:p w:rsidR="00C27D9F" w:rsidRPr="00C27D9F" w:rsidRDefault="00C27D9F" w:rsidP="00C27D9F">
      <w:pPr>
        <w:pStyle w:val="libNormal"/>
        <w:rPr>
          <w:rFonts w:cs="Times New Roman"/>
          <w:lang w:bidi="ar-SA"/>
        </w:rPr>
      </w:pPr>
    </w:p>
    <w:p w:rsidR="00C27D9F" w:rsidRDefault="00C27D9F" w:rsidP="00C27D9F">
      <w:pPr>
        <w:pStyle w:val="Heading1"/>
        <w:rPr>
          <w:rFonts w:cs="Times New Roman"/>
          <w:lang w:bidi="ar-SA"/>
        </w:rPr>
      </w:pPr>
      <w:bookmarkStart w:id="4" w:name="_Toc442605862"/>
      <w:bookmarkStart w:id="5" w:name="_Toc442605979"/>
      <w:r w:rsidRPr="00C27D9F">
        <w:rPr>
          <w:rFonts w:hint="cs"/>
          <w:cs/>
        </w:rPr>
        <w:t>โดย</w:t>
      </w:r>
      <w:r w:rsidRPr="00C27D9F">
        <w:rPr>
          <w:cs/>
        </w:rPr>
        <w:t>/</w:t>
      </w:r>
      <w:r w:rsidRPr="00C27D9F">
        <w:rPr>
          <w:rFonts w:cs="Times New Roman"/>
          <w:lang w:bidi="ar-SA"/>
        </w:rPr>
        <w:t>By</w:t>
      </w:r>
      <w:bookmarkEnd w:id="4"/>
      <w:bookmarkEnd w:id="5"/>
      <w:r>
        <w:rPr>
          <w:rFonts w:cs="Times New Roman"/>
          <w:lang w:bidi="ar-SA"/>
        </w:rPr>
        <w:t xml:space="preserve"> </w:t>
      </w:r>
    </w:p>
    <w:p w:rsidR="00C27D9F" w:rsidRDefault="00C27D9F" w:rsidP="00C27D9F">
      <w:pPr>
        <w:pStyle w:val="Heading1"/>
      </w:pPr>
      <w:bookmarkStart w:id="6" w:name="_Toc442605863"/>
      <w:bookmarkStart w:id="7" w:name="_Toc442605980"/>
      <w:r w:rsidRPr="00C27D9F">
        <w:rPr>
          <w:rFonts w:hint="cs"/>
          <w:cs/>
        </w:rPr>
        <w:t>ชะฮีด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มุรตะฎอ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มุเฏาะฮารี</w:t>
      </w:r>
      <w:bookmarkEnd w:id="6"/>
      <w:bookmarkEnd w:id="7"/>
    </w:p>
    <w:p w:rsidR="00C27D9F" w:rsidRDefault="00C27D9F" w:rsidP="00C27D9F">
      <w:pPr>
        <w:pStyle w:val="Heading1Center"/>
        <w:ind w:firstLine="0"/>
        <w:jc w:val="left"/>
      </w:pPr>
      <w:bookmarkStart w:id="8" w:name="_Toc442605864"/>
      <w:bookmarkStart w:id="9" w:name="_Toc442605981"/>
      <w:r w:rsidRPr="00C27D9F">
        <w:t>SHAHID</w:t>
      </w:r>
      <w:r>
        <w:rPr>
          <w:rFonts w:hint="cs"/>
          <w:cs/>
        </w:rPr>
        <w:t xml:space="preserve"> </w:t>
      </w:r>
      <w:r w:rsidRPr="00C27D9F">
        <w:t>MURTAZA</w:t>
      </w:r>
      <w:r>
        <w:rPr>
          <w:rFonts w:hint="cs"/>
          <w:cs/>
        </w:rPr>
        <w:t xml:space="preserve"> </w:t>
      </w:r>
      <w:r w:rsidRPr="00C27D9F">
        <w:t>MUTAHHARI</w:t>
      </w:r>
      <w:bookmarkEnd w:id="8"/>
      <w:bookmarkEnd w:id="9"/>
    </w:p>
    <w:p w:rsidR="00C27D9F" w:rsidRPr="00C27D9F" w:rsidRDefault="00C27D9F" w:rsidP="00C27D9F">
      <w:pPr>
        <w:pStyle w:val="libNormal"/>
        <w:rPr>
          <w:rFonts w:cs="Times New Roman"/>
          <w:lang w:bidi="ar-SA"/>
        </w:rPr>
      </w:pPr>
    </w:p>
    <w:p w:rsidR="00C27D9F" w:rsidRDefault="00C27D9F" w:rsidP="00C27D9F">
      <w:pPr>
        <w:pStyle w:val="Heading1"/>
      </w:pPr>
      <w:bookmarkStart w:id="10" w:name="_Toc442605865"/>
      <w:bookmarkStart w:id="11" w:name="_Toc442605982"/>
      <w:r w:rsidRPr="00C27D9F">
        <w:rPr>
          <w:rFonts w:hint="cs"/>
          <w:cs/>
        </w:rPr>
        <w:t>ผู้แปล</w:t>
      </w:r>
      <w:r w:rsidRPr="00C27D9F">
        <w:rPr>
          <w:cs/>
        </w:rPr>
        <w:t>/</w:t>
      </w:r>
      <w:bookmarkEnd w:id="10"/>
      <w:r w:rsidR="00336B67">
        <w:rPr>
          <w:rFonts w:hint="cs"/>
          <w:cs/>
        </w:rPr>
        <w:t>จากต้นฉบับภาษาอังกฤษ</w:t>
      </w:r>
      <w:bookmarkEnd w:id="11"/>
    </w:p>
    <w:p w:rsidR="00C27D9F" w:rsidRDefault="00C27D9F" w:rsidP="00C27D9F">
      <w:pPr>
        <w:pStyle w:val="Heading1"/>
      </w:pPr>
      <w:bookmarkStart w:id="12" w:name="_Toc442605866"/>
      <w:bookmarkStart w:id="13" w:name="_Toc442605983"/>
      <w:r w:rsidRPr="00C27D9F">
        <w:t>Translated</w:t>
      </w:r>
      <w:r>
        <w:t xml:space="preserve"> </w:t>
      </w:r>
      <w:r w:rsidRPr="00C27D9F">
        <w:t>by</w:t>
      </w:r>
      <w:bookmarkEnd w:id="12"/>
      <w:bookmarkEnd w:id="13"/>
    </w:p>
    <w:p w:rsidR="00C27D9F" w:rsidRDefault="00C27D9F" w:rsidP="00C27D9F">
      <w:pPr>
        <w:pStyle w:val="Heading1"/>
      </w:pPr>
      <w:r>
        <w:t xml:space="preserve"> </w:t>
      </w:r>
      <w:bookmarkStart w:id="14" w:name="_Toc442605867"/>
      <w:bookmarkStart w:id="15" w:name="_Toc442605984"/>
      <w:r w:rsidRPr="00C27D9F">
        <w:rPr>
          <w:rFonts w:hint="cs"/>
          <w:cs/>
        </w:rPr>
        <w:t>สัยยิด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อาบูอีมาน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ชาห์ฮุซัยนี</w:t>
      </w:r>
      <w:bookmarkEnd w:id="14"/>
      <w:bookmarkEnd w:id="15"/>
    </w:p>
    <w:p w:rsidR="00C27D9F" w:rsidRDefault="00C27D9F" w:rsidP="00C27D9F">
      <w:pPr>
        <w:pStyle w:val="Heading1"/>
      </w:pPr>
      <w:bookmarkStart w:id="16" w:name="_Toc442605868"/>
      <w:bookmarkStart w:id="17" w:name="_Toc442605985"/>
      <w:r w:rsidRPr="00C27D9F">
        <w:t>HAJI</w:t>
      </w:r>
      <w:r>
        <w:rPr>
          <w:rFonts w:hint="cs"/>
          <w:cs/>
        </w:rPr>
        <w:t xml:space="preserve"> </w:t>
      </w:r>
      <w:r w:rsidRPr="00C27D9F">
        <w:t>SYED</w:t>
      </w:r>
      <w:r w:rsidR="00CE7D20">
        <w:rPr>
          <w:rFonts w:hint="cs"/>
          <w:cs/>
        </w:rPr>
        <w:t xml:space="preserve"> </w:t>
      </w:r>
      <w:r w:rsidRPr="00C27D9F">
        <w:t>ABU-IMANSHA</w:t>
      </w:r>
      <w:r>
        <w:rPr>
          <w:rFonts w:hint="cs"/>
          <w:cs/>
        </w:rPr>
        <w:t xml:space="preserve"> </w:t>
      </w:r>
      <w:r w:rsidRPr="00C27D9F">
        <w:t>HUSEINI</w:t>
      </w:r>
      <w:bookmarkEnd w:id="16"/>
      <w:bookmarkEnd w:id="17"/>
    </w:p>
    <w:p w:rsidR="00C27D9F" w:rsidRPr="00C27D9F" w:rsidRDefault="00C27D9F" w:rsidP="00C27D9F">
      <w:pPr>
        <w:pStyle w:val="libNormal"/>
        <w:rPr>
          <w:rFonts w:cs="Times New Roman"/>
          <w:lang w:bidi="ar-SA"/>
        </w:rPr>
      </w:pPr>
    </w:p>
    <w:p w:rsidR="00C27D9F" w:rsidRDefault="00C27D9F" w:rsidP="00C27D9F">
      <w:pPr>
        <w:pStyle w:val="Heading1"/>
      </w:pPr>
      <w:bookmarkStart w:id="18" w:name="_Toc442605869"/>
      <w:bookmarkStart w:id="19" w:name="_Toc442605986"/>
      <w:r w:rsidRPr="00C27D9F">
        <w:rPr>
          <w:rFonts w:hint="cs"/>
          <w:cs/>
        </w:rPr>
        <w:t>ที่ปรึกษา</w:t>
      </w:r>
      <w:r w:rsidRPr="00C27D9F">
        <w:rPr>
          <w:cs/>
        </w:rPr>
        <w:t>/</w:t>
      </w:r>
      <w:bookmarkEnd w:id="18"/>
      <w:bookmarkEnd w:id="19"/>
    </w:p>
    <w:p w:rsidR="00C27D9F" w:rsidRDefault="00C27D9F" w:rsidP="00C27D9F">
      <w:pPr>
        <w:pStyle w:val="Heading1"/>
        <w:rPr>
          <w:rFonts w:cs="Times New Roman"/>
          <w:lang w:bidi="ar-SA"/>
        </w:rPr>
      </w:pPr>
      <w:bookmarkStart w:id="20" w:name="_Toc442605870"/>
      <w:bookmarkStart w:id="21" w:name="_Toc442605987"/>
      <w:r w:rsidRPr="00C27D9F">
        <w:rPr>
          <w:rFonts w:cs="Times New Roman"/>
          <w:lang w:bidi="ar-SA"/>
        </w:rPr>
        <w:t>Critic Adviser</w:t>
      </w:r>
      <w:bookmarkEnd w:id="20"/>
      <w:bookmarkEnd w:id="21"/>
    </w:p>
    <w:p w:rsidR="00C27D9F" w:rsidRDefault="00C27D9F" w:rsidP="00C27D9F">
      <w:pPr>
        <w:pStyle w:val="Heading1"/>
      </w:pPr>
      <w:bookmarkStart w:id="22" w:name="_Toc442605871"/>
      <w:bookmarkStart w:id="23" w:name="_Toc442605988"/>
      <w:r w:rsidRPr="00C27D9F">
        <w:rPr>
          <w:rFonts w:hint="cs"/>
          <w:cs/>
        </w:rPr>
        <w:t>ฮุจญะตุ้ลอิสลาม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อัสสะดุลลอฮ</w:t>
      </w:r>
      <w:r>
        <w:t xml:space="preserve"> </w:t>
      </w:r>
      <w:r w:rsidRPr="00C27D9F">
        <w:rPr>
          <w:rFonts w:hint="cs"/>
          <w:cs/>
        </w:rPr>
        <w:t>อี</w:t>
      </w:r>
      <w:r>
        <w:rPr>
          <w:rFonts w:hint="cs"/>
          <w:cs/>
        </w:rPr>
        <w:t>ซ</w:t>
      </w:r>
      <w:r w:rsidRPr="00C27D9F">
        <w:rPr>
          <w:rFonts w:hint="cs"/>
          <w:cs/>
        </w:rPr>
        <w:t>าลั</w:t>
      </w:r>
      <w:r w:rsidRPr="00C27D9F">
        <w:rPr>
          <w:cs/>
        </w:rPr>
        <w:t>ต</w:t>
      </w:r>
      <w:bookmarkEnd w:id="22"/>
      <w:bookmarkEnd w:id="23"/>
    </w:p>
    <w:p w:rsidR="00C27D9F" w:rsidRDefault="00C27D9F" w:rsidP="00C27D9F">
      <w:pPr>
        <w:pStyle w:val="Heading1"/>
        <w:ind w:firstLine="0"/>
      </w:pPr>
      <w:bookmarkStart w:id="24" w:name="_Toc442605872"/>
      <w:bookmarkStart w:id="25" w:name="_Toc442605989"/>
      <w:r w:rsidRPr="00C27D9F">
        <w:t>HUJJATUL</w:t>
      </w:r>
      <w:r w:rsidR="00CE7D20">
        <w:rPr>
          <w:rFonts w:hint="cs"/>
          <w:cs/>
        </w:rPr>
        <w:t xml:space="preserve"> </w:t>
      </w:r>
      <w:r w:rsidRPr="00C27D9F">
        <w:t>ISLAM</w:t>
      </w:r>
      <w:r>
        <w:rPr>
          <w:rFonts w:hint="cs"/>
          <w:cs/>
        </w:rPr>
        <w:t xml:space="preserve"> </w:t>
      </w:r>
      <w:r w:rsidRPr="00C27D9F">
        <w:t>HAJI</w:t>
      </w:r>
      <w:r>
        <w:rPr>
          <w:rFonts w:hint="cs"/>
          <w:cs/>
        </w:rPr>
        <w:t xml:space="preserve"> </w:t>
      </w:r>
      <w:r w:rsidRPr="00C27D9F">
        <w:t>SHEIK</w:t>
      </w:r>
      <w:r>
        <w:rPr>
          <w:rFonts w:hint="cs"/>
          <w:cs/>
        </w:rPr>
        <w:t xml:space="preserve"> </w:t>
      </w:r>
      <w:r w:rsidRPr="00C27D9F">
        <w:t>ASSADULLAH</w:t>
      </w:r>
      <w:r>
        <w:rPr>
          <w:rFonts w:hint="cs"/>
          <w:cs/>
        </w:rPr>
        <w:t xml:space="preserve"> </w:t>
      </w:r>
      <w:r>
        <w:t>ESSALAT</w:t>
      </w:r>
      <w:bookmarkEnd w:id="24"/>
      <w:bookmarkEnd w:id="25"/>
    </w:p>
    <w:p w:rsidR="00CE7D20" w:rsidRPr="00CE7D20" w:rsidRDefault="00CE7D20" w:rsidP="00007EAA">
      <w:pPr>
        <w:pStyle w:val="Heading1Center"/>
        <w:ind w:firstLine="0"/>
        <w:jc w:val="left"/>
        <w:rPr>
          <w:rFonts w:cs="Times New Roman"/>
        </w:rPr>
      </w:pPr>
      <w:bookmarkStart w:id="26" w:name="_Toc442605873"/>
      <w:bookmarkStart w:id="27" w:name="_Toc442605990"/>
      <w:r w:rsidRPr="00CE7D20">
        <w:rPr>
          <w:rFonts w:hint="cs"/>
          <w:cs/>
        </w:rPr>
        <w:t>จัดพิมพ์และแก้ไข</w:t>
      </w:r>
      <w:r w:rsidR="00007EAA">
        <w:rPr>
          <w:rFonts w:hint="cs"/>
          <w:cs/>
        </w:rPr>
        <w:t>เพิ่มเติม</w:t>
      </w:r>
      <w:r w:rsidRPr="00CE7D20">
        <w:rPr>
          <w:rFonts w:hint="cs"/>
          <w:cs/>
        </w:rPr>
        <w:t>โดยเว็บไซต์อัลฮะซะนัยน์</w:t>
      </w:r>
      <w:bookmarkEnd w:id="26"/>
      <w:bookmarkEnd w:id="27"/>
    </w:p>
    <w:p w:rsidR="00CE7D20" w:rsidRPr="00CE7D20" w:rsidRDefault="00CE7D20" w:rsidP="00CE7D20">
      <w:pPr>
        <w:pStyle w:val="Heading1Center"/>
      </w:pPr>
      <w:bookmarkStart w:id="28" w:name="_Toc442605874"/>
      <w:bookmarkStart w:id="29" w:name="_Toc442605991"/>
      <w:r w:rsidRPr="00CE7D20">
        <w:t>Alhassanain.org/thai</w:t>
      </w:r>
      <w:bookmarkEnd w:id="28"/>
      <w:bookmarkEnd w:id="29"/>
    </w:p>
    <w:p w:rsidR="00C27D9F" w:rsidRDefault="00C27D9F">
      <w:pPr>
        <w:rPr>
          <w:rFonts w:ascii="Angsana New" w:hAnsi="Angsana New"/>
          <w:sz w:val="32"/>
          <w:szCs w:val="32"/>
        </w:rPr>
      </w:pPr>
      <w:r>
        <w:br w:type="page"/>
      </w:r>
    </w:p>
    <w:p w:rsidR="00C27D9F" w:rsidRPr="00C27D9F" w:rsidRDefault="00C27D9F" w:rsidP="00C27D9F">
      <w:pPr>
        <w:pStyle w:val="libNormal"/>
        <w:ind w:firstLine="0"/>
        <w:rPr>
          <w:rFonts w:cs="Times New Roman"/>
          <w:lang w:bidi="ar-SA"/>
        </w:rPr>
      </w:pPr>
    </w:p>
    <w:p w:rsidR="00C27D9F" w:rsidRDefault="00C27D9F" w:rsidP="00C27D9F">
      <w:pPr>
        <w:pStyle w:val="Heading1"/>
      </w:pPr>
      <w:bookmarkStart w:id="30" w:name="_Toc442605875"/>
      <w:bookmarkStart w:id="31" w:name="_Toc442605992"/>
      <w:r w:rsidRPr="00C27D9F">
        <w:rPr>
          <w:rFonts w:hint="cs"/>
          <w:cs/>
        </w:rPr>
        <w:t>คำนำของผู้แปล</w:t>
      </w:r>
      <w:bookmarkEnd w:id="30"/>
      <w:bookmarkEnd w:id="31"/>
    </w:p>
    <w:p w:rsidR="00C27D9F" w:rsidRPr="00C27D9F" w:rsidRDefault="00C27D9F" w:rsidP="00C27D9F">
      <w:pPr>
        <w:pStyle w:val="libNormal"/>
        <w:rPr>
          <w:rFonts w:cs="Times New Roman"/>
          <w:lang w:bidi="ar-SA"/>
        </w:rPr>
      </w:pPr>
    </w:p>
    <w:p w:rsidR="00C27D9F" w:rsidRDefault="00C27D9F" w:rsidP="00A85CCC">
      <w:pPr>
        <w:pStyle w:val="Heading1"/>
        <w:jc w:val="center"/>
      </w:pPr>
      <w:bookmarkStart w:id="32" w:name="_Toc442605876"/>
      <w:bookmarkStart w:id="33" w:name="_Toc442605993"/>
      <w:r w:rsidRPr="00C27D9F">
        <w:rPr>
          <w:rFonts w:hint="cs"/>
          <w:cs/>
        </w:rPr>
        <w:t>ด้วยพระนามแห่งอัลลอฮฺผู้ทรงกรุณาปรานี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ผู้ทรงเมตตานิรันดร</w:t>
      </w:r>
      <w:bookmarkEnd w:id="32"/>
      <w:bookmarkEnd w:id="33"/>
    </w:p>
    <w:p w:rsidR="00C27D9F" w:rsidRPr="00C27D9F" w:rsidRDefault="00C27D9F" w:rsidP="00C27D9F">
      <w:pPr>
        <w:pStyle w:val="libNormal"/>
        <w:rPr>
          <w:rFonts w:cs="Times New Roman"/>
          <w:lang w:bidi="ar-SA"/>
        </w:rPr>
      </w:pPr>
    </w:p>
    <w:p w:rsidR="00C27D9F" w:rsidRDefault="00C27D9F" w:rsidP="00C27D9F">
      <w:pPr>
        <w:pStyle w:val="libNormal"/>
      </w:pPr>
      <w:r w:rsidRPr="00C27D9F">
        <w:rPr>
          <w:rFonts w:hint="cs"/>
          <w:cs/>
        </w:rPr>
        <w:t>การสรรเสริญทั้งมวลเป็นของอัลลอฮฺผู้ทรงอภิบาลแห่งสากลจักรวาล</w:t>
      </w:r>
    </w:p>
    <w:p w:rsidR="00C27D9F" w:rsidRDefault="00C27D9F" w:rsidP="00CE7D20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ขอความสันติสุขจงมีแด่ท่านศาสดามุฮัมมัดและบรรดาทายาทผู้บริสุทธิ์อะหฺลิลบัยตฺของท่าน</w:t>
      </w:r>
    </w:p>
    <w:p w:rsidR="00CE7D20" w:rsidRDefault="00C27D9F" w:rsidP="00CE7D20">
      <w:pPr>
        <w:pStyle w:val="libNormal"/>
        <w:ind w:firstLine="0"/>
      </w:pPr>
      <w:r w:rsidRPr="00C27D9F">
        <w:rPr>
          <w:rFonts w:hint="cs"/>
          <w:cs/>
        </w:rPr>
        <w:t>บทความเรื่อง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มนุษย์ผู้สมบูรณ์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ที่ถูกนำมาถอดความเป็นภาษาไทยซึ่งท่านถืออยู่ในมือขณะนี้</w:t>
      </w:r>
      <w:r>
        <w:rPr>
          <w:rFonts w:hint="cs"/>
          <w:cs/>
        </w:rPr>
        <w:t xml:space="preserve"> </w:t>
      </w:r>
      <w:r w:rsidR="00CE7D20">
        <w:rPr>
          <w:rFonts w:hint="cs"/>
          <w:cs/>
        </w:rPr>
        <w:t>ทั้งหมดเป็นคำปราศรั</w:t>
      </w:r>
      <w:r w:rsidRPr="00C27D9F">
        <w:rPr>
          <w:rFonts w:hint="cs"/>
          <w:cs/>
        </w:rPr>
        <w:t>ยของท่า</w:t>
      </w:r>
      <w:r w:rsidR="009331DF">
        <w:rPr>
          <w:rFonts w:hint="cs"/>
          <w:cs/>
        </w:rPr>
        <w:t>น</w:t>
      </w:r>
      <w:r w:rsidRPr="00C27D9F">
        <w:rPr>
          <w:rFonts w:hint="cs"/>
          <w:cs/>
        </w:rPr>
        <w:t>อัชชะฮีด</w:t>
      </w:r>
      <w:r w:rsidR="00A85CCC">
        <w:rPr>
          <w:rFonts w:hint="cs"/>
          <w:cs/>
        </w:rPr>
        <w:t>อ</w:t>
      </w:r>
      <w:r w:rsidR="00CE7D20">
        <w:rPr>
          <w:rFonts w:hint="cs"/>
          <w:cs/>
        </w:rPr>
        <w:t>ยาตุลลอฮ์</w:t>
      </w:r>
    </w:p>
    <w:p w:rsidR="00CE7D20" w:rsidRDefault="00C27D9F" w:rsidP="00CE7D20">
      <w:pPr>
        <w:pStyle w:val="libNormal"/>
        <w:ind w:firstLine="0"/>
      </w:pPr>
      <w:r w:rsidRPr="00C27D9F">
        <w:rPr>
          <w:rFonts w:hint="cs"/>
          <w:cs/>
        </w:rPr>
        <w:t>มุรตะฎอ</w:t>
      </w:r>
      <w:r w:rsidR="009331DF">
        <w:rPr>
          <w:rFonts w:hint="cs"/>
          <w:cs/>
        </w:rPr>
        <w:t xml:space="preserve"> มุ</w:t>
      </w:r>
      <w:r w:rsidRPr="00C27D9F">
        <w:rPr>
          <w:rFonts w:hint="cs"/>
          <w:cs/>
        </w:rPr>
        <w:t>เฏาะฮารี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ซึ่งท่านได้ปราศรัยแก่บรรดานักศึกษาและประชาชนตามสถานที่ต่างๆกันในเดือนรอมฎอนปี</w:t>
      </w:r>
      <w:r w:rsidRPr="00C27D9F">
        <w:rPr>
          <w:rFonts w:cs="Times New Roman"/>
          <w:lang w:bidi="ar-SA"/>
        </w:rPr>
        <w:t>1974</w:t>
      </w:r>
      <w:r w:rsidRPr="00C27D9F">
        <w:rPr>
          <w:rFonts w:hint="cs"/>
          <w:cs/>
        </w:rPr>
        <w:t>จากถ้อยคำของท่านซึ่งได้ถูกนำมาบรรจุไว้ในหนังสือ</w:t>
      </w:r>
      <w:r w:rsidR="00CE7D20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อินซานกาเม้ล</w:t>
      </w:r>
      <w:r w:rsidR="00CE7D20">
        <w:rPr>
          <w:rFonts w:cs="Cordia New" w:hint="cs"/>
          <w:szCs w:val="40"/>
          <w:cs/>
        </w:rPr>
        <w:t>”</w:t>
      </w:r>
      <w:r w:rsidR="009331DF" w:rsidRPr="00C27D9F">
        <w:rPr>
          <w:rFonts w:cs="Times New Roman"/>
          <w:lang w:bidi="ar-SA"/>
        </w:rPr>
        <w:t xml:space="preserve"> (</w:t>
      </w:r>
      <w:r w:rsidRPr="00C27D9F">
        <w:rPr>
          <w:rFonts w:hint="cs"/>
          <w:cs/>
        </w:rPr>
        <w:t>ชื่อภาษาฟารซี</w:t>
      </w:r>
      <w:r w:rsidR="009331DF" w:rsidRPr="00C27D9F">
        <w:rPr>
          <w:rFonts w:hint="cs"/>
          <w:cs/>
        </w:rPr>
        <w:t>) หรื</w:t>
      </w:r>
      <w:r w:rsidR="009331DF" w:rsidRPr="00C27D9F">
        <w:rPr>
          <w:cs/>
        </w:rPr>
        <w:t>อ</w:t>
      </w:r>
    </w:p>
    <w:p w:rsidR="00CE7D20" w:rsidRDefault="00CE7D20" w:rsidP="00CE7D20">
      <w:pPr>
        <w:pStyle w:val="libNormal"/>
        <w:ind w:firstLine="0"/>
      </w:pPr>
      <w:r>
        <w:rPr>
          <w:rFonts w:cs="Cordia New" w:hint="cs"/>
          <w:szCs w:val="40"/>
          <w:cs/>
        </w:rPr>
        <w:t xml:space="preserve"> “</w:t>
      </w:r>
      <w:r w:rsidR="00C27D9F" w:rsidRPr="00C27D9F">
        <w:rPr>
          <w:rFonts w:hint="cs"/>
          <w:cs/>
        </w:rPr>
        <w:t>มนุษย์ผู้สมบูรณ์</w:t>
      </w:r>
      <w:r>
        <w:rPr>
          <w:rFonts w:cs="Cordia New" w:hint="cs"/>
          <w:szCs w:val="40"/>
          <w:cs/>
        </w:rPr>
        <w:t xml:space="preserve">” </w:t>
      </w:r>
      <w:r w:rsidR="00C27D9F" w:rsidRPr="00C27D9F">
        <w:rPr>
          <w:rFonts w:hint="cs"/>
          <w:cs/>
        </w:rPr>
        <w:t>และจากนั้นได้แปลความหมายจากภาษาฟารซีมาเป็นภาษาอังกฤษโดยดร</w:t>
      </w:r>
      <w:r w:rsidR="00C27D9F" w:rsidRPr="00C27D9F">
        <w:rPr>
          <w:cs/>
        </w:rPr>
        <w:t>.</w:t>
      </w:r>
      <w:r w:rsidR="00C27D9F" w:rsidRPr="00C27D9F">
        <w:rPr>
          <w:rFonts w:hint="cs"/>
          <w:cs/>
        </w:rPr>
        <w:t>อาลาดิน</w:t>
      </w:r>
      <w:r>
        <w:rPr>
          <w:rFonts w:hint="cs"/>
          <w:cs/>
        </w:rPr>
        <w:t xml:space="preserve"> </w:t>
      </w:r>
      <w:r w:rsidR="00A85CCC">
        <w:rPr>
          <w:rFonts w:hint="cs"/>
          <w:cs/>
        </w:rPr>
        <w:t>เจตนารมณ์ของท่านอ</w:t>
      </w:r>
      <w:r w:rsidR="00C27D9F" w:rsidRPr="00C27D9F">
        <w:rPr>
          <w:rFonts w:hint="cs"/>
          <w:cs/>
        </w:rPr>
        <w:t>ยา</w:t>
      </w:r>
      <w:r w:rsidR="009331DF">
        <w:rPr>
          <w:rFonts w:hint="cs"/>
          <w:cs/>
        </w:rPr>
        <w:t>ตุ</w:t>
      </w:r>
      <w:r w:rsidR="00C27D9F" w:rsidRPr="00C27D9F">
        <w:rPr>
          <w:rFonts w:hint="cs"/>
          <w:cs/>
        </w:rPr>
        <w:t>ลลอฮ</w:t>
      </w:r>
      <w:r w:rsidR="00F50176">
        <w:rPr>
          <w:rFonts w:hint="cs"/>
          <w:cs/>
        </w:rPr>
        <w:t>์</w:t>
      </w:r>
      <w:r w:rsidR="009331D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อัชชะฮีด</w:t>
      </w:r>
    </w:p>
    <w:p w:rsidR="00CE7D20" w:rsidRDefault="009331DF" w:rsidP="00CE7D20">
      <w:pPr>
        <w:pStyle w:val="libNormal"/>
        <w:ind w:firstLine="0"/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มุรตะฎอ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มุเฏาะ</w:t>
      </w:r>
      <w:r>
        <w:rPr>
          <w:rFonts w:hint="cs"/>
          <w:cs/>
        </w:rPr>
        <w:t>ฮ</w:t>
      </w:r>
      <w:r w:rsidR="00C27D9F" w:rsidRPr="00C27D9F">
        <w:rPr>
          <w:rFonts w:hint="cs"/>
          <w:cs/>
        </w:rPr>
        <w:t>ารี</w:t>
      </w:r>
      <w:r w:rsidR="00CE7D20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ที่เกี่ยวกับการให้ความกระจ่างในเรื่อง</w:t>
      </w:r>
      <w:r>
        <w:rPr>
          <w:rFonts w:hint="cs"/>
          <w:cs/>
        </w:rPr>
        <w:t>ความเป็นมนุษย์</w:t>
      </w:r>
      <w:r w:rsidR="00C27D9F" w:rsidRPr="00C27D9F">
        <w:rPr>
          <w:rFonts w:hint="cs"/>
          <w:cs/>
        </w:rPr>
        <w:t>ของมนุษย์ผู้สมบูรณ์โดยการอรรถาธิบายของท่านนั้น</w:t>
      </w:r>
      <w:r>
        <w:rPr>
          <w:rFonts w:cs="Cordia New" w:hint="cs"/>
          <w:szCs w:val="40"/>
          <w:cs/>
        </w:rPr>
        <w:t xml:space="preserve"> </w:t>
      </w:r>
      <w:r w:rsidR="00CE7D20">
        <w:rPr>
          <w:rFonts w:hint="cs"/>
          <w:cs/>
        </w:rPr>
        <w:t>ก็เพื่อที่จะชี้นำ</w:t>
      </w:r>
      <w:r w:rsidR="00C27D9F" w:rsidRPr="00C27D9F">
        <w:rPr>
          <w:rFonts w:hint="cs"/>
          <w:cs/>
        </w:rPr>
        <w:t>ให้เห็นถึงวิถีทางของมนุษย์ผู้สมบูรณ์ที่แท้จริงในอิสลามโดยมีอัลกุรอานและ</w:t>
      </w:r>
    </w:p>
    <w:p w:rsidR="00CE7D20" w:rsidRDefault="00C27D9F" w:rsidP="00CE7D20">
      <w:pPr>
        <w:pStyle w:val="libNormal"/>
        <w:ind w:firstLine="0"/>
      </w:pPr>
      <w:r w:rsidRPr="00C27D9F">
        <w:rPr>
          <w:rFonts w:hint="cs"/>
          <w:cs/>
        </w:rPr>
        <w:t>อัลฮา</w:t>
      </w:r>
      <w:r w:rsidR="009331DF">
        <w:rPr>
          <w:rFonts w:hint="cs"/>
          <w:cs/>
        </w:rPr>
        <w:t>ดิ</w:t>
      </w:r>
      <w:r w:rsidRPr="00C27D9F">
        <w:rPr>
          <w:rFonts w:hint="cs"/>
          <w:cs/>
        </w:rPr>
        <w:t>ษเป็นบรรทัดฐานและบางครั้งท่านผู้อ่านจะพบกับถ้อยคำที่แสดงการไม่เห็นพ้องกับบรรดาผู้รู้อิสลามบางกลุ่ม</w:t>
      </w:r>
      <w:r w:rsidR="00CE7D20">
        <w:rPr>
          <w:rFonts w:hint="cs"/>
          <w:cs/>
        </w:rPr>
        <w:t xml:space="preserve"> </w:t>
      </w:r>
      <w:r w:rsidRPr="00C27D9F">
        <w:rPr>
          <w:rFonts w:hint="cs"/>
          <w:cs/>
        </w:rPr>
        <w:t>ไม่ว่าจะเป็นทางสายของอิรฟาน</w:t>
      </w:r>
    </w:p>
    <w:p w:rsidR="009331DF" w:rsidRDefault="00C27D9F" w:rsidP="00F50176">
      <w:pPr>
        <w:pStyle w:val="libNormal"/>
        <w:ind w:firstLine="0"/>
      </w:pPr>
      <w:r w:rsidRPr="00C27D9F">
        <w:rPr>
          <w:cs/>
        </w:rPr>
        <w:t>(</w:t>
      </w:r>
      <w:r w:rsidRPr="00C27D9F">
        <w:rPr>
          <w:rFonts w:hint="cs"/>
          <w:cs/>
        </w:rPr>
        <w:t>ผู้รู้ที่ใ</w:t>
      </w:r>
      <w:r w:rsidR="00CE7D20">
        <w:rPr>
          <w:rFonts w:hint="cs"/>
          <w:cs/>
        </w:rPr>
        <w:t>ช้</w:t>
      </w:r>
      <w:r w:rsidRPr="00C27D9F">
        <w:rPr>
          <w:rFonts w:hint="cs"/>
          <w:cs/>
        </w:rPr>
        <w:t>วิจารณญาน</w:t>
      </w:r>
      <w:r w:rsidRPr="00C27D9F">
        <w:rPr>
          <w:cs/>
        </w:rPr>
        <w:t>)</w:t>
      </w:r>
      <w:r w:rsidR="00CE7D20">
        <w:rPr>
          <w:rFonts w:hint="cs"/>
          <w:cs/>
        </w:rPr>
        <w:t xml:space="preserve"> , </w:t>
      </w:r>
      <w:r w:rsidRPr="00C27D9F">
        <w:rPr>
          <w:rFonts w:hint="cs"/>
          <w:cs/>
        </w:rPr>
        <w:t>กลุ่มตะเซาวุฟ</w:t>
      </w:r>
      <w:r w:rsidRPr="00C27D9F">
        <w:rPr>
          <w:cs/>
        </w:rPr>
        <w:t>(</w:t>
      </w:r>
      <w:r w:rsidRPr="00C27D9F">
        <w:rPr>
          <w:rFonts w:hint="cs"/>
          <w:cs/>
        </w:rPr>
        <w:t>กลุ่มผู้เดินทางโดยจิตวิ</w:t>
      </w:r>
      <w:r w:rsidR="009331DF">
        <w:rPr>
          <w:rFonts w:hint="cs"/>
          <w:cs/>
        </w:rPr>
        <w:t>ญ</w:t>
      </w:r>
      <w:r w:rsidRPr="00C27D9F">
        <w:rPr>
          <w:rFonts w:hint="cs"/>
          <w:cs/>
        </w:rPr>
        <w:t>ญา</w:t>
      </w:r>
      <w:r w:rsidR="009331DF">
        <w:rPr>
          <w:rFonts w:hint="cs"/>
          <w:cs/>
        </w:rPr>
        <w:t>ณ</w:t>
      </w:r>
      <w:r w:rsidRPr="00C27D9F">
        <w:rPr>
          <w:rFonts w:hint="cs"/>
          <w:cs/>
        </w:rPr>
        <w:t>ในการแสวงหาพระผู้เป็นเจ้า</w:t>
      </w:r>
      <w:r w:rsidR="00CE7D20">
        <w:rPr>
          <w:rFonts w:hint="cs"/>
          <w:cs/>
        </w:rPr>
        <w:t>,</w:t>
      </w:r>
      <w:r w:rsidRPr="00C27D9F">
        <w:rPr>
          <w:rFonts w:hint="cs"/>
          <w:cs/>
        </w:rPr>
        <w:t>กลุ่มปัญญาชน</w:t>
      </w:r>
      <w:r w:rsidRPr="00C27D9F">
        <w:rPr>
          <w:cs/>
        </w:rPr>
        <w:t>(</w:t>
      </w:r>
      <w:r w:rsidRPr="00C27D9F">
        <w:rPr>
          <w:rFonts w:hint="cs"/>
          <w:cs/>
        </w:rPr>
        <w:t>ผู้ใช้สติปัญญาหาเหตุผล</w:t>
      </w:r>
      <w:r w:rsidR="009331DF">
        <w:rPr>
          <w:rFonts w:hint="cs"/>
          <w:cs/>
        </w:rPr>
        <w:t>)</w:t>
      </w:r>
    </w:p>
    <w:p w:rsidR="00F50176" w:rsidRDefault="00F50176" w:rsidP="00F50176">
      <w:pPr>
        <w:pStyle w:val="libNormal"/>
        <w:ind w:firstLine="0"/>
        <w:rPr>
          <w:cs/>
        </w:rPr>
      </w:pPr>
    </w:p>
    <w:p w:rsidR="009331DF" w:rsidRDefault="009331D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E7D20" w:rsidRDefault="00CE7D20" w:rsidP="009331DF">
      <w:pPr>
        <w:pStyle w:val="libNormal"/>
        <w:ind w:firstLine="0"/>
      </w:pPr>
    </w:p>
    <w:p w:rsidR="00CE7D20" w:rsidRDefault="009331DF" w:rsidP="00CE7D20">
      <w:pPr>
        <w:pStyle w:val="libNormal"/>
        <w:ind w:firstLine="0"/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ตลอดจน</w:t>
      </w:r>
      <w:r>
        <w:rPr>
          <w:rFonts w:cstheme="minorBidi" w:hint="cs"/>
          <w:rtl/>
          <w:lang w:bidi="fa-IR"/>
        </w:rPr>
        <w:t xml:space="preserve"> </w:t>
      </w:r>
      <w:r w:rsidR="00C27D9F" w:rsidRPr="00C27D9F">
        <w:rPr>
          <w:rFonts w:hint="cs"/>
          <w:cs/>
        </w:rPr>
        <w:t>พวกซูฟีที่ปฏิบัติตนเสมือนนักพรตดาบสหรือฤาษี</w:t>
      </w:r>
      <w:r>
        <w:rPr>
          <w:rFonts w:cstheme="minorBidi" w:hint="cs"/>
          <w:rtl/>
          <w:lang w:bidi="fa-IR"/>
        </w:rPr>
        <w:t xml:space="preserve"> </w:t>
      </w:r>
      <w:r w:rsidR="00C27D9F" w:rsidRPr="00C27D9F">
        <w:rPr>
          <w:rFonts w:hint="cs"/>
          <w:cs/>
        </w:rPr>
        <w:t>และบรรดากลุ่มชนผู้แสวงหาความเป็นมนุษย์ผู้สมบูรณ์อย่างเลยเถิด</w:t>
      </w:r>
      <w:r>
        <w:rPr>
          <w:rFonts w:cstheme="minorBidi" w:hint="cs"/>
          <w:rtl/>
          <w:lang w:bidi="fa-IR"/>
        </w:rPr>
        <w:t xml:space="preserve"> </w:t>
      </w:r>
      <w:r w:rsidR="00C27D9F" w:rsidRPr="00C27D9F">
        <w:rPr>
          <w:rFonts w:hint="cs"/>
          <w:cs/>
        </w:rPr>
        <w:t>หรือบรรดาผู้ซึ่งยืนหยัดอยู่บนคุณค่าเดียวของความสมบูรณ์ในอิสลาม</w:t>
      </w:r>
    </w:p>
    <w:p w:rsidR="00CE7D20" w:rsidRDefault="00C27D9F" w:rsidP="00CE7D20">
      <w:pPr>
        <w:pStyle w:val="libNormal"/>
        <w:ind w:firstLine="0"/>
      </w:pPr>
      <w:r w:rsidRPr="00C27D9F">
        <w:rPr>
          <w:rFonts w:hint="cs"/>
          <w:cs/>
        </w:rPr>
        <w:t>ท่า</w:t>
      </w:r>
      <w:r w:rsidR="00CE7D20">
        <w:rPr>
          <w:rFonts w:hint="cs"/>
          <w:cs/>
        </w:rPr>
        <w:t>น</w:t>
      </w:r>
      <w:r w:rsidRPr="00C27D9F">
        <w:rPr>
          <w:rFonts w:hint="cs"/>
          <w:cs/>
        </w:rPr>
        <w:t>ได้เน้นให้เห็นถึงคุณค่าแห่งความสมบูรณ์หลายในทุกๆคุณค่าของมนุษย์ในอิสลามและพิจารณาว่ามนุษย์ผู้สมบูรณ์จะต้องมีแง่มุมต่างๆพร้อมกัน</w:t>
      </w:r>
    </w:p>
    <w:p w:rsidR="009331DF" w:rsidRPr="00CE7D20" w:rsidRDefault="00C27D9F" w:rsidP="00CE7D20">
      <w:pPr>
        <w:pStyle w:val="libNormal"/>
        <w:ind w:firstLine="0"/>
        <w:rPr>
          <w:rtl/>
          <w:cs/>
        </w:rPr>
      </w:pPr>
      <w:r w:rsidRPr="00C27D9F">
        <w:rPr>
          <w:rFonts w:hint="cs"/>
          <w:cs/>
        </w:rPr>
        <w:t>ทุกด้านในตัวของเขา</w:t>
      </w:r>
      <w:r w:rsidR="00CE7D20">
        <w:rPr>
          <w:rFonts w:hint="cs"/>
          <w:cs/>
        </w:rPr>
        <w:t xml:space="preserve"> </w:t>
      </w:r>
      <w:r w:rsidRPr="00C27D9F">
        <w:rPr>
          <w:rFonts w:hint="cs"/>
          <w:cs/>
        </w:rPr>
        <w:t>มิใช่โน้มไปสู่ด้านใดด้านหนึ่งเพียงเท่านั้นและแบบอย่างของมนุษย์ผู้สมบูรณ์ที่แท้จริงนั้น</w:t>
      </w:r>
      <w:r w:rsidR="00CE7D20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ท่านได้ชี้นำไปยังท่านศาสดา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ล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.)</w:t>
      </w:r>
      <w:r w:rsidRPr="00C27D9F">
        <w:rPr>
          <w:rFonts w:hint="cs"/>
          <w:cs/>
        </w:rPr>
        <w:t>ตลอดจนบรรดาอะอิมมะฮฺ</w:t>
      </w:r>
      <w:r w:rsidRPr="00C27D9F">
        <w:rPr>
          <w:cs/>
        </w:rPr>
        <w:t>(</w:t>
      </w:r>
      <w:r w:rsidRPr="00C27D9F">
        <w:rPr>
          <w:rFonts w:hint="cs"/>
          <w:cs/>
        </w:rPr>
        <w:t>อิมาม</w:t>
      </w:r>
      <w:r w:rsidRPr="00C27D9F">
        <w:rPr>
          <w:cs/>
        </w:rPr>
        <w:t>)</w:t>
      </w:r>
      <w:r w:rsidRPr="00C27D9F">
        <w:rPr>
          <w:rFonts w:hint="cs"/>
          <w:cs/>
        </w:rPr>
        <w:t>จากครอบครัว</w:t>
      </w:r>
    </w:p>
    <w:p w:rsidR="00C27D9F" w:rsidRPr="00C27D9F" w:rsidRDefault="00C27D9F" w:rsidP="0086013A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อะหฺลิลบัยตฺของท่านศาสดา</w:t>
      </w:r>
      <w:r w:rsidR="0086013A">
        <w:rPr>
          <w:rFonts w:cstheme="minorBidi" w:hint="cs"/>
          <w:rtl/>
          <w:lang w:bidi="fa-IR"/>
        </w:rPr>
        <w:t xml:space="preserve"> 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ล</w:t>
      </w:r>
      <w:r w:rsidRPr="00C27D9F">
        <w:rPr>
          <w:cs/>
        </w:rPr>
        <w:t>)</w:t>
      </w:r>
      <w:r w:rsidR="0086013A">
        <w:rPr>
          <w:rFonts w:cstheme="minorBidi" w:hint="cs"/>
          <w:rtl/>
          <w:lang w:bidi="fa-IR"/>
        </w:rPr>
        <w:t xml:space="preserve"> </w:t>
      </w:r>
      <w:r w:rsidRPr="00C27D9F">
        <w:rPr>
          <w:rFonts w:hint="cs"/>
          <w:cs/>
        </w:rPr>
        <w:t>ที่เป็นมนุษย์ซึ่งมีทุกๆคุณค่ารวมอยู่ในตัวของพวกท่านเหล่านั้นทั้งหมดซึ่งท่านผู้อ่านสามารถที่จะแสวงหาคุณสมบัติของมนุษย์ผู้สมบูรณ์จากคำบรรยายของท่านที่องค์กรต่างๆได้นำมาเสนอ</w:t>
      </w:r>
    </w:p>
    <w:p w:rsidR="008021CF" w:rsidRDefault="00C27D9F" w:rsidP="0086013A">
      <w:pPr>
        <w:pStyle w:val="libNormal"/>
        <w:ind w:firstLine="0"/>
      </w:pPr>
      <w:r w:rsidRPr="00C27D9F">
        <w:rPr>
          <w:rFonts w:hint="cs"/>
          <w:cs/>
        </w:rPr>
        <w:t>เป็นลายลักษณ์อักษรภายในหนังสือมนุษย์ผู้สมบูรณ์เล่มนี้ตามความปรารถนา</w:t>
      </w:r>
    </w:p>
    <w:p w:rsidR="0086013A" w:rsidRPr="008021CF" w:rsidRDefault="00C27D9F" w:rsidP="008021CF">
      <w:pPr>
        <w:pStyle w:val="libNormal"/>
        <w:ind w:firstLine="0"/>
        <w:rPr>
          <w:rFonts w:cstheme="minorBidi"/>
          <w:lang w:bidi="fa-IR"/>
        </w:rPr>
      </w:pPr>
      <w:r w:rsidRPr="00C27D9F">
        <w:rPr>
          <w:rFonts w:hint="cs"/>
          <w:cs/>
        </w:rPr>
        <w:t>ขอขอบคุณต่ออัลลอฮฺ</w:t>
      </w:r>
      <w:r w:rsidR="0086013A">
        <w:rPr>
          <w:rFonts w:cstheme="minorBidi" w:hint="cs"/>
          <w:rtl/>
          <w:lang w:bidi="fa-IR"/>
        </w:rPr>
        <w:t xml:space="preserve"> 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บ</w:t>
      </w:r>
      <w:r w:rsidRPr="00C27D9F">
        <w:rPr>
          <w:cs/>
        </w:rPr>
        <w:t>)</w:t>
      </w:r>
      <w:r w:rsidR="0086013A">
        <w:rPr>
          <w:rFonts w:cstheme="minorBidi" w:hint="cs"/>
          <w:rtl/>
          <w:lang w:bidi="fa-IR"/>
        </w:rPr>
        <w:t xml:space="preserve"> </w:t>
      </w:r>
      <w:r w:rsidRPr="00C27D9F">
        <w:rPr>
          <w:rFonts w:hint="cs"/>
          <w:cs/>
        </w:rPr>
        <w:t>พระผู้เป็นเจ้าผู้ทรงสูงส่งที่ทำให้ด้วย</w:t>
      </w:r>
      <w:r w:rsidR="008021CF">
        <w:rPr>
          <w:rFonts w:hint="cs"/>
          <w:cs/>
        </w:rPr>
        <w:t>กับ</w:t>
      </w:r>
      <w:r w:rsidRPr="00C27D9F">
        <w:rPr>
          <w:rFonts w:hint="cs"/>
          <w:cs/>
        </w:rPr>
        <w:t>ความรู้อย่างผู้แปล</w:t>
      </w:r>
      <w:r w:rsidR="008021CF">
        <w:rPr>
          <w:rFonts w:hint="cs"/>
          <w:cs/>
        </w:rPr>
        <w:t xml:space="preserve"> </w:t>
      </w:r>
      <w:r w:rsidRPr="00C27D9F">
        <w:rPr>
          <w:rFonts w:hint="cs"/>
          <w:cs/>
        </w:rPr>
        <w:t>ได้มีโอกาสพบกับท่านฮุจญะตุ้ลอิสลาม</w:t>
      </w:r>
      <w:r w:rsidR="008021CF">
        <w:rPr>
          <w:rFonts w:hint="cs"/>
          <w:cs/>
        </w:rPr>
        <w:t xml:space="preserve"> </w:t>
      </w:r>
      <w:r w:rsidRPr="00C27D9F">
        <w:rPr>
          <w:rFonts w:hint="cs"/>
          <w:cs/>
        </w:rPr>
        <w:t>อัสสะดุลลอฮฺ</w:t>
      </w:r>
      <w:r w:rsidR="008021CF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อีสาลัต</w:t>
      </w:r>
      <w:r w:rsidR="008021CF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ซึ่งเป็นอาจารย์ผู้สอนวิชาตัฟซีรพระมหาคัมภีร์อัลกุรอานภาคภาษาอังกฤษในเมืองกุมและมีโอกาสได้รับคำแนะนำและเพิ่มเติมความหมายที่สำคัญทั้งหลายจากบทความ</w:t>
      </w:r>
      <w:r w:rsidR="008021CF">
        <w:rPr>
          <w:rFonts w:hint="cs"/>
          <w:cs/>
        </w:rPr>
        <w:t xml:space="preserve"> </w:t>
      </w:r>
      <w:r w:rsidRPr="00C27D9F">
        <w:rPr>
          <w:rFonts w:hint="cs"/>
          <w:cs/>
        </w:rPr>
        <w:t>ตลอดจนความลึกล้ำแห่งบทกวีจากต้น</w:t>
      </w:r>
      <w:r w:rsidR="0086013A">
        <w:rPr>
          <w:rFonts w:hint="cs"/>
          <w:cs/>
        </w:rPr>
        <w:t>ฉบับเดิมที่เป็นภาษาฟารซี</w:t>
      </w:r>
      <w:r w:rsidR="008021CF">
        <w:rPr>
          <w:rFonts w:hint="cs"/>
          <w:cs/>
        </w:rPr>
        <w:t xml:space="preserve"> </w:t>
      </w:r>
      <w:r w:rsidR="0086013A">
        <w:rPr>
          <w:rFonts w:hint="cs"/>
          <w:cs/>
        </w:rPr>
        <w:t>จนกระทั่</w:t>
      </w:r>
      <w:r w:rsidRPr="00C27D9F">
        <w:rPr>
          <w:rFonts w:hint="cs"/>
          <w:cs/>
        </w:rPr>
        <w:t>งได้ทำให้หนังสือมนุษย์ผู้สมบูรณ์เล่มนี้ไปสู่จุดแห่งความสมบูรณ์มากขึ้น</w:t>
      </w:r>
      <w:r w:rsidR="0086013A">
        <w:rPr>
          <w:rFonts w:hint="cs"/>
          <w:cs/>
        </w:rPr>
        <w:t xml:space="preserve"> </w:t>
      </w:r>
    </w:p>
    <w:p w:rsidR="008021CF" w:rsidRDefault="00C27D9F" w:rsidP="0086013A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ขออัลลอฮฺ</w:t>
      </w:r>
      <w:r w:rsidRPr="00C27D9F">
        <w:rPr>
          <w:cs/>
        </w:rPr>
        <w:t>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บ</w:t>
      </w:r>
      <w:r w:rsidRPr="00C27D9F">
        <w:rPr>
          <w:cs/>
        </w:rPr>
        <w:t>)</w:t>
      </w:r>
      <w:r w:rsidRPr="00C27D9F">
        <w:rPr>
          <w:rFonts w:hint="cs"/>
          <w:cs/>
        </w:rPr>
        <w:t>ผู้ทรงเกรียงไกรได้ทรงโปรดปกป้องคุ้มครองบรรดาผู้ศรัทธาทั้งหลายและทรงโปรดประทาน</w:t>
      </w:r>
      <w:r w:rsidR="008021CF">
        <w:rPr>
          <w:rFonts w:hint="cs"/>
          <w:cs/>
        </w:rPr>
        <w:t>แนว</w:t>
      </w:r>
      <w:r w:rsidRPr="00C27D9F">
        <w:rPr>
          <w:rFonts w:hint="cs"/>
          <w:cs/>
        </w:rPr>
        <w:t>ทางนี้ให้แก่บรรดาผู้ศึกษาค้นคว้าแสวงหาแนวทางที่เที่ยงตรงเหล่านั้นโดยทั่วหน้ากัน</w:t>
      </w:r>
    </w:p>
    <w:p w:rsidR="008021CF" w:rsidRDefault="008021C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86013A" w:rsidRPr="00007EAA" w:rsidRDefault="00007EAA" w:rsidP="00007EAA">
      <w:pPr>
        <w:pStyle w:val="Heading1"/>
        <w:jc w:val="center"/>
        <w:rPr>
          <w:rFonts w:cs="Cordia New"/>
          <w:szCs w:val="40"/>
        </w:rPr>
      </w:pPr>
      <w:bookmarkStart w:id="34" w:name="_Toc442605877"/>
      <w:bookmarkStart w:id="35" w:name="_Toc442605994"/>
      <w:r w:rsidRPr="00007EAA">
        <w:rPr>
          <w:rFonts w:cs="Cordia New" w:hint="cs"/>
          <w:szCs w:val="40"/>
          <w:cs/>
        </w:rPr>
        <w:lastRenderedPageBreak/>
        <w:t>ภาคที่หนึ่ง มนุษย์ผู้สมบูรณ์</w:t>
      </w:r>
      <w:bookmarkEnd w:id="34"/>
      <w:bookmarkEnd w:id="35"/>
    </w:p>
    <w:p w:rsidR="008021CF" w:rsidRPr="00007EAA" w:rsidRDefault="008021CF" w:rsidP="00007EAA">
      <w:pPr>
        <w:pStyle w:val="Heading1"/>
        <w:jc w:val="center"/>
        <w:rPr>
          <w:rFonts w:cs="Cordia New"/>
          <w:szCs w:val="40"/>
        </w:rPr>
      </w:pPr>
      <w:bookmarkStart w:id="36" w:name="_Toc442605878"/>
      <w:bookmarkStart w:id="37" w:name="_Toc442605995"/>
      <w:r w:rsidRPr="00007EAA">
        <w:rPr>
          <w:rFonts w:cs="Cordia New" w:hint="cs"/>
          <w:szCs w:val="40"/>
          <w:cs/>
        </w:rPr>
        <w:t>มนุษย์ที่บกพร่องกับมนุษย์ที่ปกติดี</w:t>
      </w:r>
      <w:bookmarkEnd w:id="36"/>
      <w:bookmarkEnd w:id="37"/>
    </w:p>
    <w:p w:rsidR="001E79BD" w:rsidRPr="001E79BD" w:rsidRDefault="001E79BD" w:rsidP="001E79BD">
      <w:pPr>
        <w:pStyle w:val="libNormal"/>
      </w:pPr>
    </w:p>
    <w:p w:rsidR="008021CF" w:rsidRDefault="008021CF" w:rsidP="008021CF">
      <w:pPr>
        <w:pStyle w:val="libNormal"/>
      </w:pPr>
      <w:r>
        <w:rPr>
          <w:rFonts w:hint="cs"/>
          <w:cs/>
        </w:rPr>
        <w:t xml:space="preserve">การสรรเสริญทั้งมวลเป็นสิทธิแด่เอกองค์อัลลอฮ์ </w:t>
      </w:r>
    </w:p>
    <w:p w:rsidR="008021CF" w:rsidRDefault="008021CF" w:rsidP="008021CF">
      <w:pPr>
        <w:pStyle w:val="libNormal"/>
      </w:pPr>
      <w:r>
        <w:rPr>
          <w:rFonts w:hint="cs"/>
          <w:cs/>
        </w:rPr>
        <w:t>ขอความจำเริญและสันติพึงมีแด่ท่านศาสดามุฮัมมัด (ซ.ล) และ</w:t>
      </w:r>
    </w:p>
    <w:p w:rsidR="008021CF" w:rsidRPr="008021CF" w:rsidRDefault="008021CF" w:rsidP="008021CF">
      <w:pPr>
        <w:pStyle w:val="libNormal"/>
      </w:pPr>
      <w:r>
        <w:rPr>
          <w:rFonts w:hint="cs"/>
          <w:cs/>
        </w:rPr>
        <w:t>อะฮ์ลุลบัยต์ ผู้บริสุทธิ์ทั้งหลายของท่าน</w:t>
      </w:r>
    </w:p>
    <w:p w:rsidR="008021CF" w:rsidRDefault="008021CF" w:rsidP="008021CF">
      <w:pPr>
        <w:pStyle w:val="libNormal"/>
      </w:pPr>
      <w:r>
        <w:rPr>
          <w:rFonts w:hint="cs"/>
          <w:cs/>
        </w:rPr>
        <w:t xml:space="preserve">อัลลอฮ์ทรงตรัสในพระมหาคัมภีร์อัลกุรอานว่า </w:t>
      </w:r>
    </w:p>
    <w:p w:rsidR="001E79BD" w:rsidRDefault="001E79BD" w:rsidP="008021CF">
      <w:pPr>
        <w:pStyle w:val="libNormal"/>
      </w:pPr>
    </w:p>
    <w:p w:rsidR="001E79BD" w:rsidRDefault="001E79BD" w:rsidP="00185438">
      <w:pPr>
        <w:pStyle w:val="libRighBold"/>
        <w:jc w:val="left"/>
      </w:pPr>
      <w:r>
        <w:rPr>
          <w:rFonts w:hint="cs"/>
          <w:cs/>
        </w:rPr>
        <w:t>“</w:t>
      </w:r>
      <w:r w:rsidR="008021CF" w:rsidRPr="008021CF">
        <w:rPr>
          <w:rFonts w:hint="cs"/>
          <w:cs/>
        </w:rPr>
        <w:t>และจงรำลึกถึง</w:t>
      </w:r>
      <w:r w:rsidR="008021CF" w:rsidRPr="008021CF">
        <w:rPr>
          <w:cs/>
        </w:rPr>
        <w:t xml:space="preserve"> </w:t>
      </w:r>
      <w:r w:rsidR="008021CF" w:rsidRPr="008021CF">
        <w:rPr>
          <w:rFonts w:hint="cs"/>
          <w:cs/>
        </w:rPr>
        <w:t>ขณะที่พระ</w:t>
      </w:r>
      <w:r>
        <w:rPr>
          <w:rFonts w:hint="cs"/>
          <w:cs/>
        </w:rPr>
        <w:t>ผู้อภิบาล</w:t>
      </w:r>
      <w:r w:rsidR="008021CF" w:rsidRPr="008021CF">
        <w:rPr>
          <w:rFonts w:hint="cs"/>
          <w:cs/>
        </w:rPr>
        <w:t>ของอิบรอฮีมได้ทดสอบเขา</w:t>
      </w:r>
      <w:r w:rsidR="008021CF" w:rsidRPr="008021CF">
        <w:rPr>
          <w:cs/>
        </w:rPr>
        <w:t xml:space="preserve"> </w:t>
      </w:r>
      <w:r w:rsidR="008021CF" w:rsidRPr="008021CF">
        <w:rPr>
          <w:rFonts w:hint="cs"/>
          <w:cs/>
        </w:rPr>
        <w:t>ด้วยพระบัญชาบางประการ</w:t>
      </w:r>
      <w:r w:rsidR="008021CF" w:rsidRPr="008021CF">
        <w:rPr>
          <w:cs/>
        </w:rPr>
        <w:t xml:space="preserve"> </w:t>
      </w:r>
      <w:r w:rsidR="008021CF" w:rsidRPr="008021CF">
        <w:rPr>
          <w:rFonts w:hint="cs"/>
          <w:cs/>
        </w:rPr>
        <w:t>แล้วเขาก็ได้สนองตามพระบัญชานั้นโดยครบถ้วน</w:t>
      </w:r>
      <w:r w:rsidR="008021CF" w:rsidRPr="008021CF">
        <w:rPr>
          <w:cs/>
        </w:rPr>
        <w:t xml:space="preserve"> </w:t>
      </w:r>
      <w:r w:rsidR="008021CF" w:rsidRPr="008021CF">
        <w:rPr>
          <w:rFonts w:hint="cs"/>
          <w:cs/>
        </w:rPr>
        <w:t>พระองค์ตรัสว่า</w:t>
      </w:r>
      <w:r w:rsidR="008021CF" w:rsidRPr="008021CF">
        <w:rPr>
          <w:cs/>
        </w:rPr>
        <w:t xml:space="preserve"> </w:t>
      </w:r>
      <w:r w:rsidR="008021CF" w:rsidRPr="008021CF">
        <w:rPr>
          <w:rFonts w:hint="cs"/>
          <w:cs/>
        </w:rPr>
        <w:t>แท้จริงข้าจะให้เจ้าเป็นผู้นำมนุษย์ชาติ</w:t>
      </w:r>
      <w:r w:rsidR="008021CF" w:rsidRPr="008021CF">
        <w:rPr>
          <w:cs/>
        </w:rPr>
        <w:t xml:space="preserve"> </w:t>
      </w:r>
      <w:r w:rsidR="008021CF" w:rsidRPr="008021CF">
        <w:rPr>
          <w:rFonts w:hint="cs"/>
          <w:cs/>
        </w:rPr>
        <w:t>เขากล่าวว่า</w:t>
      </w:r>
      <w:r w:rsidR="008021CF" w:rsidRPr="008021CF">
        <w:rPr>
          <w:cs/>
        </w:rPr>
        <w:t xml:space="preserve"> </w:t>
      </w:r>
      <w:r w:rsidR="008021CF" w:rsidRPr="008021CF">
        <w:rPr>
          <w:rFonts w:hint="cs"/>
          <w:cs/>
        </w:rPr>
        <w:t>และจากลูกหลานของข้าพระองค์ด้วย</w:t>
      </w:r>
      <w:r w:rsidR="008021CF" w:rsidRPr="008021CF">
        <w:rPr>
          <w:cs/>
        </w:rPr>
        <w:t xml:space="preserve"> </w:t>
      </w:r>
      <w:r w:rsidR="008021CF" w:rsidRPr="008021CF">
        <w:rPr>
          <w:rFonts w:hint="cs"/>
          <w:cs/>
        </w:rPr>
        <w:t>พระองค์ตรัสว่า</w:t>
      </w:r>
      <w:r w:rsidR="008021CF" w:rsidRPr="008021CF">
        <w:rPr>
          <w:cs/>
        </w:rPr>
        <w:t xml:space="preserve"> </w:t>
      </w:r>
      <w:r w:rsidR="008021CF" w:rsidRPr="008021CF">
        <w:rPr>
          <w:rFonts w:hint="cs"/>
          <w:cs/>
        </w:rPr>
        <w:t>สัญญาของข้านั้นจะไม่ได้แก่บรรดาผู้อธรรม</w:t>
      </w:r>
      <w:r>
        <w:rPr>
          <w:rFonts w:hint="cs"/>
          <w:cs/>
        </w:rPr>
        <w:t>”</w:t>
      </w:r>
    </w:p>
    <w:p w:rsidR="001E79BD" w:rsidRDefault="001E79BD" w:rsidP="008021CF">
      <w:pPr>
        <w:pStyle w:val="libNormal"/>
        <w:ind w:firstLine="0"/>
      </w:pPr>
    </w:p>
    <w:p w:rsidR="0086013A" w:rsidRDefault="00C27D9F" w:rsidP="00185438">
      <w:pPr>
        <w:pStyle w:val="libAr"/>
        <w:bidi w:val="0"/>
      </w:pPr>
      <w:bookmarkStart w:id="38" w:name="_Toc442605879"/>
      <w:bookmarkStart w:id="39" w:name="_Toc442605996"/>
      <w:r w:rsidRPr="00C27D9F">
        <w:rPr>
          <w:rFonts w:ascii="Angsana New" w:hAnsi="Angsana New" w:cs="Angsana New" w:hint="cs"/>
          <w:cs/>
          <w:lang w:bidi="th-TH"/>
        </w:rPr>
        <w:t>ภายใต้การบรรยาย</w:t>
      </w:r>
      <w:r w:rsidR="008021CF">
        <w:rPr>
          <w:rFonts w:ascii="Angsana New" w:hAnsi="Angsana New" w:cs="Angsana New" w:hint="cs"/>
          <w:cs/>
          <w:lang w:bidi="th-TH"/>
        </w:rPr>
        <w:t>ใน</w:t>
      </w:r>
      <w:r w:rsidR="008021CF" w:rsidRPr="00C27D9F">
        <w:rPr>
          <w:rFonts w:ascii="Angsana New" w:hAnsi="Angsana New" w:cs="Angsana New" w:hint="cs"/>
          <w:cs/>
          <w:lang w:bidi="th-TH"/>
        </w:rPr>
        <w:t>หัวข้อเรื่อง</w:t>
      </w:r>
      <w:r w:rsidR="008021CF">
        <w:rPr>
          <w:rFonts w:cs="Cordia New" w:hint="cs"/>
          <w:szCs w:val="40"/>
          <w:rtl/>
          <w:cs/>
        </w:rPr>
        <w:t xml:space="preserve"> “</w:t>
      </w:r>
      <w:r w:rsidRPr="00C27D9F">
        <w:rPr>
          <w:rFonts w:ascii="Angsana New" w:hAnsi="Angsana New" w:cs="Angsana New" w:hint="cs"/>
          <w:cs/>
          <w:lang w:bidi="th-TH"/>
        </w:rPr>
        <w:t>มนุษย์ผู้สมบูรณ์</w:t>
      </w:r>
      <w:r w:rsidR="008021CF">
        <w:rPr>
          <w:rFonts w:cs="Cordia New" w:hint="cs"/>
          <w:szCs w:val="40"/>
          <w:rtl/>
          <w:cs/>
        </w:rPr>
        <w:t>”</w:t>
      </w:r>
      <w:r w:rsidRPr="00C27D9F">
        <w:rPr>
          <w:rFonts w:ascii="Angsana New" w:hAnsi="Angsana New" w:cs="Angsana New" w:hint="cs"/>
          <w:cs/>
          <w:lang w:bidi="th-TH"/>
        </w:rPr>
        <w:t>จากทัศนะของอิสลาม</w:t>
      </w:r>
      <w:bookmarkEnd w:id="38"/>
      <w:bookmarkEnd w:id="39"/>
      <w:r w:rsidR="0086013A">
        <w:rPr>
          <w:rFonts w:hint="cs"/>
          <w:rtl/>
          <w:cs/>
        </w:rPr>
        <w:t xml:space="preserve"> </w:t>
      </w:r>
    </w:p>
    <w:p w:rsidR="001E79BD" w:rsidRDefault="00C27D9F" w:rsidP="0086013A">
      <w:pPr>
        <w:pStyle w:val="libNormal"/>
        <w:ind w:firstLine="0"/>
      </w:pPr>
      <w:r w:rsidRPr="00C27D9F">
        <w:rPr>
          <w:rFonts w:hint="cs"/>
          <w:cs/>
        </w:rPr>
        <w:t>มนุษย์ผู้สมบูรณ์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มนุษย์ผู้เป็นแบบอย่างซึ่งสูงส่งและเลิศเลอหรือการแสดงความหมายใดๆอื่นที่บุคคลสามารถจะกล่าวได้</w:t>
      </w:r>
      <w:r w:rsidR="001E79BD">
        <w:rPr>
          <w:rFonts w:hint="cs"/>
          <w:cs/>
        </w:rPr>
        <w:t>ว่า</w:t>
      </w:r>
      <w:r w:rsidRPr="00C27D9F">
        <w:rPr>
          <w:rFonts w:hint="cs"/>
          <w:cs/>
        </w:rPr>
        <w:t>มนุษย์ก็เหมือนกับสิ่งอื่นๆทุกสิ่งอาจจะสมบูรณ์หรือไม่สมบูรณ์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ปกติดีหรือบกพร่อง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ผู้ที่ปกติดีก็เช่นเดียวกันอาจจะปกติและสมบูรณ์ทั้งสองอย่างหรือปกติดีแต่ไม่สมบูรณ์</w:t>
      </w:r>
      <w:r w:rsidR="001E79BD">
        <w:rPr>
          <w:rFonts w:hint="cs"/>
          <w:cs/>
        </w:rPr>
        <w:t>ก็</w:t>
      </w:r>
      <w:r w:rsidRPr="00C27D9F">
        <w:rPr>
          <w:rFonts w:hint="cs"/>
          <w:cs/>
        </w:rPr>
        <w:t>ได้</w:t>
      </w:r>
      <w:r w:rsidR="001E79BD">
        <w:rPr>
          <w:rFonts w:hint="cs"/>
          <w:cs/>
        </w:rPr>
        <w:t xml:space="preserve"> </w:t>
      </w:r>
    </w:p>
    <w:p w:rsidR="001E79BD" w:rsidRDefault="00C27D9F" w:rsidP="0086013A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การรู้จักมนุษย์ผู้สมบูรณ์หรือมนุษย์ผู้เป็นแบบอย่างจากแง่คิดแห่งอิสลามนั้นเป็นสิ่งจำเป็นอย่างยิ่งสำหรับเรามุสลิมทั้งหลาย</w:t>
      </w:r>
    </w:p>
    <w:p w:rsidR="001E79BD" w:rsidRDefault="001E79B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86013A" w:rsidRDefault="00AB45FB" w:rsidP="00AB45FB">
      <w:pPr>
        <w:pStyle w:val="Heading1"/>
        <w:jc w:val="center"/>
        <w:rPr>
          <w:rFonts w:cs="Cordia New"/>
          <w:szCs w:val="40"/>
        </w:rPr>
      </w:pPr>
      <w:bookmarkStart w:id="40" w:name="_Toc442605880"/>
      <w:bookmarkStart w:id="41" w:name="_Toc442605997"/>
      <w:r>
        <w:rPr>
          <w:rFonts w:cs="Cordia New" w:hint="cs"/>
          <w:szCs w:val="40"/>
          <w:cs/>
        </w:rPr>
        <w:lastRenderedPageBreak/>
        <w:t>แนวทางในการรู้จักมนุษย์ผู้สมบูรณ์ในทัศนะอิสลาม</w:t>
      </w:r>
      <w:bookmarkEnd w:id="40"/>
      <w:bookmarkEnd w:id="41"/>
    </w:p>
    <w:p w:rsidR="00AB45FB" w:rsidRDefault="00AB45FB" w:rsidP="001E79BD">
      <w:pPr>
        <w:pStyle w:val="libNormal"/>
        <w:ind w:firstLine="0"/>
      </w:pPr>
    </w:p>
    <w:p w:rsidR="0086013A" w:rsidRDefault="00C27D9F" w:rsidP="001E79BD">
      <w:pPr>
        <w:pStyle w:val="libNormal"/>
        <w:ind w:firstLine="0"/>
      </w:pPr>
      <w:r w:rsidRPr="00C27D9F">
        <w:rPr>
          <w:rFonts w:hint="cs"/>
          <w:cs/>
        </w:rPr>
        <w:t>เพราะว่าเป็นประหนึ่งแบบอย่างและตัวอย่างอันล้ำเลิศ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ความพยายามที่จะให้เท่าเทียมกันซึ่งเราอาจทำได้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เรามีความประสงค์ที่จะให้ความเป็นมนุษย์ของเราบรรลุถึงความสมบูรณ์ภายใต้คำสอนทั้งหลายแห่งอิสลามเพราะฉะนั้น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เราควรจะได้รับรู้ว่ามนุษย์ผู้สมบูรณ์คืออะไร</w:t>
      </w:r>
      <w:r w:rsidR="001E79BD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ไฉนเขาจึงถูกมองประหนึ่งผู้สมถะและผู้เลิศล้ำในทางสติปัญญาและอะไรเป็นลักษณะพิเศษทั้งหลายของเขาเพื่อว่าเราอาจจะได้ตระเตรียมตัวของเราเอง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สังคมของเราและปัจเจกชนอื่นๆทั้งหลายของเราให้วางอยู่บนแบบอย่างที่ดีเลิศอันนั้นได้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แต่มาตรว่าเรามิได้รู้จักว่ามนุษย์ผู้สมบูรณ์ในอิสลามเป็นเช่นไร</w:t>
      </w:r>
      <w:r w:rsidR="0086013A">
        <w:rPr>
          <w:rFonts w:hint="cs"/>
          <w:cs/>
        </w:rPr>
        <w:t xml:space="preserve"> </w:t>
      </w:r>
    </w:p>
    <w:p w:rsidR="0086013A" w:rsidRDefault="00C27D9F" w:rsidP="0086013A">
      <w:pPr>
        <w:pStyle w:val="libNormal"/>
        <w:ind w:firstLine="0"/>
      </w:pPr>
      <w:r w:rsidRPr="00C27D9F">
        <w:rPr>
          <w:rFonts w:hint="cs"/>
          <w:cs/>
        </w:rPr>
        <w:t>แน่นอนที่สุด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ก็มิสามารถที่จะกลายมาเป็นมุสลิมผู้สมบูรณ์ได้หรือแม้แต่จะเทียบเคียงกันสักอย่างเดียวกับมนุษย์ผู้สมบูรณ์ก็ไม่ได้</w:t>
      </w:r>
      <w:r w:rsidR="0086013A">
        <w:rPr>
          <w:rFonts w:hint="cs"/>
          <w:cs/>
        </w:rPr>
        <w:t>มา</w:t>
      </w:r>
      <w:r w:rsidRPr="00C27D9F">
        <w:rPr>
          <w:rFonts w:hint="cs"/>
          <w:cs/>
        </w:rPr>
        <w:t>จากทัศนะของอิสลาม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มีอยู่สองแนวทางที่จะรู้บุรุษผู้สมบูรณ์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วิธีหนึ่งก็คือทำการตรวจสอบจากอัลกุรอานว่าเป็นอย่างไร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เป็นประการแรก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และจากสุนนะฮ์</w:t>
      </w:r>
      <w:r w:rsidRPr="00C27D9F">
        <w:rPr>
          <w:cs/>
        </w:rPr>
        <w:t>(</w:t>
      </w:r>
      <w:r w:rsidRPr="00C27D9F">
        <w:rPr>
          <w:rFonts w:hint="cs"/>
          <w:cs/>
        </w:rPr>
        <w:t>อัลฮาดีษ</w:t>
      </w:r>
      <w:r w:rsidRPr="00C27D9F">
        <w:rPr>
          <w:cs/>
        </w:rPr>
        <w:t>)</w:t>
      </w:r>
      <w:r w:rsidRPr="00C27D9F">
        <w:rPr>
          <w:rFonts w:hint="cs"/>
          <w:cs/>
        </w:rPr>
        <w:t>เป็นประการที่สองที่ได้กำหนดความชัดเจนของมนุษย์ผู้สมบูรณ์ไว้</w:t>
      </w:r>
      <w:r w:rsidR="0086013A">
        <w:rPr>
          <w:rFonts w:hint="cs"/>
          <w:cs/>
        </w:rPr>
        <w:t xml:space="preserve"> </w:t>
      </w:r>
    </w:p>
    <w:p w:rsidR="0086013A" w:rsidRDefault="00C27D9F" w:rsidP="0086013A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แม้ว่ามันจะหมายถึง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การเป็นผู้สมบูรณ์</w:t>
      </w:r>
      <w:r w:rsidR="001E79BD">
        <w:rPr>
          <w:rFonts w:hint="cs"/>
          <w:cs/>
        </w:rPr>
        <w:t>ด้าน</w:t>
      </w:r>
      <w:r w:rsidRPr="00C27D9F">
        <w:rPr>
          <w:rFonts w:hint="cs"/>
          <w:cs/>
        </w:rPr>
        <w:t>การศรัทธาและการเป็นมุสลิมที่ดีเลิศกระนั้นก็ตาม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มุสลิมผู้สมบูรณ์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บุคคลผู้ซึ่งได้บรรลุถึงความสมบูรณ์ในอิสลาม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ผู้ศรัทธาที่สมบูรณ์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ผู้ซึ่งบรรลุแล้วซึ่งความสมบูรณ์พร้อมในการศรัทธาของเขา</w:t>
      </w:r>
    </w:p>
    <w:p w:rsidR="0086013A" w:rsidRDefault="0086013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86013A" w:rsidRDefault="0086013A" w:rsidP="0086013A">
      <w:pPr>
        <w:pStyle w:val="libNormal"/>
        <w:ind w:firstLine="0"/>
      </w:pPr>
    </w:p>
    <w:p w:rsidR="00C27D9F" w:rsidRPr="00C27D9F" w:rsidRDefault="00C27D9F" w:rsidP="0086013A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ณ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บัดนี้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เราจะต้องตรวจสอบกันว่าพระมหาคัมภีร์อัลกุรอานหรือสุนนะฮฺได้พูดถึงบุคคลดังกล่าวไว้อย่างไร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และด้วยลักษณะพิเศษอันใด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โดยบังเอิญเรามีหลายสิ่งหลายอย่างที่จะอ้างถึงจากแหล่งที่มาของทั้งสองสิ่ง</w:t>
      </w:r>
      <w:r w:rsidRPr="00C27D9F">
        <w:rPr>
          <w:cs/>
        </w:rPr>
        <w:t>(</w:t>
      </w:r>
      <w:r w:rsidRPr="00C27D9F">
        <w:rPr>
          <w:rFonts w:hint="cs"/>
          <w:cs/>
        </w:rPr>
        <w:t>อัลกุรอานและอัล</w:t>
      </w:r>
      <w:r w:rsidRPr="00C27D9F">
        <w:rPr>
          <w:cs/>
        </w:rPr>
        <w:t>-</w:t>
      </w:r>
      <w:r w:rsidRPr="00C27D9F">
        <w:rPr>
          <w:rFonts w:hint="cs"/>
          <w:cs/>
        </w:rPr>
        <w:t>ฮาดีษ</w:t>
      </w:r>
      <w:r w:rsidRPr="00C27D9F">
        <w:rPr>
          <w:cs/>
        </w:rPr>
        <w:t>)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แนวทางที่สอง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การพิจารณาความเป็นอยู่อย่างแท้จริง</w:t>
      </w:r>
    </w:p>
    <w:p w:rsidR="005724C1" w:rsidRDefault="00C27D9F" w:rsidP="0086013A">
      <w:pPr>
        <w:pStyle w:val="libNormal"/>
        <w:ind w:firstLine="0"/>
      </w:pPr>
      <w:r w:rsidRPr="00C27D9F">
        <w:rPr>
          <w:rFonts w:hint="cs"/>
          <w:cs/>
        </w:rPr>
        <w:t>ของบรรดาปัจเจกบุคคลผู้ซึ่งสร้างสมแนวทางตามแบบอย่างอันล้ำเลิศแห่งคัมภีร์อัลกุรอานและอิสลามมิใช่ที่อุปโลก</w:t>
      </w:r>
      <w:r w:rsidR="0086013A">
        <w:rPr>
          <w:rFonts w:hint="cs"/>
          <w:cs/>
        </w:rPr>
        <w:t>น์</w:t>
      </w:r>
      <w:r w:rsidRPr="00C27D9F">
        <w:rPr>
          <w:rFonts w:hint="cs"/>
          <w:cs/>
        </w:rPr>
        <w:t>ขึ้นมาเองหรือตามความนึกฝันแต่เป็นความจริงแท้และบุคคลิกภาพตามความเป็นจริงซึ่งดำรงอยู่</w:t>
      </w:r>
    </w:p>
    <w:p w:rsidR="005724C1" w:rsidRDefault="00C27D9F" w:rsidP="00F50176">
      <w:pPr>
        <w:pStyle w:val="libNormal"/>
        <w:ind w:firstLine="0"/>
      </w:pPr>
      <w:r w:rsidRPr="00C27D9F">
        <w:rPr>
          <w:rFonts w:hint="cs"/>
          <w:cs/>
        </w:rPr>
        <w:t>อย่างหลากหลายในขั้นตอนต่างๆของความสมบูรณ์ที่ระดับอันสูงส่งของมันหรือแม้แต่</w:t>
      </w:r>
      <w:r w:rsidR="001E79BD">
        <w:rPr>
          <w:rFonts w:hint="cs"/>
          <w:cs/>
        </w:rPr>
        <w:t xml:space="preserve"> </w:t>
      </w:r>
      <w:r w:rsidR="000F58FA" w:rsidRPr="00C27D9F">
        <w:rPr>
          <w:rFonts w:hint="cs"/>
          <w:cs/>
        </w:rPr>
        <w:t>ณ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ขั้นตอนอันแสนต่ำต้อยบอบบางก็ตาม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ท</w:t>
      </w:r>
      <w:r w:rsidR="0086013A">
        <w:rPr>
          <w:rFonts w:hint="cs"/>
          <w:cs/>
        </w:rPr>
        <w:t>ี่</w:t>
      </w:r>
      <w:r w:rsidRPr="00C27D9F">
        <w:rPr>
          <w:rFonts w:hint="cs"/>
          <w:cs/>
        </w:rPr>
        <w:t>ท่า</w:t>
      </w:r>
      <w:r w:rsidR="001E79BD">
        <w:rPr>
          <w:rFonts w:hint="cs"/>
          <w:cs/>
        </w:rPr>
        <w:t>น</w:t>
      </w:r>
      <w:r w:rsidRPr="00C27D9F">
        <w:rPr>
          <w:rFonts w:hint="cs"/>
          <w:cs/>
        </w:rPr>
        <w:t>ศาสดามุฮัมหมัด</w:t>
      </w:r>
      <w:r w:rsidR="005724C1">
        <w:rPr>
          <w:rFonts w:hint="cs"/>
          <w:cs/>
        </w:rPr>
        <w:t xml:space="preserve"> </w:t>
      </w:r>
      <w:r w:rsidR="00F50176">
        <w:rPr>
          <w:rFonts w:hint="cs"/>
          <w:cs/>
        </w:rPr>
        <w:t xml:space="preserve">(ซ.ล) </w:t>
      </w:r>
      <w:r w:rsidRPr="00C27D9F">
        <w:rPr>
          <w:rFonts w:hint="cs"/>
          <w:cs/>
        </w:rPr>
        <w:t>ผู้ทรงเกียรติ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คือแบบอย่างแห่งมนุษย์ผู้สมบูรณ์ในอิสลาม</w:t>
      </w:r>
    </w:p>
    <w:p w:rsidR="005724C1" w:rsidRDefault="0086013A" w:rsidP="005724C1">
      <w:pPr>
        <w:pStyle w:val="libNormal"/>
        <w:ind w:firstLine="0"/>
      </w:pPr>
      <w:r>
        <w:rPr>
          <w:rFonts w:hint="cs"/>
          <w:cs/>
        </w:rPr>
        <w:t xml:space="preserve"> </w:t>
      </w:r>
      <w:r w:rsidR="001E79BD">
        <w:rPr>
          <w:rFonts w:hint="cs"/>
          <w:cs/>
        </w:rPr>
        <w:t>และ</w:t>
      </w:r>
      <w:r w:rsidR="00C27D9F" w:rsidRPr="00C27D9F">
        <w:rPr>
          <w:rFonts w:hint="cs"/>
          <w:cs/>
        </w:rPr>
        <w:t>อิมามอาลี</w:t>
      </w:r>
      <w:r w:rsidR="005724C1">
        <w:rPr>
          <w:rFonts w:hint="cs"/>
          <w:cs/>
        </w:rPr>
        <w:t xml:space="preserve"> 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5724C1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ก็คือ</w:t>
      </w:r>
      <w:r w:rsidR="001E79BD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อีกแบบอย่างหนึ่งการรู้จักมนุษย์ผู้สมบูรณ์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หมายความว่า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การรู้จักท่านอย่างละเอียดถี่ถ้วนมิใช่รู้จักเพียงแต่ชื่อการสืบตระกูลหรือหลักฐานการแสดงตัว</w:t>
      </w:r>
      <w:r w:rsidR="00F50176">
        <w:rPr>
          <w:rFonts w:hint="cs"/>
          <w:cs/>
        </w:rPr>
        <w:t xml:space="preserve"> 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บัตรประชาชน</w:t>
      </w:r>
      <w:r w:rsidR="00C27D9F" w:rsidRPr="00C27D9F">
        <w:rPr>
          <w:cs/>
        </w:rPr>
        <w:t>)</w:t>
      </w:r>
      <w:r w:rsidR="00F50176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ของท่านเพียงเท่านั้น</w:t>
      </w:r>
    </w:p>
    <w:p w:rsidR="00F50176" w:rsidRDefault="0086013A" w:rsidP="005724C1">
      <w:pPr>
        <w:pStyle w:val="libNormal"/>
        <w:ind w:firstLine="0"/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บางทีเราอาจจะรู้จักท่านดังนี้</w:t>
      </w:r>
      <w:r>
        <w:rPr>
          <w:rFonts w:hint="cs"/>
          <w:cs/>
        </w:rPr>
        <w:t xml:space="preserve"> เช่น</w:t>
      </w:r>
      <w:r w:rsidR="001E79BD">
        <w:rPr>
          <w:rFonts w:hint="cs"/>
          <w:cs/>
        </w:rPr>
        <w:t xml:space="preserve"> </w:t>
      </w:r>
      <w:r>
        <w:rPr>
          <w:rFonts w:hint="cs"/>
          <w:cs/>
        </w:rPr>
        <w:t>อาลี</w:t>
      </w:r>
      <w:r w:rsidR="005724C1">
        <w:rPr>
          <w:rFonts w:hint="cs"/>
          <w:cs/>
        </w:rPr>
        <w:t xml:space="preserve"> </w:t>
      </w:r>
      <w:r>
        <w:rPr>
          <w:rFonts w:hint="cs"/>
          <w:cs/>
        </w:rPr>
        <w:t>คือ บุ</w:t>
      </w:r>
      <w:r w:rsidR="00C27D9F" w:rsidRPr="00C27D9F">
        <w:rPr>
          <w:rFonts w:hint="cs"/>
          <w:cs/>
        </w:rPr>
        <w:t>ตรของอบูฏอลิบและเป็นหลา</w:t>
      </w:r>
      <w:r>
        <w:rPr>
          <w:rFonts w:hint="cs"/>
          <w:cs/>
        </w:rPr>
        <w:t>น</w:t>
      </w:r>
      <w:r w:rsidR="00C27D9F" w:rsidRPr="00C27D9F">
        <w:rPr>
          <w:rFonts w:hint="cs"/>
          <w:cs/>
        </w:rPr>
        <w:t>ชายของอับดุลมุฏฏอลิบและมารดาของท่านคือ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ฟาติมะฮฺบุตรีของ</w:t>
      </w:r>
    </w:p>
    <w:p w:rsidR="001E79BD" w:rsidRPr="005724C1" w:rsidRDefault="00C27D9F" w:rsidP="00185438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อะ</w:t>
      </w:r>
      <w:r w:rsidR="00185438">
        <w:rPr>
          <w:rFonts w:hint="cs"/>
          <w:cs/>
        </w:rPr>
        <w:t>ซั</w:t>
      </w:r>
      <w:r w:rsidRPr="00C27D9F">
        <w:rPr>
          <w:rFonts w:hint="cs"/>
          <w:cs/>
        </w:rPr>
        <w:t>ด</w:t>
      </w:r>
      <w:r w:rsidR="005724C1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และภรรยาของท่านคือ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ฟาติมะฮฺ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ซะฮฺรอ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และเขาเป็นบิดาของ</w:t>
      </w:r>
      <w:r w:rsidR="001E79BD">
        <w:rPr>
          <w:rFonts w:hint="cs"/>
          <w:cs/>
        </w:rPr>
        <w:t>ฮ</w:t>
      </w:r>
      <w:r w:rsidRPr="00C27D9F">
        <w:rPr>
          <w:rFonts w:hint="cs"/>
          <w:cs/>
        </w:rPr>
        <w:t>ะซันและ</w:t>
      </w:r>
      <w:r w:rsidR="001E79BD">
        <w:rPr>
          <w:rFonts w:hint="cs"/>
          <w:cs/>
        </w:rPr>
        <w:t>ฮุ</w:t>
      </w:r>
      <w:r w:rsidRPr="00C27D9F">
        <w:rPr>
          <w:rFonts w:hint="cs"/>
          <w:cs/>
        </w:rPr>
        <w:t>เซน</w:t>
      </w:r>
      <w:r w:rsidR="001E79BD">
        <w:rPr>
          <w:rFonts w:hint="cs"/>
          <w:cs/>
        </w:rPr>
        <w:t xml:space="preserve"> </w:t>
      </w:r>
      <w:r w:rsidRPr="00C27D9F">
        <w:rPr>
          <w:rFonts w:hint="cs"/>
          <w:cs/>
        </w:rPr>
        <w:t>กับวันเดือนปีที่ท่านเกิดและเสียชีวิตและสนามรบใดๆที่ท่านได้ทำการต่อสู้และอื่นๆ</w:t>
      </w:r>
      <w:r w:rsidR="00F50176">
        <w:rPr>
          <w:rFonts w:hint="cs"/>
          <w:cs/>
        </w:rPr>
        <w:t xml:space="preserve"> </w:t>
      </w:r>
      <w:r w:rsidR="0086013A">
        <w:rPr>
          <w:rFonts w:hint="cs"/>
          <w:cs/>
        </w:rPr>
        <w:t xml:space="preserve"> </w:t>
      </w:r>
      <w:r w:rsidRPr="00C27D9F">
        <w:rPr>
          <w:rFonts w:hint="cs"/>
          <w:cs/>
        </w:rPr>
        <w:t>ฯลฯ</w:t>
      </w:r>
    </w:p>
    <w:p w:rsidR="0086013A" w:rsidRPr="005724C1" w:rsidRDefault="0086013A" w:rsidP="005724C1">
      <w:pPr>
        <w:pStyle w:val="libNormal"/>
        <w:ind w:firstLine="0"/>
        <w:rPr>
          <w:rFonts w:cs="Times New Roman"/>
          <w:rtl/>
          <w:cs/>
          <w:lang w:bidi="ar-SA"/>
        </w:rPr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ต่ว่าการรู้จักเช่นนี้เป็นการรู้จักเพียงบัตรประชาชนของท่านเพียงเท่านั้นและหาได้เกี่ยวกับท่านในฐานะที่เป็นมนุษย์ผู้สมบูรณ์</w:t>
      </w:r>
      <w:r w:rsidR="005724C1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ไม่การยอมรับอาลี</w:t>
      </w:r>
      <w:r w:rsidR="005724C1">
        <w:rPr>
          <w:rFonts w:hint="cs"/>
          <w:cs/>
        </w:rPr>
        <w:t xml:space="preserve"> 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หมายถึง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ารรู้จักบุคลิกลักษณะของท่านมากไปกว่าการรู้จักตัวตนของท่านถึงขั้นที่เราได้ทำความคุ้นเคยกับบุคลิกภาพทั้งหมดของท่านในฐานะมนุษย์ผู้สมบูรณ์แห่งอิสลามและ</w:t>
      </w:r>
      <w:r>
        <w:rPr>
          <w:rFonts w:hint="cs"/>
          <w:cs/>
        </w:rPr>
        <w:t>จน</w:t>
      </w:r>
      <w:r w:rsidR="00C27D9F" w:rsidRPr="00C27D9F">
        <w:rPr>
          <w:rFonts w:hint="cs"/>
          <w:cs/>
        </w:rPr>
        <w:t>กระทั่งถึงขั้นที่เราได้เอาท่านมาเป็นแบบอย่างที่ดีและยอมรับท่านอย่างแม้จริงมิใช่ตามตัวอักษร</w:t>
      </w:r>
    </w:p>
    <w:p w:rsidR="0086013A" w:rsidRDefault="0086013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007EAA" w:rsidRDefault="00AB45FB" w:rsidP="00007EAA">
      <w:pPr>
        <w:pStyle w:val="Heading1"/>
        <w:jc w:val="center"/>
        <w:rPr>
          <w:rFonts w:cs="Cordia New"/>
          <w:szCs w:val="40"/>
        </w:rPr>
      </w:pPr>
      <w:bookmarkStart w:id="42" w:name="_Toc442605881"/>
      <w:bookmarkStart w:id="43" w:name="_Toc442605998"/>
      <w:r w:rsidRPr="00007EAA">
        <w:rPr>
          <w:rFonts w:cs="Cordia New" w:hint="cs"/>
          <w:szCs w:val="40"/>
          <w:cs/>
        </w:rPr>
        <w:lastRenderedPageBreak/>
        <w:t>ความแตกต่างของคำว่า “สำเร็จ” กับ “สมบูรณ์</w:t>
      </w:r>
      <w:bookmarkEnd w:id="42"/>
      <w:bookmarkEnd w:id="43"/>
    </w:p>
    <w:p w:rsidR="00AB45FB" w:rsidRPr="00AB45FB" w:rsidRDefault="00AB45FB" w:rsidP="0086013A">
      <w:pPr>
        <w:pStyle w:val="libNormal"/>
        <w:rPr>
          <w:szCs w:val="40"/>
        </w:rPr>
      </w:pPr>
    </w:p>
    <w:p w:rsidR="00277447" w:rsidRPr="00185438" w:rsidRDefault="00C27D9F" w:rsidP="00185438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แต่ในฐานะผู้นำและอิมามของเรา</w:t>
      </w:r>
      <w:r w:rsidR="00D73F56">
        <w:t xml:space="preserve"> </w:t>
      </w:r>
      <w:r w:rsidRPr="00C27D9F">
        <w:rPr>
          <w:rFonts w:hint="cs"/>
          <w:cs/>
        </w:rPr>
        <w:t>เมื่อเราปฏิบัติตามและเอาเยี่ยงอย่างท่านและเราก็จะเป็นชีอะฮฺ</w:t>
      </w:r>
      <w:r w:rsidR="00D73F56">
        <w:t xml:space="preserve"> </w:t>
      </w:r>
      <w:r w:rsidRPr="00C27D9F">
        <w:rPr>
          <w:rFonts w:hint="cs"/>
          <w:cs/>
        </w:rPr>
        <w:t>ผู้ปฏิบัติตามมนุษย์นั้น</w:t>
      </w:r>
      <w:r w:rsidR="00D73F56">
        <w:t xml:space="preserve"> </w:t>
      </w:r>
      <w:r w:rsidR="00D73F56">
        <w:rPr>
          <w:rFonts w:hint="cs"/>
          <w:cs/>
        </w:rPr>
        <w:t>ชี</w:t>
      </w:r>
      <w:r w:rsidRPr="00C27D9F">
        <w:rPr>
          <w:rFonts w:hint="cs"/>
          <w:cs/>
        </w:rPr>
        <w:t>อะฮฺ</w:t>
      </w:r>
      <w:r w:rsidR="00185438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185438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บุคคลผู้ซึ่งร่วมแนวทางของอาลี</w:t>
      </w:r>
      <w:r w:rsidR="00185438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185438">
        <w:rPr>
          <w:rFonts w:hint="cs"/>
          <w:cs/>
        </w:rPr>
        <w:t xml:space="preserve"> </w:t>
      </w:r>
      <w:r w:rsidRPr="00C27D9F">
        <w:rPr>
          <w:rFonts w:hint="cs"/>
          <w:cs/>
        </w:rPr>
        <w:t>มิใช่ด้วยเพียงถ้อยคำหรือความรู้สึกทางจิตใจเท่านั้นแต่ด้วยการกระทำโดยเจริญรอยตามท่าน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ตลอดจนการปฏิบัติตามในทางปรัชญาและข้อกำหนดในทางการศึกษาวิชาการทั้งหลายอย่างล้ำลึก</w:t>
      </w:r>
      <w:r w:rsidR="00277447">
        <w:rPr>
          <w:rFonts w:hint="cs"/>
          <w:cs/>
        </w:rPr>
        <w:t xml:space="preserve"> </w:t>
      </w:r>
    </w:p>
    <w:p w:rsidR="00AB45FB" w:rsidRDefault="00C27D9F" w:rsidP="00AB45FB">
      <w:pPr>
        <w:pStyle w:val="libNormal"/>
        <w:ind w:firstLine="0"/>
      </w:pPr>
      <w:r w:rsidRPr="00C27D9F">
        <w:rPr>
          <w:rFonts w:hint="cs"/>
          <w:cs/>
        </w:rPr>
        <w:t>แนวทางทั้งสองในการรู้จักมนุษย์ผู้สมบูรณ์นี้มิใช่จะเป็นเพียงแต่ประโยชน์ในทางทฤษฎีเท่านั้น</w:t>
      </w:r>
      <w:r w:rsidR="00185438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เราจะต้องให้ความรู้ดังกล่าวนี้เพื่อที่จะปฏิบัติตามแนวทางทั้งหลายที่เปิดเผยโดยอิสลามในอันที่จะได้มาเป็นมุสลิมที่แท้จริงและทำให้เป็นสังคมอิสลามอย่างเที่ยงแท้ด้วยแนวทางเช่นนี้ได้ถูกแสดงออกมาอย่างเปิดเผยและผลลัพธ์ก็ได้ถูกอรรถาธิบายมาแล้ว</w:t>
      </w:r>
      <w:r w:rsidR="00185438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คำถามก็ได้เกิดขึ้นเกี่ยวกับความหมายของความสมบูรณ์บางสิ่งบางอย่างอาจจะดูประหนึ่งว่าแจ่มชัดแต่สิ่งทั้งหลายที่แสดงออกโดยชัดแจ้ง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บางครั้งก็ยากที่จะอธิบายยิ่งไปกว่าเรื่องราวทั้งหลายที่ลำบากสับสนเสียอีก</w:t>
      </w:r>
    </w:p>
    <w:p w:rsidR="00C27D9F" w:rsidRPr="00C27D9F" w:rsidRDefault="00C27D9F" w:rsidP="00AB45F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ในภาษาอาหรับคำสองคำที่มีความหมายว่า</w:t>
      </w:r>
      <w:r w:rsidR="00AB45FB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สมบูรณ์</w:t>
      </w:r>
      <w:r w:rsidR="00AB45FB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และคำว่า</w:t>
      </w:r>
      <w:r w:rsidRPr="00C27D9F">
        <w:rPr>
          <w:cs/>
        </w:rPr>
        <w:t xml:space="preserve"> </w:t>
      </w:r>
      <w:r w:rsidR="00AB45FB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สำเร็จ</w:t>
      </w:r>
      <w:r w:rsidR="00AB45FB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เป็นคำที่มีความหมายใกล้เคียงซึ่งกันและกันแต่ก็มิได้ถูกต้องคล้ายคลึง</w:t>
      </w:r>
    </w:p>
    <w:p w:rsidR="00C27D9F" w:rsidRPr="00C27D9F" w:rsidRDefault="00C27D9F" w:rsidP="00AB45F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แน่นอนเสียทีเดียวในความหมายและคำทั้งสองมีความตรงกันข้ามในความหมายของข้อบกพร่อง</w:t>
      </w:r>
    </w:p>
    <w:p w:rsidR="00D73F56" w:rsidRDefault="00C27D9F" w:rsidP="00AB45FB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ความแตกต่างในระหว่างคำทั้งสองมีดังนี้</w:t>
      </w:r>
      <w:r w:rsidR="00AB45FB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คำว่า</w:t>
      </w:r>
      <w:r w:rsidR="00AB45FB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สำเร็จ</w:t>
      </w:r>
      <w:r w:rsidR="00AB45FB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บ่งบอกถึงสิ่งใดสิ่งหนึ่งซึ่งได้มีการจัดเตรียมไว้ตามแผนงาน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เช่น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บ้านหลังหนึ่งหรือมัสยิด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ถ้าหากว่าส่วนหนึ่งของมันไม่เสร็จสิ้นมันเป็นความไม่สมบูรณ์หรือขาดตกบกพร่อง</w:t>
      </w:r>
    </w:p>
    <w:p w:rsidR="00D73F56" w:rsidRDefault="00D73F56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AB45FB" w:rsidRDefault="00AB45FB" w:rsidP="00D73F56">
      <w:pPr>
        <w:pStyle w:val="libNormal"/>
      </w:pPr>
    </w:p>
    <w:p w:rsidR="00AB45FB" w:rsidRDefault="00D73F56" w:rsidP="00AB45FB">
      <w:pPr>
        <w:pStyle w:val="libNormal"/>
        <w:rPr>
          <w:rFonts w:cs="Cordia New"/>
          <w:szCs w:val="40"/>
        </w:rPr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แต่บางอย่างอาจจะสำเร็จและจนบัดนี้ในข้อนั้นอาจจะคงอยู่ว่า</w:t>
      </w:r>
    </w:p>
    <w:p w:rsidR="00D73F56" w:rsidRPr="00AB45FB" w:rsidRDefault="00C27D9F" w:rsidP="00AB45FB">
      <w:pPr>
        <w:pStyle w:val="libNormal"/>
        <w:ind w:firstLine="0"/>
        <w:rPr>
          <w:rFonts w:cs="Times New Roman"/>
          <w:rtl/>
          <w:cs/>
          <w:lang w:bidi="ar-SA"/>
        </w:rPr>
      </w:pPr>
      <w:r w:rsidRPr="00C27D9F">
        <w:rPr>
          <w:rFonts w:hint="cs"/>
          <w:cs/>
        </w:rPr>
        <w:t>ความสมบูรณ์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ความสำเร็จ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ความเจริญก้าวหน้าตามแนบราบไปยังจุดสูงสุดของการพัฒนา</w:t>
      </w:r>
    </w:p>
    <w:p w:rsidR="00D73F56" w:rsidRDefault="00C27D9F" w:rsidP="00AB45FB">
      <w:pPr>
        <w:pStyle w:val="libNormal"/>
        <w:ind w:firstLine="0"/>
      </w:pPr>
      <w:r w:rsidRPr="00C27D9F">
        <w:rPr>
          <w:rFonts w:hint="cs"/>
          <w:cs/>
        </w:rPr>
        <w:t>ส่วนความสมบูรณ์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D73F56">
        <w:rPr>
          <w:rFonts w:hint="cs"/>
          <w:cs/>
        </w:rPr>
        <w:t xml:space="preserve"> </w:t>
      </w:r>
      <w:r w:rsidR="00AB45FB">
        <w:rPr>
          <w:rFonts w:hint="cs"/>
          <w:cs/>
        </w:rPr>
        <w:t>แนวตั้งฉากที่ได้ขึ้</w:t>
      </w:r>
      <w:r w:rsidRPr="00C27D9F">
        <w:rPr>
          <w:rFonts w:hint="cs"/>
          <w:cs/>
        </w:rPr>
        <w:t>นไปสู่ระดับขั้นสูงสุดอย่างเป็นไปได้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เราพูดถึงความสมบูรณ์วิทยปัญญาหรือความรู้ก็จะอ้างอิงไปถึงระดับขั้นอันสูงส่งของความรู้และวิทยปัญญาที่มีอยู่ก่อนแล้ว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มนุษย์คนหนึ่งอาจจะสำเร็จในความรู้ตามแนวราบโดยปราศจา</w:t>
      </w:r>
      <w:r w:rsidR="00AB45FB">
        <w:rPr>
          <w:rFonts w:hint="cs"/>
          <w:cs/>
        </w:rPr>
        <w:t>ก</w:t>
      </w:r>
      <w:r w:rsidRPr="00C27D9F">
        <w:rPr>
          <w:rFonts w:hint="cs"/>
          <w:cs/>
        </w:rPr>
        <w:t>การเป็นผู้สมบูรณ์ไปตามแนวตั้งฉากซึ่งมีผู้คนเป็นผู้สำเร็จเพียงครึ่งเดียวหรือแม้น้อยนิด</w:t>
      </w:r>
      <w:r w:rsidR="00AB45FB">
        <w:rPr>
          <w:rFonts w:hint="cs"/>
          <w:cs/>
        </w:rPr>
        <w:t xml:space="preserve"> </w:t>
      </w:r>
      <w:r w:rsidRPr="00C27D9F">
        <w:rPr>
          <w:rFonts w:hint="cs"/>
          <w:cs/>
        </w:rPr>
        <w:t>ยิ่งไปกว่านั้น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แต่เมื่อบรรลุถึงการทำให้สมบูรณ์แล้วยังคงมีระดับสูง</w:t>
      </w:r>
      <w:r w:rsidR="00D73F56">
        <w:rPr>
          <w:rFonts w:hint="cs"/>
          <w:cs/>
        </w:rPr>
        <w:t>ส่งหลายระดับของความสมบูรณ์ กระทั่</w:t>
      </w:r>
      <w:r w:rsidRPr="00C27D9F">
        <w:rPr>
          <w:rFonts w:hint="cs"/>
          <w:cs/>
        </w:rPr>
        <w:t>งถึงสภาพสมบูรณ์ที่ดีเลิที่สุด</w:t>
      </w:r>
    </w:p>
    <w:p w:rsidR="00AB45FB" w:rsidRDefault="00AB45FB" w:rsidP="00AB45FB">
      <w:pPr>
        <w:pStyle w:val="libNormal"/>
        <w:ind w:firstLine="0"/>
      </w:pPr>
    </w:p>
    <w:p w:rsidR="00AB45FB" w:rsidRPr="00007EAA" w:rsidRDefault="00AB45FB" w:rsidP="00007EAA">
      <w:pPr>
        <w:pStyle w:val="Heading1"/>
        <w:jc w:val="center"/>
        <w:rPr>
          <w:rFonts w:cs="Cordia New"/>
          <w:szCs w:val="40"/>
        </w:rPr>
      </w:pPr>
      <w:bookmarkStart w:id="44" w:name="_Toc442605882"/>
      <w:bookmarkStart w:id="45" w:name="_Toc442605999"/>
      <w:r w:rsidRPr="00007EAA">
        <w:rPr>
          <w:rFonts w:cs="Cordia New" w:hint="cs"/>
          <w:szCs w:val="40"/>
          <w:cs/>
        </w:rPr>
        <w:t>การ</w:t>
      </w:r>
      <w:r w:rsidR="00076305" w:rsidRPr="00007EAA">
        <w:rPr>
          <w:rFonts w:cs="Cordia New" w:hint="cs"/>
          <w:szCs w:val="40"/>
          <w:cs/>
        </w:rPr>
        <w:t>ใช้ศัพท์ของคำว่า “</w:t>
      </w:r>
      <w:r w:rsidRPr="00007EAA">
        <w:rPr>
          <w:rFonts w:cs="Cordia New" w:hint="cs"/>
          <w:szCs w:val="40"/>
          <w:cs/>
        </w:rPr>
        <w:t>มนุษย์ผู้สมบูรณ์</w:t>
      </w:r>
      <w:r w:rsidR="00076305" w:rsidRPr="00007EAA">
        <w:rPr>
          <w:rFonts w:cs="Cordia New" w:hint="cs"/>
          <w:szCs w:val="40"/>
          <w:cs/>
        </w:rPr>
        <w:t>”</w:t>
      </w:r>
      <w:bookmarkEnd w:id="44"/>
      <w:bookmarkEnd w:id="45"/>
    </w:p>
    <w:p w:rsidR="00AB45FB" w:rsidRDefault="00AB45FB" w:rsidP="00AB45FB">
      <w:pPr>
        <w:pStyle w:val="Heading1Center"/>
      </w:pPr>
    </w:p>
    <w:p w:rsidR="00AB45FB" w:rsidRDefault="00C27D9F" w:rsidP="00AB45FB">
      <w:pPr>
        <w:pStyle w:val="libNormal"/>
        <w:ind w:firstLine="0"/>
      </w:pPr>
      <w:r w:rsidRPr="00C27D9F">
        <w:rPr>
          <w:rFonts w:hint="cs"/>
          <w:cs/>
        </w:rPr>
        <w:t>คำว่า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สมบูรณ์นี้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มิได้มีอยู่ในอักษรศาสตร์อิสลามจนกระทั่งถึงศตวรรษที่เจ็ดของฮิจเราะฮ์ศักราช</w:t>
      </w:r>
      <w:r w:rsidR="00D73F56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ปัจจุบันที่ใช้กันมา</w:t>
      </w:r>
      <w:r w:rsidR="00AB45FB">
        <w:rPr>
          <w:rFonts w:hint="cs"/>
          <w:cs/>
        </w:rPr>
        <w:t>ก</w:t>
      </w:r>
      <w:r w:rsidRPr="00C27D9F">
        <w:rPr>
          <w:rFonts w:hint="cs"/>
          <w:cs/>
        </w:rPr>
        <w:t>ในแถบประเทศยุโรป</w:t>
      </w:r>
      <w:r w:rsidR="00AB45FB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แต่ได้มีการใช้เป็นครั้งแรกในโลกอิสลามโดย</w:t>
      </w:r>
      <w:r w:rsidR="00AB45FB">
        <w:rPr>
          <w:rFonts w:hint="cs"/>
          <w:cs/>
        </w:rPr>
        <w:t xml:space="preserve"> </w:t>
      </w:r>
      <w:r w:rsidRPr="00C27D9F">
        <w:rPr>
          <w:rFonts w:hint="cs"/>
          <w:cs/>
        </w:rPr>
        <w:t>อะรีฟผู้มีชื่อเสียง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ท่านมุฮฺยิดดีน</w:t>
      </w:r>
      <w:r w:rsidR="00D73F56">
        <w:rPr>
          <w:rFonts w:hint="cs"/>
          <w:cs/>
        </w:rPr>
        <w:t xml:space="preserve"> </w:t>
      </w:r>
    </w:p>
    <w:p w:rsidR="00AB45FB" w:rsidRDefault="00C27D9F" w:rsidP="00AB45FB">
      <w:pPr>
        <w:pStyle w:val="libNormal"/>
        <w:ind w:firstLine="0"/>
      </w:pPr>
      <w:r w:rsidRPr="00C27D9F">
        <w:rPr>
          <w:rFonts w:hint="cs"/>
          <w:cs/>
        </w:rPr>
        <w:t>อารอบี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อันดา</w:t>
      </w:r>
      <w:r w:rsidR="00AB45FB">
        <w:rPr>
          <w:rFonts w:hint="cs"/>
          <w:cs/>
        </w:rPr>
        <w:t>ลูซีย์</w:t>
      </w:r>
      <w:r w:rsidR="00D73F56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ผู้ซึ่งเป็นบิดาแห่งวิชาอิรฟานอิสลามและบรรดาอะรีฟอิสลามอีกหลายท่าน</w:t>
      </w:r>
      <w:r w:rsidR="00AB45FB">
        <w:rPr>
          <w:rFonts w:hint="cs"/>
          <w:cs/>
        </w:rPr>
        <w:t xml:space="preserve"> </w:t>
      </w:r>
      <w:r w:rsidRPr="00C27D9F">
        <w:rPr>
          <w:rFonts w:hint="cs"/>
          <w:cs/>
        </w:rPr>
        <w:t>รวมทั้งบรร</w:t>
      </w:r>
      <w:r w:rsidR="00AB45FB">
        <w:rPr>
          <w:rFonts w:hint="cs"/>
          <w:cs/>
        </w:rPr>
        <w:t>ดาผู้รู้ชาวอิหร่านที่พูดภาษาฟาร</w:t>
      </w:r>
      <w:r w:rsidRPr="00C27D9F">
        <w:rPr>
          <w:rFonts w:hint="cs"/>
          <w:cs/>
        </w:rPr>
        <w:t>ซี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แม้กระทั่ง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เมาลาวี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ผู้ซึ่งเคยเป็นสานุศิษ</w:t>
      </w:r>
      <w:r w:rsidR="00454C85">
        <w:rPr>
          <w:rFonts w:hint="cs"/>
          <w:cs/>
        </w:rPr>
        <w:t>ย์</w:t>
      </w:r>
      <w:r w:rsidRPr="00C27D9F">
        <w:rPr>
          <w:rFonts w:hint="cs"/>
          <w:cs/>
        </w:rPr>
        <w:t>ของท่านมาแล้ว</w:t>
      </w:r>
      <w:r w:rsidR="00AB45FB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ความยิ่งใหญ่ปราดเปรื่องของเมาลาวีจะด้อยลงทันที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ถ้าจะนำมาเปรียบเทียบกับมุฮฺยิดดีนในทางวิชาอิรฟาน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เขาเป็นคนสัญชาติอาหรับและเป็นผู้สืบสกุลของ</w:t>
      </w:r>
    </w:p>
    <w:p w:rsidR="00076305" w:rsidRDefault="00C27D9F" w:rsidP="00AB45FB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ฮาตัมตาอีแห่งอันดาลูเซีย</w:t>
      </w:r>
      <w:r w:rsidR="00AF07A4">
        <w:rPr>
          <w:rFonts w:hint="cs"/>
          <w:cs/>
        </w:rPr>
        <w:t>(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ซึ่งก็คือประเทศสเปนในปัจจุบัน</w:t>
      </w:r>
      <w:r w:rsidR="00454C85">
        <w:rPr>
          <w:rFonts w:hint="cs"/>
          <w:cs/>
        </w:rPr>
        <w:t xml:space="preserve"> </w:t>
      </w:r>
      <w:r w:rsidR="00AF07A4">
        <w:rPr>
          <w:rFonts w:hint="cs"/>
          <w:cs/>
        </w:rPr>
        <w:t>)</w:t>
      </w:r>
    </w:p>
    <w:p w:rsidR="00076305" w:rsidRDefault="0007630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724C1" w:rsidRDefault="005724C1" w:rsidP="00076305">
      <w:pPr>
        <w:pStyle w:val="libNormal"/>
        <w:ind w:firstLine="0"/>
      </w:pPr>
    </w:p>
    <w:p w:rsidR="00454C85" w:rsidRDefault="00C27D9F" w:rsidP="00076305">
      <w:pPr>
        <w:pStyle w:val="libNormal"/>
        <w:ind w:firstLine="0"/>
      </w:pPr>
      <w:r w:rsidRPr="00C27D9F">
        <w:rPr>
          <w:rFonts w:hint="cs"/>
          <w:cs/>
        </w:rPr>
        <w:t>เขาได้เดินทางไปตามประเทศอิสลามหลายประเทศและ</w:t>
      </w:r>
      <w:r w:rsidR="00076305">
        <w:rPr>
          <w:rFonts w:hint="cs"/>
          <w:cs/>
        </w:rPr>
        <w:t>เสีย</w:t>
      </w:r>
      <w:r w:rsidRPr="00C27D9F">
        <w:rPr>
          <w:rFonts w:hint="cs"/>
          <w:cs/>
        </w:rPr>
        <w:t>ชีวิตที่ดามัสกัสซึ่งเป็นสถานที่ฝังศพของเขา</w:t>
      </w:r>
    </w:p>
    <w:p w:rsidR="005724C1" w:rsidRDefault="00C27D9F" w:rsidP="00AF07A4">
      <w:pPr>
        <w:pStyle w:val="libNormal"/>
        <w:ind w:firstLine="0"/>
      </w:pPr>
      <w:r w:rsidRPr="00C27D9F">
        <w:rPr>
          <w:rFonts w:hint="cs"/>
          <w:cs/>
        </w:rPr>
        <w:t>เขามีลูกศิษย์อยู่คนหนึ่งชื่อว่า</w:t>
      </w:r>
      <w:r w:rsidR="00076305">
        <w:rPr>
          <w:rFonts w:cs="Cordia New" w:hint="cs"/>
          <w:szCs w:val="40"/>
          <w:cs/>
        </w:rPr>
        <w:t xml:space="preserve"> “</w:t>
      </w:r>
      <w:r w:rsidR="00454C85">
        <w:rPr>
          <w:rFonts w:hint="cs"/>
          <w:cs/>
        </w:rPr>
        <w:t>ศ็อ</w:t>
      </w:r>
      <w:r w:rsidRPr="00C27D9F">
        <w:rPr>
          <w:rFonts w:hint="cs"/>
          <w:cs/>
        </w:rPr>
        <w:t>ดรุดดีน</w:t>
      </w:r>
      <w:r w:rsidR="00AF07A4">
        <w:rPr>
          <w:rFonts w:hint="cs"/>
          <w:cs/>
        </w:rPr>
        <w:t xml:space="preserve"> กูนะวี</w:t>
      </w:r>
      <w:r w:rsidR="00076305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เป็นผู้ที่มีความสามารถ</w:t>
      </w:r>
      <w:r w:rsidR="00076305">
        <w:rPr>
          <w:rFonts w:hint="cs"/>
          <w:cs/>
        </w:rPr>
        <w:t xml:space="preserve"> </w:t>
      </w:r>
      <w:r w:rsidRPr="00C27D9F">
        <w:rPr>
          <w:rFonts w:hint="cs"/>
          <w:cs/>
        </w:rPr>
        <w:t>รองลงมาจาก</w:t>
      </w:r>
      <w:r w:rsidR="00AF07A4">
        <w:rPr>
          <w:rFonts w:hint="cs"/>
          <w:cs/>
        </w:rPr>
        <w:t>อาจารย์</w:t>
      </w:r>
      <w:r w:rsidRPr="00C27D9F">
        <w:rPr>
          <w:rFonts w:hint="cs"/>
          <w:cs/>
        </w:rPr>
        <w:t>ของเขาในฐานะผู้รู้ทางวิชาอิรฟาน</w:t>
      </w:r>
      <w:r w:rsidR="00076305">
        <w:rPr>
          <w:rFonts w:hint="cs"/>
          <w:cs/>
        </w:rPr>
        <w:t xml:space="preserve"> </w:t>
      </w:r>
      <w:r w:rsidRPr="00C27D9F">
        <w:rPr>
          <w:rFonts w:hint="cs"/>
          <w:cs/>
        </w:rPr>
        <w:t>อิรฟานในอิสลาม</w:t>
      </w:r>
      <w:r w:rsidRPr="00C27D9F">
        <w:rPr>
          <w:cs/>
        </w:rPr>
        <w:t>(</w:t>
      </w:r>
      <w:r w:rsidRPr="00C27D9F">
        <w:rPr>
          <w:rFonts w:hint="cs"/>
          <w:cs/>
        </w:rPr>
        <w:t>ซึ่งเป็นวิชาการที่ลึกลับซับซ้อนอย่างมากนั้น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ได้ถูกจัดให้เป็นรูปแบบของวิชาการ</w:t>
      </w:r>
      <w:r w:rsidR="00AF07A4">
        <w:rPr>
          <w:rFonts w:hint="cs"/>
          <w:cs/>
        </w:rPr>
        <w:t>อย่างสมบูรณ์โดยมุฮฺยิดดินและ</w:t>
      </w:r>
      <w:r w:rsidRPr="00C27D9F">
        <w:rPr>
          <w:rFonts w:hint="cs"/>
          <w:cs/>
        </w:rPr>
        <w:t>สานุศิษย์ของเขา</w:t>
      </w:r>
      <w:r w:rsidRPr="00C27D9F">
        <w:rPr>
          <w:cs/>
        </w:rPr>
        <w:t>(</w:t>
      </w:r>
      <w:r w:rsidR="00454C85">
        <w:rPr>
          <w:rFonts w:hint="cs"/>
          <w:cs/>
        </w:rPr>
        <w:t>ศ็อด</w:t>
      </w:r>
      <w:r w:rsidRPr="00C27D9F">
        <w:rPr>
          <w:rFonts w:hint="cs"/>
          <w:cs/>
        </w:rPr>
        <w:t>รุดดีน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ซึ่งร</w:t>
      </w:r>
      <w:r w:rsidR="00454C85">
        <w:rPr>
          <w:rFonts w:hint="cs"/>
          <w:cs/>
        </w:rPr>
        <w:t>ับเอาความคิดทั้งหลายของมุฮฺยิ</w:t>
      </w:r>
      <w:r w:rsidR="00076305">
        <w:rPr>
          <w:rFonts w:hint="cs"/>
          <w:cs/>
        </w:rPr>
        <w:t>ด</w:t>
      </w:r>
      <w:r w:rsidR="00454C85">
        <w:rPr>
          <w:rFonts w:hint="cs"/>
          <w:cs/>
        </w:rPr>
        <w:t>ดี</w:t>
      </w:r>
      <w:r w:rsidRPr="00C27D9F">
        <w:rPr>
          <w:rFonts w:hint="cs"/>
          <w:cs/>
        </w:rPr>
        <w:t>นโดยผ่านมาทาง</w:t>
      </w:r>
      <w:r w:rsidR="00076305">
        <w:rPr>
          <w:rFonts w:hint="cs"/>
          <w:cs/>
        </w:rPr>
        <w:t>ศ็อด</w:t>
      </w:r>
      <w:r w:rsidRPr="00C27D9F">
        <w:rPr>
          <w:rFonts w:hint="cs"/>
          <w:cs/>
        </w:rPr>
        <w:t>รุดดีน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บุคคลผู้นี้ใช้คำศัพท์ว่า</w:t>
      </w:r>
      <w:r w:rsidR="00454C85">
        <w:rPr>
          <w:rFonts w:hint="cs"/>
          <w:cs/>
        </w:rPr>
        <w:t xml:space="preserve"> </w:t>
      </w:r>
      <w:r w:rsidR="00076305">
        <w:rPr>
          <w:rFonts w:hint="cs"/>
          <w:cs/>
        </w:rPr>
        <w:t>“</w:t>
      </w:r>
      <w:r w:rsidRPr="00C27D9F">
        <w:rPr>
          <w:rFonts w:hint="cs"/>
          <w:cs/>
        </w:rPr>
        <w:t>มนุษย์ผู้สมบูรณ์</w:t>
      </w:r>
      <w:r w:rsidR="00076305">
        <w:rPr>
          <w:rFonts w:hint="cs"/>
          <w:cs/>
        </w:rPr>
        <w:t>”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จากแนวคิดเฉพาะของอิรฟาน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แต่ว่าเรามุ่งหมายที่จะสนทนากันจากทัศนะของอัลกุรอาน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มีมนุษย์อยู่มากมาย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ซึ่งเป็น</w:t>
      </w:r>
    </w:p>
    <w:p w:rsidR="00454C85" w:rsidRPr="00076305" w:rsidRDefault="00C27D9F" w:rsidP="00076305">
      <w:pPr>
        <w:pStyle w:val="libNormal"/>
        <w:ind w:firstLine="0"/>
      </w:pPr>
      <w:r w:rsidRPr="00C27D9F">
        <w:rPr>
          <w:rFonts w:hint="cs"/>
          <w:cs/>
        </w:rPr>
        <w:t>ผู้มีร่างกายปกติหรือพิการ</w:t>
      </w:r>
    </w:p>
    <w:p w:rsidR="00454C85" w:rsidRDefault="00C27D9F" w:rsidP="00454C85">
      <w:pPr>
        <w:pStyle w:val="libNormal"/>
        <w:ind w:firstLine="0"/>
      </w:pPr>
      <w:r w:rsidRPr="00C27D9F">
        <w:rPr>
          <w:rFonts w:hint="cs"/>
          <w:cs/>
        </w:rPr>
        <w:t>แต่ท่านจงอย่าได้พิจารณาในความเป็นผู้มีนัยน์ตาบอดหูหนวกอ่อนเปลี้ยเสียขาหรือความต่ำเตี้ย</w:t>
      </w:r>
      <w:r w:rsidRPr="00C27D9F">
        <w:rPr>
          <w:cs/>
        </w:rPr>
        <w:t>(</w:t>
      </w:r>
      <w:r w:rsidRPr="00C27D9F">
        <w:rPr>
          <w:rFonts w:hint="cs"/>
          <w:cs/>
        </w:rPr>
        <w:t>ของร่างกาย</w:t>
      </w:r>
      <w:r w:rsidRPr="00C27D9F">
        <w:rPr>
          <w:cs/>
        </w:rPr>
        <w:t>)</w:t>
      </w:r>
      <w:r w:rsidRPr="00C27D9F">
        <w:rPr>
          <w:rFonts w:hint="cs"/>
          <w:cs/>
        </w:rPr>
        <w:t>มาเป็นประหนึ่งข้อบกพร่องของคุณ</w:t>
      </w:r>
      <w:r w:rsidR="00076305">
        <w:rPr>
          <w:rFonts w:hint="cs"/>
          <w:cs/>
        </w:rPr>
        <w:t>งาม</w:t>
      </w:r>
      <w:r w:rsidRPr="00C27D9F">
        <w:rPr>
          <w:rFonts w:hint="cs"/>
          <w:cs/>
        </w:rPr>
        <w:t>ความดีแห่งบุค</w:t>
      </w:r>
      <w:r w:rsidR="00454C85">
        <w:rPr>
          <w:rFonts w:hint="cs"/>
          <w:cs/>
        </w:rPr>
        <w:t>ลิ</w:t>
      </w:r>
      <w:r w:rsidRPr="00C27D9F">
        <w:rPr>
          <w:rFonts w:hint="cs"/>
          <w:cs/>
        </w:rPr>
        <w:t>กภาพหรือของความเป็นมนุษย์</w:t>
      </w:r>
    </w:p>
    <w:p w:rsidR="00C27D9F" w:rsidRPr="00C27D9F" w:rsidRDefault="00C27D9F" w:rsidP="00454C85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ดังตัวอย่าง</w:t>
      </w:r>
      <w:r w:rsidR="00076305">
        <w:rPr>
          <w:rFonts w:hint="cs"/>
          <w:cs/>
        </w:rPr>
        <w:t xml:space="preserve"> </w:t>
      </w:r>
      <w:r w:rsidRPr="00C27D9F">
        <w:rPr>
          <w:rFonts w:hint="cs"/>
          <w:cs/>
        </w:rPr>
        <w:t>เช่น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โสเครตีส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ปรัชญาเมธีชาวกรีก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ผู้มีชื่อเสียง</w:t>
      </w:r>
      <w:r w:rsidR="00454C85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ซึ่งบางครั้งถือกันว่าเหมือนดั</w:t>
      </w:r>
      <w:r w:rsidR="00454C85">
        <w:rPr>
          <w:rFonts w:hint="cs"/>
          <w:cs/>
        </w:rPr>
        <w:t>่</w:t>
      </w:r>
      <w:r w:rsidRPr="00C27D9F">
        <w:rPr>
          <w:rFonts w:hint="cs"/>
          <w:cs/>
        </w:rPr>
        <w:t>งศาสดาท่านหนึ่ง</w:t>
      </w:r>
      <w:r w:rsidR="00454C85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เขาเป็นบุคคลที่ขี้เหร่ที่สุดแต่ความไม่สวยงามเช่นนี้ก็มิได้ถือว่าเป็นข้อบกพร่องอย่างหนึ่ง</w:t>
      </w:r>
      <w:r w:rsidRPr="00C27D9F">
        <w:rPr>
          <w:cs/>
        </w:rPr>
        <w:t>(</w:t>
      </w:r>
      <w:r w:rsidRPr="00C27D9F">
        <w:rPr>
          <w:rFonts w:hint="cs"/>
          <w:cs/>
        </w:rPr>
        <w:t>ของเขา</w:t>
      </w:r>
      <w:r w:rsidRPr="00C27D9F">
        <w:rPr>
          <w:cs/>
        </w:rPr>
        <w:t>)</w:t>
      </w:r>
    </w:p>
    <w:p w:rsidR="002B30FB" w:rsidRPr="00076305" w:rsidRDefault="00C27D9F" w:rsidP="00185438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อบุลอะ</w:t>
      </w:r>
      <w:r w:rsidR="002B30FB">
        <w:rPr>
          <w:rFonts w:hint="cs"/>
          <w:cs/>
        </w:rPr>
        <w:t>ล</w:t>
      </w:r>
      <w:r w:rsidRPr="00C27D9F">
        <w:rPr>
          <w:rFonts w:hint="cs"/>
          <w:cs/>
        </w:rPr>
        <w:t>า</w:t>
      </w:r>
      <w:r w:rsidR="002B30FB">
        <w:rPr>
          <w:rFonts w:hint="cs"/>
          <w:cs/>
        </w:rPr>
        <w:t xml:space="preserve"> มุอัรรอ</w:t>
      </w:r>
      <w:r w:rsidR="00076305">
        <w:rPr>
          <w:rFonts w:hint="cs"/>
          <w:cs/>
        </w:rPr>
        <w:t xml:space="preserve"> </w:t>
      </w:r>
      <w:r w:rsidRPr="00C27D9F">
        <w:rPr>
          <w:rFonts w:hint="cs"/>
          <w:cs/>
        </w:rPr>
        <w:t>และฏอฮา</w:t>
      </w:r>
      <w:r w:rsidR="00076305">
        <w:rPr>
          <w:rFonts w:hint="cs"/>
          <w:cs/>
        </w:rPr>
        <w:t xml:space="preserve"> </w:t>
      </w:r>
      <w:r w:rsidRPr="00C27D9F">
        <w:rPr>
          <w:rFonts w:hint="cs"/>
          <w:cs/>
        </w:rPr>
        <w:t>ฮุเ</w:t>
      </w:r>
      <w:r w:rsidR="00076305">
        <w:rPr>
          <w:rFonts w:hint="cs"/>
          <w:cs/>
        </w:rPr>
        <w:t>ซ</w:t>
      </w:r>
      <w:r w:rsidRPr="00C27D9F">
        <w:rPr>
          <w:rFonts w:hint="cs"/>
          <w:cs/>
        </w:rPr>
        <w:t>น</w:t>
      </w:r>
      <w:r w:rsidR="00076305">
        <w:rPr>
          <w:rFonts w:hint="cs"/>
          <w:cs/>
        </w:rPr>
        <w:t xml:space="preserve"> </w:t>
      </w:r>
      <w:r w:rsidRPr="00C27D9F">
        <w:rPr>
          <w:rFonts w:hint="cs"/>
          <w:cs/>
        </w:rPr>
        <w:t>แห่งยุคสมัยของเรา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ก็เป็นผู้ที่มีนัยตาพิการความเป็นคนตามืดบอดเช่นนี้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เป็นข้อผิดพลาดอย่างหนึ่งของบุคลิกภาพกระนั้นหรือ</w:t>
      </w:r>
      <w:r w:rsidRPr="00C27D9F">
        <w:rPr>
          <w:rFonts w:cs="Times New Roman"/>
          <w:lang w:bidi="ar-SA"/>
        </w:rPr>
        <w:t>?</w:t>
      </w:r>
      <w:r w:rsidR="00076305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ดังนั้น</w:t>
      </w:r>
      <w:r w:rsidR="00076305">
        <w:rPr>
          <w:rFonts w:hint="cs"/>
          <w:cs/>
        </w:rPr>
        <w:t xml:space="preserve"> </w:t>
      </w:r>
      <w:r w:rsidRPr="00C27D9F">
        <w:rPr>
          <w:rFonts w:hint="cs"/>
          <w:cs/>
        </w:rPr>
        <w:t>นี่ก็หมายความว่า</w:t>
      </w:r>
      <w:r w:rsidR="00076305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บุคคลมีบุคลิกภาพในทางร่างกายและวิญญาณเหมือนกันด้วยการคำนวณที่แตกต่างกันทั้งสองอย่างมันคือ</w:t>
      </w:r>
      <w:r w:rsidR="00076305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ข้อผิดพลาดที่จะทึกทักเอาว่า</w:t>
      </w:r>
      <w:r w:rsidR="00076305">
        <w:rPr>
          <w:rFonts w:hint="cs"/>
          <w:cs/>
        </w:rPr>
        <w:t xml:space="preserve"> </w:t>
      </w:r>
      <w:r w:rsidRPr="00C27D9F">
        <w:rPr>
          <w:rFonts w:hint="cs"/>
          <w:cs/>
        </w:rPr>
        <w:t>วิญญาณนั้นเป็นสิ่งหนึ่งที่ขึ้นอยู่กับร่างกายวิญญาณสามารถที่จะเจ็บป่วยได้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ในขณะที่ร่างกา</w:t>
      </w:r>
      <w:r w:rsidR="002B30FB">
        <w:rPr>
          <w:rFonts w:hint="cs"/>
          <w:cs/>
        </w:rPr>
        <w:t>ย</w:t>
      </w:r>
      <w:r w:rsidRPr="00C27D9F">
        <w:rPr>
          <w:rFonts w:hint="cs"/>
          <w:cs/>
        </w:rPr>
        <w:t>ยังปกติดีอยู่หรือไม่</w:t>
      </w:r>
      <w:r w:rsidR="002B30FB">
        <w:rPr>
          <w:rFonts w:hint="cs"/>
          <w:cs/>
        </w:rPr>
        <w:t xml:space="preserve"> ?</w:t>
      </w:r>
    </w:p>
    <w:p w:rsidR="002B30FB" w:rsidRDefault="002B30FB" w:rsidP="002B30FB">
      <w:pPr>
        <w:pStyle w:val="libNormal"/>
      </w:pPr>
    </w:p>
    <w:p w:rsidR="002B30FB" w:rsidRDefault="002B30FB" w:rsidP="002B30FB">
      <w:pPr>
        <w:pStyle w:val="libNormal"/>
        <w:rPr>
          <w:cs/>
        </w:rPr>
      </w:pPr>
    </w:p>
    <w:p w:rsidR="00AF07A4" w:rsidRPr="00AF07A4" w:rsidRDefault="002B30FB" w:rsidP="00AF07A4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2B30FB" w:rsidRPr="00007EAA" w:rsidRDefault="00AF07A4" w:rsidP="00007EAA">
      <w:pPr>
        <w:pStyle w:val="Heading1"/>
        <w:jc w:val="center"/>
        <w:rPr>
          <w:rFonts w:cs="Cordia New"/>
          <w:szCs w:val="40"/>
        </w:rPr>
      </w:pPr>
      <w:bookmarkStart w:id="46" w:name="_Toc442605883"/>
      <w:bookmarkStart w:id="47" w:name="_Toc442606000"/>
      <w:r w:rsidRPr="00007EAA">
        <w:rPr>
          <w:rFonts w:cs="Cordia New" w:hint="cs"/>
          <w:szCs w:val="40"/>
          <w:cs/>
        </w:rPr>
        <w:lastRenderedPageBreak/>
        <w:t>ความผิดปกติทางร่างกายและจิตวิญญาณ</w:t>
      </w:r>
      <w:bookmarkEnd w:id="46"/>
      <w:bookmarkEnd w:id="47"/>
    </w:p>
    <w:p w:rsidR="00AF07A4" w:rsidRPr="00007EAA" w:rsidRDefault="00AF07A4" w:rsidP="00007EAA">
      <w:pPr>
        <w:pStyle w:val="Heading1"/>
        <w:jc w:val="center"/>
        <w:rPr>
          <w:rFonts w:cs="Cordia New"/>
          <w:szCs w:val="40"/>
        </w:rPr>
      </w:pPr>
    </w:p>
    <w:p w:rsidR="005724C1" w:rsidRDefault="00C27D9F" w:rsidP="005724C1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นี่คือคำถามในตัวของมันเอง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บรรดาผู้ซึ่งได้ปฏิเสธความแท้จริงของวิญญาณและมีความเชื่อต่อลักษณะพิเศษทางวิญญาณว่า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เป็นอิทธิพลโดยตรงของระบบประสาทสำหรับความคิดของพวกเรานั้น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ทุกสิ่งทุกอย่างขึ้งอยู่กับร่างกายตามความเชื่อของพวกเขาก็คือว่า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หากว่าวิญญาณเกิดเจ็บป่วยมันเป็นเพราะว่าร่างกายป่วยและการเจ็บป่วยทางใจอันที่จริงก็เปรียบเสมือนการเจ็บป่วยทางร่างกายด้วยเช่นกัน</w:t>
      </w:r>
    </w:p>
    <w:p w:rsidR="002B30FB" w:rsidRDefault="00C27D9F" w:rsidP="005724C1">
      <w:pPr>
        <w:pStyle w:val="libNormal"/>
      </w:pPr>
      <w:r w:rsidRPr="00C27D9F">
        <w:rPr>
          <w:rFonts w:hint="cs"/>
          <w:cs/>
        </w:rPr>
        <w:t>นับว่าเป็นโชคดีที่ได้มีการพิสูจน์กันในปัจจุบันนี้ว่า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ร่างกายจะสามารถปกติสมบูรณ์ได้นั้นเกี่ยวกับเลือดอันเป็นส่วนประกอบระบบประสาทธาตุที่เป็นอาหารจำเป็นสำหรับร่างกาย</w:t>
      </w:r>
      <w:r w:rsidRPr="00C27D9F">
        <w:rPr>
          <w:cs/>
        </w:rPr>
        <w:t>(</w:t>
      </w:r>
      <w:r w:rsidRPr="00C27D9F">
        <w:rPr>
          <w:rFonts w:hint="cs"/>
          <w:cs/>
        </w:rPr>
        <w:t>วิตามิน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และอื่นๆ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ฯลฯและนอกไปจากนี้</w:t>
      </w:r>
    </w:p>
    <w:p w:rsidR="002B30FB" w:rsidRDefault="00C27D9F" w:rsidP="00185438">
      <w:pPr>
        <w:pStyle w:val="libNormal"/>
        <w:ind w:firstLine="0"/>
      </w:pPr>
      <w:r w:rsidRPr="00C27D9F">
        <w:rPr>
          <w:rFonts w:hint="cs"/>
          <w:cs/>
        </w:rPr>
        <w:t>บุคคลอาจจะเป็นโรคป่วยทางใจ</w:t>
      </w:r>
      <w:r w:rsidR="00185438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ดังเช่น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ได้รับความทุกข์ทรมานจากสิ่งที่พวกเขาทั้งหลายเรียกกันว่า</w:t>
      </w:r>
      <w:r w:rsidR="00185438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โรคแทรกซ้อน</w:t>
      </w:r>
      <w:r w:rsidR="00185438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ชนิดหนึ่ง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ด้วยประการฉะนั้น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หนทางในการรักษาโรคประสาทอาจจะมิต้องบำบัดโรคโดยยาแต่อย่างใดเลยก็ได้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สามารถที่จะหายามาสักชนิดหนึ่งเพื่อรักษาใครสักคนซึ่งได้รับทุกข์ทรมานจากโรคของความหยิ่งยะโสซึ่งเป็นโรคชนิดหนึ่งทางใจที่ยุ่งเหยิงกระนั้นหรือ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เราสามารถที่จะเปลี่ยนแปลงความหยิ่งทรนงของบุคคลหนึ่งไปสู่ความนอบน้อมถ่อมตนหรือว่าจากความเป็นผู้มีใจคอโหดร้ายของเขามาสู่ความเป็นผู้มีเมตต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วิธีให้ยาสักหนึ่งเม็ดหรือด้วยการฉีดยาเพื่อเป็นการขจัดออกไปซึ่งผลของโรคดังกล่าวซึ่งบางครั้งเป็นเหตุให้บางคนดังตัวอย่างเช่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เขาไม่ยอมหยุดนิ่งจนกว่าจะได้กระทำการแก้แค้นกระนั้นหรือ</w:t>
      </w:r>
      <w:r w:rsidR="002B30FB" w:rsidRPr="00C27D9F">
        <w:rPr>
          <w:rFonts w:cs="Times New Roman"/>
          <w:lang w:bidi="ar-SA"/>
        </w:rPr>
        <w:t>?</w:t>
      </w:r>
      <w:r w:rsidR="002B30FB" w:rsidRPr="00C27D9F">
        <w:rPr>
          <w:rFonts w:hint="cs"/>
          <w:cs/>
        </w:rPr>
        <w:t xml:space="preserve"> อะไร</w:t>
      </w:r>
      <w:r w:rsidR="002B30FB">
        <w:rPr>
          <w:rFonts w:hint="cs"/>
          <w:cs/>
        </w:rPr>
        <w:t xml:space="preserve"> </w:t>
      </w:r>
      <w:r w:rsidR="002B30FB" w:rsidRPr="00C27D9F">
        <w:rPr>
          <w:rFonts w:hint="cs"/>
          <w:cs/>
        </w:rPr>
        <w:t>คือ</w:t>
      </w:r>
      <w:r w:rsidR="002B30FB">
        <w:rPr>
          <w:rFonts w:hint="cs"/>
          <w:cs/>
        </w:rPr>
        <w:t xml:space="preserve"> </w:t>
      </w:r>
      <w:r w:rsidR="002B30FB" w:rsidRPr="00C27D9F">
        <w:rPr>
          <w:rFonts w:hint="cs"/>
          <w:cs/>
        </w:rPr>
        <w:t>ความรู้สึกของการผูกพยาบาทนี</w:t>
      </w:r>
      <w:r w:rsidR="002B30FB" w:rsidRPr="00C27D9F">
        <w:rPr>
          <w:cs/>
        </w:rPr>
        <w:t>้</w:t>
      </w:r>
      <w:r w:rsidR="002B30FB" w:rsidRPr="00C27D9F">
        <w:rPr>
          <w:rFonts w:cs="Times New Roman"/>
          <w:lang w:bidi="ar-SA"/>
        </w:rPr>
        <w:t>?</w:t>
      </w:r>
      <w:r w:rsidR="002B30FB" w:rsidRPr="00C27D9F">
        <w:rPr>
          <w:rFonts w:hint="cs"/>
          <w:cs/>
        </w:rPr>
        <w:t xml:space="preserve"> </w:t>
      </w:r>
    </w:p>
    <w:p w:rsidR="002B30FB" w:rsidRDefault="002B30FB" w:rsidP="002B30F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อะไร</w:t>
      </w:r>
      <w:r w:rsidR="0018543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</w:t>
      </w:r>
      <w:r w:rsidRPr="00C27D9F">
        <w:rPr>
          <w:cs/>
        </w:rPr>
        <w:t>อ</w:t>
      </w:r>
      <w:r w:rsidR="00185438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ความริษยาซึ่งได้ปลุกเร้าให้บุคคลหนึ่งไม่พึงพอใจในการได้รับเนี้ยะมัตของผู้อื่นจนมีความต้องการที่จะขจัดมั</w:t>
      </w:r>
      <w:r>
        <w:rPr>
          <w:rFonts w:hint="cs"/>
          <w:cs/>
        </w:rPr>
        <w:t>น</w:t>
      </w:r>
      <w:r w:rsidR="00C27D9F" w:rsidRPr="00C27D9F">
        <w:rPr>
          <w:rFonts w:hint="cs"/>
          <w:cs/>
        </w:rPr>
        <w:t>ออกไปเสีย</w:t>
      </w:r>
      <w:r w:rsidR="00C27D9F" w:rsidRPr="00C27D9F">
        <w:rPr>
          <w:rFonts w:cs="Times New Roman"/>
          <w:lang w:bidi="ar-SA"/>
        </w:rPr>
        <w:t>?</w:t>
      </w:r>
    </w:p>
    <w:p w:rsidR="00AF07A4" w:rsidRDefault="00AF07A4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2B30FB" w:rsidRDefault="002B30FB" w:rsidP="002B30FB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2B30F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คนอย่างนั้นมิได้คิดอยากที่จะได้รับเนี้ยะมัตดังกล่าวแก่ตัวเขาเองดอกความ</w:t>
      </w:r>
    </w:p>
    <w:p w:rsidR="002B30FB" w:rsidRDefault="00C27D9F" w:rsidP="002B30FB">
      <w:pPr>
        <w:pStyle w:val="libNormal"/>
        <w:ind w:firstLine="0"/>
      </w:pPr>
      <w:r w:rsidRPr="00C27D9F">
        <w:rPr>
          <w:rFonts w:hint="cs"/>
          <w:cs/>
        </w:rPr>
        <w:t>ริษยาของคนที่เป็นปกตินั้นมักจะเอาจุดหมายของตัวเองขึ้นหน้าอยู่เสมอและนี่ก็มิใช่ความผิดแต่ความปรารถนาที่จะให้เกิดอันตรายและความเสียหายทั้งหลายแก่ผู้อื่นนั้นนับเป็นความป่วยไข้อย่างหนึ่ง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ท่านจะพบผู้คนเช่นว่านั้นที่ได้เตรียมการเพื่อจะทำอันตรายต่อตัวเขาเองทั้งหมด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ถึงแม้ว่าจะเป็นอันตรายต่อผู้ถูกริษยาเพียงบางส่วนก็ตามเรื่องราวหนึ่งในประวัติศาสตร์ได้กล่าวไว้ในเรื่องนี้ในสมัยของคอลีฟะฮ์ผู้หนึ่ง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เศรษฐีได้ซื้อทาสมาหนึ่งคนซึ่งเขาได้ปฏิบัติต่อทาส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นับตั้งแต่เริ่มต้นเสมือนผู้มีบรรดาศักดิ์จัดหาอาหารและเสื้อผ้าอย่างดีที่สุดแก่ทาส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ตลอดจนเงินทองเหมือนดังเป็นบุตรของเขาเองทีเดียวหรือแม้แต่ทุ่มเทไปมากกว่านั้น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แต่ว่าทาสได้สังเกตเห็นว่านายของเขามีความรู้สึกไม่สบายในอยู่เสมอ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ที่สุดเศรษฐีได้ตกลงใจที่จะปลดปล่อยให้ทาสเป็นอิสระพร้อมกับจัดหาทุนทรัพย์บางส่วนให้แก่ทาสด้วยคืนหนึ่งในขณะที่เขาทั้งสองอยู่ด้วยกันนายทาสได้กล่าวขึ้นว่า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เจ้ารู้หรือไม่ว่าทำไม่ข้าจึงได้ปฏิบัติต่อเจ้าอย่างดีที่สุด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ทาสจึงได้ถามถึงเหตุผลนายทาสกล่าวว่า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ข้ามีสิ่ง</w:t>
      </w:r>
      <w:r w:rsidR="002B30FB">
        <w:rPr>
          <w:rFonts w:hint="cs"/>
          <w:cs/>
        </w:rPr>
        <w:t>หนึ่งที่จะขอ</w:t>
      </w:r>
      <w:r w:rsidRPr="00C27D9F">
        <w:rPr>
          <w:rFonts w:hint="cs"/>
          <w:cs/>
        </w:rPr>
        <w:t>ร้องให้เจ้ากระทำซึ่งถ้าเจ้าปฏิบัติตามเจ้าจะได้รับผลประโยชน์ทั้งหมดที่ข้ามีและจะมอบให้แก่เจ้า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แต่ถ้าเจ้าปฏิเสธข้าจะไม่พอใจเจ้าเลย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ทาสกล่าวว่า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ฉันจะปฏิบัติตามทุกอย่างที่ท่านขอร้อง</w:t>
      </w:r>
    </w:p>
    <w:p w:rsidR="00C27D9F" w:rsidRPr="00C27D9F" w:rsidRDefault="00C27D9F" w:rsidP="002B30F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ท่านเป็นผู้อุปการะของฉันซึ่งได้ให้ชีวิตแก่ฉัน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นายทาสจึงได้กล่าวว่า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เจ้าจะต้องให้คำมั่นสัญญาแก่ข้าว่า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เจ้าจะปฏิบัติอย่างซื่อสัตย์และดีที่สุดสำหรับข้านั้นข้าเกรงว่าเจ้าจะปฏิเสธมัน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ทาสกล่าวว่า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ฉันสัญญาว่าจะกระทำในสิ่งที่ท่านต้องการ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นายทาสกล่าวว่า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คำขอร้องของข้าก็คือเจ้า</w:t>
      </w:r>
    </w:p>
    <w:p w:rsidR="002B30FB" w:rsidRDefault="00C27D9F" w:rsidP="002B30F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จะต้องตัดศีรษะของข้าตามสถานที่และเวลาที่ถูกกำหนด</w:t>
      </w:r>
      <w:r w:rsidRPr="00C27D9F">
        <w:rPr>
          <w:rFonts w:cs="Times New Roman" w:hint="eastAsia"/>
          <w:lang w:bidi="ar-SA"/>
        </w:rPr>
        <w:t>”</w:t>
      </w:r>
    </w:p>
    <w:p w:rsidR="002B30FB" w:rsidRDefault="002B30FB">
      <w:pPr>
        <w:rPr>
          <w:rFonts w:ascii="Angsana New" w:hAnsi="Angsana New"/>
          <w:sz w:val="32"/>
          <w:szCs w:val="32"/>
        </w:rPr>
      </w:pPr>
      <w:r>
        <w:br w:type="page"/>
      </w:r>
    </w:p>
    <w:p w:rsidR="00C27D9F" w:rsidRPr="00C27D9F" w:rsidRDefault="00C27D9F" w:rsidP="002B30F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lastRenderedPageBreak/>
        <w:t>ทาสร้องอุทานขึ้น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อะไรกันนี่</w:t>
      </w:r>
      <w:r w:rsidRPr="00C27D9F">
        <w:rPr>
          <w:cs/>
        </w:rPr>
        <w:t>!</w:t>
      </w:r>
      <w:r w:rsidRPr="00C27D9F">
        <w:rPr>
          <w:rFonts w:hint="cs"/>
          <w:cs/>
        </w:rPr>
        <w:t>ฉันจะทำเช่นนั้นได้อย่างไร</w:t>
      </w:r>
      <w:r w:rsidRPr="00C27D9F">
        <w:rPr>
          <w:rFonts w:cs="Times New Roman"/>
          <w:lang w:bidi="ar-SA"/>
        </w:rPr>
        <w:t>?</w:t>
      </w:r>
      <w:r w:rsidR="005724C1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นายทาสกล่าวว่า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นั่นคือสิ่งที่ข้าปรารถนา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ทาสกล่าวว่า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มันเป็นไปไม่ได้เช่นนั้น</w:t>
      </w:r>
      <w:r w:rsidRPr="00C27D9F">
        <w:rPr>
          <w:rFonts w:cs="Times New Roman" w:hint="eastAsia"/>
          <w:lang w:bidi="ar-SA"/>
        </w:rPr>
        <w:t>”</w:t>
      </w:r>
    </w:p>
    <w:p w:rsidR="00C27D9F" w:rsidRPr="00C27D9F" w:rsidRDefault="00C27D9F" w:rsidP="00AF07A4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นายทาสกล่าวว่า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ข้าได้รับคำมั่นสัญญาจากเจ้าแล้ว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เจ้าจักต้องกระทำมัน</w:t>
      </w:r>
      <w:r w:rsidRPr="00C27D9F">
        <w:rPr>
          <w:rFonts w:cs="Times New Roman" w:hint="eastAsia"/>
          <w:lang w:bidi="ar-SA"/>
        </w:rPr>
        <w:t>”</w:t>
      </w:r>
      <w:r w:rsidR="00AF07A4" w:rsidRPr="00C27D9F">
        <w:rPr>
          <w:rFonts w:hint="cs"/>
          <w:cs/>
        </w:rPr>
        <w:t xml:space="preserve"> </w:t>
      </w:r>
      <w:r w:rsidRPr="00C27D9F">
        <w:rPr>
          <w:rFonts w:hint="cs"/>
          <w:cs/>
        </w:rPr>
        <w:t>ดึกสงัดของคืนหนึ่ง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เขาได้ปลุกทาสให้ตื่นขึ้นและ</w:t>
      </w:r>
      <w:r w:rsidR="002B30FB">
        <w:rPr>
          <w:rFonts w:hint="cs"/>
          <w:cs/>
        </w:rPr>
        <w:t>มอบ</w:t>
      </w:r>
      <w:r w:rsidRPr="00C27D9F">
        <w:rPr>
          <w:rFonts w:hint="cs"/>
          <w:cs/>
        </w:rPr>
        <w:t>มีดที่คมกริบให้แก่ทาสเล่มหนึ่งและถุงใส่เงินที่เปี่ยมล้น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จากนั้นก็ปีนขึ้นไปบนหลังคาของเพื่อนบ้านคนหนึ่งและได้บอกแก่ทาสได้ตัดศีรษะเขาที่นั่นและจากนั้นก็ให้หลบหนีไปยังที่ใดก็ตามที่ทาสต้องการ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ทาสได้ขอถามถึงเหตุผลสำหรับการกระทำเช่นนั้น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เขาก็ตอบว่า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="002B30FB" w:rsidRPr="00C27D9F">
        <w:rPr>
          <w:rFonts w:hint="cs"/>
          <w:cs/>
        </w:rPr>
        <w:t>ข้าเกลียดชายผู้นี้และขอเลือกเอาความตายดีกว่าที่จะเห็นหน้าเขา</w:t>
      </w:r>
      <w:r w:rsidR="002B30FB">
        <w:rPr>
          <w:rFonts w:hint="cs"/>
          <w:cs/>
        </w:rPr>
        <w:t xml:space="preserve"> </w:t>
      </w:r>
      <w:r w:rsidR="002B30FB" w:rsidRPr="00C27D9F">
        <w:rPr>
          <w:rFonts w:hint="cs"/>
          <w:cs/>
        </w:rPr>
        <w:t xml:space="preserve">เราเป็นคู่แข่งกัน </w:t>
      </w:r>
      <w:r w:rsidR="002B30FB" w:rsidRPr="00C27D9F">
        <w:rPr>
          <w:cs/>
        </w:rPr>
        <w:t>(</w:t>
      </w:r>
      <w:r w:rsidRPr="00C27D9F">
        <w:rPr>
          <w:rFonts w:hint="cs"/>
          <w:cs/>
        </w:rPr>
        <w:t>ในทางการค้า</w:t>
      </w:r>
      <w:r w:rsidRPr="00C27D9F">
        <w:rPr>
          <w:cs/>
        </w:rPr>
        <w:t>)</w:t>
      </w:r>
    </w:p>
    <w:p w:rsidR="00C27D9F" w:rsidRPr="00C27D9F" w:rsidRDefault="00C27D9F" w:rsidP="002B30F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แต่เขาได้ล้ำหน้าข้าไปและเก่งกาจสามารถกว่าข้าในทุกๆด้าน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ข้าร้อนเร่าไปด้วยความเกลียดชังเขา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ข้าปรารถนาที่จะให้เขาถูกจำคุกด้วยการเป็นฆาตกรที่ถูกอุปโลกน์ขึ้นและด้วยความคิดเช่นนี้</w:t>
      </w:r>
      <w:r w:rsidRPr="00C27D9F">
        <w:rPr>
          <w:cs/>
        </w:rPr>
        <w:t>(</w:t>
      </w:r>
      <w:r w:rsidRPr="00C27D9F">
        <w:rPr>
          <w:rFonts w:hint="cs"/>
          <w:cs/>
        </w:rPr>
        <w:t>เท่านั้น</w:t>
      </w:r>
      <w:r w:rsidRPr="00C27D9F">
        <w:rPr>
          <w:cs/>
        </w:rPr>
        <w:t>)</w:t>
      </w:r>
    </w:p>
    <w:p w:rsidR="00C27D9F" w:rsidRPr="00C27D9F" w:rsidRDefault="00C27D9F" w:rsidP="005724C1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เป็นสิ่งหนึ่งที่จะบรรเทาความทุกข์ระทมแก่ข้า</w:t>
      </w:r>
      <w:r w:rsidR="002B30FB">
        <w:rPr>
          <w:rFonts w:hint="cs"/>
          <w:cs/>
        </w:rPr>
        <w:t xml:space="preserve"> ให้</w:t>
      </w:r>
      <w:r w:rsidRPr="00C27D9F">
        <w:rPr>
          <w:rFonts w:hint="cs"/>
          <w:cs/>
        </w:rPr>
        <w:t>ทุกคนรู้ว่าเขาคือคู่แข่งของข้าและดังนั้นเขาก็จะถูกตัดสินประหารชีวิตสำหรับการกระทำดังกล่าวทาสได้พูดขึ้น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ท่านดูประหนึ่งผู้เบาปัญญาและส</w:t>
      </w:r>
      <w:r w:rsidR="002B30FB">
        <w:rPr>
          <w:rFonts w:hint="cs"/>
          <w:cs/>
        </w:rPr>
        <w:t>ม</w:t>
      </w:r>
      <w:r w:rsidRPr="00C27D9F">
        <w:rPr>
          <w:rFonts w:hint="cs"/>
          <w:cs/>
        </w:rPr>
        <w:t>ควรแล้วต่อความตายเช่นนี้</w:t>
      </w:r>
      <w:r w:rsidR="00185438">
        <w:rPr>
          <w:rFonts w:cs="Cordia New" w:hint="cs"/>
          <w:szCs w:val="40"/>
        </w:rPr>
        <w:t xml:space="preserve">” </w:t>
      </w:r>
      <w:r w:rsidR="00185438" w:rsidRPr="00C27D9F">
        <w:rPr>
          <w:cs/>
        </w:rPr>
        <w:t>ดังนั้น</w:t>
      </w:r>
      <w:r w:rsidR="005724C1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จึงตัดศีรษะนายของเขาและหลบหนีไปคู่แข่งของเขาได้ถูกจับกุมจากผลที่เกิดขึ้นและถูกคุมขังแต่ไม่มีผู้ใดเชื่อว่าเขาจะเป็นผู้สังหารคู่แข่งของเขาบนหลังคาบ้านของเขาเอง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ซึ่งมันเป็นเรื่องเหลือเชื่อ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ที่สุดทาสมีความรู้สึกอยากที่จะเป็นเผยความจริงในฐานะสำนึกต่อความผิดบาปเขาได้พบกับเจ้าหน้าที่และสารภาพความจริงเมื่อเจ้าหน้าที่ทั้งหลายได้เข้าใจ</w:t>
      </w:r>
    </w:p>
    <w:p w:rsidR="002B30FB" w:rsidRDefault="00C27D9F" w:rsidP="002B30FB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เรื่องราวพวกเขาก็ปล่อยคนทั้งสองคือทาสและเพื่อนบ้านผู้นั้นเป็นอิสระไปนี้คือความจริงอย่างหนึ่งที่ว่าความอิจฉาริษยานั้นคือโรคชนิดหนึ่ง</w:t>
      </w:r>
    </w:p>
    <w:p w:rsidR="002B30FB" w:rsidRDefault="002B30FB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2B30FB" w:rsidRDefault="002B30FB" w:rsidP="002B30FB">
      <w:pPr>
        <w:pStyle w:val="libNormal"/>
        <w:ind w:firstLine="0"/>
      </w:pPr>
    </w:p>
    <w:p w:rsidR="00C27D9F" w:rsidRPr="00C27D9F" w:rsidRDefault="00C27D9F" w:rsidP="002B30F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คัมภีร์อัลกุรอานกล่าวไว้ไน</w:t>
      </w:r>
      <w:r w:rsidR="002B30FB">
        <w:rPr>
          <w:rFonts w:hint="cs"/>
          <w:cs/>
        </w:rPr>
        <w:t xml:space="preserve"> ซู</w:t>
      </w:r>
      <w:r w:rsidRPr="00C27D9F">
        <w:rPr>
          <w:rFonts w:hint="cs"/>
          <w:cs/>
        </w:rPr>
        <w:t>เราะฮ์</w:t>
      </w:r>
      <w:r w:rsidR="002B30FB">
        <w:rPr>
          <w:rFonts w:hint="cs"/>
          <w:cs/>
        </w:rPr>
        <w:t>อัช</w:t>
      </w:r>
      <w:r w:rsidRPr="00C27D9F">
        <w:rPr>
          <w:rFonts w:hint="cs"/>
          <w:cs/>
        </w:rPr>
        <w:t>ชัม</w:t>
      </w:r>
      <w:r w:rsidR="002B30FB">
        <w:rPr>
          <w:rFonts w:hint="cs"/>
          <w:cs/>
        </w:rPr>
        <w:t xml:space="preserve">ซ์ </w:t>
      </w:r>
      <w:r w:rsidRPr="00C27D9F">
        <w:rPr>
          <w:rFonts w:hint="cs"/>
          <w:cs/>
        </w:rPr>
        <w:t>อายะฮ์ที่</w:t>
      </w:r>
      <w:r w:rsidRPr="00C27D9F">
        <w:rPr>
          <w:rFonts w:cs="Times New Roman"/>
          <w:lang w:bidi="ar-SA"/>
        </w:rPr>
        <w:t>9-</w:t>
      </w:r>
    </w:p>
    <w:p w:rsidR="005724C1" w:rsidRDefault="00C27D9F" w:rsidP="005724C1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ความว่า</w:t>
      </w:r>
    </w:p>
    <w:p w:rsidR="002B30FB" w:rsidRPr="00185438" w:rsidRDefault="00185438" w:rsidP="009471F9">
      <w:pPr>
        <w:pStyle w:val="libRighBold"/>
        <w:jc w:val="left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ผู้ซึ่งทำให้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ตนเอง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บริสุทธิ์</w:t>
      </w:r>
      <w:r w:rsidR="002B30FB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แท้จริงเขานั้นเป็นผู้ประสบความสำเร็จอย่างใหญ่หลวงและแท้จริงผู้ซึ่งโสมมเขาจะสูญเปล่า</w:t>
      </w:r>
      <w:r>
        <w:rPr>
          <w:rFonts w:cs="Cordia New" w:hint="cs"/>
          <w:szCs w:val="40"/>
          <w:cs/>
        </w:rPr>
        <w:t>”</w:t>
      </w:r>
    </w:p>
    <w:p w:rsidR="005724C1" w:rsidRDefault="005724C1" w:rsidP="009471F9">
      <w:pPr>
        <w:pStyle w:val="libRighBold"/>
        <w:jc w:val="left"/>
        <w:rPr>
          <w:rFonts w:cs="Cordia New"/>
          <w:szCs w:val="40"/>
        </w:rPr>
      </w:pPr>
    </w:p>
    <w:p w:rsidR="002B30FB" w:rsidRDefault="00C27D9F" w:rsidP="002B30FB">
      <w:pPr>
        <w:pStyle w:val="libNormal"/>
      </w:pPr>
      <w:r w:rsidRPr="00C27D9F">
        <w:rPr>
          <w:rFonts w:hint="cs"/>
          <w:cs/>
        </w:rPr>
        <w:t>ด้วยเหตุนี้</w:t>
      </w:r>
      <w:r w:rsidR="00185438">
        <w:rPr>
          <w:rFonts w:hint="cs"/>
          <w:cs/>
        </w:rPr>
        <w:t xml:space="preserve"> </w:t>
      </w:r>
      <w:r w:rsidRPr="00C27D9F">
        <w:rPr>
          <w:rFonts w:hint="cs"/>
          <w:cs/>
        </w:rPr>
        <w:t>ข้อเสนออันดับแรกของอัลกุรอาน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ก็คือการขัดเกลาตนเองให้สะอาดบริสุทธิ์ปราศจากอาการป่วยด้วยโร</w:t>
      </w:r>
      <w:r w:rsidR="002B30FB">
        <w:rPr>
          <w:rFonts w:hint="cs"/>
          <w:cs/>
        </w:rPr>
        <w:t>ค</w:t>
      </w:r>
      <w:r w:rsidRPr="00C27D9F">
        <w:rPr>
          <w:rFonts w:hint="cs"/>
          <w:cs/>
        </w:rPr>
        <w:t>แทรกซ้อน</w:t>
      </w:r>
      <w:r w:rsidR="0018543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ความโง่เขลา</w:t>
      </w:r>
    </w:p>
    <w:p w:rsidR="00185438" w:rsidRDefault="00C27D9F" w:rsidP="00185438">
      <w:pPr>
        <w:pStyle w:val="libNormal"/>
        <w:ind w:firstLine="0"/>
      </w:pPr>
      <w:r w:rsidRPr="00C27D9F">
        <w:rPr>
          <w:rFonts w:hint="cs"/>
          <w:cs/>
        </w:rPr>
        <w:t>การหันเหและการเปลี่ยนแปลง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</w:t>
      </w:r>
      <w:r w:rsidR="002B30FB" w:rsidRPr="00C27D9F">
        <w:rPr>
          <w:rFonts w:hint="cs"/>
          <w:cs/>
        </w:rPr>
        <w:t>ทั้งหลาย</w:t>
      </w:r>
      <w:r w:rsidRPr="00C27D9F">
        <w:rPr>
          <w:rFonts w:hint="cs"/>
          <w:cs/>
        </w:rPr>
        <w:t>อาจจะเคยได้ฟังเรื่องราวในอดีตที่มีรายงานว่า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มีผู้คนซึ่งเนื่องมาจากพวกเขาพากันละเมิดต่อบาปได้ถู</w:t>
      </w:r>
      <w:r w:rsidR="002B30FB">
        <w:rPr>
          <w:rFonts w:hint="cs"/>
          <w:cs/>
        </w:rPr>
        <w:t>ก</w:t>
      </w:r>
      <w:r w:rsidRPr="00C27D9F">
        <w:rPr>
          <w:rFonts w:hint="cs"/>
          <w:cs/>
        </w:rPr>
        <w:t>สาปแช่งโดยบรรดาศาสดาในยุคสมัยของพวกเขาและด้วยเหตุนี้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พวกเขาจึงถูกเปลี่ยนแปลงรูปร่างหน้าตาจากมนุษย์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กลายเป็นเดรัจฉาน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บ้างก็เหมือนลิงสุนัขป่า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ีและสัตว์อื่นๆมากมายและผู้ที่มิได้ถูกเปลี่ยนแปลงทางร่างกายบางทีจิตใจหรือวิญญาณอาจจะกลับกลายไปสู่ความเป็นเดรัจฉานซึ่งมีความชั่วร้ายเลวทรามอย่างที่มิอาจพบพานได้เลยบนโลกนี้</w:t>
      </w:r>
    </w:p>
    <w:p w:rsidR="002B30FB" w:rsidRDefault="00C27D9F" w:rsidP="002B30FB">
      <w:pPr>
        <w:pStyle w:val="libNormal"/>
        <w:ind w:firstLine="0"/>
      </w:pPr>
      <w:r w:rsidRPr="00C27D9F">
        <w:rPr>
          <w:rFonts w:hint="cs"/>
          <w:cs/>
        </w:rPr>
        <w:t>คัมภีร์อัลกรุอาน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ได้กล่าวถึงบรรดาคนเหล่านั้นว่า</w:t>
      </w:r>
    </w:p>
    <w:p w:rsidR="00185438" w:rsidRPr="00185438" w:rsidRDefault="00C27D9F" w:rsidP="009471F9">
      <w:pPr>
        <w:pStyle w:val="libRighBold"/>
        <w:jc w:val="left"/>
        <w:rPr>
          <w:rFonts w:cs="Cordia New"/>
          <w:szCs w:val="40"/>
          <w:cs/>
        </w:rPr>
      </w:pP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="00185438" w:rsidRPr="00C27D9F">
        <w:rPr>
          <w:rFonts w:hint="cs"/>
          <w:cs/>
        </w:rPr>
        <w:t>ผู้ซึ่งอยู่ในความต่ำช้าหลงผิดและเป็นผู้ซึ่งต่ำต้อยยิ่งกว่าบรรดาสัตว์สี่เท้าทั้งหลาย”</w:t>
      </w:r>
      <w:r w:rsidR="002B30FB">
        <w:rPr>
          <w:rFonts w:cs="Cordia New" w:hint="cs"/>
          <w:szCs w:val="40"/>
          <w:cs/>
        </w:rPr>
        <w:t xml:space="preserve"> </w:t>
      </w:r>
      <w:r w:rsidR="002B30FB" w:rsidRPr="00C27D9F">
        <w:rPr>
          <w:rFonts w:cs="Times New Roman"/>
          <w:lang w:bidi="ar-SA"/>
        </w:rPr>
        <w:t>(</w:t>
      </w:r>
      <w:r w:rsidR="002B30FB" w:rsidRPr="00C27D9F">
        <w:rPr>
          <w:cs/>
        </w:rPr>
        <w:t>ซูเราะฮ์อัลอะร็อฟ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179)</w:t>
      </w:r>
    </w:p>
    <w:p w:rsidR="00185438" w:rsidRDefault="00C27D9F" w:rsidP="002B30FB">
      <w:pPr>
        <w:pStyle w:val="libNormal"/>
        <w:rPr>
          <w:cs/>
        </w:rPr>
      </w:pPr>
      <w:r w:rsidRPr="00C27D9F">
        <w:rPr>
          <w:rFonts w:hint="cs"/>
          <w:cs/>
        </w:rPr>
        <w:t>สิ่งดังกล่าวนั้นเกิดขึ้นได้อย่างไร</w:t>
      </w:r>
      <w:r w:rsidRPr="00C27D9F">
        <w:rPr>
          <w:rFonts w:cs="Times New Roman"/>
          <w:lang w:bidi="ar-SA"/>
        </w:rPr>
        <w:t>?</w:t>
      </w:r>
      <w:r w:rsidR="002B30FB" w:rsidRPr="00C27D9F">
        <w:rPr>
          <w:rFonts w:hint="cs"/>
          <w:cs/>
        </w:rPr>
        <w:t xml:space="preserve">ในเมื่อบุคคลิกภาพของมนุษย์ขึ้นอยู่กับหลักธรรมจริยาและคุณลักษณะต่างๆทางจิตวิญญาณของพวกเขาและถ้าปราศจากซึ่งสิ่งดังกล่าวแล้วเขาก็จะกลายเป็นสัตว์ร้าย </w:t>
      </w:r>
      <w:r w:rsidR="002B30FB" w:rsidRPr="00C27D9F">
        <w:rPr>
          <w:cs/>
        </w:rPr>
        <w:t>(</w:t>
      </w:r>
      <w:r w:rsidRPr="00C27D9F">
        <w:rPr>
          <w:rFonts w:hint="cs"/>
          <w:cs/>
        </w:rPr>
        <w:t>ในร่างของมนุษย์</w:t>
      </w:r>
      <w:r w:rsidR="002B30FB" w:rsidRPr="00C27D9F">
        <w:rPr>
          <w:rFonts w:hint="cs"/>
          <w:cs/>
        </w:rPr>
        <w:t>) ด้วยเหตุนี</w:t>
      </w:r>
      <w:r w:rsidR="002B30FB" w:rsidRPr="00C27D9F">
        <w:rPr>
          <w:cs/>
        </w:rPr>
        <w:t>้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มนุษย์ผุ้มีความบกพร่องทั้งหลายบางทีก็ตกต่ำถึงระดับของการเปลี่ยนแปลงความเป็นอยู่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ซึ่งบางคนอาจจะคิดว่า</w:t>
      </w:r>
      <w:r w:rsidR="002B30FB">
        <w:rPr>
          <w:rFonts w:hint="cs"/>
          <w:cs/>
        </w:rPr>
        <w:t xml:space="preserve"> </w:t>
      </w:r>
      <w:r w:rsidR="002B30FB" w:rsidRPr="00C27D9F">
        <w:rPr>
          <w:rFonts w:hint="cs"/>
          <w:cs/>
        </w:rPr>
        <w:t>นั้นคือความฝันแต่ทั้งหมดมันคือความจริงแท้</w:t>
      </w:r>
    </w:p>
    <w:p w:rsidR="002B30FB" w:rsidRDefault="00185438" w:rsidP="00185438">
      <w:pPr>
        <w:rPr>
          <w:rFonts w:cs="Cordia New"/>
          <w:szCs w:val="30"/>
          <w:lang w:bidi="th-TH"/>
        </w:rPr>
      </w:pPr>
      <w:r>
        <w:rPr>
          <w:rtl/>
          <w:cs/>
        </w:rPr>
        <w:br w:type="page"/>
      </w:r>
    </w:p>
    <w:p w:rsidR="00185438" w:rsidRPr="00185438" w:rsidRDefault="00185438" w:rsidP="00185438">
      <w:pPr>
        <w:rPr>
          <w:rFonts w:ascii="Angsana New" w:hAnsi="Angsana New" w:cs="Cordia New"/>
          <w:sz w:val="32"/>
          <w:szCs w:val="30"/>
          <w:cs/>
          <w:lang w:bidi="th-TH"/>
        </w:rPr>
      </w:pPr>
    </w:p>
    <w:p w:rsidR="009471F9" w:rsidRDefault="002B30FB" w:rsidP="009471F9">
      <w:pPr>
        <w:pStyle w:val="libNormal"/>
      </w:pPr>
      <w:r w:rsidRPr="00C27D9F">
        <w:rPr>
          <w:rFonts w:hint="cs"/>
          <w:cs/>
        </w:rPr>
        <w:t>และแน่นอนยิ่ง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ชายผู้หนึ่งกล่าวว่า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ครั้งหนึ่งพวกเราได้ไปประกอบพิธีฮัจญ์พร้อมกับท่านอิมาม</w:t>
      </w:r>
      <w:r>
        <w:rPr>
          <w:rFonts w:hint="cs"/>
          <w:cs/>
        </w:rPr>
        <w:t>ซั</w:t>
      </w:r>
      <w:r w:rsidRPr="00C27D9F">
        <w:rPr>
          <w:rFonts w:hint="cs"/>
          <w:cs/>
        </w:rPr>
        <w:t>จญา</w:t>
      </w:r>
      <w:r>
        <w:rPr>
          <w:rFonts w:hint="cs"/>
          <w:cs/>
        </w:rPr>
        <w:t>ด</w:t>
      </w:r>
      <w:r w:rsidRPr="00C27D9F">
        <w:rPr>
          <w:rFonts w:hint="cs"/>
          <w:cs/>
        </w:rPr>
        <w:t xml:space="preserve">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.)</w:t>
      </w:r>
      <w:r w:rsidR="00C27D9F" w:rsidRPr="00C27D9F">
        <w:rPr>
          <w:rFonts w:hint="cs"/>
          <w:cs/>
        </w:rPr>
        <w:t>ในขณะที่เรามองไปยังเบื้องล่างซึ่งเป็นทะเลทราย</w:t>
      </w:r>
      <w:r w:rsidR="009471F9">
        <w:rPr>
          <w:rFonts w:hint="cs"/>
          <w:cs/>
        </w:rPr>
        <w:t>ทุ่ง</w:t>
      </w:r>
      <w:r w:rsidR="00C27D9F" w:rsidRPr="00C27D9F">
        <w:rPr>
          <w:rFonts w:hint="cs"/>
          <w:cs/>
        </w:rPr>
        <w:t>อะรอฟะฮ์</w:t>
      </w:r>
      <w:r w:rsidR="009471F9">
        <w:rPr>
          <w:rFonts w:hint="cs"/>
          <w:cs/>
        </w:rPr>
        <w:t>ซึ่ง</w:t>
      </w:r>
      <w:r w:rsidR="00C27D9F" w:rsidRPr="00C27D9F">
        <w:rPr>
          <w:rFonts w:hint="cs"/>
          <w:cs/>
        </w:rPr>
        <w:t>ที่นั่นเนืองแน่นไปด้วยผู้แสวงบุญ</w:t>
      </w:r>
      <w:r w:rsidR="009471F9">
        <w:rPr>
          <w:rFonts w:hint="cs"/>
          <w:cs/>
        </w:rPr>
        <w:t>ที่</w:t>
      </w:r>
      <w:r w:rsidR="00C27D9F" w:rsidRPr="00C27D9F">
        <w:rPr>
          <w:rFonts w:hint="cs"/>
          <w:cs/>
        </w:rPr>
        <w:t>เดินทางมาปร</w:t>
      </w:r>
      <w:r>
        <w:rPr>
          <w:rFonts w:hint="cs"/>
          <w:cs/>
        </w:rPr>
        <w:t xml:space="preserve">ะกอบพิธีฮัจญ์อย่างมากมายในปีนี้ </w:t>
      </w:r>
    </w:p>
    <w:p w:rsidR="009471F9" w:rsidRDefault="00C27D9F" w:rsidP="009471F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ท่านอิมาม</w:t>
      </w:r>
      <w:r w:rsidR="002B30FB">
        <w:rPr>
          <w:rFonts w:hint="cs"/>
          <w:cs/>
        </w:rPr>
        <w:t>ซั</w:t>
      </w:r>
      <w:r w:rsidRPr="00C27D9F">
        <w:rPr>
          <w:rFonts w:hint="cs"/>
          <w:cs/>
        </w:rPr>
        <w:t>จญา</w:t>
      </w:r>
      <w:r w:rsidR="002B30FB">
        <w:rPr>
          <w:rFonts w:hint="cs"/>
          <w:cs/>
        </w:rPr>
        <w:t>ด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.)</w:t>
      </w:r>
      <w:r w:rsidR="002B30FB">
        <w:rPr>
          <w:rFonts w:hint="cs"/>
          <w:cs/>
        </w:rPr>
        <w:t>ได้กล่าวขึ้</w:t>
      </w:r>
      <w:r w:rsidR="009471F9">
        <w:rPr>
          <w:rFonts w:hint="cs"/>
          <w:cs/>
        </w:rPr>
        <w:t>น</w:t>
      </w:r>
      <w:r w:rsidRPr="00C27D9F">
        <w:rPr>
          <w:rFonts w:hint="cs"/>
          <w:cs/>
        </w:rPr>
        <w:t>ว่า</w:t>
      </w:r>
      <w:r w:rsidRPr="00C27D9F">
        <w:rPr>
          <w:cs/>
        </w:rPr>
        <w:t xml:space="preserve"> </w:t>
      </w:r>
      <w:r w:rsidR="009471F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มันคือความอึกทึกครึกโครมแต่น้อยไปด้วยผู้แสวงบุญ</w:t>
      </w:r>
      <w:r w:rsidR="009471F9">
        <w:rPr>
          <w:rFonts w:cs="Cordia New" w:hint="cs"/>
          <w:szCs w:val="40"/>
          <w:cs/>
        </w:rPr>
        <w:t>”</w:t>
      </w:r>
    </w:p>
    <w:p w:rsidR="009471F9" w:rsidRDefault="00C27D9F" w:rsidP="009471F9">
      <w:pPr>
        <w:pStyle w:val="libNormal"/>
        <w:ind w:firstLine="0"/>
      </w:pPr>
      <w:r w:rsidRPr="00C27D9F">
        <w:rPr>
          <w:rFonts w:hint="cs"/>
          <w:cs/>
        </w:rPr>
        <w:t>ชายผู้นั้นกล่าวว่า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ข้าพเจ้าไม่ทราบว่า</w:t>
      </w:r>
      <w:r w:rsidR="002B30FB">
        <w:rPr>
          <w:rFonts w:hint="cs"/>
          <w:cs/>
        </w:rPr>
        <w:t xml:space="preserve"> </w:t>
      </w:r>
      <w:r w:rsidR="002B30FB" w:rsidRPr="00C27D9F">
        <w:rPr>
          <w:rFonts w:hint="cs"/>
          <w:cs/>
        </w:rPr>
        <w:t xml:space="preserve">ท่านอิมาม </w:t>
      </w:r>
      <w:r w:rsidR="002B30FB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.)</w:t>
      </w:r>
      <w:r w:rsidRPr="00C27D9F">
        <w:rPr>
          <w:rFonts w:hint="cs"/>
          <w:cs/>
        </w:rPr>
        <w:t>ได้ให้สายตาพิเศษอันใดแก่ข้าพเจ้าเพราะว่า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เมื่อท่านได้ชี้ให้ข้าพเจ้ามองไปยังเบื้องล่างอีกครั้งหนึ่งคราวนี้</w:t>
      </w:r>
      <w:r w:rsidR="009471F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สิ่งที่ข้าพเจ้าเห็นก็คือในทะเลทรายที่เต็มไปด้วยผู้แสวงบุญ</w:t>
      </w:r>
    </w:p>
    <w:p w:rsidR="005724C1" w:rsidRPr="009471F9" w:rsidRDefault="00C27D9F" w:rsidP="009471F9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hint="cs"/>
          <w:cs/>
        </w:rPr>
        <w:t>เมื่อครั้งแรกนั้น</w:t>
      </w:r>
      <w:r w:rsidR="009471F9">
        <w:rPr>
          <w:rFonts w:hint="cs"/>
          <w:cs/>
        </w:rPr>
        <w:t xml:space="preserve"> </w:t>
      </w:r>
      <w:r w:rsidRPr="00C27D9F">
        <w:rPr>
          <w:rFonts w:hint="cs"/>
          <w:cs/>
        </w:rPr>
        <w:t>บัดนี้มันเต็มไปด้วยฝูงสัตว์ที่เดินกันขวักไขว่ไปมาและมองเห็นผู้ที่เป็นมนุษย์จำนวนน้อยนิดเท่านั้นและจากนั้นท่านอิมาม</w:t>
      </w:r>
      <w:r w:rsidR="002B30FB">
        <w:rPr>
          <w:rFonts w:hint="cs"/>
          <w:cs/>
        </w:rPr>
        <w:t>ซั</w:t>
      </w:r>
      <w:r w:rsidRPr="00C27D9F">
        <w:rPr>
          <w:rFonts w:hint="cs"/>
          <w:cs/>
        </w:rPr>
        <w:t>จญา</w:t>
      </w:r>
      <w:r w:rsidR="002B30FB">
        <w:rPr>
          <w:rFonts w:hint="cs"/>
          <w:cs/>
        </w:rPr>
        <w:t>ด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.)</w:t>
      </w:r>
      <w:r w:rsidRPr="00C27D9F">
        <w:rPr>
          <w:rFonts w:hint="cs"/>
          <w:cs/>
        </w:rPr>
        <w:t>จึงได้บอกแก่เขาว่า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ภาพที่เห็นนั้นคือ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ความเกี่ยวพันกับความคิดที่ก่อขึ้นภายในจิตใจของผู้คนเหล่านั้น</w:t>
      </w:r>
      <w:r w:rsidRPr="00C27D9F">
        <w:rPr>
          <w:cs/>
        </w:rPr>
        <w:t>(</w:t>
      </w:r>
      <w:r w:rsidRPr="00C27D9F">
        <w:rPr>
          <w:rFonts w:hint="cs"/>
          <w:cs/>
        </w:rPr>
        <w:t>ธาตุแท้</w:t>
      </w:r>
      <w:r w:rsidRPr="00C27D9F">
        <w:rPr>
          <w:cs/>
        </w:rPr>
        <w:t>)</w:t>
      </w:r>
      <w:r w:rsidRPr="00C27D9F">
        <w:rPr>
          <w:rFonts w:hint="cs"/>
          <w:cs/>
        </w:rPr>
        <w:t>นี้คือความแท้จริงทีเดียว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แต่ถ้าพวกเราที่เรียกกันว่าหัวสมัยใหม่ไม่ยอมรับมันแล้ว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เราก็เป็นผู้ผิดพลาดในยุคสมัยของเราเอง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ยังคงมีอยู่และเป็นบุคคลผู้ซึ่งสามารถเห็นอุปนิสัยอันแท้จริงของบุคคลอื่นๆได้ว่าเหมือนกับเดรัจฉานทั้งหลายไม่รับรู้สิ่งใดเลยเว้นแต่การบริโภคหลับนอนและการสมสู่พวกเขาได้สูญเสียคุณลักษณะทั้งหลายแห่งความเป็นมนุษย์ของเขาและหวนกลับคืนสู่ความเป็นสัตว์ร้ายต่างๆ</w:t>
      </w:r>
    </w:p>
    <w:p w:rsidR="00C27D9F" w:rsidRPr="00573C4F" w:rsidRDefault="00C27D9F" w:rsidP="002B30FB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เราได้อ่านในคัมภีร์อัลกุรอาน</w:t>
      </w:r>
      <w:r w:rsidR="002B30FB">
        <w:rPr>
          <w:rFonts w:hint="cs"/>
          <w:cs/>
        </w:rPr>
        <w:t xml:space="preserve"> ซู</w:t>
      </w:r>
      <w:r w:rsidRPr="00C27D9F">
        <w:rPr>
          <w:rFonts w:hint="cs"/>
          <w:cs/>
        </w:rPr>
        <w:t>เราะฮ์</w:t>
      </w:r>
      <w:r w:rsidR="002B30FB">
        <w:rPr>
          <w:rFonts w:hint="cs"/>
          <w:cs/>
        </w:rPr>
        <w:t>อันนะบะ</w:t>
      </w:r>
      <w:r w:rsidRPr="00C27D9F">
        <w:rPr>
          <w:rFonts w:hint="cs"/>
          <w:cs/>
        </w:rPr>
        <w:t>อฺ</w:t>
      </w:r>
      <w:r w:rsidR="002B30FB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9471F9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18-</w:t>
      </w:r>
      <w:r w:rsidR="00573C4F" w:rsidRPr="00573C4F">
        <w:rPr>
          <w:rFonts w:hint="cs"/>
          <w:cs/>
        </w:rPr>
        <w:t>19</w:t>
      </w:r>
    </w:p>
    <w:p w:rsidR="00573C4F" w:rsidRDefault="002B30FB" w:rsidP="009471F9">
      <w:pPr>
        <w:pStyle w:val="libRighBold"/>
        <w:jc w:val="left"/>
        <w:rPr>
          <w:rFonts w:cs="Cordia New"/>
          <w:szCs w:val="40"/>
        </w:rPr>
      </w:pPr>
      <w:r w:rsidRPr="00C27D9F">
        <w:rPr>
          <w:rFonts w:cs="Times New Roman" w:hint="eastAsia"/>
          <w:lang w:bidi="ar-SA"/>
        </w:rPr>
        <w:t xml:space="preserve"> </w:t>
      </w:r>
      <w:r w:rsidR="00C27D9F" w:rsidRPr="00C27D9F">
        <w:rPr>
          <w:rFonts w:cs="Times New Roman" w:hint="eastAsia"/>
          <w:lang w:bidi="ar-SA"/>
        </w:rPr>
        <w:t>“</w:t>
      </w:r>
      <w:r w:rsidR="00C27D9F" w:rsidRPr="00C27D9F">
        <w:rPr>
          <w:rFonts w:hint="cs"/>
          <w:cs/>
        </w:rPr>
        <w:t>วันซึ่งที่เป่า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สังข์จะถูกเป่า</w:t>
      </w:r>
      <w:r>
        <w:rPr>
          <w:rFonts w:hint="cs"/>
          <w:cs/>
        </w:rPr>
        <w:t xml:space="preserve"> )</w:t>
      </w:r>
      <w:r w:rsidR="00C27D9F" w:rsidRPr="00C27D9F">
        <w:rPr>
          <w:rFonts w:hint="cs"/>
          <w:cs/>
        </w:rPr>
        <w:t>ดังนั้นจะถูกนำมารวมกันเป็นกลุ่มๆและท้องฟ้าก็จะถูกเปิดออกแล้วมีประตูทั้งหลายอยู่ในมัน</w:t>
      </w:r>
      <w:r w:rsidR="00C27D9F" w:rsidRPr="00C27D9F">
        <w:rPr>
          <w:rFonts w:cs="Times New Roman" w:hint="eastAsia"/>
          <w:lang w:bidi="ar-SA"/>
        </w:rPr>
        <w:t>”</w:t>
      </w:r>
    </w:p>
    <w:p w:rsidR="005724C1" w:rsidRDefault="005724C1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573C4F" w:rsidRPr="00573C4F" w:rsidRDefault="00573C4F" w:rsidP="00573C4F">
      <w:pPr>
        <w:pStyle w:val="libNormal"/>
        <w:rPr>
          <w:rFonts w:cs="Cordia New"/>
          <w:szCs w:val="40"/>
        </w:rPr>
      </w:pPr>
    </w:p>
    <w:p w:rsidR="00C27D9F" w:rsidRPr="00573C4F" w:rsidRDefault="00573C4F" w:rsidP="00573C4F">
      <w:pPr>
        <w:pStyle w:val="libNormal"/>
      </w:pPr>
      <w:r>
        <w:rPr>
          <w:rFonts w:hint="cs"/>
          <w:cs/>
        </w:rPr>
        <w:t>บรรดาผู้นำ</w:t>
      </w:r>
      <w:r w:rsidR="00C27D9F" w:rsidRPr="00C27D9F">
        <w:rPr>
          <w:rFonts w:hint="cs"/>
          <w:cs/>
        </w:rPr>
        <w:t>ศาสนาหลายท่านได้กล่าวซ้ำแล้วซ้ำอีกว่า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จะมีผู้คนเพียงกลุ่ม</w:t>
      </w:r>
    </w:p>
    <w:p w:rsidR="00573C4F" w:rsidRDefault="00C27D9F" w:rsidP="00573C4F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เดียวเท่านั้นจากในหม</w:t>
      </w:r>
      <w:r w:rsidR="00573C4F">
        <w:rPr>
          <w:rFonts w:hint="cs"/>
          <w:cs/>
        </w:rPr>
        <w:t>ู่ของผู้ที่ตายไปแล้วที่จะฟื้นขึ้</w:t>
      </w:r>
      <w:r w:rsidRPr="00C27D9F">
        <w:rPr>
          <w:rFonts w:hint="cs"/>
          <w:cs/>
        </w:rPr>
        <w:t>นมาในรูปร่างของมนุษย์ส่วนผู้คนอื่นๆนั้นจะปรากฏขึ้นเหมือนสรรพสัตว์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จำพวกเสือ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ลิง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แมลงป่อง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งูและจำพวกมด</w:t>
      </w:r>
      <w:r w:rsidR="00573C4F">
        <w:rPr>
          <w:rFonts w:hint="cs"/>
          <w:cs/>
        </w:rPr>
        <w:t xml:space="preserve"> </w:t>
      </w:r>
    </w:p>
    <w:p w:rsidR="00573C4F" w:rsidRDefault="00573C4F" w:rsidP="00573C4F">
      <w:pPr>
        <w:pStyle w:val="libNormal"/>
        <w:ind w:firstLine="0"/>
      </w:pPr>
    </w:p>
    <w:p w:rsidR="00C27D9F" w:rsidRPr="00C27D9F" w:rsidRDefault="00C27D9F" w:rsidP="00573C4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พระผู้เป็นเจ้า</w:t>
      </w:r>
      <w:r w:rsidR="00573C4F">
        <w:rPr>
          <w:rFonts w:hint="cs"/>
          <w:cs/>
        </w:rPr>
        <w:t>ทรง</w:t>
      </w:r>
      <w:r w:rsidRPr="00C27D9F">
        <w:rPr>
          <w:rFonts w:hint="cs"/>
          <w:cs/>
        </w:rPr>
        <w:t>กระทำ</w:t>
      </w:r>
      <w:r w:rsidR="00573C4F">
        <w:rPr>
          <w:rFonts w:hint="cs"/>
          <w:cs/>
        </w:rPr>
        <w:t>สิ่ง</w:t>
      </w:r>
      <w:r w:rsidRPr="00C27D9F">
        <w:rPr>
          <w:rFonts w:hint="cs"/>
          <w:cs/>
        </w:rPr>
        <w:t>ดัง</w:t>
      </w:r>
      <w:r w:rsidR="00573C4F">
        <w:rPr>
          <w:rFonts w:hint="cs"/>
          <w:cs/>
        </w:rPr>
        <w:t>กล่าว</w:t>
      </w:r>
      <w:r w:rsidRPr="00C27D9F">
        <w:rPr>
          <w:rFonts w:hint="cs"/>
          <w:cs/>
        </w:rPr>
        <w:t>นั้นโดยปราศจากเหตุผลหรือ</w:t>
      </w:r>
      <w:r w:rsidRPr="00C27D9F">
        <w:rPr>
          <w:rFonts w:cs="Times New Roman"/>
          <w:lang w:bidi="ar-SA"/>
        </w:rPr>
        <w:t>?</w:t>
      </w:r>
      <w:r w:rsidR="00573C4F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เปล่าเลยเหตุผลทั้งหลายย่อมมีอยู่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เมื่อมนุษย์หนึ่งมิได้กระทำในสิ่งใดๆเลยในโลกนี้แต่ว่าได้กัดต่อย</w:t>
      </w:r>
      <w:r w:rsidRPr="00C27D9F">
        <w:rPr>
          <w:cs/>
        </w:rPr>
        <w:t>(</w:t>
      </w:r>
      <w:r w:rsidRPr="00C27D9F">
        <w:rPr>
          <w:rFonts w:hint="cs"/>
          <w:cs/>
        </w:rPr>
        <w:t>เหมือนแมลงมีพิษ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สำหรับผู้ที่มีการกระทำต่างๆคล้ายลิงในโลกนี้ก็จะเป็นเหมือนลิงในโลกหน้าและบุคคลที่ชอบข่มขู่คำรามผู้คนเมื่ออยู่บนโลกนี้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เขาก็จะปรากฏเป็นสุนัขในโลกหน้า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ด้วยเหตุนี้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มนุษย์จะพากันฟื้นขึ้นจากความตาย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ความมุ่งมาดปรารถนาและนิสัยสันดานอันแท้จริงของเขา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ความปรารถนาของท่านบนโลกนี้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อยากเป็นมนุษย์ที่ดีหรือสิงสาราสัตว์หรือนก</w:t>
      </w:r>
    </w:p>
    <w:p w:rsidR="005724C1" w:rsidRDefault="00C27D9F" w:rsidP="009471F9">
      <w:pPr>
        <w:pStyle w:val="libNormal"/>
        <w:ind w:firstLine="0"/>
      </w:pPr>
      <w:r w:rsidRPr="00C27D9F">
        <w:rPr>
          <w:rFonts w:hint="cs"/>
          <w:cs/>
        </w:rPr>
        <w:t>ท่านก็จะได้รับรูปแบบตามต้องการในวันแห่งการฟื้นคืนชีพและนั่นก็คือว่า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ทำไมเราจึงถูกห้ามมิให้เคารพภักดีสิ่งอื่นในเว้นแต่อัลลอฮฺ</w:t>
      </w:r>
      <w:r w:rsidRPr="00C27D9F">
        <w:rPr>
          <w:cs/>
        </w:rPr>
        <w:t>(</w:t>
      </w:r>
      <w:r w:rsidRPr="00C27D9F">
        <w:rPr>
          <w:rFonts w:hint="cs"/>
          <w:cs/>
        </w:rPr>
        <w:t>ช</w:t>
      </w:r>
      <w:r w:rsidRPr="00C27D9F">
        <w:rPr>
          <w:cs/>
        </w:rPr>
        <w:t>.</w:t>
      </w:r>
      <w:r w:rsidRPr="00C27D9F">
        <w:rPr>
          <w:rFonts w:hint="cs"/>
          <w:cs/>
        </w:rPr>
        <w:t>บ</w:t>
      </w:r>
      <w:r w:rsidRPr="00C27D9F">
        <w:rPr>
          <w:cs/>
        </w:rPr>
        <w:t>.)</w:t>
      </w:r>
      <w:r w:rsidR="00573C4F">
        <w:rPr>
          <w:rFonts w:hint="cs"/>
          <w:cs/>
        </w:rPr>
        <w:t xml:space="preserve"> </w:t>
      </w:r>
    </w:p>
    <w:p w:rsidR="005724C1" w:rsidRDefault="00C27D9F" w:rsidP="005724C1">
      <w:pPr>
        <w:pStyle w:val="libNormal"/>
        <w:ind w:firstLine="0"/>
      </w:pPr>
      <w:r w:rsidRPr="00C27D9F">
        <w:rPr>
          <w:rFonts w:hint="cs"/>
          <w:cs/>
        </w:rPr>
        <w:t>พระผู้เป็นเจ้าผู้ทรงเที่ยงแท้องค์เดียวเท่านั้น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เพราะถ้าเราเคารพภักดีสิ่งใดสิ่งนั้นก็จะอยู่กับเราในโลกหน้า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ถ้าเราบูชาเงินตรามันก็จะกลายเป็นพระเจ้าของเราในโลกหน้า</w:t>
      </w:r>
      <w:r w:rsidR="005724C1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ดังที่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อัลกุรอานกล่าวไว้ใน</w:t>
      </w:r>
      <w:r w:rsidR="00573C4F">
        <w:rPr>
          <w:rFonts w:hint="cs"/>
          <w:cs/>
        </w:rPr>
        <w:t xml:space="preserve"> ซู</w:t>
      </w:r>
      <w:r w:rsidRPr="00C27D9F">
        <w:rPr>
          <w:rFonts w:hint="cs"/>
          <w:cs/>
        </w:rPr>
        <w:t>เราะฮ์อัตเตาบะฮ์</w:t>
      </w:r>
      <w:r w:rsidR="009471F9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บารออัต</w:t>
      </w:r>
      <w:r w:rsidRPr="00C27D9F">
        <w:rPr>
          <w:cs/>
        </w:rPr>
        <w:t>)</w:t>
      </w:r>
    </w:p>
    <w:p w:rsidR="00C27D9F" w:rsidRPr="00C27D9F" w:rsidRDefault="00C27D9F" w:rsidP="005724C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อายะฮ์ที่</w:t>
      </w:r>
      <w:r w:rsidR="009471F9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34</w:t>
      </w:r>
      <w:r w:rsidRPr="00C27D9F">
        <w:rPr>
          <w:rFonts w:hint="cs"/>
          <w:cs/>
        </w:rPr>
        <w:t>และ</w:t>
      </w:r>
      <w:r w:rsidR="009471F9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35</w:t>
      </w:r>
      <w:r w:rsidRPr="00C27D9F">
        <w:rPr>
          <w:rFonts w:hint="cs"/>
          <w:cs/>
        </w:rPr>
        <w:t>ดังนี้</w:t>
      </w:r>
    </w:p>
    <w:p w:rsidR="00C27D9F" w:rsidRPr="00C27D9F" w:rsidRDefault="00C27D9F" w:rsidP="009471F9">
      <w:pPr>
        <w:pStyle w:val="libRighBold"/>
        <w:jc w:val="left"/>
        <w:rPr>
          <w:rFonts w:cs="Times New Roman"/>
          <w:lang w:bidi="ar-SA"/>
        </w:rPr>
      </w:pP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และ</w:t>
      </w:r>
      <w:r w:rsidRPr="00C27D9F">
        <w:rPr>
          <w:cs/>
        </w:rPr>
        <w:t>(</w:t>
      </w:r>
      <w:r w:rsidRPr="00C27D9F">
        <w:rPr>
          <w:rFonts w:hint="cs"/>
          <w:cs/>
        </w:rPr>
        <w:t>สำหรับ</w:t>
      </w:r>
      <w:r w:rsidRPr="00C27D9F">
        <w:rPr>
          <w:cs/>
        </w:rPr>
        <w:t>)</w:t>
      </w:r>
      <w:r w:rsidRPr="00C27D9F">
        <w:rPr>
          <w:rFonts w:hint="cs"/>
          <w:cs/>
        </w:rPr>
        <w:t>บรรดาผู้ที่สะสมทองคำและเงินเพิ่มขึ้นและมิได้ใช้มันไปในหนทางของอัลลอฮฺ</w:t>
      </w:r>
      <w:r w:rsidRPr="00C27D9F">
        <w:rPr>
          <w:cs/>
        </w:rPr>
        <w:t>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บ</w:t>
      </w:r>
      <w:r w:rsidRPr="00C27D9F">
        <w:rPr>
          <w:cs/>
        </w:rPr>
        <w:t>)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จงประกาศแก่เขาเถิดถึงการลงโทษอย่างเจ็บปวดในวันที่</w:t>
      </w:r>
      <w:r w:rsidRPr="00C27D9F">
        <w:rPr>
          <w:cs/>
        </w:rPr>
        <w:t>(</w:t>
      </w:r>
      <w:r w:rsidRPr="00C27D9F">
        <w:rPr>
          <w:rFonts w:hint="cs"/>
          <w:cs/>
        </w:rPr>
        <w:t>ทรัพย์สมบัติที่ถูกสะสม</w:t>
      </w:r>
      <w:r w:rsidRPr="00C27D9F">
        <w:rPr>
          <w:cs/>
        </w:rPr>
        <w:t>)</w:t>
      </w:r>
      <w:r w:rsidRPr="00C27D9F">
        <w:rPr>
          <w:rFonts w:hint="cs"/>
          <w:cs/>
        </w:rPr>
        <w:t>มันจะถู</w:t>
      </w:r>
      <w:r w:rsidR="00573C4F">
        <w:rPr>
          <w:rFonts w:hint="cs"/>
          <w:cs/>
        </w:rPr>
        <w:t>ก</w:t>
      </w:r>
      <w:r w:rsidRPr="00C27D9F">
        <w:rPr>
          <w:rFonts w:hint="cs"/>
          <w:cs/>
        </w:rPr>
        <w:t>เผาจนร้อนในไฟนรกครั้นแล้วหน้าผากของพวกเขาและสีข้างของพวกเขาและหลังของพวก</w:t>
      </w:r>
    </w:p>
    <w:p w:rsidR="005724C1" w:rsidRDefault="00C27D9F" w:rsidP="009471F9">
      <w:pPr>
        <w:pStyle w:val="libRighBold"/>
        <w:ind w:firstLine="0"/>
        <w:jc w:val="left"/>
        <w:rPr>
          <w:rFonts w:cs="Times New Roman"/>
          <w:lang w:bidi="ar-SA"/>
        </w:rPr>
      </w:pPr>
      <w:r w:rsidRPr="00C27D9F">
        <w:rPr>
          <w:rFonts w:hint="cs"/>
          <w:cs/>
        </w:rPr>
        <w:t>เขาจะถูกตีตราด้วยมัน</w:t>
      </w:r>
      <w:r w:rsidRPr="00C27D9F">
        <w:rPr>
          <w:cs/>
        </w:rPr>
        <w:t>(</w:t>
      </w:r>
      <w:r w:rsidRPr="00C27D9F">
        <w:rPr>
          <w:rFonts w:hint="cs"/>
          <w:cs/>
        </w:rPr>
        <w:t>และ</w:t>
      </w:r>
      <w:r w:rsidRPr="00C27D9F">
        <w:rPr>
          <w:cs/>
        </w:rPr>
        <w:t>)</w:t>
      </w:r>
      <w:r w:rsidRPr="00C27D9F">
        <w:rPr>
          <w:rFonts w:hint="cs"/>
          <w:cs/>
        </w:rPr>
        <w:t>นี่คือสิ่งที่มันได้สะสมขึ้นมาสำหรับตัวเจ้าเอง</w:t>
      </w:r>
      <w:r w:rsidRPr="00C27D9F">
        <w:rPr>
          <w:rFonts w:cs="Times New Roman" w:hint="eastAsia"/>
          <w:lang w:bidi="ar-SA"/>
        </w:rPr>
        <w:t>”</w:t>
      </w:r>
    </w:p>
    <w:p w:rsidR="00573C4F" w:rsidRPr="005724C1" w:rsidRDefault="005724C1" w:rsidP="005724C1">
      <w:pPr>
        <w:rPr>
          <w:rFonts w:ascii="Angsana New" w:hAnsi="Angsana New" w:cs="Cordia New"/>
          <w:sz w:val="32"/>
          <w:szCs w:val="30"/>
          <w:cs/>
          <w:lang w:bidi="th-TH"/>
        </w:rPr>
      </w:pPr>
      <w:r>
        <w:br w:type="page"/>
      </w:r>
    </w:p>
    <w:p w:rsidR="00573C4F" w:rsidRDefault="00573C4F" w:rsidP="00573C4F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573C4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เกี่ยวกับโลหะที่ร้อนและละลายที่จะอยู</w:t>
      </w:r>
      <w:r w:rsidR="00573C4F">
        <w:rPr>
          <w:rFonts w:hint="cs"/>
          <w:cs/>
        </w:rPr>
        <w:t>่กับเราในวันแห่งการฟื้นขึ้นและ</w:t>
      </w:r>
      <w:r w:rsidRPr="00C27D9F">
        <w:rPr>
          <w:rFonts w:hint="cs"/>
          <w:cs/>
        </w:rPr>
        <w:t>อย่าได้กล่าวว่า</w:t>
      </w:r>
      <w:r w:rsidR="00573C4F">
        <w:rPr>
          <w:rFonts w:hint="cs"/>
          <w:cs/>
        </w:rPr>
        <w:t xml:space="preserve"> </w:t>
      </w:r>
      <w:r w:rsidR="00573C4F" w:rsidRPr="00C27D9F">
        <w:rPr>
          <w:rFonts w:hint="cs"/>
          <w:cs/>
        </w:rPr>
        <w:t xml:space="preserve">ธนบัตรที่ใช้กันอยู่ในปัจจุบันถูกนำมาแทนเหรียญโลหะหรือเหรียญเงินและทองแล้ว </w:t>
      </w:r>
      <w:r w:rsidR="00573C4F" w:rsidRPr="00C27D9F">
        <w:rPr>
          <w:cs/>
        </w:rPr>
        <w:t>(</w:t>
      </w:r>
      <w:r w:rsidRPr="00C27D9F">
        <w:rPr>
          <w:rFonts w:hint="cs"/>
          <w:cs/>
        </w:rPr>
        <w:t>บางคนอาจจะปลอดภัยจากการถูกตีตรา</w:t>
      </w:r>
      <w:r w:rsidRPr="00C27D9F">
        <w:rPr>
          <w:cs/>
        </w:rPr>
        <w:t>)</w:t>
      </w:r>
    </w:p>
    <w:p w:rsidR="00C27D9F" w:rsidRPr="00C27D9F" w:rsidRDefault="00C27D9F" w:rsidP="009471F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เพราะในโลกหน้า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ธนบัตรที่ธนาคารนำออกจำหน่ายเหล่านั้นแหละที่มันจะกลับคืนลงสู่ไฟซึ่งสามารถที่จะลุกโชติช่วงท่วมท้นนรกได้ดีกว่าเหรียญเงินและเหรียญทองทั้งหลายเสียอีก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</w:t>
      </w:r>
      <w:r w:rsidR="00573C4F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มนุษย์ซึ่งมีโรคแทรกซ้อนจึงเป็นความบกพร่องและบุคคลผู้ซึ่งบูชาวัตถุจึงเป็นคนไม่สมบูรณ์และที่จะเปลี่ยนไปได้ความสมบูรณ์ในทุกๆชนิดของทุกสิ่งถูกสร้างมีความแตกต่างกัน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ผู้สมบูรณ์แตกต่างไปจากมะลาอิกะฮ์ผู้สมบูรณ์และต่างก็มีการแยกแยะลำดับขั้นของความสมบูรณ์ของตนเอง</w:t>
      </w:r>
    </w:p>
    <w:p w:rsidR="00C27D9F" w:rsidRPr="00C27D9F" w:rsidRDefault="00C27D9F" w:rsidP="009471F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ผู้ที่บอกเล่าแก่เรา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มีอยู่ของมะลาอิกะฮ์ได้บอกว่าพวกเขาทั้งหลายถูกสร้างมาจากสติปัญญาและความคิดอันบริสุทธิ์และความคิดโลกีย์ตัณหาโมหะและความโกรธอื่นใดไม่มีอยู่ในพวกเข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สัตว์ทั้งหลายนั้นเต็มไปด้วยโลกีย์และไม่มีสิ่งที่อัลกรุอานเรียกว่าวิญญาณของพระผู้เป็นเจ้า</w:t>
      </w:r>
      <w:r w:rsidRPr="00C27D9F">
        <w:rPr>
          <w:cs/>
        </w:rPr>
        <w:t>(</w:t>
      </w:r>
      <w:r w:rsidRPr="00C27D9F">
        <w:rPr>
          <w:rFonts w:hint="cs"/>
          <w:cs/>
        </w:rPr>
        <w:t>ที่ถูกเป่าเข้า</w:t>
      </w:r>
    </w:p>
    <w:p w:rsidR="00573C4F" w:rsidRDefault="00C27D9F" w:rsidP="00573C4F">
      <w:pPr>
        <w:pStyle w:val="libNormal"/>
        <w:ind w:firstLine="0"/>
      </w:pPr>
      <w:r w:rsidRPr="00C27D9F">
        <w:rPr>
          <w:rFonts w:hint="cs"/>
          <w:cs/>
        </w:rPr>
        <w:t>ไปในตัวของมนุษย์</w:t>
      </w:r>
      <w:r w:rsidRPr="00C27D9F">
        <w:rPr>
          <w:cs/>
        </w:rPr>
        <w:t>)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มนุษย์คือส่วนผสมของสิ่งสองอย่างทั้งทางด้านโลกียวิสัยและทางด้านของความบริสุทธิ์ทั้งความสูงส่งและความต่ำต้อย</w:t>
      </w:r>
    </w:p>
    <w:p w:rsidR="00C27D9F" w:rsidRPr="00C27D9F" w:rsidRDefault="00C27D9F" w:rsidP="00573C4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นี่คือสิ่งที่ถูกพรรณนาไว้ในคำอรรถาธิบายในหนังสือ</w:t>
      </w:r>
    </w:p>
    <w:p w:rsidR="00573C4F" w:rsidRDefault="00C27D9F" w:rsidP="009471F9">
      <w:pPr>
        <w:pStyle w:val="libNormal"/>
        <w:ind w:firstLine="0"/>
      </w:pP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อูศุลกาฟี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และกวีเมาลาวีได้ดัดแปลงไปเป็นโคลงบทหนึ่งซึ่งแปลความหมายได้ดังนี้</w:t>
      </w:r>
      <w:r w:rsidRPr="00C27D9F">
        <w:rPr>
          <w:rFonts w:cs="Times New Roman" w:hint="eastAsia"/>
          <w:lang w:bidi="ar-SA"/>
        </w:rPr>
        <w:t>…</w:t>
      </w:r>
      <w:r w:rsidRPr="00C27D9F">
        <w:rPr>
          <w:rFonts w:hint="cs"/>
          <w:cs/>
        </w:rPr>
        <w:t>คำบรรยา</w:t>
      </w:r>
      <w:r w:rsidR="00573C4F">
        <w:rPr>
          <w:rFonts w:hint="cs"/>
          <w:cs/>
        </w:rPr>
        <w:t>ย</w:t>
      </w:r>
      <w:r w:rsidRPr="00C27D9F">
        <w:rPr>
          <w:rFonts w:hint="cs"/>
          <w:cs/>
        </w:rPr>
        <w:t>กล่าวไว้ว่า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พระผู้เป็นเจ้าผู้ควรแก่การสรรเสริญยกย่องได้สร้างสิ่งถูกสร้างขึ้นมาสามจำพวกที่มีความแตกต่างกันจากสิ่งที่พระองค์ทรงสร้างทั้งหลาย</w:t>
      </w:r>
      <w:r w:rsidR="005724C1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จำพวกแรกเป็นกลุ่มของบรรดา</w:t>
      </w:r>
    </w:p>
    <w:p w:rsidR="00573C4F" w:rsidRDefault="00C27D9F" w:rsidP="00573C4F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มะลาอิกะฮ์ซึ่งเป็นผู้บริสุทธิ์มีไหวพริบมีความรู้และไม่ขัดต่อพระประสงค์</w:t>
      </w:r>
      <w:r w:rsidRPr="00C27D9F">
        <w:rPr>
          <w:cs/>
        </w:rPr>
        <w:t>(</w:t>
      </w:r>
      <w:r w:rsidRPr="00C27D9F">
        <w:rPr>
          <w:rFonts w:hint="cs"/>
          <w:cs/>
        </w:rPr>
        <w:t>ของพระผู้เป็นเจ้า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และรู้เพียงการกราบกราน</w:t>
      </w:r>
      <w:r w:rsidRPr="00C27D9F">
        <w:rPr>
          <w:cs/>
        </w:rPr>
        <w:t>(</w:t>
      </w:r>
      <w:r w:rsidRPr="00C27D9F">
        <w:rPr>
          <w:rFonts w:hint="cs"/>
          <w:cs/>
        </w:rPr>
        <w:t>ภักดีพระองค์</w:t>
      </w:r>
      <w:r w:rsidRPr="00C27D9F">
        <w:rPr>
          <w:cs/>
        </w:rPr>
        <w:t>)</w:t>
      </w:r>
      <w:r w:rsidRPr="00C27D9F">
        <w:rPr>
          <w:rFonts w:hint="cs"/>
          <w:cs/>
        </w:rPr>
        <w:t>เท่านั้น</w:t>
      </w:r>
    </w:p>
    <w:p w:rsidR="00573C4F" w:rsidRDefault="00573C4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724C1" w:rsidRDefault="005724C1" w:rsidP="00573C4F">
      <w:pPr>
        <w:pStyle w:val="libNormal"/>
        <w:ind w:firstLine="0"/>
      </w:pPr>
    </w:p>
    <w:p w:rsidR="00C27D9F" w:rsidRPr="00C27D9F" w:rsidRDefault="00573C4F" w:rsidP="00573C4F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>พวกเขาไม่มีสันดานของความละโมภ</w:t>
      </w:r>
      <w:r w:rsidR="00C27D9F" w:rsidRPr="00C27D9F">
        <w:rPr>
          <w:rFonts w:hint="cs"/>
          <w:cs/>
        </w:rPr>
        <w:t>และกิเลสตัณหาแต่เป็นแสงอันบริสุทธิ์และดำรงชีวิตอยู่ด้วยความรักจากพระผู้เป็นเจ้า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ีกจำพวกหนึ่งไม่มีความรู้เลยและขุนอ้วนท้วมเหมือนดังสัตว์ที่อยู่กลางทุ่งหญ้ามิได้เห็นอันใดเลยเว้นแต่คอกและกองฟางไม่รู้ทั้งความเลวร้ายและความมีเกียรติยศ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จำพวกที่สามเป็นพวกมนุษย์ซึ่งครึ่งหนึ่งเป็นมะลาอิกะฮ์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อีกครึ่งหนึ่งเป็นลา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ส่วนที่เป็นลานั้นโน้มเอียงไปสู่ความต่ำช้าและอีกส่วนหนึ่งโน้มไปสู่แนวทางที่ทำให้บริสุทธิ์</w:t>
      </w:r>
    </w:p>
    <w:p w:rsidR="00573C4F" w:rsidRDefault="00C27D9F" w:rsidP="00C27D9F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บุคคลจะต้องตรวจสอบดูว่าส่วนใดจะได้รับชัยชนะและส่วนใดที่จะพิชิตอีกส่วนหนึ่ง</w:t>
      </w:r>
      <w:r w:rsidRPr="00C27D9F">
        <w:rPr>
          <w:rFonts w:cs="Times New Roman" w:hint="eastAsia"/>
          <w:lang w:bidi="ar-SA"/>
        </w:rPr>
        <w:t>”</w:t>
      </w:r>
    </w:p>
    <w:p w:rsidR="00573C4F" w:rsidRDefault="00C27D9F" w:rsidP="00573C4F">
      <w:pPr>
        <w:pStyle w:val="libNormal"/>
      </w:pPr>
      <w:r w:rsidRPr="00C27D9F">
        <w:rPr>
          <w:rFonts w:hint="cs"/>
          <w:cs/>
        </w:rPr>
        <w:t>อัลกุรอานได้กล่าวไว้ใน</w:t>
      </w:r>
      <w:r w:rsidRPr="00C27D9F">
        <w:rPr>
          <w:cs/>
        </w:rPr>
        <w:t xml:space="preserve"> </w:t>
      </w:r>
      <w:r w:rsidR="00573C4F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="00573C4F">
        <w:rPr>
          <w:rFonts w:hint="cs"/>
          <w:cs/>
        </w:rPr>
        <w:t>อัล</w:t>
      </w:r>
      <w:r w:rsidRPr="00C27D9F">
        <w:rPr>
          <w:rFonts w:hint="cs"/>
          <w:cs/>
        </w:rPr>
        <w:t>อินซาน</w:t>
      </w:r>
      <w:r w:rsidRPr="00C27D9F">
        <w:rPr>
          <w:cs/>
        </w:rPr>
        <w:t xml:space="preserve"> ( </w:t>
      </w:r>
      <w:r w:rsidRPr="00C27D9F">
        <w:rPr>
          <w:rFonts w:hint="cs"/>
          <w:cs/>
        </w:rPr>
        <w:t>หรืออัดดะห</w:t>
      </w:r>
      <w:r w:rsidR="009471F9">
        <w:rPr>
          <w:rFonts w:hint="cs"/>
          <w:cs/>
        </w:rPr>
        <w:t>ฺร์</w:t>
      </w:r>
      <w:r w:rsidRPr="00C27D9F">
        <w:rPr>
          <w:cs/>
        </w:rPr>
        <w:t xml:space="preserve">) </w:t>
      </w:r>
      <w:r w:rsidRPr="00C27D9F">
        <w:rPr>
          <w:rFonts w:hint="cs"/>
          <w:cs/>
        </w:rPr>
        <w:t>อายะฮ์ที่</w:t>
      </w:r>
    </w:p>
    <w:p w:rsidR="00573C4F" w:rsidRPr="005724C1" w:rsidRDefault="00C27D9F" w:rsidP="005724C1">
      <w:pPr>
        <w:pStyle w:val="libNormal"/>
        <w:rPr>
          <w:rFonts w:cs="Cordia New"/>
          <w:szCs w:val="40"/>
        </w:rPr>
      </w:pPr>
      <w:r w:rsidRPr="00C27D9F">
        <w:rPr>
          <w:cs/>
        </w:rPr>
        <w:t xml:space="preserve">( </w:t>
      </w:r>
      <w:r w:rsidRPr="00C27D9F">
        <w:rPr>
          <w:rFonts w:cs="Times New Roman"/>
          <w:lang w:bidi="ar-SA"/>
        </w:rPr>
        <w:t>2-3</w:t>
      </w:r>
      <w:r w:rsidR="009471F9" w:rsidRPr="00C27D9F">
        <w:rPr>
          <w:rFonts w:cs="Times New Roman"/>
          <w:lang w:bidi="ar-SA"/>
        </w:rPr>
        <w:t>) (</w:t>
      </w:r>
      <w:r w:rsidR="00573C4F" w:rsidRPr="00C27D9F">
        <w:rPr>
          <w:cs/>
        </w:rPr>
        <w:t>ความว่า</w:t>
      </w:r>
      <w:r w:rsidRPr="00C27D9F">
        <w:rPr>
          <w:cs/>
        </w:rPr>
        <w:t>)</w:t>
      </w:r>
    </w:p>
    <w:p w:rsidR="00573C4F" w:rsidRDefault="00573C4F" w:rsidP="009471F9">
      <w:pPr>
        <w:pStyle w:val="libRighBold"/>
        <w:jc w:val="left"/>
        <w:rPr>
          <w:szCs w:val="40"/>
        </w:rPr>
      </w:pPr>
      <w:r w:rsidRPr="00C27D9F">
        <w:rPr>
          <w:rFonts w:cs="Times New Roman" w:hint="eastAsia"/>
          <w:lang w:bidi="ar-SA"/>
        </w:rPr>
        <w:t xml:space="preserve"> </w:t>
      </w:r>
      <w:r w:rsidR="005724C1">
        <w:rPr>
          <w:rFonts w:hint="cs"/>
          <w:szCs w:val="40"/>
          <w:cs/>
        </w:rPr>
        <w:t>“</w:t>
      </w:r>
      <w:r w:rsidR="00C27D9F" w:rsidRPr="00C27D9F">
        <w:rPr>
          <w:rFonts w:hint="cs"/>
          <w:cs/>
        </w:rPr>
        <w:t>แน่นอนเราได้สร้างมนุษย์จากเชื้อเล็กๆของชีวิตที่รวมกัน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ในตัวมันเอง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เรามุ่งหมายที่จะทดลองเขา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ดังนั้นเราได้ทำให้เขาได้ยินได้เห็น</w:t>
      </w:r>
      <w:r w:rsidR="009471F9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แน่นอนเราได้เปิดเผยแนวทางแก่เขาเขาอาจจะขอบคุณหรือเนรคุณก็ตาม</w:t>
      </w:r>
      <w:r w:rsidR="005724C1">
        <w:rPr>
          <w:rFonts w:hint="cs"/>
          <w:szCs w:val="40"/>
          <w:cs/>
        </w:rPr>
        <w:t>”</w:t>
      </w:r>
    </w:p>
    <w:p w:rsidR="009471F9" w:rsidRPr="005724C1" w:rsidRDefault="009471F9" w:rsidP="009471F9">
      <w:pPr>
        <w:pStyle w:val="libRighBold"/>
        <w:jc w:val="left"/>
        <w:rPr>
          <w:szCs w:val="40"/>
        </w:rPr>
      </w:pPr>
    </w:p>
    <w:p w:rsidR="00C27D9F" w:rsidRPr="00C27D9F" w:rsidRDefault="00C27D9F" w:rsidP="00573C4F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อย่างนี้หมายความว่า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เขาได้รับอนุญาตให้ได้ใช้ความสามารถทั้งหลาย</w:t>
      </w:r>
    </w:p>
    <w:p w:rsidR="00C27D9F" w:rsidRPr="00C27D9F" w:rsidRDefault="00C27D9F" w:rsidP="00573C4F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และถูกปล่อยให้เป็นอิสระเพื่อที่จะแสดงให้เห็นว่าเขาสมควรจะได้รับรางวัลหรือควรจะถูกลงโทษจากการกระทำทั้งหลายของเข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ที่สิ่งถูกสร้างอื่นๆไม่มีคุณสมบัติดังกล่าวนั้นเขาจึงต้องเลือกสรรหนทางของเขาเองและบรรลุถึงความสมบูรณ์โดยอาศัยความพอประมาณและความสมดุล</w:t>
      </w:r>
    </w:p>
    <w:p w:rsidR="009471F9" w:rsidRDefault="00C27D9F" w:rsidP="00573C4F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และด้วยการใช้ความสามารถพิเศษทั้งหลายของเขา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ด็กคนหนึ่งเติบโตขึ้นมาและมีความเป็นปกติดีในทุกส่วนของอวัยวะและแขนขาทั้งหมดเหล่านี้เป็นการประสานกลมกลืน</w:t>
      </w:r>
    </w:p>
    <w:p w:rsidR="009471F9" w:rsidRDefault="009471F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73C4F" w:rsidRDefault="00573C4F" w:rsidP="00573C4F">
      <w:pPr>
        <w:pStyle w:val="libNormal"/>
        <w:ind w:firstLine="0"/>
      </w:pPr>
    </w:p>
    <w:p w:rsidR="00573C4F" w:rsidRPr="00573C4F" w:rsidRDefault="00C27D9F" w:rsidP="00573C4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ต่ถ้าหากว่าเติบโตขึ้นมาเหมือนตัวการ์ตูนซึ่งการเจริญเติบโตของอวัยวะบางส่วนมากจนเกินไปและส่วนอื่นๆมิได้เติบโตหรือเติบโตเพียงเล็กน้อย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เขาก็ไม่สามารถบรรลุถึงความสมบูรณ์ตามปกติได้</w:t>
      </w:r>
      <w:r w:rsidR="00573C4F">
        <w:rPr>
          <w:rFonts w:hint="cs"/>
          <w:cs/>
        </w:rPr>
        <w:t xml:space="preserve"> </w:t>
      </w:r>
      <w:r w:rsidR="00573C4F" w:rsidRPr="00C27D9F">
        <w:rPr>
          <w:rFonts w:hint="cs"/>
          <w:cs/>
        </w:rPr>
        <w:t xml:space="preserve">แต่การประสานกลมกลืนอย่างหนึ่งและการพัฒนาทั่วไปหมด </w:t>
      </w:r>
      <w:r w:rsidR="00573C4F" w:rsidRPr="00C27D9F">
        <w:rPr>
          <w:cs/>
        </w:rPr>
        <w:t>(</w:t>
      </w:r>
      <w:r w:rsidRPr="00C27D9F">
        <w:rPr>
          <w:rFonts w:hint="cs"/>
          <w:cs/>
        </w:rPr>
        <w:t>ทั่วทั้งร่างกาย</w:t>
      </w:r>
      <w:r w:rsidR="00573C4F" w:rsidRPr="00C27D9F">
        <w:rPr>
          <w:rFonts w:hint="cs"/>
          <w:cs/>
        </w:rPr>
        <w:t>) ก็มีผลในการเป็นผู้สมบูรณ์ตามปกต</w:t>
      </w:r>
      <w:r w:rsidR="00573C4F" w:rsidRPr="00C27D9F">
        <w:rPr>
          <w:cs/>
        </w:rPr>
        <w:t>ิ</w:t>
      </w:r>
    </w:p>
    <w:p w:rsidR="00573C4F" w:rsidRDefault="00C27D9F" w:rsidP="00573C4F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คัมภีร์อัลกุรอานกล่าวไว้ใน</w:t>
      </w:r>
      <w:r w:rsidR="00573C4F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เราะฮ์อัล</w:t>
      </w:r>
      <w:r w:rsidRPr="00C27D9F">
        <w:rPr>
          <w:cs/>
        </w:rPr>
        <w:t>-</w:t>
      </w:r>
      <w:r w:rsidRPr="00C27D9F">
        <w:rPr>
          <w:rFonts w:hint="cs"/>
          <w:cs/>
        </w:rPr>
        <w:t>บะกอเราะฮ์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อายะฮ์ที่</w:t>
      </w:r>
      <w:r w:rsidR="009471F9">
        <w:rPr>
          <w:rFonts w:hint="cs"/>
          <w:cs/>
        </w:rPr>
        <w:t xml:space="preserve"> </w:t>
      </w:r>
      <w:r w:rsidR="00573C4F" w:rsidRPr="00C27D9F">
        <w:rPr>
          <w:rFonts w:hint="cs"/>
          <w:cs/>
        </w:rPr>
        <w:t>12</w:t>
      </w:r>
      <w:r w:rsidR="00573C4F" w:rsidRPr="00C27D9F">
        <w:rPr>
          <w:cs/>
        </w:rPr>
        <w:t>4</w:t>
      </w:r>
    </w:p>
    <w:p w:rsidR="00C27D9F" w:rsidRPr="009471F9" w:rsidRDefault="00C27D9F" w:rsidP="00573C4F">
      <w:pPr>
        <w:pStyle w:val="libNormal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ความว่า</w:t>
      </w:r>
      <w:r w:rsidRPr="00C27D9F">
        <w:rPr>
          <w:cs/>
        </w:rPr>
        <w:t>)</w:t>
      </w:r>
    </w:p>
    <w:p w:rsidR="00573C4F" w:rsidRPr="00573C4F" w:rsidRDefault="00573C4F" w:rsidP="009471F9">
      <w:pPr>
        <w:pStyle w:val="libRighBold"/>
        <w:jc w:val="left"/>
        <w:rPr>
          <w:rFonts w:cs="Cordia New"/>
          <w:szCs w:val="40"/>
          <w:cs/>
        </w:rPr>
      </w:pPr>
      <w:r>
        <w:t>“</w:t>
      </w:r>
      <w:r w:rsidR="00C27D9F" w:rsidRPr="00C27D9F">
        <w:rPr>
          <w:rFonts w:hint="cs"/>
          <w:cs/>
        </w:rPr>
        <w:t>และเมื่อพระผู้เป็นเจ้าของเขาได้ทดลองอิบรอฮีมด้วยคำพูดบางอย่าง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เขาได้ปฏิบัติมั่นอย่างครบครั</w:t>
      </w:r>
      <w:r w:rsidRPr="00C27D9F">
        <w:rPr>
          <w:cs/>
        </w:rPr>
        <w:t>น</w:t>
      </w:r>
      <w:r>
        <w:t xml:space="preserve"> </w:t>
      </w:r>
      <w:r w:rsidR="00C27D9F" w:rsidRPr="00C27D9F">
        <w:rPr>
          <w:rFonts w:hint="cs"/>
          <w:cs/>
        </w:rPr>
        <w:t>พระองค์ได้ตรัสว่า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แน่นอนฉันจะแต่งตั้งเจ้าให้เป็นอิมาม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ผู้นำ</w:t>
      </w:r>
      <w:r w:rsidRPr="00C27D9F">
        <w:rPr>
          <w:rFonts w:hint="cs"/>
          <w:cs/>
        </w:rPr>
        <w:t>) แห่งมนุษยชาติ</w:t>
      </w:r>
      <w:r w:rsidRPr="00C27D9F">
        <w:t>,</w:t>
      </w:r>
      <w:r w:rsidRPr="00C27D9F">
        <w:rPr>
          <w:rFonts w:hint="cs"/>
          <w:cs/>
        </w:rPr>
        <w:t xml:space="preserve"> เขา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อิบรอฮีม</w:t>
      </w:r>
      <w:r w:rsidRPr="00C27D9F">
        <w:rPr>
          <w:rFonts w:hint="cs"/>
          <w:cs/>
        </w:rPr>
        <w:t xml:space="preserve">) กล่าวว่าและจากลูกหลานของข้าพระองค์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ด้วยกระนั้นหรือ</w:t>
      </w:r>
      <w:r w:rsidR="00C27D9F" w:rsidRPr="00C27D9F">
        <w:rPr>
          <w:cs/>
        </w:rPr>
        <w:t>)</w:t>
      </w:r>
      <w:r>
        <w:t xml:space="preserve"> </w:t>
      </w:r>
      <w:r w:rsidR="00C27D9F" w:rsidRPr="00C27D9F">
        <w:rPr>
          <w:rFonts w:hint="cs"/>
          <w:cs/>
        </w:rPr>
        <w:t>อัลลอฮตรัสว่าข้อสัญญาของฉันมิได้รวมไปถึงพวกที่อธรรม</w:t>
      </w:r>
      <w:r>
        <w:rPr>
          <w:rFonts w:cs="Times New Roman"/>
          <w:lang w:bidi="ar-SA"/>
        </w:rPr>
        <w:t>”</w:t>
      </w:r>
    </w:p>
    <w:p w:rsidR="00573C4F" w:rsidRDefault="00573C4F" w:rsidP="009471F9">
      <w:pPr>
        <w:pStyle w:val="libRighBold"/>
        <w:jc w:val="left"/>
        <w:rPr>
          <w:rFonts w:cs="Times New Roman"/>
          <w:lang w:bidi="ar-SA"/>
        </w:rPr>
      </w:pPr>
    </w:p>
    <w:p w:rsidR="009471F9" w:rsidRDefault="00C27D9F" w:rsidP="009471F9">
      <w:pPr>
        <w:pStyle w:val="libNormal"/>
      </w:pPr>
      <w:r w:rsidRPr="00C27D9F">
        <w:rPr>
          <w:rFonts w:hint="cs"/>
          <w:cs/>
        </w:rPr>
        <w:t>อิบรอฮีมได้ถูกทดสอบในหลายๆวิธี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รวมทั้งการพร้อมที่จะเสียสละบุตรชายของท่านเองเป็นการพลีแด่พระผู้เป็นเจ้า</w:t>
      </w:r>
      <w:r w:rsidR="00573C4F" w:rsidRPr="00C27D9F">
        <w:t>,</w:t>
      </w:r>
      <w:r w:rsidR="00573C4F" w:rsidRPr="00C27D9F">
        <w:rPr>
          <w:rFonts w:hint="cs"/>
          <w:cs/>
        </w:rPr>
        <w:t xml:space="preserve"> เมื่อเสียงเรียกร้องจากพระผู้เป็นเจ้าได้กล่าวว่</w:t>
      </w:r>
      <w:r w:rsidR="00573C4F" w:rsidRPr="00C27D9F">
        <w:rPr>
          <w:cs/>
        </w:rPr>
        <w:t>า</w:t>
      </w:r>
      <w:r w:rsidR="00573C4F" w:rsidRPr="00C27D9F">
        <w:rPr>
          <w:rFonts w:cs="Times New Roman"/>
          <w:lang w:bidi="ar-SA"/>
        </w:rPr>
        <w:t xml:space="preserve"> 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อัลกุรอาน</w:t>
      </w:r>
      <w:r w:rsidR="00573C4F">
        <w:rPr>
          <w:rFonts w:cs="Cordia New" w:hint="cs"/>
          <w:szCs w:val="40"/>
          <w:cs/>
        </w:rPr>
        <w:t xml:space="preserve"> </w:t>
      </w:r>
      <w:r w:rsidR="00573C4F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เราะฮ์อัซซอฟฟาต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อายะฮ์ที่104</w:t>
      </w:r>
      <w:r w:rsidR="00573C4F" w:rsidRPr="00C27D9F">
        <w:t>,</w:t>
      </w:r>
      <w:r w:rsidR="00573C4F" w:rsidRPr="00C27D9F">
        <w:rPr>
          <w:rFonts w:hint="cs"/>
          <w:cs/>
        </w:rPr>
        <w:t xml:space="preserve"> 10</w:t>
      </w:r>
      <w:r w:rsidR="00573C4F" w:rsidRPr="00C27D9F">
        <w:rPr>
          <w:cs/>
        </w:rPr>
        <w:t>5</w:t>
      </w:r>
      <w:r w:rsidRPr="00C27D9F">
        <w:rPr>
          <w:rFonts w:cs="Times New Roman"/>
          <w:lang w:bidi="ar-SA"/>
        </w:rPr>
        <w:t>)</w:t>
      </w:r>
      <w:r w:rsidR="00573C4F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และเราได้ร้องเรียกแก่เขาว่า</w:t>
      </w:r>
      <w:r w:rsidR="009471F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โอ้อิบรอฮีม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แน่แท้เจ้าได้กระท</w:t>
      </w:r>
      <w:r w:rsidR="00573C4F" w:rsidRPr="00C27D9F">
        <w:rPr>
          <w:cs/>
        </w:rPr>
        <w:t>ำ</w:t>
      </w:r>
      <w:r w:rsidRPr="00C27D9F">
        <w:rPr>
          <w:rFonts w:hint="cs"/>
          <w:cs/>
        </w:rPr>
        <w:t>สมจริงตามความฝันแล้ว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เมื่ออิบรอฮีมได้รับความสำเร็จในการทดสอบผ่านขั้นตอนต่างๆทั้งหลายแล้ว</w:t>
      </w:r>
      <w:r w:rsidRPr="00C27D9F">
        <w:rPr>
          <w:cs/>
        </w:rPr>
        <w:t xml:space="preserve"> </w:t>
      </w:r>
    </w:p>
    <w:p w:rsidR="00573C4F" w:rsidRDefault="00C27D9F" w:rsidP="00573C4F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อัลกรุอานได้กล่าว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เกี่ยวกับท่าน</w:t>
      </w:r>
      <w:r w:rsidR="000F58FA" w:rsidRPr="00C27D9F">
        <w:rPr>
          <w:rFonts w:hint="cs"/>
          <w:cs/>
        </w:rPr>
        <w:t>ใน</w:t>
      </w:r>
      <w:r w:rsidR="00573C4F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เราะฮ์อันนะฮ์</w:t>
      </w:r>
      <w:r w:rsidR="005724C1">
        <w:rPr>
          <w:rFonts w:hint="cs"/>
          <w:cs/>
        </w:rPr>
        <w:t>ล์</w:t>
      </w:r>
    </w:p>
    <w:p w:rsidR="00573C4F" w:rsidRDefault="00C27D9F" w:rsidP="00573C4F">
      <w:pPr>
        <w:pStyle w:val="libNormal"/>
      </w:pPr>
      <w:r w:rsidRPr="00C27D9F">
        <w:rPr>
          <w:rFonts w:hint="cs"/>
          <w:cs/>
        </w:rPr>
        <w:t>อายะฮ์ที่</w:t>
      </w:r>
      <w:r w:rsidRPr="00C27D9F">
        <w:rPr>
          <w:rFonts w:cs="Times New Roman"/>
          <w:lang w:bidi="ar-SA"/>
        </w:rPr>
        <w:t>120</w:t>
      </w:r>
      <w:r w:rsidR="00573C4F" w:rsidRPr="00C27D9F">
        <w:rPr>
          <w:rFonts w:cs="Times New Roman"/>
          <w:lang w:bidi="ar-SA"/>
        </w:rPr>
        <w:t xml:space="preserve"> </w:t>
      </w:r>
      <w:r w:rsidRPr="00C27D9F">
        <w:rPr>
          <w:rFonts w:hint="cs"/>
          <w:cs/>
        </w:rPr>
        <w:t>ว่า</w:t>
      </w:r>
    </w:p>
    <w:p w:rsidR="00573C4F" w:rsidRDefault="00573C4F" w:rsidP="009471F9">
      <w:pPr>
        <w:pStyle w:val="libRighBold"/>
        <w:jc w:val="left"/>
        <w:rPr>
          <w:rFonts w:cs="Cordia New"/>
          <w:szCs w:val="40"/>
          <w:cs/>
        </w:rPr>
      </w:pPr>
      <w:r>
        <w:rPr>
          <w:rFonts w:hint="cs"/>
          <w:cs/>
        </w:rPr>
        <w:t>“</w:t>
      </w:r>
      <w:r w:rsidR="00C27D9F" w:rsidRPr="00C27D9F">
        <w:rPr>
          <w:rFonts w:hint="cs"/>
          <w:cs/>
        </w:rPr>
        <w:t>แน่นอนอิบรอฮีมเป็นแบบอย่างที่ดี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ผู้ปฏิบัติตามอัลลอฮ์</w:t>
      </w:r>
      <w:r w:rsidRPr="00C27D9F">
        <w:t>,</w:t>
      </w:r>
      <w:r w:rsidRPr="00C27D9F">
        <w:rPr>
          <w:rFonts w:hint="cs"/>
          <w:cs/>
        </w:rPr>
        <w:t xml:space="preserve"> เป็นผู้ซื่อตรง</w:t>
      </w:r>
      <w:r w:rsidRPr="00C27D9F">
        <w:t>,</w:t>
      </w:r>
      <w:r w:rsidRPr="00C27D9F">
        <w:rPr>
          <w:rFonts w:hint="cs"/>
          <w:cs/>
        </w:rPr>
        <w:t xml:space="preserve"> และเขาหาได้อยู่ในจำพวกที่สร้า</w:t>
      </w:r>
      <w:r w:rsidRPr="00C27D9F">
        <w:rPr>
          <w:cs/>
        </w:rPr>
        <w:t>ง</w:t>
      </w:r>
      <w:r w:rsidR="00C27D9F" w:rsidRPr="00C27D9F">
        <w:rPr>
          <w:rFonts w:hint="cs"/>
          <w:cs/>
        </w:rPr>
        <w:t>ภาคีทั้งหลายไม่</w:t>
      </w:r>
      <w:r>
        <w:rPr>
          <w:rFonts w:cs="Cordia New" w:hint="cs"/>
          <w:szCs w:val="40"/>
          <w:cs/>
        </w:rPr>
        <w:t>”</w:t>
      </w:r>
    </w:p>
    <w:p w:rsidR="00573C4F" w:rsidRDefault="00573C4F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573C4F" w:rsidRPr="00573C4F" w:rsidRDefault="00573C4F" w:rsidP="00573C4F">
      <w:pPr>
        <w:pStyle w:val="libNormal"/>
        <w:rPr>
          <w:rFonts w:cs="Cordia New"/>
          <w:szCs w:val="40"/>
        </w:rPr>
      </w:pPr>
    </w:p>
    <w:p w:rsidR="00573C4F" w:rsidRDefault="00573C4F" w:rsidP="00573C4F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ท่านได้ยืนหยัดอย่างโดดเดี่ยวในการต่อสู้ต้านทานกับบรรดาผู้ปฏิเสธทั้งหมด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และเมื่อเป็นเช่นนั้น</w:t>
      </w:r>
      <w:r w:rsidR="009471F9">
        <w:rPr>
          <w:rFonts w:hint="cs"/>
          <w:cs/>
        </w:rPr>
        <w:t xml:space="preserve"> </w:t>
      </w:r>
      <w:r w:rsidRPr="00C27D9F">
        <w:rPr>
          <w:rFonts w:hint="cs"/>
          <w:cs/>
        </w:rPr>
        <w:t>พระผู้เป็นเจ้าจึงเรียกท่านว่าอิมาม</w:t>
      </w:r>
      <w:r w:rsidRPr="00C27D9F">
        <w:t>,</w:t>
      </w:r>
      <w:r w:rsidRPr="00C27D9F">
        <w:rPr>
          <w:rFonts w:hint="cs"/>
          <w:cs/>
        </w:rPr>
        <w:t xml:space="preserve"> ผู้นำและผู้เป็นแบบอย่างสำหรับผู้อื่</w:t>
      </w:r>
      <w:r w:rsidRPr="00C27D9F">
        <w:rPr>
          <w:cs/>
        </w:rPr>
        <w:t>น</w:t>
      </w:r>
      <w:r w:rsidR="00C27D9F" w:rsidRPr="00C27D9F">
        <w:rPr>
          <w:rFonts w:hint="cs"/>
          <w:cs/>
        </w:rPr>
        <w:t>ทั้งหลายที่จะปฏิบัติตาม</w:t>
      </w:r>
      <w:r w:rsidR="00C27D9F" w:rsidRPr="00C27D9F">
        <w:rPr>
          <w:rFonts w:cs="Times New Roman"/>
          <w:lang w:bidi="ar-SA"/>
        </w:rPr>
        <w:t>,</w:t>
      </w:r>
      <w:r w:rsidR="00C27D9F" w:rsidRPr="00C27D9F">
        <w:rPr>
          <w:rFonts w:hint="cs"/>
          <w:cs/>
        </w:rPr>
        <w:t>อิมาม</w:t>
      </w:r>
      <w:r>
        <w:rPr>
          <w:rFonts w:hint="cs"/>
          <w:cs/>
        </w:rPr>
        <w:t>อะ</w:t>
      </w:r>
      <w:r w:rsidR="00C27D9F" w:rsidRPr="00C27D9F">
        <w:rPr>
          <w:rFonts w:hint="cs"/>
          <w:cs/>
        </w:rPr>
        <w:t>ลี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เป็นมนุษย์ผู้สมบูรณ์ผู้หนึ่งนับตั้งแต่คุณค่าทั้งหมดของมนุษย์ได้เพิ่มขึ้นถึงจุดสูงสุดของมันในตัวของท่านและด้วยแบบฉบับของการประสานกลมกลืน</w:t>
      </w:r>
      <w:r>
        <w:rPr>
          <w:rFonts w:cs="Cordia New" w:hint="cs"/>
          <w:szCs w:val="40"/>
          <w:cs/>
        </w:rPr>
        <w:t xml:space="preserve"> </w:t>
      </w:r>
    </w:p>
    <w:p w:rsidR="00C27D9F" w:rsidRPr="00C27D9F" w:rsidRDefault="00C27D9F" w:rsidP="00573C4F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คุณอาจได้เคยเฝ้ามองน้ำขึ้นและน้ำลดในทะเลซึ่งเป็นเหตุมาจากแรงดึงดูดของดวงจันทร์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วิญญาณของมนุษย์ก็เหมือนกันเช่นเดียวกันกับเรื่องของสังคมที่แสดงให้เห็นเหมือนกับการขึ้นลงของน้ำ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ทั้งหลายก็ประสบกับภาวะน้ำลดหรือน้ำท่วมนองอยู่เช่นนั้นและแรงดึงดูดนี้บางครั้งก็ไปสู่ทิศทางเดียว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เช่นไปยังขอบเขตหนึ่งที่คุณค่าอื่นๆทั้งหมดที่ได้ถูกลืมเลือนในหนทางนี้พวกเขาทั้งหลายเป็</w:t>
      </w:r>
      <w:r w:rsidR="00573C4F" w:rsidRPr="00C27D9F">
        <w:rPr>
          <w:cs/>
        </w:rPr>
        <w:t>น</w:t>
      </w:r>
      <w:r w:rsidRPr="00C27D9F">
        <w:rPr>
          <w:rFonts w:hint="cs"/>
          <w:cs/>
        </w:rPr>
        <w:t>เหมือนกับผู้คงไว้ซึ่งความบกพร่องซึ่งได้แสดงให้เห็นถึงการแพร่หลายขึ้นมาในการพัฒนาตัวของมันเอง</w:t>
      </w:r>
      <w:r w:rsidR="00573C4F">
        <w:rPr>
          <w:rFonts w:hint="cs"/>
          <w:cs/>
        </w:rPr>
        <w:t xml:space="preserve"> นี่คือความจริงที่ว่ามันมิใช่</w:t>
      </w:r>
      <w:r w:rsidRPr="00C27D9F">
        <w:rPr>
          <w:rFonts w:hint="cs"/>
          <w:cs/>
        </w:rPr>
        <w:t>เป็นความเบี่ยงเบนไปเสียทั้งหมด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แต่มันเป็นความไขว้เขวที่มักจะมีอยู่อย่างมากมายเสมอในวิถีทางเดียว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คคลผู้ซึ่งมีการกระทำที่เลยเถิดบางทีก็นำสังคมไปสู่ยังแนวทางที่ไม่ปลอดภัยหรือไปสู่แนวทางอื่นๆได้</w:t>
      </w:r>
      <w:r w:rsidR="00573C4F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สิ่งหนึ่งจากคุณค่าทั้งหลายของมนุษย์ที่ได้รับการ</w:t>
      </w:r>
    </w:p>
    <w:p w:rsidR="00573C4F" w:rsidRDefault="00C27D9F" w:rsidP="00573C4F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ยืนยันโดยอิสลามก็คือการอิบาดัต</w:t>
      </w:r>
      <w:r w:rsidRPr="00C27D9F">
        <w:rPr>
          <w:cs/>
        </w:rPr>
        <w:t>(</w:t>
      </w:r>
      <w:r w:rsidRPr="00C27D9F">
        <w:rPr>
          <w:rFonts w:hint="cs"/>
          <w:cs/>
        </w:rPr>
        <w:t>ภักดี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ซึ่งเป็นการติดต่อ</w:t>
      </w:r>
      <w:r w:rsidRPr="00C27D9F">
        <w:rPr>
          <w:cs/>
        </w:rPr>
        <w:t>(</w:t>
      </w:r>
      <w:r w:rsidRPr="00C27D9F">
        <w:rPr>
          <w:rFonts w:hint="cs"/>
          <w:cs/>
        </w:rPr>
        <w:t>ใกล้ชิด</w:t>
      </w:r>
      <w:r w:rsidRPr="00C27D9F">
        <w:rPr>
          <w:cs/>
        </w:rPr>
        <w:t>)</w:t>
      </w:r>
      <w:r w:rsidRPr="00C27D9F">
        <w:rPr>
          <w:rFonts w:hint="cs"/>
          <w:cs/>
        </w:rPr>
        <w:t>กับพระผู้เป็นเจ้าแน่ทีเดียวในอิสลามทุกๆการกระทำการปฏิบัติ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เพื่อพระผู้เป็นเจ้าคือการอิบาดัต</w:t>
      </w:r>
      <w:r w:rsidR="00573C4F" w:rsidRPr="00C27D9F">
        <w:t>,</w:t>
      </w:r>
      <w:r w:rsidR="00573C4F" w:rsidRPr="00C27D9F">
        <w:rPr>
          <w:rFonts w:hint="cs"/>
          <w:cs/>
        </w:rPr>
        <w:t xml:space="preserve"> การมีงานทำการค้าขายเพื่อที่จ</w:t>
      </w:r>
      <w:r w:rsidR="00573C4F" w:rsidRPr="00C27D9F">
        <w:rPr>
          <w:cs/>
        </w:rPr>
        <w:t>ะ</w:t>
      </w:r>
      <w:r w:rsidRPr="00C27D9F">
        <w:rPr>
          <w:rFonts w:hint="cs"/>
          <w:cs/>
        </w:rPr>
        <w:t>ช่วยเหลือตนเองและครอบครัวของตนและการรับใช้สังคมก็เป็นการอิบาดัตแต่การอิบาดัตในความหมายเฉพาะของมันนั้น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นอกจากนั้น</w:t>
      </w:r>
      <w:r w:rsidR="00573C4F">
        <w:rPr>
          <w:rFonts w:hint="cs"/>
          <w:cs/>
        </w:rPr>
        <w:t xml:space="preserve"> </w:t>
      </w:r>
      <w:r w:rsidR="00573C4F" w:rsidRPr="00C27D9F">
        <w:rPr>
          <w:rFonts w:hint="cs"/>
          <w:cs/>
        </w:rPr>
        <w:t>ก็คือ</w:t>
      </w:r>
      <w:r w:rsidR="00573C4F">
        <w:rPr>
          <w:rFonts w:hint="cs"/>
          <w:cs/>
        </w:rPr>
        <w:t xml:space="preserve"> </w:t>
      </w:r>
      <w:r w:rsidR="00573C4F" w:rsidRPr="00C27D9F">
        <w:rPr>
          <w:rFonts w:hint="cs"/>
          <w:cs/>
        </w:rPr>
        <w:t xml:space="preserve">การตื่นขึ้นในยามค่ำคืนเพื่อการปฏิบัติภารกิจทั้งหลายอันสำคัญ </w:t>
      </w:r>
      <w:r w:rsidR="00573C4F" w:rsidRPr="00C27D9F">
        <w:rPr>
          <w:cs/>
        </w:rPr>
        <w:t>(</w:t>
      </w:r>
      <w:r w:rsidRPr="00C27D9F">
        <w:rPr>
          <w:rFonts w:hint="cs"/>
          <w:cs/>
        </w:rPr>
        <w:t>คือการนมาซในยามดึก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ตลอดจนการติดต่อใกล้ชิดพระองค์ที่สุดของชีวิตและอื่นๆซึ่งในฐานะที่ทั้งหมดเป็นส่วนหนึ่งของศาสนา</w:t>
      </w:r>
    </w:p>
    <w:p w:rsidR="00573C4F" w:rsidRDefault="00573C4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573C4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lastRenderedPageBreak/>
        <w:t>และจะกระทำการยกเลิกมิได้บางครั้งท่านพบบรรดาปัจเจกชนหรือชนหมู่มากชี้นำไปสู่ด้านเดียวของการอิบาดัต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และแสดงคำแนะนำข้อปฏิบัต</w:t>
      </w:r>
      <w:r w:rsidR="00573C4F" w:rsidRPr="00C27D9F">
        <w:rPr>
          <w:cs/>
        </w:rPr>
        <w:t>ิ</w:t>
      </w:r>
    </w:p>
    <w:p w:rsidR="00573C4F" w:rsidRDefault="00C27D9F" w:rsidP="00573C4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ต่างๆของการนมาซ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การเอาน้ำวูฎู</w:t>
      </w:r>
      <w:r w:rsidR="00573C4F" w:rsidRPr="00C27D9F">
        <w:t>,</w:t>
      </w:r>
      <w:r w:rsidR="00573C4F" w:rsidRPr="00C27D9F">
        <w:rPr>
          <w:rFonts w:hint="cs"/>
          <w:cs/>
        </w:rPr>
        <w:t xml:space="preserve"> และอื่นๆทั้งหมดของสิ่งที่ได้กระทำกันจนเลยเถิดนั้น</w:t>
      </w:r>
      <w:r w:rsidR="00573C4F" w:rsidRPr="00C27D9F">
        <w:t>,</w:t>
      </w:r>
      <w:r w:rsidR="00573C4F" w:rsidRPr="00C27D9F">
        <w:rPr>
          <w:rFonts w:hint="cs"/>
          <w:cs/>
        </w:rPr>
        <w:t xml:space="preserve"> จะ</w:t>
      </w:r>
      <w:r w:rsidR="00573C4F">
        <w:rPr>
          <w:rFonts w:hint="cs"/>
          <w:cs/>
        </w:rPr>
        <w:t>เ</w:t>
      </w:r>
      <w:r w:rsidR="00573C4F" w:rsidRPr="00C27D9F">
        <w:rPr>
          <w:rFonts w:hint="cs"/>
          <w:cs/>
        </w:rPr>
        <w:t>ป็นสิ่งที่ทำลายสังค</w:t>
      </w:r>
      <w:r w:rsidR="00573C4F" w:rsidRPr="00C27D9F">
        <w:rPr>
          <w:cs/>
        </w:rPr>
        <w:t>ม</w:t>
      </w:r>
      <w:r w:rsidR="00573C4F" w:rsidRPr="00C27D9F">
        <w:rPr>
          <w:rFonts w:cs="Times New Roman"/>
          <w:lang w:bidi="ar-SA"/>
        </w:rPr>
        <w:t>)</w:t>
      </w:r>
      <w:r w:rsidR="00573C4F" w:rsidRPr="00C27D9F">
        <w:rPr>
          <w:rFonts w:hint="cs"/>
          <w:cs/>
        </w:rPr>
        <w:t xml:space="preserve"> บางโอกาสแนวทางในการอิบาดัตเช่นนี้ได้กลายมาเป็นสิ่งที่กำลังนิยมกันในสังค</w:t>
      </w:r>
      <w:r w:rsidR="00573C4F" w:rsidRPr="00C27D9F">
        <w:rPr>
          <w:cs/>
        </w:rPr>
        <w:t>ม</w:t>
      </w:r>
      <w:r w:rsidRPr="00C27D9F">
        <w:rPr>
          <w:rFonts w:hint="cs"/>
          <w:cs/>
        </w:rPr>
        <w:t>อิสลาม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และถ้าบุคคลได้รับความเคยชินต่อมันสักครั้งหนึ่งแล้ว</w:t>
      </w:r>
      <w:r w:rsidR="00573C4F">
        <w:rPr>
          <w:rFonts w:hint="cs"/>
          <w:cs/>
        </w:rPr>
        <w:t xml:space="preserve"> </w:t>
      </w:r>
      <w:r w:rsidR="00573C4F" w:rsidRPr="00C27D9F">
        <w:rPr>
          <w:rFonts w:hint="cs"/>
          <w:cs/>
        </w:rPr>
        <w:t>มันจึงเป็นการยากลำบากที่จะรักษ</w:t>
      </w:r>
      <w:r w:rsidR="00573C4F" w:rsidRPr="00C27D9F">
        <w:rPr>
          <w:cs/>
        </w:rPr>
        <w:t>า</w:t>
      </w:r>
      <w:r w:rsidRPr="00C27D9F">
        <w:rPr>
          <w:rFonts w:hint="cs"/>
          <w:cs/>
        </w:rPr>
        <w:t>ความสมดุลเอาไว้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เช่นเดียวกันบุคคลหนึ่งไม่สามารถที่จะกล่าวแก่ตัวของเขาเองได้ว่า</w:t>
      </w:r>
      <w:r w:rsidR="00573C4F">
        <w:rPr>
          <w:rFonts w:hint="cs"/>
          <w:cs/>
        </w:rPr>
        <w:t xml:space="preserve"> </w:t>
      </w:r>
      <w:r w:rsidR="00573C4F" w:rsidRPr="00C27D9F">
        <w:rPr>
          <w:rFonts w:hint="cs"/>
          <w:cs/>
        </w:rPr>
        <w:t>พระผู้เป็นเจ้</w:t>
      </w:r>
      <w:r w:rsidR="00573C4F" w:rsidRPr="00C27D9F">
        <w:rPr>
          <w:cs/>
        </w:rPr>
        <w:t>า</w:t>
      </w:r>
      <w:r w:rsidRPr="00C27D9F">
        <w:rPr>
          <w:rFonts w:hint="cs"/>
          <w:cs/>
        </w:rPr>
        <w:t>ได้ทรงสร้างเขาให้เป็นมนุษย์ผู้หนึ่งมิใช่มะลาอิกะฮ์และในฐานะที่เป็นมนุษย์ผู้หนึ่งเขาควรจะพัฒนาตัวของเขาเองในทุกๆด้านอย่างประสานกลมกลืน</w:t>
      </w:r>
    </w:p>
    <w:p w:rsidR="00C27D9F" w:rsidRPr="00C27D9F" w:rsidRDefault="00C27D9F" w:rsidP="00573C4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ครั้งหนึ่งเคยมีรายงานถึงท่านศาสดา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ศ็อล</w:t>
      </w:r>
      <w:r w:rsidR="009471F9">
        <w:rPr>
          <w:rFonts w:hint="cs"/>
          <w:cs/>
        </w:rPr>
        <w:t>ฯ</w:t>
      </w:r>
      <w:r w:rsidRPr="00C27D9F">
        <w:rPr>
          <w:cs/>
        </w:rPr>
        <w:t>)(</w:t>
      </w:r>
      <w:r w:rsidRPr="00C27D9F">
        <w:rPr>
          <w:rFonts w:hint="cs"/>
          <w:cs/>
        </w:rPr>
        <w:t>ขอความสันติจงมีแด่ท่านและบรรดาลูกหลาน</w:t>
      </w:r>
      <w:r w:rsidRPr="00C27D9F">
        <w:rPr>
          <w:cs/>
        </w:rPr>
        <w:t>)</w:t>
      </w:r>
      <w:r w:rsidRPr="00C27D9F">
        <w:rPr>
          <w:rFonts w:hint="cs"/>
          <w:cs/>
        </w:rPr>
        <w:t>ว่า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สาวกของท่านจำนวนหนึ่งได้จมดิ่งอยู่กับการอิบาดัต</w:t>
      </w:r>
    </w:p>
    <w:p w:rsidR="00C27D9F" w:rsidRPr="00C27D9F" w:rsidRDefault="00C27D9F" w:rsidP="00573C4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กา</w:t>
      </w:r>
      <w:r w:rsidR="00573C4F">
        <w:rPr>
          <w:rFonts w:hint="cs"/>
          <w:cs/>
        </w:rPr>
        <w:t>ร</w:t>
      </w:r>
      <w:r w:rsidRPr="00C27D9F">
        <w:rPr>
          <w:rFonts w:hint="cs"/>
          <w:cs/>
        </w:rPr>
        <w:t>นมาซเพียงอย่างเดียว</w:t>
      </w:r>
      <w:r w:rsidRPr="00C27D9F">
        <w:rPr>
          <w:cs/>
        </w:rPr>
        <w:t>)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ท่านศาสดามีความรู้สึกไม่ค่อยสบายใจ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จึงได้มายังมัสญิดและร้องบอกด้วยเสียงอันดังว่</w:t>
      </w:r>
      <w:r w:rsidR="00573C4F" w:rsidRPr="00C27D9F">
        <w:rPr>
          <w:cs/>
        </w:rPr>
        <w:t>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ผู้คนทั้งหลายเอ</w:t>
      </w:r>
      <w:r w:rsidR="00573C4F">
        <w:rPr>
          <w:rFonts w:hint="cs"/>
          <w:cs/>
        </w:rPr>
        <w:t>๋</w:t>
      </w:r>
      <w:r w:rsidRPr="00C27D9F">
        <w:rPr>
          <w:rFonts w:hint="cs"/>
          <w:cs/>
        </w:rPr>
        <w:t>ย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มีอะไรปรากฏขึ้นแก่คนบางกลุ่มซึ่งได้อยู่ในหมู่ประชาชาติของฉันเล่า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แม้แต่ฉันในฐานะที่เป็นศาสดาของพวกเจ้าก็ยังมิได้ประกอบการอิบาดัตในวิธีเช่นนี้ด้วยการ</w:t>
      </w:r>
    </w:p>
    <w:p w:rsidR="009471F9" w:rsidRDefault="00C27D9F" w:rsidP="009471F9">
      <w:pPr>
        <w:pStyle w:val="libNormal"/>
        <w:ind w:firstLine="0"/>
      </w:pPr>
      <w:r w:rsidRPr="00C27D9F">
        <w:rPr>
          <w:rFonts w:hint="cs"/>
          <w:cs/>
        </w:rPr>
        <w:t>ไม่หลับนอนกันเลยทั้งคืน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ส่วนหนึ่งของกลางคืนฉันพักผ่อนและอยู่กับครอบครัวของฉัน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ฉันมิได้ทำการศีลอ</w:t>
      </w:r>
      <w:r w:rsidR="00573C4F">
        <w:rPr>
          <w:rFonts w:hint="cs"/>
          <w:cs/>
        </w:rPr>
        <w:t xml:space="preserve">ด </w:t>
      </w:r>
      <w:r w:rsidRPr="00C27D9F">
        <w:rPr>
          <w:rFonts w:hint="cs"/>
          <w:cs/>
        </w:rPr>
        <w:t>ทุกวันพวกเหล่านั้นผู้ซึ่งเป็นผู้ปฏิบัติตามแนวทางใหม่ของพวกเขาได้หันเห</w:t>
      </w:r>
      <w:r w:rsidR="009471F9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บิดอะฮ์</w:t>
      </w:r>
      <w:r w:rsidRPr="00C27D9F">
        <w:rPr>
          <w:cs/>
        </w:rPr>
        <w:t>)</w:t>
      </w:r>
      <w:r w:rsidR="009471F9">
        <w:rPr>
          <w:rFonts w:hint="cs"/>
          <w:cs/>
        </w:rPr>
        <w:t xml:space="preserve"> </w:t>
      </w:r>
      <w:r w:rsidRPr="00C27D9F">
        <w:rPr>
          <w:rFonts w:hint="cs"/>
          <w:cs/>
        </w:rPr>
        <w:t>ไปจากสิ่งที่ฉันได้ปฏิบัติมา</w:t>
      </w:r>
      <w:r w:rsidR="009471F9" w:rsidRPr="00C27D9F">
        <w:rPr>
          <w:rFonts w:cs="Times New Roman"/>
          <w:lang w:bidi="ar-SA"/>
        </w:rPr>
        <w:t xml:space="preserve"> 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สุนนะฮ์ของฉัน</w:t>
      </w:r>
      <w:r w:rsidRPr="00C27D9F">
        <w:rPr>
          <w:cs/>
        </w:rPr>
        <w:t>)</w:t>
      </w:r>
      <w:r w:rsidR="009471F9">
        <w:rPr>
          <w:rFonts w:hint="cs"/>
          <w:cs/>
        </w:rPr>
        <w:t>”</w:t>
      </w:r>
    </w:p>
    <w:p w:rsidR="00573C4F" w:rsidRPr="009471F9" w:rsidRDefault="00573C4F" w:rsidP="009471F9">
      <w:pPr>
        <w:pStyle w:val="libNormal"/>
        <w:ind w:firstLine="0"/>
        <w:rPr>
          <w:rFonts w:cs="Times New Roman"/>
          <w:rtl/>
          <w:cs/>
          <w:lang w:bidi="ar-SA"/>
        </w:rPr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ด้วยเหตุนี้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ท่านศาสดาจึงได้ประกาศว่า</w:t>
      </w:r>
      <w:r w:rsidR="00C27D9F" w:rsidRPr="00C27D9F">
        <w:rPr>
          <w:cs/>
        </w:rPr>
        <w:t xml:space="preserve"> </w:t>
      </w:r>
      <w:r w:rsidR="00C27D9F" w:rsidRPr="00C27D9F">
        <w:rPr>
          <w:rFonts w:cs="Times New Roman"/>
          <w:lang w:bidi="ar-SA"/>
        </w:rPr>
        <w:t>“</w:t>
      </w:r>
      <w:r w:rsidR="00C27D9F" w:rsidRPr="00C27D9F">
        <w:rPr>
          <w:rFonts w:hint="cs"/>
          <w:cs/>
        </w:rPr>
        <w:t>ค่านิยมอิสลามที่แท้จริงกำลังจะ</w:t>
      </w:r>
      <w:r>
        <w:rPr>
          <w:rFonts w:hint="cs"/>
          <w:cs/>
        </w:rPr>
        <w:t>ถูกข</w:t>
      </w:r>
      <w:r w:rsidR="00C27D9F" w:rsidRPr="00C27D9F">
        <w:rPr>
          <w:rFonts w:hint="cs"/>
          <w:cs/>
        </w:rPr>
        <w:t>จัดออกไปซึ่งค่านิยมอื่นๆที่ผิดพลาดในอิสลาม</w:t>
      </w:r>
      <w:r w:rsidR="00C27D9F" w:rsidRPr="00C27D9F">
        <w:rPr>
          <w:rFonts w:cs="Times New Roman"/>
          <w:lang w:bidi="ar-SA"/>
        </w:rPr>
        <w:t>”</w:t>
      </w:r>
      <w:r w:rsidR="00C27D9F" w:rsidRPr="00C27D9F">
        <w:rPr>
          <w:rFonts w:hint="cs"/>
          <w:cs/>
        </w:rPr>
        <w:t>และท่านได้ต่อต้านอย่างหนักหน่วงและเข้มงวดต่อแนวความคิดเลยเถิดเช่นนี้</w:t>
      </w:r>
    </w:p>
    <w:p w:rsidR="00573C4F" w:rsidRDefault="00573C4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83319E" w:rsidRDefault="0083319E" w:rsidP="00573C4F">
      <w:pPr>
        <w:pStyle w:val="libNormal"/>
        <w:ind w:firstLine="0"/>
      </w:pPr>
    </w:p>
    <w:p w:rsidR="00C27D9F" w:rsidRDefault="00573C4F" w:rsidP="005724C1">
      <w:pPr>
        <w:pStyle w:val="libNormal"/>
        <w:ind w:firstLine="0"/>
        <w:rPr>
          <w:rFonts w:cs="Cordia New"/>
          <w:szCs w:val="40"/>
        </w:rPr>
      </w:pPr>
      <w:r>
        <w:rPr>
          <w:rFonts w:hint="cs"/>
          <w:cs/>
        </w:rPr>
        <w:t xml:space="preserve">อัมร์บินอัศ </w:t>
      </w:r>
      <w:r w:rsidR="00C27D9F" w:rsidRPr="00C27D9F">
        <w:rPr>
          <w:rFonts w:hint="cs"/>
          <w:cs/>
        </w:rPr>
        <w:t>มีบุตรชายอยู่สองคนชื่อว่า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อับดุลลอฮ</w:t>
      </w:r>
      <w:r w:rsidR="009471F9">
        <w:rPr>
          <w:rFonts w:hint="cs"/>
          <w:cs/>
        </w:rPr>
        <w:t>์</w:t>
      </w:r>
      <w:r w:rsidR="00C27D9F" w:rsidRPr="00C27D9F">
        <w:rPr>
          <w:rFonts w:hint="cs"/>
          <w:cs/>
        </w:rPr>
        <w:t>กับมุฮัมมัด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คนแรกเป็นผู้ที่มีคุณธรรมสูงส่งและได้แนะนำบิดาของ</w:t>
      </w:r>
      <w:r>
        <w:rPr>
          <w:rFonts w:hint="cs"/>
          <w:cs/>
        </w:rPr>
        <w:t>เขา</w:t>
      </w:r>
      <w:r w:rsidR="00C27D9F" w:rsidRPr="00C27D9F">
        <w:rPr>
          <w:rFonts w:hint="cs"/>
          <w:cs/>
        </w:rPr>
        <w:t>ในอันที่จะปฏิบัติตามแนวทางของ</w:t>
      </w:r>
      <w:r>
        <w:rPr>
          <w:rFonts w:hint="cs"/>
          <w:cs/>
        </w:rPr>
        <w:t>ท่านอะ</w:t>
      </w:r>
      <w:r w:rsidR="00C27D9F" w:rsidRPr="00C27D9F">
        <w:rPr>
          <w:rFonts w:hint="cs"/>
          <w:cs/>
        </w:rPr>
        <w:t>ลี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ในขณะที่คนหลังซึ่งอยากให้บิดาของเขารักในโลกนี้และยศถาบรรดาศักดิ์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อ้อนวอนพ่อของเขาให้ปฏิบัติตามมุอาวียะฮ</w:t>
      </w:r>
      <w:r w:rsidRPr="00C27D9F">
        <w:rPr>
          <w:cs/>
        </w:rPr>
        <w:t>์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อับดุลลอฮ</w:t>
      </w:r>
      <w:r w:rsidR="009471F9">
        <w:rPr>
          <w:rFonts w:hint="cs"/>
          <w:cs/>
        </w:rPr>
        <w:t>์</w:t>
      </w:r>
      <w:r w:rsidR="00C27D9F" w:rsidRPr="00C27D9F">
        <w:rPr>
          <w:rFonts w:hint="cs"/>
          <w:cs/>
        </w:rPr>
        <w:t>เป็นผู้ที่โน้มไปสู่การอิบาดัตเสียส่วนมาก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 xml:space="preserve">ในยุคสมัยของท่านศาสดา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ศ็อล</w:t>
      </w:r>
      <w:r w:rsidR="009471F9">
        <w:rPr>
          <w:rFonts w:hint="cs"/>
          <w:cs/>
        </w:rPr>
        <w:t>ฯ</w:t>
      </w:r>
      <w:r w:rsidRPr="00C27D9F">
        <w:rPr>
          <w:rFonts w:hint="cs"/>
          <w:cs/>
        </w:rPr>
        <w:t xml:space="preserve">) วันหนึ่งท่านศาสดา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ศ็อล</w:t>
      </w:r>
      <w:r>
        <w:rPr>
          <w:rFonts w:hint="cs"/>
          <w:cs/>
        </w:rPr>
        <w:t>ฯ</w:t>
      </w:r>
      <w:r w:rsidRPr="00C27D9F">
        <w:rPr>
          <w:rFonts w:hint="cs"/>
          <w:cs/>
        </w:rPr>
        <w:t>) พบกับเขาในระหว่างทางและได้กล่าวแก่เขาว่</w:t>
      </w:r>
      <w:r w:rsidRPr="00C27D9F">
        <w:rPr>
          <w:cs/>
        </w:rPr>
        <w:t>า</w:t>
      </w:r>
      <w:r w:rsidR="00C27D9F" w:rsidRPr="00C27D9F">
        <w:rPr>
          <w:cs/>
        </w:rPr>
        <w:t xml:space="preserve"> </w:t>
      </w:r>
      <w:r w:rsidR="00C27D9F" w:rsidRPr="00C27D9F">
        <w:rPr>
          <w:rFonts w:cs="Times New Roman"/>
          <w:lang w:bidi="ar-SA"/>
        </w:rPr>
        <w:t>“</w:t>
      </w:r>
      <w:r w:rsidR="00C27D9F" w:rsidRPr="00C27D9F">
        <w:rPr>
          <w:rFonts w:hint="cs"/>
          <w:cs/>
        </w:rPr>
        <w:t>ฉันได้ยินมาว่า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เธอใช้เวลาทั้งคืนในการปฏิบัติ</w:t>
      </w:r>
      <w:r>
        <w:rPr>
          <w:rFonts w:hint="cs"/>
          <w:cs/>
        </w:rPr>
        <w:t>น</w:t>
      </w:r>
      <w:r w:rsidR="00C27D9F" w:rsidRPr="00C27D9F">
        <w:rPr>
          <w:rFonts w:hint="cs"/>
          <w:cs/>
        </w:rPr>
        <w:t>มาซและตลอดทั้งวันในการถือศีลอด</w:t>
      </w:r>
      <w:r w:rsidR="005724C1"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เขาให้คำตอบด้วยการยอมรับ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ท่านศาสดากล่าวว่า</w:t>
      </w:r>
      <w:r w:rsidR="00C27D9F" w:rsidRPr="00C27D9F">
        <w:rPr>
          <w:rFonts w:cs="Times New Roman"/>
          <w:lang w:bidi="ar-SA"/>
        </w:rPr>
        <w:t xml:space="preserve">, </w:t>
      </w: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แต่ฉันมิได้ปฏิบัติเช่นนั้น</w:t>
      </w:r>
      <w:r w:rsidRPr="00C27D9F">
        <w:rPr>
          <w:rFonts w:hint="cs"/>
          <w:cs/>
        </w:rPr>
        <w:t xml:space="preserve"> และฉันไม่เห็นด้วยกับวิธีของเธ</w:t>
      </w:r>
      <w:r w:rsidRPr="00C27D9F">
        <w:rPr>
          <w:cs/>
        </w:rPr>
        <w:t>อ</w:t>
      </w:r>
      <w:r>
        <w:rPr>
          <w:rFonts w:cs="Cordia New" w:hint="cs"/>
          <w:szCs w:val="40"/>
          <w:cs/>
        </w:rPr>
        <w:t>”</w:t>
      </w:r>
    </w:p>
    <w:p w:rsidR="00573C4F" w:rsidRPr="00573C4F" w:rsidRDefault="00573C4F" w:rsidP="00573C4F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573C4F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บางครั้ง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บางคราว</w:t>
      </w:r>
      <w:r w:rsidR="00573C4F">
        <w:rPr>
          <w:rFonts w:hint="cs"/>
          <w:cs/>
        </w:rPr>
        <w:t xml:space="preserve"> </w:t>
      </w:r>
      <w:r w:rsidRPr="00C27D9F">
        <w:rPr>
          <w:rFonts w:hint="cs"/>
          <w:cs/>
        </w:rPr>
        <w:t>สังคมหนึ่งก็ชี้นำไปสู่</w:t>
      </w:r>
      <w:r w:rsidR="00573C4F">
        <w:rPr>
          <w:rFonts w:hint="cs"/>
          <w:cs/>
        </w:rPr>
        <w:t>การ</w:t>
      </w:r>
      <w:r w:rsidRPr="00C27D9F">
        <w:rPr>
          <w:rFonts w:hint="cs"/>
          <w:cs/>
        </w:rPr>
        <w:t>สละในทางโลกเป็นการสละในทางโลกซึ่งเป็นความจริงอย่างหนึ่งที่ปฏิเสธไม่ได้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และเป็นคุณค่าหนึ่งซึ่งจักต้องมีอยู่ในความเจริญรุ่งเรืองของสังคม</w:t>
      </w:r>
      <w:r w:rsidR="00573C4F">
        <w:rPr>
          <w:rFonts w:hint="cs"/>
          <w:cs/>
        </w:rPr>
        <w:t xml:space="preserve"> </w:t>
      </w:r>
      <w:r w:rsidR="00573C4F" w:rsidRPr="00C27D9F">
        <w:rPr>
          <w:rFonts w:hint="cs"/>
          <w:cs/>
        </w:rPr>
        <w:t>แต่ว่</w:t>
      </w:r>
      <w:r w:rsidR="00573C4F" w:rsidRPr="00C27D9F">
        <w:rPr>
          <w:cs/>
        </w:rPr>
        <w:t>า</w:t>
      </w:r>
      <w:r w:rsidRPr="00C27D9F">
        <w:rPr>
          <w:rFonts w:hint="cs"/>
          <w:cs/>
        </w:rPr>
        <w:t>เมื่อทุกสิ่งทุกอย่างในสังคมหนึ่งได้วางรากฐานอยู่บนการละทิ้งโลกและไม่มีสิ่งอื่นใดเลย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จึงมีควา</w:t>
      </w:r>
      <w:r w:rsidR="00573C4F" w:rsidRPr="00C27D9F">
        <w:rPr>
          <w:cs/>
        </w:rPr>
        <w:t>ม</w:t>
      </w:r>
    </w:p>
    <w:p w:rsidR="00573C4F" w:rsidRDefault="00C27D9F" w:rsidP="00573C4F">
      <w:pPr>
        <w:pStyle w:val="libNormal"/>
        <w:ind w:firstLine="0"/>
      </w:pPr>
      <w:r w:rsidRPr="00C27D9F">
        <w:rPr>
          <w:rFonts w:hint="cs"/>
          <w:cs/>
        </w:rPr>
        <w:t>ผิดพลาดบางอย่างอยู่ในนั้นค่านิยมอื่นๆอีกก็เพื่อที่จะรับใช้ผู้คน</w:t>
      </w:r>
      <w:r w:rsidR="00573C4F" w:rsidRPr="00C27D9F">
        <w:rPr>
          <w:rFonts w:cs="Times New Roman"/>
          <w:lang w:bidi="ar-SA"/>
        </w:rPr>
        <w:t>,</w:t>
      </w:r>
      <w:r w:rsidR="00573C4F" w:rsidRPr="00C27D9F">
        <w:rPr>
          <w:rFonts w:hint="cs"/>
          <w:cs/>
        </w:rPr>
        <w:t xml:space="preserve"> และเป็นสิ่งที่ได้รับการสนับสนุนอย่างเต็มที่โดยอิสลามและท่านศาสด</w:t>
      </w:r>
      <w:r w:rsidR="00573C4F" w:rsidRPr="00C27D9F">
        <w:rPr>
          <w:cs/>
        </w:rPr>
        <w:t>า</w:t>
      </w:r>
    </w:p>
    <w:p w:rsidR="00573C4F" w:rsidRDefault="00573C4F" w:rsidP="00573C4F">
      <w:pPr>
        <w:pStyle w:val="libNormal"/>
        <w:ind w:firstLine="0"/>
      </w:pPr>
    </w:p>
    <w:p w:rsidR="00C27D9F" w:rsidRDefault="00573C4F" w:rsidP="00573C4F">
      <w:pPr>
        <w:pStyle w:val="libNormal"/>
        <w:ind w:firstLine="0"/>
      </w:pP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อัลกุรอา</w:t>
      </w:r>
      <w:r w:rsidRPr="00C27D9F">
        <w:rPr>
          <w:cs/>
        </w:rPr>
        <w:t>น</w:t>
      </w:r>
      <w:r>
        <w:rPr>
          <w:rFonts w:hint="cs"/>
          <w:cs/>
        </w:rPr>
        <w:t xml:space="preserve"> ซู</w:t>
      </w:r>
      <w:r w:rsidR="00C27D9F" w:rsidRPr="00C27D9F">
        <w:rPr>
          <w:rFonts w:hint="cs"/>
          <w:cs/>
        </w:rPr>
        <w:t>เราะฮ์อัล</w:t>
      </w:r>
      <w:r w:rsidR="00C27D9F" w:rsidRPr="00C27D9F">
        <w:rPr>
          <w:cs/>
        </w:rPr>
        <w:t>-</w:t>
      </w:r>
      <w:r w:rsidR="00C27D9F" w:rsidRPr="00C27D9F">
        <w:rPr>
          <w:rFonts w:hint="cs"/>
          <w:cs/>
        </w:rPr>
        <w:t>บะกอเราะฮ์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อายะฮ์ที่17</w:t>
      </w:r>
      <w:r w:rsidRPr="00C27D9F">
        <w:rPr>
          <w:cs/>
        </w:rPr>
        <w:t>7</w:t>
      </w:r>
      <w:r w:rsidR="00C27D9F" w:rsidRPr="00C27D9F">
        <w:rPr>
          <w:rFonts w:cs="Times New Roman"/>
          <w:lang w:bidi="ar-SA"/>
        </w:rPr>
        <w:t>….</w:t>
      </w:r>
      <w:r w:rsidR="00C27D9F" w:rsidRPr="00C27D9F">
        <w:rPr>
          <w:rFonts w:hint="cs"/>
          <w:cs/>
        </w:rPr>
        <w:t>กล่าวไว้</w:t>
      </w:r>
      <w:r w:rsidRPr="00C27D9F">
        <w:rPr>
          <w:rFonts w:hint="cs"/>
          <w:cs/>
        </w:rPr>
        <w:t>ว่า</w:t>
      </w:r>
    </w:p>
    <w:p w:rsidR="00573C4F" w:rsidRPr="00C27D9F" w:rsidRDefault="00573C4F" w:rsidP="00573C4F">
      <w:pPr>
        <w:pStyle w:val="libNormal"/>
        <w:ind w:firstLine="0"/>
        <w:rPr>
          <w:rFonts w:cs="Times New Roman"/>
          <w:lang w:bidi="ar-SA"/>
        </w:rPr>
      </w:pPr>
    </w:p>
    <w:p w:rsidR="00573C4F" w:rsidRDefault="00573C4F" w:rsidP="009471F9">
      <w:pPr>
        <w:pStyle w:val="libRighBold"/>
        <w:jc w:val="left"/>
        <w:rPr>
          <w:rFonts w:cs="Cordia New"/>
          <w:szCs w:val="40"/>
          <w:cs/>
        </w:rPr>
      </w:pPr>
      <w:r>
        <w:rPr>
          <w:rFonts w:hint="cs"/>
          <w:cs/>
        </w:rPr>
        <w:t>“</w:t>
      </w:r>
      <w:r w:rsidR="00C27D9F" w:rsidRPr="00C27D9F">
        <w:rPr>
          <w:rFonts w:hint="cs"/>
          <w:cs/>
        </w:rPr>
        <w:t>มันหาใช่ความเที่ยงธรรมไม่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ในการที่เจ้าหันหน้าของเจ้าไปทางทิศตะวันออกและตะวันตก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แต่ความถูกต้องเที่ยงธรรมนั้นคือบุคคลจะต้องศรัทธาในอัลลอ</w:t>
      </w:r>
      <w:r w:rsidRPr="00C27D9F">
        <w:rPr>
          <w:cs/>
        </w:rPr>
        <w:t>ฮ</w:t>
      </w:r>
      <w:r w:rsidR="009471F9">
        <w:rPr>
          <w:rFonts w:hint="cs"/>
          <w:cs/>
        </w:rPr>
        <w:t>์</w:t>
      </w:r>
      <w:r>
        <w:rPr>
          <w:rFonts w:cs="Cordia New" w:hint="cs"/>
          <w:szCs w:val="40"/>
          <w:cs/>
        </w:rPr>
        <w:t>”</w:t>
      </w:r>
    </w:p>
    <w:p w:rsidR="00573C4F" w:rsidRDefault="00573C4F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573C4F" w:rsidRPr="00573C4F" w:rsidRDefault="00573C4F" w:rsidP="00573C4F">
      <w:pPr>
        <w:pStyle w:val="libNormal"/>
        <w:rPr>
          <w:rFonts w:cs="Cordia New"/>
          <w:szCs w:val="40"/>
        </w:rPr>
      </w:pPr>
    </w:p>
    <w:p w:rsidR="009471F9" w:rsidRDefault="00C27D9F" w:rsidP="0083319E">
      <w:pPr>
        <w:pStyle w:val="libNormal"/>
      </w:pPr>
      <w:r w:rsidRPr="00C27D9F">
        <w:rPr>
          <w:rFonts w:hint="cs"/>
          <w:cs/>
        </w:rPr>
        <w:t>และโองการจบลงด้วยการเน้นหนักถึงคุณค่าแห่งการรับใช้มัคลูก</w:t>
      </w:r>
      <w:r w:rsidR="009471F9">
        <w:rPr>
          <w:rFonts w:hint="cs"/>
          <w:cs/>
        </w:rPr>
        <w:t xml:space="preserve"> </w:t>
      </w:r>
    </w:p>
    <w:p w:rsidR="009471F9" w:rsidRDefault="00C27D9F" w:rsidP="009471F9">
      <w:pPr>
        <w:pStyle w:val="libNormal"/>
        <w:ind w:firstLine="0"/>
      </w:pPr>
      <w:r w:rsidRPr="00C27D9F">
        <w:rPr>
          <w:cs/>
        </w:rPr>
        <w:t>(</w:t>
      </w:r>
      <w:r w:rsidRPr="00C27D9F">
        <w:rPr>
          <w:rFonts w:hint="cs"/>
          <w:cs/>
        </w:rPr>
        <w:t>สิ่งถูกสร้าง</w:t>
      </w:r>
      <w:r w:rsidRPr="00C27D9F">
        <w:rPr>
          <w:cs/>
        </w:rPr>
        <w:t>)</w:t>
      </w:r>
      <w:r w:rsidRPr="00C27D9F">
        <w:rPr>
          <w:rFonts w:hint="cs"/>
          <w:cs/>
        </w:rPr>
        <w:t>ของพระผู้เป็นเจ้าแต่บางครั้งผู้คนก็มุ่งไปสู่ความเกินต้องการและดังที่กวีซะอฺดี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ได้กล่าวไว้ว่</w:t>
      </w:r>
      <w:r w:rsidR="0083319E" w:rsidRPr="00C27D9F">
        <w:rPr>
          <w:cs/>
        </w:rPr>
        <w:t>า</w:t>
      </w:r>
    </w:p>
    <w:p w:rsidR="009471F9" w:rsidRDefault="00C27D9F" w:rsidP="009471F9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การอิบาดัตมิใช่อื่นใดเว้นแต่เป็นการรับใช้ผู้คน</w:t>
      </w:r>
      <w:r w:rsidRPr="00C27D9F">
        <w:rPr>
          <w:rFonts w:cs="Times New Roman" w:hint="eastAsia"/>
          <w:lang w:bidi="ar-SA"/>
        </w:rPr>
        <w:t>”</w:t>
      </w:r>
    </w:p>
    <w:p w:rsidR="00C27D9F" w:rsidRPr="00C27D9F" w:rsidRDefault="00C27D9F" w:rsidP="009471F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ถ้าเช่นนั้นแล้ว</w:t>
      </w:r>
      <w:r w:rsidR="0083319E">
        <w:rPr>
          <w:rFonts w:cs="Times New Roman"/>
          <w:lang w:bidi="ar-SA"/>
        </w:rPr>
        <w:t xml:space="preserve"> </w:t>
      </w:r>
      <w:r w:rsidRPr="00C27D9F">
        <w:rPr>
          <w:rFonts w:hint="cs"/>
          <w:cs/>
        </w:rPr>
        <w:t>ขั้นตอนต่อไปก็คือการทำลายคุณค่าของการอิบาดัต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ดังเช่นการขัดเกลาตนเอง</w:t>
      </w:r>
      <w:r w:rsidR="0083319E" w:rsidRPr="00C27D9F">
        <w:rPr>
          <w:rFonts w:hint="cs"/>
        </w:rPr>
        <w:t>,</w:t>
      </w:r>
      <w:r w:rsidR="0083319E" w:rsidRPr="00C27D9F">
        <w:rPr>
          <w:rFonts w:hint="cs"/>
          <w:cs/>
        </w:rPr>
        <w:t xml:space="preserve"> การแสวงหาความรู้</w:t>
      </w:r>
      <w:r w:rsidRPr="00C27D9F">
        <w:rPr>
          <w:rFonts w:hint="cs"/>
          <w:cs/>
        </w:rPr>
        <w:t>หรือการญิฮาด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ซึ่งทั้งหมดแม้ว่าเป็นสิ่งที่มีคุณค่าสูงสุดมากมายสำหรับมนุษย์ในอิสลามก็ตาม</w:t>
      </w:r>
      <w:r w:rsidR="0083319E">
        <w:t xml:space="preserve"> </w:t>
      </w:r>
      <w:r w:rsidR="0083319E" w:rsidRPr="00C27D9F">
        <w:rPr>
          <w:rFonts w:hint="cs"/>
          <w:cs/>
        </w:rPr>
        <w:t>ทุ</w:t>
      </w:r>
      <w:r w:rsidR="0083319E" w:rsidRPr="00C27D9F">
        <w:rPr>
          <w:cs/>
        </w:rPr>
        <w:t>ก</w:t>
      </w:r>
      <w:r w:rsidRPr="00C27D9F">
        <w:rPr>
          <w:rFonts w:hint="cs"/>
          <w:cs/>
        </w:rPr>
        <w:t>วันนี้บรรดาปัญญาชนทั้งหลายได้จินตนาการขึ้นมาว่าพวกเขาทั้งหลายได้ค้นพบหลักธรรมอันสูงส่งแท้จริงอย่างหนึ่งเรียกว่า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มนุษยชาติกับความมีมนุษยธรรม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การรับใช้ผู้คนเป็นสิ่งที่ดีงามและเราควรจะต้องรับใช้พวกเขาแต่ถ้าหากว่าเราจัดหาอาหารและเสื้อผ้าเครื่องนุ่งห่มให้กับพวกเขาเพียง</w:t>
      </w:r>
    </w:p>
    <w:p w:rsidR="00C27D9F" w:rsidRPr="00C27D9F" w:rsidRDefault="00C27D9F" w:rsidP="0083319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อย่างเดียว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เราก็จะเป็นผู้ปฏิบัติต่อพวกเขาเยี่ยงสัตว์ทั้งหลาย</w:t>
      </w:r>
      <w:r w:rsidR="0083319E" w:rsidRPr="00C27D9F">
        <w:rPr>
          <w:rFonts w:hint="cs"/>
        </w:rPr>
        <w:t>,</w:t>
      </w:r>
      <w:r w:rsidR="0083319E" w:rsidRPr="00C27D9F">
        <w:rPr>
          <w:rFonts w:hint="cs"/>
          <w:cs/>
        </w:rPr>
        <w:t>โดยเฉพาะอย่างยิ่งถ้าสมมุติว่าเราไม่มีคุณค่าอันสูงส่งในชีวิตความเป็นอยู่ให้แก่พวกเขาและถ้าหากว่าการรับใช้ผู้คนอยู่ในขอบเขตจำกั</w:t>
      </w:r>
      <w:r w:rsidR="0083319E" w:rsidRPr="00C27D9F">
        <w:rPr>
          <w:cs/>
        </w:rPr>
        <w:t>ด</w:t>
      </w:r>
      <w:r w:rsidRPr="00C27D9F">
        <w:rPr>
          <w:rFonts w:hint="cs"/>
          <w:cs/>
        </w:rPr>
        <w:t>เช่นนั้น</w:t>
      </w:r>
      <w:r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อะไรจะเป็นความแตกต่างระหว่าง </w:t>
      </w:r>
      <w:r w:rsidR="0083319E" w:rsidRPr="00C27D9F">
        <w:rPr>
          <w:cs/>
        </w:rPr>
        <w:t>(</w:t>
      </w:r>
      <w:r w:rsidRPr="00C27D9F">
        <w:rPr>
          <w:rFonts w:hint="cs"/>
          <w:cs/>
        </w:rPr>
        <w:t>อบูซัรซึ่งเป็นผู้เสียสละต่อสู่และยืนหยัดรับใช้สังคม</w:t>
      </w:r>
    </w:p>
    <w:p w:rsidR="0083319E" w:rsidRDefault="00C27D9F" w:rsidP="0083319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ย่างสมถะอดทนพร้อมกับมอบหมายคุณค่าอันสูงส่งในชีวิตการเป็นอยู่ให้แก่มวลชนในขณะที่มุอาวียะฮ์นำไปสู่ชีวิตที่ฟุ่มเฟือยไร้คุณค่าและฉลาดแกมโกง</w:t>
      </w:r>
      <w:r w:rsidRPr="00C27D9F">
        <w:rPr>
          <w:cs/>
        </w:rPr>
        <w:t>)</w:t>
      </w:r>
      <w:r w:rsidRPr="00C27D9F">
        <w:rPr>
          <w:rFonts w:hint="cs"/>
          <w:cs/>
        </w:rPr>
        <w:t>นี่คืออีกตัวอย่างหนึ่งของการล้ำหน้าไปสู่ความเกินต้องการ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คล้ายกับการมุ่งไปยังคุณค่าที่สูงจนเกินไปของอิสรภา</w:t>
      </w:r>
      <w:r w:rsidR="0083319E" w:rsidRPr="00C27D9F">
        <w:rPr>
          <w:cs/>
        </w:rPr>
        <w:t>พ</w:t>
      </w:r>
    </w:p>
    <w:p w:rsidR="00C27D9F" w:rsidRPr="00C27D9F" w:rsidRDefault="00C27D9F" w:rsidP="0083319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ิสรภาพอยู่ในระหว่างความสูงส่งแห่งคุณค่าทั้งหลายทางวัตถุท่านจะเห็นว่าบรรดาผู้ซึ่งมีความเป็นมนุษย์เป็นผู้พร้อมที่จะอดทนต่อความอดอยากหิวโหยและสภาพอันเปลือยเปล่าของร่างกายและพร้อมที่จะมีชีวิตอยู่ภายใต้</w:t>
      </w:r>
    </w:p>
    <w:p w:rsidR="0083319E" w:rsidRDefault="00C27D9F" w:rsidP="0083319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งื่อนไขทั้งหลายอันแสนยากเย็นถ้ามีข้อแม้ว่าพวกเขาทั้งหลายมิได้ถูกจองจำโดยมนุษย์อื่นใดและสามารถจะมีชีวิตอยู่อย่างอิสระเสรี</w:t>
      </w:r>
    </w:p>
    <w:p w:rsidR="0083319E" w:rsidRDefault="0083319E">
      <w:pPr>
        <w:rPr>
          <w:rFonts w:ascii="Angsana New" w:hAnsi="Angsana New"/>
          <w:sz w:val="32"/>
          <w:szCs w:val="32"/>
        </w:rPr>
      </w:pPr>
      <w:r>
        <w:br w:type="page"/>
      </w:r>
    </w:p>
    <w:p w:rsidR="00C27D9F" w:rsidRPr="00C27D9F" w:rsidRDefault="00C27D9F" w:rsidP="0083319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lastRenderedPageBreak/>
        <w:t>เรื่องราวหนึ่งที่ได้บอกเล่าในหนังสือ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กระจกของบรรดาผู้รู้</w:t>
      </w:r>
    </w:p>
    <w:p w:rsidR="00C27D9F" w:rsidRPr="00C27D9F" w:rsidRDefault="00C27D9F" w:rsidP="0083319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ทั้งหลาย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เป็นเรื่องเกี่ยวกับอเวซินา</w:t>
      </w:r>
      <w:r w:rsidRPr="00C27D9F">
        <w:rPr>
          <w:cs/>
        </w:rPr>
        <w:t>(</w:t>
      </w:r>
      <w:r w:rsidRPr="00C27D9F">
        <w:rPr>
          <w:rFonts w:hint="cs"/>
          <w:cs/>
        </w:rPr>
        <w:t>บู</w:t>
      </w:r>
      <w:r w:rsidRPr="00C27D9F">
        <w:rPr>
          <w:cs/>
        </w:rPr>
        <w:t>-</w:t>
      </w:r>
      <w:r w:rsidRPr="00C27D9F">
        <w:rPr>
          <w:rFonts w:hint="cs"/>
          <w:cs/>
        </w:rPr>
        <w:t>อลีซินา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ซึ่งครั้งหนึ่งได้รับตำแหน่งเป็นรัฐมนตรี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วันหนึ่งเขาผ่านไปตามถนนสายหนึ่งด้วยการเผยให้เห็นท่าทีของผู้มีอำนาจเมื่อเขาได้สังเกตเห็นคนขนขยะผู</w:t>
      </w:r>
      <w:r w:rsidR="0083319E" w:rsidRPr="00C27D9F">
        <w:rPr>
          <w:cs/>
        </w:rPr>
        <w:t>้</w:t>
      </w:r>
      <w:r w:rsidRPr="00C27D9F">
        <w:rPr>
          <w:rFonts w:hint="cs"/>
          <w:cs/>
        </w:rPr>
        <w:t>หนึ่งกำลังขนย้ายขยะที่เน่าเหม็นเต็มแน่นออกจากบ่อและอเวซินาได้ยินเขาบนพึมพำถึงตัวเองเป็น</w:t>
      </w:r>
    </w:p>
    <w:p w:rsidR="00C27D9F" w:rsidRPr="00C27D9F" w:rsidRDefault="00C27D9F" w:rsidP="0083319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ำกลอนที่มีความหมายถึงการยกย่องให้เกียรติตัวเขาเองในฐานะที่ได้ประสบชีวิตการเป็นอยู่ที่แสนง่ายบนโลกนี้อเวซินาหัวเราะที่ได้ยินชายผู้ซึ่งกำลังทำอยู่กับงานอันสกปรกแต่มีความสำราญเช่นนั้น</w:t>
      </w:r>
    </w:p>
    <w:p w:rsidR="00C27D9F" w:rsidRPr="00C27D9F" w:rsidRDefault="00C27D9F" w:rsidP="005724C1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เขาดึงบังเหียนม้าของเขา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แล้วเรียกชายผู้นั้นให้เข้ามาหาและกล่าวขึ้นว่</w:t>
      </w:r>
      <w:r w:rsidR="0083319E" w:rsidRPr="00C27D9F">
        <w:rPr>
          <w:cs/>
        </w:rPr>
        <w:t>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ด้วยวิธีการใดเล่าที่ท่านได้เลือกเอาการสรรเสริญตนเอง</w:t>
      </w:r>
      <w:r w:rsidR="005724C1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ชายผู้นั้นด้วยความรู้จักอเวซินาจากการปรากฏตัวอยู่เสมอของเขาตอ</w:t>
      </w:r>
      <w:r w:rsidR="0083319E">
        <w:rPr>
          <w:rFonts w:hint="cs"/>
          <w:cs/>
        </w:rPr>
        <w:t>บว่า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ข้าพเจ้าได้เลือกทำงานเช่นนี้เพื่อว่าข้าพเจ้าจะได้ไม่ต้องตกเป็นทาสของผู้ใดเช่นในหนทางที่</w:t>
      </w:r>
    </w:p>
    <w:p w:rsidR="00C27D9F" w:rsidRPr="00C27D9F" w:rsidRDefault="00C27D9F" w:rsidP="0083319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ท่านกำลังเป็นอยู่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เป็นการได้รับอิสรภาพเมื่อเป็นคนขนขยะและเป็นความห่างไกลดีว่ายศตำแหน่</w:t>
      </w:r>
      <w:r w:rsidR="0083319E" w:rsidRPr="00C27D9F">
        <w:rPr>
          <w:cs/>
        </w:rPr>
        <w:t>ง</w:t>
      </w:r>
      <w:r w:rsidRPr="00C27D9F">
        <w:rPr>
          <w:rFonts w:hint="cs"/>
          <w:cs/>
        </w:rPr>
        <w:t>ของท่านที่มากมายไปด้วยทรัพย์สินและการขึ้นอยู่กับมัน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มันเป็นคำพูดที่ทำให้อเวซินาหน้าแดงก่ำด้วยความอับอายและมิได้ให้คำตอบอันใดเลยจะมีความจำเป็นอันใดสำหรับบรรดาผู้ซึ่งดำเนิน</w:t>
      </w:r>
    </w:p>
    <w:p w:rsidR="00C27D9F" w:rsidRPr="00C27D9F" w:rsidRDefault="00C27D9F" w:rsidP="005724C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ชีวิตฝักใฝ่ไปในทางโลกต่อการที่จะละทิ้งจะอาหารที่ดีจากการมีทาสไว้คอยรับใช้และละทิ้งจากความหรูหราโอ้อวดทั้งหมดจากนั้นก็กลายมาเป็นคนขนขยะแล้วก็พูดถึงเสรีภาพเสรีภาพเป็นสิ่งที่จับต้องได้หรือ</w:t>
      </w:r>
      <w:r w:rsidRPr="00C27D9F">
        <w:rPr>
          <w:rFonts w:cs="Times New Roman"/>
          <w:lang w:bidi="ar-SA"/>
        </w:rPr>
        <w:t>?</w:t>
      </w:r>
      <w:r w:rsidR="005724C1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เปล่าเลย</w:t>
      </w:r>
      <w:r w:rsidR="005724C1">
        <w:rPr>
          <w:rFonts w:cs="Cordia New" w:hint="cs"/>
          <w:szCs w:val="40"/>
          <w:cs/>
        </w:rPr>
        <w:t xml:space="preserve"> </w:t>
      </w:r>
      <w:r w:rsidR="0083319E" w:rsidRPr="00C27D9F">
        <w:rPr>
          <w:rFonts w:hint="cs"/>
          <w:cs/>
        </w:rPr>
        <w:t xml:space="preserve"> แต่สำหรับสติสัมปชัญญะแห่งความรอบคอบแล้วมันเป็นสิ่งควรค่าแก่กา</w:t>
      </w:r>
      <w:r w:rsidR="0083319E" w:rsidRPr="00C27D9F">
        <w:rPr>
          <w:cs/>
        </w:rPr>
        <w:t>ร</w:t>
      </w:r>
    </w:p>
    <w:p w:rsidR="0083319E" w:rsidRDefault="00C27D9F" w:rsidP="0083319E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สรรเสริญอย่างแท้จริงที่ว่าชายผู้หนึ่งเลือกที่จะเป็นคนเก็บขยะแทนที่จะเป็นทาสคุณค่าเช่นนี้</w:t>
      </w:r>
    </w:p>
    <w:p w:rsidR="0083319E" w:rsidRDefault="0083319E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83319E">
      <w:pPr>
        <w:pStyle w:val="libNormal"/>
        <w:ind w:firstLine="0"/>
        <w:rPr>
          <w:rFonts w:cs="Times New Roman"/>
          <w:lang w:bidi="ar-SA"/>
        </w:rPr>
      </w:pPr>
    </w:p>
    <w:p w:rsidR="00C27D9F" w:rsidRPr="00C27D9F" w:rsidRDefault="00C27D9F" w:rsidP="0083319E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บางครั้งได้ถูกลืมเลือนในบางสังคม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แต่พอมันถูกปลุกเร้าในหมู่พวกเขาพวกเขาทั้งหลายพากันอ้า</w:t>
      </w:r>
      <w:r w:rsidR="0083319E" w:rsidRPr="00C27D9F">
        <w:rPr>
          <w:cs/>
        </w:rPr>
        <w:t>ง</w:t>
      </w:r>
      <w:r w:rsidRPr="00C27D9F">
        <w:rPr>
          <w:rFonts w:hint="cs"/>
          <w:cs/>
        </w:rPr>
        <w:t>ว่าเสรีภาพเท่านั้นเป็นสิ่งที่มีคุณค่าและลืมเรื่องที่เกี่ยวกับคุณค่าอื่นทั้งหลายอย่างเช่นความชอบธรรม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>วิทยปัญญาและอื่นๆส่วนผู้อื่นอีกก็อาจจะเห็นว่าความรักเท่านั้นที่เป็นประหนึ่งคุณค่าและลืม</w:t>
      </w:r>
    </w:p>
    <w:p w:rsidR="00C27D9F" w:rsidRPr="00C27D9F" w:rsidRDefault="00C27D9F" w:rsidP="0083319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ในทางสติปัญญา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ดังที่บรรดาอารีฟได้กระทำกัน</w:t>
      </w:r>
      <w:r w:rsidR="0083319E" w:rsidRPr="00C27D9F">
        <w:t>,</w:t>
      </w:r>
      <w:r w:rsidR="0083319E" w:rsidRPr="00C27D9F">
        <w:rPr>
          <w:rFonts w:hint="cs"/>
          <w:cs/>
        </w:rPr>
        <w:t xml:space="preserve"> ขณะที่บางคนไปถึงจุดสูงสุดอื่นๆก็คิดว่าความรั</w:t>
      </w:r>
      <w:r w:rsidR="0083319E" w:rsidRPr="00C27D9F">
        <w:rPr>
          <w:cs/>
        </w:rPr>
        <w:t>ก</w:t>
      </w:r>
      <w:r w:rsidRPr="00C27D9F">
        <w:rPr>
          <w:rFonts w:hint="cs"/>
          <w:cs/>
        </w:rPr>
        <w:t>เป็นความคิดฟุ้งซ่านอย่างหนึ่ง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และในทางสติปัญญาเท่านั้นเป็นสิ่งที่คู่ควรแก่คุณค่</w:t>
      </w:r>
      <w:r w:rsidR="0083319E" w:rsidRPr="00C27D9F">
        <w:rPr>
          <w:cs/>
        </w:rPr>
        <w:t>า</w:t>
      </w:r>
      <w:r w:rsidRPr="00C27D9F">
        <w:rPr>
          <w:rFonts w:hint="cs"/>
          <w:cs/>
        </w:rPr>
        <w:t>ความรัก</w:t>
      </w:r>
      <w:r w:rsidR="0083319E" w:rsidRPr="00C27D9F">
        <w:rPr>
          <w:rFonts w:cs="Times New Roman"/>
          <w:lang w:bidi="ar-SA"/>
        </w:rPr>
        <w:t>,</w:t>
      </w:r>
      <w:r w:rsidR="0083319E" w:rsidRPr="00C27D9F">
        <w:rPr>
          <w:rFonts w:hint="cs"/>
          <w:cs/>
        </w:rPr>
        <w:t xml:space="preserve"> สติปัญญา</w:t>
      </w:r>
      <w:r w:rsidR="0083319E" w:rsidRPr="00C27D9F">
        <w:t>,</w:t>
      </w:r>
      <w:r w:rsidR="0083319E" w:rsidRPr="00C27D9F">
        <w:rPr>
          <w:rFonts w:hint="cs"/>
          <w:cs/>
        </w:rPr>
        <w:t xml:space="preserve"> ความเที่ยงธรรม</w:t>
      </w:r>
      <w:r w:rsidR="0083319E" w:rsidRPr="00C27D9F">
        <w:t>,</w:t>
      </w:r>
      <w:r w:rsidR="0083319E" w:rsidRPr="00C27D9F">
        <w:rPr>
          <w:rFonts w:hint="cs"/>
          <w:cs/>
        </w:rPr>
        <w:t xml:space="preserve"> อิสรภาพ</w:t>
      </w:r>
      <w:r w:rsidR="0083319E" w:rsidRPr="00C27D9F">
        <w:t>,</w:t>
      </w:r>
      <w:r w:rsidR="0083319E" w:rsidRPr="00C27D9F">
        <w:rPr>
          <w:rFonts w:hint="cs"/>
          <w:cs/>
        </w:rPr>
        <w:t xml:space="preserve"> การรับใช้และการอิบาดัตทั้งหมดเป็นคุณค่าอันหลากหลา</w:t>
      </w:r>
      <w:r w:rsidR="0083319E" w:rsidRPr="00C27D9F">
        <w:rPr>
          <w:cs/>
        </w:rPr>
        <w:t>ย</w:t>
      </w:r>
    </w:p>
    <w:p w:rsidR="00C27D9F" w:rsidRPr="00C27D9F" w:rsidRDefault="00C27D9F" w:rsidP="0083319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แล้วใครคือมนุษย์ผู้สมบูรณ์</w:t>
      </w:r>
      <w:r w:rsidRPr="00C27D9F">
        <w:rPr>
          <w:rFonts w:cs="Times New Roman"/>
          <w:lang w:bidi="ar-SA"/>
        </w:rPr>
        <w:t>?</w:t>
      </w:r>
      <w:r w:rsidR="0083319E" w:rsidRPr="00C27D9F">
        <w:rPr>
          <w:rFonts w:hint="cs"/>
          <w:cs/>
        </w:rPr>
        <w:t xml:space="preserve">บุคคลผู้ซึ่งกระทำการอิบาดัตอย่างแท้จริงเพียงอย่างเดียวหรือผู้ที่สละแล้วซึ่งกิเลสทั้งหลายหรือผู้ที่เกิดมาเป็นไท </w:t>
      </w:r>
      <w:r w:rsidR="0083319E" w:rsidRPr="00C27D9F">
        <w:rPr>
          <w:cs/>
        </w:rPr>
        <w:t>(</w:t>
      </w:r>
      <w:r w:rsidRPr="00C27D9F">
        <w:rPr>
          <w:rFonts w:hint="cs"/>
          <w:cs/>
        </w:rPr>
        <w:t>อิสรภาพ</w:t>
      </w:r>
      <w:r w:rsidR="0083319E" w:rsidRPr="00C27D9F">
        <w:rPr>
          <w:rFonts w:hint="cs"/>
          <w:cs/>
        </w:rPr>
        <w:t>) หรือในความรัก</w:t>
      </w:r>
      <w:r w:rsidR="0083319E" w:rsidRPr="00C27D9F">
        <w:t>,</w:t>
      </w:r>
      <w:r w:rsidR="0083319E" w:rsidRPr="00C27D9F">
        <w:rPr>
          <w:rFonts w:hint="cs"/>
          <w:cs/>
        </w:rPr>
        <w:t xml:space="preserve"> หรือผู้มีไหวพริบไม่มีใครสั</w:t>
      </w:r>
      <w:r w:rsidR="0083319E" w:rsidRPr="00C27D9F">
        <w:rPr>
          <w:cs/>
        </w:rPr>
        <w:t>ก</w:t>
      </w:r>
      <w:r w:rsidRPr="00C27D9F">
        <w:rPr>
          <w:rFonts w:hint="cs"/>
          <w:cs/>
        </w:rPr>
        <w:t>คนเดียวจากพวกเหล่านี้คือมนุษย์ผู้สมบูรณ์</w:t>
      </w:r>
      <w:r w:rsidR="0083319E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แต่ถ้าหากว่าคุณค่าทั้งหมดเหล่านี้ได้รับการพัฒนาในตัว</w:t>
      </w:r>
    </w:p>
    <w:p w:rsidR="00256E34" w:rsidRDefault="00C27D9F" w:rsidP="00256E34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ของเขาด้วยวิถีทางที่ประสานกลมกลืนแล้ว</w:t>
      </w:r>
      <w:r w:rsidRPr="00C27D9F">
        <w:rPr>
          <w:cs/>
        </w:rPr>
        <w:t xml:space="preserve"> </w:t>
      </w:r>
      <w:r w:rsidR="00256E34" w:rsidRPr="00C27D9F">
        <w:rPr>
          <w:rFonts w:cs="Times New Roman"/>
          <w:lang w:bidi="ar-SA"/>
        </w:rPr>
        <w:t>,</w:t>
      </w:r>
      <w:r w:rsidR="00256E34" w:rsidRPr="00C27D9F">
        <w:rPr>
          <w:rFonts w:hint="cs"/>
          <w:cs/>
        </w:rPr>
        <w:t xml:space="preserve"> เขาก็อาจจะไ</w:t>
      </w:r>
      <w:r w:rsidR="00256E34">
        <w:rPr>
          <w:rFonts w:hint="cs"/>
          <w:cs/>
        </w:rPr>
        <w:t>ด้รับการพิจารณาว่าสมบูรณ์อิมามอะ</w:t>
      </w:r>
      <w:r w:rsidR="00256E34" w:rsidRPr="00C27D9F">
        <w:rPr>
          <w:rFonts w:hint="cs"/>
          <w:cs/>
        </w:rPr>
        <w:t xml:space="preserve">ลี </w:t>
      </w:r>
      <w:r w:rsidR="00256E34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256E34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256E34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มนุษย์เช่นว่านั้นในหนังสือ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นะห์ญุลบะลาเฆาะฮ์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ส่วนมากคุณจะพบกับถ้อยคำคำพูดที่โน้มน้าวจิตใจอย่างลึกซึ้งที่สุดของท่าน</w:t>
      </w:r>
      <w:r w:rsidR="00256E34" w:rsidRPr="00C27D9F">
        <w:rPr>
          <w:rFonts w:cs="Times New Roman"/>
          <w:lang w:bidi="ar-SA"/>
        </w:rPr>
        <w:t>,</w:t>
      </w:r>
      <w:r w:rsidR="00256E34" w:rsidRPr="00C27D9F">
        <w:rPr>
          <w:rFonts w:hint="cs"/>
          <w:cs/>
        </w:rPr>
        <w:t xml:space="preserve"> และในการอ่านหนังสือเล่มนี้</w:t>
      </w:r>
      <w:r w:rsidR="00256E34" w:rsidRPr="00C27D9F">
        <w:t>,</w:t>
      </w:r>
      <w:r w:rsidR="00256E34" w:rsidRPr="00C27D9F">
        <w:rPr>
          <w:rFonts w:hint="cs"/>
          <w:cs/>
        </w:rPr>
        <w:t xml:space="preserve"> คุณจะได้เห็นภาพที่แตกต่างกั</w:t>
      </w:r>
      <w:r w:rsidR="00256E34" w:rsidRPr="00C27D9F">
        <w:rPr>
          <w:cs/>
        </w:rPr>
        <w:t>น</w:t>
      </w:r>
      <w:r w:rsidRPr="00C27D9F">
        <w:rPr>
          <w:rFonts w:hint="cs"/>
          <w:cs/>
        </w:rPr>
        <w:t>ทั้งหลายของท่านบางครั้งในการอ่านคำสอนดังกล่าว</w:t>
      </w:r>
      <w:r w:rsidR="00256E34">
        <w:rPr>
          <w:rFonts w:hint="cs"/>
          <w:cs/>
        </w:rPr>
        <w:t xml:space="preserve"> </w:t>
      </w:r>
      <w:r w:rsidRPr="00C27D9F">
        <w:rPr>
          <w:rFonts w:hint="cs"/>
          <w:cs/>
        </w:rPr>
        <w:t>คุณนึกว่า</w:t>
      </w:r>
      <w:r w:rsidR="00256E34">
        <w:rPr>
          <w:rFonts w:hint="cs"/>
          <w:cs/>
        </w:rPr>
        <w:t xml:space="preserve"> </w:t>
      </w:r>
      <w:r w:rsidRPr="00C27D9F">
        <w:rPr>
          <w:rFonts w:hint="cs"/>
          <w:cs/>
        </w:rPr>
        <w:t>อเวซินากำลังแสดงปาฐกถาอยู่</w:t>
      </w:r>
      <w:r w:rsidR="000F58FA" w:rsidRPr="00C27D9F">
        <w:rPr>
          <w:rFonts w:hint="cs"/>
          <w:cs/>
        </w:rPr>
        <w:t>ณ</w:t>
      </w:r>
      <w:r w:rsidRPr="00C27D9F">
        <w:rPr>
          <w:rFonts w:hint="cs"/>
          <w:cs/>
        </w:rPr>
        <w:t>สถานที่แห่งนั้น</w:t>
      </w:r>
      <w:r w:rsidR="00256E34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เมื่อคุณอ่านอีกแห่งหนึ่ง</w:t>
      </w:r>
      <w:r w:rsidR="00256E34">
        <w:rPr>
          <w:rFonts w:hint="cs"/>
          <w:cs/>
        </w:rPr>
        <w:t xml:space="preserve"> </w:t>
      </w:r>
      <w:r w:rsidRPr="00C27D9F">
        <w:rPr>
          <w:rFonts w:hint="cs"/>
          <w:cs/>
        </w:rPr>
        <w:t>คุณก็จะรู้สึกเหมือนกับว่ามุลลารูมีหรือมุฮิยิดดีนอารอบีกำลังพูดอยู่กับตัวคุณเอง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>จากนั้นเมื่อคุณอ่านต่อไปอีกประหนึ่งว่า</w:t>
      </w:r>
      <w:r w:rsidR="00256E34">
        <w:rPr>
          <w:rFonts w:hint="cs"/>
          <w:cs/>
        </w:rPr>
        <w:t xml:space="preserve"> </w:t>
      </w:r>
      <w:r w:rsidRPr="00C27D9F">
        <w:rPr>
          <w:rFonts w:hint="cs"/>
          <w:cs/>
        </w:rPr>
        <w:t>คุณสัมผัสกับเรื่องราวแห่งความกล้าหาญของเฟรโดซี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>หรือเรื่องราวของชายผู้ถือความเป็นอิสรภาพ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>หรือผู้ที่นั่งบริกรรมคาถา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>หรือผู้ที่ละทิ้งสังคมแล้วมากระทำการอิบาดัตในสภาพของผู้ให้การเทศนาทั้งหมดจากบรรดาแง่มุมต่างๆของมนุษย์ได้แสดงตัวของเขาเองใ</w:t>
      </w:r>
      <w:r w:rsidR="00256E34">
        <w:rPr>
          <w:rFonts w:hint="cs"/>
          <w:cs/>
        </w:rPr>
        <w:t>ห้เห็นในถ้อยคำทั้งหลายของอิมามอะ</w:t>
      </w:r>
      <w:r w:rsidRPr="00C27D9F">
        <w:rPr>
          <w:rFonts w:hint="cs"/>
          <w:cs/>
        </w:rPr>
        <w:t>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</w:p>
    <w:p w:rsidR="00256E34" w:rsidRDefault="00256E34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256E34" w:rsidRDefault="00256E34" w:rsidP="00256E34">
      <w:pPr>
        <w:pStyle w:val="libNormal"/>
        <w:ind w:firstLine="0"/>
      </w:pPr>
    </w:p>
    <w:p w:rsidR="005724C1" w:rsidRDefault="00C27D9F" w:rsidP="00256E34">
      <w:pPr>
        <w:pStyle w:val="libNormal"/>
        <w:ind w:firstLine="0"/>
      </w:pPr>
      <w:r w:rsidRPr="00C27D9F">
        <w:rPr>
          <w:rFonts w:hint="cs"/>
          <w:cs/>
        </w:rPr>
        <w:t>และจากนั้นคุณก็จะเห็นว่าท่านยิ่งใหญ่อย่างไรและเรากระจ้อยร่อยอย่างไรในอดีตที่ผ่านมานั้นเป็นเวลาถึงห้าสิบปีมาแล้ว</w:t>
      </w:r>
      <w:r w:rsidR="00256E34" w:rsidRPr="00C27D9F">
        <w:rPr>
          <w:rFonts w:cs="Times New Roman"/>
          <w:lang w:bidi="ar-SA"/>
        </w:rPr>
        <w:t>,</w:t>
      </w:r>
      <w:r w:rsidR="00256E34" w:rsidRPr="00C27D9F">
        <w:rPr>
          <w:rFonts w:hint="cs"/>
          <w:cs/>
        </w:rPr>
        <w:t xml:space="preserve"> สังคมของเราได้โน้มเอียงไปในทางเรื่องราวทั้งหลายของศาสนา</w:t>
      </w:r>
      <w:r w:rsidR="00256E34" w:rsidRPr="00C27D9F">
        <w:t>,</w:t>
      </w:r>
      <w:r w:rsidR="00256E34" w:rsidRPr="00C27D9F">
        <w:rPr>
          <w:rFonts w:hint="cs"/>
          <w:cs/>
        </w:rPr>
        <w:t xml:space="preserve"> มุ่งสู่หนทางแห่งกา</w:t>
      </w:r>
      <w:r w:rsidR="00256E34" w:rsidRPr="00C27D9F">
        <w:rPr>
          <w:cs/>
        </w:rPr>
        <w:t>ร</w:t>
      </w:r>
      <w:r w:rsidRPr="00C27D9F">
        <w:rPr>
          <w:rFonts w:hint="cs"/>
          <w:cs/>
        </w:rPr>
        <w:t>สันโดษบรรดา</w:t>
      </w:r>
    </w:p>
    <w:p w:rsidR="00256E34" w:rsidRDefault="00C27D9F" w:rsidP="00256E34">
      <w:pPr>
        <w:pStyle w:val="libNormal"/>
        <w:ind w:firstLine="0"/>
      </w:pPr>
      <w:r w:rsidRPr="00C27D9F">
        <w:rPr>
          <w:rFonts w:hint="cs"/>
          <w:cs/>
        </w:rPr>
        <w:t>ผู้เผยแพร่สั่งสอนมักจะจำกัดขอบเขตต่อบรรดาคำสอนทั้งหลายจาก</w:t>
      </w:r>
    </w:p>
    <w:p w:rsidR="00C27D9F" w:rsidRPr="00C27D9F" w:rsidRDefault="00C27D9F" w:rsidP="00256E34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นะห์ญุลบะลาเฆาะฮ์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ซึ่งได้เน้นเกี่ยวกับเรื่องราวของการสละโลกเพียงเท่านั้น</w:t>
      </w:r>
      <w:r w:rsidR="00256E34" w:rsidRPr="00C27D9F">
        <w:rPr>
          <w:rFonts w:cs="Times New Roman"/>
          <w:lang w:bidi="ar-SA"/>
        </w:rPr>
        <w:t>,</w:t>
      </w:r>
      <w:r w:rsidR="00256E34" w:rsidRPr="00C27D9F">
        <w:rPr>
          <w:rFonts w:hint="cs"/>
          <w:cs/>
        </w:rPr>
        <w:t xml:space="preserve"> เรียกโลกนี้ว่าเป็นสถานที่อยู่อาศัยชั่วคราวและโลกหน้าคือความเป็นนิรันดร</w:t>
      </w:r>
      <w:r w:rsidR="00256E34" w:rsidRPr="00C27D9F">
        <w:t>,</w:t>
      </w:r>
      <w:r w:rsidR="00256E34" w:rsidRPr="00C27D9F">
        <w:rPr>
          <w:rFonts w:hint="cs"/>
          <w:cs/>
        </w:rPr>
        <w:t xml:space="preserve"> และแนะนำประชาชนเพื่อการตระเตรียมสำหรับชีวิตใ</w:t>
      </w:r>
      <w:r w:rsidR="00256E34" w:rsidRPr="00C27D9F">
        <w:rPr>
          <w:cs/>
        </w:rPr>
        <w:t>น</w:t>
      </w:r>
    </w:p>
    <w:p w:rsidR="00C27D9F" w:rsidRPr="00C27D9F" w:rsidRDefault="00C27D9F" w:rsidP="00256E34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โลกหน้า</w:t>
      </w:r>
      <w:r w:rsidR="00256E34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ส่วนที่เหลือจากคำสอนทั้งหลายของ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นะห์ญุลบะบาเฆาะฮ์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ประหนึ่งว่าไม่มีความเหมาะสมและอ้างว่าเพราะสังคมไม่สามารถที่จะรับมันไว้ได้มันจึงได้หวนกลับไปสู่ลำดับหนึ่งจากคุณค่าทั้งหลายเพียงเท่านั้นเป็นระยะเวลานับพันปี</w:t>
      </w:r>
      <w:r w:rsidR="00256E34" w:rsidRPr="00C27D9F">
        <w:rPr>
          <w:rFonts w:cs="Times New Roman"/>
          <w:lang w:bidi="ar-SA"/>
        </w:rPr>
        <w:t>,</w:t>
      </w:r>
      <w:r w:rsidR="00256E34" w:rsidRPr="00C27D9F">
        <w:rPr>
          <w:rFonts w:hint="cs"/>
          <w:cs/>
        </w:rPr>
        <w:t xml:space="preserve"> ที่ไม</w:t>
      </w:r>
      <w:r w:rsidR="00256E34">
        <w:rPr>
          <w:rFonts w:hint="cs"/>
          <w:cs/>
        </w:rPr>
        <w:t>่มีผู้ใดอ่านคำสั่งของท่านอิมามอะ</w:t>
      </w:r>
      <w:r w:rsidR="00256E34" w:rsidRPr="00C27D9F">
        <w:rPr>
          <w:rFonts w:hint="cs"/>
          <w:cs/>
        </w:rPr>
        <w:t xml:space="preserve">ลี </w:t>
      </w:r>
      <w:r w:rsidR="00256E34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256E34" w:rsidRPr="00C27D9F">
        <w:rPr>
          <w:rFonts w:hint="cs"/>
          <w:cs/>
        </w:rPr>
        <w:t>) ถึงม</w:t>
      </w:r>
      <w:r w:rsidR="00256E34" w:rsidRPr="00C27D9F">
        <w:rPr>
          <w:cs/>
        </w:rPr>
        <w:t>า</w:t>
      </w:r>
    </w:p>
    <w:p w:rsidR="005F2E25" w:rsidRDefault="00256E34" w:rsidP="00256E34">
      <w:pPr>
        <w:pStyle w:val="libNormal"/>
        <w:ind w:firstLine="0"/>
      </w:pPr>
      <w:r>
        <w:rPr>
          <w:rFonts w:hint="cs"/>
          <w:cs/>
        </w:rPr>
        <w:t>ลิกอัชตาร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ซึ่งเต็มไปด้วยคำสั่งที่เกี่ยวกับการเมืองและสังคม</w:t>
      </w:r>
      <w:r w:rsidRPr="00C27D9F">
        <w:t>,</w:t>
      </w:r>
      <w:r w:rsidRPr="00C27D9F">
        <w:rPr>
          <w:rFonts w:hint="cs"/>
          <w:cs/>
        </w:rPr>
        <w:t xml:space="preserve"> ในนั้น</w:t>
      </w:r>
      <w:r w:rsidRPr="00C27D9F">
        <w:t>,</w:t>
      </w:r>
    </w:p>
    <w:p w:rsidR="00256E34" w:rsidRDefault="00256E34" w:rsidP="00256E34">
      <w:pPr>
        <w:pStyle w:val="libNormal"/>
        <w:ind w:firstLine="0"/>
        <w:rPr>
          <w:rFonts w:cs="Cordia New"/>
          <w:szCs w:val="40"/>
        </w:rPr>
      </w:pPr>
      <w:r>
        <w:rPr>
          <w:rFonts w:hint="cs"/>
          <w:cs/>
        </w:rPr>
        <w:t xml:space="preserve"> อะลี</w:t>
      </w:r>
      <w:r w:rsidRPr="00C27D9F">
        <w:rPr>
          <w:rFonts w:hint="cs"/>
          <w:cs/>
        </w:rPr>
        <w:t xml:space="preserve">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Pr="00C27D9F">
        <w:rPr>
          <w:rFonts w:hint="cs"/>
          <w:cs/>
        </w:rPr>
        <w:t>) พูดจากถ้อยคำของท่านศาสดาว่</w:t>
      </w:r>
      <w:r w:rsidRPr="00C27D9F">
        <w:rPr>
          <w:cs/>
        </w:rPr>
        <w:t>า</w:t>
      </w:r>
      <w:r>
        <w:rPr>
          <w:rFonts w:cs="Cordia New" w:hint="cs"/>
          <w:szCs w:val="40"/>
          <w:cs/>
        </w:rPr>
        <w:t xml:space="preserve"> “</w:t>
      </w:r>
      <w:r w:rsidR="00C27D9F" w:rsidRPr="00C27D9F">
        <w:rPr>
          <w:rFonts w:hint="cs"/>
          <w:cs/>
        </w:rPr>
        <w:t>ไม่มีผู้ใดสามารถจะบรรลุถึงระดับของสิทธิและเสรีภาพจากการถูกทอดทิ้งได้จนว่าพวกเขาทั้งหลายจะได้ไปถึงสภาพหนึ่งซึ่งเมื่อความอ่อนแอได้ยืนหยัดต่อต้านความแข็งแกร่งและอ้างถึงสิทธิของพวกเขาโดยปราศจากคำพูดที่ตะกุกตะกัก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เกรงกลัว</w:t>
      </w:r>
      <w:r w:rsidR="00C27D9F" w:rsidRPr="00C27D9F">
        <w:rPr>
          <w:cs/>
        </w:rPr>
        <w:t>)</w:t>
      </w:r>
      <w:r w:rsidR="00C27D9F" w:rsidRPr="00C27D9F">
        <w:rPr>
          <w:rFonts w:cs="Times New Roman"/>
          <w:lang w:bidi="ar-SA"/>
        </w:rPr>
        <w:t>”</w:t>
      </w:r>
      <w:r>
        <w:rPr>
          <w:rFonts w:cs="Cordia New" w:hint="cs"/>
          <w:szCs w:val="40"/>
          <w:cs/>
        </w:rPr>
        <w:t xml:space="preserve"> </w:t>
      </w:r>
    </w:p>
    <w:p w:rsidR="00C27D9F" w:rsidRPr="00C27D9F" w:rsidRDefault="00C27D9F" w:rsidP="00256E34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ห้าสิบปีมาแล้วที่สังคมมิสามารถเข้าใจสิ่งนี้</w:t>
      </w:r>
      <w:r w:rsidR="00256E34" w:rsidRPr="00C27D9F">
        <w:rPr>
          <w:rFonts w:cs="Times New Roman"/>
          <w:lang w:bidi="ar-SA"/>
        </w:rPr>
        <w:t>,</w:t>
      </w:r>
      <w:r w:rsidR="00256E34" w:rsidRPr="00C27D9F">
        <w:rPr>
          <w:rFonts w:hint="cs"/>
          <w:cs/>
        </w:rPr>
        <w:t xml:space="preserve"> เพราะว่ามันเป็นสังคมที่มีคุณ</w:t>
      </w:r>
      <w:r w:rsidR="00256E34">
        <w:rPr>
          <w:rFonts w:hint="cs"/>
          <w:cs/>
        </w:rPr>
        <w:t>ค่าเดียวขณะที่คำพูดทั้งหลายของอะ</w:t>
      </w:r>
      <w:r w:rsidR="00256E34" w:rsidRPr="00C27D9F">
        <w:rPr>
          <w:rFonts w:hint="cs"/>
          <w:cs/>
        </w:rPr>
        <w:t xml:space="preserve">ลี </w:t>
      </w:r>
      <w:r w:rsidR="00256E34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256E34" w:rsidRPr="00C27D9F">
        <w:rPr>
          <w:rFonts w:hint="cs"/>
          <w:cs/>
        </w:rPr>
        <w:t>) ถูกยับยั้งคุณค่าทั้งหมดของมนุษย์ก็เท่ากับว่าปรากฏให้เห็นอยู่ในชีวประวัติและบุคลิกภาพของเขาเพียงเท่านั้</w:t>
      </w:r>
      <w:r w:rsidR="00256E34" w:rsidRPr="00C27D9F">
        <w:rPr>
          <w:cs/>
        </w:rPr>
        <w:t>น</w:t>
      </w:r>
    </w:p>
    <w:p w:rsidR="00256E34" w:rsidRDefault="00C27D9F" w:rsidP="00256E34">
      <w:pPr>
        <w:pStyle w:val="libNormal"/>
        <w:rPr>
          <w:cs/>
        </w:rPr>
      </w:pPr>
      <w:r w:rsidRPr="00C27D9F">
        <w:rPr>
          <w:rFonts w:hint="cs"/>
          <w:cs/>
        </w:rPr>
        <w:t>ข้าพเจ้ามิได้มีความมุ่งหมายที่จะยกย่องสังคมของเราในปัจจุบันแต่เคราะห์ดีที่ค่านิยมบางอย่างอันคุ้มค่าได้ปรากฏขึ้นในนั้นอย่างไรก็ตาม</w:t>
      </w:r>
    </w:p>
    <w:p w:rsidR="00256E34" w:rsidRDefault="00256E34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724C1" w:rsidRDefault="005724C1" w:rsidP="00256E34">
      <w:pPr>
        <w:pStyle w:val="libNormal"/>
      </w:pPr>
    </w:p>
    <w:p w:rsidR="00C27D9F" w:rsidRPr="00C27D9F" w:rsidRDefault="00C27D9F" w:rsidP="0020085E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ข้าพเจ้าเกรงว่าคุณค่าต่างๆทั้งหลายจะกลายมาเป็นมิติที่โดดเดี่ยวอีกครั้งหนึ่งและทำลายคุณค่าอื</w:t>
      </w:r>
      <w:r w:rsidR="00256E34">
        <w:rPr>
          <w:rFonts w:hint="cs"/>
          <w:cs/>
        </w:rPr>
        <w:t>่นๆถ้าหากว่าเราใคร่อยากที่จะมีอะ</w:t>
      </w:r>
      <w:r w:rsidRPr="00C27D9F">
        <w:rPr>
          <w:rFonts w:hint="cs"/>
          <w:cs/>
        </w:rPr>
        <w:t>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ในฐานะที่เป็นแบบอย่างและเป็นผู้ที่มีความสมบูรณ์อย่างสมดุลของเราแล้วสิ่งนี้จึงไม่น่าที่จะเกิดขึ้นท่านคือมนุษย์ผู้หนึ่งซึ่งในบรรดาคุณค่าทั้งหมดของมนุษย์ได้รับการพัฒนาอย่างประสานกลมกลืนในยามค่ำคืนและในช่วงเวลาที่ใกล้ชิดกับพระผู้เป็นเจ้าไม่มีอารีฟคนใดที่จะสามารถเท่าเทียมท่านได้เลยในความปลื้มปิติที่มีต่อพระผู้เป็นเจ้าของท่านและในการ</w:t>
      </w:r>
      <w:r w:rsidRPr="00C27D9F">
        <w:rPr>
          <w:cs/>
        </w:rPr>
        <w:t>(</w:t>
      </w:r>
      <w:r w:rsidRPr="00C27D9F">
        <w:rPr>
          <w:rFonts w:hint="cs"/>
          <w:cs/>
        </w:rPr>
        <w:t>ส่งจิต</w:t>
      </w:r>
      <w:r w:rsidRPr="00C27D9F">
        <w:rPr>
          <w:cs/>
        </w:rPr>
        <w:t>)</w:t>
      </w:r>
      <w:r w:rsidRPr="00C27D9F">
        <w:rPr>
          <w:rFonts w:hint="cs"/>
          <w:cs/>
        </w:rPr>
        <w:t>ล่องลอยไปสู่พระองค์ท่านเป็นผู้ที่มีความล้ำลึกอย่างมากในการอิบาดัตของท่านซึ่งจะไม่มีสิ่งใดสามารถที่จะทำลายสมาธิในการภักดีของท่านได้เลยและความรักต่อพระผู้เป็นเจ้าเช่นนี้คล้ายกับว่าได้นำทางไปสู่อีกโลกหนึ่งนี่คือวิธีที่ท่านอยู่ในสถานที่แห่งการภักดีในยามราตรีกาล</w:t>
      </w:r>
      <w:r w:rsidR="00256E34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ในช่ว</w:t>
      </w:r>
      <w:r w:rsidR="00256E34">
        <w:rPr>
          <w:rFonts w:hint="cs"/>
          <w:cs/>
        </w:rPr>
        <w:t>ง</w:t>
      </w:r>
      <w:r w:rsidRPr="00C27D9F">
        <w:rPr>
          <w:rFonts w:hint="cs"/>
          <w:cs/>
        </w:rPr>
        <w:t>เวลากลางวัน</w:t>
      </w:r>
      <w:r w:rsidR="00256E34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เป็นผู้ที่แตกต่างกันไม่เหมือนกับบรรดานักพรตทั้งหลายท่านเป็นผู้ที่ร่าเริงเมื่อนั่งสนทนาร่วมกับบรรดาสหายของท่านและแม้แต่การกล่าวคำพูดที่สนุกสนานอัมร์บินอัสส์ได้กล่าววิจารณ์ท่านว่า</w:t>
      </w:r>
      <w:r w:rsidRPr="00C27D9F">
        <w:rPr>
          <w:cs/>
        </w:rPr>
        <w:t>(</w:t>
      </w:r>
      <w:r w:rsidRPr="00C27D9F">
        <w:rPr>
          <w:rFonts w:hint="cs"/>
          <w:cs/>
        </w:rPr>
        <w:t>อัมร์บินอั</w:t>
      </w:r>
      <w:r w:rsidR="0020085E">
        <w:rPr>
          <w:rFonts w:hint="cs"/>
          <w:cs/>
        </w:rPr>
        <w:t xml:space="preserve">ศ </w:t>
      </w:r>
      <w:r w:rsidRPr="00C27D9F">
        <w:rPr>
          <w:rFonts w:hint="cs"/>
          <w:cs/>
        </w:rPr>
        <w:t>คือแม่ทัพของมุอาวียะฮ์</w:t>
      </w:r>
      <w:r w:rsidRPr="00C27D9F">
        <w:rPr>
          <w:cs/>
        </w:rPr>
        <w:t>)</w:t>
      </w:r>
      <w:r w:rsidRPr="00C27D9F">
        <w:rPr>
          <w:rFonts w:hint="cs"/>
          <w:cs/>
        </w:rPr>
        <w:t>เป็นผู้ที่ไม่เหมาะสมสำหรับตำแหน่งคอลีฟะฮ์โดยเหตุที่ท่านเป็นผู้ที่สนุกสนานร่าเริงประหนึ่งว่า</w:t>
      </w:r>
      <w:r w:rsidR="00256E34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เป็นคอลีฟะฮ์แล้วจะต้องมีในหน้าที่บึ้งตึงอยู่เสมอเพื่อที่จะขู่ตะคอกประชาชนในสนามรบก็เช่นเดียวกัน</w:t>
      </w:r>
    </w:p>
    <w:p w:rsidR="00256E34" w:rsidRDefault="00C27D9F" w:rsidP="00256E34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ท่านก็เป็นผู้ที่ร่าเริงและยิ้มแย้มแจ่มใสแต่ณสถานที่กระทำการภักดีต่อพระผู้เป็นเจ้านั้นท่านร่ำไห้น้ำตานอง</w:t>
      </w:r>
    </w:p>
    <w:p w:rsidR="00256E34" w:rsidRDefault="00C27D9F" w:rsidP="00B73623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อัลกุรอานกล่าวไว้ใน</w:t>
      </w:r>
      <w:r w:rsidR="00B73623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Pr="00C27D9F">
        <w:rPr>
          <w:cs/>
        </w:rPr>
        <w:t>(</w:t>
      </w:r>
      <w:r w:rsidR="00256E34">
        <w:rPr>
          <w:rFonts w:hint="cs"/>
          <w:cs/>
        </w:rPr>
        <w:t>อัล</w:t>
      </w:r>
      <w:r w:rsidRPr="00C27D9F">
        <w:rPr>
          <w:rFonts w:hint="cs"/>
          <w:cs/>
        </w:rPr>
        <w:t>มุซซัมมิล</w:t>
      </w:r>
      <w:r w:rsidRPr="00C27D9F">
        <w:rPr>
          <w:cs/>
        </w:rPr>
        <w:t>)</w:t>
      </w:r>
      <w:r w:rsidRPr="00C27D9F">
        <w:rPr>
          <w:rFonts w:hint="cs"/>
          <w:cs/>
        </w:rPr>
        <w:t>อายะฮ์ที่</w:t>
      </w:r>
      <w:r w:rsidRPr="00C27D9F">
        <w:rPr>
          <w:rFonts w:cs="Times New Roman"/>
          <w:lang w:bidi="ar-SA"/>
        </w:rPr>
        <w:t>6-7(</w:t>
      </w:r>
      <w:r w:rsidRPr="00C27D9F">
        <w:rPr>
          <w:rFonts w:hint="cs"/>
          <w:cs/>
        </w:rPr>
        <w:t>ความว่า</w:t>
      </w:r>
      <w:r w:rsidRPr="00C27D9F">
        <w:rPr>
          <w:cs/>
        </w:rPr>
        <w:t>)</w:t>
      </w:r>
      <w:r w:rsidRPr="00C27D9F">
        <w:rPr>
          <w:rFonts w:cs="Times New Roman"/>
          <w:lang w:bidi="ar-SA"/>
        </w:rPr>
        <w:t>…</w:t>
      </w:r>
    </w:p>
    <w:p w:rsidR="00256E34" w:rsidRPr="005724C1" w:rsidRDefault="00C27D9F" w:rsidP="0020085E">
      <w:pPr>
        <w:pStyle w:val="libRighBold"/>
        <w:jc w:val="left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แน่นอ</w:t>
      </w:r>
      <w:r w:rsidR="00256E34">
        <w:rPr>
          <w:rFonts w:hint="cs"/>
          <w:cs/>
        </w:rPr>
        <w:t>น</w:t>
      </w:r>
      <w:r w:rsidRPr="00C27D9F">
        <w:rPr>
          <w:rFonts w:hint="cs"/>
          <w:cs/>
        </w:rPr>
        <w:t>การตื่นขึ้นตอนกลางคืน</w:t>
      </w:r>
      <w:r w:rsidR="00256E34">
        <w:rPr>
          <w:rFonts w:hint="cs"/>
          <w:cs/>
        </w:rPr>
        <w:t xml:space="preserve"> </w:t>
      </w:r>
      <w:r w:rsidRPr="00C27D9F">
        <w:rPr>
          <w:rFonts w:hint="cs"/>
          <w:cs/>
        </w:rPr>
        <w:t>แนวทางที่มั่นคงสู่การยึดเหนี่ยวและแน่วแน่ในคำพูด</w:t>
      </w:r>
      <w:r w:rsidR="005724C1">
        <w:rPr>
          <w:rFonts w:cs="Cordia New" w:hint="cs"/>
          <w:szCs w:val="40"/>
          <w:cs/>
        </w:rPr>
        <w:t xml:space="preserve"> </w:t>
      </w:r>
      <w:r w:rsidR="005724C1" w:rsidRPr="00C27D9F">
        <w:rPr>
          <w:rFonts w:cs="Times New Roman"/>
          <w:lang w:bidi="ar-SA"/>
        </w:rPr>
        <w:t>(</w:t>
      </w:r>
      <w:r w:rsidR="005724C1" w:rsidRPr="00C27D9F">
        <w:rPr>
          <w:rFonts w:hint="cs"/>
          <w:cs/>
        </w:rPr>
        <w:t>การตื่นขึ้นหลังเที่ยงคืนเพื่อการภักดีและติดต่อใกล้ชิดกับอัลลอ</w:t>
      </w:r>
      <w:r w:rsidR="0020085E">
        <w:rPr>
          <w:rFonts w:hint="cs"/>
          <w:cs/>
        </w:rPr>
        <w:t>ฮ์</w:t>
      </w:r>
      <w:r w:rsidR="005724C1" w:rsidRPr="00C27D9F">
        <w:rPr>
          <w:rFonts w:hint="cs"/>
          <w:cs/>
        </w:rPr>
        <w:t xml:space="preserve"> </w:t>
      </w:r>
      <w:r w:rsidR="005724C1" w:rsidRPr="00C27D9F">
        <w:rPr>
          <w:cs/>
        </w:rPr>
        <w:t>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บ</w:t>
      </w:r>
      <w:r w:rsidR="00256E34">
        <w:rPr>
          <w:cs/>
        </w:rPr>
        <w:t>.)</w:t>
      </w:r>
      <w:r w:rsidR="00256E34">
        <w:rPr>
          <w:rFonts w:hint="cs"/>
          <w:cs/>
        </w:rPr>
        <w:t xml:space="preserve"> </w:t>
      </w:r>
      <w:r w:rsidRPr="00C27D9F">
        <w:rPr>
          <w:rFonts w:hint="cs"/>
          <w:cs/>
        </w:rPr>
        <w:t>แน่นอนในตอนกลางวันเจ้ามีกิจการที่ยาวนาน</w:t>
      </w:r>
      <w:r w:rsidR="005724C1">
        <w:rPr>
          <w:rFonts w:cs="Cordia New" w:hint="cs"/>
          <w:szCs w:val="40"/>
          <w:cs/>
        </w:rPr>
        <w:t>”</w:t>
      </w:r>
    </w:p>
    <w:p w:rsidR="00256E34" w:rsidRDefault="00256E34">
      <w:pPr>
        <w:rPr>
          <w:rFonts w:ascii="Angsana New" w:hAnsi="Angsana New"/>
          <w:sz w:val="32"/>
          <w:szCs w:val="32"/>
        </w:rPr>
      </w:pPr>
      <w:r>
        <w:br w:type="page"/>
      </w:r>
    </w:p>
    <w:p w:rsidR="00B73623" w:rsidRDefault="00256E34" w:rsidP="00256E34">
      <w:pPr>
        <w:pStyle w:val="libNormal"/>
      </w:pPr>
      <w:r w:rsidRPr="00C27D9F">
        <w:rPr>
          <w:rFonts w:hint="cs"/>
          <w:cs/>
        </w:rPr>
        <w:lastRenderedPageBreak/>
        <w:t xml:space="preserve"> </w:t>
      </w:r>
    </w:p>
    <w:p w:rsidR="00B73623" w:rsidRDefault="00C27D9F" w:rsidP="00256E34">
      <w:pPr>
        <w:pStyle w:val="libNormal"/>
      </w:pPr>
      <w:r w:rsidRPr="00C27D9F">
        <w:rPr>
          <w:rFonts w:hint="cs"/>
          <w:cs/>
        </w:rPr>
        <w:t>กลางคืนเพื่อการกราบกรานภักดี</w:t>
      </w:r>
      <w:r w:rsidR="00B73623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ส่วนกลางวันสำหรับการดำรงชีพและการอยู่ร่วมกับสังคม</w:t>
      </w:r>
    </w:p>
    <w:p w:rsidR="00C27D9F" w:rsidRPr="00C27D9F" w:rsidRDefault="00C27D9F" w:rsidP="00B73623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บทกวีของของฮาฟิซ</w:t>
      </w:r>
      <w:r w:rsidR="00B73623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บางครั้งก็ถูกนำมาเอ่ยเพื่อที่จะนำพาคนหนุ่มสาวไปในทางที่หลงผิดพวกที่ไม่ปรารถนาดีเหล่านั้นพากันกล่าวว่า</w:t>
      </w:r>
      <w:r w:rsidR="00B73623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นักกวีผู้ยิ่งใหญ่ท่านนี้เป็นคนติดเหล้าองุ่นส่วนตามความเป็นจริงแล้วบทกวีทั้งหลาย</w:t>
      </w:r>
    </w:p>
    <w:p w:rsidR="00C27D9F" w:rsidRPr="00C27D9F" w:rsidRDefault="00C27D9F" w:rsidP="00B7362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ของเขาเป็นเรื่องราวของจิตวิญญาณทั้งสิ้น</w:t>
      </w:r>
      <w:r w:rsidR="00B73623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เป็นอุละมาผู้ซึ่งได้แปลความหมายของคัมภีร์อัลกุรอานและหลังจากนั้นก็ได้กลายเป็นผู้มีชื่อเสียงในฐานะนักกวีผู้หนึ่งเขาได้ให้ความหมายของอายะฮ์อัลกุรอานข้างต้นมาเป็นบทกวีซึ่ง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ตะวันพรุ่งรุ่งทิวาเป็นเวลาของกิจการและความมานะ</w:t>
      </w:r>
    </w:p>
    <w:p w:rsidR="005724C1" w:rsidRDefault="00C27D9F" w:rsidP="005724C1">
      <w:pPr>
        <w:pStyle w:val="libNormal"/>
        <w:ind w:firstLine="0"/>
      </w:pPr>
      <w:r w:rsidRPr="00C27D9F">
        <w:rPr>
          <w:rFonts w:hint="cs"/>
          <w:cs/>
        </w:rPr>
        <w:t>และยามราตรีเมื่อมีมาเป็นเวลาของไวน์แห่งการภักดี</w:t>
      </w:r>
      <w:r w:rsidR="005724C1">
        <w:rPr>
          <w:rFonts w:cs="Cordia New" w:hint="cs"/>
          <w:szCs w:val="40"/>
          <w:cs/>
        </w:rPr>
        <w:t>”</w:t>
      </w:r>
      <w:r w:rsidR="00B73623" w:rsidRPr="00C27D9F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อาลี</w:t>
      </w:r>
      <w:r w:rsidR="00B73623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B73623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ก็คือมนุษย์เช่นว่านั้นและเป็นที่รู้จักกันในแนวทางนี้นับเป็นเวลาร่วมพันกว่าปีมาแล้ว</w:t>
      </w:r>
    </w:p>
    <w:p w:rsidR="00B73623" w:rsidRDefault="00C27D9F" w:rsidP="005724C1">
      <w:pPr>
        <w:pStyle w:val="libNormal"/>
        <w:ind w:firstLine="0"/>
      </w:pPr>
      <w:r w:rsidRPr="00C27D9F">
        <w:rPr>
          <w:rFonts w:hint="cs"/>
          <w:cs/>
        </w:rPr>
        <w:t>ผู้เรียบเรียงหนังสือ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นะห์ญุลบะลาเฆาะฮ์</w:t>
      </w:r>
      <w:r w:rsidR="00B73623">
        <w:rPr>
          <w:rFonts w:cs="Cordia New" w:hint="cs"/>
          <w:szCs w:val="40"/>
          <w:cs/>
        </w:rPr>
        <w:t xml:space="preserve">” </w:t>
      </w:r>
      <w:r w:rsidR="00B73623" w:rsidRPr="00C27D9F">
        <w:rPr>
          <w:rFonts w:hint="cs"/>
          <w:cs/>
        </w:rPr>
        <w:t>ซัยยิดรอฎีได้กล่า</w:t>
      </w:r>
      <w:r w:rsidR="00B73623">
        <w:rPr>
          <w:rFonts w:hint="cs"/>
          <w:cs/>
        </w:rPr>
        <w:t>ว</w:t>
      </w:r>
      <w:r w:rsidR="00B73623" w:rsidRPr="00C27D9F">
        <w:rPr>
          <w:rFonts w:hint="cs"/>
          <w:cs/>
        </w:rPr>
        <w:t xml:space="preserve">ว่าสิ่งที่น่าแปลกในที่สุดเกี่ยวกับหนังสือเล่มนี้ก็คือว่าท่านจะพบอาลี </w:t>
      </w:r>
      <w:r w:rsidR="00B73623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B73623" w:rsidRPr="00C27D9F">
        <w:rPr>
          <w:rFonts w:hint="cs"/>
          <w:cs/>
        </w:rPr>
        <w:t>) ในหลายๆโล</w:t>
      </w:r>
      <w:r w:rsidR="00B73623" w:rsidRPr="00C27D9F">
        <w:rPr>
          <w:cs/>
        </w:rPr>
        <w:t>ก</w:t>
      </w:r>
      <w:r w:rsidRPr="00C27D9F">
        <w:rPr>
          <w:rFonts w:hint="cs"/>
          <w:cs/>
        </w:rPr>
        <w:t>ที่แตกต่างกันเมื่อท่านอ่านหนังสือเล่มนี้</w:t>
      </w:r>
      <w:r w:rsidR="00B73623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นั่นคือในโลกแห่งการอิบาดัต</w:t>
      </w:r>
      <w:r w:rsidR="00B73623" w:rsidRPr="00C27D9F">
        <w:rPr>
          <w:rFonts w:cs="Times New Roman"/>
          <w:lang w:bidi="ar-SA"/>
        </w:rPr>
        <w:t>,</w:t>
      </w:r>
      <w:r w:rsidR="00B73623" w:rsidRPr="00C27D9F">
        <w:rPr>
          <w:rFonts w:hint="cs"/>
          <w:cs/>
        </w:rPr>
        <w:t xml:space="preserve"> ในโลกแห่งปรัชญา</w:t>
      </w:r>
      <w:r w:rsidR="00B73623" w:rsidRPr="00C27D9F">
        <w:t>,</w:t>
      </w:r>
      <w:r w:rsidR="00B73623" w:rsidRPr="00C27D9F">
        <w:rPr>
          <w:rFonts w:hint="cs"/>
          <w:cs/>
        </w:rPr>
        <w:t xml:space="preserve"> ในโลกของอิรฟาน</w:t>
      </w:r>
      <w:r w:rsidR="00B73623" w:rsidRPr="00C27D9F">
        <w:t>,</w:t>
      </w:r>
      <w:r w:rsidR="00B73623" w:rsidRPr="00C27D9F">
        <w:rPr>
          <w:rFonts w:hint="cs"/>
          <w:cs/>
        </w:rPr>
        <w:t xml:space="preserve"> ในข่ายงานของกองทัพ</w:t>
      </w:r>
      <w:r w:rsidR="00B73623" w:rsidRPr="00C27D9F">
        <w:t>,</w:t>
      </w:r>
      <w:r w:rsidR="00B73623" w:rsidRPr="00C27D9F">
        <w:rPr>
          <w:rFonts w:hint="cs"/>
          <w:cs/>
        </w:rPr>
        <w:t xml:space="preserve"> ในโลกแห่งความเที่ยงธรรมของการพิพากษา</w:t>
      </w:r>
      <w:r w:rsidR="00B73623" w:rsidRPr="00C27D9F">
        <w:t>,</w:t>
      </w:r>
      <w:r w:rsidR="00B73623" w:rsidRPr="00C27D9F">
        <w:rPr>
          <w:rFonts w:hint="cs"/>
          <w:cs/>
        </w:rPr>
        <w:t xml:space="preserve"> ในโลกแห่งฟะกี</w:t>
      </w:r>
      <w:r w:rsidR="00B73623" w:rsidRPr="00C27D9F">
        <w:rPr>
          <w:cs/>
        </w:rPr>
        <w:t>ฮ</w:t>
      </w:r>
      <w:r w:rsidR="00B73623" w:rsidRPr="00C27D9F">
        <w:rPr>
          <w:rFonts w:cs="Times New Roman"/>
          <w:lang w:bidi="ar-SA"/>
        </w:rPr>
        <w:t>,</w:t>
      </w:r>
      <w:r w:rsidR="00B73623" w:rsidRPr="00C27D9F">
        <w:rPr>
          <w:rFonts w:hint="cs"/>
          <w:cs/>
        </w:rPr>
        <w:t xml:space="preserve"> และอื่นๆอีกมากมายและท่านอิมามอาลี </w:t>
      </w:r>
      <w:r w:rsidR="00B73623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B73623" w:rsidRPr="00C27D9F">
        <w:rPr>
          <w:rFonts w:hint="cs"/>
          <w:cs/>
        </w:rPr>
        <w:t>) มิเคยที่จะหนีห่างไปจากโลกใดโลกหนึ่งของมนุษย</w:t>
      </w:r>
      <w:r w:rsidR="00B73623" w:rsidRPr="00C27D9F">
        <w:rPr>
          <w:cs/>
        </w:rPr>
        <w:t>์</w:t>
      </w:r>
      <w:r w:rsidRPr="00C27D9F">
        <w:rPr>
          <w:rFonts w:hint="cs"/>
          <w:cs/>
        </w:rPr>
        <w:t>เลย</w:t>
      </w:r>
    </w:p>
    <w:p w:rsidR="0075773C" w:rsidRDefault="0075773C" w:rsidP="00B73623">
      <w:pPr>
        <w:pStyle w:val="libNormal"/>
        <w:ind w:firstLine="0"/>
      </w:pPr>
    </w:p>
    <w:p w:rsidR="0075773C" w:rsidRDefault="0075773C" w:rsidP="00B73623">
      <w:pPr>
        <w:pStyle w:val="libNormal"/>
        <w:ind w:firstLine="0"/>
      </w:pPr>
    </w:p>
    <w:p w:rsidR="0075773C" w:rsidRDefault="0075773C" w:rsidP="00B73623">
      <w:pPr>
        <w:pStyle w:val="libNormal"/>
        <w:ind w:firstLine="0"/>
      </w:pPr>
    </w:p>
    <w:p w:rsidR="0075773C" w:rsidRDefault="0075773C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B73623" w:rsidRDefault="00B73623" w:rsidP="00B73623">
      <w:pPr>
        <w:pStyle w:val="libNormal"/>
        <w:ind w:firstLine="0"/>
        <w:rPr>
          <w:rFonts w:cs="Cordia New"/>
          <w:szCs w:val="40"/>
        </w:rPr>
      </w:pPr>
    </w:p>
    <w:p w:rsidR="0075773C" w:rsidRDefault="00C27D9F" w:rsidP="00B73623">
      <w:pPr>
        <w:pStyle w:val="libNormal"/>
        <w:ind w:firstLine="0"/>
      </w:pPr>
      <w:r w:rsidRPr="00C27D9F">
        <w:rPr>
          <w:rFonts w:hint="cs"/>
          <w:cs/>
        </w:rPr>
        <w:t>สะฟ์ยิดดีนฮิลลี</w:t>
      </w:r>
      <w:r w:rsidR="0075773C" w:rsidRPr="00C27D9F">
        <w:rPr>
          <w:rFonts w:cs="Times New Roman"/>
          <w:lang w:bidi="ar-SA"/>
        </w:rPr>
        <w:t>,</w:t>
      </w:r>
      <w:r w:rsidR="0075773C" w:rsidRPr="00C27D9F">
        <w:rPr>
          <w:rFonts w:hint="cs"/>
          <w:cs/>
        </w:rPr>
        <w:t xml:space="preserve"> นักกวีของศตวรรษที่หกของฮิจเราะฮ์ศักราชกล่าวเกี่ยวกับ</w:t>
      </w:r>
    </w:p>
    <w:p w:rsidR="00C27D9F" w:rsidRPr="00C27D9F" w:rsidRDefault="0075773C" w:rsidP="0075773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อิมามอาล</w:t>
      </w:r>
      <w:r w:rsidRPr="00C27D9F">
        <w:rPr>
          <w:cs/>
        </w:rPr>
        <w:t>ี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ว่า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ท่านคือศูนย์รวมของสิ่งตรงกันข้ามทั้งหมดท่านเป็นทั้งผู้ปกครองและนักปราชญ์เป็นผู้อ่อนน้อมถ่อมตนและผู้กล้าหาญ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ผู้ยากไร้และผู้เผื่อแผ่สุภาพและเฉียบขาด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เป็นผู้ประกอบการภักดีที่ดื่มด่ำล้</w:t>
      </w:r>
      <w:r w:rsidRPr="00C27D9F">
        <w:rPr>
          <w:cs/>
        </w:rPr>
        <w:t>ำ</w:t>
      </w:r>
    </w:p>
    <w:p w:rsidR="0075773C" w:rsidRDefault="00C27D9F" w:rsidP="0075773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ลึกและเป็นบุรุษผู้มีภารกิจการกระทำอันจริงจังท่านเป็นวีรบุรุษในขอบเขตความรู้ทั้งหมดของมนุษย์บางสิ่งบางอย่างที่เราไม่สามารถเป็นได้แต่อย่างน้อยเราก็สามารถที่จะรักษาไว้ซึ่งความแน่นอนของขั้นตอนแห่งความสมดุลในจำนวนคุณค่าทั้งมวลเพื่อที่จะได้ถูกเรียกว่าเป็นมุสลิมที่แท้จริงสักคนหนึ่งในฐานันดรที่แตกต่างกันนั้น</w:t>
      </w:r>
    </w:p>
    <w:p w:rsidR="0075773C" w:rsidRDefault="00C27D9F" w:rsidP="0075773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ธรรมชาติของมนุษย์เราทราบดีว่ามีความแตกต่างกันในทัศนะทั้งหลายเกี่ยวกับธรรมชาติของมนุษย์สองทัศนะที่ยืนยันถึงความตรงกันข้ามซึ่งกันและกันซึ่งก็คือแนวคิดในทางจิตนิยมและวัตถุนิยม</w:t>
      </w:r>
    </w:p>
    <w:p w:rsidR="0075773C" w:rsidRDefault="00C27D9F" w:rsidP="0075773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ตามทัศนะของพวกจิตนิยมมนุษย์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ประกอบของร่างกายและจิตวิญญาณอย่างแท้จริงวิญญาณมีความเป็นนิรันดรและไม่มีการบุบสลายไปพร้อมกับความตายและเราก็ทราบดีว่าศาสนาและตำราทั้งหลายในอิสลามก็ได้ยืนยันต่อความคิดนี้</w:t>
      </w:r>
    </w:p>
    <w:p w:rsidR="0075773C" w:rsidRDefault="00C27D9F" w:rsidP="0075773C">
      <w:pPr>
        <w:pStyle w:val="libNormal"/>
        <w:ind w:firstLine="0"/>
      </w:pPr>
      <w:r w:rsidRPr="00C27D9F">
        <w:rPr>
          <w:rFonts w:hint="cs"/>
          <w:cs/>
        </w:rPr>
        <w:t>ส่วนตามทัศนะของพวกวัตถุนิยมนั้นมนุษย์ประกอบด้วยเครื่องจักรกลไกของร่างกายเพียงแค่นี้เท่านั้นซึ่งก็จะถูกทำลายไปพร้อมกับความตายและการแยกชิ้นส่วนของมันก็หมายถึงการล้มละลายแห่งตัวตนของเขาถึงแม้ว่าจากความแตกต่างกันอย่างมากมายของความคิดดังกล่าวนี้ยังมีบางสิ่งบางอย่างซึ่งเป็นเรื่องที่ทั้งสองกลุ่มมีความเห็นสอดคล้องกันและนั่นก็คือการอยู่ของสิ่งที่เชื่อได้ว่ามิได้เป็นวัตถุมาแต่เดิมซึ่งบางทีเรียกกันว่าสติปัญญาและเป็นสิ่งที่มอบให้แก่มนุษย์ซึ่งคุณค่าและบุคลิกภาพของเขา</w:t>
      </w:r>
    </w:p>
    <w:p w:rsidR="0075773C" w:rsidRDefault="0075773C" w:rsidP="0075773C">
      <w:pPr>
        <w:pStyle w:val="libNormal"/>
        <w:ind w:firstLine="0"/>
        <w:rPr>
          <w:cs/>
        </w:rPr>
      </w:pPr>
    </w:p>
    <w:p w:rsidR="0075773C" w:rsidRDefault="0075773C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75773C" w:rsidRDefault="0075773C" w:rsidP="0075773C">
      <w:pPr>
        <w:pStyle w:val="libNormal"/>
        <w:ind w:firstLine="0"/>
      </w:pPr>
    </w:p>
    <w:p w:rsidR="005724C1" w:rsidRDefault="00C27D9F" w:rsidP="0075773C">
      <w:pPr>
        <w:pStyle w:val="libNormal"/>
        <w:ind w:firstLine="0"/>
      </w:pPr>
      <w:r w:rsidRPr="00C27D9F">
        <w:rPr>
          <w:rFonts w:hint="cs"/>
          <w:cs/>
        </w:rPr>
        <w:t>และถ้าหากว่า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มนุษย์ขาดมันเขาก็จะตกต่ำถึงขั้นของสรรพสัตว์ทั้งหลาย</w:t>
      </w:r>
    </w:p>
    <w:p w:rsidR="0075773C" w:rsidRDefault="00C27D9F" w:rsidP="0075773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กวีซะอฺดีได</w:t>
      </w:r>
      <w:r w:rsidR="0075773C">
        <w:rPr>
          <w:rFonts w:hint="cs"/>
          <w:cs/>
        </w:rPr>
        <w:t>้พรรณน</w:t>
      </w:r>
      <w:r w:rsidRPr="00C27D9F">
        <w:rPr>
          <w:rFonts w:hint="cs"/>
          <w:cs/>
        </w:rPr>
        <w:t>ความคิดนี้ออกมาเป็นบทกวี</w:t>
      </w:r>
    </w:p>
    <w:p w:rsidR="00C27D9F" w:rsidRPr="00C27D9F" w:rsidRDefault="00C27D9F" w:rsidP="0075773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ร่างกายของมนุษย์จะสูงส่งก็โดยวิญญาณของเขาส่วนความหรูหรา</w:t>
      </w:r>
    </w:p>
    <w:p w:rsidR="0075773C" w:rsidRDefault="00C27D9F" w:rsidP="0075773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ของเสื้อผ้าและตาหรือเพียงแค่จมูกปากแล้วไซร้</w:t>
      </w:r>
    </w:p>
    <w:p w:rsidR="0075773C" w:rsidRPr="0075773C" w:rsidRDefault="00C27D9F" w:rsidP="0075773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แล้วสิ่งใดเล่าจะเป็นความแตกต่างในระหว่างภาพที่อยู่บนฝาผนังกับมนุษยชาติ</w:t>
      </w:r>
      <w:r w:rsidR="0075773C">
        <w:rPr>
          <w:rFonts w:cs="Cordia New" w:hint="cs"/>
          <w:szCs w:val="40"/>
          <w:cs/>
        </w:rPr>
        <w:t>”</w:t>
      </w:r>
    </w:p>
    <w:p w:rsidR="00C27D9F" w:rsidRPr="00C27D9F" w:rsidRDefault="0075773C" w:rsidP="0075773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มีสุภาษิตหนึ่งกล่าวว่า</w:t>
      </w:r>
      <w:r w:rsidR="00C27D9F" w:rsidRPr="00C27D9F">
        <w:rPr>
          <w:cs/>
        </w:rPr>
        <w:t xml:space="preserve"> </w:t>
      </w:r>
      <w:r w:rsidR="00C27D9F" w:rsidRPr="00C27D9F">
        <w:rPr>
          <w:rFonts w:cs="Times New Roman"/>
          <w:lang w:bidi="ar-SA"/>
        </w:rPr>
        <w:t>“</w:t>
      </w:r>
      <w:r w:rsidR="00C27D9F" w:rsidRPr="00C27D9F">
        <w:rPr>
          <w:rFonts w:hint="cs"/>
          <w:cs/>
        </w:rPr>
        <w:t>มันช่างเป็นการง่ายเสียนี่กระไรต่อการ</w:t>
      </w:r>
    </w:p>
    <w:p w:rsidR="0075773C" w:rsidRDefault="00C27D9F" w:rsidP="0075773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ที่จะกลายมาเป็นผู้รู้สักคนหนึ่งและมันช่างยากยิ่งอย่างเหลือหลายในการที่จะเป็นมนุษย์ที่แท้จริงสักคนหนึ่ง</w:t>
      </w:r>
      <w:r w:rsidR="0075773C">
        <w:rPr>
          <w:rFonts w:cs="Cordia New" w:hint="cs"/>
          <w:szCs w:val="40"/>
          <w:cs/>
        </w:rPr>
        <w:t>”</w:t>
      </w:r>
    </w:p>
    <w:p w:rsidR="0075773C" w:rsidRDefault="00C27D9F" w:rsidP="0075773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มันมีข้อกำหนดอันหลากหลายในบรรดาคุณลักษณะซึ่งขึ้นอยู่กับบุคลิกภาพและคุณงามความดีของบุคคล</w:t>
      </w:r>
    </w:p>
    <w:p w:rsidR="00C27D9F" w:rsidRPr="00C27D9F" w:rsidRDefault="00C27D9F" w:rsidP="0075773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ความเบี่ยงเบนซึ่งเกิดขึ้นในปัจเจกชนหรือในชนหมู่มากมีอยู่ด้วยกันสอง</w:t>
      </w:r>
    </w:p>
    <w:p w:rsidR="0075773C" w:rsidRDefault="00C27D9F" w:rsidP="0075773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ประเภท</w:t>
      </w:r>
    </w:p>
    <w:p w:rsidR="0075773C" w:rsidRDefault="0075773C" w:rsidP="0075773C">
      <w:pPr>
        <w:pStyle w:val="libNormal"/>
      </w:pPr>
      <w:r w:rsidRPr="00C27D9F">
        <w:rPr>
          <w:rFonts w:cs="Times New Roman"/>
          <w:lang w:bidi="ar-SA"/>
        </w:rPr>
        <w:t>1)</w:t>
      </w:r>
      <w:r w:rsidRPr="00C27D9F">
        <w:rPr>
          <w:rFonts w:hint="cs"/>
          <w:cs/>
        </w:rPr>
        <w:t xml:space="preserve"> บรรดาผู้เป็นปฏิปักษ์ต่อคุณค่าทั้งหลายของมนุษย์ซึ่งได้พากันยืนหยัดต่อต้านคุณค่</w:t>
      </w:r>
      <w:r w:rsidRPr="00C27D9F">
        <w:rPr>
          <w:cs/>
        </w:rPr>
        <w:t>า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ดังเช่น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ผู้ปกครองที่กดขี่ข่มเหงต่อต้านคัดค้านความเที่ยงธรรมยับยั้งขัดขวางอิสระเสรีภาพ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ไม่เชื่อในพระผู้เป็นเจ้าและขาดระเบียบวินัยขัดขวางการอิบาดัตและการเคารพภักดี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ยังพระผู้เป็นเจ้า</w:t>
      </w:r>
      <w:r w:rsidRPr="00C27D9F">
        <w:rPr>
          <w:rFonts w:hint="cs"/>
          <w:cs/>
        </w:rPr>
        <w:t>) ตลอดจนโง่เขลาเบาปัญญาต่อต้านความเฉลียวฉลาดและไหวพริบความคิดเช่นนี้จะตั้งอยู่ได้ไม่นา</w:t>
      </w:r>
      <w:r w:rsidRPr="00C27D9F">
        <w:rPr>
          <w:cs/>
        </w:rPr>
        <w:t>น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เพราะว่าในไม่ช้าการต่อต้านคุณค่าดังกล่าวนี้ก็จะถูกลบล้างไปในที่สุด</w:t>
      </w:r>
    </w:p>
    <w:p w:rsidR="0075773C" w:rsidRDefault="0075773C" w:rsidP="0075773C">
      <w:pPr>
        <w:pStyle w:val="libNormal"/>
        <w:rPr>
          <w:cs/>
        </w:rPr>
      </w:pPr>
    </w:p>
    <w:p w:rsidR="0075773C" w:rsidRDefault="0075773C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75773C" w:rsidRPr="0075773C" w:rsidRDefault="0075773C" w:rsidP="0075773C">
      <w:pPr>
        <w:pStyle w:val="libNormal"/>
        <w:rPr>
          <w:rFonts w:cs="Cordia New"/>
          <w:szCs w:val="40"/>
        </w:rPr>
      </w:pPr>
    </w:p>
    <w:p w:rsidR="0075773C" w:rsidRDefault="0075773C" w:rsidP="0075773C">
      <w:pPr>
        <w:pStyle w:val="libNormal"/>
      </w:pPr>
      <w:r w:rsidRPr="00C27D9F">
        <w:rPr>
          <w:rFonts w:cs="Times New Roman"/>
          <w:lang w:bidi="ar-SA"/>
        </w:rPr>
        <w:t>2)</w:t>
      </w:r>
      <w:r w:rsidRPr="00C27D9F">
        <w:rPr>
          <w:rFonts w:hint="cs"/>
          <w:cs/>
        </w:rPr>
        <w:t xml:space="preserve"> ความเบี่ยงเบนของอีกกลุ่มหนึ่งที่รับรูปแบบมาจากโรคมะเร็งร้ายซึ่งเติบโตแพร่หลายขึ้นจากคุณค่าหนึ่งและลบล้างคุณค่</w:t>
      </w:r>
      <w:r w:rsidRPr="00C27D9F">
        <w:rPr>
          <w:cs/>
        </w:rPr>
        <w:t>า</w:t>
      </w:r>
      <w:r w:rsidR="00C27D9F" w:rsidRPr="00C27D9F">
        <w:rPr>
          <w:rFonts w:hint="cs"/>
          <w:cs/>
        </w:rPr>
        <w:t>อื่นๆทั้งหมด</w:t>
      </w:r>
    </w:p>
    <w:p w:rsidR="00C27D9F" w:rsidRPr="00C27D9F" w:rsidRDefault="00C27D9F" w:rsidP="0075773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ดังตัวอย่างเช่น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การตะเซาวุฟที่เป็นคุณค่าหนึ่งและเป็นบรรทัดฐานของมนุษยชาติแต่ว่า</w:t>
      </w:r>
      <w:r w:rsidR="0075773C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บุคคลหนึ่งหรือสังคมหนึ่งอาจจะหันไปสู่มันถึงขนาดที่ไม่เอาในใส่ต่อทุกๆคุณค่าอื่นๆคุณค่าทั้งหลายของมนุษย์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ทีกล่าวกันว่าบังเกิดขึ้นภายใต้หัวข้อเดียวกันดังที่ได้แสดงความคิดเห็นโดยบรรดาอารีฟของเราและนักการศาสนาทั้งหลายผู้เป็นแบบอย่างของเราและนั่นคือความรู้สึกอย่างหนึ่งของความเจ็บปวดซึ่งบางสิ่งบางอย่างที่ไม่มีในสัตว์ทั้งหลายความเจ็บปวดคือบ่อเกิดของความไม่สุขสบาย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ในเวลาเดียวกัน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มันก็เป็นสิ่งบอกเตือนให้ระมัดระวังไว้เพื่อที่จะหาสาเหตุในวิถีทางนี้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มันคือ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ความเมตตาอย่างหนึ่งถึงแม้ว่าบางสาเหตุจะหาไม่พบก็ตามเมาลาวี</w:t>
      </w:r>
      <w:r w:rsidR="0075773C" w:rsidRPr="00C27D9F">
        <w:rPr>
          <w:rFonts w:cs="Times New Roman"/>
          <w:lang w:bidi="ar-SA"/>
        </w:rPr>
        <w:t>,</w:t>
      </w:r>
      <w:r w:rsidR="0075773C" w:rsidRPr="00C27D9F">
        <w:rPr>
          <w:rFonts w:hint="cs"/>
          <w:cs/>
        </w:rPr>
        <w:t xml:space="preserve"> ได้แสดงความคิดเห็นดังกล่า</w:t>
      </w:r>
      <w:r w:rsidR="0075773C" w:rsidRPr="00C27D9F">
        <w:rPr>
          <w:cs/>
        </w:rPr>
        <w:t>ว</w:t>
      </w:r>
      <w:r w:rsidR="0075773C">
        <w:rPr>
          <w:rFonts w:hint="cs"/>
          <w:cs/>
        </w:rPr>
        <w:t>นี้เป็นโคล</w:t>
      </w:r>
      <w:r w:rsidRPr="00C27D9F">
        <w:rPr>
          <w:rFonts w:hint="cs"/>
          <w:cs/>
        </w:rPr>
        <w:t>งบทหนึ่ง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ถอนหายใจและครวญคราง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คืออาการเจ็บไข้ตระเตรียมตื่นตัวไว้ตามเวลานั้น</w:t>
      </w:r>
    </w:p>
    <w:p w:rsidR="00C27D9F" w:rsidRPr="00C27D9F" w:rsidRDefault="00C27D9F" w:rsidP="0075773C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เมื่อใดที่ท่านป่วยไข้ท่านสำนึกขึ้นมาได้ในความ</w:t>
      </w:r>
      <w:r w:rsidR="0075773C">
        <w:rPr>
          <w:rFonts w:hint="cs"/>
          <w:cs/>
        </w:rPr>
        <w:t>ผิด</w:t>
      </w:r>
      <w:r w:rsidRPr="00C27D9F">
        <w:rPr>
          <w:rFonts w:hint="cs"/>
          <w:cs/>
        </w:rPr>
        <w:t>พลา</w:t>
      </w:r>
      <w:r w:rsidR="0075773C">
        <w:rPr>
          <w:rFonts w:hint="cs"/>
          <w:cs/>
        </w:rPr>
        <w:t xml:space="preserve">ด </w:t>
      </w:r>
      <w:r w:rsidRPr="00C27D9F">
        <w:rPr>
          <w:rFonts w:hint="cs"/>
          <w:cs/>
        </w:rPr>
        <w:t>สำหรับท่านบาปนั้นจึงเป็นที่น่ารังเกียจ</w:t>
      </w:r>
      <w:r w:rsidR="0075773C" w:rsidRPr="00C27D9F">
        <w:rPr>
          <w:rFonts w:cs="Times New Roman"/>
          <w:lang w:bidi="ar-SA"/>
        </w:rPr>
        <w:t>,</w:t>
      </w:r>
      <w:r w:rsidR="0075773C" w:rsidRPr="00C27D9F">
        <w:rPr>
          <w:rFonts w:hint="cs"/>
          <w:cs/>
        </w:rPr>
        <w:t xml:space="preserve"> ผู้ซึ่งมีความระแวดระวังมากกว่าใครๆก็จะเจ็บปวดมากกว่าทุกคนเขาผู้ซึ่งมีความสังวรมากกว่าก็จ</w:t>
      </w:r>
      <w:r w:rsidR="0075773C" w:rsidRPr="00C27D9F">
        <w:rPr>
          <w:cs/>
        </w:rPr>
        <w:t>ะ</w:t>
      </w:r>
      <w:r w:rsidRPr="00C27D9F">
        <w:rPr>
          <w:rFonts w:hint="cs"/>
          <w:cs/>
        </w:rPr>
        <w:t>เป็นผู้ที่ซูบผอมมากกว่าใครๆ</w:t>
      </w:r>
      <w:r w:rsidR="0075773C">
        <w:rPr>
          <w:rFonts w:cs="Cordia New" w:hint="cs"/>
          <w:szCs w:val="40"/>
          <w:cs/>
        </w:rPr>
        <w:t>”</w:t>
      </w:r>
      <w:r w:rsidR="0075773C" w:rsidRPr="00C27D9F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</w:t>
      </w:r>
      <w:r w:rsidR="0075773C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มันคือ</w:t>
      </w:r>
      <w:r w:rsidR="0075773C">
        <w:rPr>
          <w:rFonts w:hint="cs"/>
          <w:cs/>
        </w:rPr>
        <w:t xml:space="preserve"> </w:t>
      </w:r>
      <w:r w:rsidR="0075773C" w:rsidRPr="00C27D9F">
        <w:rPr>
          <w:rFonts w:hint="cs"/>
          <w:cs/>
        </w:rPr>
        <w:t>ความแน่นอนที่ว่าการเจ็บปวดป่วยไข้มีประโยชน์เช่นนี้</w:t>
      </w:r>
      <w:r w:rsidR="0075773C">
        <w:rPr>
          <w:rFonts w:hint="cs"/>
          <w:cs/>
        </w:rPr>
        <w:t xml:space="preserve"> </w:t>
      </w:r>
      <w:r w:rsidR="0075773C" w:rsidRPr="00C27D9F">
        <w:rPr>
          <w:rFonts w:hint="cs"/>
          <w:cs/>
        </w:rPr>
        <w:t>คือว่ามันทำให้ท่านมีความระมัดระวังและห่ว</w:t>
      </w:r>
      <w:r w:rsidR="0075773C">
        <w:rPr>
          <w:rFonts w:hint="cs"/>
          <w:cs/>
        </w:rPr>
        <w:t>ง</w:t>
      </w:r>
      <w:r w:rsidR="0075773C" w:rsidRPr="00C27D9F">
        <w:rPr>
          <w:rFonts w:hint="cs"/>
          <w:cs/>
        </w:rPr>
        <w:t xml:space="preserve">ใย </w:t>
      </w:r>
      <w:r w:rsidR="0075773C" w:rsidRPr="00C27D9F">
        <w:rPr>
          <w:cs/>
        </w:rPr>
        <w:t>(</w:t>
      </w:r>
      <w:r w:rsidRPr="00C27D9F">
        <w:rPr>
          <w:rFonts w:hint="cs"/>
          <w:cs/>
        </w:rPr>
        <w:t>หมายถึงผู้ที่มีความรับผิดชอบและรับรู้มากกว่าจึงต้องซูบซีดมากกว่าและเจ็บปวดมากกว่า</w:t>
      </w:r>
      <w:r w:rsidR="0075773C" w:rsidRPr="00C27D9F">
        <w:rPr>
          <w:rFonts w:hint="cs"/>
          <w:cs/>
        </w:rPr>
        <w:t>) ความไม่รู้สึกเจ็บปวดก็เหมือนกับไม่ม</w:t>
      </w:r>
      <w:r w:rsidR="0075773C" w:rsidRPr="00C27D9F">
        <w:rPr>
          <w:cs/>
        </w:rPr>
        <w:t>ี</w:t>
      </w:r>
      <w:r w:rsidRPr="00C27D9F">
        <w:rPr>
          <w:rFonts w:hint="cs"/>
          <w:cs/>
        </w:rPr>
        <w:t>ความรู้สึกและไม่มีความเข้าใจอันใดเลยเสมือนหนึ่งผู้เบาปัญญาสิ่งไหนจะดีกว่ากันระหว่างการเป็น</w:t>
      </w:r>
    </w:p>
    <w:p w:rsidR="0075773C" w:rsidRDefault="00C27D9F" w:rsidP="0075773C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ผู้โง่เขลาและไม่มีความรู้สึกเจ็บปวดหรือว่าเป็นผู้ที่ระมัดระวังตื่นตัวอยู่เสมอและมีความรู้สึกเจ็บปวด</w:t>
      </w:r>
    </w:p>
    <w:p w:rsidR="0075773C" w:rsidRDefault="0075773C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F2E25" w:rsidRDefault="005F2E25" w:rsidP="0075773C">
      <w:pPr>
        <w:pStyle w:val="libNormal"/>
        <w:ind w:firstLine="0"/>
        <w:rPr>
          <w:rFonts w:cs="Times New Roman"/>
          <w:lang w:bidi="ar-SA"/>
        </w:rPr>
      </w:pPr>
    </w:p>
    <w:p w:rsidR="00C27D9F" w:rsidRPr="00C27D9F" w:rsidRDefault="00C27D9F" w:rsidP="005F2E25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บางครั้งกล่าวกันว่า</w:t>
      </w:r>
      <w:r w:rsidR="005F2E25">
        <w:t xml:space="preserve"> </w:t>
      </w:r>
      <w:r w:rsidRPr="00C27D9F">
        <w:rPr>
          <w:rFonts w:hint="cs"/>
          <w:cs/>
        </w:rPr>
        <w:t>เป็นปราชญ์ผู้ผอมโซอย่างโสเครตีสยังดีกว่าคนโง่ที่อ้วนพี</w:t>
      </w:r>
      <w:r w:rsidR="005F2E25">
        <w:t xml:space="preserve"> </w:t>
      </w:r>
      <w:r w:rsidRPr="00C27D9F">
        <w:rPr>
          <w:rFonts w:hint="cs"/>
          <w:cs/>
        </w:rPr>
        <w:t>ดั่งสุกรเป็นผู้คงแก่เรียนและดำรงไว้ซึ่งความเฉลียวฉลาดแต่ขาดความสุขสบายทั้งหลายดีกว่าผู้ขาดสติที่สามารถสรรหาบรรดาความบรมสุขทั้งมวลนักอักษรศาสตร์ของเราเต็มไปด้วยข้อกล่าวหามากมาย</w:t>
      </w:r>
    </w:p>
    <w:p w:rsidR="005F2E25" w:rsidRDefault="00C27D9F" w:rsidP="005F2E25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ในฐานะที่พวกเขาเป็นผู้มีไหวพริบที่ชาญฉลาด</w:t>
      </w:r>
      <w:r w:rsidR="005F2E25">
        <w:t xml:space="preserve"> </w:t>
      </w:r>
      <w:r w:rsidRPr="00C27D9F">
        <w:rPr>
          <w:rFonts w:hint="cs"/>
          <w:cs/>
        </w:rPr>
        <w:t>สำหรับพวกเขามิเคยได้รับความสุขกายสบายใจแก่ตนเองเลย</w:t>
      </w:r>
    </w:p>
    <w:p w:rsidR="005F2E25" w:rsidRDefault="00C27D9F" w:rsidP="005F2E25">
      <w:pPr>
        <w:pStyle w:val="libNormal"/>
      </w:pPr>
      <w:r w:rsidRPr="00C27D9F">
        <w:rPr>
          <w:rFonts w:hint="cs"/>
          <w:cs/>
        </w:rPr>
        <w:t>กวีบทหนึ่งกล่าวไว้ว่า</w:t>
      </w:r>
      <w:r w:rsidR="005F2E25">
        <w:t xml:space="preserve"> 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ไหวพริบและวิทยปัญญาของข้าเป็นศัตรูแก่ข้า</w:t>
      </w:r>
    </w:p>
    <w:p w:rsidR="005F2E25" w:rsidRDefault="00C27D9F" w:rsidP="005F2E25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ข้าปรารถนาที่จะให้หูตาของเข้าจงอย่าได้เปิดออกมาเพื่อรับรู้</w:t>
      </w:r>
    </w:p>
    <w:p w:rsidR="005F2E25" w:rsidRDefault="00C27D9F" w:rsidP="005F2E25">
      <w:pPr>
        <w:pStyle w:val="libNormal"/>
        <w:rPr>
          <w:rFonts w:cs="Cordia New"/>
        </w:rPr>
      </w:pPr>
      <w:r w:rsidRPr="00C27D9F">
        <w:rPr>
          <w:rFonts w:hint="cs"/>
          <w:cs/>
        </w:rPr>
        <w:t>กวีอีกบทหนึ่งกล่าวว่า</w:t>
      </w: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จงอย่างเป็นคนฉลาดเพื่อจะเศร้าเสียใจให้แก่คนบ้า</w:t>
      </w:r>
      <w:r w:rsidR="005F2E25">
        <w:rPr>
          <w:rFonts w:cs="Times New Roman"/>
          <w:lang w:bidi="ar-SA"/>
        </w:rPr>
        <w:t xml:space="preserve"> </w:t>
      </w:r>
      <w:r w:rsidRPr="00C27D9F">
        <w:rPr>
          <w:rFonts w:hint="cs"/>
          <w:cs/>
        </w:rPr>
        <w:t>แต่จงเป็นคนบ้าเพื่อที่จะได้รับความโศกเศร้าใจจากคนฉลาด</w:t>
      </w:r>
      <w:r w:rsidR="005F2E25">
        <w:rPr>
          <w:rFonts w:cs="Cordia New" w:hint="cs"/>
          <w:cs/>
        </w:rPr>
        <w:t xml:space="preserve">” </w:t>
      </w:r>
    </w:p>
    <w:p w:rsidR="005F2E25" w:rsidRDefault="00C27D9F" w:rsidP="005F2E25">
      <w:pPr>
        <w:pStyle w:val="libNormal"/>
      </w:pPr>
      <w:r w:rsidRPr="00C27D9F">
        <w:rPr>
          <w:rFonts w:hint="cs"/>
          <w:cs/>
        </w:rPr>
        <w:t>แต่ว่า</w:t>
      </w:r>
      <w:r w:rsidR="005F2E25">
        <w:rPr>
          <w:rFonts w:hint="cs"/>
          <w:cs/>
        </w:rPr>
        <w:t xml:space="preserve"> </w:t>
      </w:r>
      <w:r w:rsidRPr="00C27D9F">
        <w:rPr>
          <w:rFonts w:hint="cs"/>
          <w:cs/>
        </w:rPr>
        <w:t>ทัศนะเช่นนั้นเป็นความผิดพลาดเขาผู้ซึ่งได้บรรลุถึงขั้นแห่งความเป็นมนุษยชาติและมีความเข้าใจอย่างมาก</w:t>
      </w:r>
      <w:r w:rsidR="005F2E25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แต่ความรู้สึกที่อ่อนไหวตลอดจนความเจ็บปวดรวดร้าวมาแล้วจะไม่กล่าวเช่นนั้นเลยว่าไหวพริบและ</w:t>
      </w:r>
    </w:p>
    <w:p w:rsidR="00C27D9F" w:rsidRPr="00C27D9F" w:rsidRDefault="00C27D9F" w:rsidP="00646CC7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วิทยปัญญาของเขาเป็นศัตรูแก่เขาถ้าจะกล่าวให้ถูกต้องแล้วเขาควรที่จะต้องกลับมาสู่คำกล่าวของท่านศาสดามุฮัมมัด</w:t>
      </w:r>
      <w:r w:rsidRPr="00C27D9F">
        <w:rPr>
          <w:cs/>
        </w:rPr>
        <w:t>(</w:t>
      </w:r>
      <w:r w:rsidRPr="00C27D9F">
        <w:rPr>
          <w:rFonts w:hint="cs"/>
          <w:cs/>
        </w:rPr>
        <w:t>ศ็อล</w:t>
      </w:r>
      <w:r w:rsidRPr="00C27D9F">
        <w:rPr>
          <w:cs/>
        </w:rPr>
        <w:t>)</w:t>
      </w:r>
      <w:r w:rsidRPr="00C27D9F">
        <w:rPr>
          <w:rFonts w:hint="cs"/>
          <w:cs/>
        </w:rPr>
        <w:t>ที่กล่าวว่า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เพื่อนแท้ของบุคคลนั้น</w:t>
      </w:r>
      <w:r w:rsidR="0021551C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</w:t>
      </w:r>
      <w:r w:rsidR="0021551C">
        <w:rPr>
          <w:rFonts w:hint="cs"/>
          <w:cs/>
        </w:rPr>
        <w:t xml:space="preserve"> </w:t>
      </w:r>
      <w:r w:rsidRPr="00C27D9F">
        <w:rPr>
          <w:rFonts w:hint="cs"/>
          <w:cs/>
        </w:rPr>
        <w:t>ปัญญาปฏิ</w:t>
      </w:r>
      <w:r w:rsidR="00646CC7">
        <w:rPr>
          <w:rFonts w:hint="cs"/>
          <w:cs/>
        </w:rPr>
        <w:t>ภ</w:t>
      </w:r>
      <w:r w:rsidRPr="00C27D9F">
        <w:rPr>
          <w:rFonts w:hint="cs"/>
          <w:cs/>
        </w:rPr>
        <w:t>า</w:t>
      </w:r>
      <w:r w:rsidR="00646CC7">
        <w:rPr>
          <w:rFonts w:hint="cs"/>
          <w:cs/>
        </w:rPr>
        <w:t>ณ</w:t>
      </w:r>
      <w:r w:rsidRPr="00C27D9F">
        <w:rPr>
          <w:rFonts w:hint="cs"/>
          <w:cs/>
        </w:rPr>
        <w:t>ของเขาและศัตรูที่แท้จริงของเขาก็คือความโง่เขลาของเขานั่นเอง</w:t>
      </w:r>
      <w:r w:rsidR="0021551C">
        <w:rPr>
          <w:rFonts w:cs="Cordia New" w:hint="cs"/>
          <w:szCs w:val="40"/>
          <w:cs/>
        </w:rPr>
        <w:t xml:space="preserve">” </w:t>
      </w:r>
      <w:r w:rsidRPr="00C27D9F">
        <w:rPr>
          <w:rFonts w:hint="cs"/>
          <w:cs/>
        </w:rPr>
        <w:t>เขาผู้ซึ่งถือว่าไหวพริบ</w:t>
      </w:r>
      <w:r w:rsidR="00646CC7" w:rsidRPr="00C27D9F">
        <w:rPr>
          <w:rFonts w:hint="cs"/>
          <w:cs/>
        </w:rPr>
        <w:t>ปฏิ</w:t>
      </w:r>
      <w:r w:rsidR="00646CC7">
        <w:rPr>
          <w:rFonts w:hint="cs"/>
          <w:cs/>
        </w:rPr>
        <w:t>ภ</w:t>
      </w:r>
      <w:r w:rsidR="00646CC7" w:rsidRPr="00C27D9F">
        <w:rPr>
          <w:rFonts w:hint="cs"/>
          <w:cs/>
        </w:rPr>
        <w:t>า</w:t>
      </w:r>
      <w:r w:rsidR="00646CC7">
        <w:rPr>
          <w:rFonts w:hint="cs"/>
          <w:cs/>
        </w:rPr>
        <w:t>ณ</w:t>
      </w:r>
      <w:r w:rsidRPr="00C27D9F">
        <w:rPr>
          <w:rFonts w:hint="cs"/>
          <w:cs/>
        </w:rPr>
        <w:t>ของเขาคือ</w:t>
      </w:r>
    </w:p>
    <w:p w:rsidR="00C27D9F" w:rsidRPr="00C27D9F" w:rsidRDefault="00C27D9F" w:rsidP="0021551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ศัตรูนั้นมิเคยมีความรู้สึกไม่สบายใจหรือมิเคยประสบกับความโชคร้ายอันเนื่องมาจากความโง่เขลาของเขาเลย</w:t>
      </w:r>
      <w:r w:rsidR="0021551C" w:rsidRPr="00C27D9F">
        <w:rPr>
          <w:rFonts w:cs="Times New Roman"/>
          <w:lang w:bidi="ar-SA"/>
        </w:rPr>
        <w:t>,</w:t>
      </w:r>
      <w:r w:rsidR="0021551C">
        <w:rPr>
          <w:rFonts w:hint="cs"/>
          <w:cs/>
        </w:rPr>
        <w:t xml:space="preserve"> มิเช่นนั้</w:t>
      </w:r>
      <w:r w:rsidR="0021551C" w:rsidRPr="00C27D9F">
        <w:rPr>
          <w:rFonts w:hint="cs"/>
          <w:cs/>
        </w:rPr>
        <w:t>นแล้ว</w:t>
      </w:r>
      <w:r w:rsidR="0021551C">
        <w:rPr>
          <w:rFonts w:hint="cs"/>
          <w:cs/>
        </w:rPr>
        <w:t xml:space="preserve"> </w:t>
      </w:r>
      <w:r w:rsidR="0021551C" w:rsidRPr="00C27D9F">
        <w:rPr>
          <w:rFonts w:hint="cs"/>
          <w:cs/>
        </w:rPr>
        <w:t>เขาก็จะไม่ตั้งข้อสังเกตขึ้นมาอย่างนั้นการป่วยไข้ทางร่างกายก็เช่นเดียวกั</w:t>
      </w:r>
      <w:r w:rsidR="0021551C" w:rsidRPr="00C27D9F">
        <w:rPr>
          <w:cs/>
        </w:rPr>
        <w:t>น</w:t>
      </w:r>
      <w:r w:rsidR="0021551C" w:rsidRPr="00C27D9F">
        <w:rPr>
          <w:rFonts w:cs="Times New Roman"/>
          <w:lang w:bidi="ar-SA"/>
        </w:rPr>
        <w:t>,</w:t>
      </w:r>
      <w:r w:rsidR="0021551C" w:rsidRPr="00C27D9F">
        <w:rPr>
          <w:rFonts w:hint="cs"/>
          <w:cs/>
        </w:rPr>
        <w:t xml:space="preserve"> ในข้อนั้นจะต้องมีความเจ็บปวด</w:t>
      </w:r>
      <w:r w:rsidR="0021551C" w:rsidRPr="00C27D9F">
        <w:t>,</w:t>
      </w:r>
      <w:r w:rsidR="0021551C" w:rsidRPr="00C27D9F">
        <w:rPr>
          <w:rFonts w:hint="cs"/>
          <w:cs/>
        </w:rPr>
        <w:t xml:space="preserve"> ไม่เช่นนั้นการเจ็บป่วยก็ไม่สามารถที่จะรับการวินิจฉัยที่มาขอ</w:t>
      </w:r>
      <w:r w:rsidR="0021551C" w:rsidRPr="00C27D9F">
        <w:rPr>
          <w:cs/>
        </w:rPr>
        <w:t>ง</w:t>
      </w:r>
    </w:p>
    <w:p w:rsidR="0021551C" w:rsidRDefault="00C27D9F" w:rsidP="0021551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โรคและผลแห่งการรักษาได้ความเจ็บป่วยที่เกิดขึ้นมาอย่างทันทีทันใดและปราศจากการเจ็บปวดนั้นเป็นอันตรายยิ่งนัก</w:t>
      </w:r>
    </w:p>
    <w:p w:rsidR="0021551C" w:rsidRDefault="0021551C">
      <w:pPr>
        <w:rPr>
          <w:rFonts w:ascii="Angsana New" w:hAnsi="Angsana New"/>
          <w:sz w:val="32"/>
          <w:szCs w:val="32"/>
        </w:rPr>
      </w:pPr>
      <w:r>
        <w:br w:type="page"/>
      </w:r>
    </w:p>
    <w:p w:rsidR="00582FEC" w:rsidRDefault="00582FEC" w:rsidP="0021551C">
      <w:pPr>
        <w:pStyle w:val="libNormal"/>
        <w:ind w:firstLine="0"/>
      </w:pPr>
    </w:p>
    <w:p w:rsidR="00C27D9F" w:rsidRPr="00C27D9F" w:rsidRDefault="00C27D9F" w:rsidP="0021551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อะไรคือ</w:t>
      </w:r>
      <w:r w:rsidR="00582FEC">
        <w:t xml:space="preserve"> </w:t>
      </w:r>
      <w:r w:rsidRPr="00C27D9F">
        <w:rPr>
          <w:rFonts w:hint="cs"/>
          <w:cs/>
        </w:rPr>
        <w:t>ความเจ็บปวดของมนุษย์</w:t>
      </w:r>
      <w:r w:rsidRPr="00C27D9F">
        <w:rPr>
          <w:rFonts w:cs="Times New Roman"/>
          <w:lang w:bidi="ar-SA"/>
        </w:rPr>
        <w:t>?</w:t>
      </w:r>
      <w:r w:rsidR="00582FEC">
        <w:rPr>
          <w:rFonts w:cs="Times New Roman"/>
          <w:lang w:bidi="ar-SA"/>
        </w:rPr>
        <w:t xml:space="preserve"> </w:t>
      </w:r>
      <w:r w:rsidRPr="00C27D9F">
        <w:rPr>
          <w:rFonts w:hint="cs"/>
          <w:cs/>
        </w:rPr>
        <w:t>มันมิได้หมายถึง</w:t>
      </w:r>
      <w:r w:rsidR="00582FEC">
        <w:t xml:space="preserve"> </w:t>
      </w:r>
      <w:r w:rsidRPr="00C27D9F">
        <w:rPr>
          <w:rFonts w:hint="cs"/>
          <w:cs/>
        </w:rPr>
        <w:t>ความเจ็บปวดทั้งหลาย</w:t>
      </w:r>
    </w:p>
    <w:p w:rsidR="00C27D9F" w:rsidRPr="00C27D9F" w:rsidRDefault="00C27D9F" w:rsidP="00582FE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ในทางร่างกายเพียงเท่านั้น</w:t>
      </w:r>
      <w:r w:rsidR="00582FEC">
        <w:t xml:space="preserve"> </w:t>
      </w:r>
      <w:r w:rsidRPr="00C27D9F">
        <w:rPr>
          <w:rFonts w:hint="cs"/>
          <w:cs/>
        </w:rPr>
        <w:t>แต่มันคือความเจ็บปวดอย่างหนึ่ง</w:t>
      </w:r>
      <w:r w:rsidRPr="00C27D9F">
        <w:rPr>
          <w:cs/>
        </w:rPr>
        <w:t>(</w:t>
      </w:r>
      <w:r w:rsidRPr="00C27D9F">
        <w:rPr>
          <w:rFonts w:hint="cs"/>
          <w:cs/>
        </w:rPr>
        <w:t>ในทางจิตวิญญาณ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ถือได้ว่าเป็นความเร้นลับโดยบรรดาผู้ไขความลี้ลับมหัศจรรย์ผู้รู้ของเราและเป็นลักษณะเฉพาะแก่มนุษย์ทั้งหลาย</w:t>
      </w:r>
      <w:r w:rsidR="00582FEC">
        <w:t xml:space="preserve"> </w:t>
      </w:r>
      <w:r w:rsidRPr="00C27D9F">
        <w:rPr>
          <w:rFonts w:hint="cs"/>
          <w:cs/>
        </w:rPr>
        <w:t>และด้วยเหตุผลเช่นนี้มนุษย์จึงได้ฝักใฝ่ไปในทางของมะลาอิกะฮ์</w:t>
      </w:r>
      <w:r w:rsidR="00582FEC">
        <w:t xml:space="preserve"> </w:t>
      </w:r>
      <w:r w:rsidRPr="00C27D9F">
        <w:rPr>
          <w:rFonts w:hint="cs"/>
          <w:cs/>
        </w:rPr>
        <w:t>เพราะว่ามะลาอิกะฮ์นั้น</w:t>
      </w:r>
    </w:p>
    <w:p w:rsidR="00582FEC" w:rsidRDefault="00C27D9F" w:rsidP="00582FEC">
      <w:pPr>
        <w:pStyle w:val="libNormal"/>
        <w:ind w:firstLine="0"/>
      </w:pPr>
      <w:r w:rsidRPr="00C27D9F">
        <w:rPr>
          <w:rFonts w:hint="cs"/>
          <w:cs/>
        </w:rPr>
        <w:t>เป็นอิสระจากความเจ็บปวด</w:t>
      </w:r>
      <w:r w:rsidR="00582FEC">
        <w:t xml:space="preserve"> </w:t>
      </w:r>
      <w:r w:rsidRPr="00C27D9F">
        <w:rPr>
          <w:rFonts w:hint="cs"/>
          <w:cs/>
        </w:rPr>
        <w:t>การเจ็บปวดของมนุษย์ดังกล่าวนั้นเป็นความเจ็บปวดเพื่อการแสวงหาพระผู้เป็นเจ้า</w:t>
      </w:r>
      <w:r w:rsidR="00582FEC">
        <w:t xml:space="preserve"> </w:t>
      </w:r>
      <w:r w:rsidRPr="00C27D9F">
        <w:rPr>
          <w:rFonts w:hint="cs"/>
          <w:cs/>
        </w:rPr>
        <w:t>เป็นความจริงอย่างหนึ่งที่ว่ามนุษย์ถูกให้กำเนิ</w:t>
      </w:r>
      <w:r w:rsidR="00582FEC">
        <w:rPr>
          <w:rFonts w:hint="cs"/>
          <w:cs/>
        </w:rPr>
        <w:t>ด</w:t>
      </w:r>
      <w:r w:rsidRPr="00C27D9F">
        <w:rPr>
          <w:rFonts w:hint="cs"/>
          <w:cs/>
        </w:rPr>
        <w:t>มาโดยการเป่าวิญญาณของพระผู้เป็นเจ้าในโลกอื่น</w:t>
      </w:r>
      <w:r w:rsidR="00582FEC" w:rsidRPr="00C27D9F">
        <w:rPr>
          <w:rFonts w:cs="Times New Roman"/>
          <w:lang w:bidi="ar-SA"/>
        </w:rPr>
        <w:t>,</w:t>
      </w:r>
      <w:r w:rsidR="00582FEC" w:rsidRPr="00C27D9F">
        <w:rPr>
          <w:rFonts w:hint="cs"/>
          <w:cs/>
        </w:rPr>
        <w:t xml:space="preserve"> และมันมิได้ประกอบขึ้นด้วยสิ่งที่เหมือนกันกับสิ่งต่างๆของโลกนี้ทั้งหมด</w:t>
      </w:r>
      <w:r w:rsidR="00582FEC">
        <w:rPr>
          <w:rFonts w:hint="cs"/>
          <w:cs/>
        </w:rPr>
        <w:t xml:space="preserve"> </w:t>
      </w:r>
    </w:p>
    <w:p w:rsidR="00C27D9F" w:rsidRPr="00C27D9F" w:rsidRDefault="00582FEC" w:rsidP="00582FE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เขาม</w:t>
      </w:r>
      <w:r w:rsidRPr="00C27D9F">
        <w:rPr>
          <w:cs/>
        </w:rPr>
        <w:t>ี</w:t>
      </w:r>
      <w:r w:rsidR="00C27D9F" w:rsidRPr="00C27D9F">
        <w:rPr>
          <w:rFonts w:hint="cs"/>
          <w:cs/>
        </w:rPr>
        <w:t>ความรู้สึกอย่างหนึ่งที่ต่างกันออกไปและเหินห่างกับบรรดาสิ่งถูกสร้างทั้งหมดในโลกนี้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ด้วยเหตุที่พวกมันทั้งหลายมีการเปลี่ยนแปลงได้และหมดสภาพลงได้ทั้งหมดมันจึงมิใช่คุณค่าแห่งควา</w:t>
      </w:r>
      <w:r w:rsidRPr="00C27D9F">
        <w:rPr>
          <w:cs/>
        </w:rPr>
        <w:t>ม</w:t>
      </w:r>
      <w:r w:rsidR="00C27D9F" w:rsidRPr="00C27D9F">
        <w:rPr>
          <w:rFonts w:hint="cs"/>
          <w:cs/>
        </w:rPr>
        <w:t>ผูกพัน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อย่างไรก็ตา</w:t>
      </w:r>
      <w:r w:rsidRPr="00C27D9F">
        <w:rPr>
          <w:cs/>
        </w:rPr>
        <w:t>ม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มนุษย์ก็มีความกังวลอยู่ตล</w:t>
      </w:r>
      <w:r>
        <w:rPr>
          <w:rFonts w:hint="cs"/>
          <w:cs/>
        </w:rPr>
        <w:t>อ</w:t>
      </w:r>
      <w:r w:rsidR="00C27D9F" w:rsidRPr="00C27D9F">
        <w:rPr>
          <w:rFonts w:hint="cs"/>
          <w:cs/>
        </w:rPr>
        <w:t>ดกาล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และนี่คือสิ่งที่ดึงดูดเขาไปสู่การอิบาดัตแล</w:t>
      </w:r>
      <w:r w:rsidRPr="00C27D9F">
        <w:rPr>
          <w:cs/>
        </w:rPr>
        <w:t>ะ</w:t>
      </w:r>
    </w:p>
    <w:p w:rsidR="00582FEC" w:rsidRDefault="00C27D9F" w:rsidP="00582FEC">
      <w:pPr>
        <w:pStyle w:val="libNormal"/>
        <w:ind w:firstLine="0"/>
      </w:pPr>
      <w:r w:rsidRPr="00C27D9F">
        <w:rPr>
          <w:rFonts w:hint="cs"/>
          <w:cs/>
        </w:rPr>
        <w:t>การเคารพภักดีต่อพระผู้เป็นเจ้า</w:t>
      </w:r>
      <w:r w:rsidR="00582FEC" w:rsidRPr="00C27D9F">
        <w:rPr>
          <w:rFonts w:cs="Times New Roman"/>
          <w:lang w:bidi="ar-SA"/>
        </w:rPr>
        <w:t>,</w:t>
      </w:r>
      <w:r w:rsidR="00582FEC" w:rsidRPr="00C27D9F">
        <w:rPr>
          <w:rFonts w:hint="cs"/>
          <w:cs/>
        </w:rPr>
        <w:t xml:space="preserve"> ติดต่อกับพระองค์</w:t>
      </w:r>
      <w:r w:rsidR="00582FEC" w:rsidRPr="00C27D9F">
        <w:t>,</w:t>
      </w:r>
      <w:r w:rsidR="00582FEC" w:rsidRPr="00C27D9F">
        <w:rPr>
          <w:rFonts w:hint="cs"/>
          <w:cs/>
        </w:rPr>
        <w:t xml:space="preserve"> ใกล้ชิดพระองค์</w:t>
      </w:r>
      <w:r w:rsidR="00582FEC" w:rsidRPr="00C27D9F">
        <w:t>,</w:t>
      </w:r>
      <w:r w:rsidR="00582FEC" w:rsidRPr="00C27D9F">
        <w:rPr>
          <w:rFonts w:hint="cs"/>
          <w:cs/>
        </w:rPr>
        <w:t xml:space="preserve"> ในฐานะเป็นรากฐานเดิมของเข</w:t>
      </w:r>
      <w:r w:rsidR="00582FEC" w:rsidRPr="00C27D9F">
        <w:rPr>
          <w:cs/>
        </w:rPr>
        <w:t>า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มีเรื่องราวที่เป็นคติมา</w:t>
      </w:r>
      <w:r w:rsidR="00582FEC">
        <w:rPr>
          <w:rFonts w:hint="cs"/>
          <w:cs/>
        </w:rPr>
        <w:t>ก</w:t>
      </w:r>
      <w:r w:rsidRPr="00C27D9F">
        <w:rPr>
          <w:rFonts w:hint="cs"/>
          <w:cs/>
        </w:rPr>
        <w:t>มายในหมู่ผู้รู้ศาสตร์ลี้ลับของเราเกี่ยวกับการกลับคืนสู่รา</w:t>
      </w:r>
      <w:r w:rsidR="00582FEC">
        <w:rPr>
          <w:rFonts w:hint="cs"/>
          <w:cs/>
        </w:rPr>
        <w:t>ก</w:t>
      </w:r>
      <w:r w:rsidRPr="00C27D9F">
        <w:rPr>
          <w:rFonts w:hint="cs"/>
          <w:cs/>
        </w:rPr>
        <w:t>ฐานเดิมของตนเอง</w:t>
      </w:r>
    </w:p>
    <w:p w:rsidR="00582FEC" w:rsidRDefault="00C27D9F" w:rsidP="00582FEC">
      <w:pPr>
        <w:pStyle w:val="libNormal"/>
        <w:ind w:firstLine="0"/>
      </w:pPr>
      <w:r w:rsidRPr="00C27D9F">
        <w:rPr>
          <w:rFonts w:hint="cs"/>
          <w:cs/>
        </w:rPr>
        <w:t>บทกวีได้พูดถึงนกแก้วตัวหนึ่งที่ถูกจับใส่กรงมาจากประเทศอินเดียตลอดเวลา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นกปรารถนาที่จะทำลายกรงขังเพื่อจะบินหนีกลับรัง</w:t>
      </w:r>
    </w:p>
    <w:p w:rsidR="00582FEC" w:rsidRDefault="00C27D9F" w:rsidP="00582FEC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เมาลาวี</w:t>
      </w:r>
      <w:r w:rsidR="00582FEC" w:rsidRPr="00C27D9F">
        <w:rPr>
          <w:rFonts w:cs="Times New Roman"/>
          <w:lang w:bidi="ar-SA"/>
        </w:rPr>
        <w:t>,</w:t>
      </w:r>
      <w:r w:rsidR="00582FEC" w:rsidRPr="00C27D9F">
        <w:rPr>
          <w:rFonts w:hint="cs"/>
          <w:cs/>
        </w:rPr>
        <w:t xml:space="preserve"> ได้บอกเล่าเรื่องราวของไม้อ้อซึ่งถูกตัดออกจาก</w:t>
      </w:r>
      <w:r w:rsidR="00582FEC">
        <w:rPr>
          <w:rFonts w:hint="cs"/>
          <w:cs/>
        </w:rPr>
        <w:t>ต้น</w:t>
      </w:r>
      <w:r w:rsidR="00582FEC" w:rsidRPr="00C27D9F">
        <w:rPr>
          <w:rFonts w:hint="cs"/>
          <w:cs/>
        </w:rPr>
        <w:t>กอข</w:t>
      </w:r>
      <w:r w:rsidR="00582FEC" w:rsidRPr="00C27D9F">
        <w:rPr>
          <w:cs/>
        </w:rPr>
        <w:t>อ</w:t>
      </w:r>
      <w:r w:rsidR="00582FEC">
        <w:rPr>
          <w:rFonts w:hint="cs"/>
          <w:cs/>
        </w:rPr>
        <w:t>ง</w:t>
      </w:r>
      <w:r w:rsidRPr="00C27D9F">
        <w:rPr>
          <w:rFonts w:hint="cs"/>
          <w:cs/>
        </w:rPr>
        <w:t>มัน</w:t>
      </w:r>
      <w:r w:rsidR="00582FEC" w:rsidRPr="00C27D9F">
        <w:rPr>
          <w:rFonts w:cs="Times New Roman"/>
          <w:lang w:bidi="ar-SA"/>
        </w:rPr>
        <w:t>,</w:t>
      </w:r>
      <w:r w:rsidR="00582FEC" w:rsidRPr="00C27D9F">
        <w:rPr>
          <w:rFonts w:hint="cs"/>
          <w:cs/>
        </w:rPr>
        <w:t xml:space="preserve"> และจากนั้</w:t>
      </w:r>
      <w:r w:rsidR="00582FEC" w:rsidRPr="00C27D9F">
        <w:rPr>
          <w:cs/>
        </w:rPr>
        <w:t>น</w:t>
      </w:r>
      <w:r w:rsidR="00582FEC">
        <w:rPr>
          <w:rFonts w:hint="cs"/>
          <w:cs/>
        </w:rPr>
        <w:t xml:space="preserve"> </w:t>
      </w:r>
      <w:r w:rsidR="00582FEC" w:rsidRPr="00C27D9F">
        <w:rPr>
          <w:rFonts w:hint="cs"/>
          <w:cs/>
        </w:rPr>
        <w:t xml:space="preserve">เราจึงได้ยินเสียงขลุ่ย </w:t>
      </w:r>
      <w:r w:rsidR="00582FEC" w:rsidRPr="00C27D9F">
        <w:rPr>
          <w:cs/>
        </w:rPr>
        <w:t>(</w:t>
      </w:r>
      <w:r w:rsidRPr="00C27D9F">
        <w:rPr>
          <w:rFonts w:hint="cs"/>
          <w:cs/>
        </w:rPr>
        <w:t>ซึ่งทำจากไม้อ้อ</w:t>
      </w:r>
      <w:r w:rsidR="00582FEC" w:rsidRPr="00C27D9F">
        <w:rPr>
          <w:rFonts w:hint="cs"/>
          <w:cs/>
        </w:rPr>
        <w:t>) คร่ำครวญอย่างโศกเศร้าอาลัยห</w:t>
      </w:r>
      <w:r w:rsidR="00582FEC" w:rsidRPr="00C27D9F">
        <w:rPr>
          <w:cs/>
        </w:rPr>
        <w:t>า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นี่คือ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การแยกกันอยู่กับความปรารถนาที่จะกลับรวมกันใหม่บางครั้ง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พวกเขาได้เปรียบเทียบบุคคลกับช้าง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มันจะต้องถูกเคาะหัวอยู่เสมอเพื่อว่ามันจะได้ไม่มีโอกาสคิดถึงบ้านเกิดเมืองนอนของมัน</w:t>
      </w:r>
    </w:p>
    <w:p w:rsidR="00582FEC" w:rsidRDefault="00582FEC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82FEC" w:rsidRDefault="00582FEC" w:rsidP="00582FEC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582FE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ส่วนมากของเรื่องราวที่เป็นคติเปรียบเทียบทั้งหลายเหล่านี้กล่าวได้ว่า</w:t>
      </w:r>
      <w:r w:rsidR="00582FEC" w:rsidRPr="00C27D9F">
        <w:rPr>
          <w:rFonts w:cs="Times New Roman"/>
          <w:lang w:bidi="ar-SA"/>
        </w:rPr>
        <w:t>,</w:t>
      </w:r>
      <w:r w:rsidR="00582FEC" w:rsidRPr="00C27D9F">
        <w:rPr>
          <w:rFonts w:hint="cs"/>
          <w:cs/>
        </w:rPr>
        <w:t xml:space="preserve"> มนุษย์มีความกระวนกระวายใจเพื่อจ</w:t>
      </w:r>
      <w:r w:rsidR="00582FEC" w:rsidRPr="00C27D9F">
        <w:rPr>
          <w:cs/>
        </w:rPr>
        <w:t>ะ</w:t>
      </w:r>
      <w:r w:rsidRPr="00C27D9F">
        <w:rPr>
          <w:rFonts w:hint="cs"/>
          <w:cs/>
        </w:rPr>
        <w:t>กลับคืนสู่โลกหน้า</w:t>
      </w:r>
      <w:r w:rsidR="00582FEC" w:rsidRPr="00C27D9F">
        <w:rPr>
          <w:rFonts w:cs="Times New Roman"/>
          <w:lang w:bidi="ar-SA"/>
        </w:rPr>
        <w:t>,</w:t>
      </w:r>
      <w:r w:rsidR="00582FEC" w:rsidRPr="00C27D9F">
        <w:rPr>
          <w:rFonts w:hint="cs"/>
          <w:cs/>
        </w:rPr>
        <w:t xml:space="preserve"> พวกเขามีความรู้สึกเจ็บปวดที่ได้แยกกันและคร่ำครวญหาเพื่อการกลับคืนยั</w:t>
      </w:r>
      <w:r w:rsidR="00582FEC" w:rsidRPr="00C27D9F">
        <w:rPr>
          <w:cs/>
        </w:rPr>
        <w:t>ง</w:t>
      </w:r>
    </w:p>
    <w:p w:rsidR="00582FEC" w:rsidRDefault="00C27D9F" w:rsidP="00582FEC">
      <w:pPr>
        <w:pStyle w:val="libNormal"/>
        <w:ind w:firstLine="0"/>
      </w:pPr>
      <w:r w:rsidRPr="00C27D9F">
        <w:rPr>
          <w:rFonts w:hint="cs"/>
          <w:cs/>
        </w:rPr>
        <w:t>พระองค์</w:t>
      </w:r>
    </w:p>
    <w:p w:rsidR="00C27D9F" w:rsidRPr="00C27D9F" w:rsidRDefault="00C27D9F" w:rsidP="00582FE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ในการสนทนากันครั้งหนึ่งกับโกเมล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อิบนิ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ซิยาด</w:t>
      </w:r>
      <w:r w:rsidR="00582FEC" w:rsidRPr="00C27D9F">
        <w:rPr>
          <w:rFonts w:cs="Times New Roman"/>
          <w:lang w:bidi="ar-SA"/>
        </w:rPr>
        <w:t>,</w:t>
      </w:r>
      <w:r w:rsidR="00582FEC" w:rsidRPr="00C27D9F">
        <w:rPr>
          <w:rFonts w:hint="cs"/>
          <w:cs/>
        </w:rPr>
        <w:t xml:space="preserve"> ได้เปิดเผยว่าไม่มีผู้ใดเลยที่เขาได้ไขความลี้ลับจากหัวใ</w:t>
      </w:r>
      <w:r w:rsidR="00582FEC">
        <w:rPr>
          <w:rFonts w:hint="cs"/>
          <w:cs/>
        </w:rPr>
        <w:t>จ</w:t>
      </w:r>
      <w:r w:rsidR="00582FEC" w:rsidRPr="00C27D9F">
        <w:rPr>
          <w:rFonts w:hint="cs"/>
          <w:cs/>
        </w:rPr>
        <w:t>ของเขา</w:t>
      </w:r>
      <w:r w:rsidR="00582FEC">
        <w:rPr>
          <w:rFonts w:hint="cs"/>
          <w:cs/>
        </w:rPr>
        <w:t xml:space="preserve"> </w:t>
      </w:r>
      <w:r w:rsidR="00582FEC" w:rsidRPr="00C27D9F">
        <w:rPr>
          <w:rFonts w:hint="cs"/>
          <w:cs/>
        </w:rPr>
        <w:t>แต่ท่านกล่า</w:t>
      </w:r>
      <w:r w:rsidR="00582FEC">
        <w:rPr>
          <w:rFonts w:hint="cs"/>
          <w:cs/>
        </w:rPr>
        <w:t>ว</w:t>
      </w:r>
      <w:r w:rsidR="00582FEC" w:rsidRPr="00C27D9F">
        <w:rPr>
          <w:rFonts w:hint="cs"/>
          <w:cs/>
        </w:rPr>
        <w:t>ว่า</w:t>
      </w:r>
      <w:r w:rsidR="00582FEC">
        <w:rPr>
          <w:rFonts w:hint="cs"/>
          <w:cs/>
        </w:rPr>
        <w:t xml:space="preserve"> </w:t>
      </w:r>
      <w:r w:rsidR="00582FEC" w:rsidRPr="00C27D9F">
        <w:rPr>
          <w:rFonts w:hint="cs"/>
          <w:cs/>
        </w:rPr>
        <w:t>มีปัจเจกชนบางคนบนโลกนี้ผู้ซึ่งได้บรรลุถึงจุ</w:t>
      </w:r>
      <w:r w:rsidR="00582FEC" w:rsidRPr="00C27D9F">
        <w:rPr>
          <w:cs/>
        </w:rPr>
        <w:t>ด</w:t>
      </w:r>
      <w:r w:rsidRPr="00C27D9F">
        <w:rPr>
          <w:rFonts w:hint="cs"/>
          <w:cs/>
        </w:rPr>
        <w:t>แห่งความสมบูรณ์อย่างเที่ยงแท้ในความรอบรู้และมีความรู้สึกว่าไม่มีช่องว่างอันใดที่จะแยกพวกเขาออกไปจากวิญญาณแห่งความแน่นอนได้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>ซึ่งสิ่งนี้เป็นความยากลำบากสำหรับผู้คนที่มีชีวิตอยู่อย่างสุขสำราญและพวกวัตถุนิยมที่จะบรรลุถึงความสำเร็จในจุดนี้ได้แต่เป็นความสะดวกสบายและง่ายดายสำหรับพวกเขา</w:t>
      </w:r>
      <w:r w:rsidRPr="00C27D9F">
        <w:rPr>
          <w:cs/>
        </w:rPr>
        <w:t>(</w:t>
      </w:r>
      <w:r w:rsidRPr="00C27D9F">
        <w:rPr>
          <w:rFonts w:hint="cs"/>
          <w:cs/>
        </w:rPr>
        <w:t>ผู้ศรัทธา</w:t>
      </w:r>
      <w:r w:rsidRPr="00C27D9F">
        <w:rPr>
          <w:cs/>
        </w:rPr>
        <w:t>)</w:t>
      </w:r>
      <w:r w:rsidRPr="00C27D9F">
        <w:rPr>
          <w:rFonts w:hint="cs"/>
          <w:cs/>
        </w:rPr>
        <w:t>ทั้งหลาย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>และอะไรคือความหวาดหวั่นของพวกผู้ไม่ศรัทธา</w:t>
      </w:r>
      <w:r w:rsidRPr="00C27D9F">
        <w:rPr>
          <w:rFonts w:cs="Times New Roman"/>
          <w:lang w:bidi="ar-SA"/>
        </w:rPr>
        <w:t>,</w:t>
      </w:r>
    </w:p>
    <w:p w:rsidR="00582FEC" w:rsidRDefault="00C27D9F" w:rsidP="00582FE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กล่าวคือ</w:t>
      </w:r>
      <w:r w:rsidR="00582FEC" w:rsidRPr="00C27D9F">
        <w:rPr>
          <w:rFonts w:cs="Times New Roman"/>
          <w:lang w:bidi="ar-SA"/>
        </w:rPr>
        <w:t>,</w:t>
      </w:r>
      <w:r w:rsidR="00582FEC" w:rsidRPr="00C27D9F">
        <w:rPr>
          <w:rFonts w:hint="cs"/>
          <w:cs/>
        </w:rPr>
        <w:t xml:space="preserve"> การอยู่อย่างสันโดษกับพระผู้เป็นเจ้</w:t>
      </w:r>
      <w:r w:rsidR="00582FEC" w:rsidRPr="00C27D9F">
        <w:rPr>
          <w:cs/>
        </w:rPr>
        <w:t>า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วิถีทางแห่งความเป็นมิตรภาพสำหรับพวกผู้ศรัทธาซึ่งพวกเขาร่วมทางไปพร้อมกับประชาชนแต่วิญญาณของพวกทะยานขึ้นสู่ความสูงส่ง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>และขณะที่พวกเขาทั้งหลายพำนักอยู่บนโลกนี้พวกเขาก็จะอยู่พร้อมกันในโลกหน้าด้วยวิธีดำเนินการผ่านความลี้ลับและการอิบาดัตที่ดื่มด่ำความเจ็บปวดทั้งหลายตล</w:t>
      </w:r>
      <w:r w:rsidR="00582FEC">
        <w:rPr>
          <w:rFonts w:hint="cs"/>
          <w:cs/>
        </w:rPr>
        <w:t>อ</w:t>
      </w:r>
      <w:r w:rsidRPr="00C27D9F">
        <w:rPr>
          <w:rFonts w:hint="cs"/>
          <w:cs/>
        </w:rPr>
        <w:t>ดจน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การติดต่ออย่างใกล้ชิดกับพระองค์ที่อาลี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มีอยู่</w:t>
      </w:r>
    </w:p>
    <w:p w:rsidR="00582FEC" w:rsidRDefault="00C27D9F" w:rsidP="00582FEC">
      <w:pPr>
        <w:pStyle w:val="libNormal"/>
        <w:ind w:firstLine="0"/>
      </w:pPr>
      <w:r w:rsidRPr="00C27D9F">
        <w:rPr>
          <w:rFonts w:hint="cs"/>
          <w:cs/>
        </w:rPr>
        <w:t>ความรักที่มีต่อพระผู้เป็นเจ้าอย่างนี้ได้ทำให้การอิบาดัตทั้งหมดปราศจากความรู้สึกใดๆต่อสิ่งที่ดำเนินไปอยู่รอบๆตัวท่านและท่านมิได้มีความเจ็บปวดเลยแม้ว่าลูกธนูจะถูกดึงออกจากร่างกายของท่าน</w:t>
      </w:r>
      <w:r w:rsidRPr="00C27D9F">
        <w:rPr>
          <w:cs/>
        </w:rPr>
        <w:t>(</w:t>
      </w:r>
      <w:r w:rsidRPr="00C27D9F">
        <w:rPr>
          <w:rFonts w:hint="cs"/>
          <w:cs/>
        </w:rPr>
        <w:t>ขณะประกอบ</w:t>
      </w:r>
    </w:p>
    <w:p w:rsidR="00582FEC" w:rsidRDefault="00C27D9F" w:rsidP="00582FEC">
      <w:pPr>
        <w:pStyle w:val="libNormal"/>
        <w:ind w:firstLine="0"/>
      </w:pPr>
      <w:r w:rsidRPr="00C27D9F">
        <w:rPr>
          <w:rFonts w:hint="cs"/>
          <w:cs/>
        </w:rPr>
        <w:t>อิบาดัต</w:t>
      </w:r>
      <w:r w:rsidRPr="00C27D9F">
        <w:rPr>
          <w:cs/>
        </w:rPr>
        <w:t>)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ความเจ็บปวดที่ถูกแยกออกไปจา</w:t>
      </w:r>
      <w:r w:rsidR="00582FEC">
        <w:rPr>
          <w:rFonts w:hint="cs"/>
          <w:cs/>
        </w:rPr>
        <w:t>ก</w:t>
      </w:r>
      <w:r w:rsidRPr="00C27D9F">
        <w:rPr>
          <w:rFonts w:hint="cs"/>
          <w:cs/>
        </w:rPr>
        <w:t>กันเช่นนี้</w:t>
      </w:r>
      <w:r w:rsidR="00582FEC">
        <w:rPr>
          <w:rFonts w:hint="cs"/>
          <w:cs/>
        </w:rPr>
        <w:t xml:space="preserve"> </w:t>
      </w:r>
    </w:p>
    <w:p w:rsidR="00582FEC" w:rsidRDefault="00582FEC" w:rsidP="00582FEC">
      <w:pPr>
        <w:pStyle w:val="libNormal"/>
        <w:ind w:firstLine="0"/>
      </w:pPr>
    </w:p>
    <w:p w:rsidR="00582FEC" w:rsidRDefault="00582FEC" w:rsidP="00582FEC">
      <w:pPr>
        <w:pStyle w:val="libNormal"/>
        <w:ind w:firstLine="0"/>
        <w:rPr>
          <w:cs/>
        </w:rPr>
      </w:pPr>
    </w:p>
    <w:p w:rsidR="00582FEC" w:rsidRDefault="00582FEC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82FEC" w:rsidRDefault="00582FEC" w:rsidP="00582FEC">
      <w:pPr>
        <w:pStyle w:val="libNormal"/>
        <w:ind w:firstLine="0"/>
      </w:pPr>
    </w:p>
    <w:p w:rsidR="00582FEC" w:rsidRPr="00CE7F2A" w:rsidRDefault="00C27D9F" w:rsidP="005724C1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เนื่องจากความรักที่มีต่ออัลลอฮ</w:t>
      </w:r>
      <w:r w:rsidRPr="00C27D9F">
        <w:rPr>
          <w:cs/>
        </w:rPr>
        <w:t>(</w:t>
      </w:r>
      <w:r w:rsidRPr="00C27D9F">
        <w:rPr>
          <w:rFonts w:hint="cs"/>
          <w:cs/>
        </w:rPr>
        <w:t>ซบ</w:t>
      </w:r>
      <w:r w:rsidRPr="00C27D9F">
        <w:rPr>
          <w:cs/>
        </w:rPr>
        <w:t>)</w:t>
      </w:r>
      <w:r w:rsidR="00582FEC" w:rsidRPr="00C27D9F">
        <w:rPr>
          <w:rFonts w:cs="Times New Roman"/>
          <w:lang w:bidi="ar-SA"/>
        </w:rPr>
        <w:t xml:space="preserve"> (</w:t>
      </w:r>
      <w:r w:rsidRPr="00C27D9F">
        <w:rPr>
          <w:rFonts w:hint="cs"/>
          <w:cs/>
        </w:rPr>
        <w:t>พระผู้เป็นเจ้า</w:t>
      </w:r>
      <w:r w:rsidR="00582FEC" w:rsidRPr="00C27D9F">
        <w:rPr>
          <w:rFonts w:hint="cs"/>
          <w:cs/>
        </w:rPr>
        <w:t>) และความปรารถนาเพื่อการใกล้ชิดพระองค์จะไม่มีวันสิ้นจนกว่าเขาจะได้บรรลุถึงเป้าหมายแห่งการเชื่อมสัมพันธ์กับพระองค</w:t>
      </w:r>
      <w:r w:rsidR="00582FEC" w:rsidRPr="00C27D9F">
        <w:rPr>
          <w:cs/>
        </w:rPr>
        <w:t>์</w:t>
      </w:r>
    </w:p>
    <w:p w:rsidR="00582FEC" w:rsidRPr="00582FEC" w:rsidRDefault="00582FEC" w:rsidP="00582FEC">
      <w:pPr>
        <w:pStyle w:val="libNormal"/>
        <w:ind w:firstLine="0"/>
        <w:rPr>
          <w:rFonts w:cs="Cordia New"/>
          <w:szCs w:val="40"/>
        </w:rPr>
      </w:pPr>
    </w:p>
    <w:p w:rsidR="00582FEC" w:rsidRDefault="00C27D9F" w:rsidP="00582FEC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.</w:t>
      </w:r>
      <w:r w:rsidRPr="00C27D9F">
        <w:rPr>
          <w:rFonts w:hint="cs"/>
          <w:cs/>
        </w:rPr>
        <w:t>อัลกุรอาน</w:t>
      </w:r>
      <w:r w:rsidR="007162DC">
        <w:rPr>
          <w:rFonts w:hint="cs"/>
          <w:cs/>
        </w:rPr>
        <w:t xml:space="preserve"> </w:t>
      </w:r>
      <w:r w:rsidR="00582FEC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เราะฮ์อัรเราะอฺดุ</w:t>
      </w:r>
      <w:r w:rsidR="007162DC">
        <w:rPr>
          <w:rFonts w:hint="cs"/>
          <w:cs/>
        </w:rPr>
        <w:t xml:space="preserve"> </w:t>
      </w:r>
      <w:r w:rsidR="000F58FA" w:rsidRPr="00C27D9F">
        <w:rPr>
          <w:rFonts w:cs="Cordia New" w:hint="cs"/>
          <w:cs/>
        </w:rPr>
        <w:t>อา</w:t>
      </w:r>
      <w:r w:rsidRPr="00C27D9F">
        <w:rPr>
          <w:rFonts w:hint="cs"/>
          <w:cs/>
        </w:rPr>
        <w:t>ยะฮ์ที่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28</w:t>
      </w:r>
    </w:p>
    <w:p w:rsidR="00582FEC" w:rsidRDefault="00C27D9F" w:rsidP="00582FE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 xml:space="preserve"> </w:t>
      </w:r>
      <w:r w:rsidR="00582FEC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บรรดาเหล่านั้นผู้ซึ่งศรัทธาและซึ่งหัวใจของพวกเขาสงบลงโดยการซิกรุ้ลลอฮ</w:t>
      </w:r>
      <w:r w:rsidR="00CE7F2A">
        <w:rPr>
          <w:rFonts w:hint="cs"/>
          <w:cs/>
        </w:rPr>
        <w:t xml:space="preserve"> </w:t>
      </w:r>
      <w:r w:rsidR="000F58FA" w:rsidRPr="00C27D9F">
        <w:rPr>
          <w:rFonts w:hint="cs"/>
          <w:cs/>
        </w:rPr>
        <w:t>ณ</w:t>
      </w:r>
      <w:r w:rsidR="00CE7F2A">
        <w:rPr>
          <w:rFonts w:hint="cs"/>
          <w:cs/>
        </w:rPr>
        <w:t xml:space="preserve"> </w:t>
      </w:r>
      <w:r w:rsidRPr="00C27D9F">
        <w:rPr>
          <w:rFonts w:hint="cs"/>
          <w:cs/>
        </w:rPr>
        <w:t>บัดนี้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แน่นอนยิ่งโดยการซิกรุ้ลลอฮจึงทำให้หัวใจสงบลง</w:t>
      </w:r>
      <w:r w:rsidR="00582FEC">
        <w:rPr>
          <w:rFonts w:cs="Cordia New" w:hint="cs"/>
          <w:szCs w:val="40"/>
          <w:cs/>
        </w:rPr>
        <w:t>”</w:t>
      </w:r>
    </w:p>
    <w:p w:rsidR="00582FEC" w:rsidRPr="00582FEC" w:rsidRDefault="00582FEC" w:rsidP="00582FEC">
      <w:pPr>
        <w:pStyle w:val="libNormal"/>
        <w:ind w:firstLine="0"/>
        <w:rPr>
          <w:rFonts w:cs="Cordia New"/>
          <w:szCs w:val="40"/>
        </w:rPr>
      </w:pPr>
    </w:p>
    <w:p w:rsidR="00582FEC" w:rsidRDefault="00C27D9F" w:rsidP="00582FEC">
      <w:pPr>
        <w:pStyle w:val="libNormal"/>
        <w:ind w:firstLine="0"/>
      </w:pPr>
      <w:r w:rsidRPr="00C27D9F">
        <w:rPr>
          <w:rFonts w:hint="cs"/>
          <w:cs/>
        </w:rPr>
        <w:t>เมาลาวีได้อ้างถึงเรื่องที่ให้คติของชายผู้หนึ่งซึ่งเป็นผู้ที่มิเคยหยุดยั้งจากการติดต่อใกล้ชิดกับพระเป็นเจ้าและคงอยู่ด้วยการกล่าวย้ำพระนามของพระองค์อยู่เช่นนั้น</w:t>
      </w:r>
    </w:p>
    <w:p w:rsidR="00C27D9F" w:rsidRPr="00C27D9F" w:rsidRDefault="00C27D9F" w:rsidP="00582FE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ครั้งหนึ่ง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ซาตานได้มาหาเขาและล่อลวงเขาด้วยการแสดงอากัปกิริยาเช่นเดียวกันนั้น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จ</w:t>
      </w:r>
      <w:r w:rsidR="00582FEC">
        <w:rPr>
          <w:rFonts w:hint="cs"/>
          <w:cs/>
        </w:rPr>
        <w:t>น</w:t>
      </w:r>
      <w:r w:rsidRPr="00C27D9F">
        <w:rPr>
          <w:rFonts w:hint="cs"/>
          <w:cs/>
        </w:rPr>
        <w:t>กระทั้งเขาได้หยุดชะงักจากการซิกรุ้ลลอฮนับแต่นั้นมาอีกวันหนึ่งซาตานได้มาหาชายผู้นี้อีกและกล่าวว่า</w:t>
      </w:r>
    </w:p>
    <w:p w:rsidR="00FD35BE" w:rsidRDefault="00C27D9F" w:rsidP="00582FEC">
      <w:pPr>
        <w:pStyle w:val="libNormal"/>
        <w:rPr>
          <w:rFonts w:cs="Cordia New"/>
          <w:szCs w:val="40"/>
        </w:rPr>
      </w:pP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ด้วยการกล่าวนามของพระผู้เป็นเจ้าอย่างซ้ำซากตลอดจนการตื่นขึ้นมาในตอนรุ่งอรุณของท่านเพื่อการเคารพภักดีพระองค์และรวมทั้งการคร่ำครวญหาของท่านนั้น</w:t>
      </w:r>
      <w:r w:rsidR="00582FEC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ท่านเคยได้ยินคำกล่าวจากพระองค์สักครั้งหนึ่งไหมว่าข้าอยู่ที่นี่</w:t>
      </w:r>
      <w:r w:rsidRPr="00C27D9F">
        <w:rPr>
          <w:rFonts w:cs="Times New Roman" w:hint="eastAsia"/>
          <w:lang w:bidi="ar-SA"/>
        </w:rPr>
        <w:t>”</w:t>
      </w:r>
    </w:p>
    <w:p w:rsidR="00FD35BE" w:rsidRDefault="00FD35BE" w:rsidP="00582FEC">
      <w:pPr>
        <w:pStyle w:val="libNormal"/>
        <w:rPr>
          <w:rFonts w:cs="Cordia New"/>
          <w:szCs w:val="40"/>
        </w:rPr>
      </w:pPr>
    </w:p>
    <w:p w:rsidR="00FD35BE" w:rsidRDefault="00FD35BE" w:rsidP="00582FEC">
      <w:pPr>
        <w:pStyle w:val="libNormal"/>
        <w:rPr>
          <w:rFonts w:cs="Cordia New"/>
          <w:szCs w:val="40"/>
        </w:rPr>
      </w:pPr>
    </w:p>
    <w:p w:rsidR="00FD35BE" w:rsidRDefault="00FD35BE" w:rsidP="00582FEC">
      <w:pPr>
        <w:pStyle w:val="libNormal"/>
        <w:rPr>
          <w:rFonts w:cs="Cordia New"/>
          <w:szCs w:val="40"/>
        </w:rPr>
      </w:pPr>
    </w:p>
    <w:p w:rsidR="00FD35BE" w:rsidRPr="00FD35BE" w:rsidRDefault="00FD35BE" w:rsidP="00582FEC">
      <w:pPr>
        <w:pStyle w:val="libNormal"/>
        <w:rPr>
          <w:rFonts w:cs="Cordia New"/>
          <w:szCs w:val="40"/>
        </w:rPr>
      </w:pPr>
    </w:p>
    <w:p w:rsidR="00FD35BE" w:rsidRDefault="00FD35BE">
      <w:pPr>
        <w:rPr>
          <w:rFonts w:ascii="Angsana New" w:hAnsi="Angsana New"/>
          <w:sz w:val="32"/>
          <w:szCs w:val="32"/>
        </w:rPr>
      </w:pPr>
      <w:r>
        <w:br w:type="page"/>
      </w:r>
    </w:p>
    <w:p w:rsidR="00582FEC" w:rsidRDefault="00582FEC" w:rsidP="00582FEC">
      <w:pPr>
        <w:pStyle w:val="libNormal"/>
        <w:rPr>
          <w:rFonts w:cs="Cordia New"/>
          <w:szCs w:val="40"/>
        </w:rPr>
      </w:pPr>
    </w:p>
    <w:p w:rsidR="00C27D9F" w:rsidRPr="00C27D9F" w:rsidRDefault="00C27D9F" w:rsidP="00CE7F2A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ถ้าหากว่าท่านท่องเที่ย</w:t>
      </w:r>
      <w:r w:rsidR="00CE7F2A">
        <w:rPr>
          <w:rFonts w:hint="cs"/>
          <w:cs/>
        </w:rPr>
        <w:t>ว</w:t>
      </w:r>
      <w:r w:rsidRPr="00C27D9F">
        <w:rPr>
          <w:rFonts w:hint="cs"/>
          <w:cs/>
        </w:rPr>
        <w:t>ไปยังทิศทางใดทิศทางหนึ่งและคร่ำครวญ</w:t>
      </w:r>
    </w:p>
    <w:p w:rsidR="00C27D9F" w:rsidRPr="00C27D9F" w:rsidRDefault="00C27D9F" w:rsidP="00FD35B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อย่างมากมายเช่นนี้ท่านก็จะได้รับคำตอบอย่างน้อยก็หนึ่งครั้ง</w:t>
      </w:r>
      <w:r w:rsidR="00CE7F2A">
        <w:rPr>
          <w:rFonts w:cs="Cordia New" w:hint="cs"/>
          <w:cs/>
        </w:rPr>
        <w:t xml:space="preserve"> </w:t>
      </w:r>
      <w:r w:rsidRPr="00C27D9F">
        <w:rPr>
          <w:rFonts w:hint="cs"/>
          <w:cs/>
        </w:rPr>
        <w:t>คำพูดนี้ปรากฏเป็นเหตุผลแก่ชายผู้นั้น</w:t>
      </w:r>
      <w:r w:rsidR="00FD35BE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</w:t>
      </w:r>
      <w:r w:rsidR="00FD35B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ยังคงนิ่งเฉยอยู่ในความฝันอีกครั้งหนึ่งเสียงที่เอ่ยขึ้นโดยไม่เห็นผู้ใดได้ถามเขาเกี่ยวกับการที่ได้หยุดยั้งจากมีสัมพันธ์ใกล้ชิดกับพระผู้เป็นเจ้าเขาตอบว่าไม่ว่าจะเป็นการคร่ำคราญหา</w:t>
      </w:r>
    </w:p>
    <w:p w:rsidR="00FD35BE" w:rsidRDefault="00C27D9F" w:rsidP="00FD35BE">
      <w:pPr>
        <w:pStyle w:val="libNormal"/>
        <w:ind w:firstLine="0"/>
      </w:pPr>
      <w:r w:rsidRPr="00C27D9F">
        <w:rPr>
          <w:rFonts w:hint="cs"/>
          <w:cs/>
        </w:rPr>
        <w:t>ทั้งหมดของเขาและความเจ็บปวดรวดร้าวของเขาอันเนื่องมาจากความรักที่มีต่อพระองค์ก็ตามเขามิเคยได้รับคำตอบจากพระองค์เลยเสียงนั้นกล่าวว่า</w:t>
      </w:r>
      <w:r w:rsidRPr="00C27D9F">
        <w:rPr>
          <w:cs/>
        </w:rPr>
        <w:t xml:space="preserve"> </w:t>
      </w:r>
    </w:p>
    <w:p w:rsidR="00FD35BE" w:rsidRDefault="00C27D9F" w:rsidP="00FD35BE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ข้าถูกส่งมาจากพระผู้เป็นเจ้าเพื่อให้คำตอบแก่ท่านความเจ็บปวดรวดร้าวจากความรักที่พระองค์ได้ทรงใส่ไว้ในหัวใจของท่านนั้นแหละคือการตอบรับจากพระองค์</w:t>
      </w:r>
      <w:r w:rsidR="00FD35BE">
        <w:rPr>
          <w:rFonts w:cs="Cordia New" w:hint="cs"/>
          <w:szCs w:val="40"/>
          <w:cs/>
        </w:rPr>
        <w:t xml:space="preserve">” </w:t>
      </w:r>
    </w:p>
    <w:p w:rsidR="00FD35BE" w:rsidRDefault="00C27D9F" w:rsidP="00FD35BE">
      <w:pPr>
        <w:pStyle w:val="libNormal"/>
        <w:ind w:firstLine="0"/>
      </w:pPr>
      <w:r w:rsidRPr="00C27D9F">
        <w:rPr>
          <w:rFonts w:hint="cs"/>
          <w:cs/>
        </w:rPr>
        <w:t>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ในดุอากุเมลของท่านกล่าวว่า</w:t>
      </w:r>
      <w:r w:rsidRPr="00C27D9F">
        <w:rPr>
          <w:cs/>
        </w:rPr>
        <w:t xml:space="preserve"> </w:t>
      </w:r>
      <w:r w:rsidR="00FD35BE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ข้าแต่พระผู้เป็นเจ้า</w:t>
      </w:r>
    </w:p>
    <w:p w:rsidR="00FD35BE" w:rsidRDefault="00C27D9F" w:rsidP="00FD35B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โปรดอภัยในบาปนั้นซึ่งเป็นเหตุให้การวิงวอนของข้าพระองค์อยู่ในวงจำกัดและความเจ็บปวดของมันที่จะถูกปลดเปลื้องออกไป</w:t>
      </w:r>
      <w:r w:rsidR="00FD35BE">
        <w:rPr>
          <w:rFonts w:cs="Cordia New" w:hint="cs"/>
          <w:szCs w:val="40"/>
          <w:cs/>
        </w:rPr>
        <w:t>”</w:t>
      </w:r>
    </w:p>
    <w:p w:rsidR="00FD35BE" w:rsidRDefault="00C27D9F" w:rsidP="00FD35BE">
      <w:pPr>
        <w:pStyle w:val="libNormal"/>
        <w:ind w:firstLine="0"/>
      </w:pPr>
      <w:r w:rsidRPr="00C27D9F">
        <w:rPr>
          <w:rFonts w:hint="cs"/>
          <w:cs/>
        </w:rPr>
        <w:t>อย่าได้ถูกจำกัดคำวิงวอนและอย่าได้ปลดเปลื้องความเจ็บปวดออกไป</w:t>
      </w:r>
      <w:r w:rsidRPr="00C27D9F">
        <w:rPr>
          <w:cs/>
        </w:rPr>
        <w:t>)</w:t>
      </w:r>
    </w:p>
    <w:p w:rsidR="00FD35BE" w:rsidRDefault="00C27D9F" w:rsidP="00FD35B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ด้วยเหตุนี้</w:t>
      </w:r>
      <w:r w:rsidR="00FD35BE">
        <w:rPr>
          <w:rFonts w:hint="cs"/>
          <w:cs/>
        </w:rPr>
        <w:t xml:space="preserve"> </w:t>
      </w:r>
      <w:r w:rsidRPr="00C27D9F">
        <w:rPr>
          <w:rFonts w:hint="cs"/>
          <w:cs/>
        </w:rPr>
        <w:t>คำวิงวอนคือเป้าหมายหนึ่งในตัวของมันเองและมิได้หมายความว่า</w:t>
      </w:r>
      <w:r w:rsidR="00FD35BE">
        <w:rPr>
          <w:rFonts w:hint="cs"/>
          <w:cs/>
        </w:rPr>
        <w:t xml:space="preserve"> </w:t>
      </w:r>
      <w:r w:rsidRPr="00C27D9F">
        <w:rPr>
          <w:rFonts w:hint="cs"/>
          <w:cs/>
        </w:rPr>
        <w:t>คำตอบที่ได้รับนั้นเป็นความพึงพอใจเสมอไป</w:t>
      </w:r>
    </w:p>
    <w:p w:rsidR="00FD35BE" w:rsidRDefault="00C27D9F" w:rsidP="00FD35B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อีกกลุ่มหนึ่งกล่าวว่า</w:t>
      </w:r>
      <w:r w:rsidR="00FD35BE">
        <w:rPr>
          <w:rFonts w:hint="cs"/>
          <w:cs/>
        </w:rPr>
        <w:t xml:space="preserve"> </w:t>
      </w:r>
      <w:r w:rsidRPr="00C27D9F">
        <w:rPr>
          <w:rFonts w:hint="cs"/>
          <w:cs/>
        </w:rPr>
        <w:t>บรรทัดฐานของมนุษยชาตินั้นก็คือการที่ได้มีความเห็นใจในความเจ็บปวดของสิ่งถูกสร้างทั้งหลายของพระองค์และดังที่จินตกวีซะอฺดีได้กล่าวไว้</w:t>
      </w:r>
      <w:r w:rsidRPr="00C27D9F">
        <w:rPr>
          <w:rFonts w:cs="Times New Roman"/>
          <w:lang w:bidi="ar-SA"/>
        </w:rPr>
        <w:t xml:space="preserve"> </w:t>
      </w:r>
      <w:r w:rsidR="00FD35BE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มันหาใช่ความขัดสนไม่ที่ทำให้ฉันซีดเซียว</w:t>
      </w:r>
      <w:r w:rsidR="00FD35BE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ฉันซูบซีดลงก็เนื่องมาจากฉันมีความโศกเศร้าแทนผู้ขัดสนยากไร้</w:t>
      </w:r>
      <w:r w:rsidR="00FD35BE">
        <w:rPr>
          <w:rFonts w:cs="Cordia New" w:hint="cs"/>
          <w:szCs w:val="40"/>
          <w:cs/>
        </w:rPr>
        <w:t>”</w:t>
      </w:r>
    </w:p>
    <w:p w:rsidR="00FD35BE" w:rsidRDefault="00FD35BE" w:rsidP="00FD35BE">
      <w:pPr>
        <w:pStyle w:val="libNormal"/>
        <w:ind w:firstLine="0"/>
        <w:rPr>
          <w:rFonts w:cs="Cordia New"/>
          <w:szCs w:val="40"/>
        </w:rPr>
      </w:pPr>
    </w:p>
    <w:p w:rsidR="00FD35BE" w:rsidRDefault="00FD35BE" w:rsidP="00FD35BE">
      <w:pPr>
        <w:pStyle w:val="libNormal"/>
        <w:ind w:firstLine="0"/>
        <w:rPr>
          <w:rFonts w:cs="Cordia New"/>
          <w:szCs w:val="40"/>
          <w:cs/>
        </w:rPr>
      </w:pPr>
    </w:p>
    <w:p w:rsidR="00FD35BE" w:rsidRDefault="00FD35BE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FD35BE" w:rsidRDefault="00FD35BE" w:rsidP="00FD35BE">
      <w:pPr>
        <w:pStyle w:val="libNormal"/>
        <w:ind w:firstLine="0"/>
        <w:rPr>
          <w:rFonts w:cs="Cordia New"/>
          <w:szCs w:val="40"/>
        </w:rPr>
      </w:pPr>
    </w:p>
    <w:p w:rsidR="00CE7F2A" w:rsidRDefault="00C27D9F" w:rsidP="00FD35BE">
      <w:pPr>
        <w:pStyle w:val="libNormal"/>
        <w:ind w:firstLine="0"/>
      </w:pPr>
      <w:r w:rsidRPr="00C27D9F">
        <w:rPr>
          <w:rFonts w:hint="cs"/>
          <w:cs/>
        </w:rPr>
        <w:t>ถ้าหากว่าความหิวโหยและความเจ็บปวดของผู้อื่นทั้งหลายเป็น</w:t>
      </w:r>
    </w:p>
    <w:p w:rsidR="00CE7F2A" w:rsidRDefault="00C27D9F" w:rsidP="00CE7F2A">
      <w:pPr>
        <w:pStyle w:val="libNormal"/>
        <w:ind w:firstLine="0"/>
      </w:pPr>
      <w:r w:rsidRPr="00C27D9F">
        <w:rPr>
          <w:rFonts w:hint="cs"/>
          <w:cs/>
        </w:rPr>
        <w:t>ความยากลำบากที่พวกเขาจะแบกรับภาระมากไปกว่าความหิวโหยและเจ็บปวดของตนเองและทำให้บุคคลได้เข้าทำการเสียสละแบกรับภาระอันนั้น</w:t>
      </w:r>
      <w:r w:rsidR="00FD35BE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คือคุณค่าหนึ่งซึ่งเป็นพื้นฐานแห่งบุคลิกภาพและเป็นที่มาของคุณค่าอื่นทั้งหลายของมนุษย์มันเป็นความเกี่ยวพันกับความรู้สึกอย่างหนึ่งของความรับผิดชอบที่มุ่งไปยังความต้องการและความทุกข์ทรมานทั้งหลายของมนุษย์ผู้อื่น</w:t>
      </w:r>
      <w:r w:rsidR="00CE7F2A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แต่การเอาใจใส่ต่อความทุกข์ทรมานของเพื่อ</w:t>
      </w:r>
      <w:r w:rsidR="00FD35BE">
        <w:rPr>
          <w:rFonts w:hint="cs"/>
          <w:cs/>
        </w:rPr>
        <w:t>น</w:t>
      </w:r>
      <w:r w:rsidRPr="00C27D9F">
        <w:rPr>
          <w:rFonts w:hint="cs"/>
          <w:cs/>
        </w:rPr>
        <w:t>มนุษย์ด้วยกันเพียงอย่างเดียวและละเลยต่อหน้าที่อื่นๆ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ทั้งหลายนั้นเป็นการล่วงล้ำบนคุณค่าอื่นๆด้วยเหมือนกันเราพบแบบอย่างแห่งความสมบูรณ์ในตัวของ</w:t>
      </w:r>
    </w:p>
    <w:p w:rsidR="00FD35BE" w:rsidRDefault="00C27D9F" w:rsidP="00CE7F2A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โดยเฉพาะอย่างยิ่ง</w:t>
      </w:r>
      <w:r w:rsidR="00FD35BE">
        <w:rPr>
          <w:rFonts w:hint="cs"/>
          <w:cs/>
        </w:rPr>
        <w:t xml:space="preserve"> การถือศีลอดเดือนรอมฎอนครั้</w:t>
      </w:r>
      <w:r w:rsidRPr="00C27D9F">
        <w:rPr>
          <w:rFonts w:hint="cs"/>
          <w:cs/>
        </w:rPr>
        <w:t>งสุดท้ายในชีวิตของท่าน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สำหรับท่านมันเป็นความพึงใจครั้งใหม่และสำหรับครอบครัวของท่านนั้นเต็มไปด้วยความห่วงใย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เพราะการปฏิบัติของท่านในเดือนนั้นเป็นความแตกต่างอย่างชัดแจ้งจากเดือนแห่งการถือศีลอดของปีก่อนๆมา</w:t>
      </w:r>
      <w:r w:rsidR="00FD35BE">
        <w:rPr>
          <w:rFonts w:cs="Cordia New" w:hint="cs"/>
          <w:szCs w:val="40"/>
          <w:cs/>
        </w:rPr>
        <w:t>”</w:t>
      </w:r>
    </w:p>
    <w:p w:rsidR="00C27D9F" w:rsidRPr="00C27D9F" w:rsidRDefault="00C27D9F" w:rsidP="00FD35B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ท่านอาลี</w:t>
      </w:r>
      <w:r w:rsidRPr="00C27D9F">
        <w:rPr>
          <w:cs/>
        </w:rPr>
        <w:t xml:space="preserve"> 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พูดจากอัลกุรอาน</w:t>
      </w:r>
      <w:r w:rsidRPr="00C27D9F">
        <w:rPr>
          <w:cs/>
        </w:rPr>
        <w:t xml:space="preserve"> </w:t>
      </w:r>
      <w:r w:rsidR="00FD35BE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Pr="00C27D9F">
        <w:rPr>
          <w:cs/>
        </w:rPr>
        <w:t xml:space="preserve"> </w:t>
      </w:r>
      <w:r w:rsidR="00FD35BE">
        <w:rPr>
          <w:rFonts w:hint="cs"/>
          <w:cs/>
        </w:rPr>
        <w:t>อัล</w:t>
      </w:r>
      <w:r w:rsidRPr="00C27D9F">
        <w:rPr>
          <w:rFonts w:hint="cs"/>
          <w:cs/>
        </w:rPr>
        <w:t>อ</w:t>
      </w:r>
      <w:r w:rsidR="00FD35BE">
        <w:rPr>
          <w:rFonts w:hint="cs"/>
          <w:cs/>
        </w:rPr>
        <w:t>ั</w:t>
      </w:r>
      <w:r w:rsidRPr="00C27D9F">
        <w:rPr>
          <w:rFonts w:hint="cs"/>
          <w:cs/>
        </w:rPr>
        <w:t>ง</w:t>
      </w:r>
      <w:r w:rsidR="00FD35BE">
        <w:rPr>
          <w:rFonts w:hint="cs"/>
          <w:cs/>
        </w:rPr>
        <w:t>ก</w:t>
      </w:r>
      <w:r w:rsidRPr="00C27D9F">
        <w:rPr>
          <w:rFonts w:hint="cs"/>
          <w:cs/>
        </w:rPr>
        <w:t>ะบูต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2</w:t>
      </w:r>
      <w:r w:rsidR="00CE7F2A" w:rsidRPr="00C27D9F">
        <w:rPr>
          <w:rFonts w:cs="Times New Roman"/>
          <w:lang w:bidi="ar-SA"/>
        </w:rPr>
        <w:t>, 3</w:t>
      </w:r>
    </w:p>
    <w:p w:rsidR="00FD35BE" w:rsidRPr="00C27D9F" w:rsidRDefault="00C27D9F" w:rsidP="00FD35BE">
      <w:pPr>
        <w:pStyle w:val="libNormal"/>
      </w:pPr>
      <w:r w:rsidRPr="00C27D9F">
        <w:rPr>
          <w:rFonts w:hint="cs"/>
          <w:cs/>
        </w:rPr>
        <w:t>ดังต่อไปนี้</w:t>
      </w:r>
    </w:p>
    <w:p w:rsidR="00CE7F2A" w:rsidRDefault="00FD35BE" w:rsidP="00FD35BE">
      <w:pPr>
        <w:pStyle w:val="libNormal"/>
        <w:rPr>
          <w:rFonts w:cs="Cordia New"/>
          <w:szCs w:val="40"/>
        </w:rPr>
      </w:pPr>
      <w:r>
        <w:rPr>
          <w:rFonts w:hint="cs"/>
          <w:cs/>
        </w:rPr>
        <w:t>“</w:t>
      </w:r>
      <w:r w:rsidR="00C27D9F" w:rsidRPr="00C27D9F">
        <w:rPr>
          <w:rFonts w:hint="cs"/>
          <w:cs/>
        </w:rPr>
        <w:t>มนุษย์คิดว่าเขาถูกทอดทิ้งให้อยู่อย่างเดียวดายด้วยการกล่าวว่า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เราศรัทธาและพวกเขาก็จะไม่ถูกทดลอง</w:t>
      </w:r>
      <w:r w:rsidR="00C27D9F" w:rsidRPr="00C27D9F">
        <w:rPr>
          <w:rFonts w:cs="Times New Roman"/>
          <w:lang w:bidi="ar-SA"/>
        </w:rPr>
        <w:t xml:space="preserve">? </w:t>
      </w:r>
      <w:r w:rsidR="00C27D9F" w:rsidRPr="00C27D9F">
        <w:rPr>
          <w:rFonts w:hint="cs"/>
          <w:cs/>
        </w:rPr>
        <w:t>และแน่นอนที่เราได้ทดลองพวกเหล่านั้นก่อนหน้าพวกเขามาแล้ว</w:t>
      </w:r>
      <w:r w:rsidR="00C27D9F" w:rsidRPr="00C27D9F">
        <w:rPr>
          <w:cs/>
        </w:rPr>
        <w:t xml:space="preserve"> </w:t>
      </w:r>
      <w:r w:rsidR="00C27D9F" w:rsidRPr="00C27D9F">
        <w:rPr>
          <w:rFonts w:hint="cs"/>
          <w:cs/>
        </w:rPr>
        <w:t>ดั้งนั้น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อัลลอฮจะทรงรู้อย่างมิพลาดต่อบรรดาผู้ซึ่งซื่อสัตย์และจะทรงรู้อย่างแน่นอนต่อบรรดาผู้มุสา</w:t>
      </w:r>
      <w:r>
        <w:rPr>
          <w:rFonts w:cs="Cordia New" w:hint="cs"/>
          <w:szCs w:val="40"/>
          <w:cs/>
        </w:rPr>
        <w:t>”</w:t>
      </w:r>
    </w:p>
    <w:p w:rsidR="00FD35BE" w:rsidRPr="00CE7F2A" w:rsidRDefault="00C27D9F" w:rsidP="00CE7F2A">
      <w:pPr>
        <w:pStyle w:val="libNormal"/>
        <w:rPr>
          <w:cs/>
        </w:rPr>
      </w:pPr>
      <w:r w:rsidRPr="00C27D9F">
        <w:rPr>
          <w:rFonts w:hint="cs"/>
          <w:cs/>
        </w:rPr>
        <w:t>ท่านกล่าวว่า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ทันทีที่อายะฮ์นี้ลงมาฉันได้รับรู้ถึงการยุยงอย่างกว้างขวางและความพยายามในการก่อกบฏที่ได้ถูกตระเตรียมไว้สำหรับผู้คนเหล่านั้นและฉันได้ถาม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ว่าโองการนั้นหมายถึงสิ่งใด</w:t>
      </w:r>
      <w:r w:rsidR="00CE7F2A">
        <w:rPr>
          <w:rFonts w:cs="Cordia New" w:hint="cs"/>
          <w:szCs w:val="40"/>
          <w:cs/>
        </w:rPr>
        <w:t>?</w:t>
      </w:r>
    </w:p>
    <w:p w:rsidR="00FD35BE" w:rsidRDefault="00FD35BE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6133E2" w:rsidRDefault="00C27D9F" w:rsidP="00FD35BE">
      <w:pPr>
        <w:pStyle w:val="libNormal"/>
        <w:ind w:firstLine="0"/>
        <w:rPr>
          <w:rFonts w:cs="Times New Roman"/>
          <w:rtl/>
          <w:lang w:bidi="ar-SA"/>
        </w:rPr>
      </w:pPr>
      <w:r w:rsidRPr="00C27D9F">
        <w:rPr>
          <w:rFonts w:cs="Times New Roman"/>
          <w:lang w:bidi="ar-SA"/>
        </w:rPr>
        <w:lastRenderedPageBreak/>
        <w:t xml:space="preserve"> </w:t>
      </w:r>
    </w:p>
    <w:p w:rsidR="00C27D9F" w:rsidRPr="00C27D9F" w:rsidRDefault="00C27D9F" w:rsidP="006133E2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ท่านศาสดาได้ตอบว่า</w:t>
      </w:r>
      <w:r w:rsidRPr="00C27D9F">
        <w:rPr>
          <w:cs/>
        </w:rPr>
        <w:t xml:space="preserve"> </w:t>
      </w:r>
      <w:r w:rsidR="006133E2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หลังจากฉัน</w:t>
      </w:r>
      <w:r w:rsidR="00CE7F2A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ผู้คนของฉันได้รับการทดสอบและทดลองใจ</w:t>
      </w:r>
      <w:r w:rsidR="006133E2">
        <w:rPr>
          <w:rFonts w:cs="Cordia New" w:hint="cs"/>
          <w:szCs w:val="40"/>
          <w:cs/>
        </w:rPr>
        <w:t>”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จากพระผู้เป็นเจ้า</w:t>
      </w:r>
      <w:r w:rsidRPr="00C27D9F">
        <w:rPr>
          <w:cs/>
        </w:rPr>
        <w:t>)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ฉันกล่าวว่า</w:t>
      </w:r>
      <w:r w:rsidRPr="00C27D9F">
        <w:rPr>
          <w:cs/>
        </w:rPr>
        <w:t xml:space="preserve"> </w:t>
      </w:r>
      <w:r w:rsidR="006133E2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บรรดาบุคคลผู้ซึ่งเป็นชะฮีด</w:t>
      </w:r>
    </w:p>
    <w:p w:rsidR="006133E2" w:rsidRDefault="00C27D9F" w:rsidP="006133E2">
      <w:pPr>
        <w:pStyle w:val="libNormal"/>
        <w:ind w:firstLine="0"/>
      </w:pP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เสียสละชีพในหนทางของอัลลอฮ</w:t>
      </w:r>
      <w:r w:rsidR="006133E2">
        <w:rPr>
          <w:rFonts w:hint="cs"/>
          <w:cs/>
        </w:rPr>
        <w:t xml:space="preserve"> </w:t>
      </w:r>
      <w:r w:rsidR="00CE7F2A" w:rsidRPr="00C27D9F">
        <w:rPr>
          <w:rFonts w:hint="cs"/>
          <w:cs/>
        </w:rPr>
        <w:t>ซ.บ</w:t>
      </w:r>
      <w:r w:rsidR="00CE7F2A">
        <w:rPr>
          <w:rFonts w:hint="cs"/>
          <w:cs/>
        </w:rPr>
        <w:t>)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ในสนามรบรบอุ</w:t>
      </w:r>
      <w:r w:rsidR="006133E2">
        <w:rPr>
          <w:rFonts w:hint="cs"/>
          <w:cs/>
        </w:rPr>
        <w:t>ฮุ</w:t>
      </w:r>
      <w:r w:rsidRPr="00C27D9F">
        <w:rPr>
          <w:rFonts w:hint="cs"/>
          <w:cs/>
        </w:rPr>
        <w:t>ดจำนวนเจ็ดสิบคนนำโดยท่านฮัมซะฮ์บุตรชายของอับดุลมุฏตอลิบ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ขณะที่ฉันมีความไม่สบายใจที่ไม่ได้รับความโปรดปรานจากการเป็นชะฮีด</w:t>
      </w:r>
    </w:p>
    <w:p w:rsidR="006133E2" w:rsidRDefault="00C27D9F" w:rsidP="006133E2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ทำไมฉันจึงไม่ได้รับเกียรติอันนี้</w:t>
      </w:r>
      <w:r w:rsidRPr="00C27D9F">
        <w:rPr>
          <w:rFonts w:cs="Times New Roman"/>
          <w:lang w:bidi="ar-SA"/>
        </w:rPr>
        <w:t>?</w:t>
      </w:r>
      <w:r w:rsidR="006133E2">
        <w:rPr>
          <w:rFonts w:cs="Cordia New" w:hint="cs"/>
          <w:szCs w:val="40"/>
          <w:cs/>
        </w:rPr>
        <w:t>”</w:t>
      </w:r>
      <w:r w:rsidRPr="00C27D9F">
        <w:rPr>
          <w:rFonts w:cs="Times New Roman"/>
          <w:lang w:bidi="ar-SA"/>
        </w:rPr>
        <w:t xml:space="preserve"> </w:t>
      </w:r>
      <w:r w:rsidRPr="00C27D9F">
        <w:rPr>
          <w:rFonts w:hint="cs"/>
          <w:cs/>
        </w:rPr>
        <w:t>ท่านศาสดาได้กล่าวว่า</w:t>
      </w:r>
      <w:r w:rsidRPr="00C27D9F">
        <w:rPr>
          <w:cs/>
        </w:rPr>
        <w:t xml:space="preserve"> </w:t>
      </w:r>
      <w:r w:rsidR="006133E2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ถึงแม้ว่าเจ้าจะไม่ได้รับ</w:t>
      </w:r>
      <w:r w:rsidR="006133E2">
        <w:rPr>
          <w:rFonts w:hint="cs"/>
          <w:cs/>
        </w:rPr>
        <w:t>ช</w:t>
      </w:r>
      <w:r w:rsidRPr="00C27D9F">
        <w:rPr>
          <w:rFonts w:hint="cs"/>
          <w:cs/>
        </w:rPr>
        <w:t>ะฮีด</w:t>
      </w:r>
      <w:r w:rsidR="000F58FA" w:rsidRPr="00C27D9F">
        <w:rPr>
          <w:rFonts w:hint="cs"/>
          <w:cs/>
        </w:rPr>
        <w:t>ณ</w:t>
      </w:r>
      <w:r w:rsidR="006133E2" w:rsidRPr="00C27D9F">
        <w:rPr>
          <w:rFonts w:hint="cs"/>
          <w:cs/>
        </w:rPr>
        <w:t xml:space="preserve">สถานที่แห่งนี้ </w:t>
      </w:r>
      <w:r w:rsidR="006133E2" w:rsidRPr="00C27D9F">
        <w:rPr>
          <w:cs/>
        </w:rPr>
        <w:t>(</w:t>
      </w:r>
      <w:r w:rsidRPr="00C27D9F">
        <w:rPr>
          <w:rFonts w:hint="cs"/>
          <w:cs/>
        </w:rPr>
        <w:t>อุ</w:t>
      </w:r>
      <w:r w:rsidR="006133E2">
        <w:rPr>
          <w:rFonts w:hint="cs"/>
          <w:cs/>
        </w:rPr>
        <w:t>ฮุ</w:t>
      </w:r>
      <w:r w:rsidRPr="00C27D9F">
        <w:rPr>
          <w:rFonts w:hint="cs"/>
          <w:cs/>
        </w:rPr>
        <w:t>ด</w:t>
      </w:r>
      <w:r w:rsidRPr="00C27D9F">
        <w:rPr>
          <w:cs/>
        </w:rPr>
        <w:t xml:space="preserve">) </w:t>
      </w:r>
      <w:r w:rsidRPr="00C27D9F">
        <w:rPr>
          <w:rFonts w:hint="cs"/>
          <w:cs/>
        </w:rPr>
        <w:t>เจ้าก็จะได้รับ</w:t>
      </w:r>
      <w:r w:rsidR="006133E2">
        <w:rPr>
          <w:rFonts w:hint="cs"/>
          <w:cs/>
        </w:rPr>
        <w:t>ช</w:t>
      </w:r>
      <w:r w:rsidRPr="00C27D9F">
        <w:rPr>
          <w:rFonts w:hint="cs"/>
          <w:cs/>
        </w:rPr>
        <w:t>ะฮีดในหนทางแห่งพระผู้เป็นเจ้า</w:t>
      </w:r>
      <w:r w:rsidR="006133E2">
        <w:rPr>
          <w:rFonts w:cs="Cordia New" w:hint="cs"/>
          <w:szCs w:val="40"/>
          <w:cs/>
        </w:rPr>
        <w:t>”</w:t>
      </w:r>
    </w:p>
    <w:p w:rsidR="00C27D9F" w:rsidRPr="00C27D9F" w:rsidRDefault="00C27D9F" w:rsidP="006133E2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ในสนามรบอุ</w:t>
      </w:r>
      <w:r w:rsidR="006133E2">
        <w:rPr>
          <w:rFonts w:hint="cs"/>
          <w:cs/>
        </w:rPr>
        <w:t>ฮุ</w:t>
      </w:r>
      <w:r w:rsidRPr="00C27D9F">
        <w:rPr>
          <w:rFonts w:hint="cs"/>
          <w:cs/>
        </w:rPr>
        <w:t>ด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มีอายุเพียง</w:t>
      </w:r>
      <w:r w:rsidRPr="00C27D9F">
        <w:rPr>
          <w:rFonts w:cs="Times New Roman"/>
          <w:lang w:bidi="ar-SA"/>
        </w:rPr>
        <w:t>25</w:t>
      </w:r>
      <w:r w:rsidRPr="00C27D9F">
        <w:rPr>
          <w:rFonts w:hint="cs"/>
          <w:cs/>
        </w:rPr>
        <w:t>ปีเท่านั้นและเพิ่</w:t>
      </w:r>
      <w:r w:rsidR="006133E2">
        <w:rPr>
          <w:rFonts w:hint="cs"/>
          <w:cs/>
        </w:rPr>
        <w:t>งผ่านการสมรสกับท่านหญิงฟาติมะ</w:t>
      </w:r>
      <w:r w:rsidRPr="00C27D9F">
        <w:rPr>
          <w:rFonts w:hint="cs"/>
          <w:cs/>
        </w:rPr>
        <w:t>ฮ์มาใหม่ๆและมีท่านฮะซันในฐานะเป็นบุตรคนแรก</w:t>
      </w:r>
      <w:r w:rsidR="006133E2">
        <w:rPr>
          <w:rFonts w:hint="cs"/>
          <w:cs/>
        </w:rPr>
        <w:t>ของ</w:t>
      </w:r>
      <w:r w:rsidRPr="00C27D9F">
        <w:rPr>
          <w:rFonts w:hint="cs"/>
          <w:cs/>
        </w:rPr>
        <w:t>ครอบครัว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คนหนุ่มสาวซึ่งตามปกติธรรมดาแล้วหวังที่จะคอยๆแสวงหา</w:t>
      </w:r>
    </w:p>
    <w:p w:rsidR="006133E2" w:rsidRDefault="00C27D9F" w:rsidP="006133E2">
      <w:pPr>
        <w:pStyle w:val="libNormal"/>
        <w:ind w:firstLine="0"/>
      </w:pPr>
      <w:r w:rsidRPr="00C27D9F">
        <w:rPr>
          <w:rFonts w:hint="cs"/>
          <w:cs/>
        </w:rPr>
        <w:t>ความก้าวหน้าในชีวิตความเป็นอยู่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ในขณะที่ความประสงค์อันยิ่งใหญ่ของอาลี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เพียงเท่านั้นที่จะให้ได้รับ</w:t>
      </w:r>
      <w:r w:rsidR="006133E2">
        <w:rPr>
          <w:rFonts w:hint="cs"/>
          <w:cs/>
        </w:rPr>
        <w:t>ช</w:t>
      </w:r>
      <w:r w:rsidRPr="00C27D9F">
        <w:rPr>
          <w:rFonts w:hint="cs"/>
          <w:cs/>
        </w:rPr>
        <w:t>ะฮีดในหนทางของพระผู้เป็นเจ้า</w:t>
      </w:r>
    </w:p>
    <w:p w:rsidR="00CE7F2A" w:rsidRDefault="00C27D9F" w:rsidP="006133E2">
      <w:pPr>
        <w:pStyle w:val="libNormal"/>
        <w:ind w:firstLine="0"/>
      </w:pPr>
      <w:r w:rsidRPr="00C27D9F">
        <w:rPr>
          <w:rFonts w:hint="cs"/>
          <w:cs/>
        </w:rPr>
        <w:t>ท่านศาสดาจึงได้ถามอาลี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ขึ้นว่า</w:t>
      </w:r>
      <w:r w:rsidRPr="00C27D9F">
        <w:rPr>
          <w:cs/>
        </w:rPr>
        <w:t xml:space="preserve"> </w:t>
      </w:r>
      <w:r w:rsidR="006133E2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เจ้ามีความอดทนเพียงใดต่อ</w:t>
      </w:r>
    </w:p>
    <w:p w:rsidR="006133E2" w:rsidRDefault="00C27D9F" w:rsidP="006133E2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การแสดงออกในการที่จะได้รับ</w:t>
      </w:r>
      <w:r w:rsidR="006133E2">
        <w:rPr>
          <w:rFonts w:hint="cs"/>
          <w:cs/>
        </w:rPr>
        <w:t>ช</w:t>
      </w:r>
      <w:r w:rsidRPr="00C27D9F">
        <w:rPr>
          <w:rFonts w:hint="cs"/>
          <w:cs/>
        </w:rPr>
        <w:t>ะฮีด</w:t>
      </w:r>
      <w:r w:rsidRPr="00C27D9F">
        <w:rPr>
          <w:rFonts w:cs="Times New Roman"/>
          <w:lang w:bidi="ar-SA"/>
        </w:rPr>
        <w:t>?</w:t>
      </w:r>
      <w:r w:rsidR="006133E2">
        <w:rPr>
          <w:rFonts w:cs="Cordia New" w:hint="cs"/>
          <w:szCs w:val="40"/>
          <w:cs/>
        </w:rPr>
        <w:t xml:space="preserve">” </w:t>
      </w:r>
      <w:r w:rsidR="00CE7F2A" w:rsidRPr="00C27D9F">
        <w:rPr>
          <w:rFonts w:hint="cs"/>
          <w:cs/>
        </w:rPr>
        <w:t xml:space="preserve">อาลี </w:t>
      </w:r>
      <w:r w:rsidR="00CE7F2A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CE7F2A" w:rsidRPr="00C27D9F">
        <w:rPr>
          <w:rFonts w:hint="cs"/>
          <w:cs/>
        </w:rPr>
        <w:t>) ตอบว่</w:t>
      </w:r>
      <w:r w:rsidR="00CE7F2A" w:rsidRPr="00C27D9F">
        <w:rPr>
          <w:cs/>
        </w:rPr>
        <w:t>า</w:t>
      </w:r>
      <w:r w:rsidRPr="00C27D9F">
        <w:rPr>
          <w:cs/>
        </w:rPr>
        <w:t xml:space="preserve"> </w:t>
      </w:r>
      <w:r w:rsidR="006133E2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ขอได้โปรดอย่าพูดถึงความอดทนเลยถามฉันว่ามันเป็นความสุขใจเพียงใจที่ฉันจะได้รับดีกว่า</w:t>
      </w:r>
      <w:r w:rsidR="006133E2">
        <w:rPr>
          <w:rFonts w:cs="Cordia New" w:hint="cs"/>
          <w:szCs w:val="40"/>
          <w:cs/>
        </w:rPr>
        <w:t>”</w:t>
      </w:r>
    </w:p>
    <w:p w:rsidR="00CE7F2A" w:rsidRDefault="006133E2" w:rsidP="00CE7F2A">
      <w:pPr>
        <w:pStyle w:val="libNormal"/>
        <w:ind w:firstLine="0"/>
      </w:pPr>
      <w:r w:rsidRPr="00C27D9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ในผลที่ติดตามมาจากคำพูดทั้งหลายของท่านศาสดา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ศ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และจากสัญญาณมากมายซึ่งอาลี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ยังจำได้และได้ชี้แจงแก่ครอบครัวของท่านและ</w:t>
      </w:r>
    </w:p>
    <w:p w:rsidR="00CE7F2A" w:rsidRDefault="00C27D9F" w:rsidP="00CE7F2A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บรรดาผู้ติดตาม</w:t>
      </w:r>
      <w:r w:rsidRPr="00C27D9F">
        <w:rPr>
          <w:cs/>
        </w:rPr>
        <w:t>(</w:t>
      </w:r>
      <w:r w:rsidRPr="00C27D9F">
        <w:rPr>
          <w:rFonts w:hint="cs"/>
          <w:cs/>
        </w:rPr>
        <w:t>สหาย</w:t>
      </w:r>
      <w:r w:rsidRPr="00C27D9F">
        <w:rPr>
          <w:cs/>
        </w:rPr>
        <w:t>)</w:t>
      </w:r>
      <w:r w:rsidRPr="00C27D9F">
        <w:rPr>
          <w:rFonts w:hint="cs"/>
          <w:cs/>
        </w:rPr>
        <w:t>ต่างก็มีความห่วงใยในเดือนสุดท้ายแห่งการศีลอดปีนั้น</w:t>
      </w:r>
      <w:r w:rsidR="00CE7F2A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ท่านได้ท่องเที่ยวไปตามสถานที่ต่างๆในฐานะแขกรับเชิญผู้หนึ่งเพื่อการละศีลอดของท่าน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E7F2A" w:rsidRDefault="00CE7F2A" w:rsidP="006133E2">
      <w:pPr>
        <w:pStyle w:val="libNormal"/>
        <w:ind w:firstLine="0"/>
      </w:pPr>
    </w:p>
    <w:p w:rsidR="00CE7F2A" w:rsidRDefault="00C27D9F" w:rsidP="006133E2">
      <w:pPr>
        <w:pStyle w:val="libNormal"/>
        <w:ind w:firstLine="0"/>
      </w:pPr>
      <w:r w:rsidRPr="00C27D9F">
        <w:rPr>
          <w:rFonts w:hint="cs"/>
          <w:cs/>
        </w:rPr>
        <w:t>แต่ทุกครั้งเป็นการรับประทานอันน้อยนิดลูกๆของท่านถามท่านอย่างสงสารและเห็นใจว่าเหตุใดท่านจึงได้ละเว้นจากการรับประทานอาหารให้เพีองพอ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ตอบว่าท่านปรารถนาที่จะพบกับพระผู้อภิบาลของท่านในสภาพของท้องที่ว่างเปล่าจากนั้นพวกเขาทั้งหลายจึงได้ตระหนักว่า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ได้รอคอยบางสิ่งบางอย่างที่กำลังจะมาถึง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บางครั้งท่านแหงนขึ้นมองท้องฟ้าและกล่าวว่า</w:t>
      </w:r>
      <w:r w:rsidRPr="00C27D9F">
        <w:rPr>
          <w:cs/>
        </w:rPr>
        <w:t xml:space="preserve"> </w:t>
      </w:r>
      <w:r w:rsidR="006133E2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สิ่งที่ท่านศาสดาผู้เป็นที่รักยิ่งของฉันได้กล่าวแก่ฉันไว้นั้น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มันคือ</w:t>
      </w:r>
    </w:p>
    <w:p w:rsidR="006133E2" w:rsidRDefault="00C27D9F" w:rsidP="006133E2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สัจธรรมและมันใกล้เข้ามาอย่างแน่แท้แล้ว</w:t>
      </w:r>
      <w:r w:rsidR="006133E2">
        <w:rPr>
          <w:rFonts w:cs="Cordia New" w:hint="cs"/>
          <w:szCs w:val="40"/>
          <w:cs/>
        </w:rPr>
        <w:t>”</w:t>
      </w:r>
    </w:p>
    <w:p w:rsidR="006133E2" w:rsidRDefault="00C27D9F" w:rsidP="006133E2">
      <w:pPr>
        <w:pStyle w:val="libNormal"/>
        <w:ind w:firstLine="0"/>
      </w:pPr>
      <w:r w:rsidRPr="00C27D9F">
        <w:rPr>
          <w:rFonts w:hint="cs"/>
          <w:cs/>
        </w:rPr>
        <w:t>ในเวลาค่ำคืนก่อนวันที่</w:t>
      </w:r>
      <w:r w:rsidR="006133E2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19</w:t>
      </w:r>
      <w:r w:rsidR="006133E2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ของเดือนรอมฎอน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เด็กๆ</w:t>
      </w:r>
      <w:r w:rsidR="006133E2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ลูกหลาน</w:t>
      </w:r>
      <w:r w:rsidRPr="00C27D9F">
        <w:rPr>
          <w:cs/>
        </w:rPr>
        <w:t>)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อยู่ด้วยกันกับท่า</w:t>
      </w:r>
      <w:r w:rsidR="006133E2">
        <w:rPr>
          <w:rFonts w:hint="cs"/>
          <w:cs/>
        </w:rPr>
        <w:t>น</w:t>
      </w:r>
      <w:r w:rsidRPr="00C27D9F">
        <w:rPr>
          <w:rFonts w:hint="cs"/>
          <w:cs/>
        </w:rPr>
        <w:t>ชั่วครู่หนึ่ง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จากนั้น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อิมามฮะซัน</w:t>
      </w:r>
      <w:r w:rsidR="006133E2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ก็กลับไปยังบ้านของท่านเอง</w:t>
      </w:r>
    </w:p>
    <w:p w:rsidR="00C27D9F" w:rsidRPr="00C27D9F" w:rsidRDefault="00C27D9F" w:rsidP="006133E2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มีสถานที่ส่วนตัวสำหรับปฏิบัตินมาซที่ซึ่งท่านอยู่อย่างสันโดษ</w:t>
      </w:r>
    </w:p>
    <w:p w:rsidR="00C27D9F" w:rsidRPr="00C27D9F" w:rsidRDefault="00C27D9F" w:rsidP="006133E2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เพื่อความใกล้ชิดกับพระผู้เป็นเจ้าของท่าน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หลังจากอยู่กับความโดดเดี่ยวของท่านแล้วก็เป็นเรื่องราวเพื่อประชาชน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ดวงตะวันยังมิทันได้ทอแสงขึ้นมาขณะที่อิมามฮะซัน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ได้ไปยังสถานที่แห่งนั้นเพื่อที่จะพบกับบิดาของท่านอาลี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มีความรักเป็นพิเศษต่อลูกๆของฟาติม</w:t>
      </w:r>
      <w:r w:rsidR="006133E2">
        <w:rPr>
          <w:rFonts w:hint="cs"/>
          <w:cs/>
        </w:rPr>
        <w:t>ะ</w:t>
      </w:r>
      <w:r w:rsidRPr="00C27D9F">
        <w:rPr>
          <w:rFonts w:hint="cs"/>
          <w:cs/>
        </w:rPr>
        <w:t>ฮ์</w:t>
      </w:r>
      <w:r w:rsidR="006133E2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ท่านได้กล่าวแก่</w:t>
      </w:r>
    </w:p>
    <w:p w:rsidR="006133E2" w:rsidRDefault="00C27D9F" w:rsidP="006133E2">
      <w:pPr>
        <w:pStyle w:val="libNormal"/>
        <w:ind w:firstLine="0"/>
      </w:pPr>
      <w:r w:rsidRPr="00C27D9F">
        <w:rPr>
          <w:rFonts w:hint="cs"/>
          <w:cs/>
        </w:rPr>
        <w:t>บุตรชายของท่านว่า</w:t>
      </w:r>
      <w:r w:rsidRPr="00C27D9F">
        <w:rPr>
          <w:cs/>
        </w:rPr>
        <w:t xml:space="preserve"> </w:t>
      </w:r>
      <w:r w:rsidR="006133E2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ขณะที่ฉันนั่งอยู่ที่นั้นเมื่อคืนนี้ฉันมีความรู้สึกง่วงจนหลับไปและฉันได้ฝันถึงท่านศาสดา</w:t>
      </w:r>
      <w:r w:rsidR="006133E2">
        <w:rPr>
          <w:rFonts w:cs="Cordia New" w:hint="cs"/>
          <w:szCs w:val="40"/>
          <w:cs/>
        </w:rPr>
        <w:t xml:space="preserve">” </w:t>
      </w:r>
      <w:r w:rsidRPr="00C27D9F">
        <w:rPr>
          <w:rFonts w:hint="cs"/>
          <w:cs/>
        </w:rPr>
        <w:t>ซึ่งฉันได้กล่าวว่า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ฉันได้รับความทุกข์ทรมานอย่างมากมายโดยผู้คนของท่าน</w:t>
      </w:r>
      <w:r w:rsidR="006133E2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ท่านศาสดากล่าวว่า</w:t>
      </w:r>
      <w:r w:rsidRPr="00C27D9F">
        <w:rPr>
          <w:cs/>
        </w:rPr>
        <w:t xml:space="preserve"> </w:t>
      </w:r>
    </w:p>
    <w:p w:rsidR="006133E2" w:rsidRDefault="006133E2" w:rsidP="006133E2">
      <w:pPr>
        <w:pStyle w:val="libNormal"/>
        <w:ind w:firstLine="0"/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จงสาปแช่งพวกเขา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ฉันจึงได้สาปแช่งพวกเขาและวิงวอนต่อพระผู้เป็นเจ้าเพื่อที่จะนำฉันให้ออกห่างไปจากพวกเขาและส่งบุคคลผู้ไร้ความสามารถยังพวกเขา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เพื่อปกครองพวกเขา</w:t>
      </w:r>
      <w:r w:rsidR="00C27D9F" w:rsidRPr="00C27D9F">
        <w:rPr>
          <w:cs/>
        </w:rPr>
        <w:t>)</w:t>
      </w:r>
    </w:p>
    <w:p w:rsidR="006133E2" w:rsidRDefault="006133E2" w:rsidP="006133E2">
      <w:pPr>
        <w:pStyle w:val="libNormal"/>
        <w:ind w:firstLine="0"/>
        <w:rPr>
          <w:cs/>
        </w:rPr>
      </w:pPr>
    </w:p>
    <w:p w:rsidR="006133E2" w:rsidRDefault="006133E2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6133E2" w:rsidRDefault="006133E2" w:rsidP="006133E2">
      <w:pPr>
        <w:pStyle w:val="libNormal"/>
        <w:ind w:firstLine="0"/>
      </w:pPr>
    </w:p>
    <w:p w:rsidR="006133E2" w:rsidRDefault="00C27D9F" w:rsidP="007162DC">
      <w:pPr>
        <w:pStyle w:val="libNormal"/>
        <w:ind w:firstLine="0"/>
      </w:pPr>
      <w:r w:rsidRPr="00C27D9F">
        <w:rPr>
          <w:rFonts w:hint="cs"/>
          <w:cs/>
        </w:rPr>
        <w:t>นับว่าเป็นความแปลกประหลาดทีเดียวที่ได้พบเห็นผู้คนที่มิได้แสดงออกถึงความเห็นพ้องต้องกันกับอาลี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ในการปฏิบัติตามแนวทา</w:t>
      </w:r>
      <w:r w:rsidR="007162DC">
        <w:rPr>
          <w:rFonts w:hint="cs"/>
          <w:cs/>
        </w:rPr>
        <w:t>ง</w:t>
      </w:r>
      <w:r w:rsidRPr="00C27D9F">
        <w:rPr>
          <w:rFonts w:hint="cs"/>
          <w:cs/>
        </w:rPr>
        <w:t>ของท่านและเป็นสาเหตุให้ท่านต้องทุกข์ทรมานอย่างมากมาย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ดังเช่น</w:t>
      </w:r>
      <w:r w:rsidR="006133E2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ู่ชนของท่านหญิงอาอิซะฮ์ซึ่งได้ทำลายการให้สัตยาบันของพวกเขาและมะอาวียะฮ์กับไหวพริบและความฉลาดแกมโกงของเขาซึ่งรู้ดีว่าจะสร้างความเจ็บปวดให้แก่อาลี</w:t>
      </w:r>
      <w:r w:rsidR="007162DC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7162DC">
        <w:rPr>
          <w:rFonts w:hint="cs"/>
          <w:cs/>
        </w:rPr>
        <w:t xml:space="preserve"> </w:t>
      </w:r>
      <w:r w:rsidRPr="00C27D9F">
        <w:rPr>
          <w:rFonts w:hint="cs"/>
          <w:cs/>
        </w:rPr>
        <w:t>ได้มากที่สุดอย่างไรและพวกที่เป็นก</w:t>
      </w:r>
      <w:r w:rsidR="006133E2">
        <w:rPr>
          <w:rFonts w:hint="cs"/>
          <w:cs/>
        </w:rPr>
        <w:t>บ</w:t>
      </w:r>
      <w:r w:rsidRPr="00C27D9F">
        <w:rPr>
          <w:rFonts w:hint="cs"/>
          <w:cs/>
        </w:rPr>
        <w:t>ฎภายนอก</w:t>
      </w:r>
      <w:r w:rsidRPr="00C27D9F">
        <w:rPr>
          <w:cs/>
        </w:rPr>
        <w:t>(</w:t>
      </w:r>
      <w:r w:rsidRPr="00C27D9F">
        <w:rPr>
          <w:rFonts w:hint="cs"/>
          <w:cs/>
        </w:rPr>
        <w:t>คอวาริจญ์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ซึ่งมีความเต็มใจอย่างสวามิภักดิ์ต่อการที่ได้ร่วมกันคว่ำบาตรอาลี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</w:p>
    <w:p w:rsidR="00C27D9F" w:rsidRPr="00C27D9F" w:rsidRDefault="00C27D9F" w:rsidP="006133E2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เมื่อบางคนได้รับรู้เหตุการณ์ทั้งหลายเกี่ยวกับความน่าสลดใจดังกล่าวนั้น</w:t>
      </w:r>
    </w:p>
    <w:p w:rsidR="006133E2" w:rsidRDefault="00C27D9F" w:rsidP="006133E2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เขามีความประหลาดใจอย่างมากต่อการมีขันติธรรมของอาลี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ตระหนักในเรื่องราวจากความฝันของท่านเหตุใดท่านจึงได้พูดถึงความทุกข์ทรมานทั้งหลายของท่านกับ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</w:p>
    <w:p w:rsidR="00FE5129" w:rsidRDefault="006133E2" w:rsidP="00FE512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เสียงร้องของฝูงเป็ดดังได้ยินจากภายนอกบ้านและอาลี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ได้คาดการณ์ล่วงหน้าว่าในไม่ช้าเสียงร่ำไห้อย่างโศกเศร้าแสนอาลัยจะดังขึ้นกลบเสียงร้องของเป็ดพวกนั้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บุคคลในครอบครัวของท่านล่วงหน้ามาเพื่อหยุดยั้ง</w:t>
      </w:r>
      <w:r>
        <w:rPr>
          <w:rFonts w:hint="cs"/>
          <w:cs/>
        </w:rPr>
        <w:t>ท่าน</w:t>
      </w:r>
      <w:r w:rsidR="00C27D9F" w:rsidRPr="00C27D9F">
        <w:rPr>
          <w:rFonts w:hint="cs"/>
          <w:cs/>
        </w:rPr>
        <w:t>จากการที่จะไปยังมัสญิดในวันนั้นและ</w:t>
      </w:r>
      <w:r>
        <w:rPr>
          <w:rFonts w:hint="cs"/>
          <w:cs/>
        </w:rPr>
        <w:t>เสนอผู้อื่นเพื่อส่งไปเป็นผู้นำนมา</w:t>
      </w:r>
      <w:r w:rsidR="00C27D9F" w:rsidRPr="00C27D9F">
        <w:rPr>
          <w:rFonts w:hint="cs"/>
          <w:cs/>
        </w:rPr>
        <w:t>ซแทนท่านในตอนแรก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ท่านเอ่ยชื่อของญาดัตบินฮุบัยรอ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หลา</w:t>
      </w:r>
      <w:r>
        <w:rPr>
          <w:rFonts w:hint="cs"/>
          <w:cs/>
        </w:rPr>
        <w:t>น</w:t>
      </w:r>
      <w:r w:rsidR="00C27D9F" w:rsidRPr="00C27D9F">
        <w:rPr>
          <w:rFonts w:hint="cs"/>
          <w:cs/>
        </w:rPr>
        <w:t>ชายของท่านในฐานะผู้ทำหน้าที่แทน</w:t>
      </w:r>
      <w:r w:rsidR="00FE5129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แต่ท่านก็เปลี่ยนใ</w:t>
      </w:r>
      <w:r w:rsidR="00FE5129">
        <w:rPr>
          <w:rFonts w:hint="cs"/>
          <w:cs/>
        </w:rPr>
        <w:t>จ</w:t>
      </w:r>
      <w:r w:rsidR="00C27D9F" w:rsidRPr="00C27D9F">
        <w:rPr>
          <w:rFonts w:hint="cs"/>
          <w:cs/>
        </w:rPr>
        <w:t>และกล่าวว่าตัวท่านเองจะเป็นผู้ไปนำนมาซ</w:t>
      </w:r>
      <w:r w:rsidR="00FE5129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พวกเขาได้ถามถึงการที่จะมีใครสักคนหนึ่งในฐานะเป็นเพื่อนร่วมทาง</w:t>
      </w:r>
      <w:r w:rsidR="00FE5129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แต่ท่านก็ปฏิเสธอีก</w:t>
      </w:r>
      <w:r w:rsidR="00FE5129"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หลังจากวันนั้น</w:t>
      </w:r>
      <w:r w:rsidR="00FE5129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ขณะที่ท่านนอนป่วยอยู่ด้วยพิษบาดแผลอันสาหัสนั้น</w:t>
      </w:r>
      <w:r w:rsidR="00FE5129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ท่านกล่าวว่า</w:t>
      </w:r>
      <w:r w:rsidR="00C27D9F" w:rsidRPr="00C27D9F">
        <w:rPr>
          <w:cs/>
        </w:rPr>
        <w:t xml:space="preserve"> </w:t>
      </w:r>
      <w:r w:rsidR="00C27D9F" w:rsidRPr="00C27D9F">
        <w:rPr>
          <w:rFonts w:cs="Times New Roman"/>
          <w:lang w:bidi="ar-SA"/>
        </w:rPr>
        <w:t>“</w:t>
      </w:r>
      <w:r w:rsidR="00C27D9F" w:rsidRPr="00C27D9F">
        <w:rPr>
          <w:rFonts w:hint="cs"/>
          <w:cs/>
        </w:rPr>
        <w:t>ฉันขอสาบานด้วยนามแห่งพระผู้เป็นเจ้าว่าดาบที่ฟันลงบนหน้าผากของฉันนั้นเสมือนว่าผู้ที่อยู่ในความรักได้ดำรงอยู่ร่วมกับผู้เป็นที่รักของเขาหรือประหนึ่งว่าบุคคลผู้เพ่งมองไปในความมืดแห่งราตรีกาลเพื่อ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แสวงหา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สถานที่อันสุขสบายที่เขาจะตั้งมั่นปักเต็นท์ของเขาได้และเขาปิติยินดีเป็นล้นพ้นที่ได้พบมัน</w:t>
      </w:r>
    </w:p>
    <w:p w:rsidR="00FE5129" w:rsidRDefault="00FE5129">
      <w:pPr>
        <w:rPr>
          <w:rFonts w:ascii="Angsana New" w:hAnsi="Angsana New"/>
          <w:sz w:val="32"/>
          <w:szCs w:val="32"/>
        </w:rPr>
      </w:pPr>
      <w:r>
        <w:br w:type="page"/>
      </w:r>
    </w:p>
    <w:p w:rsidR="00FE5129" w:rsidRDefault="00FE5129" w:rsidP="00FE5129">
      <w:pPr>
        <w:pStyle w:val="libNormal"/>
        <w:ind w:firstLine="0"/>
        <w:rPr>
          <w:rFonts w:cs="Cordia New"/>
          <w:szCs w:val="40"/>
        </w:rPr>
      </w:pPr>
    </w:p>
    <w:p w:rsidR="00CE7F2A" w:rsidRDefault="00C27D9F" w:rsidP="00FE5129">
      <w:pPr>
        <w:pStyle w:val="libNormal"/>
        <w:ind w:firstLine="0"/>
      </w:pPr>
      <w:r w:rsidRPr="00C27D9F">
        <w:rPr>
          <w:rFonts w:hint="cs"/>
          <w:cs/>
        </w:rPr>
        <w:t>ถึงอย่างไรก็ตาม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ขณะที่เริ่มต้นเพื่อจะไปยังมัสญิดท่านมีความตื่นเต้นเป็นอย่างมากและพยายามที่จะค้นหาเหตุผลท่านมีความรู้สึกว่าเหตุการณ์อันยิ่งใหญ่ใกล้ที่จะเกิดขึ้นแล้ว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ภายหลังจากที่ท่านได้ทำการอะซานเรียกร้องผู้ศรัทธาไปสู่การนมาซ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ท่านกล่าวคำอำลา</w:t>
      </w:r>
      <w:r w:rsidR="00FE5129">
        <w:rPr>
          <w:rFonts w:hint="cs"/>
          <w:cs/>
        </w:rPr>
        <w:t>ตอน</w:t>
      </w:r>
      <w:r w:rsidRPr="00C27D9F">
        <w:rPr>
          <w:rFonts w:hint="cs"/>
          <w:cs/>
        </w:rPr>
        <w:t>เช้าตรู่นั้นและกล่าวว่า</w:t>
      </w:r>
    </w:p>
    <w:p w:rsidR="00C27D9F" w:rsidRPr="00FE5129" w:rsidRDefault="00C27D9F" w:rsidP="00FE5129">
      <w:pPr>
        <w:pStyle w:val="libNormal"/>
        <w:ind w:firstLine="0"/>
        <w:rPr>
          <w:rFonts w:cs="Cordia New"/>
          <w:szCs w:val="40"/>
        </w:rPr>
      </w:pPr>
      <w:r w:rsidRPr="00C27D9F">
        <w:rPr>
          <w:cs/>
        </w:rPr>
        <w:t xml:space="preserve"> </w:t>
      </w:r>
      <w:r w:rsidR="00FE512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โอ้รุ่งอรุณ</w:t>
      </w:r>
      <w:r w:rsidR="00FE5129">
        <w:rPr>
          <w:rFonts w:hint="cs"/>
          <w:cs/>
        </w:rPr>
        <w:t xml:space="preserve">เอ๋ย </w:t>
      </w:r>
      <w:r w:rsidRPr="00C27D9F">
        <w:rPr>
          <w:rFonts w:hint="cs"/>
          <w:cs/>
        </w:rPr>
        <w:t>เจ้าเคยเห็นอาลีหลับไหลไหม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เมื่อเจ้าปรากฏขึ้นมาทุกครั้งแต่กาลก่อนนับแต่นี้ไปดวงตาของเขาจะปิดสนิทตลอดไปและตลอดกาล</w:t>
      </w:r>
      <w:r w:rsidR="00FE5129">
        <w:rPr>
          <w:rFonts w:cs="Cordia New" w:hint="cs"/>
          <w:szCs w:val="40"/>
          <w:cs/>
        </w:rPr>
        <w:t>”</w:t>
      </w:r>
    </w:p>
    <w:p w:rsidR="00C27D9F" w:rsidRPr="00C27D9F" w:rsidRDefault="00C27D9F" w:rsidP="00FE5129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เหมือนดังท่านได้ลงมาจากแท่นหินที่แกะรูปสลักตัวของท่านเองท่านกล่าวว่า</w:t>
      </w:r>
      <w:r w:rsidRPr="00C27D9F">
        <w:rPr>
          <w:cs/>
        </w:rPr>
        <w:t xml:space="preserve"> </w:t>
      </w:r>
      <w:r w:rsidR="00FE512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จงเปิดหนทางให้แก่นักสู้ผู้ศรัทธา</w:t>
      </w:r>
      <w:r w:rsidR="00FE512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เรามองท่านในฐานะมนุษย์ผู้สมบูรณ์ผู้หนึ่งซึ่งทั้งหมดได้ก่อให้เกิดขึ้นในเรื่องราวของความกล้าหาญการต่อสู้ดิ้นรนทั้งหลายของท่านการรำลึกถึงพระผู้เป็นเจ้าอยู่เสมอและมิได้</w:t>
      </w:r>
    </w:p>
    <w:p w:rsidR="00C27D9F" w:rsidRPr="00C27D9F" w:rsidRDefault="00C27D9F" w:rsidP="00FE512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หวาดหวั่นต่อสิ่งใดในหนทางของพระองค์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ดังที่ผู้คงแก่เรียนทั้งหลายได้กล่าวได้ว่า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มนุษย์คือประตูของตัวเขาเองซึ่งเป็นทางที่เขาผ่านเข้าไปสู่โลกแห่งจิตวิญญาณ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ราะฉะนั้นมีรากฐานเดิมในปัจจัยสำคัญของมนุษย์ซึ่งมิได้ประสานกลมกลืนกันกับเรื่องราวความเป็นไปของโลกสิ่งนี้มิใช่เป็นเพียง</w:t>
      </w:r>
    </w:p>
    <w:p w:rsidR="00FE5129" w:rsidRDefault="00C27D9F" w:rsidP="00FE512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สิ่งที่นักจิตวิทยารุ่นก่อนๆเชื่อกันเท่านั้นแต่บรรดาบุคคลผู้ที่ทันสมัยก็มีความเชื่อเช่นนั้นด้วยและยอมรับมันโดยดุษฎี</w:t>
      </w:r>
      <w:r w:rsidRPr="00C27D9F">
        <w:rPr>
          <w:cs/>
        </w:rPr>
        <w:t xml:space="preserve"> </w:t>
      </w:r>
      <w:r w:rsidR="00FE512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เขาผู้ซึ่งรู้จักตัวของเขาเองแน่นอนที่สุดเขาก็จะรู้จักพระผู้เป็นเจ้า</w:t>
      </w:r>
      <w:r w:rsidR="00FE5129">
        <w:rPr>
          <w:rFonts w:cs="Cordia New" w:hint="cs"/>
          <w:szCs w:val="40"/>
          <w:cs/>
        </w:rPr>
        <w:t>”</w:t>
      </w:r>
    </w:p>
    <w:p w:rsidR="00FE5129" w:rsidRDefault="00C27D9F" w:rsidP="00FE5129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และอัลกุรอานได้เปิดเผยแก่มนุษยชาติมิใช่เปิดเผยเพื่อสิ่งถูกสร้างอื่นใดทั้งหมด</w:t>
      </w:r>
    </w:p>
    <w:p w:rsidR="00FE5129" w:rsidRDefault="00FE512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FE5129" w:rsidRDefault="00FE5129" w:rsidP="00FE5129">
      <w:pPr>
        <w:pStyle w:val="libNormal"/>
        <w:ind w:firstLine="0"/>
      </w:pPr>
    </w:p>
    <w:p w:rsidR="00FE5129" w:rsidRPr="00FE5129" w:rsidRDefault="00C27D9F" w:rsidP="00FE512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อัลกุรอานกล่าวไว้ใน</w:t>
      </w:r>
      <w:r w:rsidR="00FE5129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="00FE5129">
        <w:rPr>
          <w:rFonts w:hint="cs"/>
          <w:cs/>
        </w:rPr>
        <w:t>ฮ</w:t>
      </w:r>
      <w:r w:rsidRPr="00C27D9F">
        <w:rPr>
          <w:rFonts w:hint="cs"/>
          <w:cs/>
        </w:rPr>
        <w:t>ามีม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53</w:t>
      </w:r>
      <w:r w:rsidRPr="00C27D9F">
        <w:rPr>
          <w:rFonts w:hint="cs"/>
          <w:cs/>
        </w:rPr>
        <w:t>ว่า</w:t>
      </w:r>
    </w:p>
    <w:p w:rsidR="00C27D9F" w:rsidRPr="00C27D9F" w:rsidRDefault="00C27D9F" w:rsidP="00FE512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 xml:space="preserve"> </w:t>
      </w:r>
      <w:r w:rsidR="00FE512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เราจะแสดงสัญญาณอันหลากหลายของเราต่อพวกเขา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ในไม่ช้านี้</w:t>
      </w:r>
      <w:r w:rsidR="000F58FA" w:rsidRPr="00C27D9F">
        <w:rPr>
          <w:rFonts w:hint="cs"/>
          <w:cs/>
        </w:rPr>
        <w:t>ณ</w:t>
      </w:r>
      <w:r w:rsidRPr="00C27D9F">
        <w:rPr>
          <w:rFonts w:hint="cs"/>
          <w:cs/>
        </w:rPr>
        <w:t>ขอบเขตอันไพศาลและในตัวของพวกเขาเอง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จนกว่าเป็นที่ชัดแจ้งต่อพวกเขาว่า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คือสัจธรรมมันยังไม่เพียงพออีกหรือเกี่ยวกับพระผู้อภิบาลของเจ้าที่พระองค์ทรงเป็นพยานเหนือทุกสรรพสิ่ง</w:t>
      </w:r>
      <w:r w:rsidR="00FE512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หรือท่านอาจจะถามว่าอะไรคือรากฐานเดิมทั้งหลายเหล่านั้นในตัวมนุษย์ซึ่งมิสามารถที่จะอธิบา</w:t>
      </w:r>
      <w:r w:rsidR="00FE5129">
        <w:rPr>
          <w:rFonts w:hint="cs"/>
          <w:cs/>
        </w:rPr>
        <w:t>ย</w:t>
      </w:r>
      <w:r w:rsidRPr="00C27D9F">
        <w:rPr>
          <w:rFonts w:hint="cs"/>
          <w:cs/>
        </w:rPr>
        <w:t>ให้เหตุผลได้ด้วยวัตถุสิ่งของทั้งหลาย</w:t>
      </w:r>
      <w:r w:rsidRPr="00C27D9F">
        <w:rPr>
          <w:rFonts w:cs="Times New Roman"/>
          <w:lang w:bidi="ar-SA"/>
        </w:rPr>
        <w:t>?</w:t>
      </w:r>
      <w:r w:rsidR="00FE512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ข้อกำหนดนี้เป็นการถกเถียงกันอันแสนยาวนานและเป็นความสัมพันธ์ต่อคุณค่าทั้งหลายของมนุษย์</w:t>
      </w:r>
    </w:p>
    <w:p w:rsidR="00FE5129" w:rsidRDefault="00C27D9F" w:rsidP="00FE5129">
      <w:pPr>
        <w:pStyle w:val="libNormal"/>
        <w:ind w:firstLine="0"/>
      </w:pPr>
      <w:r w:rsidRPr="00C27D9F">
        <w:rPr>
          <w:rFonts w:hint="cs"/>
          <w:cs/>
        </w:rPr>
        <w:t>และความเป็นมนุษย์</w:t>
      </w:r>
      <w:r w:rsidRPr="00C27D9F">
        <w:rPr>
          <w:cs/>
        </w:rPr>
        <w:t>(</w:t>
      </w:r>
      <w:r w:rsidRPr="00C27D9F">
        <w:rPr>
          <w:rFonts w:hint="cs"/>
          <w:cs/>
        </w:rPr>
        <w:t>ที่แท้จริง</w:t>
      </w:r>
      <w:r w:rsidRPr="00C27D9F">
        <w:rPr>
          <w:cs/>
        </w:rPr>
        <w:t>)</w:t>
      </w:r>
      <w:r w:rsidRPr="00C27D9F">
        <w:rPr>
          <w:rFonts w:hint="cs"/>
          <w:cs/>
        </w:rPr>
        <w:t>ของมนุษยชาติในกรณีของสัตว์ทั้งหลายไม่มีการแบ่งแยกกันในระหว่างพวกมันกับอากัปกิริยาทั้งหลายของพวกมัน</w:t>
      </w:r>
    </w:p>
    <w:p w:rsidR="00C27D9F" w:rsidRPr="00C27D9F" w:rsidRDefault="00C27D9F" w:rsidP="00FE512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พวกมันจำนนต่อสภาพดังกล่าวมาก่อนหน้าคุณลักษณะของพวกมันเสียอีกเพราะฉะนั้น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มันจะเป็นการผิดธรรมดาไปเสียต่อการที่จะแยกออก</w:t>
      </w:r>
    </w:p>
    <w:p w:rsidR="00C27D9F" w:rsidRPr="00C27D9F" w:rsidRDefault="00C27D9F" w:rsidP="00FE512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จากกัน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ดังเช่น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สุนัขในความจงรักภักดีของมัน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แกะในสภาพอันยอมจำนนของมันและสุนัขป่าในท่าทีอันดุร้ายของมันและมันคือสิ่งที่เป็นไปได้ที่จะพบเห็นบุคคลผู้ลดฐานะแห่งความเป็นมนุษย์ของเขา</w:t>
      </w:r>
    </w:p>
    <w:p w:rsidR="00FE5129" w:rsidRDefault="00C27D9F" w:rsidP="00FE5129">
      <w:pPr>
        <w:pStyle w:val="libNormal"/>
      </w:pPr>
      <w:r w:rsidRPr="00C27D9F">
        <w:rPr>
          <w:rFonts w:hint="cs"/>
          <w:cs/>
        </w:rPr>
        <w:t>นั่นคือ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บรรดาคุณลักษณะทั้งหลายซึ่งเป็นพื้นฐานของบุคคลิกภาพและถึงแม้ว่าพวกมันเป็นส่วนหนึ่งของโลกนี้</w:t>
      </w:r>
      <w:r w:rsidR="00FE5129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แต่พวกมันไม่มีตัวตนและค่อนข้างจะเป็นจิตวิญญาณมากกว่าเป็นวัตถุธาตุ</w:t>
      </w:r>
    </w:p>
    <w:p w:rsidR="00FE5129" w:rsidRDefault="00FE5129" w:rsidP="00FE5129">
      <w:pPr>
        <w:pStyle w:val="libNormal"/>
      </w:pPr>
      <w:r>
        <w:rPr>
          <w:rFonts w:hint="cs"/>
          <w:cs/>
        </w:rPr>
        <w:t>อี</w:t>
      </w:r>
      <w:r w:rsidR="00C27D9F" w:rsidRPr="00C27D9F">
        <w:rPr>
          <w:rFonts w:hint="cs"/>
          <w:cs/>
        </w:rPr>
        <w:t>กประการหนึ่ง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สิ่งที่เป็นกฎเกณฑ์แห่งความเป็นมนุษย์ของมนุษยชาติและก่อให้เกิดบุคลิกภาพแก่เขามิใช่โครงสร้างโดยธรรมชาติหรือผู้ใดอื่นแต่โดยตัวของมนุษย์เอง</w:t>
      </w:r>
    </w:p>
    <w:p w:rsidR="00FE5129" w:rsidRDefault="00FE5129" w:rsidP="00FE5129">
      <w:pPr>
        <w:pStyle w:val="libNormal"/>
      </w:pPr>
    </w:p>
    <w:p w:rsidR="00FE5129" w:rsidRDefault="00FE5129" w:rsidP="00FE5129">
      <w:pPr>
        <w:pStyle w:val="libNormal"/>
        <w:rPr>
          <w:cs/>
        </w:rPr>
      </w:pPr>
    </w:p>
    <w:p w:rsidR="00FE5129" w:rsidRDefault="00FE512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FE5129" w:rsidRDefault="00FE5129" w:rsidP="00FE5129">
      <w:pPr>
        <w:pStyle w:val="libNormal"/>
      </w:pPr>
    </w:p>
    <w:p w:rsidR="00646CC7" w:rsidRDefault="00C27D9F" w:rsidP="00646CC7">
      <w:pPr>
        <w:pStyle w:val="libNormal"/>
      </w:pPr>
      <w:r w:rsidRPr="00C27D9F">
        <w:rPr>
          <w:rFonts w:hint="cs"/>
          <w:cs/>
        </w:rPr>
        <w:t>ท่านอิมามอาลี</w:t>
      </w:r>
      <w:r w:rsidR="00646CC7">
        <w:rPr>
          <w:rFonts w:hint="cs"/>
          <w:cs/>
        </w:rPr>
        <w:t xml:space="preserve"> </w:t>
      </w:r>
      <w:r w:rsidRPr="00C27D9F">
        <w:rPr>
          <w:rFonts w:hint="cs"/>
          <w:cs/>
        </w:rPr>
        <w:t>บิน</w:t>
      </w:r>
      <w:r w:rsidR="00646CC7">
        <w:rPr>
          <w:rFonts w:hint="cs"/>
          <w:cs/>
        </w:rPr>
        <w:t xml:space="preserve"> </w:t>
      </w:r>
      <w:r w:rsidRPr="00C27D9F">
        <w:rPr>
          <w:rFonts w:hint="cs"/>
          <w:cs/>
        </w:rPr>
        <w:t>มูซาริฎอ</w:t>
      </w:r>
      <w:r w:rsidR="00646CC7">
        <w:rPr>
          <w:rFonts w:hint="cs"/>
          <w:cs/>
        </w:rPr>
        <w:t xml:space="preserve"> </w:t>
      </w:r>
      <w:r w:rsidRPr="00C27D9F">
        <w:rPr>
          <w:rFonts w:hint="cs"/>
          <w:cs/>
        </w:rPr>
        <w:t>อิมามที่แปด</w:t>
      </w:r>
      <w:r w:rsidRPr="00C27D9F">
        <w:rPr>
          <w:cs/>
        </w:rPr>
        <w:t>(</w:t>
      </w:r>
      <w:r w:rsidRPr="00C27D9F">
        <w:rPr>
          <w:rFonts w:hint="cs"/>
          <w:cs/>
        </w:rPr>
        <w:t>จากครอบครัวอะห์ลิลบัตต์ของท่านศาสดาศ</w:t>
      </w:r>
      <w:r w:rsidRPr="00C27D9F">
        <w:rPr>
          <w:cs/>
        </w:rPr>
        <w:t>.)</w:t>
      </w:r>
      <w:r w:rsidRPr="00C27D9F">
        <w:rPr>
          <w:rFonts w:hint="cs"/>
          <w:cs/>
        </w:rPr>
        <w:t>ได้กล่าวไว้ว่า</w:t>
      </w:r>
      <w:r w:rsidRPr="00C27D9F">
        <w:rPr>
          <w:cs/>
        </w:rPr>
        <w:t xml:space="preserve"> </w:t>
      </w:r>
    </w:p>
    <w:p w:rsidR="00646CC7" w:rsidRDefault="00C27D9F" w:rsidP="00646CC7">
      <w:pPr>
        <w:pStyle w:val="libNormal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“</w:t>
      </w:r>
      <w:r w:rsidR="00646CC7" w:rsidRPr="00C27D9F">
        <w:rPr>
          <w:rFonts w:hint="cs"/>
          <w:cs/>
        </w:rPr>
        <w:t xml:space="preserve">จะรู้ได้ว่าอะไรอยู่ที่นั้นก็โดยผ่านสิ่งที่อยู่ที่นี่ </w:t>
      </w:r>
      <w:r w:rsidR="00646CC7" w:rsidRPr="00C27D9F">
        <w:rPr>
          <w:cs/>
        </w:rPr>
        <w:t>(</w:t>
      </w:r>
      <w:r w:rsidRPr="00C27D9F">
        <w:rPr>
          <w:rFonts w:hint="cs"/>
          <w:cs/>
        </w:rPr>
        <w:t>สิ่งที่อยู่ในโลกแห่งจิตวิญญาณอันลี้ลับจะรู้อย่างกระจ่างได้ก็ด้วยการรับรู้สิ่งที่อยู่ในตัวของมนุษย์เองเสียก่อน</w:t>
      </w:r>
      <w:r w:rsidRPr="00C27D9F">
        <w:rPr>
          <w:cs/>
        </w:rPr>
        <w:t>)</w:t>
      </w:r>
      <w:r w:rsidR="00646CC7">
        <w:rPr>
          <w:rFonts w:hint="cs"/>
          <w:cs/>
        </w:rPr>
        <w:t xml:space="preserve"> </w:t>
      </w:r>
      <w:r w:rsidR="00646CC7" w:rsidRPr="00C27D9F">
        <w:rPr>
          <w:rFonts w:hint="cs"/>
          <w:cs/>
        </w:rPr>
        <w:t xml:space="preserve">ดังได้กล่าวมาก่อนหน้านี้แล้วว่าบรรดาคุณค่าของมนุษย์จะต้องไม่สรุปไปสู่เพียงคุณค่าเดียวและนั่นก็คือการมีความรู้สึกอย่างหนึ่งของความเจ็บปวด </w:t>
      </w:r>
      <w:r w:rsidR="00646CC7" w:rsidRPr="00C27D9F">
        <w:rPr>
          <w:cs/>
        </w:rPr>
        <w:t>(</w:t>
      </w:r>
      <w:r w:rsidRPr="00C27D9F">
        <w:rPr>
          <w:rFonts w:hint="cs"/>
          <w:cs/>
        </w:rPr>
        <w:t>ความรับผิดชอบ</w:t>
      </w:r>
      <w:r w:rsidRPr="00C27D9F">
        <w:rPr>
          <w:cs/>
        </w:rPr>
        <w:t>)</w:t>
      </w:r>
      <w:r w:rsidR="00646CC7">
        <w:rPr>
          <w:rFonts w:hint="cs"/>
          <w:cs/>
        </w:rPr>
        <w:t xml:space="preserve"> </w:t>
      </w:r>
      <w:r w:rsidRPr="00C27D9F">
        <w:rPr>
          <w:rFonts w:hint="cs"/>
          <w:cs/>
        </w:rPr>
        <w:t>เหนือความเจ็บปวดนานาประการของมนุษย์หรือความเจ็บปวดของทุกสิ่งมีชีวิตที่ถูกสร้างขึ้นมันคือความเจ็บปวดของการเป็นคนแปลกหน้าผู้หนึ่งที่มายังโลกนี้และเป็นการแยกออกจากต้นกำเนิดเดิมของเขาในโลกอื่นเขาปรารถนาที่จะกลับคืนสู่บ้านเดิมของเขาเองนั่นคือ</w:t>
      </w:r>
      <w:r w:rsidR="00646CC7">
        <w:rPr>
          <w:rFonts w:hint="cs"/>
          <w:cs/>
        </w:rPr>
        <w:t xml:space="preserve"> </w:t>
      </w:r>
      <w:r w:rsidRPr="00C27D9F">
        <w:rPr>
          <w:rFonts w:hint="cs"/>
          <w:cs/>
        </w:rPr>
        <w:t>กลับคืนสู่พระองค์จากพื้นพสุธาแห่งโลกมุ่งสู่สรวงสวรรค์จากสถานที่ซึ่งเขาถูกผลักไสมาอย่างไรก็ดีการเข้ามาสู่โลกนี้ของเขามิได้เป็นความผิดพลาดหรือปราศจากเหตุผลแต่เข้ามาเพื่อความมุ่งหมายหนึ่ง</w:t>
      </w:r>
    </w:p>
    <w:p w:rsidR="00646CC7" w:rsidRDefault="00C27D9F" w:rsidP="00646CC7">
      <w:pPr>
        <w:pStyle w:val="libNormal"/>
        <w:ind w:firstLine="0"/>
      </w:pPr>
      <w:r w:rsidRPr="00C27D9F">
        <w:rPr>
          <w:rFonts w:hint="cs"/>
          <w:cs/>
        </w:rPr>
        <w:t>จะอย่างไรก็ตามสิ่งที่ประเสริฐสุดและสมบูรณ์ที่มนุษย์ได้บรรลุถึงนั้นมนุษย์ยังคงมีความรู้สึกว่าเขายังไปไม่ถึงที่สุดเขาปรารถนาบางสิ่งบางอย่างและเมื่อเขาได้มันมาเขาก็มีความรู้สึกว่าไม่มีความผูกพันต่อมันบางคน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ข้าพเจ้าได้เคยไปเดินเที่ยวเล่นอยู่แถวพิพิธภันฑสถานต่างประเทศ</w:t>
      </w:r>
    </w:p>
    <w:p w:rsidR="00646CC7" w:rsidRDefault="00646CC7" w:rsidP="00646CC7">
      <w:pPr>
        <w:pStyle w:val="libNormal"/>
        <w:ind w:firstLine="0"/>
      </w:pPr>
    </w:p>
    <w:p w:rsidR="00646CC7" w:rsidRDefault="00646CC7" w:rsidP="00646CC7">
      <w:pPr>
        <w:pStyle w:val="libNormal"/>
        <w:ind w:firstLine="0"/>
      </w:pPr>
    </w:p>
    <w:p w:rsidR="00646CC7" w:rsidRDefault="00646CC7" w:rsidP="00646CC7">
      <w:pPr>
        <w:pStyle w:val="libNormal"/>
        <w:ind w:firstLine="0"/>
      </w:pPr>
    </w:p>
    <w:p w:rsidR="00646CC7" w:rsidRDefault="00646CC7" w:rsidP="00646CC7">
      <w:pPr>
        <w:pStyle w:val="libNormal"/>
        <w:ind w:firstLine="0"/>
        <w:rPr>
          <w:cs/>
        </w:rPr>
      </w:pPr>
    </w:p>
    <w:p w:rsidR="00646CC7" w:rsidRDefault="00646CC7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646CC7" w:rsidRDefault="00646CC7" w:rsidP="00646CC7">
      <w:pPr>
        <w:pStyle w:val="libNormal"/>
        <w:ind w:firstLine="0"/>
      </w:pPr>
    </w:p>
    <w:p w:rsidR="00646CC7" w:rsidRDefault="00C27D9F" w:rsidP="00646CC7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ขณะนั้นได้เห็นรูปปั้นของสตรีที่แสนสวยนางหนึ่งนอนอยู่บนเตียงและชายหนุ่มผู้สง่างามคนหนึ่งยืนอยู่ที่เตียงนั้นพร้อมกับเท้าข้างหนึ่งอยู่บนพื้นและเมินหน้าของเขาไปจากสตรีงามผู้นั้นราวกับว่าชายหนุ่มกำลังจะผละหนีไปให้พ้น</w:t>
      </w:r>
      <w:r w:rsidR="00646CC7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เขาไม่สามารถที่จะเข้าใจได้ว่าปฏิมากรได้ให้ความหมายไว้อย่างไรเกี่ยวกับภาพนี้</w:t>
      </w:r>
      <w:r w:rsidR="00646CC7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เขาถามใครบางคนว่ามันหมายถึงอะไรและได้รับการบอกเล่าว่า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ภาพนี้แสดงให้เห็นถึงความคิดของเพลโตซึ่งชายผู้หนึ่งหันหลังให้กับความรักอันยิ่งใหญ่และมุ่งมั่นไปยังสิ่งหนึ่งสิ่งใดประหนึ่งว่าความรักนั้นได้ตายไปเสียแล้วและได้ถูกฝังไว้ที่นั่นมันคือการเริ่มต้นของความเบื่อหน่ายเกลียดชังและหลีกหนี</w:t>
      </w:r>
      <w:r w:rsidR="00646CC7">
        <w:rPr>
          <w:rFonts w:cs="Cordia New" w:hint="cs"/>
          <w:szCs w:val="40"/>
          <w:cs/>
        </w:rPr>
        <w:t>”</w:t>
      </w:r>
    </w:p>
    <w:p w:rsidR="00494AA1" w:rsidRDefault="00646CC7" w:rsidP="00494AA1">
      <w:pPr>
        <w:pStyle w:val="libNormal"/>
        <w:ind w:firstLine="0"/>
      </w:pPr>
      <w:r w:rsidRPr="00C27D9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ผู้อื่นทั้งหลายซึ่งนึกคิดไตร่ตรองได้อย่างลึกล้ำกว่าบนปัญหานี้กล่าวว่าชายผู้นั้นเป็นสิ่งถูกสร้างอย่างหนึ่งซึ่งไม่สามารถที่จะอยู่ในความรักกับสิ่งที่ถูกจำกัดขอบเขตและสิ่งที่มีการสิ้นสลายได้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เขาปรารถนาสำหรับความสมบูรณ์อย่างแท้จริงและไม่มีความรักต่อสิ่งใดเลยนั่น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หมายถึง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ความรักทีมีต่อพระผู้เป็นเจ้าองค์เดียว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ม้ว่าบรรดาผู้ซึ่งปฏิเสธพระผู้เป็นเจ้าหรือแม้แต่ผู้ซึ่งก้าวร้าวต่อพระองค์อย่างไม่รู้ตัวซึ่งในความล้ำลึกแห่งธรรมชาติของพวกเขานั้นพวกเขาทั้งหลายรักพระผู้เป็นเจ้า</w:t>
      </w:r>
      <w:r w:rsidR="00494AA1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แต่ว่าพวกเขาหลงไปจากแนวทางและหลงไปจากผู้เป็นที่รักยิ่งของเขา</w:t>
      </w:r>
    </w:p>
    <w:p w:rsidR="00494AA1" w:rsidRDefault="00494AA1" w:rsidP="00494AA1">
      <w:pPr>
        <w:pStyle w:val="libNormal"/>
        <w:ind w:firstLine="0"/>
      </w:pPr>
      <w:r>
        <w:rPr>
          <w:rFonts w:hint="cs"/>
          <w:cs/>
        </w:rPr>
        <w:t>มุห์ฮิยุ</w:t>
      </w:r>
      <w:r w:rsidR="00C27D9F" w:rsidRPr="00C27D9F">
        <w:rPr>
          <w:rFonts w:hint="cs"/>
          <w:cs/>
        </w:rPr>
        <w:t>ดดีน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อารอบี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กล่าวไว้ว่า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มนุษย์จะไม่มอบความรักให้แก่ผู้หนึ่งผู้ใดเว้นแต่พระผู้เป็นเจ้าของเขาเอง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ศาสดาทั้งหลายมิได้มาสั่งสอนบรรดาสิ่งถูกสร้าง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มนุษย์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เกี่ยวกับชื่อของพระผู้เป็นเจ้าและการเคารพภักดีของเขา</w:t>
      </w:r>
    </w:p>
    <w:p w:rsidR="00494AA1" w:rsidRDefault="00494AA1" w:rsidP="00494AA1">
      <w:pPr>
        <w:pStyle w:val="libNormal"/>
        <w:ind w:firstLine="0"/>
      </w:pPr>
    </w:p>
    <w:p w:rsidR="00494AA1" w:rsidRDefault="00494AA1" w:rsidP="00494AA1">
      <w:pPr>
        <w:pStyle w:val="libNormal"/>
        <w:ind w:firstLine="0"/>
      </w:pPr>
    </w:p>
    <w:p w:rsidR="00494AA1" w:rsidRDefault="00494AA1" w:rsidP="00494AA1">
      <w:pPr>
        <w:pStyle w:val="libNormal"/>
        <w:ind w:firstLine="0"/>
        <w:rPr>
          <w:cs/>
        </w:rPr>
      </w:pPr>
    </w:p>
    <w:p w:rsidR="00494AA1" w:rsidRDefault="00494AA1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494AA1" w:rsidRDefault="00494AA1" w:rsidP="00494AA1">
      <w:pPr>
        <w:pStyle w:val="libNormal"/>
        <w:ind w:firstLine="0"/>
      </w:pPr>
    </w:p>
    <w:p w:rsidR="00C27D9F" w:rsidRPr="00C27D9F" w:rsidRDefault="00C27D9F" w:rsidP="00494AA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เพราะสิ่งนี้ได้ฝังแน่นอยู่ในธรรมชาติของมนุษย์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ท่านศาสดาทั้งหลายได้มาชี้แนะให้เห็นถึงความแตกต่างในระหว่างแนวทางที่เที่ยงตรงและแนวทางที่ผิดพลาดและบอกกล่าวแก่ผู้คนว่า</w:t>
      </w:r>
    </w:p>
    <w:p w:rsidR="00494AA1" w:rsidRDefault="00C27D9F" w:rsidP="00494AA1">
      <w:pPr>
        <w:pStyle w:val="libNormal"/>
      </w:pPr>
      <w:r w:rsidRPr="00C27D9F">
        <w:rPr>
          <w:rFonts w:hint="cs"/>
          <w:cs/>
        </w:rPr>
        <w:t>พวกเขาทั้งหลายแท้จริงเป็นผู้ที่ผู้อยู่ในความรักพร้อมกับความสมบูรณ์อย่างครบถ้วน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ถ้าหากพวกท่านคิดว่าทรัพย์สินเงินทองหรือยศตำแหน่งในการดำเนินชีวิตคือความสมบูรณ์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ท่านก็เป็นผู้ผิดพลาด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ศาสดาทั้งหลายได้มาปลดเปลื้องความไม่ถูกต้องที่ครอบคลุมอยู่อย่างมากมายและทำให้มนุษย์สามารถที่จะแสวงหาผู้เป็นทั่กยิ่งของพวกเขาโดยผ่านความรักความภักดี</w:t>
      </w:r>
      <w:r w:rsidRPr="00C27D9F">
        <w:rPr>
          <w:cs/>
        </w:rPr>
        <w:t>(</w:t>
      </w:r>
      <w:r w:rsidRPr="00C27D9F">
        <w:rPr>
          <w:rFonts w:hint="cs"/>
          <w:cs/>
        </w:rPr>
        <w:t>การอิบาดัตทั้งหลาย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ซึ่งเราได้พบในตัวของอาลี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</w:p>
    <w:p w:rsidR="00494AA1" w:rsidRDefault="00494AA1" w:rsidP="00494AA1">
      <w:pPr>
        <w:pStyle w:val="libNormal"/>
      </w:pPr>
    </w:p>
    <w:p w:rsidR="00C27D9F" w:rsidRPr="00C27D9F" w:rsidRDefault="00C27D9F" w:rsidP="00494AA1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อัลกรุอานกล่าวไว้ใน</w:t>
      </w:r>
      <w:r w:rsidR="00494AA1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เราะฮ์อัร</w:t>
      </w:r>
      <w:r w:rsidRPr="00C27D9F">
        <w:rPr>
          <w:cs/>
        </w:rPr>
        <w:t>-</w:t>
      </w:r>
      <w:r w:rsidRPr="00C27D9F">
        <w:rPr>
          <w:rFonts w:hint="cs"/>
          <w:cs/>
        </w:rPr>
        <w:t>เราะอฺดุ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7162DC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28…</w:t>
      </w:r>
    </w:p>
    <w:p w:rsidR="00494AA1" w:rsidRDefault="00C27D9F" w:rsidP="00494AA1">
      <w:pPr>
        <w:pStyle w:val="libNormal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ว่า</w:t>
      </w:r>
      <w:r w:rsidRPr="00C27D9F">
        <w:rPr>
          <w:cs/>
        </w:rPr>
        <w:t>)</w:t>
      </w:r>
      <w:r w:rsidR="00494AA1" w:rsidRPr="00C27D9F">
        <w:rPr>
          <w:cs/>
        </w:rPr>
        <w:t xml:space="preserve"> 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บรรดาผู้ซึ่งศรัทธาและหัวใจของพวกเขาสงบนิ่งด้วยการรำลึกถึงอัลลอฮ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ณบัดนี้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แน่นอนโดยการรำลึกถึงอัลลอฮนี้หัวใจจึงจะสงบนิ่ง</w:t>
      </w:r>
      <w:r w:rsidR="00494AA1">
        <w:rPr>
          <w:rFonts w:cs="Cordia New" w:hint="cs"/>
          <w:szCs w:val="40"/>
          <w:cs/>
        </w:rPr>
        <w:t>”</w:t>
      </w:r>
    </w:p>
    <w:p w:rsidR="00494AA1" w:rsidRDefault="00494AA1" w:rsidP="00494AA1">
      <w:pPr>
        <w:pStyle w:val="libNormal"/>
      </w:pPr>
      <w:r w:rsidRPr="00C27D9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คัมภีร์อัลกรุอานมิได้บอกประชาชนว่าไม่ต้องไปแสวงหาความมั่งคั่งร่ำรวย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ยศฐา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บรรดาศักดิ์หรือความสุขสบาย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แต่อัลกรุอานกล่าวว่าบรรดาสิ่งเหล่านี้หาได้ให้ความสันติสุขและความสงบร่มเย็นไม่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เพราะว่ามันทั้งหลายเหล่านั้นมิได้เป็นเป้าหมายสุดท้ายของพวกเขา</w:t>
      </w:r>
    </w:p>
    <w:p w:rsidR="00494AA1" w:rsidRDefault="00494AA1" w:rsidP="00494AA1">
      <w:pPr>
        <w:pStyle w:val="libNormal"/>
      </w:pPr>
    </w:p>
    <w:p w:rsidR="00494AA1" w:rsidRDefault="00494AA1" w:rsidP="00494AA1">
      <w:pPr>
        <w:pStyle w:val="libNormal"/>
      </w:pPr>
    </w:p>
    <w:p w:rsidR="00494AA1" w:rsidRDefault="00494AA1" w:rsidP="00494AA1">
      <w:pPr>
        <w:pStyle w:val="libNormal"/>
      </w:pPr>
    </w:p>
    <w:p w:rsidR="00494AA1" w:rsidRDefault="00494AA1" w:rsidP="00494AA1">
      <w:pPr>
        <w:pStyle w:val="libNormal"/>
        <w:rPr>
          <w:cs/>
        </w:rPr>
      </w:pPr>
    </w:p>
    <w:p w:rsidR="00494AA1" w:rsidRDefault="00494AA1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494AA1" w:rsidRDefault="00C27D9F" w:rsidP="00494AA1">
      <w:pPr>
        <w:pStyle w:val="libNormal"/>
      </w:pPr>
    </w:p>
    <w:p w:rsidR="00494AA1" w:rsidRDefault="00494AA1" w:rsidP="00494AA1">
      <w:pPr>
        <w:pStyle w:val="libNormal"/>
      </w:pPr>
      <w:r>
        <w:rPr>
          <w:rFonts w:hint="cs"/>
          <w:cs/>
        </w:rPr>
        <w:t>บรรดาสถาบันแนวคิดอื่นๆ</w:t>
      </w:r>
      <w:r w:rsidR="00C27D9F" w:rsidRPr="00C27D9F">
        <w:rPr>
          <w:rFonts w:hint="cs"/>
          <w:cs/>
        </w:rPr>
        <w:t>เน้นหลักความเจ็บปวดของมนุษย์ที่มีเพื่อสิ่งถูกสร้างทั้งหลายของพระผู้เป็นเจ้าและมิใช่เพื่อพระองค์</w:t>
      </w:r>
    </w:p>
    <w:p w:rsidR="00494AA1" w:rsidRDefault="00C27D9F" w:rsidP="00494AA1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บรรดาอารีฟทั้งหลาย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ขณะที่อ้างถึงความก้าวหน้าของมนุษย์ที่มุ่งไปสู่ความ</w:t>
      </w:r>
      <w:r w:rsidR="00494AA1">
        <w:rPr>
          <w:rFonts w:hint="cs"/>
          <w:cs/>
        </w:rPr>
        <w:t xml:space="preserve">สมบูรณ์ </w:t>
      </w:r>
      <w:r w:rsidRPr="00C27D9F">
        <w:rPr>
          <w:rFonts w:hint="cs"/>
          <w:cs/>
        </w:rPr>
        <w:t>กล่าวว่า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เขาลงมือกระทำในสี่หนทาง</w:t>
      </w:r>
    </w:p>
    <w:p w:rsidR="00494AA1" w:rsidRDefault="00494AA1" w:rsidP="00494AA1">
      <w:pPr>
        <w:pStyle w:val="libNormal"/>
        <w:ind w:firstLine="0"/>
      </w:pPr>
      <w:r w:rsidRPr="00C27D9F">
        <w:rPr>
          <w:rFonts w:cs="Times New Roman"/>
          <w:lang w:bidi="ar-SA"/>
        </w:rPr>
        <w:t>1)</w:t>
      </w:r>
      <w:r w:rsidRPr="00C27D9F">
        <w:rPr>
          <w:rFonts w:hint="cs"/>
          <w:cs/>
        </w:rPr>
        <w:t xml:space="preserve"> หนทางของมนุษย์มุ่งสู่พระผู้เป็นเจ้</w:t>
      </w:r>
      <w:r w:rsidRPr="00C27D9F">
        <w:rPr>
          <w:cs/>
        </w:rPr>
        <w:t>า</w:t>
      </w:r>
    </w:p>
    <w:p w:rsidR="00494AA1" w:rsidRDefault="00494AA1" w:rsidP="00494AA1">
      <w:pPr>
        <w:pStyle w:val="libNormal"/>
        <w:ind w:firstLine="0"/>
      </w:pPr>
      <w:r w:rsidRPr="00C27D9F">
        <w:rPr>
          <w:rFonts w:cs="Times New Roman"/>
          <w:lang w:bidi="ar-SA"/>
        </w:rPr>
        <w:t>2)</w:t>
      </w:r>
      <w:r w:rsidRPr="00C27D9F">
        <w:rPr>
          <w:rFonts w:hint="cs"/>
          <w:cs/>
        </w:rPr>
        <w:t xml:space="preserve"> หนทางของเขากับพระผู้เป็นเจ้า</w:t>
      </w:r>
      <w:r w:rsidR="000F58FA" w:rsidRPr="00C27D9F">
        <w:rPr>
          <w:rFonts w:hint="cs"/>
          <w:cs/>
        </w:rPr>
        <w:t>ณ</w:t>
      </w:r>
      <w:r w:rsidRPr="00C27D9F">
        <w:rPr>
          <w:rFonts w:hint="cs"/>
          <w:cs/>
        </w:rPr>
        <w:t>พระองค์</w:t>
      </w:r>
      <w:r w:rsidR="00440CE6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หมายถึงการรู้จักพระองค์</w:t>
      </w:r>
    </w:p>
    <w:p w:rsidR="00494AA1" w:rsidRDefault="00494AA1" w:rsidP="00494AA1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.</w:t>
      </w:r>
      <w:r w:rsidRPr="00C27D9F">
        <w:rPr>
          <w:cs/>
        </w:rPr>
        <w:t>3</w:t>
      </w:r>
      <w:r w:rsidRPr="00C27D9F">
        <w:rPr>
          <w:rFonts w:cs="Times New Roman"/>
          <w:lang w:bidi="ar-SA"/>
        </w:rPr>
        <w:t>)</w:t>
      </w:r>
      <w:r w:rsidRPr="00C27D9F">
        <w:rPr>
          <w:rFonts w:hint="cs"/>
          <w:cs/>
        </w:rPr>
        <w:t xml:space="preserve"> หนทางของเขากับพระผู้เป็นเจ้าไปยังสิ่</w:t>
      </w:r>
      <w:r w:rsidRPr="00C27D9F">
        <w:rPr>
          <w:cs/>
        </w:rPr>
        <w:t>ง</w:t>
      </w:r>
      <w:r w:rsidR="00C27D9F" w:rsidRPr="00C27D9F">
        <w:rPr>
          <w:rFonts w:hint="cs"/>
          <w:cs/>
        </w:rPr>
        <w:t>ถูกสร้างของพระองค์</w:t>
      </w:r>
    </w:p>
    <w:p w:rsidR="00C27D9F" w:rsidRPr="00C27D9F" w:rsidRDefault="00494AA1" w:rsidP="00494AA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4)</w:t>
      </w:r>
      <w:r w:rsidRPr="00C27D9F">
        <w:rPr>
          <w:rFonts w:hint="cs"/>
          <w:cs/>
        </w:rPr>
        <w:t xml:space="preserve"> หนทางของเขากับพระผู้เป็นเจ้าในระหว่างสิ่งถูกสร้างเพื่อเป็นทางรอ</w:t>
      </w:r>
      <w:r w:rsidRPr="00C27D9F">
        <w:rPr>
          <w:cs/>
        </w:rPr>
        <w:t>ด</w:t>
      </w:r>
    </w:p>
    <w:p w:rsidR="00494AA1" w:rsidRDefault="00C27D9F" w:rsidP="00494AA1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ของพวกเขา</w:t>
      </w:r>
    </w:p>
    <w:p w:rsidR="00C27D9F" w:rsidRPr="00C27D9F" w:rsidRDefault="00C27D9F" w:rsidP="00494AA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ไม่มีสิ่งใดที่จะสามารถกล่าวได้ดีไปกว่าที่กล่าวมาแล้วข้างต้น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นานที่สุดตราบเท่าที่มนุษย์ได้แยกออกจากพระผู้เป็นเจ้าทุกสิ่งทุกอย่างจึงไร้ความหมายแต่หลังจากที่ทำการติดต่อ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สนทนา</w:t>
      </w:r>
      <w:r w:rsidR="00494AA1" w:rsidRPr="00C27D9F">
        <w:rPr>
          <w:rFonts w:hint="cs"/>
          <w:cs/>
        </w:rPr>
        <w:t>) กับพระองค์และทำความรู้จักและเข้าใกล้ชิดพระองค์และสัมผัสพระองค์ด้วยตัวเขาเอ</w:t>
      </w:r>
      <w:r w:rsidR="00494AA1" w:rsidRPr="00C27D9F">
        <w:rPr>
          <w:cs/>
        </w:rPr>
        <w:t>ง</w:t>
      </w:r>
    </w:p>
    <w:p w:rsidR="00C27D9F" w:rsidRPr="00C27D9F" w:rsidRDefault="00C27D9F" w:rsidP="00494AA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ล้วเขากลับคืนไปสู่ความเป็นสิ่งถูกสร้างของพระองค์ในความเป็นมิตรกับพระองค์เพื่อที่จะช่วยเหลือและเอามนุษย์เหล่านั้นกลับมาและนำพวกเขาทั้งหลายไปสู่การใกล้ชิดพระองค์</w:t>
      </w:r>
      <w:r w:rsidR="00494AA1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เรากล่าวว่าชายผู้หนึ่งหนทางจากประชาชนไปสู่พระผู้เป็นเจ้าองค์เดียวเขามิได้บรรลุถึงสิ่งหนึ่งสิ่งใดเลยและ</w:t>
      </w:r>
    </w:p>
    <w:p w:rsidR="00494AA1" w:rsidRDefault="00C27D9F" w:rsidP="00494AA1">
      <w:pPr>
        <w:pStyle w:val="libNormal"/>
        <w:ind w:firstLine="0"/>
      </w:pPr>
      <w:r w:rsidRPr="00C27D9F">
        <w:rPr>
          <w:rFonts w:hint="cs"/>
          <w:cs/>
        </w:rPr>
        <w:t>มิได้เอาใจใส่ต่อมนุษยชาติและถ้าเรากล่าวอีกว่าเขาเคลื่อนไหวไปสู่พระผู้เป็นเจ้าแล้วไซ</w:t>
      </w:r>
      <w:r w:rsidR="00494AA1">
        <w:rPr>
          <w:rFonts w:hint="cs"/>
          <w:cs/>
        </w:rPr>
        <w:t xml:space="preserve">ร้ </w:t>
      </w:r>
      <w:r w:rsidRPr="00C27D9F">
        <w:rPr>
          <w:rFonts w:hint="cs"/>
          <w:cs/>
        </w:rPr>
        <w:t>เขาก็จะเป็นเช่นมนุษย์ผู้นิยมวัตถุของสถานศึกษาต่างๆในปัจจุบันนี้มิสามารถที่จะกระทำสิ่งหนึ่งสิ่งใดได้</w:t>
      </w:r>
      <w:r w:rsidR="00494AA1">
        <w:rPr>
          <w:rFonts w:cs="Cordia New" w:hint="cs"/>
          <w:szCs w:val="40"/>
          <w:cs/>
        </w:rPr>
        <w:t xml:space="preserve"> </w:t>
      </w:r>
      <w:r w:rsidR="00494AA1">
        <w:rPr>
          <w:rFonts w:hint="cs"/>
          <w:cs/>
        </w:rPr>
        <w:t>เพราะว่ามันเป็</w:t>
      </w:r>
      <w:r w:rsidRPr="00C27D9F">
        <w:rPr>
          <w:rFonts w:hint="cs"/>
          <w:cs/>
        </w:rPr>
        <w:t>นความล้มเหลวอย่างสิ้นเชิง</w:t>
      </w:r>
    </w:p>
    <w:p w:rsidR="00494AA1" w:rsidRDefault="00494AA1" w:rsidP="00494AA1">
      <w:pPr>
        <w:pStyle w:val="libNormal"/>
        <w:ind w:firstLine="0"/>
      </w:pPr>
    </w:p>
    <w:p w:rsidR="00494AA1" w:rsidRDefault="00494AA1" w:rsidP="00494AA1">
      <w:pPr>
        <w:pStyle w:val="libNormal"/>
        <w:ind w:firstLine="0"/>
        <w:rPr>
          <w:cs/>
        </w:rPr>
      </w:pPr>
    </w:p>
    <w:p w:rsidR="00494AA1" w:rsidRDefault="00494AA1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8246F9" w:rsidRDefault="008246F9" w:rsidP="008246F9">
      <w:pPr>
        <w:pStyle w:val="libNormal"/>
        <w:ind w:firstLine="0"/>
      </w:pPr>
    </w:p>
    <w:p w:rsidR="008246F9" w:rsidRDefault="00494AA1" w:rsidP="008246F9">
      <w:pPr>
        <w:pStyle w:val="libNormal"/>
        <w:ind w:firstLine="0"/>
        <w:rPr>
          <w:rFonts w:cs="Cordia New"/>
          <w:szCs w:val="40"/>
        </w:rPr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ว้นแต่ว่าบรรดาผู้ซึ่งปลดปล่อยตัวเองมาก่อนแล้วจึงจะสามารถปลดปล่อยผู้อื่นทั้งหลายจากการเป็นทาสโดยธรรมชาติและโดยมนุษย์ผู้อื่นทั้งหลายได้มันหมายถึงอิสระจากกิเลสตัณหาของบุคคลในประการแรกและอิสระจากการครอบงำของธรรมชาติภายนอกและสิ่งอื่นๆทั้งหลายในประการที่สอง</w:t>
      </w:r>
      <w:r w:rsidR="008246F9"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จากแนวคิดของอิสลามมีผู้หนึ่งผู้ใดซึ่งมีความรู้สึกเห็นใจต่อความเจ็บปวดของผู้อื่นทั้งหลายหรือมีความรู้สึกเห็นใจเพื่อพระผู้เป็นเจ้าและจากนั้นก็รู้สึกเห็นใจในความเจ็บปวดของสิ่งที่พระองค์ทรงสร้างขึ้นบ้างไหม</w:t>
      </w:r>
      <w:r w:rsidR="00C27D9F" w:rsidRPr="00C27D9F">
        <w:rPr>
          <w:rFonts w:cs="Times New Roman"/>
          <w:lang w:bidi="ar-SA"/>
        </w:rPr>
        <w:t>?</w:t>
      </w:r>
    </w:p>
    <w:p w:rsidR="008246F9" w:rsidRDefault="00C27D9F" w:rsidP="008246F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คัมภีร์อักุรอานกล่าวไว้ใน</w:t>
      </w:r>
      <w:r w:rsidR="008246F9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เราะฮ์อัล</w:t>
      </w:r>
      <w:r w:rsidRPr="00C27D9F">
        <w:rPr>
          <w:cs/>
        </w:rPr>
        <w:t>-</w:t>
      </w:r>
      <w:r w:rsidR="008246F9">
        <w:rPr>
          <w:rFonts w:hint="cs"/>
          <w:cs/>
        </w:rPr>
        <w:t xml:space="preserve">กาห์ฟ์ </w:t>
      </w:r>
      <w:r w:rsidRPr="00C27D9F">
        <w:rPr>
          <w:rFonts w:hint="cs"/>
          <w:cs/>
        </w:rPr>
        <w:t>อายะฮ์ที่</w:t>
      </w:r>
      <w:r w:rsidR="007162DC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6</w:t>
      </w:r>
    </w:p>
    <w:p w:rsidR="008246F9" w:rsidRDefault="00C27D9F" w:rsidP="008246F9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ความว่า</w:t>
      </w:r>
      <w:r w:rsidRPr="00C27D9F">
        <w:rPr>
          <w:cs/>
        </w:rPr>
        <w:t>)</w:t>
      </w:r>
      <w:r w:rsidR="008246F9">
        <w:rPr>
          <w:rFonts w:cs="Cordia New" w:hint="cs"/>
          <w:szCs w:val="40"/>
          <w:cs/>
        </w:rPr>
        <w:t>”</w:t>
      </w:r>
      <w:r w:rsidR="008246F9" w:rsidRPr="00C27D9F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ดังนั้นเจ้าอาจจะทำลายตัวของเจ้าเองด้วยความทุกข์ระทมหลังจากการกระทำของพวกเขา</w:t>
      </w:r>
      <w:r w:rsidR="008246F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มาตรว่าพวกเขาทั้งหลายมิได้ศรัทธาในวะห์ยู</w:t>
      </w:r>
      <w:r w:rsidR="008246F9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อัลกุอาน</w:t>
      </w:r>
      <w:r w:rsidR="008246F9" w:rsidRPr="00C27D9F">
        <w:rPr>
          <w:rFonts w:hint="cs"/>
          <w:cs/>
        </w:rPr>
        <w:t>) นี</w:t>
      </w:r>
      <w:r w:rsidR="008246F9" w:rsidRPr="00C27D9F">
        <w:rPr>
          <w:cs/>
        </w:rPr>
        <w:t>้</w:t>
      </w:r>
    </w:p>
    <w:p w:rsidR="008246F9" w:rsidRDefault="00C27D9F" w:rsidP="008246F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โองการนี้ได้แสดงให้เห็นว่า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มีความกระตือรือร้นอย่างแท้จริงที่จะนำทางและปลดปล่อยผู้คนให้รอดพ้นจากความลุ่มหลงและจากความยุ่งยากทั้งปวงของโลกนี้ซึ่งถึงกับทำให้ท่านพบกับความหม่นหมองเนื่องด้วยความทุกข์ระทมจากนั้นอีกสองอายะฮ์ที่เกี่ยวพันถึงเรื่องที่คล้ายคลึงกันนี้</w:t>
      </w:r>
      <w:r w:rsidRPr="00C27D9F">
        <w:rPr>
          <w:cs/>
        </w:rPr>
        <w:t>(</w:t>
      </w:r>
      <w:r w:rsidRPr="00C27D9F">
        <w:rPr>
          <w:rFonts w:hint="cs"/>
          <w:cs/>
        </w:rPr>
        <w:t>คือ</w:t>
      </w:r>
      <w:r w:rsidRPr="00C27D9F">
        <w:rPr>
          <w:cs/>
        </w:rPr>
        <w:t>)</w:t>
      </w:r>
      <w:r w:rsidR="007162DC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Pr="00C27D9F">
        <w:rPr>
          <w:cs/>
        </w:rPr>
        <w:t>-</w:t>
      </w:r>
      <w:r w:rsidRPr="00C27D9F">
        <w:rPr>
          <w:rFonts w:hint="cs"/>
          <w:cs/>
        </w:rPr>
        <w:t>ฏอฮา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7162DC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</w:t>
      </w:r>
    </w:p>
    <w:p w:rsidR="008246F9" w:rsidRDefault="00C27D9F" w:rsidP="008246F9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เรามิได้ส่งอัลกุรอานลงมาแก่เจ้าเพื่อที่จะทำให้เจ้าเศร้าโศกใจ</w:t>
      </w:r>
      <w:r w:rsidR="008246F9">
        <w:rPr>
          <w:rFonts w:cs="Cordia New" w:hint="cs"/>
          <w:szCs w:val="40"/>
          <w:cs/>
        </w:rPr>
        <w:t>”</w:t>
      </w:r>
    </w:p>
    <w:p w:rsidR="008246F9" w:rsidRDefault="008246F9" w:rsidP="008246F9">
      <w:pPr>
        <w:pStyle w:val="libNormal"/>
        <w:ind w:firstLine="0"/>
        <w:rPr>
          <w:rFonts w:cs="Cordia New"/>
          <w:szCs w:val="40"/>
        </w:rPr>
      </w:pPr>
    </w:p>
    <w:p w:rsidR="008246F9" w:rsidRDefault="008246F9" w:rsidP="008246F9">
      <w:pPr>
        <w:pStyle w:val="libNormal"/>
        <w:ind w:firstLine="0"/>
        <w:rPr>
          <w:rFonts w:cs="Cordia New"/>
          <w:szCs w:val="40"/>
        </w:rPr>
      </w:pPr>
    </w:p>
    <w:p w:rsidR="008246F9" w:rsidRDefault="008246F9" w:rsidP="008246F9">
      <w:pPr>
        <w:pStyle w:val="libNormal"/>
        <w:ind w:firstLine="0"/>
        <w:rPr>
          <w:rFonts w:cs="Cordia New"/>
          <w:szCs w:val="40"/>
        </w:rPr>
      </w:pPr>
    </w:p>
    <w:p w:rsidR="008246F9" w:rsidRDefault="008246F9" w:rsidP="008246F9">
      <w:pPr>
        <w:pStyle w:val="libNormal"/>
        <w:ind w:firstLine="0"/>
        <w:rPr>
          <w:rFonts w:cs="Cordia New"/>
          <w:szCs w:val="40"/>
          <w:cs/>
        </w:rPr>
      </w:pPr>
    </w:p>
    <w:p w:rsidR="008246F9" w:rsidRDefault="008246F9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8246F9" w:rsidRDefault="008246F9" w:rsidP="008246F9">
      <w:pPr>
        <w:pStyle w:val="libNormal"/>
        <w:ind w:firstLine="0"/>
        <w:rPr>
          <w:rFonts w:cs="Cordia New"/>
          <w:szCs w:val="40"/>
        </w:rPr>
      </w:pPr>
    </w:p>
    <w:p w:rsidR="008246F9" w:rsidRDefault="00C27D9F" w:rsidP="008246F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และใน</w:t>
      </w:r>
      <w:r w:rsidR="008246F9">
        <w:rPr>
          <w:rFonts w:hint="cs"/>
          <w:cs/>
        </w:rPr>
        <w:t>ซู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เราะฮ์บะรออัต</w:t>
      </w:r>
      <w:r w:rsidRPr="00C27D9F">
        <w:rPr>
          <w:cs/>
        </w:rPr>
        <w:t xml:space="preserve"> ( </w:t>
      </w:r>
      <w:r w:rsidRPr="00C27D9F">
        <w:rPr>
          <w:rFonts w:hint="cs"/>
          <w:cs/>
        </w:rPr>
        <w:t>อัตเตาบะฮ์</w:t>
      </w:r>
      <w:r w:rsidRPr="00C27D9F">
        <w:rPr>
          <w:cs/>
        </w:rPr>
        <w:t xml:space="preserve"> ) </w:t>
      </w:r>
      <w:r w:rsidRPr="00C27D9F">
        <w:rPr>
          <w:rFonts w:hint="cs"/>
          <w:cs/>
        </w:rPr>
        <w:t>อายะฮ์ที่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128</w:t>
      </w:r>
    </w:p>
    <w:p w:rsidR="008246F9" w:rsidRPr="00C27D9F" w:rsidRDefault="008246F9" w:rsidP="008246F9">
      <w:pPr>
        <w:pStyle w:val="libNormal"/>
        <w:ind w:firstLine="0"/>
      </w:pPr>
      <w:r w:rsidRPr="00C27D9F">
        <w:rPr>
          <w:cs/>
        </w:rPr>
        <w:t>กล่าวว่า</w:t>
      </w:r>
    </w:p>
    <w:p w:rsidR="008246F9" w:rsidRDefault="008246F9" w:rsidP="008246F9">
      <w:pPr>
        <w:pStyle w:val="libNormal"/>
        <w:rPr>
          <w:rFonts w:cs="Cordia New"/>
          <w:szCs w:val="40"/>
        </w:rPr>
      </w:pPr>
      <w:r>
        <w:rPr>
          <w:rFonts w:hint="cs"/>
          <w:cs/>
        </w:rPr>
        <w:t>“</w:t>
      </w:r>
      <w:r w:rsidR="00C27D9F" w:rsidRPr="00C27D9F">
        <w:rPr>
          <w:rFonts w:hint="cs"/>
          <w:cs/>
        </w:rPr>
        <w:t>แน่นอนศาสนทูต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ผู้ทรงเกียรติ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คนหนึ่งได้มายังพวกเจ้าจากหมู่พวกพ้องของเจ้าทั้งหลาย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หมายถึงท่านศาสดามุฮัมมั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ศ</w:t>
      </w:r>
      <w:r w:rsidR="00C27D9F" w:rsidRPr="00C27D9F">
        <w:rPr>
          <w:cs/>
        </w:rPr>
        <w:t>.)</w:t>
      </w:r>
      <w:r w:rsidR="00C27D9F" w:rsidRPr="00C27D9F">
        <w:rPr>
          <w:rFonts w:hint="cs"/>
          <w:cs/>
        </w:rPr>
        <w:t>เป็นความทุกข์โศกแก่เขาคือการตกอยู่ในความเศร้าหมองของพวกเจ้า</w:t>
      </w:r>
      <w:r w:rsidRPr="00C27D9F">
        <w:rPr>
          <w:rFonts w:cs="Times New Roman"/>
          <w:lang w:bidi="ar-SA"/>
        </w:rPr>
        <w:t>, (</w:t>
      </w:r>
      <w:r w:rsidR="00C27D9F" w:rsidRPr="00C27D9F">
        <w:rPr>
          <w:rFonts w:hint="cs"/>
          <w:cs/>
        </w:rPr>
        <w:t>เขา</w:t>
      </w:r>
      <w:r w:rsidRPr="00C27D9F">
        <w:rPr>
          <w:rFonts w:hint="cs"/>
          <w:cs/>
        </w:rPr>
        <w:t>) เป็นห่วงอย่างเหลือหลา</w:t>
      </w:r>
      <w:r>
        <w:rPr>
          <w:rFonts w:hint="cs"/>
          <w:cs/>
        </w:rPr>
        <w:t>ย</w:t>
      </w:r>
      <w:r w:rsidRPr="00C27D9F">
        <w:rPr>
          <w:rFonts w:hint="cs"/>
          <w:cs/>
        </w:rPr>
        <w:t xml:space="preserve">ในเรื่องทางรอดของพวกเจ้าต่อผู้ศรัทธาทั้งหลายนั้น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เขาเป็นผู้สงสารเอ็นดูเสมอ</w:t>
      </w:r>
      <w:r w:rsidR="00C27D9F" w:rsidRPr="00C27D9F">
        <w:rPr>
          <w:cs/>
        </w:rPr>
        <w:t>)</w:t>
      </w:r>
      <w:r w:rsidR="00C27D9F" w:rsidRPr="00C27D9F">
        <w:rPr>
          <w:rFonts w:cs="Times New Roman"/>
          <w:lang w:bidi="ar-SA"/>
        </w:rPr>
        <w:t>”</w:t>
      </w:r>
    </w:p>
    <w:p w:rsidR="008246F9" w:rsidRDefault="008246F9" w:rsidP="008246F9">
      <w:pPr>
        <w:pStyle w:val="libNormal"/>
        <w:rPr>
          <w:rFonts w:cs="Cordia New"/>
          <w:szCs w:val="40"/>
        </w:rPr>
      </w:pPr>
      <w:r>
        <w:rPr>
          <w:rFonts w:hint="cs"/>
          <w:cs/>
        </w:rPr>
        <w:t xml:space="preserve">ด้วยประการฉะนี้ </w:t>
      </w:r>
      <w:r w:rsidR="00C27D9F" w:rsidRPr="00C27D9F">
        <w:rPr>
          <w:rFonts w:hint="cs"/>
          <w:cs/>
        </w:rPr>
        <w:t>ท่านศาสดา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ศ</w:t>
      </w:r>
      <w:r w:rsidR="00C27D9F" w:rsidRPr="00C27D9F">
        <w:rPr>
          <w:cs/>
        </w:rPr>
        <w:t>.)</w:t>
      </w:r>
      <w:r w:rsidR="00C27D9F" w:rsidRPr="00C27D9F">
        <w:rPr>
          <w:rFonts w:hint="cs"/>
          <w:cs/>
        </w:rPr>
        <w:t>มีความรู้สึกเห็นในต่อมนุษย์ผู้อื่นทั้งหลายและได้กระทำอย่างสุดกำลังของท่านเพื่อพวกเขา</w:t>
      </w:r>
    </w:p>
    <w:p w:rsidR="00C27D9F" w:rsidRPr="00C27D9F" w:rsidRDefault="00C27D9F" w:rsidP="008246F9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มุสลิมจะต้องมีความรู้สึกทั้งสองอย่างคือ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ต่อพระผู้เป็นเจ้าและต่อสิ่งถูกสร้างทั้งหลายของพระองค์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ครั้งบางคราวท่านเคยได้เห็นบิดาคนหนึ่งได้รับความยุ่งยากอย่างมากมายและใช้จ่ายเงินทองอย่างเหลือหลายเพื่อ</w:t>
      </w:r>
    </w:p>
    <w:p w:rsidR="00C27D9F" w:rsidRPr="00C27D9F" w:rsidRDefault="00C27D9F" w:rsidP="008246F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การศึกษาของลูกๆของเขาซึ่งเขาถูกเรียกว่าเป็นผู้ที่มีความกระตือรือร้นเกี่ยวกับการฝึกอบรมพวกเขา</w:t>
      </w:r>
    </w:p>
    <w:p w:rsidR="008246F9" w:rsidRDefault="00C27D9F" w:rsidP="008246F9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ก็เช่นเดียวกันได้แสดงให้เห็นอย่างมากมายถึงความกระตือรืนร้นในลักษณะเดียวกันต่อประชาชนชาติของท่าน</w:t>
      </w:r>
    </w:p>
    <w:p w:rsidR="00C27D9F" w:rsidRPr="00C27D9F" w:rsidRDefault="00C27D9F" w:rsidP="008246F9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ก็เป็นเช่นนั้นได้แสดงความรู้สึกอันเดียวกันนี้ดังได้กล่าว</w:t>
      </w:r>
    </w:p>
    <w:p w:rsidR="008246F9" w:rsidRDefault="00C27D9F" w:rsidP="008246F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ไว้ใน</w:t>
      </w:r>
      <w:r w:rsidRPr="00C27D9F">
        <w:rPr>
          <w:cs/>
        </w:rPr>
        <w:t xml:space="preserve"> </w:t>
      </w:r>
      <w:r w:rsidR="008246F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นะห์ญุลบาลาเฆาะฮ์</w:t>
      </w:r>
      <w:r w:rsidR="008246F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ว่า</w:t>
      </w:r>
    </w:p>
    <w:p w:rsidR="008246F9" w:rsidRDefault="00C27D9F" w:rsidP="008246F9">
      <w:pPr>
        <w:pStyle w:val="libNormal"/>
        <w:ind w:firstLine="0"/>
      </w:pPr>
      <w:r w:rsidRPr="00C27D9F">
        <w:rPr>
          <w:rFonts w:hint="cs"/>
          <w:cs/>
        </w:rPr>
        <w:t>ท่านได้รับรายงานว่าอุษมานบินฮานีฟ</w:t>
      </w:r>
      <w:r w:rsidRPr="00C27D9F">
        <w:rPr>
          <w:cs/>
        </w:rPr>
        <w:t>(</w:t>
      </w:r>
      <w:r w:rsidRPr="00C27D9F">
        <w:rPr>
          <w:rFonts w:hint="cs"/>
          <w:cs/>
        </w:rPr>
        <w:t>ตัวแทนของท่านในฐานะที่เป็นผู้สำเร็จราชการประจำเมืองบัสเราะฮ์</w:t>
      </w:r>
      <w:r w:rsidRPr="00C27D9F">
        <w:rPr>
          <w:cs/>
        </w:rPr>
        <w:t>)</w:t>
      </w:r>
      <w:r w:rsidRPr="00C27D9F">
        <w:rPr>
          <w:rFonts w:hint="cs"/>
          <w:cs/>
        </w:rPr>
        <w:t>ได้เข้าร่วมในการจัดการฉลองอย่างเอิกเริกแม้ว่าที่นั่นไม่มีการดื่มสุราไม่มีการพนันและความเสื่อมเสียใดๆก็ตามแต่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็ได้ตำหนิผู้ว่าราชการผู้นั้นในฐานะมีส่วนร่วมเฉลิมฉลองกับชนชั้นสูงทั้งหมดซึ่งไม่มีผู้ยากไร้คนใดได้เข้าร่วมอยู่ที่นั่นเลย</w:t>
      </w:r>
    </w:p>
    <w:p w:rsidR="008246F9" w:rsidRDefault="008246F9" w:rsidP="008246F9">
      <w:pPr>
        <w:pStyle w:val="libNormal"/>
        <w:ind w:firstLine="0"/>
        <w:rPr>
          <w:cs/>
        </w:rPr>
      </w:pPr>
    </w:p>
    <w:p w:rsidR="008246F9" w:rsidRDefault="008246F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8246F9">
      <w:pPr>
        <w:pStyle w:val="libNormal"/>
        <w:ind w:firstLine="0"/>
        <w:rPr>
          <w:rFonts w:cs="Times New Roman"/>
          <w:lang w:bidi="ar-SA"/>
        </w:rPr>
      </w:pPr>
    </w:p>
    <w:p w:rsidR="00C27D9F" w:rsidRPr="00C27D9F" w:rsidRDefault="00C27D9F" w:rsidP="008246F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ดังนั้น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จึงได้เริ่มพรรณนาถึงความเจ็บปวดรวดร้าวประการทั้งหลายของท่านเองโดยกล่าวว่า</w:t>
      </w:r>
    </w:p>
    <w:p w:rsidR="00C27D9F" w:rsidRPr="00C27D9F" w:rsidRDefault="00C27D9F" w:rsidP="007162D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ท่านเองสามารถที่จะรับเอาความสุขสบายและความสำราญได้ในทุกประการถ้าท่านปรารถนา</w:t>
      </w:r>
      <w:r w:rsidR="007162DC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แต่ท่านจะไม่ละทิ้งบังเหียนแห่งชีวิตของท่านเพื่อสนองความต้องการของกิเลสตัณหาอย่างเด็ดขาด</w:t>
      </w:r>
    </w:p>
    <w:p w:rsidR="00C27D9F" w:rsidRPr="00C27D9F" w:rsidRDefault="00C27D9F" w:rsidP="007162D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ท่านคิดถึงบรรดาพวกเขาเหล่านั้นในท้องที่ต่างๆซึ่งเป็นผู้ยากไรและมีความต้องความช่วยเหลืออย่างมาก</w:t>
      </w:r>
      <w:r w:rsidR="007162DC">
        <w:rPr>
          <w:rFonts w:hint="cs"/>
          <w:cs/>
        </w:rPr>
        <w:t xml:space="preserve"> </w:t>
      </w:r>
      <w:r w:rsidRPr="00C27D9F">
        <w:rPr>
          <w:rFonts w:hint="cs"/>
          <w:cs/>
        </w:rPr>
        <w:t>นี่คือสิ่งที่เป็นความหมายโดยความรู้เห็นใจในความเจ็บปวดของผู้อื่นทั้งหลายท่านกล่าวว่า</w:t>
      </w:r>
    </w:p>
    <w:p w:rsidR="008246F9" w:rsidRDefault="008246F9" w:rsidP="008246F9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ฉันควรจะพึงพอใจอยู่กับความสูงศักดิ์ของความเป็นคอลีฟะฮ์และหัวหน้าของบรรดาผู้ศรัทธาโดยปราศจากการร่วมรับรู้ความยากลำบากของบรรดาผู้ศรัทธากระนั้นหรือ</w:t>
      </w:r>
      <w:r>
        <w:rPr>
          <w:rFonts w:cs="Cordia New" w:hint="cs"/>
          <w:szCs w:val="40"/>
          <w:cs/>
        </w:rPr>
        <w:t xml:space="preserve">” </w:t>
      </w:r>
    </w:p>
    <w:p w:rsidR="00C27D9F" w:rsidRPr="00C27D9F" w:rsidRDefault="00C27D9F" w:rsidP="008246F9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อเวซินาได้เปรียบเทียบ</w:t>
      </w:r>
    </w:p>
    <w:p w:rsidR="008246F9" w:rsidRDefault="00C27D9F" w:rsidP="008246F9">
      <w:pPr>
        <w:pStyle w:val="libNormal"/>
      </w:pPr>
      <w:r w:rsidRPr="00C27D9F">
        <w:rPr>
          <w:rFonts w:hint="cs"/>
          <w:cs/>
        </w:rPr>
        <w:t>ความเจ็บปวดนี้กับความคันซึ่งเป็นความปวดแสบแต่ก็น่าพอใจ</w:t>
      </w:r>
      <w:r w:rsidR="008246F9">
        <w:rPr>
          <w:rFonts w:hint="cs"/>
          <w:cs/>
        </w:rPr>
        <w:t xml:space="preserve"> </w:t>
      </w:r>
    </w:p>
    <w:p w:rsidR="00C27D9F" w:rsidRPr="008246F9" w:rsidRDefault="00C27D9F" w:rsidP="008246F9">
      <w:pPr>
        <w:pStyle w:val="libNormal"/>
      </w:pPr>
      <w:r w:rsidRPr="00C27D9F">
        <w:rPr>
          <w:rFonts w:hint="cs"/>
          <w:cs/>
        </w:rPr>
        <w:t>เมื่อบางคนได้เกาตัวเองเพราะมันก็มิได้เป็นความสึกที่สาหัสนักในพิธีไว้อาลัยให้แก่อิมาฮุเซน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น้ำตามากมายได้หลั่งนองออกมาเป็นเพราะบุคคลรู้สึกเจ็บปวดแต่ก็ยังคงมีบุคคลรักชอบที่จะกระทำดังนั้นและเข้าร่วมในพิธีกรรมดังกล่าวในข้อนั้นบุคคลมีความรู้สึกว่าวิญญาณมิได้อยู่อย่างโดดเดี่ยวแต่ว่ามันคือวิญญาณของร่างกายทั้งหมดดังเช่นวิญญาณได้กระตุ้นบุคคลเพื่อที่จะสวมใส่รองเท้าที่ประชุนแม้ว่าทรัพย์สมบัติ</w:t>
      </w:r>
    </w:p>
    <w:p w:rsidR="008246F9" w:rsidRDefault="00C27D9F" w:rsidP="008246F9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ทั้งหมดสามารถหามาได้ทั้งนี้เพื่อที่จะร่วมกันกับวิญญาณความรู้สึกเหมือนอย่างของอาลี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</w:p>
    <w:p w:rsidR="008246F9" w:rsidRDefault="008246F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8246F9" w:rsidRDefault="00C27D9F" w:rsidP="008246F9">
      <w:pPr>
        <w:pStyle w:val="libNormal"/>
        <w:ind w:firstLine="0"/>
      </w:pPr>
      <w:r w:rsidRPr="00C27D9F">
        <w:rPr>
          <w:rFonts w:hint="cs"/>
          <w:cs/>
        </w:rPr>
        <w:lastRenderedPageBreak/>
        <w:t>จินตกวี</w:t>
      </w:r>
      <w:r w:rsidR="008246F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ชายอาหรับ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ผู้หนึ่งกล่าวไว้ว่า</w:t>
      </w:r>
      <w:r w:rsidRPr="00C27D9F">
        <w:rPr>
          <w:cs/>
        </w:rPr>
        <w:t xml:space="preserve"> </w:t>
      </w:r>
      <w:r w:rsidR="008246F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ความทุกข์จะอยู่เหนือเรือนร่างกายทันทีเมื่อวิญญาณของเขาสู่ความประเสริฐเลิศเลอ</w:t>
      </w:r>
      <w:r w:rsidR="008246F9">
        <w:rPr>
          <w:rFonts w:cs="Cordia New" w:hint="cs"/>
          <w:szCs w:val="40"/>
          <w:cs/>
        </w:rPr>
        <w:t xml:space="preserve">”  </w:t>
      </w:r>
      <w:r w:rsidRPr="00C27D9F">
        <w:rPr>
          <w:rFonts w:hint="cs"/>
          <w:cs/>
        </w:rPr>
        <w:t>เพราะว่าในความสูงส่งของวิญญาณนั้น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มันเป็นความรู้สึกเห็นใจต่อความเจ็บปวดของทุกๆคนและภาระของมันกลายเป็นสิ่งที่ล่อแหลมอาลี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8246F9">
        <w:rPr>
          <w:rFonts w:hint="cs"/>
          <w:cs/>
        </w:rPr>
        <w:t>ในขณะที่ท่านดำรงตำแหน่ง</w:t>
      </w:r>
    </w:p>
    <w:p w:rsidR="00C27D9F" w:rsidRPr="00C27D9F" w:rsidRDefault="008246F9" w:rsidP="008246F9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>ค</w:t>
      </w:r>
      <w:r w:rsidR="00C27D9F" w:rsidRPr="00C27D9F">
        <w:rPr>
          <w:rFonts w:hint="cs"/>
          <w:cs/>
        </w:rPr>
        <w:t>อลีฟะฮ์มองเห็นสตรีผู้หนึ่งกำลังแบกถุงหนังบรรจุน้ำและท่านคิดว่านางจะต้องอยู่พังคนเดียวอย่าง</w:t>
      </w:r>
    </w:p>
    <w:p w:rsidR="00C27D9F" w:rsidRPr="00C27D9F" w:rsidRDefault="00C27D9F" w:rsidP="008246F9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แน่นอนสภาพการณ์จึงได้บีบบังคับให้นางต้องปฏิบัติภาระอันนั้นท่านเข้าไปใกล้นางและและเสนอตัวอย่างสุภาพอย่างอ่อนโยนในการที่จะช่วยเหลือนาง</w:t>
      </w:r>
      <w:r w:rsidR="008246F9" w:rsidRPr="00C27D9F">
        <w:rPr>
          <w:rFonts w:cs="Times New Roman"/>
          <w:lang w:bidi="ar-SA"/>
        </w:rPr>
        <w:t>,</w:t>
      </w:r>
      <w:r w:rsidR="008246F9" w:rsidRPr="00C27D9F">
        <w:rPr>
          <w:rFonts w:hint="cs"/>
          <w:cs/>
        </w:rPr>
        <w:t xml:space="preserve"> นางตอบรับข้อเสนอนั้นและเมื่อไปถึงบ้า</w:t>
      </w:r>
      <w:r w:rsidR="008246F9" w:rsidRPr="00C27D9F">
        <w:rPr>
          <w:cs/>
        </w:rPr>
        <w:t>น</w:t>
      </w:r>
    </w:p>
    <w:p w:rsidR="00AC3344" w:rsidRDefault="00C27D9F" w:rsidP="00AC334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ของนาง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ท่านถามนางว่าไม่มีผู้หนึ่งผู้ใดให้การช่วยเหลือนางบ้างเลยหรือ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นางกล่าวว่าสามีของนางเสียชีวิตในสงครามศาสนาด้วยการที่ได้รับใช้อาลีบินอาบีฏอลิบนางจึงไม่มีผู้ใดที่มาดูแล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</w:t>
      </w:r>
      <w:r w:rsidR="008246F9">
        <w:rPr>
          <w:rFonts w:hint="cs"/>
          <w:cs/>
        </w:rPr>
        <w:t>ได้</w:t>
      </w:r>
      <w:r w:rsidRPr="00C27D9F">
        <w:rPr>
          <w:rFonts w:hint="cs"/>
          <w:cs/>
        </w:rPr>
        <w:t>ยิน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ทั้งร่างกายของอาลี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ร้อนรุ่มดังไฟด้วยความสงสารและเมื่อกลับมายังที่พักท่านมิได้หลับนอนเลยตลอดทั้งคืน</w:t>
      </w:r>
      <w:r w:rsidR="008246F9">
        <w:rPr>
          <w:rFonts w:hint="cs"/>
          <w:cs/>
        </w:rPr>
        <w:t>จนถึงรุ่ง</w:t>
      </w:r>
      <w:r w:rsidRPr="00C27D9F">
        <w:rPr>
          <w:rFonts w:hint="cs"/>
          <w:cs/>
        </w:rPr>
        <w:t>เช้า</w:t>
      </w:r>
      <w:r w:rsidR="008246F9">
        <w:rPr>
          <w:rFonts w:hint="cs"/>
          <w:cs/>
        </w:rPr>
        <w:t>ของ</w:t>
      </w:r>
      <w:r w:rsidRPr="00C27D9F">
        <w:rPr>
          <w:rFonts w:hint="cs"/>
          <w:cs/>
        </w:rPr>
        <w:t>วันต่อมาท่านและบรรดาผู้ติดตามได้ขนเสบียงอาหารบางอย่างไปยังบ้านของนางและ</w:t>
      </w:r>
      <w:r w:rsidR="000F58FA" w:rsidRPr="00C27D9F">
        <w:rPr>
          <w:rFonts w:hint="cs"/>
          <w:cs/>
        </w:rPr>
        <w:t>ณเ</w:t>
      </w:r>
      <w:r w:rsidRPr="00C27D9F">
        <w:rPr>
          <w:rFonts w:hint="cs"/>
          <w:cs/>
        </w:rPr>
        <w:t>วลานั้น</w:t>
      </w:r>
      <w:r w:rsidR="008246F9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ท่านปรุงอาหารด้วยเนื้อป้อนให้แก่บรรดาลูกกำพร้าของนางและปลอบโยนพวกเขาท่านกล่าวว่า</w:t>
      </w:r>
      <w:r w:rsidRPr="00C27D9F">
        <w:rPr>
          <w:cs/>
        </w:rPr>
        <w:t xml:space="preserve"> </w:t>
      </w:r>
      <w:r w:rsidR="008246F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อภัยให้แก่อาลีด้วยเถิดต่อการที่ได้ละเลยพวกท่านแล้วท่านก็ได้จุดไฟเตาเพื่อผิงขนมปังให้แก่เด็กน้อยและขยับเข้าไปใกล้เพื่อที่จะสัมผัสกับความร้อนของมัน</w:t>
      </w:r>
      <w:r w:rsidR="008246F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ฉะนั้นเจ้าจงอย่าได้ลืมเลือนความร้อนแห่งไฟนรกในฐานะที่ละเลยพวกเด็กกำพร้า</w:t>
      </w:r>
      <w:r w:rsidR="00AC3344" w:rsidRPr="00C27D9F">
        <w:rPr>
          <w:rFonts w:cs="Times New Roman"/>
          <w:lang w:bidi="ar-SA"/>
        </w:rPr>
        <w:t>,</w:t>
      </w:r>
      <w:r w:rsidR="00AC3344" w:rsidRPr="00C27D9F">
        <w:rPr>
          <w:rFonts w:hint="cs"/>
          <w:cs/>
        </w:rPr>
        <w:t xml:space="preserve"> ผู้ยากไร้และผู้อื่นทั้งหลา</w:t>
      </w:r>
      <w:r w:rsidR="00AC3344" w:rsidRPr="00C27D9F">
        <w:rPr>
          <w:cs/>
        </w:rPr>
        <w:t>ย</w:t>
      </w:r>
    </w:p>
    <w:p w:rsidR="00AC3344" w:rsidRDefault="00C27D9F" w:rsidP="00AC3344">
      <w:pPr>
        <w:pStyle w:val="libNormal"/>
        <w:ind w:firstLine="0"/>
      </w:pPr>
      <w:r w:rsidRPr="00C27D9F">
        <w:rPr>
          <w:rFonts w:hint="cs"/>
          <w:cs/>
        </w:rPr>
        <w:t>นี่คือแบบอย่างของมนุษย์ผู้สมบูรณ์ในอิสลามดังที่ข้าพเจ้าได้กล่าวไปแล้วก่อนหน้านี้ว่า</w:t>
      </w:r>
      <w:r w:rsidR="00AC3344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เมื่อบางรกฐานของคุณค่าปรากฏออกมาเพียงด้านเดียวสิ่งเหล่านี้</w:t>
      </w:r>
      <w:r w:rsidR="00AC3344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ในที่สุดก็กำจัดคุณค่าที่อื่นๆทั้งหลายดังเช่น</w:t>
      </w:r>
    </w:p>
    <w:p w:rsidR="00AC3344" w:rsidRDefault="00AC3344" w:rsidP="00AC3344">
      <w:pPr>
        <w:pStyle w:val="libNormal"/>
        <w:ind w:firstLine="0"/>
        <w:rPr>
          <w:cs/>
        </w:rPr>
      </w:pPr>
    </w:p>
    <w:p w:rsidR="00AC3344" w:rsidRDefault="00AC3344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AC3344">
      <w:pPr>
        <w:pStyle w:val="libNormal"/>
        <w:ind w:firstLine="0"/>
        <w:rPr>
          <w:rFonts w:cs="Times New Roman"/>
          <w:lang w:bidi="ar-SA"/>
        </w:rPr>
      </w:pPr>
    </w:p>
    <w:p w:rsidR="00C27D9F" w:rsidRPr="00C27D9F" w:rsidRDefault="00C27D9F" w:rsidP="00AC3344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การโน้มไปสู่การเคารพภักดีถึงขนาดที่หลงลืมภาระหน้าที่อื่นๆจนหมดสิ้น</w:t>
      </w:r>
      <w:r w:rsidR="00AC3344">
        <w:rPr>
          <w:rFonts w:hint="cs"/>
          <w:cs/>
        </w:rPr>
        <w:t xml:space="preserve"> </w:t>
      </w:r>
      <w:r w:rsidRPr="00C27D9F">
        <w:rPr>
          <w:rFonts w:hint="cs"/>
          <w:cs/>
        </w:rPr>
        <w:t>บัดนี้</w:t>
      </w:r>
      <w:r w:rsidR="00AC3344">
        <w:rPr>
          <w:rFonts w:hint="cs"/>
          <w:cs/>
        </w:rPr>
        <w:t xml:space="preserve"> </w:t>
      </w:r>
      <w:r w:rsidRPr="00C27D9F">
        <w:rPr>
          <w:rFonts w:hint="cs"/>
          <w:cs/>
        </w:rPr>
        <w:t>ข้าพเจ้ารู้สึกว่ารากฐานอื่นๆที่สั่นคลอนเป็นเรื่องที่จะต้องได้รับการพัฒนาและนั่นก็คือการเอนเอียงไปสู่ปัญหาสังคมของอิสลามและละลายต่อหน้าที่ต่างๆที่ถูกกำหนด</w:t>
      </w:r>
      <w:r w:rsidR="00AC3344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ถ้าหากว่าเราเบี่ยงเบนไปจากแนวทางแห่ง</w:t>
      </w:r>
    </w:p>
    <w:p w:rsidR="00AC3344" w:rsidRDefault="00C27D9F" w:rsidP="00AC3344">
      <w:pPr>
        <w:pStyle w:val="libNormal"/>
        <w:ind w:firstLine="0"/>
      </w:pPr>
      <w:r w:rsidRPr="00C27D9F">
        <w:rPr>
          <w:rFonts w:hint="cs"/>
          <w:cs/>
        </w:rPr>
        <w:t>ความพอประมาณในอิสลามแล้วจะเป็นความแตกต่างอันใดในระหว่างการลืมเลือนสังคมด้วยการหันกลับไปสู่การเคารพภักดีเพียงด้านเดียวหรือละทิ้งการเคารพภักดีและกลับไปสู่ในทางสังคมเพียงด้านเดียว</w:t>
      </w:r>
      <w:r w:rsidRPr="00C27D9F">
        <w:rPr>
          <w:cs/>
        </w:rPr>
        <w:t xml:space="preserve"> </w:t>
      </w:r>
    </w:p>
    <w:p w:rsidR="00AC3344" w:rsidRDefault="00AC3344" w:rsidP="00AC3344">
      <w:pPr>
        <w:pStyle w:val="libNormal"/>
        <w:ind w:firstLine="0"/>
      </w:pPr>
    </w:p>
    <w:p w:rsidR="00AC3344" w:rsidRDefault="00C27D9F" w:rsidP="00AC334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คัมภีร์อัลกุ</w:t>
      </w:r>
      <w:r w:rsidR="00AC3344">
        <w:rPr>
          <w:rFonts w:hint="cs"/>
          <w:cs/>
        </w:rPr>
        <w:t>ร</w:t>
      </w:r>
      <w:r w:rsidRPr="00C27D9F">
        <w:rPr>
          <w:rFonts w:hint="cs"/>
          <w:cs/>
        </w:rPr>
        <w:t>อานกล่าวไว้ใน</w:t>
      </w:r>
      <w:r w:rsidR="00AC3344">
        <w:rPr>
          <w:rFonts w:hint="cs"/>
          <w:cs/>
        </w:rPr>
        <w:t>ซู</w:t>
      </w:r>
      <w:r w:rsidRPr="00C27D9F">
        <w:rPr>
          <w:rFonts w:hint="cs"/>
          <w:cs/>
        </w:rPr>
        <w:t>เราะ</w:t>
      </w:r>
      <w:r w:rsidR="00AC3344">
        <w:rPr>
          <w:rFonts w:hint="cs"/>
          <w:cs/>
        </w:rPr>
        <w:t>อัล</w:t>
      </w:r>
      <w:r w:rsidRPr="00C27D9F">
        <w:rPr>
          <w:rFonts w:hint="cs"/>
          <w:cs/>
        </w:rPr>
        <w:t>ฟัต</w:t>
      </w:r>
      <w:r w:rsidR="00AC3344">
        <w:rPr>
          <w:rFonts w:hint="cs"/>
          <w:cs/>
        </w:rPr>
        <w:t xml:space="preserve">ฮ์ </w:t>
      </w:r>
      <w:r w:rsidRPr="00C27D9F">
        <w:rPr>
          <w:rFonts w:hint="cs"/>
          <w:cs/>
        </w:rPr>
        <w:t>อายะฮ์ที่</w:t>
      </w:r>
      <w:r w:rsidRPr="00C27D9F">
        <w:rPr>
          <w:rFonts w:cs="Times New Roman"/>
          <w:lang w:bidi="ar-SA"/>
        </w:rPr>
        <w:t>29</w:t>
      </w:r>
    </w:p>
    <w:p w:rsidR="00AC3344" w:rsidRPr="00AC3344" w:rsidRDefault="00AC3344" w:rsidP="00AC3344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AC3344">
      <w:pPr>
        <w:pStyle w:val="libNormal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 xml:space="preserve"> </w:t>
      </w:r>
      <w:r w:rsidR="00AC3344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มุฮัมมัดเป็นศาสนฑูตแห</w:t>
      </w:r>
      <w:r w:rsidR="00AC3344">
        <w:rPr>
          <w:rFonts w:hint="cs"/>
          <w:cs/>
        </w:rPr>
        <w:t>่</w:t>
      </w:r>
      <w:r w:rsidRPr="00C27D9F">
        <w:rPr>
          <w:rFonts w:hint="cs"/>
          <w:cs/>
        </w:rPr>
        <w:t>งอัลลอฮและพวกที่อยู่ด้วยกับเขามั่นคงแข็งกร้าวกับพวกปฏิเสธอ่อนน้อมในหมู่พวกเขาเองเจ้าจะเห็นพวกเขาโค้งลง</w:t>
      </w:r>
      <w:r w:rsidRPr="00C27D9F">
        <w:rPr>
          <w:rFonts w:cs="Times New Roman"/>
          <w:lang w:bidi="ar-SA"/>
        </w:rPr>
        <w:t>,(</w:t>
      </w:r>
      <w:r w:rsidRPr="00C27D9F">
        <w:rPr>
          <w:rFonts w:hint="cs"/>
          <w:cs/>
        </w:rPr>
        <w:t>และ</w:t>
      </w:r>
      <w:r w:rsidRPr="00C27D9F">
        <w:rPr>
          <w:cs/>
        </w:rPr>
        <w:t>)</w:t>
      </w:r>
      <w:r w:rsidRPr="00C27D9F">
        <w:rPr>
          <w:rFonts w:hint="cs"/>
          <w:cs/>
        </w:rPr>
        <w:t>หมอ</w:t>
      </w:r>
      <w:r w:rsidR="00AC3344">
        <w:rPr>
          <w:rFonts w:hint="cs"/>
          <w:cs/>
        </w:rPr>
        <w:t>บ</w:t>
      </w:r>
      <w:r w:rsidRPr="00C27D9F">
        <w:rPr>
          <w:rFonts w:hint="cs"/>
          <w:cs/>
        </w:rPr>
        <w:t>กราบ</w:t>
      </w:r>
      <w:r w:rsidRPr="00C27D9F">
        <w:rPr>
          <w:cs/>
        </w:rPr>
        <w:t>(</w:t>
      </w:r>
      <w:r w:rsidRPr="00C27D9F">
        <w:rPr>
          <w:rFonts w:hint="cs"/>
          <w:cs/>
        </w:rPr>
        <w:t>ในการภักดีต่อพระผู้เจ้าเจ้า</w:t>
      </w:r>
      <w:r w:rsidRPr="00C27D9F">
        <w:rPr>
          <w:cs/>
        </w:rPr>
        <w:t>)</w:t>
      </w:r>
      <w:r w:rsidRPr="00C27D9F">
        <w:rPr>
          <w:rFonts w:hint="cs"/>
          <w:cs/>
        </w:rPr>
        <w:t>แสวงหาความกรุณาจา</w:t>
      </w:r>
      <w:r w:rsidR="00AC3344">
        <w:rPr>
          <w:rFonts w:hint="cs"/>
          <w:cs/>
        </w:rPr>
        <w:t>ก</w:t>
      </w:r>
      <w:r w:rsidRPr="00C27D9F">
        <w:rPr>
          <w:rFonts w:hint="cs"/>
          <w:cs/>
        </w:rPr>
        <w:t>อัลลอฮและความพึงใจจากพระองค์</w:t>
      </w:r>
      <w:r w:rsidR="00AC3344">
        <w:rPr>
          <w:rFonts w:hint="cs"/>
          <w:cs/>
        </w:rPr>
        <w:t xml:space="preserve"> </w:t>
      </w:r>
      <w:r w:rsidRPr="00C27D9F">
        <w:rPr>
          <w:rFonts w:hint="cs"/>
          <w:cs/>
        </w:rPr>
        <w:t>เครื่องหมายของพวกเขาเด่นชั</w:t>
      </w:r>
      <w:r w:rsidR="00AC3344">
        <w:rPr>
          <w:rFonts w:hint="cs"/>
          <w:cs/>
        </w:rPr>
        <w:t>ด</w:t>
      </w:r>
      <w:r w:rsidRPr="00C27D9F">
        <w:rPr>
          <w:rFonts w:hint="cs"/>
          <w:cs/>
        </w:rPr>
        <w:t>อยู่บนใบหน้าของพวกเขาเป็นเพราะผลของการหมอบกราบ</w:t>
      </w:r>
      <w:r w:rsidR="00AC3344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นั่นคือ</w:t>
      </w:r>
      <w:r w:rsidR="00AC3344">
        <w:rPr>
          <w:rFonts w:hint="cs"/>
          <w:cs/>
        </w:rPr>
        <w:t xml:space="preserve"> </w:t>
      </w:r>
      <w:r w:rsidRPr="00C27D9F">
        <w:rPr>
          <w:rFonts w:hint="cs"/>
          <w:cs/>
        </w:rPr>
        <w:t>ลักษณะของพวกเขาที่ปรากฏใน</w:t>
      </w:r>
      <w:r w:rsidRPr="00C27D9F">
        <w:rPr>
          <w:cs/>
        </w:rPr>
        <w:t>(</w:t>
      </w:r>
      <w:r w:rsidRPr="00C27D9F">
        <w:rPr>
          <w:rFonts w:hint="cs"/>
          <w:cs/>
        </w:rPr>
        <w:t>คัมภีร์</w:t>
      </w:r>
      <w:r w:rsidRPr="00C27D9F">
        <w:rPr>
          <w:cs/>
        </w:rPr>
        <w:t>)</w:t>
      </w:r>
      <w:r w:rsidRPr="00C27D9F">
        <w:rPr>
          <w:rFonts w:hint="cs"/>
          <w:cs/>
        </w:rPr>
        <w:t>เตารอดและใน</w:t>
      </w:r>
      <w:r w:rsidRPr="00C27D9F">
        <w:rPr>
          <w:cs/>
        </w:rPr>
        <w:t>(</w:t>
      </w:r>
      <w:r w:rsidRPr="00C27D9F">
        <w:rPr>
          <w:rFonts w:hint="cs"/>
          <w:cs/>
        </w:rPr>
        <w:t>คัมภีร์</w:t>
      </w:r>
      <w:r w:rsidRPr="00C27D9F">
        <w:rPr>
          <w:cs/>
        </w:rPr>
        <w:t>)</w:t>
      </w:r>
      <w:r w:rsidRPr="00C27D9F">
        <w:rPr>
          <w:rFonts w:hint="cs"/>
          <w:cs/>
        </w:rPr>
        <w:t>อินญีล</w:t>
      </w:r>
    </w:p>
    <w:p w:rsidR="00AC3344" w:rsidRDefault="00C27D9F" w:rsidP="00AC334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หมือนดังเมล็ดพันธุ์ที่แตกหน่อของมันออกมาแล้วมันก็แข็งแกร่งแล้วมันก็เจริญขึ้นและยึดมั่นอยู่บนลำต้นของมันเป็นความปีติยินดีแก่ผู้หว่านเพื่อพระองค์อาจจะทรงกริ้วต่อบรรดาผู้ปฏิเสธด้วยเหตุว่าพวกเขา</w:t>
      </w:r>
      <w:r w:rsidRPr="00C27D9F">
        <w:rPr>
          <w:cs/>
        </w:rPr>
        <w:t>(</w:t>
      </w:r>
      <w:r w:rsidRPr="00C27D9F">
        <w:rPr>
          <w:rFonts w:hint="cs"/>
          <w:cs/>
        </w:rPr>
        <w:t>ดื้อดึง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และอัลลอฮ</w:t>
      </w:r>
      <w:r w:rsidR="007162DC">
        <w:rPr>
          <w:rFonts w:hint="cs"/>
          <w:cs/>
        </w:rPr>
        <w:t>์</w:t>
      </w:r>
      <w:r w:rsidRPr="00C27D9F">
        <w:rPr>
          <w:rFonts w:hint="cs"/>
          <w:cs/>
        </w:rPr>
        <w:t>ทรงสัญญา</w:t>
      </w:r>
      <w:r w:rsidRPr="00C27D9F">
        <w:rPr>
          <w:cs/>
        </w:rPr>
        <w:t>(</w:t>
      </w:r>
      <w:r w:rsidRPr="00C27D9F">
        <w:rPr>
          <w:rFonts w:hint="cs"/>
          <w:cs/>
        </w:rPr>
        <w:t>แก่</w:t>
      </w:r>
      <w:r w:rsidRPr="00C27D9F">
        <w:rPr>
          <w:cs/>
        </w:rPr>
        <w:t>)</w:t>
      </w:r>
      <w:r w:rsidRPr="00C27D9F">
        <w:rPr>
          <w:rFonts w:hint="cs"/>
          <w:cs/>
        </w:rPr>
        <w:t>บรรดาเหล่านั้นผู้ซึ่งศรัทธาและปฏิบัติความดีงามในระหว่างพวกเขาด้วยการให้อภัยและรางวัลอันยิ่งใหญ่</w:t>
      </w:r>
      <w:r w:rsidR="00AC3344">
        <w:rPr>
          <w:rFonts w:cs="Cordia New" w:hint="cs"/>
          <w:szCs w:val="40"/>
          <w:cs/>
        </w:rPr>
        <w:t>”</w:t>
      </w:r>
    </w:p>
    <w:p w:rsidR="00AC3344" w:rsidRDefault="00AC3344" w:rsidP="00AC3344">
      <w:pPr>
        <w:pStyle w:val="libNormal"/>
        <w:ind w:firstLine="0"/>
        <w:rPr>
          <w:rFonts w:cs="Cordia New"/>
          <w:szCs w:val="40"/>
        </w:rPr>
      </w:pPr>
    </w:p>
    <w:p w:rsidR="00AC3344" w:rsidRDefault="00AC3344" w:rsidP="00AC3344">
      <w:pPr>
        <w:pStyle w:val="libNormal"/>
        <w:ind w:firstLine="0"/>
        <w:rPr>
          <w:rFonts w:cs="Cordia New"/>
          <w:szCs w:val="40"/>
          <w:cs/>
        </w:rPr>
      </w:pPr>
    </w:p>
    <w:p w:rsidR="00AC3344" w:rsidRDefault="00AC3344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AC3344" w:rsidRDefault="00AC3344" w:rsidP="00AC3344">
      <w:pPr>
        <w:pStyle w:val="libNormal"/>
        <w:ind w:firstLine="0"/>
        <w:rPr>
          <w:rFonts w:cs="Cordia New"/>
          <w:szCs w:val="40"/>
        </w:rPr>
      </w:pPr>
    </w:p>
    <w:p w:rsidR="00AC3344" w:rsidRDefault="00C27D9F" w:rsidP="00AC334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ในอายะฮ์ที่</w:t>
      </w:r>
      <w:r w:rsidR="007162DC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4</w:t>
      </w:r>
      <w:r w:rsidR="00AC3344" w:rsidRPr="00C27D9F">
        <w:rPr>
          <w:rFonts w:hint="cs"/>
          <w:cs/>
        </w:rPr>
        <w:t xml:space="preserve"> ของซูเราะฮ์อัศศอฟ</w:t>
      </w:r>
      <w:r w:rsidR="00AC3344" w:rsidRPr="00C27D9F">
        <w:t>,</w:t>
      </w:r>
      <w:r w:rsidR="00AC3344" w:rsidRPr="00C27D9F">
        <w:rPr>
          <w:rFonts w:hint="cs"/>
          <w:cs/>
        </w:rPr>
        <w:t xml:space="preserve"> อัลกุรอานกล่าวว่</w:t>
      </w:r>
      <w:r w:rsidR="00AC3344" w:rsidRPr="00C27D9F">
        <w:rPr>
          <w:cs/>
        </w:rPr>
        <w:t>า</w:t>
      </w:r>
      <w:r w:rsidR="00AC3344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แน่นอน</w:t>
      </w:r>
      <w:r w:rsidR="00AC3344">
        <w:rPr>
          <w:rFonts w:hint="cs"/>
          <w:cs/>
        </w:rPr>
        <w:t xml:space="preserve"> </w:t>
      </w:r>
      <w:r w:rsidRPr="00C27D9F">
        <w:rPr>
          <w:rFonts w:hint="cs"/>
          <w:cs/>
        </w:rPr>
        <w:t>อัลลอฮ</w:t>
      </w:r>
      <w:r w:rsidR="00AC3344">
        <w:rPr>
          <w:rFonts w:hint="cs"/>
          <w:cs/>
        </w:rPr>
        <w:t>์ทรง</w:t>
      </w:r>
      <w:r w:rsidRPr="00C27D9F">
        <w:rPr>
          <w:rFonts w:hint="cs"/>
          <w:cs/>
        </w:rPr>
        <w:t>รัก</w:t>
      </w:r>
      <w:r w:rsidR="00AC3344">
        <w:rPr>
          <w:rFonts w:hint="cs"/>
          <w:cs/>
        </w:rPr>
        <w:t>ต่อ</w:t>
      </w:r>
      <w:r w:rsidRPr="00C27D9F">
        <w:rPr>
          <w:rFonts w:hint="cs"/>
          <w:cs/>
        </w:rPr>
        <w:t>บรรดาผู้ซึ่งต่อสู้ในวิถีทางของพระองค์ในทิวแถวทั้งหลายเหมือนดั่งพวกเขาเป็นปราการอันแน่นหนา</w:t>
      </w:r>
      <w:r w:rsidR="00AC3344">
        <w:rPr>
          <w:rFonts w:cs="Cordia New" w:hint="cs"/>
          <w:szCs w:val="40"/>
          <w:cs/>
        </w:rPr>
        <w:t>”</w:t>
      </w:r>
    </w:p>
    <w:p w:rsidR="00C27D9F" w:rsidRPr="00C27D9F" w:rsidRDefault="00C27D9F" w:rsidP="00AC3344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ในโองการนี้ได้กล่าวถึงบรรดาผู้ติดตาม</w:t>
      </w:r>
      <w:r w:rsidRPr="00C27D9F">
        <w:rPr>
          <w:cs/>
        </w:rPr>
        <w:t>(</w:t>
      </w:r>
      <w:r w:rsidRPr="00C27D9F">
        <w:rPr>
          <w:rFonts w:hint="cs"/>
          <w:cs/>
        </w:rPr>
        <w:t>ศอฮาบะฮ์</w:t>
      </w:r>
      <w:r w:rsidRPr="00C27D9F">
        <w:rPr>
          <w:cs/>
        </w:rPr>
        <w:t>)</w:t>
      </w:r>
    </w:p>
    <w:p w:rsidR="00AC3344" w:rsidRDefault="00C27D9F" w:rsidP="00AC334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ของท่านศาสดา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และบรรดาผู้ที่ได้รับการอบรมสั่งสอนจากท่านว่าเมื่อพวกเขาอยู่ต่อหน้าของพวกที่ถู</w:t>
      </w:r>
      <w:r w:rsidR="00AC3344">
        <w:rPr>
          <w:rFonts w:hint="cs"/>
          <w:cs/>
        </w:rPr>
        <w:t>ก</w:t>
      </w:r>
      <w:r w:rsidRPr="00C27D9F">
        <w:rPr>
          <w:rFonts w:hint="cs"/>
          <w:cs/>
        </w:rPr>
        <w:t>เรียกว่า</w:t>
      </w:r>
      <w:r w:rsidRPr="00C27D9F">
        <w:rPr>
          <w:cs/>
        </w:rPr>
        <w:t xml:space="preserve"> </w:t>
      </w:r>
      <w:r w:rsidR="00AC3344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ศัตรูแห่งสัจธรรม</w:t>
      </w:r>
      <w:r w:rsidR="00AC3344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พวกเขาก็แข็งแกร่งและองอาจยืนหยัดอย่างมั่นคงต่อต้านพวกศัตรูเหล่านั้นและเมื่อพวกเขาอยู่ในหมู่ประชาชนผู้ศรัทธาพวกเขาทั้งหลายเป็นผู้สมบูรณ์อ่อนน้อมและร่วมกันกับพวกเขา</w:t>
      </w:r>
    </w:p>
    <w:p w:rsidR="00AC3344" w:rsidRDefault="00C27D9F" w:rsidP="00AC3344">
      <w:pPr>
        <w:pStyle w:val="libNormal"/>
        <w:ind w:firstLine="0"/>
      </w:pPr>
      <w:r w:rsidRPr="00C27D9F">
        <w:rPr>
          <w:rFonts w:hint="cs"/>
          <w:cs/>
        </w:rPr>
        <w:t>นี่คือสิ่งที่ถือปฏิบัติกันอยู่เสมอในการอยู่ร่วมกันของสังคมอิสลามซึ่งได้ละเลยกันมานับเป็นเวลาหลายศตวรรษ</w:t>
      </w:r>
    </w:p>
    <w:p w:rsidR="00AC3344" w:rsidRPr="007162DC" w:rsidRDefault="00C27D9F" w:rsidP="00AC334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ัลกุรอานยังได้กล่าวต่อไปในสูเราะฮ์ฟั้ตห์พาดพิงถึงโองการข้างต้นว่าผู้คนเหล่านี้ซึ่งมีความเป็นอยู่ทางสังคมที่สูงส่งร้องของจากพระผู้เป็นเจ้าอยู่เสมอเพื่อให้ได้เพิ่มพู</w:t>
      </w:r>
      <w:r w:rsidR="00AC3344">
        <w:rPr>
          <w:rFonts w:hint="cs"/>
          <w:cs/>
        </w:rPr>
        <w:t>น</w:t>
      </w:r>
      <w:r w:rsidRPr="00C27D9F">
        <w:rPr>
          <w:rFonts w:hint="cs"/>
          <w:cs/>
        </w:rPr>
        <w:t>มากยิ่งขึ้นอีกสำหรับความสูงส่งในหมู่มนุษย์ที่อยู่ร่วมกันและปรารถนาความพึงพอในของพระองค์และนี่คือระดับขั้นอันสูงส่งแห่งการอิบาดัตของพวกเขาใน</w:t>
      </w:r>
      <w:r w:rsidR="00AC3344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เราะฮ์อัต</w:t>
      </w:r>
      <w:r w:rsidR="00AC3344">
        <w:rPr>
          <w:rFonts w:hint="cs"/>
          <w:cs/>
        </w:rPr>
        <w:t>เ</w:t>
      </w:r>
      <w:r w:rsidRPr="00C27D9F">
        <w:rPr>
          <w:rFonts w:hint="cs"/>
          <w:cs/>
        </w:rPr>
        <w:t>ตาบะฮ์</w:t>
      </w:r>
      <w:r w:rsidRPr="00C27D9F">
        <w:rPr>
          <w:cs/>
        </w:rPr>
        <w:t>(</w:t>
      </w:r>
      <w:r w:rsidRPr="00C27D9F">
        <w:rPr>
          <w:rFonts w:hint="cs"/>
          <w:cs/>
        </w:rPr>
        <w:t>บารออัต</w:t>
      </w:r>
      <w:r w:rsidRPr="00C27D9F">
        <w:rPr>
          <w:cs/>
        </w:rPr>
        <w:t>)</w:t>
      </w:r>
      <w:r w:rsidRPr="00C27D9F">
        <w:rPr>
          <w:rFonts w:hint="cs"/>
          <w:cs/>
        </w:rPr>
        <w:t>อายะฮ์ที่</w:t>
      </w:r>
      <w:r w:rsidR="007162DC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112</w:t>
      </w:r>
    </w:p>
    <w:p w:rsidR="00AC3344" w:rsidRDefault="00C27D9F" w:rsidP="00AC3344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อัลกุรอานกล่าวว่า</w:t>
      </w:r>
      <w:r w:rsidR="00AC3344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พวกเขาผู้ซึ่งขออภัย</w:t>
      </w:r>
      <w:r w:rsidRPr="00C27D9F">
        <w:rPr>
          <w:cs/>
        </w:rPr>
        <w:t>(</w:t>
      </w:r>
      <w:r w:rsidRPr="00C27D9F">
        <w:rPr>
          <w:rFonts w:hint="cs"/>
          <w:cs/>
        </w:rPr>
        <w:t>ต่ออัลลอฮ</w:t>
      </w:r>
      <w:r w:rsidR="00AC3344">
        <w:rPr>
          <w:rFonts w:hint="cs"/>
          <w:cs/>
        </w:rPr>
        <w:t>์</w:t>
      </w:r>
      <w:r w:rsidRPr="00C27D9F">
        <w:rPr>
          <w:cs/>
        </w:rPr>
        <w:t>)</w:t>
      </w:r>
      <w:r w:rsidRPr="00C27D9F">
        <w:rPr>
          <w:rFonts w:hint="cs"/>
          <w:cs/>
        </w:rPr>
        <w:t>ผู้ซึ่งเคารพกราบกราน</w:t>
      </w:r>
      <w:r w:rsidRPr="00C27D9F">
        <w:rPr>
          <w:cs/>
        </w:rPr>
        <w:t>(</w:t>
      </w:r>
      <w:r w:rsidRPr="00C27D9F">
        <w:rPr>
          <w:rFonts w:hint="cs"/>
          <w:cs/>
        </w:rPr>
        <w:t>พระองค์</w:t>
      </w:r>
      <w:r w:rsidRPr="00C27D9F">
        <w:rPr>
          <w:cs/>
        </w:rPr>
        <w:t>)</w:t>
      </w:r>
      <w:r w:rsidRPr="00C27D9F">
        <w:rPr>
          <w:rFonts w:hint="cs"/>
          <w:cs/>
        </w:rPr>
        <w:t>ผู้ซึ่งสรรเสริญ</w:t>
      </w:r>
      <w:r w:rsidRPr="00C27D9F">
        <w:rPr>
          <w:cs/>
        </w:rPr>
        <w:t>(</w:t>
      </w:r>
      <w:r w:rsidRPr="00C27D9F">
        <w:rPr>
          <w:rFonts w:hint="cs"/>
          <w:cs/>
        </w:rPr>
        <w:t>พระองค์</w:t>
      </w:r>
      <w:r w:rsidRPr="00C27D9F">
        <w:rPr>
          <w:cs/>
        </w:rPr>
        <w:t>)</w:t>
      </w:r>
      <w:r w:rsidRPr="00C27D9F">
        <w:rPr>
          <w:rFonts w:hint="cs"/>
          <w:cs/>
        </w:rPr>
        <w:t>ผู้ถือศีลอดผู้ซึ่งโค้งคารวะ</w:t>
      </w:r>
      <w:r w:rsidRPr="00C27D9F">
        <w:rPr>
          <w:cs/>
        </w:rPr>
        <w:t>(</w:t>
      </w:r>
      <w:r w:rsidRPr="00C27D9F">
        <w:rPr>
          <w:rFonts w:hint="cs"/>
          <w:cs/>
        </w:rPr>
        <w:t>ต่อพระองค์</w:t>
      </w:r>
      <w:r w:rsidRPr="00C27D9F">
        <w:rPr>
          <w:cs/>
        </w:rPr>
        <w:t>)</w:t>
      </w:r>
      <w:r w:rsidRPr="00C27D9F">
        <w:rPr>
          <w:rFonts w:hint="cs"/>
          <w:cs/>
        </w:rPr>
        <w:t>ผู้ซึ่งหมอบกราบ</w:t>
      </w:r>
      <w:r w:rsidRPr="00C27D9F">
        <w:rPr>
          <w:cs/>
        </w:rPr>
        <w:t>(</w:t>
      </w:r>
      <w:r w:rsidRPr="00C27D9F">
        <w:rPr>
          <w:rFonts w:hint="cs"/>
          <w:cs/>
        </w:rPr>
        <w:t>พระองค์</w:t>
      </w:r>
      <w:r w:rsidRPr="00C27D9F">
        <w:rPr>
          <w:cs/>
        </w:rPr>
        <w:t>)</w:t>
      </w:r>
      <w:r w:rsidRPr="00C27D9F">
        <w:rPr>
          <w:rFonts w:hint="cs"/>
          <w:cs/>
        </w:rPr>
        <w:t>ผู้ซึ่งกำชับกันในสิ่งที่ดีและห้ามปรามกันในสิ่งที่ชั่วร้ายและผู้ซึ่งรักษาข้อจำกัดทั้งหลายของอัลลอฮ</w:t>
      </w:r>
      <w:r w:rsidR="00AC3344">
        <w:rPr>
          <w:rFonts w:hint="cs"/>
          <w:cs/>
        </w:rPr>
        <w:t>์</w:t>
      </w:r>
      <w:r w:rsidRPr="00C27D9F">
        <w:rPr>
          <w:rFonts w:hint="cs"/>
          <w:cs/>
        </w:rPr>
        <w:t>และจงแจ้งข่าวดีต่อบรรดาผู้ศรัทธา</w:t>
      </w:r>
      <w:r w:rsidR="00AC3344">
        <w:rPr>
          <w:rFonts w:cs="Cordia New" w:hint="cs"/>
          <w:szCs w:val="40"/>
          <w:cs/>
        </w:rPr>
        <w:t xml:space="preserve">” </w:t>
      </w:r>
      <w:r w:rsidRPr="00C27D9F">
        <w:rPr>
          <w:rFonts w:hint="cs"/>
          <w:cs/>
        </w:rPr>
        <w:t>เหล่านี้เป็นคุณลักษณะจากพระผู้เป็นเจ้ายังผู้คนและยังบรรดาผู้ซึ่งแก้ไขเปลี่ยนแปลงสังคม</w:t>
      </w:r>
    </w:p>
    <w:p w:rsidR="00AC3344" w:rsidRDefault="00AC3344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AC3344" w:rsidRDefault="00AC3344" w:rsidP="00AC3344">
      <w:pPr>
        <w:pStyle w:val="libNormal"/>
        <w:ind w:firstLine="0"/>
      </w:pPr>
    </w:p>
    <w:p w:rsidR="00440CE6" w:rsidRDefault="00C27D9F" w:rsidP="00440CE6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และใน</w:t>
      </w:r>
      <w:r w:rsidR="00440CE6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Pr="00C27D9F">
        <w:rPr>
          <w:cs/>
        </w:rPr>
        <w:t xml:space="preserve"> </w:t>
      </w:r>
      <w:r w:rsidR="00440CE6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อาลิอิมรอน</w:t>
      </w:r>
      <w:r w:rsidR="00440CE6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อายะฮ์ที่</w:t>
      </w:r>
      <w:r w:rsidR="007162DC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16</w:t>
      </w:r>
      <w:r w:rsidRPr="00C27D9F">
        <w:rPr>
          <w:rFonts w:hint="cs"/>
          <w:cs/>
        </w:rPr>
        <w:t>ที่ได้กล่าวถึง</w:t>
      </w:r>
    </w:p>
    <w:p w:rsidR="00440CE6" w:rsidRPr="00440CE6" w:rsidRDefault="00C27D9F" w:rsidP="00440CE6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 xml:space="preserve"> </w:t>
      </w:r>
      <w:r w:rsidR="00440CE6">
        <w:rPr>
          <w:rFonts w:cs="Cordia New" w:hint="cs"/>
          <w:szCs w:val="40"/>
          <w:cs/>
        </w:rPr>
        <w:t>“</w:t>
      </w:r>
      <w:r w:rsidR="00440CE6" w:rsidRPr="00C27D9F">
        <w:rPr>
          <w:rFonts w:hint="cs"/>
          <w:cs/>
        </w:rPr>
        <w:t>บรรดาผู้ถือขันติธรรมและบรรดาผู้ซื่อสัต</w:t>
      </w:r>
      <w:r w:rsidR="00440CE6">
        <w:rPr>
          <w:rFonts w:hint="cs"/>
          <w:cs/>
        </w:rPr>
        <w:t>ย์</w:t>
      </w:r>
      <w:r w:rsidR="00440CE6" w:rsidRPr="00C27D9F">
        <w:rPr>
          <w:rFonts w:hint="cs"/>
          <w:cs/>
        </w:rPr>
        <w:t xml:space="preserve">และบรรดาผู้เชื่อฟังและบรรดาเหล่านั้นผู้ซึ่งใช้จ่าย </w:t>
      </w:r>
      <w:r w:rsidR="00440CE6" w:rsidRPr="00C27D9F">
        <w:rPr>
          <w:cs/>
        </w:rPr>
        <w:t>(</w:t>
      </w:r>
      <w:r w:rsidRPr="00C27D9F">
        <w:rPr>
          <w:rFonts w:hint="cs"/>
          <w:cs/>
        </w:rPr>
        <w:t>เพื่อเป็นกุศล</w:t>
      </w:r>
      <w:r w:rsidR="00440CE6" w:rsidRPr="00C27D9F">
        <w:rPr>
          <w:rFonts w:hint="cs"/>
          <w:cs/>
        </w:rPr>
        <w:t xml:space="preserve">) และบรรดาผู้ซึ่งขออภัยโทษ </w:t>
      </w:r>
      <w:r w:rsidR="00440CE6" w:rsidRPr="00C27D9F">
        <w:rPr>
          <w:cs/>
        </w:rPr>
        <w:t>(</w:t>
      </w:r>
      <w:r w:rsidRPr="00C27D9F">
        <w:rPr>
          <w:rFonts w:hint="cs"/>
          <w:cs/>
        </w:rPr>
        <w:t>จากอัลลอฮ</w:t>
      </w:r>
      <w:r w:rsidR="00CE7F2A">
        <w:rPr>
          <w:rFonts w:hint="cs"/>
          <w:cs/>
        </w:rPr>
        <w:t>์</w:t>
      </w:r>
      <w:r w:rsidR="00440CE6" w:rsidRPr="00C27D9F">
        <w:rPr>
          <w:rFonts w:hint="cs"/>
          <w:cs/>
        </w:rPr>
        <w:t>) ในเวลาทั้งหลายของรุ่งอรุ</w:t>
      </w:r>
      <w:r w:rsidR="00440CE6" w:rsidRPr="00C27D9F">
        <w:rPr>
          <w:cs/>
        </w:rPr>
        <w:t>ณ</w:t>
      </w:r>
      <w:r w:rsidR="00440CE6">
        <w:rPr>
          <w:rFonts w:cs="Cordia New" w:hint="cs"/>
          <w:szCs w:val="40"/>
          <w:cs/>
        </w:rPr>
        <w:t>”</w:t>
      </w:r>
    </w:p>
    <w:p w:rsidR="00440CE6" w:rsidRPr="00440CE6" w:rsidRDefault="00440CE6" w:rsidP="00440CE6">
      <w:pPr>
        <w:pStyle w:val="libNormal"/>
        <w:ind w:firstLine="0"/>
        <w:rPr>
          <w:rFonts w:cs="Cordia New"/>
          <w:szCs w:val="40"/>
        </w:rPr>
      </w:pPr>
    </w:p>
    <w:p w:rsidR="00440CE6" w:rsidRDefault="00C27D9F" w:rsidP="00440CE6">
      <w:pPr>
        <w:pStyle w:val="libNormal"/>
        <w:ind w:firstLine="0"/>
      </w:pPr>
      <w:r w:rsidRPr="00C27D9F">
        <w:rPr>
          <w:rFonts w:hint="cs"/>
          <w:cs/>
        </w:rPr>
        <w:t>คำว่าขันติธรรม</w:t>
      </w:r>
      <w:r w:rsidRPr="00C27D9F">
        <w:rPr>
          <w:cs/>
        </w:rPr>
        <w:t>(</w:t>
      </w:r>
      <w:r w:rsidRPr="00C27D9F">
        <w:rPr>
          <w:rFonts w:hint="cs"/>
          <w:cs/>
        </w:rPr>
        <w:t>ซอบัร</w:t>
      </w:r>
      <w:r w:rsidRPr="00C27D9F">
        <w:rPr>
          <w:cs/>
        </w:rPr>
        <w:t>)</w:t>
      </w:r>
      <w:r w:rsidRPr="00C27D9F">
        <w:rPr>
          <w:rFonts w:hint="cs"/>
          <w:cs/>
        </w:rPr>
        <w:t>ในอัลกุรอาน</w:t>
      </w:r>
      <w:r w:rsidR="00440CE6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หมายถึงการยืนหยัดปกป้องโดยเฉพาะอย่างยิ่งได้แก่บรรดาผู้ซึ่งมีความจริงใจและเป็นผู้ซื่อสัต</w:t>
      </w:r>
      <w:r w:rsidR="00440CE6">
        <w:rPr>
          <w:rFonts w:hint="cs"/>
          <w:cs/>
        </w:rPr>
        <w:t>ย์</w:t>
      </w:r>
      <w:r w:rsidRPr="00C27D9F">
        <w:rPr>
          <w:rFonts w:hint="cs"/>
          <w:cs/>
        </w:rPr>
        <w:t>ในสนามรบและคุณลักษณะทั้งหมดที่ได้กล่าวไว้ใ</w:t>
      </w:r>
      <w:r w:rsidR="00440CE6">
        <w:rPr>
          <w:rFonts w:hint="cs"/>
          <w:cs/>
        </w:rPr>
        <w:t>นโองการดังกล่าวมาแล้วจะไม่มีการ</w:t>
      </w:r>
      <w:r w:rsidRPr="00C27D9F">
        <w:rPr>
          <w:rFonts w:hint="cs"/>
          <w:cs/>
        </w:rPr>
        <w:t>แยกออกจากกันมีคำบรรยายจากบรรดาผู้ติดตามท่านอิมามฮุจญะฮ์</w:t>
      </w:r>
      <w:r w:rsidR="007162DC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7162DC">
        <w:rPr>
          <w:rFonts w:hint="cs"/>
          <w:cs/>
        </w:rPr>
        <w:t xml:space="preserve"> </w:t>
      </w:r>
      <w:r w:rsidRPr="00C27D9F">
        <w:rPr>
          <w:rFonts w:hint="cs"/>
          <w:cs/>
        </w:rPr>
        <w:t>อิมามที่สิบสอง</w:t>
      </w:r>
      <w:r w:rsidRPr="00C27D9F">
        <w:rPr>
          <w:cs/>
        </w:rPr>
        <w:t>(</w:t>
      </w:r>
      <w:r w:rsidRPr="00C27D9F">
        <w:rPr>
          <w:rFonts w:hint="cs"/>
          <w:cs/>
        </w:rPr>
        <w:t>จา</w:t>
      </w:r>
      <w:r w:rsidR="00440CE6">
        <w:rPr>
          <w:rFonts w:hint="cs"/>
          <w:cs/>
        </w:rPr>
        <w:t>ก</w:t>
      </w:r>
      <w:r w:rsidRPr="00C27D9F">
        <w:rPr>
          <w:rFonts w:hint="cs"/>
          <w:cs/>
        </w:rPr>
        <w:t>อ</w:t>
      </w:r>
      <w:r w:rsidR="00440CE6">
        <w:rPr>
          <w:rFonts w:hint="cs"/>
          <w:cs/>
        </w:rPr>
        <w:t>ะ</w:t>
      </w:r>
      <w:r w:rsidRPr="00C27D9F">
        <w:rPr>
          <w:rFonts w:hint="cs"/>
          <w:cs/>
        </w:rPr>
        <w:t>ห์ลิลบัตย์ของท่านศาสดา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))</w:t>
      </w:r>
      <w:r w:rsidRPr="00C27D9F">
        <w:rPr>
          <w:rFonts w:hint="cs"/>
          <w:cs/>
        </w:rPr>
        <w:t>ในบรรดาดิษต่างๆกล่าวว่า</w:t>
      </w:r>
    </w:p>
    <w:p w:rsidR="00C27D9F" w:rsidRPr="00C27D9F" w:rsidRDefault="00C27D9F" w:rsidP="00440CE6">
      <w:pPr>
        <w:pStyle w:val="libNormal"/>
        <w:ind w:firstLine="0"/>
        <w:rPr>
          <w:rFonts w:cs="Times New Roman"/>
          <w:lang w:bidi="ar-SA"/>
        </w:rPr>
      </w:pPr>
      <w:r w:rsidRPr="00C27D9F">
        <w:rPr>
          <w:cs/>
        </w:rPr>
        <w:t xml:space="preserve"> </w:t>
      </w:r>
      <w:r w:rsidR="00440CE6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ตลอดราตรีกาล</w:t>
      </w:r>
      <w:r w:rsidR="00440CE6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พวกเขาเป็นผู้ทรงศีลแต่ในยามทิวารุ่ง</w:t>
      </w:r>
      <w:r w:rsidR="00440CE6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พวกเขาเป็นราชสีห์</w:t>
      </w:r>
    </w:p>
    <w:p w:rsidR="00440CE6" w:rsidRDefault="00C27D9F" w:rsidP="00440CE6">
      <w:pPr>
        <w:pStyle w:val="libNormal"/>
        <w:ind w:firstLine="0"/>
        <w:rPr>
          <w:szCs w:val="40"/>
        </w:rPr>
      </w:pPr>
      <w:r w:rsidRPr="00C27D9F">
        <w:rPr>
          <w:rFonts w:hint="cs"/>
          <w:cs/>
        </w:rPr>
        <w:t>มีคำอรรธถาธิบายอื่นๆอีกเกี่ยวกับศอ</w:t>
      </w:r>
      <w:r w:rsidR="00440CE6">
        <w:rPr>
          <w:rFonts w:hint="cs"/>
          <w:cs/>
        </w:rPr>
        <w:t>ฮ</w:t>
      </w:r>
      <w:r w:rsidRPr="00C27D9F">
        <w:rPr>
          <w:rFonts w:hint="cs"/>
          <w:cs/>
        </w:rPr>
        <w:t>าบะฮ์</w:t>
      </w:r>
      <w:r w:rsidRPr="00C27D9F">
        <w:rPr>
          <w:cs/>
        </w:rPr>
        <w:t>(</w:t>
      </w:r>
      <w:r w:rsidRPr="00C27D9F">
        <w:rPr>
          <w:rFonts w:hint="cs"/>
          <w:cs/>
        </w:rPr>
        <w:t>สหาย</w:t>
      </w:r>
      <w:r w:rsidRPr="00C27D9F">
        <w:rPr>
          <w:cs/>
        </w:rPr>
        <w:t>)</w:t>
      </w:r>
      <w:r w:rsidRPr="00C27D9F">
        <w:rPr>
          <w:rFonts w:hint="cs"/>
          <w:cs/>
        </w:rPr>
        <w:t>ของท่านศาสดา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ซึ่งได้กล่าวว่า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วันหนึ่ง</w:t>
      </w:r>
      <w:r w:rsidR="00440CE6">
        <w:rPr>
          <w:rFonts w:cs="Cordia New" w:hint="cs"/>
          <w:szCs w:val="40"/>
          <w:cs/>
        </w:rPr>
        <w:t xml:space="preserve"> </w:t>
      </w:r>
      <w:r w:rsidR="00440CE6" w:rsidRPr="00C27D9F">
        <w:rPr>
          <w:rFonts w:hint="cs"/>
          <w:cs/>
        </w:rPr>
        <w:t xml:space="preserve">ท่านศาสดา </w:t>
      </w:r>
      <w:r w:rsidR="00440CE6"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="00440CE6" w:rsidRPr="00C27D9F">
        <w:rPr>
          <w:rFonts w:hint="cs"/>
          <w:cs/>
        </w:rPr>
        <w:t>) ได้ไปเยี่ยมเยียนบรรดาศอฮาบะฮ์ที่ศอฟาตามกิจวัตรประจำของท่าน</w:t>
      </w:r>
      <w:r w:rsidR="00440CE6">
        <w:rPr>
          <w:rFonts w:hint="cs"/>
          <w:cs/>
        </w:rPr>
        <w:t xml:space="preserve"> </w:t>
      </w:r>
      <w:r w:rsidR="00440CE6" w:rsidRPr="00C27D9F">
        <w:rPr>
          <w:rFonts w:hint="cs"/>
          <w:cs/>
        </w:rPr>
        <w:t>มันเป็นเวลาระหว่างรุ่งอรุณกับตะวันขึ้นท่านเห็นซัยด์</w:t>
      </w:r>
      <w:r w:rsidR="00440CE6">
        <w:rPr>
          <w:rFonts w:hint="cs"/>
          <w:cs/>
        </w:rPr>
        <w:t xml:space="preserve"> </w:t>
      </w:r>
      <w:r w:rsidR="00440CE6" w:rsidRPr="00C27D9F">
        <w:rPr>
          <w:rFonts w:hint="cs"/>
          <w:cs/>
        </w:rPr>
        <w:t>อิ</w:t>
      </w:r>
      <w:r w:rsidR="00440CE6">
        <w:rPr>
          <w:rFonts w:hint="cs"/>
          <w:cs/>
        </w:rPr>
        <w:t>บ</w:t>
      </w:r>
      <w:r w:rsidR="00440CE6" w:rsidRPr="00C27D9F">
        <w:rPr>
          <w:rFonts w:hint="cs"/>
          <w:cs/>
        </w:rPr>
        <w:t>นิ</w:t>
      </w:r>
      <w:r w:rsidR="00440CE6">
        <w:rPr>
          <w:rFonts w:hint="cs"/>
          <w:cs/>
        </w:rPr>
        <w:t xml:space="preserve"> ซาบิ</w:t>
      </w:r>
      <w:r w:rsidR="00440CE6" w:rsidRPr="00C27D9F">
        <w:rPr>
          <w:rFonts w:hint="cs"/>
          <w:cs/>
        </w:rPr>
        <w:t>ตเดินโซเซมาดวงตาของเขาจมลึกลงไปในเบ้าต</w:t>
      </w:r>
      <w:r w:rsidR="00440CE6" w:rsidRPr="00C27D9F">
        <w:rPr>
          <w:cs/>
        </w:rPr>
        <w:t>า</w:t>
      </w:r>
      <w:r w:rsidRPr="00C27D9F">
        <w:rPr>
          <w:rFonts w:hint="cs"/>
          <w:cs/>
        </w:rPr>
        <w:t>ทั้งสองและมีท่าทางซีดเซียวเป็นอย่างมาก</w:t>
      </w:r>
      <w:r w:rsidR="00440CE6">
        <w:rPr>
          <w:rFonts w:hint="cs"/>
          <w:szCs w:val="40"/>
          <w:cs/>
        </w:rPr>
        <w:t>”</w:t>
      </w:r>
    </w:p>
    <w:p w:rsidR="00440CE6" w:rsidRPr="00440CE6" w:rsidRDefault="00C27D9F" w:rsidP="00440CE6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ถามเขาว่า</w:t>
      </w:r>
      <w:r w:rsidRPr="00C27D9F">
        <w:rPr>
          <w:cs/>
        </w:rPr>
        <w:t xml:space="preserve"> </w:t>
      </w:r>
      <w:r w:rsidR="00440CE6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เจ้าได้ใช้เวลาที่ผ่านมาจากราตรีกาลและเริ่มต้นในเวลารุ่งอรุณของเจ้าอย่างไร</w:t>
      </w:r>
      <w:r w:rsidRPr="00C27D9F">
        <w:rPr>
          <w:rFonts w:cs="Times New Roman"/>
          <w:lang w:bidi="ar-SA"/>
        </w:rPr>
        <w:t>?</w:t>
      </w:r>
      <w:r w:rsidR="00440CE6">
        <w:rPr>
          <w:rFonts w:cs="Cordia New" w:hint="cs"/>
          <w:szCs w:val="40"/>
          <w:cs/>
        </w:rPr>
        <w:t>”</w:t>
      </w:r>
    </w:p>
    <w:p w:rsidR="00440CE6" w:rsidRDefault="00C27D9F" w:rsidP="00440CE6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hint="cs"/>
          <w:cs/>
        </w:rPr>
        <w:t>เขาตอบว่า</w:t>
      </w:r>
      <w:r w:rsidRPr="00C27D9F">
        <w:rPr>
          <w:cs/>
        </w:rPr>
        <w:t xml:space="preserve"> </w:t>
      </w:r>
      <w:r w:rsidR="00440CE6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ฉันได้ใช้ความสงบและความแน่นอนที่เที่ยงแท้ในยามค่ำคืนจวบจนเช้าตรู่</w:t>
      </w:r>
      <w:r w:rsidR="00440CE6">
        <w:rPr>
          <w:rFonts w:cs="Cordia New" w:hint="cs"/>
          <w:szCs w:val="40"/>
          <w:cs/>
        </w:rPr>
        <w:t xml:space="preserve">” </w:t>
      </w:r>
      <w:r w:rsidRPr="00C27D9F">
        <w:rPr>
          <w:rFonts w:hint="cs"/>
          <w:cs/>
        </w:rPr>
        <w:t>หมายถึงสิ่งที่ท่านได้เคยบอกกล่าวแก่พวกเรา</w:t>
      </w:r>
      <w:r w:rsidR="00440CE6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ฉันได้พบมันด้วยการผ่านสัญญาณอันลึกล้ำ</w:t>
      </w:r>
      <w:r w:rsidR="00440CE6">
        <w:rPr>
          <w:rFonts w:cs="Cordia New" w:hint="cs"/>
          <w:szCs w:val="40"/>
          <w:cs/>
        </w:rPr>
        <w:t xml:space="preserve">” </w:t>
      </w:r>
    </w:p>
    <w:p w:rsidR="00440CE6" w:rsidRDefault="00440CE6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972B31" w:rsidRDefault="00972B31" w:rsidP="00440CE6">
      <w:pPr>
        <w:pStyle w:val="libNormal"/>
        <w:ind w:firstLine="0"/>
      </w:pPr>
    </w:p>
    <w:p w:rsidR="00972B31" w:rsidRDefault="00C27D9F" w:rsidP="00972B31">
      <w:pPr>
        <w:pStyle w:val="libNormal"/>
        <w:ind w:firstLine="0"/>
      </w:pP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ต้องการย้ำให้เกิดความหนักแน่นแก่ตัวของเขาเอง</w:t>
      </w:r>
      <w:r w:rsidR="00972B31">
        <w:rPr>
          <w:rFonts w:hint="cs"/>
          <w:cs/>
        </w:rPr>
        <w:t xml:space="preserve"> </w:t>
      </w:r>
    </w:p>
    <w:p w:rsidR="00972B31" w:rsidRDefault="00C27D9F" w:rsidP="00972B31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ท่านจึงกล่าวขึ้นอีกว่า</w:t>
      </w:r>
      <w:r w:rsidR="00972B31">
        <w:rPr>
          <w:rFonts w:hint="cs"/>
          <w:cs/>
        </w:rPr>
        <w:t xml:space="preserve"> “</w:t>
      </w:r>
      <w:r w:rsidRPr="00C27D9F">
        <w:rPr>
          <w:rFonts w:hint="cs"/>
          <w:cs/>
        </w:rPr>
        <w:t>มันมีสัญญาสำหรับทุกสิ่งอันใดเล่าคือสัญญาณแห่งความแน่นอนเที่ยงแท้ของเจ้า</w:t>
      </w:r>
      <w:r w:rsidR="00972B31">
        <w:rPr>
          <w:rFonts w:cs="Cordia New" w:hint="cs"/>
          <w:szCs w:val="40"/>
          <w:cs/>
        </w:rPr>
        <w:t>”</w:t>
      </w:r>
    </w:p>
    <w:p w:rsidR="00C27D9F" w:rsidRPr="00C27D9F" w:rsidRDefault="00C27D9F" w:rsidP="00972B3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เขาตอบว่า</w:t>
      </w:r>
      <w:r w:rsidRPr="00C27D9F">
        <w:rPr>
          <w:cs/>
        </w:rPr>
        <w:t xml:space="preserve"> </w:t>
      </w:r>
      <w:r w:rsidR="00972B31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สัญลักษณ์ของมันก็คือ</w:t>
      </w:r>
      <w:r w:rsidR="00972B31">
        <w:rPr>
          <w:rFonts w:hint="cs"/>
          <w:cs/>
        </w:rPr>
        <w:t>ว่ามันทำให้ฉันกระหายน้ำในเวลากลาง</w:t>
      </w:r>
      <w:r w:rsidRPr="00C27D9F">
        <w:rPr>
          <w:rFonts w:hint="cs"/>
          <w:cs/>
        </w:rPr>
        <w:t>วันและไม่หลับนอนในยามค่ำคืน</w:t>
      </w:r>
      <w:r w:rsidR="00972B31">
        <w:rPr>
          <w:rFonts w:cs="Cordia New" w:hint="cs"/>
          <w:szCs w:val="40"/>
          <w:cs/>
        </w:rPr>
        <w:t>”(</w:t>
      </w:r>
      <w:r w:rsidRPr="00C27D9F">
        <w:rPr>
          <w:rFonts w:hint="cs"/>
          <w:cs/>
        </w:rPr>
        <w:t>เขาจะหลับนอนได้อย่างไรในเมื่อสัญญาณของตาใจได้ประจักษ์แก่เขาทั้งในนรกและสวรรค์</w:t>
      </w:r>
      <w:r w:rsidRPr="00C27D9F">
        <w:rPr>
          <w:cs/>
        </w:rPr>
        <w:t>)</w:t>
      </w:r>
      <w:r w:rsidRPr="00C27D9F">
        <w:rPr>
          <w:rFonts w:hint="cs"/>
          <w:cs/>
        </w:rPr>
        <w:t>หมายความว่าความแน่นอนของเขาไม่ยอมให้เขาละศีลอดหรือไม่ยอมให้เพื่อที่จะ</w:t>
      </w:r>
    </w:p>
    <w:p w:rsidR="00972B31" w:rsidRDefault="00C27D9F" w:rsidP="00972B31">
      <w:pPr>
        <w:pStyle w:val="libNormal"/>
        <w:ind w:firstLine="0"/>
      </w:pPr>
      <w:r w:rsidRPr="00C27D9F">
        <w:rPr>
          <w:rFonts w:hint="cs"/>
          <w:cs/>
        </w:rPr>
        <w:t>หลับนอน</w:t>
      </w:r>
    </w:p>
    <w:p w:rsidR="00C27D9F" w:rsidRPr="00972B31" w:rsidRDefault="00C27D9F" w:rsidP="00972B31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กล่าวว่า</w:t>
      </w:r>
      <w:r w:rsidRPr="00C27D9F">
        <w:rPr>
          <w:cs/>
        </w:rPr>
        <w:t xml:space="preserve"> </w:t>
      </w:r>
      <w:r w:rsidR="00972B31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เท่านี้ยังไม่เพียงพอฉันต้องการสัญญาณทั้งหลายที่มากไปกว่านี้</w:t>
      </w:r>
      <w:r w:rsidR="00972B31">
        <w:rPr>
          <w:rFonts w:cs="Cordia New" w:hint="cs"/>
          <w:szCs w:val="40"/>
          <w:cs/>
        </w:rPr>
        <w:t>”</w:t>
      </w:r>
    </w:p>
    <w:p w:rsidR="00972B31" w:rsidRDefault="00C27D9F" w:rsidP="00C27D9F">
      <w:pPr>
        <w:pStyle w:val="libNormal"/>
      </w:pPr>
      <w:r w:rsidRPr="00C27D9F">
        <w:rPr>
          <w:rFonts w:hint="cs"/>
          <w:cs/>
        </w:rPr>
        <w:t>เขาตอบว่า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="00972B31">
        <w:rPr>
          <w:rFonts w:hint="cs"/>
          <w:cs/>
        </w:rPr>
        <w:t>โอ้รอซู</w:t>
      </w:r>
      <w:r w:rsidRPr="00C27D9F">
        <w:rPr>
          <w:rFonts w:hint="cs"/>
          <w:cs/>
        </w:rPr>
        <w:t>ลแห่งอัลลอฮ</w:t>
      </w:r>
      <w:r w:rsidR="00972B31">
        <w:rPr>
          <w:rFonts w:hint="cs"/>
          <w:cs/>
        </w:rPr>
        <w:t xml:space="preserve">์ </w:t>
      </w:r>
      <w:r w:rsidRPr="00C27D9F">
        <w:rPr>
          <w:rFonts w:hint="cs"/>
          <w:cs/>
        </w:rPr>
        <w:t>ในปัจจุบันทั้งๆที่ฉันยังอยู่บนโลกนี้</w:t>
      </w:r>
    </w:p>
    <w:p w:rsidR="00972B31" w:rsidRDefault="00C27D9F" w:rsidP="00972B31">
      <w:pPr>
        <w:pStyle w:val="libNormal"/>
      </w:pPr>
      <w:r w:rsidRPr="00C27D9F">
        <w:rPr>
          <w:rFonts w:hint="cs"/>
          <w:cs/>
        </w:rPr>
        <w:t>ฉันได้เห็นภาพของโลกหน้า</w:t>
      </w:r>
      <w:r w:rsidR="00972B31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และฉันได้ยินเสียงของพวกเหล่านั้นผู้ซึ่งอยู่ทั้งในสวรรค์และในนรก</w:t>
      </w:r>
      <w:r w:rsidR="00972B31">
        <w:rPr>
          <w:rFonts w:hint="cs"/>
          <w:cs/>
        </w:rPr>
        <w:t xml:space="preserve"> </w:t>
      </w:r>
      <w:r w:rsidRPr="00C27D9F">
        <w:rPr>
          <w:rFonts w:hint="cs"/>
          <w:cs/>
        </w:rPr>
        <w:t>โปรดอนุญาตให้ฉันได้กล่าวนามของ</w:t>
      </w:r>
    </w:p>
    <w:p w:rsidR="00972B31" w:rsidRDefault="00C27D9F" w:rsidP="00972B31">
      <w:pPr>
        <w:pStyle w:val="libNormal"/>
        <w:ind w:firstLine="0"/>
      </w:pPr>
      <w:r w:rsidRPr="00C27D9F">
        <w:rPr>
          <w:rFonts w:hint="cs"/>
          <w:cs/>
        </w:rPr>
        <w:t>บรรดาศอฮาบะฮ์ของท่านผู้ซึ่งทั้งในสวรรค์และบรรดาผู้ซึ่งอยู่ในนรกเถิด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จึงบอกแก่เขาให้นิ่งเฉยเสีย</w:t>
      </w:r>
      <w:r w:rsidRPr="00C27D9F">
        <w:rPr>
          <w:cs/>
        </w:rPr>
        <w:t>(</w:t>
      </w:r>
      <w:r w:rsidRPr="00C27D9F">
        <w:rPr>
          <w:rFonts w:hint="cs"/>
          <w:cs/>
        </w:rPr>
        <w:t>เมาลาวีได้พ</w:t>
      </w:r>
      <w:r w:rsidR="00972B31">
        <w:rPr>
          <w:rFonts w:hint="cs"/>
          <w:cs/>
        </w:rPr>
        <w:t>รรณนาถ้อยคำทั้งหมดนี้ออกมาในโคล</w:t>
      </w:r>
      <w:r w:rsidRPr="00C27D9F">
        <w:rPr>
          <w:rFonts w:hint="cs"/>
          <w:cs/>
        </w:rPr>
        <w:t>งบทหนึ่ง</w:t>
      </w:r>
      <w:r w:rsidRPr="00C27D9F">
        <w:rPr>
          <w:cs/>
        </w:rPr>
        <w:t>)</w:t>
      </w:r>
    </w:p>
    <w:p w:rsidR="00972B31" w:rsidRDefault="00C27D9F" w:rsidP="00972B31">
      <w:pPr>
        <w:pStyle w:val="libNormal"/>
        <w:ind w:firstLine="0"/>
      </w:pPr>
      <w:r w:rsidRPr="00C27D9F">
        <w:rPr>
          <w:rFonts w:hint="cs"/>
          <w:cs/>
        </w:rPr>
        <w:t>จากนั้นท่านศาสดา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จึงได้ถามเขาว่าเจ้ามีความประสงค์สิ่งใดหรือ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เขาตอบว่า</w:t>
      </w:r>
      <w:r w:rsidRPr="00C27D9F">
        <w:rPr>
          <w:cs/>
        </w:rPr>
        <w:t xml:space="preserve"> </w:t>
      </w:r>
      <w:r w:rsidR="00972B31">
        <w:rPr>
          <w:rFonts w:cs="Cordia New" w:hint="cs"/>
          <w:szCs w:val="40"/>
          <w:cs/>
        </w:rPr>
        <w:t>“</w:t>
      </w:r>
      <w:r w:rsidRPr="00C27D9F">
        <w:rPr>
          <w:rFonts w:cs="Times New Roman"/>
          <w:lang w:bidi="ar-SA"/>
        </w:rPr>
        <w:t>…</w:t>
      </w:r>
      <w:r w:rsidRPr="00C27D9F">
        <w:rPr>
          <w:rFonts w:hint="cs"/>
          <w:cs/>
        </w:rPr>
        <w:t>การสละชีวิตในหนทางแห่งพระผู้เป็นเจ้า</w:t>
      </w:r>
      <w:r w:rsidR="00972B31">
        <w:rPr>
          <w:rFonts w:cs="Cordia New" w:hint="cs"/>
          <w:szCs w:val="40"/>
          <w:cs/>
        </w:rPr>
        <w:t>”</w:t>
      </w:r>
      <w:r w:rsidR="007162DC">
        <w:rPr>
          <w:rFonts w:cs="Cordia New" w:hint="cs"/>
          <w:szCs w:val="40"/>
          <w:cs/>
        </w:rPr>
        <w:t>(</w:t>
      </w:r>
      <w:r w:rsidRPr="00C27D9F">
        <w:rPr>
          <w:rFonts w:hint="cs"/>
          <w:cs/>
        </w:rPr>
        <w:t>การเป็น</w:t>
      </w:r>
      <w:r w:rsidR="00972B31">
        <w:rPr>
          <w:rFonts w:hint="cs"/>
          <w:cs/>
        </w:rPr>
        <w:t>ช</w:t>
      </w:r>
      <w:r w:rsidRPr="00C27D9F">
        <w:rPr>
          <w:rFonts w:hint="cs"/>
          <w:cs/>
        </w:rPr>
        <w:t>ะฮีด</w:t>
      </w:r>
      <w:r w:rsidRPr="00C27D9F">
        <w:rPr>
          <w:cs/>
        </w:rPr>
        <w:t>)</w:t>
      </w:r>
    </w:p>
    <w:p w:rsidR="00972B31" w:rsidRDefault="00C27D9F" w:rsidP="00972B31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ด้วยเหตุนี้</w:t>
      </w:r>
      <w:r w:rsidR="00972B31">
        <w:rPr>
          <w:rFonts w:hint="cs"/>
          <w:cs/>
        </w:rPr>
        <w:t xml:space="preserve"> </w:t>
      </w:r>
      <w:r w:rsidRPr="00C27D9F">
        <w:rPr>
          <w:rFonts w:hint="cs"/>
          <w:cs/>
        </w:rPr>
        <w:t>ชายผู้นี้เป็นมุสลิมที่แท้จริงผู้หนึ่งเนื่องจากความปรารถนาเช่นนั้นและในวิถีทางที่เขาได้ใช้เวลาของเขาไปในยามทิวาและราตรีกาลทั้งหลายมันเป็นความรู้สึกของเขาเพื่อพระผู้เป็นเจ้าที่ได้สร้างความรู้สึกอื่นๆแห่งความเจ็บปวดรวดร้าวแก่เขา</w:t>
      </w:r>
    </w:p>
    <w:p w:rsidR="00972B31" w:rsidRDefault="00972B31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1078CE" w:rsidRDefault="001078CE" w:rsidP="00972B31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1078C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อัลกุรอานได้กล่าวไว้ใน</w:t>
      </w:r>
      <w:r w:rsidR="001078CE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เราะฮ์อัลบะกอเราะฮ์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อายะฮ์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ที่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153…</w:t>
      </w:r>
    </w:p>
    <w:p w:rsidR="001078CE" w:rsidRDefault="00C27D9F" w:rsidP="001078CE">
      <w:pPr>
        <w:pStyle w:val="libNormal"/>
        <w:ind w:firstLine="0"/>
      </w:pPr>
      <w:r w:rsidRPr="00C27D9F">
        <w:rPr>
          <w:rFonts w:cs="Times New Roman"/>
          <w:lang w:bidi="ar-SA"/>
        </w:rPr>
        <w:t>(</w:t>
      </w:r>
      <w:r w:rsidR="001078CE" w:rsidRPr="001078CE">
        <w:rPr>
          <w:rFonts w:hint="cs"/>
          <w:cs/>
        </w:rPr>
        <w:t>ความ</w:t>
      </w:r>
      <w:r w:rsidRPr="00C27D9F">
        <w:rPr>
          <w:rFonts w:hint="cs"/>
          <w:cs/>
        </w:rPr>
        <w:t>ว่า</w:t>
      </w:r>
      <w:r w:rsidR="001078CE">
        <w:rPr>
          <w:cs/>
        </w:rPr>
        <w:t>)</w:t>
      </w:r>
    </w:p>
    <w:p w:rsidR="001078CE" w:rsidRDefault="00C27D9F" w:rsidP="001078CE">
      <w:pPr>
        <w:pStyle w:val="libNormal"/>
        <w:rPr>
          <w:rFonts w:cs="Cordia New"/>
          <w:szCs w:val="40"/>
        </w:rPr>
      </w:pPr>
      <w:r w:rsidRPr="00C27D9F">
        <w:rPr>
          <w:cs/>
        </w:rPr>
        <w:t xml:space="preserve"> </w:t>
      </w:r>
      <w:r w:rsidR="001078CE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โอ้บรรดาผู้ศรัทธา</w:t>
      </w:r>
      <w:r w:rsidR="001078CE">
        <w:rPr>
          <w:rFonts w:hint="cs"/>
          <w:cs/>
        </w:rPr>
        <w:t xml:space="preserve"> </w:t>
      </w:r>
      <w:r w:rsidR="001078CE" w:rsidRPr="00C27D9F">
        <w:rPr>
          <w:rFonts w:hint="cs"/>
          <w:cs/>
        </w:rPr>
        <w:t xml:space="preserve">จงแสวงหาความช่วยเหลือ </w:t>
      </w:r>
      <w:r w:rsidR="001078CE" w:rsidRPr="00C27D9F">
        <w:rPr>
          <w:cs/>
        </w:rPr>
        <w:t>(</w:t>
      </w:r>
      <w:r w:rsidRPr="00C27D9F">
        <w:rPr>
          <w:rFonts w:hint="cs"/>
          <w:cs/>
        </w:rPr>
        <w:t>จากอัลลอฮ</w:t>
      </w:r>
      <w:r w:rsidR="001078CE">
        <w:rPr>
          <w:rFonts w:hint="cs"/>
          <w:cs/>
        </w:rPr>
        <w:t>์</w:t>
      </w:r>
      <w:r w:rsidR="001078CE" w:rsidRPr="00C27D9F">
        <w:rPr>
          <w:rFonts w:hint="cs"/>
          <w:cs/>
        </w:rPr>
        <w:t>) ด้วยการอดทนและการนมาซกันเถิด</w:t>
      </w:r>
      <w:r w:rsidR="001078CE">
        <w:rPr>
          <w:rFonts w:hint="cs"/>
          <w:cs/>
        </w:rPr>
        <w:t xml:space="preserve"> </w:t>
      </w:r>
      <w:r w:rsidR="001078CE" w:rsidRPr="00C27D9F">
        <w:rPr>
          <w:rFonts w:hint="cs"/>
          <w:cs/>
        </w:rPr>
        <w:t>แน่แท้อัลลอฮ</w:t>
      </w:r>
      <w:r w:rsidR="001078CE">
        <w:rPr>
          <w:rFonts w:hint="cs"/>
          <w:cs/>
        </w:rPr>
        <w:t>์</w:t>
      </w:r>
      <w:r w:rsidR="001078CE" w:rsidRPr="00C27D9F">
        <w:rPr>
          <w:rFonts w:hint="cs"/>
          <w:cs/>
        </w:rPr>
        <w:t>อยู</w:t>
      </w:r>
      <w:r w:rsidR="001078CE" w:rsidRPr="00C27D9F">
        <w:rPr>
          <w:cs/>
        </w:rPr>
        <w:t>่</w:t>
      </w:r>
      <w:r w:rsidRPr="00C27D9F">
        <w:rPr>
          <w:rFonts w:hint="cs"/>
          <w:cs/>
        </w:rPr>
        <w:t>กับผู้ที่อดทน</w:t>
      </w:r>
      <w:r w:rsidR="001078CE">
        <w:rPr>
          <w:rFonts w:cs="Cordia New" w:hint="cs"/>
          <w:szCs w:val="40"/>
          <w:cs/>
        </w:rPr>
        <w:t>”</w:t>
      </w:r>
    </w:p>
    <w:p w:rsidR="001078CE" w:rsidRDefault="001078CE" w:rsidP="001078CE">
      <w:pPr>
        <w:pStyle w:val="libNormal"/>
        <w:rPr>
          <w:rFonts w:cs="Cordia New"/>
          <w:szCs w:val="40"/>
        </w:rPr>
      </w:pPr>
    </w:p>
    <w:p w:rsidR="00C27D9F" w:rsidRPr="00C27D9F" w:rsidRDefault="00C27D9F" w:rsidP="001078C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การที่จะเป็นมุสลิมที่เชื่อได้อย่างแน่นอนในสังคม</w:t>
      </w:r>
      <w:r w:rsidR="001078CE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ท่านจักต้องนมาซในสภาพที่จริงใจทั้งหมด</w:t>
      </w:r>
      <w:r w:rsidR="001078CE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คนดูหมิ่นการปฏิบัตินมาซและถือว่ามันเหมาะสำหรับบรรดาผู้สูงอายุและคิดว่ามันเป็นเพียงการบอกให้รู้เพื่อที่จะเข้ากับสังคมได้เท่านั้น</w:t>
      </w:r>
      <w:r w:rsidR="001078CE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ท่านอาจจะเคยได้ฟังมาว่าท่านอุมัรอัลคอฏฏ๊อบได้สั่งยกเลิกประโยคที่ว่า</w:t>
      </w:r>
      <w:r w:rsidRPr="00C27D9F">
        <w:rPr>
          <w:cs/>
        </w:rPr>
        <w:t xml:space="preserve"> </w:t>
      </w:r>
      <w:r w:rsidR="001078CE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จงรีบเร่งไปสู่การงานที่ดีกว่ากันเถิด</w:t>
      </w:r>
      <w:r w:rsidR="001078CE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จา</w:t>
      </w:r>
      <w:r w:rsidR="00CE7F2A">
        <w:rPr>
          <w:rFonts w:hint="cs"/>
          <w:cs/>
        </w:rPr>
        <w:t>ก</w:t>
      </w:r>
      <w:r w:rsidRPr="00C27D9F">
        <w:rPr>
          <w:rFonts w:hint="cs"/>
          <w:cs/>
        </w:rPr>
        <w:t>การเรียกร้องเชิญชวนสู่การนมาซ</w:t>
      </w:r>
      <w:r w:rsidRPr="00C27D9F">
        <w:rPr>
          <w:cs/>
        </w:rPr>
        <w:t>(</w:t>
      </w:r>
      <w:r w:rsidRPr="00C27D9F">
        <w:rPr>
          <w:rFonts w:hint="cs"/>
          <w:cs/>
        </w:rPr>
        <w:t>อะซาน</w:t>
      </w:r>
      <w:r w:rsidRPr="00C27D9F">
        <w:rPr>
          <w:cs/>
        </w:rPr>
        <w:t>)</w:t>
      </w:r>
      <w:r w:rsidRPr="00C27D9F">
        <w:rPr>
          <w:rFonts w:hint="cs"/>
          <w:cs/>
        </w:rPr>
        <w:t>เขาเห็นว่ามันเท่ากับเป็นขั้นตอนหนึ่งของการรับรู้แต่เขาผิดพลาดยุคสมัยของเขา</w:t>
      </w:r>
      <w:r w:rsidR="001078CE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เป็นจุดสูงสุดแห่งชัยชนะของอิสลามและเป็นความร่าเริงใจของบรรดาทหารอิสลามผู้พิชิตและโจมตีศัตรูที่รวมกำลังกันและถึงแม้ว่าจะมีจำนวนน้อยกว่าก็ปราบศัตรูพ่ายจำนวนของพวกเขามีไม่</w:t>
      </w:r>
    </w:p>
    <w:p w:rsidR="00C27D9F" w:rsidRPr="00C27D9F" w:rsidRDefault="00C27D9F" w:rsidP="001078C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มากไปกว่าห้าหมื่นถึงหกหมื่นคนและนอกไปจากนี้</w:t>
      </w:r>
      <w:r w:rsidR="001078CE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ยังได้ต่อสู้ต้านทานกับสองจักรภพซึ่งแต่ละจักรภพมีกองทัพหลายแสนคนทหารทั้งหลายของอิสลามต่อสู้อยู่สองแนวรบและได้รับชัยชนะทั้งสองด้านเหตุผลของอุมัรสำหรับการยกเลิกนั้นก็คือว่าการที่ผู้คนถูกเรียกร้องสู่การนมาซซึ่ง</w:t>
      </w:r>
    </w:p>
    <w:p w:rsidR="001078CE" w:rsidRDefault="00C27D9F" w:rsidP="001078CE">
      <w:pPr>
        <w:pStyle w:val="libNormal"/>
        <w:ind w:firstLine="0"/>
      </w:pPr>
      <w:r w:rsidRPr="00C27D9F">
        <w:rPr>
          <w:rFonts w:hint="cs"/>
          <w:cs/>
        </w:rPr>
        <w:t>เป็นการภักดีที่ดีที่สุดอยู่แล้ว</w:t>
      </w:r>
      <w:r w:rsidR="001078CE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ดังนั้นพวกเขาคงจะคิดว</w:t>
      </w:r>
      <w:r w:rsidR="001078CE">
        <w:rPr>
          <w:rFonts w:hint="cs"/>
          <w:cs/>
        </w:rPr>
        <w:t>่</w:t>
      </w:r>
      <w:r w:rsidRPr="00C27D9F">
        <w:rPr>
          <w:rFonts w:hint="cs"/>
          <w:cs/>
        </w:rPr>
        <w:t>าไม่จำเป็นต้องเรียกร้องพวกเขาทั้งหลายเข้าสู่กิจการงานที่ดีอื่นใดอีกแล้ว</w:t>
      </w:r>
    </w:p>
    <w:p w:rsidR="001078CE" w:rsidRDefault="001078CE" w:rsidP="001078CE">
      <w:pPr>
        <w:pStyle w:val="libNormal"/>
        <w:ind w:firstLine="0"/>
      </w:pPr>
    </w:p>
    <w:p w:rsidR="001078CE" w:rsidRDefault="001078CE" w:rsidP="001078CE">
      <w:pPr>
        <w:pStyle w:val="libNormal"/>
        <w:ind w:firstLine="0"/>
        <w:rPr>
          <w:cs/>
        </w:rPr>
      </w:pPr>
    </w:p>
    <w:p w:rsidR="001078CE" w:rsidRDefault="001078CE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1078CE" w:rsidRDefault="001078CE" w:rsidP="001078CE">
      <w:pPr>
        <w:pStyle w:val="libNormal"/>
        <w:ind w:firstLine="0"/>
      </w:pPr>
    </w:p>
    <w:p w:rsidR="00C27D9F" w:rsidRPr="00C27D9F" w:rsidRDefault="00C27D9F" w:rsidP="001078C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ดังเช่นสงครามศาสนาเพราะว่ามันจะเป็นการหันเหพวกเขาและนำเอา</w:t>
      </w:r>
    </w:p>
    <w:p w:rsidR="00C27D9F" w:rsidRPr="00C27D9F" w:rsidRDefault="00C27D9F" w:rsidP="005B0E2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การนมาซทดแทนสำหรับการงานอื่นๆทั้งหลาย</w:t>
      </w:r>
      <w:r w:rsidRPr="00C27D9F">
        <w:rPr>
          <w:cs/>
        </w:rPr>
        <w:t>(</w:t>
      </w:r>
      <w:r w:rsidRPr="00C27D9F">
        <w:rPr>
          <w:rFonts w:hint="cs"/>
          <w:cs/>
        </w:rPr>
        <w:t>ซึ่งบางครั้งหมายถึงการเชิญชวนสู่การญิฮาด</w:t>
      </w:r>
      <w:r w:rsidRPr="00C27D9F">
        <w:rPr>
          <w:cs/>
        </w:rPr>
        <w:t>)</w:t>
      </w:r>
      <w:r w:rsidRPr="00C27D9F">
        <w:rPr>
          <w:rFonts w:hint="cs"/>
          <w:cs/>
        </w:rPr>
        <w:t>เขาแนะนำให้ใช้ประโยคที่ว่า</w:t>
      </w:r>
      <w:r w:rsidR="005B0E2B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การนมาซดีกว่าการนอน</w:t>
      </w:r>
      <w:r w:rsidR="005B0E2B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ทดแทนประโยคที่ว่า</w:t>
      </w:r>
      <w:r w:rsidRPr="00C27D9F">
        <w:rPr>
          <w:cs/>
        </w:rPr>
        <w:t xml:space="preserve"> </w:t>
      </w:r>
      <w:r w:rsidR="005B0E2B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จงรีบเร่งไปสู่การงานที่ดีกว่ากันเถิด</w:t>
      </w:r>
      <w:r w:rsidR="005B0E2B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ซึ่งบางทีทำให้บรรดามุสลิมทั้งหลายโดยเฉพาะในยุคปัจจุบันพากันคิดว่าการนมาซ</w:t>
      </w:r>
    </w:p>
    <w:p w:rsidR="00C27D9F" w:rsidRPr="00C27D9F" w:rsidRDefault="00C27D9F" w:rsidP="005B0E2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เพียงแต่ดีกว่าการนอนหลับเท่านั้น</w:t>
      </w:r>
      <w:r w:rsidRPr="00C27D9F">
        <w:rPr>
          <w:cs/>
        </w:rPr>
        <w:t>)</w:t>
      </w:r>
      <w:r w:rsidRPr="00C27D9F">
        <w:rPr>
          <w:rFonts w:hint="cs"/>
          <w:cs/>
        </w:rPr>
        <w:t>เขาหาได้เฉลียวคิดไม่ว่าไฉนกองทัพเล็กๆของอิสลามจึงได้รับชัยชนะมันเป็นความสูงส่งทางด้านอาวุธยุทธภัณฑ์ของพวกอา</w:t>
      </w:r>
      <w:r w:rsidR="005B0E2B">
        <w:rPr>
          <w:rFonts w:hint="cs"/>
          <w:cs/>
        </w:rPr>
        <w:t>ห</w:t>
      </w:r>
      <w:r w:rsidRPr="00C27D9F">
        <w:rPr>
          <w:rFonts w:hint="cs"/>
          <w:cs/>
        </w:rPr>
        <w:t>รับเหนือบรรดากองทัพของเปอร์เซียและโรมันกระนั้นหรือ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เปล่าเลยเพราะว่าชาติที่เจริญรุ่งเรืองทั้งสองในยุคนั้นมีการตระเตรียมอย่าง</w:t>
      </w:r>
    </w:p>
    <w:p w:rsidR="00C27D9F" w:rsidRPr="00C27D9F" w:rsidRDefault="00C27D9F" w:rsidP="005B0E2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พร้อมสรรพในขณะที่อาวุธทั้งหลายของฝ่ายอาหรับมิได้มีความสำคัญอันใดเลยหรือว่าชนชาติอาหรับเป็นเผ่าพันธุ์ที่แข็งแกร่ง</w:t>
      </w:r>
      <w:r w:rsidRPr="00C27D9F">
        <w:rPr>
          <w:rFonts w:cs="Times New Roman"/>
          <w:lang w:bidi="ar-SA"/>
        </w:rPr>
        <w:t>?</w:t>
      </w:r>
      <w:r w:rsidR="005B0E2B">
        <w:rPr>
          <w:rFonts w:cs="Cordia New" w:hint="cs"/>
          <w:szCs w:val="40"/>
          <w:cs/>
        </w:rPr>
        <w:t xml:space="preserve"> </w:t>
      </w:r>
      <w:r w:rsidR="005B0E2B">
        <w:rPr>
          <w:rFonts w:hint="cs"/>
          <w:cs/>
        </w:rPr>
        <w:t>ไม่ใช่</w:t>
      </w:r>
      <w:r w:rsidRPr="00C27D9F">
        <w:rPr>
          <w:rFonts w:hint="cs"/>
          <w:cs/>
        </w:rPr>
        <w:t>อีกนั่นแหละเพราะเราเห็นสิ่งที่</w:t>
      </w:r>
      <w:r w:rsidR="005B0E2B">
        <w:rPr>
          <w:rFonts w:hint="cs"/>
          <w:cs/>
        </w:rPr>
        <w:t>ช</w:t>
      </w:r>
      <w:r w:rsidRPr="00C27D9F">
        <w:rPr>
          <w:rFonts w:hint="cs"/>
          <w:cs/>
        </w:rPr>
        <w:t>าห์ปูรกษัตรย์ของเปอร์เซีย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ในยุคนั้น</w:t>
      </w:r>
      <w:r w:rsidRPr="00C27D9F">
        <w:rPr>
          <w:cs/>
        </w:rPr>
        <w:t>)</w:t>
      </w:r>
      <w:r w:rsidR="005B0E2B">
        <w:rPr>
          <w:rFonts w:hint="cs"/>
          <w:cs/>
        </w:rPr>
        <w:t xml:space="preserve"> </w:t>
      </w:r>
      <w:r w:rsidRPr="00C27D9F">
        <w:rPr>
          <w:rFonts w:hint="cs"/>
          <w:cs/>
        </w:rPr>
        <w:t>กระทำต่อพวกอาหรับเช่น</w:t>
      </w:r>
      <w:r w:rsidR="005B0E2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เขาได้ตรึงโซ่เหล็กอย่างแน่นหนาไว้บนบ่าของพวกนั้น</w:t>
      </w:r>
    </w:p>
    <w:p w:rsidR="005B0E2B" w:rsidRDefault="00C27D9F" w:rsidP="005B0E2B">
      <w:pPr>
        <w:pStyle w:val="libNormal"/>
      </w:pPr>
      <w:r w:rsidRPr="00C27D9F">
        <w:rPr>
          <w:rFonts w:hint="cs"/>
          <w:cs/>
        </w:rPr>
        <w:t>อย่างไร</w:t>
      </w:r>
      <w:r w:rsidR="005B0E2B">
        <w:rPr>
          <w:rFonts w:hint="cs"/>
          <w:cs/>
        </w:rPr>
        <w:t>ก็ตาม</w:t>
      </w:r>
      <w:r w:rsidRPr="00C27D9F">
        <w:rPr>
          <w:rFonts w:hint="cs"/>
          <w:cs/>
        </w:rPr>
        <w:t>มันคือพลังแห่งความศรัทธาที่ได้พิชิตกองทัพโรมันและเปอร์เซียและพลังที่ได้เกิดขึ้นมาจากประโยคนั้นในพิธีกรรมของการนมาซ</w:t>
      </w:r>
      <w:r w:rsidRPr="00C27D9F">
        <w:rPr>
          <w:cs/>
        </w:rPr>
        <w:t xml:space="preserve"> </w:t>
      </w:r>
      <w:r w:rsidR="005B0E2B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จงรีบเร่งมาสู่การงานที่ดีกว่ากันเถิด</w:t>
      </w:r>
      <w:r w:rsidR="005B0E2B">
        <w:rPr>
          <w:rFonts w:cs="Cordia New" w:hint="cs"/>
          <w:szCs w:val="40"/>
          <w:cs/>
        </w:rPr>
        <w:t>”</w:t>
      </w:r>
      <w:r w:rsidR="005B0E2B">
        <w:rPr>
          <w:rFonts w:hint="cs"/>
          <w:cs/>
        </w:rPr>
        <w:t>เมื่อชายผู้หนึ่งได้ยื</w:t>
      </w:r>
      <w:r w:rsidRPr="00C27D9F">
        <w:rPr>
          <w:rFonts w:hint="cs"/>
          <w:cs/>
        </w:rPr>
        <w:t>นขึ้นในยามค่ำคืนเพื่อการใกล้ชิดกับพระผู้เป็นเจ้าเขาจึงได้รับการเพิ่มพลังจิตการนมาซหมายถึงการยืนยันถึงความศรัทธาและกล่าวย้ำถ้อยคำ</w:t>
      </w:r>
      <w:r w:rsidRPr="00C27D9F">
        <w:rPr>
          <w:cs/>
        </w:rPr>
        <w:t xml:space="preserve"> </w:t>
      </w:r>
      <w:r w:rsidR="005B0E2B">
        <w:rPr>
          <w:rFonts w:cs="Cordia New" w:hint="cs"/>
          <w:szCs w:val="40"/>
          <w:cs/>
        </w:rPr>
        <w:t>“</w:t>
      </w:r>
      <w:r w:rsidR="007162DC">
        <w:rPr>
          <w:rFonts w:hint="cs"/>
          <w:cs/>
        </w:rPr>
        <w:t>อัลลอฮุ</w:t>
      </w:r>
      <w:r w:rsidRPr="00C27D9F">
        <w:rPr>
          <w:rFonts w:hint="cs"/>
          <w:cs/>
        </w:rPr>
        <w:t>อักบัร</w:t>
      </w:r>
      <w:r w:rsidR="005B0E2B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ในการนมาซซึ่งเป็นการทำให้ทุกสิ่งทุกอย่างเล็กลงและไร้ความสำคัญเช่น</w:t>
      </w:r>
    </w:p>
    <w:p w:rsidR="005B0E2B" w:rsidRDefault="00C27D9F" w:rsidP="005B0E2B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hint="cs"/>
          <w:cs/>
        </w:rPr>
        <w:t>ชายผู้หนึ่งขณะที่มองเห็น</w:t>
      </w:r>
      <w:r w:rsidR="005B0E2B">
        <w:rPr>
          <w:rFonts w:hint="cs"/>
          <w:cs/>
        </w:rPr>
        <w:t>ความเกรียงไกรของ</w:t>
      </w:r>
      <w:r w:rsidRPr="00C27D9F">
        <w:rPr>
          <w:rFonts w:hint="cs"/>
          <w:cs/>
        </w:rPr>
        <w:t>ทุกสรรพสิ่ง</w:t>
      </w:r>
      <w:r w:rsidR="005B0E2B">
        <w:rPr>
          <w:rFonts w:hint="cs"/>
          <w:cs/>
        </w:rPr>
        <w:t>ซึ่งพลัง</w:t>
      </w:r>
      <w:r w:rsidRPr="00C27D9F">
        <w:rPr>
          <w:rFonts w:hint="cs"/>
          <w:cs/>
        </w:rPr>
        <w:t>อำนาจทั้งหลายเป็นของพระองค์และจักต้องวางใจในพระองค์</w:t>
      </w:r>
      <w:r w:rsidR="005B0E2B">
        <w:rPr>
          <w:rFonts w:cs="Cordia New" w:hint="cs"/>
          <w:szCs w:val="40"/>
          <w:cs/>
        </w:rPr>
        <w:t>”</w:t>
      </w:r>
    </w:p>
    <w:p w:rsidR="005B0E2B" w:rsidRDefault="005B0E2B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5B0E2B" w:rsidRDefault="005B0E2B" w:rsidP="005B0E2B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5B0E2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นั่นคือ</w:t>
      </w:r>
      <w:r w:rsidR="007162DC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การนมาซที่ทำให้เขาแข็งแกร่งเมื่อจะเข้าสู่สงครามอันศักดิ์สิทธิ์ซึ่งเป็นหน้าท</w:t>
      </w:r>
      <w:r w:rsidR="005B0E2B">
        <w:rPr>
          <w:rFonts w:hint="cs"/>
          <w:cs/>
        </w:rPr>
        <w:t>ี่สำหรับบุคคลที่เขาจะต้องลงมือก</w:t>
      </w:r>
      <w:r w:rsidRPr="00C27D9F">
        <w:rPr>
          <w:rFonts w:hint="cs"/>
          <w:cs/>
        </w:rPr>
        <w:t>ระทำเช่นนี้และการที่เขายืนอยู่บนมัสยิดเพื่อการนมาซเป็นสิ่งต้องห้ามสำหรับเขา</w:t>
      </w:r>
      <w:r w:rsidRPr="00C27D9F">
        <w:rPr>
          <w:cs/>
        </w:rPr>
        <w:t>(</w:t>
      </w:r>
      <w:r w:rsidRPr="00C27D9F">
        <w:rPr>
          <w:rFonts w:hint="cs"/>
          <w:cs/>
        </w:rPr>
        <w:t>เนื่องด้วยการเจตนา</w:t>
      </w:r>
    </w:p>
    <w:p w:rsidR="00C27D9F" w:rsidRPr="00C27D9F" w:rsidRDefault="00C27D9F" w:rsidP="005B0E2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หลีกเลี่ยงเมืองศัตรูมารุกราน</w:t>
      </w:r>
      <w:r w:rsidRPr="00C27D9F">
        <w:rPr>
          <w:cs/>
        </w:rPr>
        <w:t>)</w:t>
      </w:r>
      <w:r w:rsidRPr="00C27D9F">
        <w:rPr>
          <w:rFonts w:hint="cs"/>
          <w:cs/>
        </w:rPr>
        <w:t>เงื่อนไขของการนมาซจะเป็นที่ยอมรับต่ออัลลอฮ</w:t>
      </w:r>
      <w:r w:rsidRPr="00C27D9F">
        <w:rPr>
          <w:cs/>
        </w:rPr>
        <w:t>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บ</w:t>
      </w:r>
      <w:r w:rsidRPr="00C27D9F">
        <w:rPr>
          <w:cs/>
        </w:rPr>
        <w:t>)</w:t>
      </w:r>
      <w:r w:rsidRPr="00C27D9F">
        <w:rPr>
          <w:rFonts w:hint="cs"/>
          <w:cs/>
        </w:rPr>
        <w:t>ก็คือการทำสงครามศาสนาเมื่อมีการเรียกร้องในขณะที่เงื่อนไขของสงครามศาสนาจะเป็นที่ยอมรับต่อพระองค์</w:t>
      </w:r>
    </w:p>
    <w:p w:rsidR="00C27D9F" w:rsidRPr="00C27D9F" w:rsidRDefault="00C27D9F" w:rsidP="005B0E2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ก็คือการปฏิบัติมาซการนมาซโดยปราศจากการทำสงครามศาสนาไม่มีผลและสูญเปล่า</w:t>
      </w:r>
      <w:r w:rsidRPr="00C27D9F">
        <w:rPr>
          <w:cs/>
        </w:rPr>
        <w:t>(</w:t>
      </w:r>
      <w:r w:rsidRPr="00C27D9F">
        <w:rPr>
          <w:rFonts w:hint="cs"/>
          <w:cs/>
        </w:rPr>
        <w:t>ดังนั้นจะขาดไปซึ่งอย่างหนึ่งอย่างใดมิได้จึงเป็นสิ่งที่ต้องกระทำควบคู่กันไป</w:t>
      </w:r>
      <w:r w:rsidRPr="00C27D9F">
        <w:rPr>
          <w:cs/>
        </w:rPr>
        <w:t>)</w:t>
      </w:r>
      <w:r w:rsidRPr="00C27D9F">
        <w:rPr>
          <w:rFonts w:hint="cs"/>
          <w:cs/>
        </w:rPr>
        <w:t>สรุปแล้วมุสลิมทั้งมวลเชื่อว่ามีการต่อเนื่องกันอย่างใกล้ชิดในระหว่างความจริงแท้ของอิสลามเช่นเดียวกันกับภารกิจในทาง</w:t>
      </w:r>
    </w:p>
    <w:p w:rsidR="005B0E2B" w:rsidRDefault="00C27D9F" w:rsidP="005B0E2B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ตรงกันข้ามและมันทั้งหลายก็มิได้แยกออกจากกันและกัน</w:t>
      </w:r>
    </w:p>
    <w:p w:rsidR="005B0E2B" w:rsidRDefault="00C27D9F" w:rsidP="005B0E2B">
      <w:pPr>
        <w:pStyle w:val="libNormal"/>
        <w:ind w:firstLine="0"/>
      </w:pPr>
      <w:r w:rsidRPr="00C27D9F">
        <w:rPr>
          <w:rFonts w:hint="cs"/>
          <w:cs/>
        </w:rPr>
        <w:t>ในข้อที่ว่าด้วยระเบียบแบบแผนแห่ง</w:t>
      </w:r>
      <w:r w:rsidR="005B0E2B">
        <w:rPr>
          <w:rFonts w:hint="cs"/>
          <w:cs/>
        </w:rPr>
        <w:t>คุณค่าทั้งหลายของอิสลาม</w:t>
      </w:r>
    </w:p>
    <w:p w:rsidR="005B0E2B" w:rsidRDefault="00C27D9F" w:rsidP="005B0E2B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การอิบาดัตมาเป็นอันดับแรกสุดยอดแต่มันจะต้องเป็นดังเช่นเงื่อนไขทั้งหลายซึ่งตรงกันกับกฎเกณฑ์อัลกุรอานการนมาซจะเป็นจริงจังได้ก็ต่อเมื่อมันได้แสดงให้เห็นถึงผลของมันที่บังเกิดขึ้นด้วยการยับยั้งต่อการกระทำอันชั่วร้ายทั้งหลายเท่านั้นดังนั้น</w:t>
      </w:r>
      <w:r w:rsidR="00CE7F2A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การนมาซเช่นนั้นก็จะนำไปสู่คุณค่าอื่นทั้งหลายที่คุ้มค่า</w:t>
      </w:r>
    </w:p>
    <w:p w:rsidR="005B0E2B" w:rsidRDefault="00C27D9F" w:rsidP="005B0E2B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อาลี</w:t>
      </w:r>
      <w:r w:rsidR="007162DC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7162DC">
        <w:rPr>
          <w:rFonts w:hint="cs"/>
          <w:cs/>
        </w:rPr>
        <w:t xml:space="preserve"> </w:t>
      </w:r>
      <w:r w:rsidRPr="00C27D9F">
        <w:rPr>
          <w:rFonts w:hint="cs"/>
          <w:cs/>
        </w:rPr>
        <w:t>เป็นแสงสว่างแห่งคุณค่าทั้งมวลในอิสลามและเป็นคุณลักษณะของการหยั่งรู้บางครั้งบางคราวเรามองท่านประหนึ่งนักต่อสู่ที่อยู่ในบทบาทของผู้กล้าหาญจากบทละครที่สร้างขึ้นมาราวกับว่าตลอดชีวิตของท่านคือทหารหาญผู้หนึ่ง</w:t>
      </w:r>
    </w:p>
    <w:p w:rsidR="005B0E2B" w:rsidRDefault="005B0E2B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5B0E2B" w:rsidP="005B0E2B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lastRenderedPageBreak/>
        <w:t xml:space="preserve"> </w:t>
      </w:r>
      <w:r w:rsidR="00C27D9F" w:rsidRPr="00C27D9F">
        <w:rPr>
          <w:rFonts w:hint="cs"/>
          <w:cs/>
        </w:rPr>
        <w:t>ต่อจากนั้น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เราพบท่านในที่อื่นๆในฐานะบุคคลผู้ลี้ลับมหัศจรรย์ผู้ซึ่งไม่รู้จักสิ่งใดเว้นแต่รักท่า</w:t>
      </w:r>
      <w:r>
        <w:rPr>
          <w:rFonts w:hint="cs"/>
          <w:cs/>
        </w:rPr>
        <w:t>น</w:t>
      </w:r>
      <w:r w:rsidR="00C27D9F" w:rsidRPr="00C27D9F">
        <w:rPr>
          <w:rFonts w:hint="cs"/>
          <w:cs/>
        </w:rPr>
        <w:t>จะติดต่อใกล้ชิดกับพระผู้เป็นเจ้า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ดังตัวอย่างที่เราจะนำมากล่าวสักสองเรื่องจาก</w:t>
      </w:r>
      <w:r w:rsidR="00C27D9F" w:rsidRPr="00C27D9F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นะห์ญุลบะลาเฆาะฮ์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ในการเผชิญหน้ากัน</w:t>
      </w:r>
    </w:p>
    <w:p w:rsidR="00C27D9F" w:rsidRPr="005B0E2B" w:rsidRDefault="00C27D9F" w:rsidP="005B0E2B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ครั้งแรกของอาลี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กับมุอาวียะฮ์ออกคำสั่งให้กองกำลังของเขาปิดกั้นเส้นทางสู่แม่น้ำเพื่อว่ากองกำลังของอาลี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จะไม่สามารถที่จะเข้าถึงแหล่งน้ำได้และด้วยเหตุนี้</w:t>
      </w:r>
      <w:r w:rsidR="005B0E2B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ก็จะถูกบีบคั้นให้หลบหนีไป</w:t>
      </w:r>
    </w:p>
    <w:p w:rsidR="005B0E2B" w:rsidRDefault="00C27D9F" w:rsidP="005B0E2B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ยื่นข้อเสนอจัดให้มีการเจรจากับพวกเขาเพื่อที่จะแก้ไขปัญหานี้กับเพื่อเป็นการปกป้องการสูญเสียเลือดเนื้อโดยไม่จำเป็นในระหว่างมุสลิมสองกลุ่มมุอาวียะฮ์ได้พิจารณาเรื่องราวภายในที่ประชุมฉุกเฉินยามสงครามของเขาและคำตัดสินก็คือไม่อนุญาตให้กองกำลัง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เข้าไปยังแหล่งน้ำอาลี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ล่าวสุนทรพจน์ต่อผู้คนของเขาซึ่งได้ผลยิ่งไปกว่าเสียงกลองศึกเสียงแตรและเพลงมาร์ซหลายเท่านักท่านได้บอกแก่พวกเขาตามความเป็นจริงว่ามุอาวียะฮ์ได้เรียกชุมนุมผู้คนที่ถูกชักจูงไปในทางที่ผิดจำนวนมากและได้ปิดกั้นเสนทางที่ผู้คนของเราจะไปยังแม่น้ำและ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พวกท่านจะต้องเลือกเอาทางหนึ่งในทางเลือกสองทาง</w:t>
      </w:r>
    </w:p>
    <w:p w:rsidR="005B0E2B" w:rsidRDefault="00C27D9F" w:rsidP="005B0E2B">
      <w:pPr>
        <w:pStyle w:val="libNormal"/>
      </w:pPr>
      <w:r w:rsidRPr="00C27D9F">
        <w:rPr>
          <w:rFonts w:hint="cs"/>
          <w:cs/>
        </w:rPr>
        <w:t>ประการแรกจงยับยั้งดาบของท่านพร้อมด้วยเลือดแห่งความเคียดแค้นชิงชังและจากนั้น</w:t>
      </w:r>
      <w:r w:rsidR="005B0E2B">
        <w:rPr>
          <w:rFonts w:hint="cs"/>
          <w:cs/>
        </w:rPr>
        <w:t xml:space="preserve"> </w:t>
      </w:r>
      <w:r w:rsidRPr="00C27D9F">
        <w:rPr>
          <w:rFonts w:hint="cs"/>
          <w:cs/>
        </w:rPr>
        <w:t>จงยับยั้งตัวของท่านเองในข้อถัดไป</w:t>
      </w:r>
      <w:r w:rsidRPr="00C27D9F">
        <w:rPr>
          <w:cs/>
        </w:rPr>
        <w:t xml:space="preserve"> </w:t>
      </w:r>
    </w:p>
    <w:p w:rsidR="005B0E2B" w:rsidRDefault="00C27D9F" w:rsidP="005B0E2B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ครั้นแล้วท่านได้ถามพวกเขาเกี่ยวกับความหมายของการมีชีวิตอยู่และความตายว่าเป็นอย่างไร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และกล่าวว่า</w:t>
      </w:r>
      <w:r w:rsidR="005B0E2B">
        <w:rPr>
          <w:rFonts w:cs="Cordia New" w:hint="cs"/>
          <w:szCs w:val="40"/>
          <w:cs/>
        </w:rPr>
        <w:t xml:space="preserve"> </w:t>
      </w:r>
    </w:p>
    <w:p w:rsidR="00693FDD" w:rsidRDefault="005B0E2B" w:rsidP="00693FDD">
      <w:pPr>
        <w:pStyle w:val="libNormal"/>
        <w:rPr>
          <w:cs/>
        </w:rPr>
      </w:pPr>
      <w:r>
        <w:rPr>
          <w:rFonts w:hint="cs"/>
          <w:cs/>
        </w:rPr>
        <w:t>“</w:t>
      </w:r>
      <w:r w:rsidR="00C27D9F" w:rsidRPr="00C27D9F">
        <w:rPr>
          <w:rFonts w:hint="cs"/>
          <w:cs/>
        </w:rPr>
        <w:t>การมีชีวิตอยู่คือ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การเคลื่อนไหวไปมาได้หรือการบริโภคและการนอนกระนั้นหรือ</w:t>
      </w:r>
      <w:r w:rsidR="00C27D9F" w:rsidRPr="00C27D9F">
        <w:rPr>
          <w:rFonts w:cs="Times New Roman"/>
          <w:lang w:bidi="ar-SA"/>
        </w:rPr>
        <w:t>?</w:t>
      </w:r>
      <w:r w:rsidR="00C27D9F" w:rsidRPr="00C27D9F">
        <w:rPr>
          <w:rFonts w:hint="cs"/>
          <w:cs/>
        </w:rPr>
        <w:t>ส่วนความตายคือ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การกระทำด้วยการนำไปฝังไว้ภายใต้แผ่นดินกระนั้นหรือ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 xml:space="preserve"> ไม่เลย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นั่นหาใช่การมีชีวิตอยู่และนี่หาใช่ความตายไม่การมีชีวิตอยู่คือ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การตายอย่างมีศักดิ์ศรีและด้วยการมีชัยชนะ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ส่วนความตายนั้นคือการม</w:t>
      </w:r>
      <w:r w:rsidRPr="00C27D9F">
        <w:rPr>
          <w:cs/>
        </w:rPr>
        <w:t>ี</w:t>
      </w:r>
      <w:r w:rsidR="00C27D9F" w:rsidRPr="00C27D9F">
        <w:rPr>
          <w:rFonts w:hint="cs"/>
          <w:cs/>
        </w:rPr>
        <w:t>ชีวิตอยู่อย่างถูกประณามและอย่างผู้ปราชัย</w:t>
      </w:r>
    </w:p>
    <w:p w:rsidR="00693FDD" w:rsidRDefault="00693FD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693FDD" w:rsidRDefault="00693FDD" w:rsidP="00693FDD">
      <w:pPr>
        <w:pStyle w:val="libNormal"/>
        <w:rPr>
          <w:rFonts w:cs="Cordia New"/>
          <w:szCs w:val="40"/>
        </w:rPr>
      </w:pPr>
    </w:p>
    <w:p w:rsidR="00693FDD" w:rsidRDefault="00C27D9F" w:rsidP="00693FDD">
      <w:pPr>
        <w:pStyle w:val="libNormal"/>
      </w:pPr>
      <w:r w:rsidRPr="00C27D9F">
        <w:rPr>
          <w:rFonts w:hint="cs"/>
          <w:cs/>
        </w:rPr>
        <w:t>กองกำลังของอาลี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รุกคืบหน้าไปอย่างรวดเร็วและขับไล่กองกำลังของมุอาวียะฮ์ถอยร่นไปซึ่งเป็นเหตุให้สามารถยึดแหล่งน้ำไว้ได้มุอาวียะได้มีสารถึ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693FDD">
        <w:rPr>
          <w:rFonts w:hint="cs"/>
          <w:cs/>
        </w:rPr>
        <w:t>)</w:t>
      </w:r>
      <w:r w:rsidRPr="00C27D9F">
        <w:rPr>
          <w:rFonts w:hint="cs"/>
          <w:cs/>
        </w:rPr>
        <w:t>เพื่อของให้เปิดเส้นทางไปยังแม่น้ำแต่ผู้ติดตามทั้งหลายของอาลี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ได้พากันคัดค้านต่อสิ่งนั้น</w:t>
      </w:r>
    </w:p>
    <w:p w:rsidR="00693FDD" w:rsidRDefault="00C27D9F" w:rsidP="00693FDD">
      <w:pPr>
        <w:pStyle w:val="libNormal"/>
      </w:pPr>
      <w:r w:rsidRPr="00C27D9F">
        <w:rPr>
          <w:rFonts w:hint="cs"/>
          <w:cs/>
        </w:rPr>
        <w:t>อย่างไรก็ตาม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อาลี</w:t>
      </w:r>
      <w:r w:rsidR="007162DC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7162DC">
        <w:rPr>
          <w:rFonts w:hint="cs"/>
          <w:cs/>
        </w:rPr>
        <w:t xml:space="preserve"> </w:t>
      </w:r>
      <w:r w:rsidRPr="00C27D9F">
        <w:rPr>
          <w:rFonts w:hint="cs"/>
          <w:cs/>
        </w:rPr>
        <w:t>ได้ขัดขวางการกระทำอันไม่กล้าหาญนั้นและกล่าวว่าพวกเราจะต้องไม่ต่อสู้กับศัตรูด้วยการสร้างความยากลำบากให้แก่เขา</w:t>
      </w:r>
    </w:p>
    <w:p w:rsidR="00693FDD" w:rsidRDefault="00C27D9F" w:rsidP="00693FDD">
      <w:pPr>
        <w:pStyle w:val="libNormal"/>
        <w:ind w:firstLine="0"/>
      </w:pPr>
      <w:r w:rsidRPr="00C27D9F">
        <w:rPr>
          <w:rFonts w:hint="cs"/>
          <w:cs/>
        </w:rPr>
        <w:t>ชัยชนะ</w:t>
      </w:r>
      <w:r w:rsidR="00693FDD">
        <w:rPr>
          <w:rFonts w:hint="cs"/>
          <w:cs/>
        </w:rPr>
        <w:t>ที่ได้มาด้วยวิธีการเช่นนั้นมิใช่</w:t>
      </w:r>
      <w:r w:rsidRPr="00C27D9F">
        <w:rPr>
          <w:rFonts w:hint="cs"/>
          <w:cs/>
        </w:rPr>
        <w:t>สุภาพบุรุษและไร้คุณค่าต่อเราในฐานะที่เป็นมุสลิม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นี้ท่านได้แสดงให้เห็นถึงความเป็นชายชาตรีและความไม่พยาบาทมาดร้ายซึ่งเป็นความสูงส่งกว่าความอาจหาญ</w:t>
      </w:r>
    </w:p>
    <w:p w:rsidR="00693FDD" w:rsidRDefault="00C27D9F" w:rsidP="00693FDD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เมาลาวีขนานนาม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ในบทกวีของเขาว่า</w:t>
      </w:r>
      <w:r w:rsidRPr="00C27D9F">
        <w:rPr>
          <w:cs/>
        </w:rPr>
        <w:t xml:space="preserve"> </w:t>
      </w:r>
      <w:r w:rsidR="00693FDD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ราชสีห์แห่งอัลลอฮ</w:t>
      </w:r>
      <w:r w:rsidR="007162DC">
        <w:rPr>
          <w:rFonts w:hint="cs"/>
          <w:cs/>
        </w:rPr>
        <w:t>์</w:t>
      </w:r>
      <w:r w:rsidR="00693FDD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ในความอาจหาญและเขากล่าวว่าไม่มีผู้ใดสามารถที่จะพรรณนาถึงการไม่ผู้พยาบา</w:t>
      </w:r>
      <w:r w:rsidR="00693FDD">
        <w:rPr>
          <w:rFonts w:hint="cs"/>
          <w:cs/>
        </w:rPr>
        <w:t>ท</w:t>
      </w:r>
      <w:r w:rsidRPr="00C27D9F">
        <w:rPr>
          <w:rFonts w:hint="cs"/>
          <w:cs/>
        </w:rPr>
        <w:t>จองเวรของท่านได้เลย</w:t>
      </w:r>
    </w:p>
    <w:p w:rsidR="00C27D9F" w:rsidRPr="00C27D9F" w:rsidRDefault="00C27D9F" w:rsidP="00693FDD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จากนั้นเราพบอาลี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ในสภาพการณ์ที่แตกต่างกันและเสื้อผ้าเครื่องนุ่มห่มที่แตกต่างกันเมื่อท่านว่างจากภารกิจที่มีต่อประชาชนและมุ่งมั่น</w:t>
      </w:r>
    </w:p>
    <w:p w:rsidR="00693FDD" w:rsidRDefault="00C27D9F" w:rsidP="00693FDD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อยู่กับการอิบาดัตของท่านและเอ่ยคำวิงวอนดังนี้</w:t>
      </w:r>
    </w:p>
    <w:p w:rsidR="00693FDD" w:rsidRDefault="00693FDD" w:rsidP="00693FDD">
      <w:pPr>
        <w:pStyle w:val="libNormal"/>
        <w:ind w:firstLine="0"/>
        <w:rPr>
          <w:rFonts w:cs="Cordia New"/>
          <w:szCs w:val="40"/>
          <w:cs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ข้าแต่พระผู้เป็นเจ้าพระองค์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คือ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มิตรผู้ยิ่งใหญ่สำหรับผู้มีคุณธรรมของพระองค์ยิ่งกว่ามิตรสหายใดๆพระองค์ทรงพร้อมกว่าผู้ใดผู้หนึ่งที่จะทรงช่วยเหลือบรรดาผู้ซึ่งเชื่อมั่นในพระองค์พระองค์ทรงเฝ้ามองความคิดภายในหัวใจและการซ่อนเร้นทั้งหลายจากบรรดามิตรสหายของพระองค์และจากบรรดาผู้เป็นที่รักของพระองค์และทรงทราบดีในสัญญาณและความรอบรู้ทั้งหลายของพวกเขาและทรงรู้ว่าในหัวใจของพวกเขานั้นเรียกหาและปรารถนาเฉพาะพระองค์</w:t>
      </w:r>
      <w:r>
        <w:rPr>
          <w:rFonts w:cs="Cordia New" w:hint="cs"/>
          <w:szCs w:val="40"/>
          <w:cs/>
        </w:rPr>
        <w:t>”</w:t>
      </w:r>
    </w:p>
    <w:p w:rsidR="00693FDD" w:rsidRDefault="00693FDD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693FDD" w:rsidRDefault="00C27D9F" w:rsidP="00693FDD">
      <w:pPr>
        <w:pStyle w:val="libNormal"/>
        <w:ind w:firstLine="0"/>
      </w:pPr>
      <w:r w:rsidRPr="00C27D9F">
        <w:rPr>
          <w:rFonts w:hint="cs"/>
          <w:cs/>
        </w:rPr>
        <w:lastRenderedPageBreak/>
        <w:t>ท่านควรที่จะได้รับฟังดุอา</w:t>
      </w:r>
      <w:r w:rsidR="00693FDD">
        <w:rPr>
          <w:rFonts w:hint="cs"/>
          <w:cs/>
        </w:rPr>
        <w:t>กุ</w:t>
      </w:r>
      <w:r w:rsidRPr="00C27D9F">
        <w:rPr>
          <w:rFonts w:hint="cs"/>
          <w:cs/>
        </w:rPr>
        <w:t>เมล</w:t>
      </w:r>
      <w:r w:rsidRPr="00C27D9F">
        <w:rPr>
          <w:cs/>
        </w:rPr>
        <w:t>(</w:t>
      </w:r>
      <w:r w:rsidRPr="00C27D9F">
        <w:rPr>
          <w:rFonts w:hint="cs"/>
          <w:cs/>
        </w:rPr>
        <w:t>เขาคือผู้หนึ่งจากบรรดาศอฮาบะฮ์ของท่านอิมามอาลี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ภายในนั้นเป็นการนำขึ้นสู่ความลี้ลับอันสูงส่งมีบ้างสิ่งบางอย่างในนั้นที่เลยพ้นไปจากโลกทั้งสองมันได้แสดงให้เห็นถึงความสัมพันธ์ของความจริงในเพียงอย่างเดียวนอ</w:t>
      </w:r>
      <w:r w:rsidR="00693FDD">
        <w:rPr>
          <w:rFonts w:hint="cs"/>
          <w:cs/>
        </w:rPr>
        <w:t>บ</w:t>
      </w:r>
      <w:r w:rsidRPr="00C27D9F">
        <w:rPr>
          <w:rFonts w:hint="cs"/>
          <w:cs/>
        </w:rPr>
        <w:t>น้อมถ่อมตนและมีความจงรักภักดีที่จะเป็นผู้รับใช้หลักการอันศักดิ์สิทธิ์ของพระผู้เป็นเจ้า</w:t>
      </w:r>
      <w:r w:rsidR="00693FDD" w:rsidRPr="00C27D9F">
        <w:rPr>
          <w:rFonts w:cs="Times New Roman"/>
          <w:lang w:bidi="ar-SA"/>
        </w:rPr>
        <w:t>,</w:t>
      </w:r>
      <w:r w:rsidR="00693FDD" w:rsidRPr="00C27D9F">
        <w:rPr>
          <w:rFonts w:hint="cs"/>
          <w:cs/>
        </w:rPr>
        <w:t xml:space="preserve"> และวิถีทางที่อิมามอาลี </w:t>
      </w:r>
      <w:r w:rsidR="00693FDD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693FDD" w:rsidRPr="00C27D9F">
        <w:rPr>
          <w:rFonts w:hint="cs"/>
          <w:cs/>
        </w:rPr>
        <w:t xml:space="preserve">) และอิมามไซนุลอาบีดีน </w:t>
      </w:r>
      <w:r w:rsidR="00693FDD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693FDD" w:rsidRPr="00C27D9F">
        <w:rPr>
          <w:rFonts w:hint="cs"/>
          <w:cs/>
        </w:rPr>
        <w:t>) ทำการติดต่อกับพระผู้เป็นเจ้าในยามรุ่งอรุ</w:t>
      </w:r>
      <w:r w:rsidR="00693FDD" w:rsidRPr="00C27D9F">
        <w:rPr>
          <w:cs/>
        </w:rPr>
        <w:t>ณ</w:t>
      </w:r>
      <w:r w:rsidRPr="00C27D9F">
        <w:rPr>
          <w:rFonts w:hint="cs"/>
          <w:cs/>
        </w:rPr>
        <w:t>ทั้งหลายของเดือนรอมฏอนนั้นได้แสดงให้เราเห็นเกี่ยวกับว่าเราควรจะใกล้ชิดกับพระผู้เป็นเจ้าอย่างไร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ในฐานะที่เป็นก้า</w:t>
      </w:r>
      <w:r w:rsidR="00693FDD">
        <w:rPr>
          <w:rFonts w:hint="cs"/>
          <w:cs/>
        </w:rPr>
        <w:t>ว</w:t>
      </w:r>
      <w:r w:rsidRPr="00C27D9F">
        <w:rPr>
          <w:rFonts w:hint="cs"/>
          <w:cs/>
        </w:rPr>
        <w:t>แรกของเราและต่อจากนั้นก็ปฏิบัติหน้าที่อื่นๆทั้งหลายของเราเองและสังคมของเรา</w:t>
      </w:r>
    </w:p>
    <w:p w:rsidR="00693FDD" w:rsidRDefault="00C27D9F" w:rsidP="00693FDD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เราควรจะต้องละเว้นจากการโน้มไปสู่เพียงด้านเดียวของการอิบาดัต</w:t>
      </w:r>
    </w:p>
    <w:p w:rsidR="00C27D9F" w:rsidRPr="00C27D9F" w:rsidRDefault="00C27D9F" w:rsidP="00693FDD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เพียงชั่วขณะเดียว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ก่อนหน้าที่ท่าน</w:t>
      </w:r>
      <w:r w:rsidR="00693FDD" w:rsidRPr="00C27D9F">
        <w:rPr>
          <w:rFonts w:hint="cs"/>
          <w:cs/>
        </w:rPr>
        <w:t>อิมามศอดิก</w:t>
      </w:r>
      <w:r w:rsidR="00693FDD" w:rsidRPr="00C27D9F">
        <w:rPr>
          <w:cs/>
        </w:rPr>
        <w:t>(</w:t>
      </w:r>
      <w:r w:rsidR="00693FDD" w:rsidRPr="00C27D9F">
        <w:rPr>
          <w:rFonts w:hint="cs"/>
          <w:cs/>
        </w:rPr>
        <w:t>อ</w:t>
      </w:r>
      <w:r w:rsidR="00693FDD" w:rsidRPr="00C27D9F">
        <w:rPr>
          <w:cs/>
        </w:rPr>
        <w:t>)</w:t>
      </w:r>
      <w:r w:rsidRPr="00C27D9F">
        <w:rPr>
          <w:rFonts w:hint="cs"/>
          <w:cs/>
        </w:rPr>
        <w:t>จะล่วงลับไปได้เรียกบรรดาญาติพี่น้องของท่านและกล่าวขึ้นมาประโยคหนึ่งก่อนลมหายใจสุดท้ายของท่านว่า</w:t>
      </w:r>
      <w:r w:rsidR="00693FDD">
        <w:rPr>
          <w:rFonts w:cs="Cordia New" w:hint="cs"/>
          <w:szCs w:val="40"/>
          <w:cs/>
        </w:rPr>
        <w:t xml:space="preserve"> “</w:t>
      </w:r>
      <w:r w:rsidR="00693FDD" w:rsidRPr="00C27D9F">
        <w:rPr>
          <w:rFonts w:hint="cs"/>
          <w:cs/>
        </w:rPr>
        <w:t>การ</w:t>
      </w:r>
      <w:r w:rsidR="00693FDD">
        <w:rPr>
          <w:rFonts w:hint="cs"/>
          <w:cs/>
        </w:rPr>
        <w:t>ช่วยเหลือ</w:t>
      </w:r>
      <w:r w:rsidR="00693FDD" w:rsidRPr="00C27D9F">
        <w:rPr>
          <w:rFonts w:hint="cs"/>
          <w:cs/>
        </w:rPr>
        <w:t xml:space="preserve"> </w:t>
      </w:r>
      <w:r w:rsidR="00693FDD" w:rsidRPr="00C27D9F">
        <w:rPr>
          <w:cs/>
        </w:rPr>
        <w:t>(</w:t>
      </w:r>
      <w:r w:rsidR="00693FDD">
        <w:rPr>
          <w:rFonts w:hint="cs"/>
          <w:cs/>
        </w:rPr>
        <w:t>ช</w:t>
      </w:r>
      <w:r w:rsidRPr="00C27D9F">
        <w:rPr>
          <w:rFonts w:hint="cs"/>
          <w:cs/>
        </w:rPr>
        <w:t>ะฟาอัต</w:t>
      </w:r>
      <w:r w:rsidRPr="00C27D9F">
        <w:rPr>
          <w:cs/>
        </w:rPr>
        <w:t>)</w:t>
      </w:r>
      <w:r w:rsidRPr="00C27D9F">
        <w:rPr>
          <w:rFonts w:hint="cs"/>
          <w:cs/>
        </w:rPr>
        <w:t>ของเราจะไม่เป็นประโยชน์</w:t>
      </w:r>
    </w:p>
    <w:p w:rsidR="00693FDD" w:rsidRDefault="00C27D9F" w:rsidP="00693FDD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แก่บรรดาผู้ซึ่งปฏิบัตินมาซประจำวันอย่างเบาบาง</w:t>
      </w:r>
      <w:r w:rsidRPr="00C27D9F">
        <w:rPr>
          <w:cs/>
        </w:rPr>
        <w:t>(</w:t>
      </w:r>
      <w:r w:rsidRPr="00C27D9F">
        <w:rPr>
          <w:rFonts w:hint="cs"/>
          <w:cs/>
        </w:rPr>
        <w:t>อ่อนแอ</w:t>
      </w:r>
      <w:r w:rsidRPr="00C27D9F">
        <w:rPr>
          <w:cs/>
        </w:rPr>
        <w:t>)</w:t>
      </w:r>
      <w:r w:rsidR="00693FDD">
        <w:rPr>
          <w:rFonts w:cs="Cordia New" w:hint="cs"/>
          <w:szCs w:val="40"/>
          <w:cs/>
        </w:rPr>
        <w:t>”</w:t>
      </w:r>
    </w:p>
    <w:p w:rsidR="00693FDD" w:rsidRDefault="00C27D9F" w:rsidP="00693FDD">
      <w:pPr>
        <w:pStyle w:val="libNormal"/>
        <w:ind w:firstLine="0"/>
      </w:pPr>
      <w:r w:rsidRPr="00C27D9F">
        <w:rPr>
          <w:rFonts w:hint="cs"/>
          <w:cs/>
        </w:rPr>
        <w:t>วิถีชีวิตของอาลี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อาจแยกพิจารณาออกไปหกส่วน</w:t>
      </w:r>
      <w:r w:rsidRPr="00C27D9F">
        <w:rPr>
          <w:cs/>
        </w:rPr>
        <w:t>(</w:t>
      </w:r>
      <w:r w:rsidRPr="00C27D9F">
        <w:rPr>
          <w:rFonts w:hint="cs"/>
          <w:cs/>
        </w:rPr>
        <w:t>ภาค</w:t>
      </w:r>
      <w:r w:rsidRPr="00C27D9F">
        <w:rPr>
          <w:cs/>
        </w:rPr>
        <w:t>)</w:t>
      </w:r>
    </w:p>
    <w:p w:rsidR="00693FDD" w:rsidRDefault="00C27D9F" w:rsidP="00693FDD">
      <w:pPr>
        <w:pStyle w:val="libNormal"/>
        <w:ind w:firstLine="0"/>
      </w:pPr>
      <w:r w:rsidRPr="00C27D9F">
        <w:rPr>
          <w:rFonts w:hint="cs"/>
          <w:cs/>
        </w:rPr>
        <w:t>สิ่งที่จะทำให้เกิดความประหลาดใจมา</w:t>
      </w:r>
      <w:r w:rsidR="00693FDD">
        <w:rPr>
          <w:rFonts w:hint="cs"/>
          <w:cs/>
        </w:rPr>
        <w:t>ก</w:t>
      </w:r>
      <w:r w:rsidRPr="00C27D9F">
        <w:rPr>
          <w:rFonts w:hint="cs"/>
          <w:cs/>
        </w:rPr>
        <w:t>ที่สุดก็คือ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ภาคสุดท้ายของท่าน</w:t>
      </w:r>
    </w:p>
    <w:p w:rsidR="00693FDD" w:rsidRDefault="00C27D9F" w:rsidP="00693FDD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ระยะเริ่มแรกคือ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จากการกำเนิดของท่านไปจนถึงการแต่งตั้งท่านศาสดา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จนมาถึงการอพยพไปสู่มะดีนะฮ์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ระยะที่สามของท่า</w:t>
      </w:r>
      <w:r w:rsidR="00693FDD">
        <w:rPr>
          <w:rFonts w:hint="cs"/>
          <w:cs/>
        </w:rPr>
        <w:t>น</w:t>
      </w:r>
      <w:r w:rsidRPr="00C27D9F">
        <w:rPr>
          <w:rFonts w:hint="cs"/>
          <w:cs/>
        </w:rPr>
        <w:t>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ส่วนที่สี่จากการสิ้นชีวิตของท่านศาสดา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จนถึงการเป็นคอลีฟะฮ์ของท่านเองเป็นระยะเวลา</w:t>
      </w:r>
      <w:r w:rsidRPr="00C27D9F">
        <w:rPr>
          <w:rFonts w:cs="Times New Roman"/>
          <w:lang w:bidi="ar-SA"/>
        </w:rPr>
        <w:t>25</w:t>
      </w:r>
      <w:r w:rsidRPr="00C27D9F">
        <w:rPr>
          <w:rFonts w:hint="cs"/>
          <w:cs/>
        </w:rPr>
        <w:t>ปี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ที่ห้าคือระยะเวลาสี่ปีครึ่งในการเป็นคอลีฟะฮ์ของท่านและส่วนหนึ่งหกหรือภาคสุดท้ายเป็นเวลาเพียงสองวันเท่านั้นจากวันที่ท่านถูกฟันด้วยดาบบนศีรษะจนกระทั้งถึงวันที่ได้รับ</w:t>
      </w:r>
      <w:r w:rsidR="00693FDD">
        <w:rPr>
          <w:rFonts w:hint="cs"/>
          <w:cs/>
        </w:rPr>
        <w:t>ช</w:t>
      </w:r>
      <w:r w:rsidRPr="00C27D9F">
        <w:rPr>
          <w:rFonts w:hint="cs"/>
          <w:cs/>
        </w:rPr>
        <w:t>ะฮีดของท่านภาคสุดท้ายคือภาคที่ทำให้ประหลาดใจอย่างมากกว่าทุกภาค</w:t>
      </w:r>
    </w:p>
    <w:p w:rsidR="00693FDD" w:rsidRDefault="00693FD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693FDD">
      <w:pPr>
        <w:pStyle w:val="libNormal"/>
        <w:ind w:firstLine="0"/>
        <w:rPr>
          <w:rFonts w:cs="Times New Roman"/>
          <w:lang w:bidi="ar-SA"/>
        </w:rPr>
      </w:pPr>
    </w:p>
    <w:p w:rsidR="00693FDD" w:rsidRDefault="00C27D9F" w:rsidP="00693FDD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เพราะว่าอาลี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ได้แสดงให้เห็นถึงความสมบูรณ์ของท่านในฐานะที่เป็นมนุษย์ผู้หนึ่งในหนทางที่ท่านเผชิญกับความตายขณะที่ท่านถูกฟันท่านกล่าวขึ้นมาสองประโยคกล่าวคือ</w:t>
      </w:r>
      <w:r w:rsidRPr="00C27D9F">
        <w:rPr>
          <w:cs/>
        </w:rPr>
        <w:t xml:space="preserve"> </w:t>
      </w:r>
      <w:r w:rsidR="00693FDD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จับชายผู้นั้น</w:t>
      </w:r>
      <w:r w:rsidR="00693FDD">
        <w:rPr>
          <w:rFonts w:cs="Cordia New" w:hint="cs"/>
          <w:szCs w:val="40"/>
          <w:cs/>
        </w:rPr>
        <w:t>”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หมายถึงฆาตรกร</w:t>
      </w:r>
      <w:r w:rsidRPr="00C27D9F">
        <w:rPr>
          <w:cs/>
        </w:rPr>
        <w:t>)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และ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ฉันของสาบานด้วยพระผู้เป็นเจ้าแห่งกะบะฮ์ว่า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ฉันได้รับทางรอดปลอดภัยของฉันแล้วโดยผ่านการชะฮีดนี้</w:t>
      </w:r>
      <w:r w:rsidR="00693FDD">
        <w:rPr>
          <w:rFonts w:cs="Cordia New" w:hint="cs"/>
          <w:szCs w:val="40"/>
          <w:cs/>
        </w:rPr>
        <w:t>”</w:t>
      </w:r>
    </w:p>
    <w:p w:rsidR="00693FDD" w:rsidRDefault="00C27D9F" w:rsidP="00693FDD">
      <w:pPr>
        <w:pStyle w:val="libNormal"/>
      </w:pPr>
      <w:r w:rsidRPr="00C27D9F">
        <w:rPr>
          <w:rFonts w:hint="cs"/>
          <w:cs/>
        </w:rPr>
        <w:t>แพทย์ผู้หนึ่งมีชื่อว่า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อาซี</w:t>
      </w:r>
      <w:r w:rsidR="00693FDD">
        <w:rPr>
          <w:rFonts w:hint="cs"/>
          <w:cs/>
        </w:rPr>
        <w:t xml:space="preserve">ซ </w:t>
      </w:r>
      <w:r w:rsidRPr="00C27D9F">
        <w:rPr>
          <w:rFonts w:hint="cs"/>
          <w:cs/>
        </w:rPr>
        <w:t>บิน</w:t>
      </w:r>
      <w:r w:rsidR="00693FDD">
        <w:rPr>
          <w:rFonts w:hint="cs"/>
          <w:cs/>
        </w:rPr>
        <w:t xml:space="preserve"> </w:t>
      </w:r>
      <w:r w:rsidRPr="00C27D9F">
        <w:rPr>
          <w:rFonts w:hint="cs"/>
          <w:cs/>
        </w:rPr>
        <w:t>อัมร์ได้ถูกนำมารักษาท่านและเขาได้ให้ความเห็นว่ายาพิษได้แล่นเข้าไปในเส้นเลือดของอาลี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</w:p>
    <w:p w:rsidR="00C27D9F" w:rsidRPr="00693FDD" w:rsidRDefault="00C27D9F" w:rsidP="00693FDD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แล้วเขากล่าวว่าเขาไม่สามารถที่จะกระทำสิ่งหนึ่งสิ่งใดได้เลยและแนะนำท่านอิมามอาลี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ให้กระทำในสิ่งที่ประสงค์เป็นครั้งสุดท้าย</w:t>
      </w:r>
    </w:p>
    <w:p w:rsidR="00693FDD" w:rsidRDefault="00C27D9F" w:rsidP="00693FDD">
      <w:pPr>
        <w:pStyle w:val="libNormal"/>
      </w:pPr>
      <w:r w:rsidRPr="00C27D9F">
        <w:rPr>
          <w:rFonts w:hint="cs"/>
          <w:cs/>
        </w:rPr>
        <w:t>เมื่อ</w:t>
      </w:r>
      <w:r w:rsidR="00693FDD">
        <w:rPr>
          <w:rFonts w:hint="cs"/>
          <w:cs/>
        </w:rPr>
        <w:t xml:space="preserve">อุมมุลกุลซูมบุตรีของอิมามอาลี </w:t>
      </w:r>
      <w:r w:rsidRPr="00C27D9F">
        <w:rPr>
          <w:rFonts w:hint="cs"/>
          <w:cs/>
        </w:rPr>
        <w:t>ถามเขา</w:t>
      </w:r>
      <w:r w:rsidR="00693FDD" w:rsidRPr="00C27D9F">
        <w:rPr>
          <w:rFonts w:hint="cs"/>
          <w:cs/>
        </w:rPr>
        <w:t>ฆาตรกรผู้นั้น</w:t>
      </w:r>
      <w:r w:rsidRPr="00C27D9F">
        <w:rPr>
          <w:rFonts w:hint="cs"/>
          <w:cs/>
        </w:rPr>
        <w:t>เกี่ยวกับว่าไฉนจึงได้กระทำเช่นนั้นต่อบิดาของนางและนางได้แสดงความหวังออกมาว่าอาลี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จะต้องมีอาการดีขึ้นแต่ฆาตรกรผู้เลวทรามนั้นกล่าวว่า</w:t>
      </w:r>
    </w:p>
    <w:p w:rsidR="00C27D9F" w:rsidRPr="004F385A" w:rsidRDefault="00C27D9F" w:rsidP="004F385A">
      <w:pPr>
        <w:pStyle w:val="libNormal"/>
        <w:rPr>
          <w:rFonts w:cs="Cordia New"/>
          <w:szCs w:val="40"/>
        </w:rPr>
      </w:pPr>
      <w:r w:rsidRPr="00C27D9F">
        <w:rPr>
          <w:cs/>
        </w:rPr>
        <w:t xml:space="preserve"> </w:t>
      </w:r>
      <w:r w:rsidR="00693FDD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ไม่มีความหวังหรอกเพราะข้าได้ซื้อดาบเล่มนี้มาเป็นเงินจำนวนถึงหนึ่งพันดีนาร์และจ่ายอีกหนึ่งพันดีนาร์สำหรับยาพิษที่ใช้ทาชโลมมัน</w:t>
      </w:r>
      <w:r w:rsidR="004F385A">
        <w:rPr>
          <w:rFonts w:hint="cs"/>
          <w:cs/>
        </w:rPr>
        <w:t xml:space="preserve"> </w:t>
      </w:r>
      <w:r w:rsidRPr="00C27D9F">
        <w:rPr>
          <w:rFonts w:hint="cs"/>
          <w:cs/>
        </w:rPr>
        <w:t>ยาพิษมีความรุนแรงมากมันมิใช่เพียงแต่จะสังหารบิดาของเจ้าได้เท่านั้น</w:t>
      </w:r>
      <w:r w:rsidR="004F385A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แต่มันสมารถที่จะฆ่าชาวกูฟะฮ์ได้ทั้งหมดถ้าจะใช้ต่อต้านพวกเขา</w:t>
      </w:r>
      <w:r w:rsidR="004F385A">
        <w:rPr>
          <w:rFonts w:cs="Cordia New" w:hint="cs"/>
          <w:szCs w:val="40"/>
          <w:cs/>
        </w:rPr>
        <w:t>”</w:t>
      </w:r>
    </w:p>
    <w:p w:rsidR="004F385A" w:rsidRDefault="00C27D9F" w:rsidP="004F385A">
      <w:pPr>
        <w:pStyle w:val="libNormal"/>
      </w:pPr>
      <w:r w:rsidRPr="00C27D9F">
        <w:rPr>
          <w:rFonts w:hint="cs"/>
          <w:cs/>
        </w:rPr>
        <w:t>ลูกหลานได้นำนมสดมาให้แก่ท่านอิมามอาลี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และท่านก็บอกให้บรรดาผู้ที่รายล้อมท่านอยู่ดูแลฆาตรกรอย่างปรานี</w:t>
      </w:r>
      <w:r w:rsidR="004F385A" w:rsidRPr="00C27D9F">
        <w:rPr>
          <w:rFonts w:cs="Times New Roman"/>
          <w:lang w:bidi="ar-SA"/>
        </w:rPr>
        <w:t>,</w:t>
      </w:r>
      <w:r w:rsidR="004F385A" w:rsidRPr="00C27D9F">
        <w:rPr>
          <w:rFonts w:hint="cs"/>
          <w:cs/>
        </w:rPr>
        <w:t xml:space="preserve"> จากนั้นท่านจึงได้เรียกญาติพี่น้องและลูกหลานของท่านและพูดว่</w:t>
      </w:r>
      <w:r w:rsidR="004F385A" w:rsidRPr="00C27D9F">
        <w:rPr>
          <w:cs/>
        </w:rPr>
        <w:t>า</w:t>
      </w:r>
      <w:r w:rsidRPr="00C27D9F">
        <w:rPr>
          <w:cs/>
        </w:rPr>
        <w:t xml:space="preserve"> </w:t>
      </w:r>
      <w:r w:rsidR="004F385A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โอ้ลูกหลานของอับดุลมุฏอลิบ</w:t>
      </w:r>
    </w:p>
    <w:p w:rsidR="004F385A" w:rsidRDefault="00C27D9F" w:rsidP="004F385A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hint="cs"/>
          <w:cs/>
        </w:rPr>
        <w:t>หลังจากความตายของฉัน</w:t>
      </w:r>
      <w:r w:rsidR="004F385A">
        <w:rPr>
          <w:rFonts w:hint="cs"/>
          <w:cs/>
        </w:rPr>
        <w:t xml:space="preserve"> </w:t>
      </w:r>
      <w:r w:rsidRPr="00C27D9F">
        <w:rPr>
          <w:rFonts w:hint="cs"/>
          <w:cs/>
        </w:rPr>
        <w:t>จงอย่าได้ออกไปในหมู่ผู้คนเพื่อกล่าวในสิ่งที่ได้เกิดขึ้นแก่ฉันและกล่าวหาต่างๆนานาต่อชายผู้นี้เปล่าเลยฆาตกรที่สังหารฉันมีเพียงคนเดียวเท่านี้</w:t>
      </w:r>
      <w:r w:rsidR="004F385A">
        <w:rPr>
          <w:rFonts w:cs="Cordia New" w:hint="cs"/>
          <w:szCs w:val="40"/>
          <w:cs/>
        </w:rPr>
        <w:t>”</w:t>
      </w:r>
    </w:p>
    <w:p w:rsidR="004F385A" w:rsidRDefault="004F385A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4F385A" w:rsidRDefault="00C27D9F" w:rsidP="004F385A">
      <w:pPr>
        <w:pStyle w:val="libNormal"/>
        <w:ind w:firstLine="0"/>
      </w:pPr>
      <w:r w:rsidRPr="00C27D9F">
        <w:rPr>
          <w:rFonts w:hint="cs"/>
          <w:cs/>
        </w:rPr>
        <w:lastRenderedPageBreak/>
        <w:t>แล้วท่านก็กล่าวแก่บุตรชายของท่านคืออิมามฮะซัน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บุตรชายของฉันชายผู้นั้นได้ฟันพ่อของเจ้าด้วยดาบเพียงครั้งเดียวเท่านั้น</w:t>
      </w:r>
      <w:r w:rsidR="004F385A">
        <w:rPr>
          <w:rFonts w:hint="cs"/>
          <w:cs/>
        </w:rPr>
        <w:t xml:space="preserve"> </w:t>
      </w:r>
      <w:r w:rsidRPr="00C27D9F">
        <w:rPr>
          <w:rFonts w:hint="cs"/>
          <w:cs/>
        </w:rPr>
        <w:t>หลังจากฉันเจ้าจงเลือกเอาทางหนึ่งทางใดในระหว่างทั้งสองด้วยการปล่อยให้เขาเป็นอิสระไปหรือจะลงโทษเขาถ้าเป็นดังนั้นจงปฏิบัติต่อเขาเพียงหนึ่งครั้งด้วยการฟัน</w:t>
      </w:r>
      <w:r w:rsidRPr="00C27D9F">
        <w:rPr>
          <w:cs/>
        </w:rPr>
        <w:t>(</w:t>
      </w:r>
      <w:r w:rsidRPr="00C27D9F">
        <w:rPr>
          <w:rFonts w:hint="cs"/>
          <w:cs/>
        </w:rPr>
        <w:t>เช่นเดียวกัน</w:t>
      </w:r>
      <w:r w:rsidRPr="00C27D9F">
        <w:rPr>
          <w:cs/>
        </w:rPr>
        <w:t>)</w:t>
      </w:r>
      <w:r w:rsidRPr="00C27D9F">
        <w:rPr>
          <w:rFonts w:hint="cs"/>
          <w:cs/>
        </w:rPr>
        <w:t>ไม่ว่าจะทำให้เขาเสียชีวิตหรือไม่ก็ตาม</w:t>
      </w:r>
      <w:r w:rsidR="004F385A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แล้วท่านก็ได้ขอร้องพวกเขาทั้งหลายว่าถ้าจะเลี้ยงดูชายฆาตรกรผู้นั้นก็จงปฏิบัติอย่างดีต่อเขานี่คือวิธีที่ท่านปฏิบัติต่อศัตรูและนั่นก็คือว่าทำไมจินตกวีเมาล</w:t>
      </w:r>
      <w:r w:rsidR="004F385A">
        <w:rPr>
          <w:rFonts w:hint="cs"/>
          <w:cs/>
        </w:rPr>
        <w:t>า</w:t>
      </w:r>
      <w:r w:rsidRPr="00C27D9F">
        <w:rPr>
          <w:rFonts w:hint="cs"/>
          <w:cs/>
        </w:rPr>
        <w:t>วีในบทกวีของเขาจึงเรียกท่านว่า</w:t>
      </w:r>
      <w:r w:rsidRPr="00C27D9F">
        <w:rPr>
          <w:cs/>
        </w:rPr>
        <w:t xml:space="preserve"> </w:t>
      </w:r>
      <w:r w:rsidR="004F385A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ราชสีห์ของพระผู้เป็นเจ้า</w:t>
      </w:r>
      <w:r w:rsidR="004F385A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และกล่าวว่าไม่มีผู้ใดสามารถที่จะพรรณนาถึงขอบเขตแห่งความไม่อาฆาตมาดร้ายของท่านได้เลย</w:t>
      </w:r>
      <w:r w:rsidRPr="00C27D9F">
        <w:rPr>
          <w:rFonts w:cs="Times New Roman" w:hint="eastAsia"/>
          <w:lang w:bidi="ar-SA"/>
        </w:rPr>
        <w:t>…</w:t>
      </w:r>
      <w:r w:rsidRPr="00C27D9F">
        <w:rPr>
          <w:rFonts w:hint="cs"/>
          <w:cs/>
        </w:rPr>
        <w:t>ทั้งหมดเหล่านั้นแสดงให้เห็นถึงความเหมาะสมในความเป็นชายชาตร</w:t>
      </w:r>
      <w:r w:rsidR="004F385A">
        <w:rPr>
          <w:rFonts w:hint="cs"/>
          <w:cs/>
        </w:rPr>
        <w:t>ี</w:t>
      </w:r>
      <w:r w:rsidRPr="00C27D9F">
        <w:rPr>
          <w:rFonts w:hint="cs"/>
          <w:cs/>
        </w:rPr>
        <w:t>ของอาลี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และความเป็นมนุษย์ของท่าน</w:t>
      </w:r>
      <w:r w:rsidR="004F385A">
        <w:rPr>
          <w:rFonts w:hint="cs"/>
          <w:cs/>
        </w:rPr>
        <w:t xml:space="preserve"> </w:t>
      </w:r>
      <w:r w:rsidRPr="00C27D9F">
        <w:rPr>
          <w:rFonts w:hint="cs"/>
          <w:cs/>
        </w:rPr>
        <w:t>ยาพิษได้เป็นผลร้ายต่อท่านมากขึ้นทุกขณะและผู้ใกล้ชิดทั้งหลายของท่านได้คร่ำคราญแต่เขาทั้งหลายก็เห็นรอยยิ้มบนริมฝีปากของท่านและกล่าวประโยคนี้</w:t>
      </w:r>
    </w:p>
    <w:p w:rsidR="004F385A" w:rsidRDefault="00C27D9F" w:rsidP="004F385A">
      <w:pPr>
        <w:pStyle w:val="libNormal"/>
        <w:ind w:firstLine="0"/>
        <w:rPr>
          <w:rFonts w:cs="Cordia New"/>
          <w:szCs w:val="40"/>
        </w:rPr>
      </w:pP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ฉันขอสาบานต่อพระผู้เป็นเจ้าว่า</w:t>
      </w:r>
      <w:r w:rsidR="004F385A">
        <w:rPr>
          <w:rFonts w:hint="cs"/>
          <w:cs/>
        </w:rPr>
        <w:t xml:space="preserve"> </w:t>
      </w:r>
      <w:r w:rsidRPr="00C27D9F">
        <w:rPr>
          <w:rFonts w:hint="cs"/>
          <w:cs/>
        </w:rPr>
        <w:t>สิ่งที่ได้เกิดขึ้นแก่ฉันนั้นมิใช่เป็นสิ่งที่ไม่เหมาะสมแต่ประการใดเลย</w:t>
      </w:r>
      <w:r w:rsidR="004F385A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ตายด้วยการชะฮีดในวิถีทางแห่งพระผู้เป็นเจ้าครั้งนี้เป็นสิ่งสำคัญในฐานะเป็นสิ่งที่ฉันมีความปรารถนาเฝ้าคอยมาตลอดชีวิตของฉันและเป็นการดีอย่างที่สุดซึ่งมันได้เกิดขึ้นในระหว่างที่ฉันกำลังประกอบอิบาดัต</w:t>
      </w:r>
      <w:r w:rsidR="004F385A">
        <w:rPr>
          <w:rFonts w:cs="Cordia New" w:hint="cs"/>
          <w:szCs w:val="40"/>
          <w:cs/>
        </w:rPr>
        <w:t>”</w:t>
      </w:r>
    </w:p>
    <w:p w:rsidR="00C27D9F" w:rsidRPr="00C27D9F" w:rsidRDefault="00C27D9F" w:rsidP="004F385A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จากนั้นอาลี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ก็ได้ใช้คำเปรียบเทียบซึ่งเป็นที่จะพำนักอยู่ตามสถานที่ที่มีหญ้าและเมื่อมันหมดสิ้นไป</w:t>
      </w:r>
    </w:p>
    <w:p w:rsidR="004F385A" w:rsidRDefault="00C27D9F" w:rsidP="004F385A">
      <w:pPr>
        <w:pStyle w:val="libNormal"/>
      </w:pPr>
      <w:r w:rsidRPr="00C27D9F">
        <w:rPr>
          <w:rFonts w:hint="cs"/>
          <w:cs/>
        </w:rPr>
        <w:t>อาหรับทั้งหลายก็เคลื่อนย้ายไปยังสถานที่อื่นอีกในท่ามกลางอากาศอันร้อนระอุ</w:t>
      </w:r>
      <w:r w:rsidR="004F385A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พวกเขาเสาะหาสถานที่ในยามราตรีที่ซึ่งจะสามารถทำให้พบแหล่งน้ำได้</w:t>
      </w:r>
      <w:r w:rsidR="004F385A">
        <w:rPr>
          <w:rFonts w:hint="cs"/>
          <w:cs/>
        </w:rPr>
        <w:t xml:space="preserve"> </w:t>
      </w:r>
    </w:p>
    <w:p w:rsidR="004F385A" w:rsidRDefault="004F385A" w:rsidP="004F385A">
      <w:pPr>
        <w:pStyle w:val="libNormal"/>
        <w:rPr>
          <w:cs/>
        </w:rPr>
      </w:pPr>
    </w:p>
    <w:p w:rsidR="004F385A" w:rsidRDefault="004F385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4F385A" w:rsidRDefault="004F385A" w:rsidP="004F385A">
      <w:pPr>
        <w:pStyle w:val="libNormal"/>
      </w:pPr>
    </w:p>
    <w:p w:rsidR="00C27D9F" w:rsidRPr="00C27D9F" w:rsidRDefault="00C27D9F" w:rsidP="00D33EF8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ท่านกล่าวว่า</w:t>
      </w:r>
      <w:r w:rsidRPr="00C27D9F">
        <w:rPr>
          <w:cs/>
        </w:rPr>
        <w:t xml:space="preserve"> </w:t>
      </w:r>
      <w:r w:rsidR="00D33EF8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ฉันเปรียบเสมือนผู้ที่มีความรักซึ่งได้พบกับผู้เป็นที่รักของฉันหรือประหนึ่งผู้แสวงหาแหล่งน้ำท่ามกลางความมืดของราตรีผู้ซึ่ง</w:t>
      </w:r>
    </w:p>
    <w:p w:rsidR="00D33EF8" w:rsidRDefault="00C27D9F" w:rsidP="00D33EF8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มีความปิติยินดีเป็นล้นพ้นที่ได้พบมัน</w:t>
      </w:r>
      <w:r w:rsidR="00D33EF8">
        <w:rPr>
          <w:rFonts w:cs="Cordia New" w:hint="cs"/>
          <w:szCs w:val="40"/>
          <w:cs/>
        </w:rPr>
        <w:t>”</w:t>
      </w:r>
    </w:p>
    <w:p w:rsidR="00D33EF8" w:rsidRDefault="00C27D9F" w:rsidP="00D33EF8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ในโอกาสสุดท้าย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ทั้งหลายรายล้อมอยู่รอบเตียงนอนของท่านทั้งหมดทุกคนยาพิษยังคงทำงานของมันอยู่และเป็นบางครั้งบางคราวที่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มีอาการถึงขั้นไม่รู้สึกตัวและเมื่อใดก็ตามที่ท่านลืมตาขึ้นมาท่านก็จะตักเตือนสั่งสอนแก่บรรดาผู้ที่ร่วมอยู่ในที่นั้นคำพูดสุดท้ายของท่านซึ่งเป็นความรุนแรงเผ็ดร้อนมีจุดสำคัญอยู่</w:t>
      </w:r>
      <w:r w:rsidR="00D33EF8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20</w:t>
      </w:r>
      <w:r w:rsidR="00D33EF8">
        <w:rPr>
          <w:rFonts w:cs="Cordia New" w:hint="cs"/>
          <w:szCs w:val="40"/>
          <w:cs/>
        </w:rPr>
        <w:t xml:space="preserve"> </w:t>
      </w:r>
      <w:r w:rsidR="00D33EF8" w:rsidRPr="00C27D9F">
        <w:rPr>
          <w:rFonts w:hint="cs"/>
          <w:cs/>
        </w:rPr>
        <w:t xml:space="preserve">จุดพูดโดยตรงในตอนแรกกับบุตรชายของท่านทั้งสองฮะซันและฮุเซน </w:t>
      </w:r>
      <w:r w:rsidR="00D33EF8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D33EF8" w:rsidRPr="00C27D9F">
        <w:rPr>
          <w:rFonts w:hint="cs"/>
          <w:cs/>
        </w:rPr>
        <w:t>) และจากนั้นก็พูดกับลูกคนอื่นของท่านแล</w:t>
      </w:r>
      <w:r w:rsidR="00D33EF8" w:rsidRPr="00C27D9F">
        <w:rPr>
          <w:cs/>
        </w:rPr>
        <w:t>ะ</w:t>
      </w:r>
      <w:r w:rsidRPr="00C27D9F">
        <w:rPr>
          <w:rFonts w:hint="cs"/>
          <w:cs/>
        </w:rPr>
        <w:t>สุดท้ายพูดต่อประชาชนทั้งมวลผู้ซึ่งอาจจะได้ยินคำพูดทั้งหลายของท่านตราบจนถึงวันแห่งการฟื้นคืนชีพ</w:t>
      </w:r>
    </w:p>
    <w:p w:rsidR="00D33EF8" w:rsidRDefault="00C27D9F" w:rsidP="00D33EF8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กล่าวโดยทั่วๆไปแล้วทุกคนผู้ซึ่งเป็นผู้นำแนวความคิดมีทฤษฏีเกี่ยวกับความสมบูรณ์ของมนุษย์หรือว่าด้วยมนุษย์ผู้สมบูรณ์สิ่งที่เรียกธรรมจริยาคือความสัมพันธ์กับสิ่งที่ควรจะเป็นไปมิใช่สิ่งที่เป็นอยู่และถ้ามนุษย์สามารถได้มาซึ่งบรรดาคุณลักษณะทั้งหลายในทางธรรมจริยาเขาก็จะบรรลุถึงจุดสุดยอดแห่งความเป็นมนุษยชาติแนวคิดต่างๆของสำนักทั้งหลายบนความเกี่ยวพันกับมนุษย์ผู้สมบูรณ์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บางทีก็ถูกรว</w:t>
      </w:r>
      <w:r w:rsidR="00D33EF8">
        <w:rPr>
          <w:rFonts w:hint="cs"/>
          <w:cs/>
        </w:rPr>
        <w:t>บ</w:t>
      </w:r>
      <w:r w:rsidRPr="00C27D9F">
        <w:rPr>
          <w:rFonts w:hint="cs"/>
          <w:cs/>
        </w:rPr>
        <w:t>รัดคล้ายกับเป็นเรื่องรองลงมา</w:t>
      </w:r>
    </w:p>
    <w:p w:rsidR="00D33EF8" w:rsidRDefault="00D33EF8" w:rsidP="00D33EF8">
      <w:pPr>
        <w:pStyle w:val="libNormal"/>
        <w:ind w:firstLine="0"/>
        <w:rPr>
          <w:rFonts w:cs="Cordia New"/>
          <w:szCs w:val="40"/>
        </w:rPr>
      </w:pPr>
    </w:p>
    <w:p w:rsidR="00D33EF8" w:rsidRDefault="00D33EF8" w:rsidP="00D33EF8">
      <w:pPr>
        <w:pStyle w:val="libNormal"/>
        <w:ind w:firstLine="0"/>
        <w:rPr>
          <w:cs/>
        </w:rPr>
      </w:pPr>
      <w:r w:rsidRPr="00C27D9F">
        <w:rPr>
          <w:rFonts w:cs="Times New Roman"/>
          <w:lang w:bidi="ar-SA"/>
        </w:rPr>
        <w:t>1)</w:t>
      </w:r>
      <w:r w:rsidRPr="00C27D9F">
        <w:rPr>
          <w:rFonts w:hint="cs"/>
          <w:cs/>
        </w:rPr>
        <w:t xml:space="preserve"> ทัศนะหนึ่งก็คือว่าทัศนะของผู้ใช้ปัญญาหาเหตุผลซึ่งได้ให้ทัศนะเกี่ยวกับมนุษย์ในแง่ของคุณลักษณะทั้งหลายทางจิตใจของเขาและม</w:t>
      </w:r>
      <w:r w:rsidRPr="00C27D9F">
        <w:rPr>
          <w:cs/>
        </w:rPr>
        <w:t>ี</w:t>
      </w:r>
      <w:r w:rsidR="00C27D9F" w:rsidRPr="00C27D9F">
        <w:rPr>
          <w:rFonts w:hint="cs"/>
          <w:cs/>
        </w:rPr>
        <w:t>ความคิดว่าแก่นสารของมนุษย์ก็คือจิตใจและความสามารถของเขาจากความคิดของเขานี่คือทัศนะของปรัชญาโบราณ</w:t>
      </w:r>
    </w:p>
    <w:p w:rsidR="00D33EF8" w:rsidRDefault="00D33EF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D33EF8" w:rsidRDefault="00D33EF8" w:rsidP="00D33EF8">
      <w:pPr>
        <w:pStyle w:val="libNormal"/>
        <w:ind w:firstLine="0"/>
      </w:pPr>
    </w:p>
    <w:p w:rsidR="00D33EF8" w:rsidRDefault="00C27D9F" w:rsidP="00D33EF8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รวมทั้งความคิดของอเวซินาสำหรับความคิดของพวกเขามนุษย์ผู้สมบูรณ์เป็นผู้คงแก่เรียนผู้หนึ่ง</w:t>
      </w:r>
      <w:r w:rsidRPr="00C27D9F">
        <w:rPr>
          <w:cs/>
        </w:rPr>
        <w:t>(</w:t>
      </w:r>
      <w:r w:rsidRPr="00C27D9F">
        <w:rPr>
          <w:rFonts w:hint="cs"/>
          <w:cs/>
        </w:rPr>
        <w:t>นักปราชญ์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และความสมบูรณ์ของเขาวางอยู่ในวิชาปรัชญาของเขาโดยทางทฤษฎีทางปรัชญา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หมายถึงความเข้าใจทั่วไปอันเหมาะสมของสิ่งที่ดำรงอยู่ทั้งมวลและนั่นคือความแตกต่างไปจากวิทยาศาสตร์ซึ่งหมายถึงความเข้าใจเพียงเฉพาะส่วนเกี่ยวกับการดำรงอยู่</w:t>
      </w:r>
    </w:p>
    <w:p w:rsidR="00D33EF8" w:rsidRDefault="00C27D9F" w:rsidP="00D33EF8">
      <w:pPr>
        <w:pStyle w:val="libNormal"/>
        <w:ind w:firstLine="0"/>
      </w:pPr>
      <w:r w:rsidRPr="00C27D9F">
        <w:rPr>
          <w:rFonts w:hint="cs"/>
          <w:cs/>
        </w:rPr>
        <w:t>การที่จะแสดงให้เห็นถึงความแตกต่างระหว่างวิทยาศาสตร์กับปรัชญา</w:t>
      </w:r>
    </w:p>
    <w:p w:rsidR="00C27D9F" w:rsidRPr="00C27D9F" w:rsidRDefault="00C27D9F" w:rsidP="00D33EF8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ารอรรถาธิบายต่อไปนี้จะแสดงให้เห็นถึงผลลัพธ์ท่านอาจใคร่จะรู้บางสิ่งบางอย่างเกี่ยวกับเมืองเตหะราน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รับรู้นี้อาจจะรู้โดยกว้างๆหรือจำเพาะเจาะจงวิศวกรของเทศบาลนครสามารถที่จะวาดแผนผังของเมืองแสดงให้เห็นถึงขอบเขตอันจำกัดของมันตลอดจนการแบ่งส่วนเข้าไปบริเวณพื้นที่บริเวณต่างๆเช่นสวนสาธารณะถนนหนทางและบรรดาสี่แยกทั้งหลายในที่ซึ่งท่านไม่สามารถที่จะรู้สถานที่ตั้งบ้านเรือนของท่านเองได้ภายในแผนผังของวิศกรผู้นั้นแต่บางทีใครคนหนึ่งสามารถที่จะรู้รายละเอียดของข้อมูลภายในท้องถิ่นทั้งหมดของบริเวณพื้นที่แม้ว่าเขามิได้รู้ภาวะของความใหญ่โตโอฬารของเมืองเตหะรานเลย</w:t>
      </w:r>
    </w:p>
    <w:p w:rsidR="00D33EF8" w:rsidRDefault="00C27D9F" w:rsidP="00D33EF8">
      <w:pPr>
        <w:pStyle w:val="libNormal"/>
      </w:pPr>
      <w:r w:rsidRPr="00C27D9F">
        <w:rPr>
          <w:rFonts w:hint="cs"/>
          <w:cs/>
        </w:rPr>
        <w:t>แต่ถ้าท่านถามเขาเกี่ยวกับข้อมูลในเรื่องของถนนหนทางหรือสถานที่ภายในท้องถิ่นเขาอาจจะสามารถบอกหรือชี้ทิศทางที่ถูกต้องให้แก่ท่านได้โดยที่บางครั้งวิศกรทั่วไปไม่สามารถกระทำได้เช่นนั้น</w:t>
      </w:r>
    </w:p>
    <w:p w:rsidR="00C27D9F" w:rsidRPr="00C27D9F" w:rsidRDefault="00C27D9F" w:rsidP="00D33EF8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นักปรัชญาผู้หนึ่งให้แผนผังและภาพถ่ายของสิ่งถูกสร้างที่มีอยู่ทั้งหมดแก่ท่านและพยายามค้นหาสาเหตุและที่มาของมันจุดเริ่มต้นและจุดจบของมันระยะเวลาและความสำคัญทั้งหลายของมัน</w:t>
      </w:r>
    </w:p>
    <w:p w:rsidR="00D33EF8" w:rsidRDefault="00C27D9F" w:rsidP="00D33EF8">
      <w:pPr>
        <w:pStyle w:val="libNormal"/>
        <w:rPr>
          <w:cs/>
        </w:rPr>
      </w:pPr>
      <w:r w:rsidRPr="00C27D9F">
        <w:rPr>
          <w:rFonts w:hint="cs"/>
          <w:cs/>
        </w:rPr>
        <w:t>ถ้าท่านถามนักปรัชญาผู้นี้บ้างเกี่ยวกับการสร้างสรรพสัตว์ก้อนหินดวงดาวหรือดวงอาทิตย์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เขาอาจจะไม่สามารถที่จะตอบคำถามของท่านได้เพราะความคิดของนักปรัชญานั้นภาพของจักรวาล</w:t>
      </w:r>
    </w:p>
    <w:p w:rsidR="00D33EF8" w:rsidRDefault="00D33EF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D33EF8">
      <w:pPr>
        <w:pStyle w:val="libNormal"/>
        <w:rPr>
          <w:rFonts w:cs="Times New Roman"/>
          <w:lang w:bidi="ar-SA"/>
        </w:rPr>
      </w:pPr>
    </w:p>
    <w:p w:rsidR="00C27D9F" w:rsidRPr="00C27D9F" w:rsidRDefault="00C27D9F" w:rsidP="00D33EF8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ประหนึ่งเป็นความสำคัญทั้งหมดแม้ว่ารายละเอียดต่างๆ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บางทีก็คลุมเครือไม่แน่นอนหรือไม่รู้เลยก็ตาม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Pr="00C27D9F">
        <w:rPr>
          <w:cs/>
        </w:rPr>
        <w:t>(</w:t>
      </w:r>
      <w:r w:rsidRPr="00C27D9F">
        <w:rPr>
          <w:rFonts w:hint="cs"/>
          <w:cs/>
        </w:rPr>
        <w:t>ปรัชญาคือความรู้อันทั่วไปของการดำรงอยู่ของโลกและจักรวาลอย่างกว้างๆแต่วิทยาศาสตร์รับผิดชอบในการค้นคว้าอันละเอียดอ่อนของสิ่งต่างๆในจักรวาลอย่างถี่ถ้วน</w:t>
      </w:r>
      <w:r w:rsidRPr="00C27D9F">
        <w:rPr>
          <w:cs/>
        </w:rPr>
        <w:t>)</w:t>
      </w:r>
      <w:r w:rsidRPr="00C27D9F">
        <w:rPr>
          <w:rFonts w:hint="cs"/>
          <w:cs/>
        </w:rPr>
        <w:t>เกี่ยวกับ</w:t>
      </w:r>
    </w:p>
    <w:p w:rsidR="00C27D9F" w:rsidRPr="00C27D9F" w:rsidRDefault="00C27D9F" w:rsidP="00D33EF8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วามคิดของบรรดาผู้ที่ใช้ปัญญาหาเหตุผลการค้นหาภาพของจักรวาลโดยทั่วไปและการบรรลุถึงสัญลักษณ์แห่งความสมบูรณ์ของมันคือจุดหมายซึ่งในโลกของสติปัญญาอยู่ในฐานะเดียวกับวัตถุประสงค์ของโลกพวกปัญญาชนทั้งหลายพากันคิดว่าสิ่งนี้มีทางเป็นไปได้โดยผ่านการใช้เหตุผล</w:t>
      </w:r>
    </w:p>
    <w:p w:rsidR="00D33EF8" w:rsidRDefault="00C27D9F" w:rsidP="00D33EF8">
      <w:pPr>
        <w:pStyle w:val="libNormal"/>
        <w:ind w:firstLine="0"/>
      </w:pPr>
      <w:r w:rsidRPr="00C27D9F">
        <w:rPr>
          <w:rFonts w:hint="cs"/>
          <w:cs/>
        </w:rPr>
        <w:t>การใคร่ครวญหาเหตุผล</w:t>
      </w:r>
      <w:r w:rsidRPr="00C27D9F">
        <w:rPr>
          <w:cs/>
        </w:rPr>
        <w:t>(</w:t>
      </w:r>
      <w:r w:rsidRPr="00C27D9F">
        <w:rPr>
          <w:rFonts w:hint="cs"/>
          <w:cs/>
        </w:rPr>
        <w:t>ตรรกวิทยา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และผลสะท้อนพวกเขาเชื่อในปรัชญาสองแบบคือ</w:t>
      </w:r>
    </w:p>
    <w:p w:rsidR="00D33EF8" w:rsidRDefault="00C27D9F" w:rsidP="00D33EF8">
      <w:pPr>
        <w:pStyle w:val="libNormal"/>
        <w:ind w:firstLine="0"/>
      </w:pPr>
      <w:r w:rsidRPr="00C27D9F">
        <w:rPr>
          <w:rFonts w:hint="cs"/>
          <w:cs/>
        </w:rPr>
        <w:t>ก</w:t>
      </w:r>
      <w:r w:rsidRPr="00C27D9F">
        <w:rPr>
          <w:cs/>
        </w:rPr>
        <w:t>.)</w:t>
      </w:r>
      <w:r w:rsidRPr="00C27D9F">
        <w:rPr>
          <w:rFonts w:hint="cs"/>
          <w:cs/>
        </w:rPr>
        <w:t>ตามปรัชญาหรือความเข้าใจโลกตามความเป็นไปของมันและ</w:t>
      </w:r>
    </w:p>
    <w:p w:rsidR="00C27D9F" w:rsidRPr="00C27D9F" w:rsidRDefault="00C27D9F" w:rsidP="00D33EF8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ข</w:t>
      </w:r>
      <w:r w:rsidRPr="00C27D9F">
        <w:rPr>
          <w:cs/>
        </w:rPr>
        <w:t>.)</w:t>
      </w:r>
      <w:r w:rsidRPr="00C27D9F">
        <w:rPr>
          <w:rFonts w:hint="cs"/>
          <w:cs/>
        </w:rPr>
        <w:t>ปรัชญาทางภาคปฏิบัติ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ซึ่งหมายถึง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ความสำเร็จที่เด่นชัดของสติปัญญามนุษย์เหนือสัญชาตญาณและความทสามารถของเขาทั้งหมด</w:t>
      </w:r>
    </w:p>
    <w:p w:rsidR="00D33EF8" w:rsidRDefault="00C27D9F" w:rsidP="00D33EF8">
      <w:pPr>
        <w:pStyle w:val="libNormal"/>
      </w:pPr>
      <w:r w:rsidRPr="00C27D9F">
        <w:rPr>
          <w:rFonts w:hint="cs"/>
          <w:cs/>
        </w:rPr>
        <w:t>ตำราและหนังสือทั้งหลายของเราที่เกี่ยวกับจริยธรรมได้ตัดสินปัญหาต่างๆบนพื้นฐานนี้และธรรมจริยาของเราเป็นแบบของโสเครติสบนพื้นฐานเดียวกันทางสติปัญญาสติปัญญาของท่านมีอำนาจเหนือกิเลสตันหาของท่านหรือ</w:t>
      </w:r>
      <w:r w:rsidRPr="00C27D9F">
        <w:rPr>
          <w:rFonts w:cs="Times New Roman"/>
          <w:lang w:bidi="ar-SA"/>
        </w:rPr>
        <w:t>?</w:t>
      </w:r>
      <w:r w:rsidR="00D33EF8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หรือว่าในทางกลับกัน</w:t>
      </w:r>
      <w:r w:rsidRPr="00C27D9F">
        <w:rPr>
          <w:rFonts w:cs="Times New Roman"/>
          <w:lang w:bidi="ar-SA"/>
        </w:rPr>
        <w:t>?</w:t>
      </w:r>
      <w:r w:rsidR="00D33EF8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สติปัญญาของท่านมีอำนาจเหนือความโกรธและความเป็นทุกข์กังวลของท่านหรือ</w:t>
      </w:r>
      <w:r w:rsidRPr="00C27D9F">
        <w:rPr>
          <w:rFonts w:cs="Times New Roman"/>
          <w:lang w:bidi="ar-SA"/>
        </w:rPr>
        <w:t>?</w:t>
      </w:r>
      <w:r w:rsidR="00D33EF8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หรือตรงกันข้าม</w:t>
      </w:r>
      <w:r w:rsidRPr="00C27D9F">
        <w:rPr>
          <w:rFonts w:cs="Times New Roman"/>
          <w:lang w:bidi="ar-SA"/>
        </w:rPr>
        <w:t>?</w:t>
      </w:r>
      <w:r w:rsidR="00D33EF8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ด้วยเหตุนี้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หากท่านใช้ความสามารถเพื่อที่จะเข้าใจโลกนี้โดยผ่านการรู้จักเหตุผลและอนุญาตให้สติปัญญาของท่านมีอำนาจควบคุมเหนือความต้องการในทางกิเลสตันหาของตัวท่านเองได้แล้วจากนั้นท่านก็คือมนุษย์ผู้สมบูรณ์ผู้หนึ่ง</w:t>
      </w:r>
    </w:p>
    <w:p w:rsidR="00D33EF8" w:rsidRDefault="00D33EF8" w:rsidP="00D33EF8">
      <w:pPr>
        <w:pStyle w:val="libNormal"/>
      </w:pPr>
    </w:p>
    <w:p w:rsidR="00D33EF8" w:rsidRDefault="00D33EF8" w:rsidP="00D33EF8">
      <w:pPr>
        <w:pStyle w:val="libNormal"/>
        <w:rPr>
          <w:cs/>
        </w:rPr>
      </w:pPr>
    </w:p>
    <w:p w:rsidR="00D33EF8" w:rsidRDefault="00D33EF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D33EF8" w:rsidRDefault="00D33EF8" w:rsidP="00D33EF8">
      <w:pPr>
        <w:pStyle w:val="libNormal"/>
        <w:rPr>
          <w:rFonts w:cs="Cordia New"/>
          <w:szCs w:val="40"/>
        </w:rPr>
      </w:pPr>
    </w:p>
    <w:p w:rsidR="00C27D9F" w:rsidRPr="00C27D9F" w:rsidRDefault="00C27D9F" w:rsidP="00D33EF8">
      <w:pPr>
        <w:pStyle w:val="libNormal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2)</w:t>
      </w:r>
      <w:r w:rsidR="00D33EF8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อีกแนวหนึ่ง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แนวแห่งความรักหรือสำนั</w:t>
      </w:r>
      <w:r w:rsidR="00D33EF8">
        <w:rPr>
          <w:rFonts w:hint="cs"/>
          <w:cs/>
        </w:rPr>
        <w:t>ก</w:t>
      </w:r>
      <w:r w:rsidRPr="00C27D9F">
        <w:rPr>
          <w:rFonts w:hint="cs"/>
          <w:cs/>
        </w:rPr>
        <w:t>อิรฟานโดยเหตุที่ความรัก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ความเสน่หาในการอิบาดัตต่อพระผู้เป็นเจ้าผิดกับแนวทางสติปัญญาซึ่งเป็นสำนั</w:t>
      </w:r>
      <w:r w:rsidR="00D33EF8">
        <w:rPr>
          <w:rFonts w:hint="cs"/>
          <w:cs/>
        </w:rPr>
        <w:t>ก</w:t>
      </w:r>
      <w:r w:rsidRPr="00C27D9F">
        <w:rPr>
          <w:rFonts w:hint="cs"/>
          <w:cs/>
        </w:rPr>
        <w:t>ของความคิดคำนึงมิได้เคลื่อนไหวทั้งหมดแต่แนวทางแห่งความรักเชื่อว่าความรักทั้งหมดเป็นความเคลื่อนไหวเป็น</w:t>
      </w:r>
    </w:p>
    <w:p w:rsidR="00D33EF8" w:rsidRDefault="00C27D9F" w:rsidP="00D33EF8">
      <w:pPr>
        <w:pStyle w:val="libNormal"/>
        <w:ind w:firstLine="0"/>
      </w:pPr>
      <w:r w:rsidRPr="00C27D9F">
        <w:rPr>
          <w:rFonts w:hint="cs"/>
          <w:cs/>
        </w:rPr>
        <w:t>แนวตั้งตรงคอนข้างจะมากกว่าการเคลื่อนไหวไปตามแนวราบ</w:t>
      </w:r>
      <w:r w:rsidR="00D33EF8">
        <w:rPr>
          <w:rFonts w:hint="cs"/>
          <w:cs/>
        </w:rPr>
        <w:t xml:space="preserve"> แม้ว่</w:t>
      </w:r>
      <w:r w:rsidRPr="00C27D9F">
        <w:rPr>
          <w:rFonts w:hint="cs"/>
          <w:cs/>
        </w:rPr>
        <w:t>าขั้นตอนต่อมามันจะเป็นการสันนิษฐานว่าอาจจะชี้ทิศทางไปสู่แนวราบและวิวัฒนาการไปสู่ความเจริญก้าวหน้าในการคิดคำนึงก็ตาม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เริ่มแรกมันเป็นวิญญาณแห่งความทะเยอทะยานที่มุ่งขึ้นตรงไปยังพระผู้เป็นเจ้า</w:t>
      </w:r>
    </w:p>
    <w:p w:rsidR="00C27D9F" w:rsidRPr="00C27D9F" w:rsidRDefault="00C27D9F" w:rsidP="00D33EF8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พวกเขาทั้งหลายมิได้เชื่อในเรื่องของการใช้เหตุผลในฐานะที่เป็นวิถีทางแห่งความก้าวหน้าแต่เชื่อว่ามันคือวิญญาณของมนุษย</w:t>
      </w:r>
      <w:r w:rsidR="00D33EF8">
        <w:rPr>
          <w:rFonts w:hint="cs"/>
          <w:cs/>
        </w:rPr>
        <w:t>์ได้เคลื่อนไหวล่วงหน้าไปจนกระทั่</w:t>
      </w:r>
      <w:r w:rsidRPr="00C27D9F">
        <w:rPr>
          <w:rFonts w:hint="cs"/>
          <w:cs/>
        </w:rPr>
        <w:t>งถึงพระผู้เป็นเจ้า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นับเป็นการตำหนิแนวทาง</w:t>
      </w:r>
      <w:r w:rsidR="00D33EF8">
        <w:rPr>
          <w:rFonts w:hint="cs"/>
          <w:cs/>
        </w:rPr>
        <w:t>ส</w:t>
      </w:r>
      <w:r w:rsidRPr="00C27D9F">
        <w:rPr>
          <w:rFonts w:hint="cs"/>
          <w:cs/>
        </w:rPr>
        <w:t>ต</w:t>
      </w:r>
      <w:r w:rsidR="00D33EF8">
        <w:rPr>
          <w:rFonts w:hint="cs"/>
          <w:cs/>
        </w:rPr>
        <w:t>ิ</w:t>
      </w:r>
      <w:r w:rsidRPr="00C27D9F">
        <w:rPr>
          <w:rFonts w:hint="cs"/>
          <w:cs/>
        </w:rPr>
        <w:t>ปัญญาและท่าทีเช่นนี้เป็นมาตรฐานหนึ่งจากกลเม็ดแห่งการโต้แย้งกันในหมู่นักอักษรศาสตร์ของเราระหว่าความรักกับสติปัญญาและผู้ซึ่งพัวพัวอยู่กับการถกเถียงกันดังกล่าวนั้น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พวกเขาเองก็เป็นบรรดาอารีฟเสียส่วนมากซึ่งได้กำหนดให้ความรักได้รับชัยชนะเหนือสติปัญญา</w:t>
      </w:r>
      <w:r w:rsidR="00D33EF8">
        <w:rPr>
          <w:rFonts w:hint="cs"/>
          <w:cs/>
        </w:rPr>
        <w:t xml:space="preserve"> </w:t>
      </w:r>
      <w:r w:rsidRPr="00C27D9F">
        <w:rPr>
          <w:rFonts w:hint="cs"/>
          <w:cs/>
        </w:rPr>
        <w:t>สถาบันการสอนแห่งนี้ได้ร่วมกันพิจารณาให้สติปัญญาเป็นส่วนเล็กน้อยส่วนหนึ่งในการดำรงอยู่ของมนุษย์</w:t>
      </w:r>
    </w:p>
    <w:p w:rsidR="00896C19" w:rsidRDefault="00C27D9F" w:rsidP="00896C1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และเป็นโลกแห่งความรักมิได้มีความเกี่ยวพันกับสิ่งอื่นใด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แต่เคลื่อนไหวไปสู่พระผู้เป็นเจ้า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นั่นก็คือ</w:t>
      </w:r>
      <w:r w:rsidR="00896C19">
        <w:rPr>
          <w:rFonts w:hint="cs"/>
          <w:cs/>
        </w:rPr>
        <w:t>ว่าทำไม</w:t>
      </w:r>
      <w:r w:rsidRPr="00C27D9F">
        <w:rPr>
          <w:rFonts w:hint="cs"/>
          <w:cs/>
        </w:rPr>
        <w:t>สานุศิษย์ของสำนักแห่งความรักนี้ดังเช่นจินตกวี</w:t>
      </w:r>
      <w:r w:rsidR="00896C19">
        <w:rPr>
          <w:rFonts w:hint="cs"/>
          <w:cs/>
        </w:rPr>
        <w:t>ฮ</w:t>
      </w:r>
      <w:r w:rsidRPr="00C27D9F">
        <w:rPr>
          <w:rFonts w:hint="cs"/>
          <w:cs/>
        </w:rPr>
        <w:t>าฟีซจึงฝักใฝ่ไปทางด้านของความรักและลุ่มหลงอย่างดื่มด่ำต่อมันมากกว่าสติปัญญา</w:t>
      </w:r>
    </w:p>
    <w:p w:rsidR="00896C19" w:rsidRDefault="00C27D9F" w:rsidP="00896C19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การเคารพภักดีพระผู้เป็นเจ้าองค์เดียวของพวกเขาอารีฟคือ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เอกภาพแห่งการดำรงอยู่ซึ่งรับรูปแบบของความแน่นอนเที่ยงแท้</w:t>
      </w:r>
    </w:p>
    <w:p w:rsidR="00896C19" w:rsidRDefault="00896C1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E7F2A" w:rsidRDefault="00CE7F2A" w:rsidP="00896C19">
      <w:pPr>
        <w:pStyle w:val="libNormal"/>
        <w:ind w:firstLine="0"/>
      </w:pPr>
    </w:p>
    <w:p w:rsidR="00C27D9F" w:rsidRPr="00C27D9F" w:rsidRDefault="00C27D9F" w:rsidP="00896C1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ในที่สุดก็ได้บรรลุถึงตำแหน่งดังกล่าวนั้นมันหมายความว่า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มนุษย์ผู้สมบูรณ์สุดท้ายก็กลายเป็นบุคคลผู้ถูกอุปมาให้ประหนึ่งเป็นส่วนหนึ่งของพระองค์</w:t>
      </w:r>
      <w:r w:rsidRPr="00C27D9F">
        <w:rPr>
          <w:cs/>
        </w:rPr>
        <w:t>(</w:t>
      </w:r>
      <w:r w:rsidRPr="00C27D9F">
        <w:rPr>
          <w:rFonts w:hint="cs"/>
          <w:cs/>
        </w:rPr>
        <w:t>สำหรับมนุษย์ผู้สมบูรณ์ซึ่งเฝ้าแต่รำลึกและเข้าถึงพระองค์</w:t>
      </w:r>
      <w:r w:rsidRPr="00C27D9F">
        <w:rPr>
          <w:cs/>
        </w:rPr>
        <w:t>)</w:t>
      </w:r>
    </w:p>
    <w:p w:rsidR="00896C19" w:rsidRDefault="00C27D9F" w:rsidP="00896C19">
      <w:pPr>
        <w:pStyle w:val="libNormal"/>
      </w:pPr>
      <w:r w:rsidRPr="00C27D9F">
        <w:rPr>
          <w:rFonts w:hint="cs"/>
          <w:cs/>
        </w:rPr>
        <w:t>ซึ่งอัชชะฮีด</w:t>
      </w:r>
      <w:r w:rsidR="00CE7F2A">
        <w:rPr>
          <w:rFonts w:hint="cs"/>
          <w:cs/>
        </w:rPr>
        <w:t xml:space="preserve"> </w:t>
      </w:r>
      <w:r w:rsidRPr="00C27D9F">
        <w:rPr>
          <w:rFonts w:hint="cs"/>
          <w:cs/>
        </w:rPr>
        <w:t>มุเฏาะฮารี</w:t>
      </w:r>
      <w:r w:rsidR="00CE7F2A">
        <w:rPr>
          <w:rFonts w:hint="cs"/>
          <w:cs/>
        </w:rPr>
        <w:t xml:space="preserve"> </w:t>
      </w:r>
      <w:r w:rsidRPr="00C27D9F">
        <w:rPr>
          <w:rFonts w:hint="cs"/>
          <w:cs/>
        </w:rPr>
        <w:t>ได้อรรถาธิบายไว้ในหนังสือบางเล่มของท่านอย่างละเอียดเช่นเดียวกันกับเมื่อคุณได้พบกับผู้ศรัทธาที่แท้จริงที่อยู่ในระดับสูงแล้วทำให้คุณรำลึกถึงพระผู้เป็นเจ้าอันเนื่องจากการกระทำต่างๆ</w:t>
      </w:r>
    </w:p>
    <w:p w:rsidR="00896C19" w:rsidRDefault="00C27D9F" w:rsidP="00896C19">
      <w:pPr>
        <w:pStyle w:val="libNormal"/>
        <w:ind w:firstLine="0"/>
      </w:pPr>
      <w:r w:rsidRPr="00C27D9F">
        <w:rPr>
          <w:rFonts w:hint="cs"/>
          <w:cs/>
        </w:rPr>
        <w:t>ในทุกๆอิริยบถอันเลิศเลอของเขาซึ่งแสดงออกถึง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ความเป็นผู้มีศรัทธาอันสูงส่ง</w:t>
      </w:r>
      <w:r w:rsidR="00896C1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จนกระทั่งทำให้เรารำลึกถึงพระผู้เป็นเจ้า</w:t>
      </w:r>
      <w:r w:rsidRPr="00C27D9F">
        <w:rPr>
          <w:cs/>
        </w:rPr>
        <w:t>)</w:t>
      </w:r>
    </w:p>
    <w:p w:rsidR="00CE7F2A" w:rsidRDefault="00C27D9F" w:rsidP="00896C19">
      <w:pPr>
        <w:pStyle w:val="libNormal"/>
        <w:ind w:firstLine="0"/>
        <w:rPr>
          <w:cs/>
        </w:rPr>
      </w:pPr>
      <w:r w:rsidRPr="00C27D9F">
        <w:rPr>
          <w:rFonts w:cs="Times New Roman"/>
          <w:lang w:bidi="ar-SA"/>
        </w:rPr>
        <w:t>3)</w:t>
      </w:r>
      <w:r w:rsidR="00896C19">
        <w:rPr>
          <w:rFonts w:cs="Cordia New" w:hint="cs"/>
          <w:szCs w:val="40"/>
          <w:cs/>
        </w:rPr>
        <w:t xml:space="preserve"> </w:t>
      </w:r>
      <w:r w:rsidR="00896C19" w:rsidRPr="00C27D9F">
        <w:rPr>
          <w:rFonts w:hint="cs"/>
          <w:cs/>
        </w:rPr>
        <w:t xml:space="preserve">สถาบันแนวคิดอื่นๆต่างก็คิดไปว่ามนุษย์ผู้สมบูรณ์ไม่ได้ขึ้นอยู่กับทั้งสองอย่างทั้งสติปัญญาและทั้งความรักแต่ขึ้นอยู่กับพลัง </w:t>
      </w:r>
      <w:r w:rsidR="00896C19" w:rsidRPr="00C27D9F">
        <w:rPr>
          <w:cs/>
        </w:rPr>
        <w:t>(</w:t>
      </w:r>
      <w:r w:rsidRPr="00C27D9F">
        <w:rPr>
          <w:rFonts w:hint="cs"/>
          <w:cs/>
        </w:rPr>
        <w:t>อำนาจ</w:t>
      </w:r>
      <w:r w:rsidRPr="00C27D9F">
        <w:rPr>
          <w:cs/>
        </w:rPr>
        <w:t>)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นั้นหมายถึงโดยการบังคับฝืนใจความเข้มแข็งหรืออะไรบางอย่างทำนองนั้นในยุคกรีกโบราณมีผู้คนกลุ่มหนึ่งเรียกกันว่า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พวกอ้างเหตุผลซึ่งได้กล่าวอย่างชัดแจ้งว่าอำนาจเป็นความถูกต้องและความอ่อนแอ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การไม่มีความถูกต้อง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ด้วยเหตุนี้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ยุติธรรมและความอธรรมไม่ได้มีความหมายอันใดสำหรับพวกเขาโดยเหตุที่ว่าอำนาจคือธรรมและมนุษย์ทุกผู้ทุกนามบากบั่นไปสู่การได้รับอำนาจโดยปราศจากเงื่อนไขและขอบเขตจำกัดใดๆในสองศตวรรษสุดท้าย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ความคิดนี้ได้ถูกนำกลับมาฟื้นฟูใหม่โด</w:t>
      </w:r>
      <w:r w:rsidR="00896C19">
        <w:rPr>
          <w:rFonts w:hint="cs"/>
          <w:cs/>
        </w:rPr>
        <w:t xml:space="preserve">ย </w:t>
      </w:r>
      <w:r w:rsidRPr="00C27D9F">
        <w:rPr>
          <w:rFonts w:hint="cs"/>
          <w:cs/>
        </w:rPr>
        <w:t>นิชเชท์นักปรัชญาชาวเยอรมัน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เขาและสานุศิษย์ทั้งหลายกล่าวว่าแท้จริงความจริงใจและความดีงามทั้งหมดเป็นสิ่งเหลวไหล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ถ้าหากว่าบุคคลหนึ่งเป็นผู้อ่อนแอ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มันเป็นข้อผิ</w:t>
      </w:r>
      <w:r w:rsidR="00896C19">
        <w:rPr>
          <w:rFonts w:hint="cs"/>
          <w:cs/>
        </w:rPr>
        <w:t>ด</w:t>
      </w:r>
      <w:r w:rsidRPr="00C27D9F">
        <w:rPr>
          <w:rFonts w:hint="cs"/>
          <w:cs/>
        </w:rPr>
        <w:t>พลาดของเขาเองและเขาก็สมควรที่จะเป็นผู้ได้รับความปราชัย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E7F2A" w:rsidRDefault="00CE7F2A" w:rsidP="00896C19">
      <w:pPr>
        <w:pStyle w:val="libNormal"/>
        <w:ind w:firstLine="0"/>
      </w:pPr>
    </w:p>
    <w:p w:rsidR="00896C19" w:rsidRDefault="00896C19" w:rsidP="00896C19">
      <w:pPr>
        <w:pStyle w:val="libNormal"/>
        <w:ind w:firstLine="0"/>
        <w:rPr>
          <w:cs/>
        </w:rPr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ขาเชื่อว่าศาสนาเป็นสิ่งที่ตกแต่งขึ้นมาจากความอ่อนแอและตัวเขาเองก็เป็นผู้ต่อต้านศาสนาและสิ่งนี้คือความเชื่อที่ตรงกันข้ามกับแนวคิดของคาร์ลมาร์กซ์นิชเชท์มีความคิดว่าความอ่อนแอได้ถูกกุแต่งขึ้นมาเพื่อที่จะจำกัดของเขตของพลังแห่งความแข็งแกร่งและนักการศาสนาผู้หลอกลวงมนุษย์ได้กระทำการโฆษณาชวนเชื่อ</w:t>
      </w:r>
    </w:p>
    <w:p w:rsidR="00C27D9F" w:rsidRPr="00C27D9F" w:rsidRDefault="00C27D9F" w:rsidP="00896C19">
      <w:pPr>
        <w:pStyle w:val="libNormal"/>
        <w:ind w:firstLine="0"/>
        <w:rPr>
          <w:rFonts w:cs="Times New Roman"/>
          <w:lang w:bidi="ar-SA"/>
        </w:rPr>
      </w:pPr>
    </w:p>
    <w:p w:rsidR="00896C19" w:rsidRDefault="00C27D9F" w:rsidP="00896C19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ดังเช่นความคิดในการให้ความเมตตาเผื่อแผ่การช่วยเหลือเพื่อนมนุษย์ความยุติธรรมและอื่นๆในหมู่ประชาชนและสิ่งนี้ได้เป็นอุบายที่จะทำให้ความแข็งแกร่งไปสู่ความด้อยลง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ซึ่งพลังของมันเพื่อเห็นแก่มนุษยชาติ</w:t>
      </w:r>
    </w:p>
    <w:p w:rsidR="003C412E" w:rsidRDefault="00C27D9F" w:rsidP="003C412E">
      <w:pPr>
        <w:pStyle w:val="libNormal"/>
        <w:ind w:firstLine="0"/>
      </w:pPr>
      <w:r w:rsidRPr="00C27D9F">
        <w:rPr>
          <w:rFonts w:hint="cs"/>
          <w:cs/>
        </w:rPr>
        <w:t>เขาคิดว่าบรรดาผู้ซึ่งกล่าวว่า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บุคคลควรจะต้องต่อสู้กับตัวเอง</w:t>
      </w:r>
      <w:r w:rsidRPr="00C27D9F">
        <w:rPr>
          <w:cs/>
        </w:rPr>
        <w:t>(</w:t>
      </w:r>
      <w:r w:rsidRPr="00C27D9F">
        <w:rPr>
          <w:rFonts w:hint="cs"/>
          <w:cs/>
        </w:rPr>
        <w:t>หมายถึงการขัดเกลาตนเอง</w:t>
      </w:r>
      <w:r w:rsidRPr="00C27D9F">
        <w:rPr>
          <w:cs/>
        </w:rPr>
        <w:t>)</w:t>
      </w:r>
      <w:r w:rsidRPr="00C27D9F">
        <w:rPr>
          <w:rFonts w:hint="cs"/>
          <w:cs/>
        </w:rPr>
        <w:t>เป็นความผิดพลาด</w:t>
      </w:r>
      <w:r w:rsidR="00896C19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จะกล่าวให้ถูกต้องแล้วตัวเองควรจะได้รับการทนุถนอมบรรดาผู้ซึ่งพูดถึงความเท่าเทียมกันก็เป็นผู้ผิดพลาดเช่นเดียวกันในข้อนั้นตลอดเวลาผู้อ่อนแอควรที่จะมีชีวิตอยู่อย่างผู้ต่ำต้อยทั้งหลายเพื่อที่จะปฏิบัติหน้าที่ให้แก่ผู้สูงสงอันที่จะทำใหพวกเขาสามารถเติบโตขึ้นและก่อให้เกิดมนุษย์ผู้วิเศษขึ้นในหมู่ผู้แข็งแกร่งเขาต่อต้านความเท่าเทียมกันทางเพศ</w:t>
      </w:r>
      <w:r w:rsidR="003C412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ราะถ้าว่าเพศชายในฐานะถูกสร้างขึ้นให้เป็นเพศที่แข็งแรงและเพศหญิงเป็นเพียงผู้รับใช้เพศชายเท่านั้น</w:t>
      </w:r>
    </w:p>
    <w:p w:rsidR="00CE7F2A" w:rsidRDefault="00C27D9F" w:rsidP="003C412E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ด้วยเหตุนี้</w:t>
      </w:r>
      <w:r w:rsidR="003C412E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สำนักแห่งนี้มีความคิดว่ามนุษย์ผู้วิเศษหรือมนุษย์ผู้สมบูรณ์ที่จะไปถึงยังระดับหนึ่งใดได้ก็ด้วยความแข็งแกร่งหรือผู้ทรงพลังและความสมบูรณ์นั้นหมายถึงอำนาจ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3C412E" w:rsidRDefault="003C412E" w:rsidP="003C412E">
      <w:pPr>
        <w:pStyle w:val="libNormal"/>
        <w:ind w:firstLine="0"/>
        <w:rPr>
          <w:rFonts w:cs="Cordia New"/>
          <w:szCs w:val="40"/>
        </w:rPr>
      </w:pPr>
    </w:p>
    <w:p w:rsidR="003C412E" w:rsidRDefault="00C27D9F" w:rsidP="00CE7F2A">
      <w:pPr>
        <w:pStyle w:val="libNormal"/>
        <w:ind w:firstLine="0"/>
      </w:pPr>
      <w:r w:rsidRPr="00C27D9F">
        <w:rPr>
          <w:rFonts w:hint="cs"/>
          <w:cs/>
        </w:rPr>
        <w:t>บรรดาความคิดเช่นนี้ได้ปรากฏขึ้นอย่างชัดแจ้งหรืออีกประการหนึ่งได้กลายมาเป็นสิ่งที่แพร่หลายในหมู่มุสลิมและบางครั้ง</w:t>
      </w:r>
      <w:r w:rsidR="003C412E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บางคราว</w:t>
      </w:r>
      <w:r w:rsidR="003C412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เราก็ไม่ระมัดระวังที่จะพูดถึงเกี่ยวกับชีวิตอย่างเช่น</w:t>
      </w:r>
      <w:r w:rsidRPr="00C27D9F">
        <w:rPr>
          <w:cs/>
        </w:rPr>
        <w:t xml:space="preserve"> </w:t>
      </w:r>
      <w:r w:rsidR="003C412E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การที่จะรอดตายได้ก็ต้องแข็งแรงที่สุด</w:t>
      </w:r>
      <w:r w:rsidR="003C412E">
        <w:rPr>
          <w:rFonts w:cs="Cordia New" w:hint="cs"/>
          <w:szCs w:val="40"/>
          <w:cs/>
        </w:rPr>
        <w:t>”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ซึ่งเป็นหลักในชีวิตวิทย</w:t>
      </w:r>
      <w:r w:rsidRPr="00C27D9F">
        <w:rPr>
          <w:cs/>
        </w:rPr>
        <w:t>)</w:t>
      </w:r>
      <w:r w:rsidR="003C412E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ด้วยเหตุที่คำพูดนั้น</w:t>
      </w:r>
      <w:r w:rsidR="003C412E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3C412E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ต่อสู้เพื่อป้องกันสิทธิและความถูกต้องเที่ยงธรรมซึ่งเป็นที่อนุญาตในอิสลามและเรื่องนี้มุสลิมมักจะถูกต้องเที่ยงธรรมซึ่งเป็นที่อนุญาตในอิสลามและเรื่องนี้มุสลิมมักจะถูกกล่าวร้ายเสมอว่าเป็นผู้ชอบก่อสงคราม</w:t>
      </w:r>
    </w:p>
    <w:p w:rsidR="00CE7F2A" w:rsidRDefault="00CE7F2A" w:rsidP="00CE7F2A">
      <w:pPr>
        <w:pStyle w:val="libNormal"/>
        <w:ind w:firstLine="0"/>
      </w:pPr>
    </w:p>
    <w:p w:rsidR="00F36539" w:rsidRDefault="003C412E" w:rsidP="00F36539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ต่ถ้าปราศจากสงครามเพื่อปกป้องสิทธิและความถูกต้องเที่ยงธรรมดังกล่าวแล้วก็จะไม่มีบาทหลวงพระหรือนักบวชคนใดสามารถที่จะประกอบกิจในการเคารพภักดีอย่างสงบสันติภายในโบสถ์ในวัดหรือบรรดาผู้ที่จะไปประกอบอิบาดัตในมัสยิดทั้งหลายได้และพวกเขาทั้งหมดก็ควรที่จะได้ขอบคุณทหารที่ได้ทำให้การเคารพภักดีนี้ดำเนินไปได้โดยอิสรเสรี</w:t>
      </w:r>
    </w:p>
    <w:p w:rsidR="00C27D9F" w:rsidRPr="00C27D9F" w:rsidRDefault="00C27D9F" w:rsidP="00F3653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มันคือสิ่งที่ดีสำหรับมนุษยชาติอย่างหนึ่งที่ได้ไปถึงขั้นตอนที่รอคอยนั่นคือเมื่อสันติภาพที่แท้จริงมีมาและไม่มีการรุกรานคงอยู่ซึ่งในกรณีเช่นนั้นสงครามที่เป็นความถูกต้องเช่นการต่อสู้ป้องกันตัวเพราะถูกรุกรานก็จะเป็นสิ่งที่ไม่มีความต้องการ</w:t>
      </w:r>
      <w:r w:rsidRPr="00C27D9F">
        <w:rPr>
          <w:cs/>
        </w:rPr>
        <w:t>(</w:t>
      </w:r>
      <w:r w:rsidRPr="00C27D9F">
        <w:rPr>
          <w:rFonts w:hint="cs"/>
          <w:cs/>
        </w:rPr>
        <w:t>หมายถึง</w:t>
      </w:r>
      <w:r w:rsidR="00F36539">
        <w:rPr>
          <w:rFonts w:hint="cs"/>
          <w:cs/>
        </w:rPr>
        <w:t>แม้</w:t>
      </w:r>
      <w:r w:rsidRPr="00C27D9F">
        <w:rPr>
          <w:rFonts w:hint="cs"/>
          <w:cs/>
        </w:rPr>
        <w:t>แต่การต่อสู้ป้องกันเมื่อถูกรุกราน</w:t>
      </w:r>
      <w:r w:rsidRPr="00C27D9F">
        <w:rPr>
          <w:cs/>
        </w:rPr>
        <w:t>(</w:t>
      </w:r>
      <w:r w:rsidRPr="00C27D9F">
        <w:rPr>
          <w:rFonts w:hint="cs"/>
          <w:cs/>
        </w:rPr>
        <w:t>ดังเช่นสังคมหนึ่งที่นำเสนอโดยอิสลามภายใต้รูปแบบแห่งการปกครองของมะห์ดี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อิมามที่กำลังจะมาถึงกล่าวกันเวลานั้นแม้แต่สัตว์ป่าที่ดุร้ายก็จะมีไมตรี</w:t>
      </w:r>
    </w:p>
    <w:p w:rsidR="00CE7F2A" w:rsidRPr="00CE7F2A" w:rsidRDefault="00C27D9F" w:rsidP="00CE7F2A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hint="cs"/>
          <w:cs/>
        </w:rPr>
        <w:t>สัมพันธ์กับสัตว์อื่นๆและตอนนั้นจะไม่มีการคงอยู่ของสงครามหรือการรุกรานใดๆหลงเหลืออยู่เลย</w:t>
      </w:r>
      <w:r w:rsidR="00CE7F2A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เพราะท่านคือสัญลักษณ์แห่งสันติ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F36539" w:rsidRDefault="00F36539" w:rsidP="00F36539">
      <w:pPr>
        <w:pStyle w:val="libNormal"/>
        <w:ind w:firstLine="0"/>
        <w:rPr>
          <w:rFonts w:cs="Cordia New"/>
          <w:szCs w:val="40"/>
        </w:rPr>
      </w:pPr>
    </w:p>
    <w:p w:rsidR="00C27D9F" w:rsidRPr="00F36539" w:rsidRDefault="00C27D9F" w:rsidP="00F3653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ประโยคหนึ่งที่อ้างกันว่าเป็นคำพูดของอิมามฮุเซน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ซึ่งไม่ถูกต้องและไม่ตรงกับความเป็นที่อ้างกันว่าเป็นคำพูดของอิมมฮุเซน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ซึ่งไม่ถูกต้องและไม่ตรงกับความเป็นจริงตามที่ได้อ้างโดยท่าน</w:t>
      </w:r>
      <w:r w:rsidRPr="00C27D9F">
        <w:rPr>
          <w:cs/>
        </w:rPr>
        <w:t>(</w:t>
      </w:r>
      <w:r w:rsidRPr="00C27D9F">
        <w:rPr>
          <w:rFonts w:hint="cs"/>
          <w:cs/>
        </w:rPr>
        <w:t>อิมามฮุเซน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และประโยคนี้ได้กลายมาเป็นที่แพร่หลายเมื่อห้าสิบปีที่แล้วซึ่งกล่าวว่า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บุคคลควรจะต้องต่อสู้ในสงครามศาสนาเพื่อความคิดของตนเอง</w:t>
      </w:r>
      <w:r w:rsidR="00F36539">
        <w:rPr>
          <w:rFonts w:cs="Cordia New" w:hint="cs"/>
          <w:szCs w:val="40"/>
          <w:cs/>
        </w:rPr>
        <w:t>”</w:t>
      </w:r>
    </w:p>
    <w:p w:rsidR="00F36539" w:rsidRDefault="00C27D9F" w:rsidP="00F36539">
      <w:pPr>
        <w:pStyle w:val="libNormal"/>
        <w:rPr>
          <w:cs/>
        </w:rPr>
      </w:pPr>
      <w:r w:rsidRPr="00C27D9F">
        <w:rPr>
          <w:rFonts w:hint="cs"/>
          <w:cs/>
        </w:rPr>
        <w:t>ประโยคเช่นว่านี้อยู่ในความเห็นพ้องกับความคิดของพวกตะวันตกขณะที่อัลกรุอานกล่าว่าสงครามศาสนาจะต้องเป็นการขับเคี่ยวในวิถีทางแห่งความถูกต้องเที่ยงธรรมเท่านั้น</w:t>
      </w:r>
    </w:p>
    <w:p w:rsidR="00F36539" w:rsidRDefault="00F36539" w:rsidP="00F36539">
      <w:pPr>
        <w:pStyle w:val="libNormal"/>
        <w:rPr>
          <w:rFonts w:cs="Cordia New"/>
          <w:szCs w:val="40"/>
        </w:rPr>
      </w:pPr>
    </w:p>
    <w:p w:rsidR="00C27D9F" w:rsidRPr="00C27D9F" w:rsidRDefault="00C27D9F" w:rsidP="00F36539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ความเชื่ออาจจะเป็นความถูกต้องหรือผิดพลาดสถาบันแนวคิดอีกแห่งหนึ่งกล่าวว่าบุคคลจะต้องมีความเชื่อและมีอุดมคติซึ่งสำหรับเขาจักต้องตั้งอยู่บนความมุมานะทั้งหลายและกล่าวว่าไม่มีปัญหาต่อสิ่งที่เป็นความเชื่อ</w:t>
      </w:r>
    </w:p>
    <w:p w:rsidR="00F36539" w:rsidRDefault="00C27D9F" w:rsidP="00F3653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นั้นแต่อัลกรุอานกล่าวว่าความมุมานะทั้งหลายเหล่านี้จะต้องกระทำในวิถีทางแห่งความถูกต้องเที่ยงธรรมและถ้าหากว่าความเชื่อพิสูจน์ได้ว่าเป็นความผิดพลาดมันก็จะต้องจัดรูปแบบใหม่</w:t>
      </w:r>
      <w:r w:rsidR="00F36539" w:rsidRPr="00C27D9F">
        <w:rPr>
          <w:rFonts w:cs="Times New Roman"/>
          <w:lang w:bidi="ar-SA"/>
        </w:rPr>
        <w:t>,</w:t>
      </w:r>
      <w:r w:rsidR="00F36539" w:rsidRPr="00C27D9F">
        <w:rPr>
          <w:rFonts w:hint="cs"/>
          <w:cs/>
        </w:rPr>
        <w:t xml:space="preserve"> หลายๆครั้</w:t>
      </w:r>
      <w:r w:rsidR="00F36539" w:rsidRPr="00C27D9F">
        <w:rPr>
          <w:cs/>
        </w:rPr>
        <w:t>ง</w:t>
      </w:r>
      <w:r w:rsidRPr="00C27D9F">
        <w:rPr>
          <w:rFonts w:hint="cs"/>
          <w:cs/>
        </w:rPr>
        <w:t>ทีเดียวที่มันเป็นความจำเป็นที่จะต่อสู้กับความเชื่อของตัวบุคคลเองเพื่อจะค้นให้พบสัจธรรมจากนั้นก็เริ่มต้นต่อสู้ในหนทางแห่งความเป็นจริงตามความคิดที่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การที่จะรอดตายได้ก็ต้องเป็นผู้แข็งแกร่งนั้น</w:t>
      </w:r>
      <w:r w:rsidR="00F36539">
        <w:rPr>
          <w:rFonts w:cs="Cordia New" w:hint="cs"/>
          <w:szCs w:val="40"/>
          <w:cs/>
        </w:rPr>
        <w:t>”</w:t>
      </w:r>
    </w:p>
    <w:p w:rsidR="00CE7F2A" w:rsidRDefault="00C27D9F" w:rsidP="00F36539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เป็นมาตรฐานของการสมมุติในข้อที่ว่าอำนาจคือความถูกต้องเที่ยงธรรมนั้นคือ</w:t>
      </w:r>
      <w:r w:rsidR="00F3653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ความคิดหนึ่งที่ได้มาจากปรัชญาของดาร์วินเกี่ยวกับชีวิตสัตว์และแม้แต่การประยุกต์ไปสู่ชีวิตมนุษย์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F36539">
      <w:pPr>
        <w:pStyle w:val="libNormal"/>
        <w:ind w:firstLine="0"/>
        <w:rPr>
          <w:rFonts w:cs="Times New Roman"/>
          <w:lang w:bidi="ar-SA"/>
        </w:rPr>
      </w:pPr>
    </w:p>
    <w:p w:rsidR="00CE7F2A" w:rsidRDefault="00C27D9F" w:rsidP="00F36539">
      <w:pPr>
        <w:pStyle w:val="libNormal"/>
        <w:rPr>
          <w:cs/>
        </w:rPr>
      </w:pPr>
      <w:r w:rsidRPr="00C27D9F">
        <w:rPr>
          <w:rFonts w:hint="cs"/>
          <w:cs/>
        </w:rPr>
        <w:t>แต่ว่าเรามิสามารถที่จะพิจารณาให้มนุษยชาติทั้งหลายมีความเป็นอยู่ในระดับเดียวกับบรรดาสรรพสัตว์ได้ด้วยการยึดถือความจริงที่ว่าการต่อสู้เท่านั้นคือหนทางแห่งการรอดชีวิตถ้าหากว่าเป็นเช่นนี้</w:t>
      </w:r>
    </w:p>
    <w:p w:rsidR="00C27D9F" w:rsidRPr="00C27D9F" w:rsidRDefault="00C27D9F" w:rsidP="00F36539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พวกเขาทั้งหลายสามารถกล่าวได้อย่างไรในเรื่องของความร่วมมือกันเรื่องของเอกภาพความจริงใจต่อกันและความเอ็นดูสงสารในหมู่มนุษยชาติด้วยกัน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พวกเขาทั้งหลายสามารถกล่าวว่าการกระทำต่างเหล่านี้และบรรดาความรู้สึกภายในใจก็เช่นเดียวกันเป็นสิ่งสำหรับช่วยให้รอดชีวิตและถูก</w:t>
      </w:r>
    </w:p>
    <w:p w:rsidR="00F36539" w:rsidRDefault="00C27D9F" w:rsidP="00F3653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ำหนดให้มีแก่มนุษย์ทั้งหลายโดยศัตรูผู้อยู่เหนือกว่าเป็นความจำเป็นอย่างหนึ่งที่จะต้องมีรากฐานทั้งหลายเพื่อการเผชิญหน้ากับศัตรูผู้แข็งแกร่งการพิสูจน์ของสิ่งนี้ก็คือว่ายังมิทันที่ศัตรูจะเคลื่อนไหวเอกภาพก็กลับคืนไปสู่การแตกแยกความแตกต่างกันและการถกเถียงกันเกิดขึ้นในระหว่างพวกเขาแม้ว่ามีเหลืออยู่เพียงสองคนก็ตาม</w:t>
      </w:r>
    </w:p>
    <w:p w:rsidR="00F36539" w:rsidRDefault="00F36539" w:rsidP="00F36539">
      <w:pPr>
        <w:pStyle w:val="libNormal"/>
        <w:ind w:firstLine="0"/>
        <w:rPr>
          <w:rFonts w:cs="Cordia New"/>
          <w:szCs w:val="40"/>
        </w:rPr>
      </w:pPr>
    </w:p>
    <w:p w:rsidR="00F36539" w:rsidRDefault="00C27D9F" w:rsidP="00F36539">
      <w:pPr>
        <w:pStyle w:val="libNormal"/>
        <w:ind w:firstLine="0"/>
      </w:pPr>
      <w:r w:rsidRPr="00C27D9F">
        <w:rPr>
          <w:rFonts w:hint="cs"/>
          <w:cs/>
        </w:rPr>
        <w:t>ตามที่สถาบันในทางสติปัญญาและสถาบันแห่งความรักพบกับการคัดค้านนั้น</w:t>
      </w:r>
      <w:r w:rsidR="00F36539">
        <w:rPr>
          <w:rFonts w:hint="cs"/>
          <w:cs/>
        </w:rPr>
        <w:t xml:space="preserve"> </w:t>
      </w:r>
      <w:r w:rsidRPr="00C27D9F">
        <w:rPr>
          <w:rFonts w:hint="cs"/>
          <w:cs/>
        </w:rPr>
        <w:t>สถาบันแห่งอำนาจก็เช่นเดียวกันได้เผชิญหน้ากับบรรดาผู้ซึ่งดูถูกเหยียดหยามพวกเขาและกล่าวว่าความสมบูรณ์ของมนุษย์ตั้งอยู่ในความอ่อนแอของเขา</w:t>
      </w:r>
      <w:r w:rsidR="00F3653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เพราะว่าถ้าเขามีอำนาจเขาก็จะแสดงออกซึ่งการรุกรานบางครั้ง</w:t>
      </w:r>
    </w:p>
    <w:p w:rsidR="00F36539" w:rsidRDefault="00C27D9F" w:rsidP="00F3653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จินตกวีซ</w:t>
      </w:r>
      <w:r w:rsidR="00F36539">
        <w:rPr>
          <w:rFonts w:hint="cs"/>
          <w:cs/>
        </w:rPr>
        <w:t>ะอ์</w:t>
      </w:r>
      <w:r w:rsidRPr="00C27D9F">
        <w:rPr>
          <w:rFonts w:hint="cs"/>
          <w:cs/>
        </w:rPr>
        <w:t>ดีก็ได้ทำให้เกิดข้อผิดพลาดเช่นเดียวกันโดยได้กล่าวว่า</w:t>
      </w:r>
    </w:p>
    <w:p w:rsidR="00F36539" w:rsidRDefault="00C27D9F" w:rsidP="00F36539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ฉันเป็นมดที่มีแต่ถูกเหยียบย่ำและฉันมิใช่ตัวต่อที่จะทำให้ใครๆต้องคร่ำครวญด้วยความเจ็บปวดจากพิษของฉัน</w:t>
      </w:r>
      <w:r w:rsidR="00F36539">
        <w:rPr>
          <w:rFonts w:cs="Cordia New" w:hint="cs"/>
          <w:szCs w:val="40"/>
          <w:cs/>
        </w:rPr>
        <w:t>”</w:t>
      </w:r>
    </w:p>
    <w:p w:rsidR="00CE7F2A" w:rsidRDefault="00C27D9F" w:rsidP="00F36539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ฉันจะพรรณนาคำขอบคุณของฉันอย่างไรสำหรับความโปรดปรานนี้ที่ฉันไม่มีความแข็งแกร่งเพื่อจะทำอันตรายผู้คน</w:t>
      </w:r>
      <w:r w:rsidR="00F36539">
        <w:rPr>
          <w:rFonts w:cs="Cordia New" w:hint="cs"/>
          <w:szCs w:val="40"/>
          <w:cs/>
        </w:rPr>
        <w:t>”</w:t>
      </w:r>
    </w:p>
    <w:p w:rsidR="00CE7F2A" w:rsidRDefault="00CE7F2A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F36539" w:rsidRDefault="00F36539" w:rsidP="00F36539">
      <w:pPr>
        <w:pStyle w:val="libNormal"/>
        <w:ind w:firstLine="0"/>
        <w:rPr>
          <w:rFonts w:cs="Cordia New"/>
          <w:szCs w:val="40"/>
        </w:rPr>
      </w:pPr>
    </w:p>
    <w:p w:rsidR="00F36539" w:rsidRDefault="00C27D9F" w:rsidP="00F36539">
      <w:pPr>
        <w:pStyle w:val="libNormal"/>
        <w:ind w:firstLine="0"/>
      </w:pPr>
      <w:r w:rsidRPr="00C27D9F">
        <w:rPr>
          <w:rFonts w:hint="cs"/>
          <w:cs/>
        </w:rPr>
        <w:t>อันที่จริงไม่มีเหตุผลอันใดที่จะเป็นมดหรือตัวต่อบุคคลควรจะได้ขอบคุณ</w:t>
      </w:r>
      <w:r w:rsidRPr="00C27D9F">
        <w:rPr>
          <w:cs/>
        </w:rPr>
        <w:t>(</w:t>
      </w:r>
      <w:r w:rsidRPr="00C27D9F">
        <w:rPr>
          <w:rFonts w:hint="cs"/>
          <w:cs/>
        </w:rPr>
        <w:t>พระเจ้า</w:t>
      </w:r>
      <w:r w:rsidRPr="00C27D9F">
        <w:rPr>
          <w:cs/>
        </w:rPr>
        <w:t>)</w:t>
      </w:r>
      <w:r w:rsidRPr="00C27D9F">
        <w:rPr>
          <w:rFonts w:hint="cs"/>
          <w:cs/>
        </w:rPr>
        <w:t>ที่ได้มีความแข็งแกร่งโดยปราศจากการทำอันตรายผู้ใดอื่น</w:t>
      </w:r>
    </w:p>
    <w:p w:rsidR="00F36539" w:rsidRDefault="00F36539" w:rsidP="00F36539">
      <w:pPr>
        <w:pStyle w:val="libNormal"/>
        <w:ind w:firstLine="0"/>
      </w:pPr>
      <w:r>
        <w:rPr>
          <w:rFonts w:hint="cs"/>
          <w:cs/>
        </w:rPr>
        <w:t>ซะอ์</w:t>
      </w:r>
      <w:r w:rsidR="00C27D9F" w:rsidRPr="00C27D9F">
        <w:rPr>
          <w:rFonts w:hint="cs"/>
          <w:cs/>
        </w:rPr>
        <w:t>ดีได้กล่าวอีกเหมือนกันเกี่ยวกับผู้ถือสันโดษผู้หนึ่งเขาตอบว่า</w:t>
      </w:r>
    </w:p>
    <w:p w:rsidR="00F36539" w:rsidRDefault="00C27D9F" w:rsidP="00F36539">
      <w:pPr>
        <w:pStyle w:val="libNormal"/>
        <w:ind w:firstLine="0"/>
        <w:rPr>
          <w:rFonts w:cs="Cordia New"/>
          <w:szCs w:val="40"/>
        </w:rPr>
      </w:pP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มันเต็มไปด้วยแสงสีตระการตาและความสายงามของผู้คนทั้งหลายตลอดจนชายผู้สูงอายุที่สวมใส่เสื่อผ้าที่เต็มไปด้วยดอกไม้</w:t>
      </w:r>
      <w:r w:rsidR="00F36539">
        <w:rPr>
          <w:rFonts w:cs="Cordia New" w:hint="cs"/>
          <w:szCs w:val="40"/>
          <w:cs/>
        </w:rPr>
        <w:t>”</w:t>
      </w:r>
    </w:p>
    <w:p w:rsidR="00F36539" w:rsidRDefault="00F36539" w:rsidP="00F36539">
      <w:pPr>
        <w:pStyle w:val="libNormal"/>
        <w:ind w:firstLine="0"/>
      </w:pPr>
      <w:r>
        <w:rPr>
          <w:rFonts w:hint="cs"/>
          <w:cs/>
        </w:rPr>
        <w:t>ซะอ์</w:t>
      </w:r>
      <w:r w:rsidR="00C27D9F" w:rsidRPr="00C27D9F">
        <w:rPr>
          <w:rFonts w:hint="cs"/>
          <w:cs/>
        </w:rPr>
        <w:t>ดี</w:t>
      </w:r>
      <w:r>
        <w:rPr>
          <w:rFonts w:hint="cs"/>
          <w:cs/>
        </w:rPr>
        <w:t>ยังได้แสดงทัศนะในทางตรงกัน</w:t>
      </w:r>
      <w:r w:rsidR="00C27D9F" w:rsidRPr="00C27D9F">
        <w:rPr>
          <w:rFonts w:hint="cs"/>
          <w:cs/>
        </w:rPr>
        <w:t>ข้ามกับความอ่อนแอในกวีบทอื่นๆอีกด้วยโดยได้พรรณนาถึงความแตกต่างกันระหว่างผู้ถือสันโดษกับผู้ที่คงแก่เรียนและกล่าวว่า</w:t>
      </w:r>
      <w:r w:rsidR="00C27D9F" w:rsidRPr="00C27D9F">
        <w:rPr>
          <w:cs/>
        </w:rPr>
        <w:t xml:space="preserve"> </w:t>
      </w:r>
      <w:r w:rsidR="00C27D9F" w:rsidRPr="00C27D9F">
        <w:rPr>
          <w:rFonts w:cs="Times New Roman"/>
          <w:lang w:bidi="ar-SA"/>
        </w:rPr>
        <w:t>“</w:t>
      </w:r>
      <w:r w:rsidR="00C27D9F" w:rsidRPr="00C27D9F">
        <w:rPr>
          <w:rFonts w:hint="cs"/>
          <w:cs/>
        </w:rPr>
        <w:t>ผู้ถือสันโดษมีความต้องการอย่างมากที่จะป้องกันผิวหนังของเขาเองในขณะที่ผู้คงแก่เรียนพยายามที่จะช่วยชีวิตคนจมน้ำ</w:t>
      </w:r>
    </w:p>
    <w:p w:rsidR="00F36539" w:rsidRDefault="00F36539" w:rsidP="00F36539">
      <w:pPr>
        <w:pStyle w:val="libNormal"/>
        <w:ind w:firstLine="0"/>
        <w:rPr>
          <w:rFonts w:cs="Cordia New"/>
          <w:szCs w:val="40"/>
        </w:rPr>
      </w:pPr>
    </w:p>
    <w:p w:rsidR="00F36539" w:rsidRDefault="00C27D9F" w:rsidP="00F3653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อัลกุรอานกล่าวไว้ใน</w:t>
      </w:r>
      <w:r w:rsidR="00F36539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Pr="00C27D9F">
        <w:rPr>
          <w:cs/>
        </w:rPr>
        <w:t xml:space="preserve"> </w:t>
      </w:r>
      <w:r w:rsidR="00F3653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ยูซุฟ</w:t>
      </w:r>
      <w:r w:rsidR="00F3653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ซึ่งเรียกกันว่า</w:t>
      </w:r>
      <w:r w:rsidRPr="00C27D9F">
        <w:rPr>
          <w:cs/>
        </w:rPr>
        <w:t xml:space="preserve"> </w:t>
      </w:r>
      <w:r w:rsidR="00F3653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เรื่องรา</w:t>
      </w:r>
      <w:r w:rsidR="00F36539">
        <w:rPr>
          <w:rFonts w:hint="cs"/>
          <w:cs/>
        </w:rPr>
        <w:t>ว</w:t>
      </w:r>
      <w:r w:rsidRPr="00C27D9F">
        <w:rPr>
          <w:rFonts w:hint="cs"/>
          <w:cs/>
        </w:rPr>
        <w:t>ที่ดีที่สุด</w:t>
      </w:r>
      <w:r w:rsidR="00F36539">
        <w:rPr>
          <w:rFonts w:cs="Cordia New" w:hint="cs"/>
          <w:szCs w:val="40"/>
          <w:cs/>
        </w:rPr>
        <w:t>”</w:t>
      </w:r>
    </w:p>
    <w:p w:rsidR="00F36539" w:rsidRDefault="00F36539" w:rsidP="00F36539">
      <w:pPr>
        <w:pStyle w:val="libNormal"/>
        <w:ind w:firstLine="0"/>
      </w:pPr>
      <w:r>
        <w:rPr>
          <w:rFonts w:hint="cs"/>
          <w:cs/>
        </w:rPr>
        <w:t>อายะฮ์</w:t>
      </w:r>
      <w:r w:rsidR="00C27D9F" w:rsidRPr="00C27D9F">
        <w:rPr>
          <w:rFonts w:hint="cs"/>
          <w:cs/>
        </w:rPr>
        <w:t>ที่</w:t>
      </w:r>
      <w:r w:rsidR="00C27D9F" w:rsidRPr="00C27D9F">
        <w:rPr>
          <w:rFonts w:cs="Times New Roman"/>
          <w:lang w:bidi="ar-SA"/>
        </w:rPr>
        <w:t>90</w:t>
      </w:r>
      <w:r w:rsidR="00C27D9F" w:rsidRPr="00C27D9F">
        <w:rPr>
          <w:rFonts w:hint="cs"/>
          <w:cs/>
        </w:rPr>
        <w:t>เกี่ยวกับเขา</w:t>
      </w:r>
    </w:p>
    <w:p w:rsidR="00C27D9F" w:rsidRPr="00C27D9F" w:rsidRDefault="00C27D9F" w:rsidP="00F36539">
      <w:pPr>
        <w:pStyle w:val="libNormal"/>
        <w:ind w:firstLine="0"/>
        <w:rPr>
          <w:rFonts w:cs="Times New Roman"/>
          <w:lang w:bidi="ar-SA"/>
        </w:rPr>
      </w:pPr>
      <w:r w:rsidRPr="00C27D9F">
        <w:rPr>
          <w:cs/>
        </w:rPr>
        <w:t xml:space="preserve"> </w:t>
      </w:r>
      <w:r w:rsidR="00F3653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ผู้ซึ่งปกป้อง</w:t>
      </w:r>
      <w:r w:rsidRPr="00C27D9F">
        <w:rPr>
          <w:cs/>
        </w:rPr>
        <w:t>(</w:t>
      </w:r>
      <w:r w:rsidRPr="00C27D9F">
        <w:rPr>
          <w:rFonts w:hint="cs"/>
          <w:cs/>
        </w:rPr>
        <w:t>ตนเอง</w:t>
      </w:r>
      <w:r w:rsidRPr="00C27D9F">
        <w:rPr>
          <w:cs/>
        </w:rPr>
        <w:t>)</w:t>
      </w:r>
      <w:r w:rsidRPr="00C27D9F">
        <w:rPr>
          <w:rFonts w:hint="cs"/>
          <w:cs/>
        </w:rPr>
        <w:t>ต่อต้านความชั่วร้ายและมีความอดทน</w:t>
      </w:r>
      <w:r w:rsidR="00F3653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หมายถึงศาสดายูซุฟ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ซึ่งทั้งๆที่ทั้งหมดของทรัพย์สมบัติสามารถที่จะหามาได้เพื่อ</w:t>
      </w:r>
    </w:p>
    <w:p w:rsidR="00F36539" w:rsidRPr="00F36539" w:rsidRDefault="00C27D9F" w:rsidP="00F36539">
      <w:pPr>
        <w:pStyle w:val="libNormal"/>
        <w:bidi/>
        <w:ind w:firstLine="0"/>
        <w:jc w:val="right"/>
        <w:rPr>
          <w:rFonts w:cs="Cordia New"/>
          <w:szCs w:val="40"/>
        </w:rPr>
      </w:pPr>
      <w:r w:rsidRPr="00C27D9F">
        <w:rPr>
          <w:rFonts w:hint="cs"/>
          <w:cs/>
        </w:rPr>
        <w:t>แสวงหาความสุขสำราญแต่ท่านก็ได้ควบคุมตนเองและปกป้องความบริสุทธิ์ของท่านซึ่งท่านได้รับคำขู่ด้วยความตาย</w:t>
      </w:r>
      <w:r w:rsidR="00F36539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ถ้าหากว่าท่า</w:t>
      </w:r>
      <w:r w:rsidR="00F36539">
        <w:rPr>
          <w:rFonts w:hint="cs"/>
          <w:cs/>
        </w:rPr>
        <w:t>น</w:t>
      </w:r>
      <w:r w:rsidRPr="00C27D9F">
        <w:rPr>
          <w:rFonts w:hint="cs"/>
          <w:cs/>
        </w:rPr>
        <w:t>ไม่ย่อมเข้าร่วมกามราคะ</w:t>
      </w:r>
      <w:r w:rsidR="00F36539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ท่านกล่าวว่า</w:t>
      </w:r>
      <w:r w:rsidRPr="00C27D9F">
        <w:rPr>
          <w:cs/>
        </w:rPr>
        <w:t>(</w:t>
      </w:r>
      <w:r w:rsidRPr="00C27D9F">
        <w:rPr>
          <w:rFonts w:hint="cs"/>
          <w:cs/>
        </w:rPr>
        <w:t>อยู่ใน</w:t>
      </w:r>
      <w:r w:rsidR="00F36539">
        <w:rPr>
          <w:rFonts w:hint="cs"/>
          <w:cs/>
        </w:rPr>
        <w:t>ซู</w:t>
      </w:r>
      <w:r w:rsidRPr="00C27D9F">
        <w:rPr>
          <w:rFonts w:hint="cs"/>
          <w:cs/>
        </w:rPr>
        <w:t>เราะฮ์เดียวกันอายะฮ์ที่</w:t>
      </w:r>
      <w:r w:rsidRPr="00C27D9F">
        <w:rPr>
          <w:rFonts w:cs="Times New Roman"/>
          <w:lang w:bidi="ar-SA"/>
        </w:rPr>
        <w:t>33</w:t>
      </w:r>
      <w:r w:rsidR="00F36539">
        <w:rPr>
          <w:rFonts w:cs="Cordia New" w:hint="cs"/>
          <w:szCs w:val="40"/>
          <w:cs/>
        </w:rPr>
        <w:t>)</w:t>
      </w:r>
    </w:p>
    <w:p w:rsidR="00CE7F2A" w:rsidRDefault="00F36539" w:rsidP="00F36539">
      <w:pPr>
        <w:pStyle w:val="libNormal"/>
        <w:bidi/>
        <w:ind w:firstLine="0"/>
        <w:jc w:val="right"/>
        <w:rPr>
          <w:cs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โอ้พระผู้อภิบาลของข้าพระองค์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ที่คมขังเป็นที่รักต่อพระองค์ยิ่งกว่าการที่พวกนางเชิญชวนข้าพระองค์ไปสู่มันและหากว่าพระองค์มิทรงทำให้กลลวงของพวกนางพ้นไปจากข้าพระองค์แล้วไซร้ข้าพระองค์ก็คงจะใฝ่หาไปสู่ทางของพวกนาง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อย่างแน่นอน</w:t>
      </w:r>
      <w:r w:rsidR="00C27D9F" w:rsidRPr="00C27D9F">
        <w:rPr>
          <w:cs/>
        </w:rPr>
        <w:t>)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F36539" w:rsidRDefault="00F36539" w:rsidP="00F36539">
      <w:pPr>
        <w:pStyle w:val="libNormal"/>
        <w:bidi/>
        <w:ind w:firstLine="0"/>
        <w:jc w:val="right"/>
        <w:rPr>
          <w:rFonts w:cs="Cordia New"/>
          <w:szCs w:val="40"/>
        </w:rPr>
      </w:pPr>
    </w:p>
    <w:p w:rsidR="00CE7F2A" w:rsidRDefault="00C27D9F" w:rsidP="00F36539">
      <w:pPr>
        <w:pStyle w:val="libNormal"/>
        <w:bidi/>
        <w:ind w:firstLine="0"/>
        <w:jc w:val="right"/>
      </w:pPr>
      <w:r w:rsidRPr="00C27D9F">
        <w:rPr>
          <w:rFonts w:hint="cs"/>
          <w:cs/>
        </w:rPr>
        <w:t>สิ่งนี้ได้พิสูจน์ให้เห็นว่าความสมบูรณ์ของมนุษย์มิได้ตั้งอยู่ในความอ่อนแอของเขาถึงแม้ว่าทัศนะที่ตรงกันข้ามจะได้แสดงความคิดเห็นออกมาอย่างมากมายในบทโคลงทั้งหลายของเราก็ตามดังตัวอย่างเช่น</w:t>
      </w:r>
      <w:r w:rsidR="00F36539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บาบาฏอ</w:t>
      </w:r>
      <w:r w:rsidR="00F36539">
        <w:rPr>
          <w:rFonts w:hint="cs"/>
          <w:cs/>
        </w:rPr>
        <w:t>ฮิร</w:t>
      </w:r>
    </w:p>
    <w:p w:rsidR="00F36539" w:rsidRDefault="00F36539" w:rsidP="00CE7F2A">
      <w:pPr>
        <w:pStyle w:val="libNormal"/>
        <w:bidi/>
        <w:ind w:firstLine="0"/>
        <w:jc w:val="right"/>
        <w:rPr>
          <w:rFonts w:cs="Cordia New"/>
          <w:szCs w:val="40"/>
        </w:rPr>
      </w:pPr>
      <w:r>
        <w:rPr>
          <w:rFonts w:hint="cs"/>
          <w:cs/>
        </w:rPr>
        <w:t>ฮะมะ</w:t>
      </w:r>
      <w:r w:rsidR="00C27D9F" w:rsidRPr="00C27D9F">
        <w:rPr>
          <w:rFonts w:hint="cs"/>
          <w:cs/>
        </w:rPr>
        <w:t>ดานีกล่าวไว้ว่า</w:t>
      </w:r>
    </w:p>
    <w:p w:rsidR="00F36539" w:rsidRDefault="00C27D9F" w:rsidP="00F36539">
      <w:pPr>
        <w:pStyle w:val="libNormal"/>
        <w:bidi/>
        <w:ind w:firstLine="0"/>
        <w:jc w:val="right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 xml:space="preserve"> </w:t>
      </w:r>
      <w:r w:rsidR="00F3653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ช่วยฉันที</w:t>
      </w:r>
      <w:r w:rsidR="00F36539">
        <w:rPr>
          <w:rFonts w:hint="cs"/>
          <w:cs/>
        </w:rPr>
        <w:t xml:space="preserve"> </w:t>
      </w:r>
      <w:r w:rsidRPr="00C27D9F">
        <w:rPr>
          <w:rFonts w:hint="cs"/>
          <w:cs/>
        </w:rPr>
        <w:t>ช่วยต่อต้านดวงตาและดวงใ</w:t>
      </w:r>
      <w:r w:rsidR="00F36539">
        <w:rPr>
          <w:rFonts w:hint="cs"/>
          <w:cs/>
        </w:rPr>
        <w:t xml:space="preserve"> </w:t>
      </w:r>
      <w:r w:rsidRPr="00C27D9F">
        <w:rPr>
          <w:rFonts w:hint="cs"/>
          <w:cs/>
        </w:rPr>
        <w:t>จเพราะสิ่งที่ดวงตาได้เห็น</w:t>
      </w:r>
      <w:r w:rsidR="00F36539" w:rsidRPr="00C27D9F">
        <w:rPr>
          <w:rFonts w:cs="Times New Roman"/>
          <w:lang w:bidi="ar-SA"/>
        </w:rPr>
        <w:t>,</w:t>
      </w:r>
      <w:r w:rsidR="00F36539" w:rsidRPr="00C27D9F">
        <w:rPr>
          <w:rFonts w:hint="cs"/>
          <w:cs/>
        </w:rPr>
        <w:t xml:space="preserve"> ดวงใจมันปรารถน</w:t>
      </w:r>
      <w:r w:rsidR="00F36539" w:rsidRPr="00C27D9F">
        <w:rPr>
          <w:cs/>
        </w:rPr>
        <w:t>า</w:t>
      </w:r>
      <w:r w:rsidR="00F36539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ฉันจักต้องสร้างกริชเล่มหนึ่งด้วยเหล็กที่แสนคมเพื่อจะทิ่มแทนดวงตาและให้อิสระแก่ดวงใจ</w:t>
      </w:r>
      <w:r w:rsidR="00F36539">
        <w:rPr>
          <w:rFonts w:cs="Cordia New" w:hint="cs"/>
          <w:szCs w:val="40"/>
          <w:cs/>
        </w:rPr>
        <w:t>”</w:t>
      </w:r>
    </w:p>
    <w:p w:rsidR="00F36539" w:rsidRDefault="00C27D9F" w:rsidP="00F36539">
      <w:pPr>
        <w:pStyle w:val="libNormal"/>
        <w:bidi/>
        <w:ind w:firstLine="0"/>
        <w:jc w:val="right"/>
        <w:rPr>
          <w:rFonts w:cs="Times New Roman"/>
          <w:lang w:bidi="ar-SA"/>
        </w:rPr>
      </w:pPr>
      <w:r w:rsidRPr="00C27D9F">
        <w:rPr>
          <w:rFonts w:hint="cs"/>
          <w:cs/>
        </w:rPr>
        <w:t>กวีบทนี้น่าที่จะมีการทิ่มแทงหูของเขาทั้งสองข้างด้วยเพื่อว่าจะได้ไม่ปรารถนาต่อสิ่งทีเขาได้ยินตัวอย่างเช่นนี้จึงมิใช่แบบอย่างของมนุษย์ผู้สมบูรณ์ซึ่งไม่สามารถควบคุมตัวเขาเองได้นอกเสียจากว่าโดยวิธีกำจัดอวัยวะต่างๆรวมทั้งแขนขาของเขาออกไป</w:t>
      </w:r>
    </w:p>
    <w:p w:rsidR="00AF479B" w:rsidRDefault="00AF479B" w:rsidP="00F36539">
      <w:pPr>
        <w:pStyle w:val="libNormal"/>
        <w:bidi/>
        <w:ind w:firstLine="0"/>
        <w:jc w:val="right"/>
      </w:pPr>
    </w:p>
    <w:p w:rsidR="00AF479B" w:rsidRDefault="00C27D9F" w:rsidP="00AF479B">
      <w:pPr>
        <w:pStyle w:val="libNormal"/>
        <w:bidi/>
        <w:ind w:firstLine="0"/>
        <w:jc w:val="right"/>
      </w:pPr>
      <w:r w:rsidRPr="00C27D9F">
        <w:rPr>
          <w:rFonts w:hint="cs"/>
          <w:cs/>
        </w:rPr>
        <w:t>เรามีแบบอย่างของความอ่อนแอเช่นนี้อยู่มากมายและเป็นที่น่าสังเวชใจต่อผลิตผลของความถูกต้องด้วยศีลธรรมในความคิดของบรรดานักอักษรศาสตร์ของเรา</w:t>
      </w:r>
      <w:r w:rsidR="00AF479B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แต่เราก็น่าที่จะรำลึกได้ว่ามนุษย์ทั้งหลายรักชอบไปในทางที่ผิดพลาดและมุ่งสู่ความเลยเถิด</w:t>
      </w:r>
      <w:r w:rsidR="00F3653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เมื่อเราเปรียบเทียบสถาบันแนวคิดอื่นๆกับแนวทางอิสลามที่แท้จริงแล้ว</w:t>
      </w:r>
      <w:r w:rsidR="00AF479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เราจึงตระหนักได้ว่าอิสลามจะต้องมาจากพระผู้เป็นเจ้า</w:t>
      </w:r>
    </w:p>
    <w:p w:rsidR="00C27D9F" w:rsidRPr="00AF479B" w:rsidRDefault="00C27D9F" w:rsidP="00AF479B">
      <w:pPr>
        <w:pStyle w:val="libNormal"/>
        <w:bidi/>
        <w:ind w:firstLine="0"/>
        <w:jc w:val="right"/>
      </w:pPr>
      <w:r w:rsidRPr="00C27D9F">
        <w:rPr>
          <w:rFonts w:hint="cs"/>
          <w:cs/>
        </w:rPr>
        <w:t>โสเครตีสได้สำรวมความคิดทั้งหลายบนทิศทางเดียวของมนุษย์</w:t>
      </w:r>
      <w:r w:rsidR="00F36539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ส่วนแต่ละบุคคลซึ่งประกอบด้วยเพลโต</w:t>
      </w:r>
      <w:r w:rsidR="00F36539" w:rsidRPr="00C27D9F">
        <w:rPr>
          <w:rFonts w:cs="Times New Roman"/>
          <w:lang w:bidi="ar-SA"/>
        </w:rPr>
        <w:t>,</w:t>
      </w:r>
      <w:r w:rsidR="00F36539" w:rsidRPr="00C27D9F">
        <w:rPr>
          <w:rFonts w:hint="cs"/>
          <w:cs/>
        </w:rPr>
        <w:t xml:space="preserve"> อเวซินา</w:t>
      </w:r>
      <w:r w:rsidR="00F36539" w:rsidRPr="00C27D9F">
        <w:t>,</w:t>
      </w:r>
      <w:r w:rsidR="00AF479B">
        <w:rPr>
          <w:rFonts w:hint="cs"/>
          <w:cs/>
        </w:rPr>
        <w:t xml:space="preserve"> มุฮิยุดดีนอะ</w:t>
      </w:r>
      <w:r w:rsidR="00F36539" w:rsidRPr="00C27D9F">
        <w:rPr>
          <w:rFonts w:hint="cs"/>
          <w:cs/>
        </w:rPr>
        <w:t>ราบี</w:t>
      </w:r>
      <w:r w:rsidR="00F36539" w:rsidRPr="00C27D9F">
        <w:t>,</w:t>
      </w:r>
      <w:r w:rsidR="00F36539" w:rsidRPr="00C27D9F">
        <w:rPr>
          <w:rFonts w:hint="cs"/>
          <w:cs/>
        </w:rPr>
        <w:t xml:space="preserve"> และบรรดาผู้รู้ทั้งหลายจากทั่วโลกได</w:t>
      </w:r>
      <w:r w:rsidR="00F36539" w:rsidRPr="00C27D9F">
        <w:rPr>
          <w:cs/>
        </w:rPr>
        <w:t>้</w:t>
      </w:r>
      <w:r w:rsidRPr="00C27D9F">
        <w:rPr>
          <w:rFonts w:hint="cs"/>
          <w:cs/>
        </w:rPr>
        <w:t>เน้นหนักถึงลักษณะเฉพาะอื่นๆของแต่ละทิศทางแต่แนวทางทั้งหลายของพวกเขามิได้เป็นความสมบูรณ์ครบถ้วน</w:t>
      </w:r>
      <w:r w:rsidR="00AF479B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</w:t>
      </w:r>
      <w:r w:rsidR="00AF479B">
        <w:rPr>
          <w:rFonts w:hint="cs"/>
          <w:cs/>
        </w:rPr>
        <w:t xml:space="preserve"> </w:t>
      </w:r>
      <w:r w:rsidR="00AF479B" w:rsidRPr="00C27D9F">
        <w:rPr>
          <w:rFonts w:hint="cs"/>
          <w:cs/>
        </w:rPr>
        <w:t xml:space="preserve">ท่านศาสดา </w:t>
      </w:r>
      <w:r w:rsidR="00AF479B"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="00AF479B" w:rsidRPr="00C27D9F">
        <w:rPr>
          <w:rFonts w:hint="cs"/>
          <w:cs/>
        </w:rPr>
        <w:t>) จึงมีความเชื่อมั่นเฉพาะในสติปัญญาของท่านเองเพียงเท่านั้</w:t>
      </w:r>
      <w:r w:rsidR="00AF479B" w:rsidRPr="00C27D9F">
        <w:rPr>
          <w:cs/>
        </w:rPr>
        <w:t>น</w:t>
      </w:r>
    </w:p>
    <w:p w:rsidR="00C27D9F" w:rsidRPr="00C27D9F" w:rsidRDefault="00C27D9F" w:rsidP="00AF479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lastRenderedPageBreak/>
        <w:t>เพราะทั้งหมดคือ</w:t>
      </w:r>
      <w:r w:rsidR="00AF479B">
        <w:rPr>
          <w:rFonts w:hint="cs"/>
          <w:cs/>
        </w:rPr>
        <w:t xml:space="preserve"> </w:t>
      </w:r>
      <w:r w:rsidRPr="00C27D9F">
        <w:rPr>
          <w:rFonts w:hint="cs"/>
          <w:cs/>
        </w:rPr>
        <w:t>วะห์ยูที่ลงมาจากอัลลอฮ</w:t>
      </w:r>
      <w:r w:rsidRPr="00C27D9F">
        <w:rPr>
          <w:cs/>
        </w:rPr>
        <w:t>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บ</w:t>
      </w:r>
      <w:r w:rsidRPr="00C27D9F">
        <w:rPr>
          <w:cs/>
        </w:rPr>
        <w:t>)</w:t>
      </w:r>
      <w:r w:rsidRPr="00C27D9F">
        <w:rPr>
          <w:rFonts w:hint="cs"/>
          <w:cs/>
        </w:rPr>
        <w:t>มิใช่จากความนึกคิดหรือจากการคาดคะเนเหมือนดังของบรรดาผู้รู้และนักปราชญ์ทั้งหลายที่นำมนุษย์ไปสู่เฉพาะในแต่ละทิศทางดังกล่าวเพียงเท่านั้น</w:t>
      </w:r>
      <w:r w:rsidR="00AF479B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ได้นำมนุษยชาติสู่ความสว่างไสวในทุกทิศทางอย่างครบถ้วนสมบูรณ์ทุก</w:t>
      </w:r>
    </w:p>
    <w:p w:rsidR="00AF479B" w:rsidRDefault="00C27D9F" w:rsidP="00AF479B">
      <w:pPr>
        <w:pStyle w:val="libNormal"/>
        <w:ind w:firstLine="0"/>
      </w:pPr>
      <w:r w:rsidRPr="00C27D9F">
        <w:rPr>
          <w:rFonts w:hint="cs"/>
          <w:cs/>
        </w:rPr>
        <w:t>กระบวนการ</w:t>
      </w:r>
      <w:r w:rsidR="00AF479B">
        <w:rPr>
          <w:rFonts w:hint="cs"/>
          <w:cs/>
        </w:rPr>
        <w:t xml:space="preserve"> </w:t>
      </w:r>
      <w:r w:rsidRPr="00C27D9F">
        <w:rPr>
          <w:rFonts w:hint="cs"/>
          <w:cs/>
        </w:rPr>
        <w:t>จนกระทั่งหลังจากยุคของท่านแล้วจึงได้เกิดขึ้นซึ่งบรรดาสำนักแนวคิดต่างๆเพื่อการศึกษาค้นคว้าติดตามมามากมายไม่ว่าจะเป็นทางด้านคุณธรรมความดีความก้าวหน้าของชีวิตสังคมเศรษฐกิจการเมืองและในทุกสาขาวิชาการบรรดานักคิดทั้งหลายเหล่านั้นจะกลายเป็นเด็กนักเรียนไปทันทีเมื่อนำมาเปรียบเทียบกับ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และท่านคือบรมครูของพวกเขาทั้งหลายผู้ซึ่งกล่าวถ้อยคำที่ดีที่สุและมั่นคงนิรันดร</w:t>
      </w:r>
    </w:p>
    <w:p w:rsidR="00AF479B" w:rsidRDefault="00AF479B" w:rsidP="00AF479B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AF479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มีสถาบันแนวคิดอื่นๆเกี่ยวกับมนุษย์ผู้สมบูรณ์ซึ่งวางพื้นฐานอยู่บนความรักและการเชื่อมั่นในตนเองสำนักแห่งนี้มีอายุย้อนหลังไปร่วมหลายพันปี</w:t>
      </w:r>
    </w:p>
    <w:p w:rsidR="002D60AE" w:rsidRDefault="00C27D9F" w:rsidP="00AF479B">
      <w:pPr>
        <w:pStyle w:val="libNormal"/>
        <w:ind w:firstLine="0"/>
      </w:pPr>
      <w:r w:rsidRPr="00C27D9F">
        <w:rPr>
          <w:rFonts w:hint="cs"/>
          <w:cs/>
        </w:rPr>
        <w:t>มาแล้วและก่อให้เกิดความสูงส่งทางด้านความคิดทั้งหลายในบรรดาคัมภีร์โบราณของอินเดียซึ่งมีบางเล่มได้แปลความหมายเป็นภาษาฟาร์ซีด้วยเช่นเดียวกันเช่นคัมภีร์อุปปานิซาด</w:t>
      </w:r>
      <w:r w:rsidRPr="00C27D9F">
        <w:rPr>
          <w:cs/>
        </w:rPr>
        <w:t>(</w:t>
      </w:r>
      <w:r w:rsidRPr="00C27D9F">
        <w:rPr>
          <w:rFonts w:hint="cs"/>
          <w:cs/>
        </w:rPr>
        <w:t>อุปนิษัท</w:t>
      </w:r>
      <w:r w:rsidRPr="00C27D9F">
        <w:rPr>
          <w:cs/>
        </w:rPr>
        <w:t>)</w:t>
      </w:r>
      <w:r w:rsidR="002D60AE">
        <w:rPr>
          <w:rFonts w:hint="cs"/>
          <w:cs/>
        </w:rPr>
        <w:t xml:space="preserve"> </w:t>
      </w:r>
    </w:p>
    <w:p w:rsidR="00CE7F2A" w:rsidRDefault="002D60AE" w:rsidP="002D60AE">
      <w:pPr>
        <w:pStyle w:val="libNormal"/>
        <w:ind w:firstLine="0"/>
        <w:rPr>
          <w:cs/>
        </w:rPr>
      </w:pPr>
      <w:r>
        <w:rPr>
          <w:rFonts w:hint="cs"/>
          <w:cs/>
        </w:rPr>
        <w:t>อุละมาอ์</w:t>
      </w:r>
      <w:r w:rsidR="00C27D9F" w:rsidRPr="00C27D9F">
        <w:rPr>
          <w:rFonts w:hint="cs"/>
          <w:cs/>
        </w:rPr>
        <w:t>ใหญ่ตะบาตะบาอี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ขออัลลอฮทรงเมตตาท่าน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ซึ่งได้อ่านหนังสือเล่มนี้แล้วมีความประทับใจเป็นอย่างมากด้วยความสูงส่งของความคิดในหนังสือนั้น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ารมั่นใจในตนเองเป็นพื้นฐานแห่งการมีศักดิ์ศรีและความสง่างามของมนุษย์ทั้งมวลจุดสำคัญ๗ประการนี้ได้แสดงความคิดเห็นโดยโสคราตีสและบรรดาศาสดาต่างๆเช่นเดียวกันกับศาสดาทั้งหลายในอิสลามแต่สถาบันแห่งนี้สำรวมความคิดบนความสูงส่งเพียงจุดสำคัญเดียวเท่านั้น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2D60AE" w:rsidRDefault="002D60AE" w:rsidP="002D60AE">
      <w:pPr>
        <w:pStyle w:val="libNormal"/>
        <w:ind w:firstLine="0"/>
      </w:pPr>
    </w:p>
    <w:p w:rsidR="002D60AE" w:rsidRDefault="00C27D9F" w:rsidP="002D60A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การรวบรวมบทร้อยกรองและบทความของคานธีซึ่งมีชื่อว่า</w:t>
      </w:r>
    </w:p>
    <w:p w:rsidR="00C27D9F" w:rsidRDefault="00C27D9F" w:rsidP="002D60AE">
      <w:pPr>
        <w:pStyle w:val="libNormal"/>
        <w:ind w:firstLine="0"/>
      </w:pPr>
      <w:r w:rsidRPr="00C27D9F">
        <w:rPr>
          <w:rFonts w:hint="cs"/>
          <w:cs/>
        </w:rPr>
        <w:t>ข้าพเจ้าได้ค้นพบสิ่งสำคัญสามประการจากการที่ได้ศึกษาคัมภีร์อุปนิษัทซึ่งได้เป็นสิ่งที่นำทางชีวิตของข้าพเจ้าในประการแรกมีความจริงเพียงอย่างเดียวเท่านั้นและนั่นก็คือการรู้จักตนเอง</w:t>
      </w:r>
    </w:p>
    <w:p w:rsidR="00CE7F2A" w:rsidRPr="00C27D9F" w:rsidRDefault="00CE7F2A" w:rsidP="002D60AE">
      <w:pPr>
        <w:pStyle w:val="libNormal"/>
        <w:ind w:firstLine="0"/>
        <w:rPr>
          <w:rFonts w:cs="Times New Roman"/>
          <w:lang w:bidi="ar-SA"/>
        </w:rPr>
      </w:pPr>
    </w:p>
    <w:p w:rsidR="002D60AE" w:rsidRDefault="00C27D9F" w:rsidP="002D60AE">
      <w:pPr>
        <w:pStyle w:val="libNormal"/>
      </w:pPr>
      <w:r w:rsidRPr="00C27D9F">
        <w:rPr>
          <w:rFonts w:hint="cs"/>
          <w:cs/>
        </w:rPr>
        <w:t>นี่คือจุดสำคัญโดยที่ซึ่งเขาได้วิพากษ์วิจารณ์พวกตะวันตกและกล่าวว่าพวกเหล่านั้นได้มีความเข้าใจต่อโลกแต่มองไม่เห็นตัวตนของพวกเขาเองและด้วยเหตุผลอันนี้</w:t>
      </w:r>
      <w:r w:rsidR="002D60AE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พวกเขาทั้งหลายได้นำความโชคร้ายมาสู่ตัวพวกเขาเองและโลกนี้</w:t>
      </w:r>
    </w:p>
    <w:p w:rsidR="002D60AE" w:rsidRDefault="002D60AE" w:rsidP="00CE7F2A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2D60AE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ในประการที่สองเขาผู้ซึ่งมีความเข้าใจต่อตัวของเขาเองก็จะมี</w:t>
      </w:r>
    </w:p>
    <w:p w:rsidR="00A15E01" w:rsidRDefault="00C27D9F" w:rsidP="002D60AE">
      <w:pPr>
        <w:pStyle w:val="libNormal"/>
        <w:ind w:firstLine="0"/>
      </w:pPr>
      <w:r w:rsidRPr="00C27D9F">
        <w:rPr>
          <w:rFonts w:hint="cs"/>
          <w:cs/>
        </w:rPr>
        <w:t>ความเข้าใจต่อพระผู้เป็นเจ้าและสิ่งอื่นๆทั้งหลายประการที่สามในข้อนั้น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การดำรงอยู่ทั้งหลายมีเพียงพลังเดียวพลังแห่งการควบคุมเหนือตนเอง</w:t>
      </w:r>
    </w:p>
    <w:p w:rsidR="00A15E01" w:rsidRDefault="002D60AE" w:rsidP="00A15E01">
      <w:pPr>
        <w:pStyle w:val="libNormal"/>
        <w:ind w:firstLine="0"/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ถ้าหากว่าบุคคลสามารถมีอำนาจเหนือตนเองได้แล้ว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มันก็จะเป็นไปได้สำหรับเขาที่จะมีอำนาจเหนือสิ่งอื่นๆได้</w:t>
      </w:r>
      <w:r w:rsidR="00A15E01">
        <w:rPr>
          <w:rFonts w:hint="cs"/>
          <w:cs/>
        </w:rPr>
        <w:t xml:space="preserve"> </w:t>
      </w:r>
    </w:p>
    <w:p w:rsidR="00CE7F2A" w:rsidRDefault="00CE7F2A" w:rsidP="00A15E01">
      <w:pPr>
        <w:pStyle w:val="libNormal"/>
        <w:ind w:firstLine="0"/>
      </w:pPr>
    </w:p>
    <w:p w:rsidR="00C27D9F" w:rsidRPr="00C27D9F" w:rsidRDefault="00C27D9F" w:rsidP="00A15E0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คานธียังได้กล่าวอีกว่า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มีความดีอยู่อย่างหนึ่งและสิ่งนั้นคือการที่มีความปรารถนาเพื่อผู้อื่นทั้งหลายในสิ่งที่บุคคลมีความปรารถนาเพื่อตนเอง</w:t>
      </w:r>
    </w:p>
    <w:p w:rsidR="00A15E01" w:rsidRDefault="00C27D9F" w:rsidP="00A15E01">
      <w:pPr>
        <w:pStyle w:val="libNormal"/>
      </w:pPr>
      <w:r w:rsidRPr="00C27D9F">
        <w:rPr>
          <w:rFonts w:hint="cs"/>
          <w:cs/>
        </w:rPr>
        <w:t>ปรัชญาอินเดียวางอยู่บนพื้นฐานแห่งความสำนึกต่อตนเองการสละแล้วในเรื่องความปรารถนาทั้งหลายและการค้นพบความเป็นอยู่อย่างแท้จริงของบุคคลซึ่งเป็นเหตุที่ได้ก่อให้เกิดความเอ็นดูสงสารขึ้นมา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E7F2A" w:rsidRDefault="00CE7F2A" w:rsidP="00A15E01">
      <w:pPr>
        <w:pStyle w:val="libNormal"/>
        <w:rPr>
          <w:rFonts w:cs="Cordia New"/>
          <w:szCs w:val="40"/>
        </w:rPr>
      </w:pPr>
    </w:p>
    <w:p w:rsidR="00A15E01" w:rsidRDefault="00C27D9F" w:rsidP="00A15E01">
      <w:pPr>
        <w:pStyle w:val="libNormal"/>
      </w:pPr>
      <w:r w:rsidRPr="00C27D9F">
        <w:rPr>
          <w:rFonts w:hint="cs"/>
          <w:cs/>
        </w:rPr>
        <w:t>ในยุคสมัยใหม่ซึ่งอยู่ในสามศตวรรษสุดท้ายจำนวนของสถาบันทางความคิดได้มีปรากฏมากขึ้นซึ่งได้ทำให้สังคมเบี่ยงเบนสถาบันหนึ่งพิจารณาให้มนุษย์ผู้สมบูรณ์เป็นเหมือนดังผู้ไม่มีชนชั้นและมีความเชื่ออย่างมากกว่าขึ้นอยู่กับชนชั้น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โดยเฉพาะอย่างยิ่งชนชั้นสูงคือ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สัญลักษณ์ของความเป็นอยู่ที่ไม่สมบูรณ์และความสมบูรณ์หมายถึงความเท่าเทียมกันกับสิ่งอื่นๆทั้งหลาย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อีกสถาบันหนึ่งคล้ายดังสิทธิแห่งการดำรงอยู่เน้นหนักถึงเสรีภาพและการรับรู้สังคม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ตลอดจนความรับผิดชอบทั้งหลายสถาบันอื่นๆต่างก็เห็นด้วยกับสิ่งนี้แต่กล่าวว่า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ความโน้มเอียงไปสู่การไม่ลงรอยกันเป็นสิ่งจำเป็นอย่างหนึ่งสำหรับท่าทีเช่นนี้</w:t>
      </w:r>
    </w:p>
    <w:p w:rsidR="00A15E01" w:rsidRDefault="00A15E01" w:rsidP="00CE7F2A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A15E01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สถาบันอีกแห่งหนึ่งมีความเชื่อในการได้รับประโยชน์สถาบันซึ่งค่อนข้างจะคล้ายคลึงกันกับสถาบันแห่งอำนาจกล่าวว่าบุคคลควรที่จะได้รับ</w:t>
      </w:r>
    </w:p>
    <w:p w:rsidR="00C27D9F" w:rsidRDefault="00C27D9F" w:rsidP="00A15E01">
      <w:pPr>
        <w:pStyle w:val="libNormal"/>
        <w:ind w:firstLine="0"/>
      </w:pPr>
      <w:r w:rsidRPr="00C27D9F">
        <w:rPr>
          <w:rFonts w:hint="cs"/>
          <w:cs/>
        </w:rPr>
        <w:t>ผลประโยชน์สูงสุดจากสิ่งต่างๆที่ได้จากธรรมชาติเพื่อที่จะบรรลุถึงความสมบูรณ์บรรดาผู้ซึ่งถือว่า</w:t>
      </w:r>
      <w:r w:rsidR="00A15E01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ความรู้ประหนึ่งเป็นสิ่งสูงสุดแห่งความสมบูรณ์นั้น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ความต้องการมันก็เพื่อการรู้จักธรรมชาติ</w:t>
      </w:r>
    </w:p>
    <w:p w:rsidR="00CE7F2A" w:rsidRPr="00C27D9F" w:rsidRDefault="00CE7F2A" w:rsidP="00A15E01">
      <w:pPr>
        <w:pStyle w:val="libNormal"/>
        <w:ind w:firstLine="0"/>
        <w:rPr>
          <w:rFonts w:cs="Times New Roman"/>
          <w:lang w:bidi="ar-SA"/>
        </w:rPr>
      </w:pPr>
    </w:p>
    <w:p w:rsidR="00A15E01" w:rsidRDefault="00C27D9F" w:rsidP="00A15E01">
      <w:pPr>
        <w:pStyle w:val="libNormal"/>
        <w:ind w:firstLine="0"/>
      </w:pPr>
      <w:r w:rsidRPr="00C27D9F">
        <w:rPr>
          <w:rFonts w:hint="cs"/>
          <w:cs/>
        </w:rPr>
        <w:t>เพราะฉะนั้น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การครอบครองมัน</w:t>
      </w:r>
      <w:r w:rsidRPr="00C27D9F">
        <w:rPr>
          <w:cs/>
        </w:rPr>
        <w:t>(</w:t>
      </w:r>
      <w:r w:rsidRPr="00C27D9F">
        <w:rPr>
          <w:rFonts w:hint="cs"/>
          <w:cs/>
        </w:rPr>
        <w:t>ธรรมชาติ</w:t>
      </w:r>
      <w:r w:rsidRPr="00C27D9F">
        <w:rPr>
          <w:cs/>
        </w:rPr>
        <w:t>)</w:t>
      </w:r>
      <w:r w:rsidRPr="00C27D9F">
        <w:rPr>
          <w:rFonts w:hint="cs"/>
          <w:cs/>
        </w:rPr>
        <w:t>ก็เพื่อที่จะรับใช้มนุษย์</w:t>
      </w:r>
      <w:r w:rsidR="00A15E01">
        <w:rPr>
          <w:rFonts w:hint="cs"/>
          <w:cs/>
        </w:rPr>
        <w:t xml:space="preserve"> </w:t>
      </w:r>
    </w:p>
    <w:p w:rsidR="00CE7F2A" w:rsidRDefault="00C27D9F" w:rsidP="00A15E01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ด้วยเหตุนี้และผู้คนที่ขึ้นอยู่กับสถาบันแห่งนี้ก็มีความคิดเช่นเดียวกันนี้เหล่านี้คือ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ทัศนะต่างๆที่ได้เห็นการเทียบเคียงคุณค่าของสติปัญญาอำนาจความรับผิดชอบทั้งหลายต่อสังคมและอื่นๆในนั้นหลักฐานอื่นๆแห่งความสมบูรณ์ของมนุษย์ก็คือ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หนทางที่เขาเผชิญกับความตายเพราะว่าความคิดและความหวาดหวั่นต่อความตาย</w:t>
      </w:r>
      <w:r w:rsidR="00A15E01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เป็นจุดอ่อนอย่างหนึ่งในตัวมนุษย์ซึ่งได้ก่อให้เกิดความทุกข์ยากกังวลอย่างแสนสาหัสและยอมจำนนต่อความเลวทรามต่ำช้าทั้งหลาย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A15E01" w:rsidRDefault="00A15E01" w:rsidP="00A15E01">
      <w:pPr>
        <w:pStyle w:val="libNormal"/>
        <w:ind w:firstLine="0"/>
        <w:rPr>
          <w:rFonts w:cs="Cordia New"/>
          <w:szCs w:val="40"/>
        </w:rPr>
      </w:pPr>
    </w:p>
    <w:p w:rsidR="00A15E01" w:rsidRDefault="00C27D9F" w:rsidP="00A15E01">
      <w:pPr>
        <w:pStyle w:val="libNormal"/>
        <w:ind w:firstLine="0"/>
      </w:pPr>
      <w:r w:rsidRPr="00C27D9F">
        <w:rPr>
          <w:rFonts w:hint="cs"/>
          <w:cs/>
        </w:rPr>
        <w:t>ถ้าหากว่าไม่มีความหวาดหวั่นต่อความตาย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ชีวิตทั้งชีวิตก็จะมีการเปลี่ยนรูปแบบชายหนุ่มผู้ประเสริฐสุด</w:t>
      </w:r>
      <w:r w:rsidRPr="00C27D9F">
        <w:rPr>
          <w:cs/>
        </w:rPr>
        <w:t>(</w:t>
      </w:r>
      <w:r w:rsidRPr="00C27D9F">
        <w:rPr>
          <w:rFonts w:hint="cs"/>
          <w:cs/>
        </w:rPr>
        <w:t>บรรดาอิมาม</w:t>
      </w:r>
      <w:r w:rsidRPr="00C27D9F">
        <w:rPr>
          <w:cs/>
        </w:rPr>
        <w:t>)</w:t>
      </w:r>
      <w:r w:rsidRPr="00C27D9F">
        <w:rPr>
          <w:rFonts w:hint="cs"/>
          <w:cs/>
        </w:rPr>
        <w:t>ทั้งหลายคือบรรดาผู้ซึ่งเผชิญกับความตายอย่างกล้าหาญหรือแม้แต่แสวงหามันด้วยความยินดีและรอยยิ้มอันชื่นบาน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มิใช่ความตายซึ่งเป็นการสังหารตัวเองแต่เป็นการกระทำเพื่อที่จะให้บรรลุถึงที่เป้าหมายหนึ่งซึ่งพวกเขาทั้งหลายสำนึกต่อหน้าที่และความรับผิดชอบที่มีการฆ่าตัวตาย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การละทิ้งภาระความรับผิดชอบขณะที่ความตายเพื่อเห็นแก่หน้าที่เป็นความสุขสบาย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ตายประเภทนี้เป็นที่พึงประสงค์ของบรรดาผู้หลุดพ้นเท่านั้นที่จะเป็นผู้ที่คิดว่าความตายมิใช่สิ่งใดอื่นมากไปกว่าการเปลี่ยนที่พักอาศัย</w:t>
      </w:r>
    </w:p>
    <w:p w:rsidR="00A15E01" w:rsidRDefault="00A15E01" w:rsidP="00A15E01">
      <w:pPr>
        <w:pStyle w:val="libNormal"/>
        <w:ind w:firstLine="0"/>
      </w:pPr>
    </w:p>
    <w:p w:rsidR="00C27D9F" w:rsidRDefault="00C27D9F" w:rsidP="00A15E01">
      <w:pPr>
        <w:pStyle w:val="libNormal"/>
        <w:ind w:firstLine="0"/>
      </w:pPr>
      <w:r w:rsidRPr="00C27D9F">
        <w:rPr>
          <w:rFonts w:hint="cs"/>
          <w:cs/>
        </w:rPr>
        <w:t>หรือดังที่อิมามฮูเซน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กล่าวว่า</w:t>
      </w:r>
      <w:r w:rsidR="00A15E01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ความตายนั้นมันเหมือนกับการเดินข้ามสะพานไปยังสถานที่หนึ่งซึ่งไม่น่าเชื่อ</w:t>
      </w:r>
      <w:r w:rsidR="00A15E01">
        <w:rPr>
          <w:rFonts w:cs="Cordia New" w:hint="cs"/>
          <w:szCs w:val="40"/>
          <w:cs/>
        </w:rPr>
        <w:t xml:space="preserve">” </w:t>
      </w:r>
      <w:r w:rsidRPr="00C27D9F">
        <w:rPr>
          <w:rFonts w:hint="cs"/>
          <w:cs/>
        </w:rPr>
        <w:t>มีราย</w:t>
      </w:r>
      <w:r w:rsidR="00A15E01">
        <w:rPr>
          <w:rFonts w:hint="cs"/>
          <w:cs/>
        </w:rPr>
        <w:t>งาน</w:t>
      </w:r>
      <w:r w:rsidRPr="00C27D9F">
        <w:rPr>
          <w:rFonts w:hint="cs"/>
          <w:cs/>
        </w:rPr>
        <w:t>ว่าเมื่อท่านถูกตัวศีรษะแล้วตอนนั้น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รอยยิ้มยังคงปรากฏอยู่บนริมฝีปากของท่าน</w:t>
      </w:r>
    </w:p>
    <w:p w:rsidR="00CE7F2A" w:rsidRPr="00C27D9F" w:rsidRDefault="00CE7F2A" w:rsidP="00A15E01">
      <w:pPr>
        <w:pStyle w:val="libNormal"/>
        <w:ind w:firstLine="0"/>
        <w:rPr>
          <w:rFonts w:cs="Times New Roman"/>
          <w:lang w:bidi="ar-SA"/>
        </w:rPr>
      </w:pPr>
    </w:p>
    <w:p w:rsidR="00C27D9F" w:rsidRPr="00C27D9F" w:rsidRDefault="00C27D9F" w:rsidP="00A15E01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บรรดาชายหนุ่ม</w:t>
      </w:r>
      <w:r w:rsidRPr="00C27D9F">
        <w:rPr>
          <w:cs/>
        </w:rPr>
        <w:t>(</w:t>
      </w:r>
      <w:r w:rsidRPr="00C27D9F">
        <w:rPr>
          <w:rFonts w:hint="cs"/>
          <w:cs/>
        </w:rPr>
        <w:t>อะอิมมะฮ์</w:t>
      </w:r>
      <w:r w:rsidRPr="00C27D9F">
        <w:rPr>
          <w:cs/>
        </w:rPr>
        <w:t>)</w:t>
      </w:r>
      <w:r w:rsidRPr="00C27D9F">
        <w:rPr>
          <w:rFonts w:hint="cs"/>
          <w:cs/>
        </w:rPr>
        <w:t>ดังกล่าวมีพลังอันยิ่งใหญ่ทั้งสองของการดึงดูดและผลักใสพวกท่านทั้งหลายมีบรรดาสหายผู้จงรักภักดีเช่นเดียวกันกับความร้ายกาจของบรรดาศัตรูที่รอบรู้ถึงการที่จะ</w:t>
      </w:r>
    </w:p>
    <w:p w:rsidR="00C27D9F" w:rsidRPr="00C27D9F" w:rsidRDefault="00C27D9F" w:rsidP="00A15E0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คัดค้านต่อต้านความถูกต้องเที่ยงธรรม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บรรดาอิมาม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ผู้ประเสริฐสุดแห่งอิสลามเป็นเช่นบรรดามนุษย์ผู้สมบูรณ์และมีแบบอย่างมากมายให้แก่สังคมของพวกท่านเอง</w:t>
      </w:r>
      <w:r w:rsidR="00A15E01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ด้วยประการฉะนี้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เท่านั้นที่เป็นเพียงสิ่งถูกสร้างที่สามารถจะแยกอัตตาออกจากตัวตนของเขาเองได้ด้วยเหตุที่ก้อนหิน</w:t>
      </w:r>
    </w:p>
    <w:p w:rsidR="00CE7F2A" w:rsidRDefault="00C27D9F" w:rsidP="00A15E01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ต้นไม้ทั้งหลายและสิ่งถูกสร้างอื่นๆอีกมากมายที่ไม่สามารถจะเคลื่อนย้ายออกจากตัวของมันเองได้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A15E01">
      <w:pPr>
        <w:pStyle w:val="libNormal"/>
        <w:ind w:firstLine="0"/>
        <w:rPr>
          <w:rFonts w:cs="Times New Roman"/>
          <w:lang w:bidi="ar-SA"/>
        </w:rPr>
      </w:pPr>
    </w:p>
    <w:p w:rsidR="00CE7F2A" w:rsidRDefault="00C27D9F" w:rsidP="00CE7F2A">
      <w:pPr>
        <w:pStyle w:val="libNormal"/>
      </w:pPr>
      <w:r w:rsidRPr="00C27D9F">
        <w:rPr>
          <w:rFonts w:hint="cs"/>
          <w:cs/>
        </w:rPr>
        <w:t>คุณลักษณะทั้งหลายได้กำหนดแก่พวกมันในการสร้างสรรค์ไว้แล้วแต่มนุษย์ก็ควรที่จะเข้าครอบครองสิทธิแห่งความเป็นมนุษย์ของเขา</w:t>
      </w:r>
      <w:r w:rsidRPr="00C27D9F">
        <w:rPr>
          <w:cs/>
        </w:rPr>
        <w:t>(</w:t>
      </w:r>
      <w:r w:rsidRPr="00C27D9F">
        <w:rPr>
          <w:rFonts w:hint="cs"/>
          <w:cs/>
        </w:rPr>
        <w:t>ดังเช่นการแยกวิญญาณออกจากร่างกายซึ่ง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การให้ความสูงส่งแก่วิญญาณ</w:t>
      </w:r>
      <w:r w:rsidRPr="00C27D9F">
        <w:rPr>
          <w:cs/>
        </w:rPr>
        <w:t>)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ซึ่งมิใช่สิ่งที่จะกระทำเกี่ยวกับแง่มุมทั้งหลายทางชีววิทยาของเขาเหมือนดังที่</w:t>
      </w:r>
    </w:p>
    <w:p w:rsidR="00CE7F2A" w:rsidRDefault="00C27D9F" w:rsidP="00CE7F2A">
      <w:pPr>
        <w:pStyle w:val="libNormal"/>
        <w:ind w:firstLine="0"/>
      </w:pPr>
      <w:r w:rsidRPr="00C27D9F">
        <w:rPr>
          <w:rFonts w:hint="cs"/>
          <w:cs/>
        </w:rPr>
        <w:t>กวี</w:t>
      </w:r>
      <w:r w:rsidR="00A15E01">
        <w:rPr>
          <w:rFonts w:hint="cs"/>
          <w:cs/>
        </w:rPr>
        <w:t>ซะอ์</w:t>
      </w:r>
      <w:r w:rsidRPr="00C27D9F">
        <w:rPr>
          <w:rFonts w:hint="cs"/>
          <w:cs/>
        </w:rPr>
        <w:t>ดีได้กล่าวได้ว่า</w:t>
      </w:r>
      <w:r w:rsidRPr="00C27D9F">
        <w:rPr>
          <w:cs/>
        </w:rPr>
        <w:t xml:space="preserve"> </w:t>
      </w:r>
      <w:r w:rsidR="00A15E01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ตัวของมนุษย์จะสูงส่งได้ก็ด้วยวิญญาณของเขาและ</w:t>
      </w:r>
    </w:p>
    <w:p w:rsidR="00A15E01" w:rsidRDefault="00C27D9F" w:rsidP="00CE7F2A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เครื่องนุ่งห่มที่หรูหรานั้นหาใช่สัญญาณแห่งการเป็นมนุษย์ไม่</w:t>
      </w:r>
      <w:r w:rsidR="00A15E01">
        <w:rPr>
          <w:rFonts w:cs="Cordia New" w:hint="cs"/>
          <w:szCs w:val="40"/>
          <w:cs/>
        </w:rPr>
        <w:t>”</w:t>
      </w:r>
    </w:p>
    <w:p w:rsidR="00CE7F2A" w:rsidRDefault="00CE7F2A" w:rsidP="00CE7F2A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A15E01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การเกิดมาเป็นมนุษย์ชาติ</w:t>
      </w:r>
      <w:r w:rsidR="00F92D55">
        <w:t xml:space="preserve"> </w:t>
      </w:r>
      <w:r w:rsidRPr="00C27D9F">
        <w:rPr>
          <w:rFonts w:hint="cs"/>
          <w:cs/>
        </w:rPr>
        <w:t>มิได้ทำให้เขาเป็นมนุษย์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นอกจากว่า</w:t>
      </w:r>
      <w:r w:rsidR="00F92D55">
        <w:t xml:space="preserve"> </w:t>
      </w:r>
      <w:r w:rsidRPr="00C27D9F">
        <w:rPr>
          <w:rFonts w:hint="cs"/>
          <w:cs/>
        </w:rPr>
        <w:t>เขามีขีดความสามารถในการที่จะมีชีวิตอยู่อย่างมนุษย์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ในทำนองเดียวกัน</w:t>
      </w:r>
      <w:r w:rsidR="00A15E01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เขาก็มีขีด</w:t>
      </w:r>
    </w:p>
    <w:p w:rsidR="00C27D9F" w:rsidRPr="00C27D9F" w:rsidRDefault="00C27D9F" w:rsidP="00A15E0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ความสามารถในฐานะมีชีวิตอยู่อย่างผู้เรียนรู้</w:t>
      </w:r>
      <w:r w:rsidR="00F92D55">
        <w:t xml:space="preserve"> </w:t>
      </w:r>
      <w:r w:rsidRPr="00C27D9F">
        <w:rPr>
          <w:rFonts w:hint="cs"/>
          <w:cs/>
        </w:rPr>
        <w:t>มนุษยชาติอย่างนี้ไม่สามารถที่จะแสดงให้เราเห็นได้โดยทางชีววิทยาหรือในทางร่างกายบางสิ่งบางอย่างมันเป็นสิ่งซึ่งปฏิเสธไม่ได้</w:t>
      </w:r>
      <w:r w:rsidR="00F92D55">
        <w:t xml:space="preserve"> </w:t>
      </w:r>
      <w:r w:rsidRPr="00C27D9F">
        <w:rPr>
          <w:rFonts w:hint="cs"/>
          <w:cs/>
        </w:rPr>
        <w:t>ถึงแม้ว่า</w:t>
      </w:r>
      <w:r w:rsidR="00F92D55">
        <w:t xml:space="preserve"> </w:t>
      </w:r>
      <w:r w:rsidRPr="00C27D9F">
        <w:rPr>
          <w:rFonts w:hint="cs"/>
          <w:cs/>
        </w:rPr>
        <w:t>โดยส่วนมากจากสำนักแนวคิดของพวกวัตถุนิยมก็ตาม</w:t>
      </w:r>
      <w:r w:rsidR="00F92D55">
        <w:t xml:space="preserve"> </w:t>
      </w:r>
      <w:r w:rsidR="00F92D55">
        <w:rPr>
          <w:rFonts w:hint="cs"/>
          <w:cs/>
        </w:rPr>
        <w:t>และจนกระทั่</w:t>
      </w:r>
      <w:r w:rsidRPr="00C27D9F">
        <w:rPr>
          <w:rFonts w:hint="cs"/>
          <w:cs/>
        </w:rPr>
        <w:t>งบัดนี้ก็ไม่มีสิ่งใดที่จะเป็นบรรทัดฐาน</w:t>
      </w:r>
    </w:p>
    <w:p w:rsidR="00F92D55" w:rsidRDefault="00C27D9F" w:rsidP="00F92D55">
      <w:pPr>
        <w:pStyle w:val="libNormal"/>
        <w:ind w:firstLine="0"/>
      </w:pPr>
      <w:r w:rsidRPr="00C27D9F">
        <w:rPr>
          <w:rFonts w:hint="cs"/>
          <w:cs/>
        </w:rPr>
        <w:t>สำหรับมันได้</w:t>
      </w:r>
    </w:p>
    <w:p w:rsidR="00CE7F2A" w:rsidRDefault="00CE7F2A" w:rsidP="00F92D55">
      <w:pPr>
        <w:pStyle w:val="libNormal"/>
        <w:ind w:firstLine="0"/>
        <w:rPr>
          <w:rFonts w:cs="Cordia New"/>
          <w:szCs w:val="40"/>
        </w:rPr>
      </w:pPr>
    </w:p>
    <w:p w:rsidR="00CE7F2A" w:rsidRDefault="00C27D9F" w:rsidP="00F92D55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เราเริ่มต้นสนทนากับแนวคิดทางสติปัญญากันบ้าง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อันเนื่องมาจากนักปรัชญาโบราณทั้งหลายได้กล่าวว่า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ปัจจัยสำคัญของมนุษย์คือสติปัญญาของเขาเช่นเดียวกับร่างกายของมนุษย์ที่มิได้เป็นส่วนหนึ่งของบุคลิกภาพของเขา</w:t>
      </w:r>
      <w:r w:rsidR="00F92D55" w:rsidRPr="00C27D9F">
        <w:rPr>
          <w:rFonts w:cs="Times New Roman"/>
          <w:lang w:bidi="ar-SA"/>
        </w:rPr>
        <w:t>,</w:t>
      </w:r>
      <w:r w:rsidR="00F92D55" w:rsidRPr="00C27D9F">
        <w:rPr>
          <w:rFonts w:hint="cs"/>
          <w:cs/>
        </w:rPr>
        <w:t xml:space="preserve"> วิญญาณของเขาและลักษณะพิเศษในทางจิตวิทย</w:t>
      </w:r>
      <w:r w:rsidR="00F92D55" w:rsidRPr="00C27D9F">
        <w:rPr>
          <w:cs/>
        </w:rPr>
        <w:t>า</w:t>
      </w:r>
      <w:r w:rsidRPr="00C27D9F">
        <w:rPr>
          <w:rFonts w:hint="cs"/>
          <w:cs/>
        </w:rPr>
        <w:t>ของเขา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ก็เช่นเดียวกันหาได้เป็นส่วนหนึ่งแห่งบุคลิกภาพอันแท้จริงของเขาไม่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เว้นแต่พลังทางความคิดของเขาเท่านั้นที่เป็นเครื่องวัดของบุคลิกภาพเช่นว่านั้นสิ่งที่เขามองเห็นด้วยตาเของเขาเองทั้งหลาย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มิใช่อื่นใดเลยเว้นแต่เป็นสิ่งประกอบและกระบวนการสำหรับความคิดของเขาเท่านั้น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E7F2A" w:rsidRDefault="00CE7F2A" w:rsidP="00F92D55">
      <w:pPr>
        <w:pStyle w:val="libNormal"/>
        <w:ind w:firstLine="0"/>
      </w:pPr>
    </w:p>
    <w:p w:rsidR="00C27D9F" w:rsidRDefault="00F92D55" w:rsidP="00F92D55">
      <w:pPr>
        <w:pStyle w:val="libNormal"/>
        <w:ind w:firstLine="0"/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ตราบเท่าที่เป็นความปรารถนาสำหรับเขามนุษย์ผู้สมบูรณ์เขาคือผู้ซึ่งได้บรรลุถึงความสมบูรณ์ใน</w:t>
      </w:r>
    </w:p>
    <w:p w:rsidR="00CE7F2A" w:rsidRPr="00C27D9F" w:rsidRDefault="00CE7F2A" w:rsidP="00F92D55">
      <w:pPr>
        <w:pStyle w:val="libNormal"/>
        <w:ind w:firstLine="0"/>
        <w:rPr>
          <w:rFonts w:cs="Times New Roman"/>
          <w:lang w:bidi="ar-SA"/>
        </w:rPr>
      </w:pPr>
    </w:p>
    <w:p w:rsidR="00C27D9F" w:rsidRPr="00C27D9F" w:rsidRDefault="00C27D9F" w:rsidP="00F92D55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ความคิดและมีความเข้าใจโลกแห่งการดำรงอยู่ตามความเป็นไปของมัน</w:t>
      </w:r>
      <w:r w:rsidR="00F92D55" w:rsidRPr="00C27D9F">
        <w:rPr>
          <w:rFonts w:cs="Times New Roman"/>
          <w:lang w:bidi="ar-SA"/>
        </w:rPr>
        <w:t>,</w:t>
      </w:r>
      <w:r w:rsidR="00F92D55" w:rsidRPr="00C27D9F">
        <w:rPr>
          <w:rFonts w:hint="cs"/>
          <w:cs/>
        </w:rPr>
        <w:t xml:space="preserve"> ตามความคิดของแนวคิดสำนักนี้สติปัญญามีความสามารถเข้าใจความเป็นจริงของโลกได้อย่างแจ่มแจ้งและสามารถเป็นได</w:t>
      </w:r>
      <w:r w:rsidR="00F92D55" w:rsidRPr="00C27D9F">
        <w:rPr>
          <w:cs/>
        </w:rPr>
        <w:t>้</w:t>
      </w:r>
      <w:r w:rsidRPr="00C27D9F">
        <w:rPr>
          <w:rFonts w:hint="cs"/>
          <w:cs/>
        </w:rPr>
        <w:t>เหมือนดังกระจกเงาที่สะท้อนภาพแห่งความจริงที่เป็นความเที่ยงแท้ในตัวของมันเองบรรดานัก</w:t>
      </w:r>
    </w:p>
    <w:p w:rsidR="00F92D55" w:rsidRDefault="00C27D9F" w:rsidP="00F92D55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ปรัชญาอิสลามซึ่งได้ยอมรับแนวความคิดนี้เชื่อว่านี่คือสิ่งที่เป็นความหมายของการศรัทธาในอิสลามซึ่งได้มีกล่าวในคัมภีร์อัลกุรอานตามความคิดของพวกเขามัน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ความเข้าใจจักรวาล</w:t>
      </w:r>
      <w:r w:rsidR="00F92D55" w:rsidRPr="00C27D9F">
        <w:rPr>
          <w:rFonts w:cs="Times New Roman"/>
          <w:lang w:bidi="ar-SA"/>
        </w:rPr>
        <w:t>,</w:t>
      </w:r>
      <w:r w:rsidR="00F92D55" w:rsidRPr="00C27D9F">
        <w:rPr>
          <w:rFonts w:hint="cs"/>
          <w:cs/>
        </w:rPr>
        <w:t xml:space="preserve"> รากฐานเดิมของมัน</w:t>
      </w:r>
      <w:r w:rsidR="00F92D55" w:rsidRPr="00C27D9F">
        <w:t>,</w:t>
      </w:r>
      <w:r w:rsidR="00F92D55" w:rsidRPr="00C27D9F">
        <w:rPr>
          <w:rFonts w:hint="cs"/>
          <w:cs/>
        </w:rPr>
        <w:t xml:space="preserve"> และวิธีการดำเนินงานของมัน</w:t>
      </w:r>
      <w:r w:rsidR="00F92D55" w:rsidRPr="00C27D9F">
        <w:t>,</w:t>
      </w:r>
      <w:r w:rsidR="00F92D55" w:rsidRPr="00C27D9F">
        <w:rPr>
          <w:rFonts w:hint="cs"/>
          <w:cs/>
        </w:rPr>
        <w:t xml:space="preserve"> ระบบของมัน</w:t>
      </w:r>
      <w:r w:rsidR="00F92D55" w:rsidRPr="00C27D9F">
        <w:t>,</w:t>
      </w:r>
      <w:r w:rsidR="00F92D55" w:rsidRPr="00C27D9F">
        <w:rPr>
          <w:rFonts w:hint="cs"/>
          <w:cs/>
        </w:rPr>
        <w:t xml:space="preserve"> ทิศทางในการกลับคืนของมั</w:t>
      </w:r>
      <w:r w:rsidR="00F92D55" w:rsidRPr="00C27D9F">
        <w:rPr>
          <w:cs/>
        </w:rPr>
        <w:t>น</w:t>
      </w:r>
      <w:r w:rsidRPr="00C27D9F">
        <w:rPr>
          <w:rFonts w:cs="Times New Roman"/>
          <w:lang w:bidi="ar-SA"/>
        </w:rPr>
        <w:t>,</w:t>
      </w:r>
    </w:p>
    <w:p w:rsidR="00C27D9F" w:rsidRPr="00C27D9F" w:rsidRDefault="00C27D9F" w:rsidP="00F92D55">
      <w:pPr>
        <w:pStyle w:val="libNormal"/>
        <w:ind w:firstLine="0"/>
        <w:rPr>
          <w:rFonts w:cs="Times New Roman"/>
          <w:lang w:bidi="ar-SA"/>
        </w:rPr>
      </w:pPr>
    </w:p>
    <w:p w:rsidR="00F92D55" w:rsidRDefault="00C27D9F" w:rsidP="00F92D55">
      <w:pPr>
        <w:pStyle w:val="libNormal"/>
      </w:pPr>
      <w:r w:rsidRPr="00C27D9F">
        <w:rPr>
          <w:rFonts w:hint="cs"/>
          <w:cs/>
        </w:rPr>
        <w:t>ศรัทธาในพระผู้เป็นเจ้าและบรรดามลาอิก</w:t>
      </w:r>
      <w:r w:rsidR="00F92D55">
        <w:rPr>
          <w:rFonts w:hint="cs"/>
          <w:cs/>
        </w:rPr>
        <w:t>ะ</w:t>
      </w:r>
      <w:r w:rsidRPr="00C27D9F">
        <w:rPr>
          <w:rFonts w:hint="cs"/>
          <w:cs/>
        </w:rPr>
        <w:t>ฮ์ของพระองค์ในฐานะที่เป็นขั้นตอนทั้งหลายของการดำรงอยู่ศรัทธาในโลกนี้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ในฐานะที่เป็นสิ่งถูกสร้างอย่างหนึ่ง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ศรัทธาในความคิดที่ว่าพระผู้เป็นเจ้ามิได้ปล่อยให้โลกนี้เป็นไปเอง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ได้ชี้นำโดยผ่านบรรดาศาสดาทั้งหลายและศรัทธาในความจริงที่ว่าทุกสรรพสิ่งล้วนมาจากพระผู้เป็นเจ้าและจะกลับคืนสู่พระองค์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กล่าวคือ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ฟื้นคืนชีพขึ้นมาใหม่นักปรัชญาและเป็นไปอย่างกว้างๆละมิได้เป็นไปตามแนวของวิทยาศาสตร์ซึ่งเป็นความเข้าใจอย่างมีอคติ</w:t>
      </w:r>
      <w:r w:rsidRPr="00C27D9F">
        <w:rPr>
          <w:cs/>
        </w:rPr>
        <w:t>(</w:t>
      </w:r>
      <w:r w:rsidRPr="00C27D9F">
        <w:rPr>
          <w:rFonts w:hint="cs"/>
          <w:cs/>
        </w:rPr>
        <w:t>ผิดพลาด</w:t>
      </w:r>
      <w:r w:rsidRPr="00C27D9F">
        <w:rPr>
          <w:cs/>
        </w:rPr>
        <w:t>)</w:t>
      </w:r>
    </w:p>
    <w:p w:rsidR="00CE7F2A" w:rsidRDefault="00CE7F2A" w:rsidP="00F92D55">
      <w:pPr>
        <w:pStyle w:val="libNormal"/>
        <w:rPr>
          <w:rFonts w:cs="Cordia New"/>
          <w:szCs w:val="40"/>
        </w:rPr>
      </w:pPr>
    </w:p>
    <w:p w:rsidR="00CE7F2A" w:rsidRDefault="00C27D9F" w:rsidP="00F92D55">
      <w:pPr>
        <w:pStyle w:val="libNormal"/>
        <w:rPr>
          <w:cs/>
        </w:rPr>
      </w:pPr>
      <w:r w:rsidRPr="00C27D9F">
        <w:rPr>
          <w:rFonts w:hint="cs"/>
          <w:cs/>
        </w:rPr>
        <w:t>บรรดาสำนักแนวคิดที่พากันไม่เห็นด้วยกันกับแนวคิดทางสติปัญญาก็คือกลุ่มผู้ให้ความกระจ่างหรือพวกนักปรัชญาที่ปฏิบัติตามแนวทางของเพลโตบรรดาอารีฟและบรรดาสำนักแห่งความรัก</w:t>
      </w:r>
      <w:r w:rsidR="00F92D55">
        <w:rPr>
          <w:rFonts w:hint="cs"/>
          <w:cs/>
        </w:rPr>
        <w:t xml:space="preserve"> 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F92D55" w:rsidRDefault="00F92D55" w:rsidP="00F92D55">
      <w:pPr>
        <w:pStyle w:val="libNormal"/>
      </w:pPr>
    </w:p>
    <w:p w:rsidR="00F92D55" w:rsidRDefault="00C27D9F" w:rsidP="00F92D55">
      <w:pPr>
        <w:pStyle w:val="libNormal"/>
        <w:ind w:firstLine="0"/>
      </w:pPr>
      <w:r w:rsidRPr="00C27D9F">
        <w:rPr>
          <w:rFonts w:hint="cs"/>
          <w:cs/>
        </w:rPr>
        <w:t>ตลอดจนบรรดาสำนักรายงานอัลฮะดีษในยุคสมัยใหม่และเมื่อสี่ศตวรรษที่ผ่านมา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สำนักแนวสอนความสำนึกได้ลุกขึ้นต่อต้านสำนักทางสติปัญญาและพากันอ้างว่า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สติปัญญาอยู่ในการรับใช้ของความสำนึกทั้งหลายและสามารถใช้ให้เป็นประโยชน์ได้ก็ด้วยผลิตผลของความสำนึกเท่านั้นเช่นเดียวกับโรงงานที่ผลิตทางสติปัญญาก็พากันยึดมั</w:t>
      </w:r>
      <w:r w:rsidR="00F92D55">
        <w:rPr>
          <w:rFonts w:hint="cs"/>
          <w:cs/>
        </w:rPr>
        <w:t>่</w:t>
      </w:r>
      <w:r w:rsidRPr="00C27D9F">
        <w:rPr>
          <w:rFonts w:hint="cs"/>
          <w:cs/>
        </w:rPr>
        <w:t>นในตัวเองด้วยการต่อต้านการโจมตีต่างๆนานา</w:t>
      </w:r>
    </w:p>
    <w:p w:rsidR="00CE7F2A" w:rsidRDefault="00CE7F2A" w:rsidP="00F92D55">
      <w:pPr>
        <w:pStyle w:val="libNormal"/>
        <w:ind w:firstLine="0"/>
      </w:pPr>
    </w:p>
    <w:p w:rsidR="00C27D9F" w:rsidRDefault="00C27D9F" w:rsidP="00F92D55">
      <w:pPr>
        <w:pStyle w:val="libNormal"/>
        <w:ind w:firstLine="0"/>
      </w:pPr>
      <w:r w:rsidRPr="00C27D9F">
        <w:rPr>
          <w:rFonts w:hint="cs"/>
          <w:cs/>
        </w:rPr>
        <w:t>ขอให้เรามาดูกันว่าแนวคิดทางสติปัญญาเมื่อเปรียบเทียบกับแนวคิดแห่งอิสลาม</w:t>
      </w:r>
    </w:p>
    <w:p w:rsidR="00CE7F2A" w:rsidRPr="00C27D9F" w:rsidRDefault="00CE7F2A" w:rsidP="00F92D55">
      <w:pPr>
        <w:pStyle w:val="libNormal"/>
        <w:ind w:firstLine="0"/>
        <w:rPr>
          <w:rFonts w:cs="Times New Roman"/>
          <w:lang w:bidi="ar-SA"/>
        </w:rPr>
      </w:pPr>
    </w:p>
    <w:p w:rsidR="00F92D55" w:rsidRDefault="00C27D9F" w:rsidP="00F92D55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เป้าหมายแรกคือ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คุณค่าของความมีเหตุผลและความแท้จริงจากความเข้าใจของปัญญาชนหลายสำนักได้ปฏิเสธการมีเหตุผลดังกล่าวนี้ของสติปัญญาในตำราทั้งหลายของอิสลาม</w:t>
      </w:r>
      <w:r w:rsidR="00F92D55" w:rsidRPr="00C27D9F">
        <w:rPr>
          <w:rFonts w:cs="Times New Roman"/>
          <w:lang w:bidi="ar-SA"/>
        </w:rPr>
        <w:t>,</w:t>
      </w:r>
      <w:r w:rsidR="00F92D55" w:rsidRPr="00C27D9F">
        <w:rPr>
          <w:rFonts w:hint="cs"/>
          <w:cs/>
        </w:rPr>
        <w:t xml:space="preserve"> อย่างไรก็ตามเร</w:t>
      </w:r>
      <w:r w:rsidR="00F92D55" w:rsidRPr="00C27D9F">
        <w:rPr>
          <w:cs/>
        </w:rPr>
        <w:t>า</w:t>
      </w:r>
      <w:r w:rsidRPr="00C27D9F">
        <w:rPr>
          <w:rFonts w:hint="cs"/>
          <w:cs/>
        </w:rPr>
        <w:t>ข้ามผ่านการสนับสนุนความผิดธรรมดาของสิตปัญญาซึ่งไม่พบในศาสนาหนึ่งศาสนาใดเลย</w:t>
      </w:r>
      <w:r w:rsidRPr="00C27D9F">
        <w:rPr>
          <w:rFonts w:cs="Times New Roman"/>
          <w:lang w:bidi="ar-SA"/>
        </w:rPr>
        <w:t>,</w:t>
      </w:r>
    </w:p>
    <w:p w:rsidR="00F92D55" w:rsidRPr="00CE7F2A" w:rsidRDefault="00F92D55" w:rsidP="00CE7F2A">
      <w:pPr>
        <w:pStyle w:val="libNormal"/>
        <w:ind w:firstLine="0"/>
      </w:pPr>
    </w:p>
    <w:p w:rsidR="00CE7F2A" w:rsidRDefault="00C27D9F" w:rsidP="00F92D55">
      <w:pPr>
        <w:pStyle w:val="libNormal"/>
      </w:pPr>
      <w:r w:rsidRPr="00C27D9F">
        <w:rPr>
          <w:rFonts w:hint="cs"/>
          <w:cs/>
        </w:rPr>
        <w:t>การเปรียบเทียบคริสตศาสนากับอิสลามท่านจะเห็นว่าคริสตศาสนากำหนดให้สติปัญญาไม่มีสิทธิที่จะเข้าและแทรกแซงในเรื่องราวต่างๆที่สัมพันธ์ต่อความศรัทธาและมันเป็นหน้าที่ของบาทหลวงเท</w:t>
      </w:r>
      <w:r w:rsidR="00F92D55">
        <w:rPr>
          <w:rFonts w:hint="cs"/>
          <w:cs/>
        </w:rPr>
        <w:t>่านั้นที่จะตรวจสอบทุกๆผลสะท้อนและ</w:t>
      </w:r>
      <w:r w:rsidRPr="00C27D9F">
        <w:rPr>
          <w:rFonts w:hint="cs"/>
          <w:cs/>
        </w:rPr>
        <w:t>การหาเหตุผลในปัญหาของความศรัทธา</w:t>
      </w:r>
    </w:p>
    <w:p w:rsidR="00CE7F2A" w:rsidRDefault="00CE7F2A" w:rsidP="00F92D55">
      <w:pPr>
        <w:pStyle w:val="libNormal"/>
      </w:pPr>
    </w:p>
    <w:p w:rsidR="00CE7F2A" w:rsidRDefault="00CE7F2A" w:rsidP="00F92D55">
      <w:pPr>
        <w:pStyle w:val="libNormal"/>
      </w:pPr>
    </w:p>
    <w:p w:rsidR="00CE7F2A" w:rsidRDefault="00CE7F2A" w:rsidP="00F92D55">
      <w:pPr>
        <w:pStyle w:val="libNormal"/>
        <w:rPr>
          <w:cs/>
        </w:rPr>
      </w:pP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F92D55" w:rsidRDefault="00C27D9F" w:rsidP="00F92D55">
      <w:pPr>
        <w:pStyle w:val="libNormal"/>
      </w:pPr>
      <w:r w:rsidRPr="00C27D9F">
        <w:rPr>
          <w:rFonts w:hint="cs"/>
          <w:cs/>
        </w:rPr>
        <w:lastRenderedPageBreak/>
        <w:t>ในทางตรงกันข้ามศาสนาอิสลามมีความเชื่อว่าไม่สิ่งใดนอกจากสติปัญญามีสิทธิที่จะเข้าแทรกแซงในศาสดาดังตัวอย่างเช่น</w:t>
      </w:r>
    </w:p>
    <w:p w:rsidR="00C27D9F" w:rsidRPr="00F92D55" w:rsidRDefault="00C27D9F" w:rsidP="00F92D55">
      <w:pPr>
        <w:pStyle w:val="libNormal"/>
        <w:ind w:firstLine="0"/>
      </w:pPr>
      <w:r w:rsidRPr="00C27D9F">
        <w:rPr>
          <w:rFonts w:hint="cs"/>
          <w:cs/>
        </w:rPr>
        <w:t>เมื่อท่านถูกถามในเรื่องที่ว่าท่านได้เข้ามาสู่ความเชื่อความศรัทธาได้อย่างไรในหลักการแรกซึ่งเป็นความเชื่อในพระผู้เป็นเจ้าองค์เดียว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คำตอบของท่านก็จะต้องมีเพียงว่ามันเป็นการผ่านทางสติปัญญาเท่านั้น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ถ้าเหตุผลของท่านตั้งอยู่บนการเอาเยี่ยงอย่างหรือศรัทธาตามแบบของบรรพบุรุษหรือบรรดาผู้อาวุโสและปฏิบัติตามแบบอย่างของผู้อื่นทั้งหลายแล้วไซร้ความเชื่อเช่นนี้ก็</w:t>
      </w:r>
    </w:p>
    <w:p w:rsidR="00F92D55" w:rsidRDefault="00C27D9F" w:rsidP="00F92D55">
      <w:pPr>
        <w:pStyle w:val="libNormal"/>
        <w:ind w:firstLine="0"/>
      </w:pPr>
      <w:r w:rsidRPr="00C27D9F">
        <w:rPr>
          <w:rFonts w:hint="cs"/>
          <w:cs/>
        </w:rPr>
        <w:t>จะไม่ถูกยอมรับและมันควรจะต้องมีความเชื่อมาโดยผ่านการใช้เหตุผลเท่านั้น</w:t>
      </w:r>
    </w:p>
    <w:p w:rsidR="00CE7F2A" w:rsidRDefault="00CE7F2A" w:rsidP="00F92D55">
      <w:pPr>
        <w:pStyle w:val="libNormal"/>
        <w:ind w:firstLine="0"/>
        <w:rPr>
          <w:rFonts w:cs="Cordia New"/>
          <w:szCs w:val="40"/>
        </w:rPr>
      </w:pPr>
    </w:p>
    <w:p w:rsidR="00F92D55" w:rsidRDefault="00C27D9F" w:rsidP="00F92D55">
      <w:pPr>
        <w:pStyle w:val="libNormal"/>
        <w:ind w:firstLine="0"/>
      </w:pPr>
      <w:r w:rsidRPr="00C27D9F">
        <w:rPr>
          <w:rFonts w:hint="cs"/>
          <w:cs/>
        </w:rPr>
        <w:t>อัลกุรอานได้กล่าวยืนยันอย่างแน่วแน่ในเรื่องของการใช้เหตุผลตลอดจน</w:t>
      </w:r>
    </w:p>
    <w:p w:rsidR="00C27D9F" w:rsidRPr="00C27D9F" w:rsidRDefault="00C27D9F" w:rsidP="00F92D55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อัลฮะดีษ</w:t>
      </w:r>
      <w:r w:rsidRPr="00C27D9F">
        <w:rPr>
          <w:cs/>
        </w:rPr>
        <w:t>(</w:t>
      </w:r>
      <w:r w:rsidRPr="00C27D9F">
        <w:rPr>
          <w:rFonts w:hint="cs"/>
          <w:cs/>
        </w:rPr>
        <w:t>สุนนะฮ์</w:t>
      </w:r>
      <w:r w:rsidRPr="00C27D9F">
        <w:rPr>
          <w:cs/>
        </w:rPr>
        <w:t>)</w:t>
      </w:r>
      <w:r w:rsidRPr="00C27D9F">
        <w:rPr>
          <w:rFonts w:hint="cs"/>
          <w:cs/>
        </w:rPr>
        <w:t>ทั้งหลายก็เช่นเดียวกันได้พิจารณาให้สติปัญญาเป็นความสำคัญอย่างมากที่สุดเท่าที่จะมากได้ซึ่ง</w:t>
      </w:r>
      <w:r w:rsidR="00F92D55">
        <w:rPr>
          <w:rFonts w:hint="cs"/>
          <w:cs/>
        </w:rPr>
        <w:t>ซู</w:t>
      </w:r>
      <w:r w:rsidRPr="00C27D9F">
        <w:rPr>
          <w:rFonts w:hint="cs"/>
          <w:cs/>
        </w:rPr>
        <w:t>เราะฮ์แรกของอัลกุรอานก็</w:t>
      </w:r>
    </w:p>
    <w:p w:rsidR="00F92D55" w:rsidRDefault="00C27D9F" w:rsidP="00F92D55">
      <w:pPr>
        <w:pStyle w:val="libNormal"/>
        <w:ind w:firstLine="0"/>
      </w:pPr>
      <w:r w:rsidRPr="00C27D9F">
        <w:rPr>
          <w:rFonts w:hint="cs"/>
          <w:cs/>
        </w:rPr>
        <w:t>ได้ยกให้กับสติปัญญา</w:t>
      </w:r>
    </w:p>
    <w:p w:rsidR="00CE7F2A" w:rsidRDefault="00CE7F2A" w:rsidP="00F92D55">
      <w:pPr>
        <w:pStyle w:val="libNormal"/>
        <w:ind w:firstLine="0"/>
      </w:pPr>
    </w:p>
    <w:p w:rsidR="00F92D55" w:rsidRDefault="00F92D55" w:rsidP="00F92D55">
      <w:pPr>
        <w:pStyle w:val="libNormal"/>
        <w:ind w:firstLine="0"/>
      </w:pP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ท่านอิมามมูซาบินยะอ์ฟัรกล่าวว่</w:t>
      </w:r>
      <w:r w:rsidRPr="00C27D9F">
        <w:rPr>
          <w:cs/>
        </w:rPr>
        <w:t>า</w:t>
      </w:r>
      <w:r w:rsidR="00C27D9F" w:rsidRPr="00C27D9F">
        <w:rPr>
          <w:cs/>
        </w:rPr>
        <w:t xml:space="preserve"> </w:t>
      </w:r>
    </w:p>
    <w:p w:rsidR="00F92D55" w:rsidRDefault="00C27D9F" w:rsidP="00F92D55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“</w:t>
      </w:r>
      <w:r w:rsidR="00F92D55" w:rsidRPr="00C27D9F">
        <w:rPr>
          <w:rFonts w:hint="cs"/>
          <w:cs/>
        </w:rPr>
        <w:t xml:space="preserve">อัลลอฮฺ </w:t>
      </w:r>
      <w:r w:rsidR="00F92D55" w:rsidRPr="00C27D9F">
        <w:rPr>
          <w:cs/>
        </w:rPr>
        <w:t>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บ</w:t>
      </w:r>
      <w:r w:rsidR="00F92D55" w:rsidRPr="00C27D9F">
        <w:rPr>
          <w:rFonts w:hint="cs"/>
          <w:cs/>
        </w:rPr>
        <w:t xml:space="preserve">) ได้ทำให้มีสัญญาณสองอย่างสำหรับมนุษย์การสื่อสารภายในซึ่งก็คือสติปัญญาของมนุษย์และการสื่อสารที่อยู่ภายนอกซึ่งหมายถึงบรรดามนุษย์เหล่านั้น </w:t>
      </w:r>
      <w:r w:rsidR="00F92D55" w:rsidRPr="00C27D9F">
        <w:rPr>
          <w:cs/>
        </w:rPr>
        <w:t>(</w:t>
      </w:r>
      <w:r w:rsidRPr="00C27D9F">
        <w:rPr>
          <w:rFonts w:hint="cs"/>
          <w:cs/>
        </w:rPr>
        <w:t>คือบรรดาศาสดาทั้งหลาย</w:t>
      </w:r>
      <w:r w:rsidR="00F92D55" w:rsidRPr="00C27D9F">
        <w:rPr>
          <w:rFonts w:hint="cs"/>
          <w:cs/>
        </w:rPr>
        <w:t>) ผู้ซึ่งถูกส่งมาเพื่อชี้นำมนุษย์ทั้งหลา</w:t>
      </w:r>
      <w:r w:rsidR="00F92D55" w:rsidRPr="00C27D9F">
        <w:rPr>
          <w:cs/>
        </w:rPr>
        <w:t>ย</w:t>
      </w:r>
      <w:r w:rsidRPr="00C27D9F">
        <w:rPr>
          <w:rFonts w:cs="Times New Roman" w:hint="eastAsia"/>
          <w:lang w:bidi="ar-SA"/>
        </w:rPr>
        <w:t>”</w:t>
      </w:r>
    </w:p>
    <w:p w:rsidR="00F92D55" w:rsidRPr="00F92D55" w:rsidRDefault="00F92D55" w:rsidP="00F92D55">
      <w:pPr>
        <w:pStyle w:val="libNormal"/>
        <w:ind w:firstLine="0"/>
        <w:rPr>
          <w:rFonts w:cs="Cordia New"/>
          <w:szCs w:val="40"/>
        </w:rPr>
      </w:pPr>
    </w:p>
    <w:p w:rsidR="00F92D55" w:rsidRDefault="00F92D55">
      <w:pPr>
        <w:rPr>
          <w:rFonts w:ascii="Angsana New" w:hAnsi="Angsana New"/>
          <w:sz w:val="32"/>
          <w:szCs w:val="32"/>
        </w:rPr>
      </w:pPr>
      <w:r>
        <w:br w:type="page"/>
      </w:r>
    </w:p>
    <w:p w:rsidR="00C27D9F" w:rsidRPr="00C27D9F" w:rsidRDefault="00C27D9F" w:rsidP="00F92D55">
      <w:pPr>
        <w:pStyle w:val="libNormal"/>
        <w:ind w:firstLine="0"/>
        <w:rPr>
          <w:rFonts w:cs="Times New Roman"/>
          <w:lang w:bidi="ar-SA"/>
        </w:rPr>
      </w:pPr>
    </w:p>
    <w:p w:rsidR="00C27D9F" w:rsidRPr="00C27D9F" w:rsidRDefault="00C27D9F" w:rsidP="007A0080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สัญญาณทั้งสองเหล่านี้เป็นส่วนประกอบที่ครบองค์แก่กันและและถ้าปราศจากสองอย่างนั้น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มนุษย์ก็มิสามารถที่จะได้มาซึ่งความสุขสบายได้บางครั้งมีคำกล่าวกันว่า</w:t>
      </w:r>
      <w:r w:rsidR="00F92D55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หลับนอนของผู้ฉลาดมีคุณค่ากว่าการนมาซของผู้โง่เขลาและการยับยั้งจากการถือศีลอดของผู้ฉลาดดีกว่าการถือศีลอดของผู้โง่เขลาและการคงที่อยู่เฉยๆของเขาเป็นการฉลาดยิ่งกว่าการเคลื่อนไหวของคนโง่ไม่มีศาสดาท่านใดที่จะได้รับคำสั่งจากพระผู้เป็นเจ้าก่อนที่ท่านจะได้รับความสูงส่งทางด้านสติปัญญาไหวพริบและความฉลาด</w:t>
      </w:r>
      <w:r w:rsidR="007A0080">
        <w:rPr>
          <w:rFonts w:cstheme="minorBidi" w:hint="cs"/>
          <w:rtl/>
          <w:lang w:bidi="fa-IR"/>
        </w:rPr>
        <w:t xml:space="preserve"> </w:t>
      </w:r>
      <w:r w:rsidRPr="00C27D9F">
        <w:rPr>
          <w:rFonts w:hint="cs"/>
          <w:cs/>
        </w:rPr>
        <w:t>เรายอมรับท่านศาสดา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ในฐานะเป็นผู้ชาญฉลาดที่ได้รับพรจากพระผู้เป็นเจ้าและสิ่งนี้</w:t>
      </w:r>
    </w:p>
    <w:p w:rsidR="007A0080" w:rsidRDefault="00C27D9F" w:rsidP="007A0080">
      <w:pPr>
        <w:pStyle w:val="libNormal"/>
        <w:ind w:firstLine="0"/>
      </w:pPr>
      <w:r w:rsidRPr="00C27D9F">
        <w:rPr>
          <w:rFonts w:hint="cs"/>
          <w:cs/>
        </w:rPr>
        <w:t>อยู่ในข้อที่ตรงกันข้ามกับคริสตศาสนาซึ่งเชื่อในสิ่งที่ว่าสติปัญญากับศาสนาเป็นสิ่งที่แยกกันต่างหากอย่างสิ้นเชิง</w:t>
      </w:r>
    </w:p>
    <w:p w:rsidR="00CE7F2A" w:rsidRDefault="00CE7F2A" w:rsidP="007A0080">
      <w:pPr>
        <w:pStyle w:val="libNormal"/>
        <w:ind w:firstLine="0"/>
        <w:rPr>
          <w:rFonts w:cs="Times New Roman"/>
          <w:rtl/>
          <w:lang w:bidi="ar-SA"/>
        </w:rPr>
      </w:pPr>
    </w:p>
    <w:p w:rsidR="00C27D9F" w:rsidRPr="00C27D9F" w:rsidRDefault="00C27D9F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จากแนวคิดของบรรดานักปรัชญาทั้งหลายถือว่าปัจจัยสำคัญของมนุษย์</w:t>
      </w:r>
      <w:r w:rsidR="007A0080">
        <w:rPr>
          <w:rFonts w:cstheme="minorBidi" w:hint="cs"/>
          <w:rtl/>
          <w:lang w:bidi="fa-IR"/>
        </w:rPr>
        <w:t xml:space="preserve"> </w:t>
      </w:r>
      <w:r w:rsidRPr="00C27D9F">
        <w:rPr>
          <w:rFonts w:hint="cs"/>
          <w:cs/>
        </w:rPr>
        <w:t>คือ</w:t>
      </w:r>
    </w:p>
    <w:p w:rsidR="00C27D9F" w:rsidRDefault="00C27D9F" w:rsidP="007A0080">
      <w:pPr>
        <w:pStyle w:val="libNormal"/>
        <w:ind w:firstLine="0"/>
      </w:pPr>
      <w:r w:rsidRPr="00C27D9F">
        <w:rPr>
          <w:rFonts w:hint="cs"/>
          <w:cs/>
        </w:rPr>
        <w:t>สติปัญญาของเขาและบรรดาสิ่งอื่นทั้งหมดดังเช่นความสำนึก</w:t>
      </w:r>
      <w:r w:rsidR="007A0080" w:rsidRPr="00C27D9F">
        <w:rPr>
          <w:rFonts w:cs="Times New Roman"/>
          <w:lang w:bidi="ar-SA"/>
        </w:rPr>
        <w:t>,</w:t>
      </w:r>
      <w:r w:rsidR="007A0080" w:rsidRPr="00C27D9F">
        <w:rPr>
          <w:rFonts w:hint="cs"/>
          <w:cs/>
        </w:rPr>
        <w:t xml:space="preserve"> ความทรงจำ</w:t>
      </w:r>
      <w:r w:rsidR="007A0080" w:rsidRPr="00C27D9F">
        <w:t>,</w:t>
      </w:r>
      <w:r w:rsidR="007A0080" w:rsidRPr="00C27D9F">
        <w:rPr>
          <w:rFonts w:hint="cs"/>
          <w:cs/>
        </w:rPr>
        <w:t xml:space="preserve"> การจินตนาการ</w:t>
      </w:r>
      <w:r w:rsidR="007A0080" w:rsidRPr="00C27D9F">
        <w:t>,</w:t>
      </w:r>
      <w:r w:rsidR="007A0080" w:rsidRPr="00C27D9F">
        <w:rPr>
          <w:rFonts w:hint="cs"/>
          <w:cs/>
        </w:rPr>
        <w:t xml:space="preserve"> ความเหมาะสมและความสามารถพิเศษเป็นส่วนประกอบและวิถีทางของสติปัญญาดังกล่าวเพียงเท่านั้</w:t>
      </w:r>
      <w:r w:rsidR="007A0080" w:rsidRPr="00C27D9F">
        <w:rPr>
          <w:cs/>
        </w:rPr>
        <w:t>น</w:t>
      </w:r>
    </w:p>
    <w:p w:rsidR="00CE7F2A" w:rsidRPr="00C27D9F" w:rsidRDefault="00CE7F2A" w:rsidP="007A0080">
      <w:pPr>
        <w:pStyle w:val="libNormal"/>
        <w:ind w:firstLine="0"/>
        <w:rPr>
          <w:rFonts w:cs="Times New Roman"/>
          <w:lang w:bidi="ar-SA"/>
        </w:rPr>
      </w:pPr>
    </w:p>
    <w:p w:rsidR="00CE7F2A" w:rsidRDefault="00C27D9F" w:rsidP="007A0080">
      <w:pPr>
        <w:pStyle w:val="libNormal"/>
      </w:pPr>
      <w:r w:rsidRPr="00C27D9F">
        <w:rPr>
          <w:rFonts w:hint="cs"/>
          <w:cs/>
        </w:rPr>
        <w:t>อิสลามมิได้ยืนยันในจุดนี้แต่กล่าวว่าสติปัญญาเป็นหนึ่งในจำนวนกิ่งก้านสาขาทั้งหลายแห</w:t>
      </w:r>
      <w:r w:rsidR="007A0080">
        <w:rPr>
          <w:rFonts w:hint="cs"/>
          <w:cs/>
        </w:rPr>
        <w:t>่</w:t>
      </w:r>
      <w:r w:rsidRPr="00C27D9F">
        <w:rPr>
          <w:rFonts w:hint="cs"/>
          <w:cs/>
        </w:rPr>
        <w:t>งการดำรงอยู่ของมนุษย์และมิใช่ทั้งหมดของมัน</w:t>
      </w:r>
    </w:p>
    <w:p w:rsidR="00CE7F2A" w:rsidRDefault="00CE7F2A" w:rsidP="007A0080">
      <w:pPr>
        <w:pStyle w:val="libNormal"/>
      </w:pPr>
    </w:p>
    <w:p w:rsidR="00CE7F2A" w:rsidRDefault="00CE7F2A" w:rsidP="007A0080">
      <w:pPr>
        <w:pStyle w:val="libNormal"/>
      </w:pPr>
    </w:p>
    <w:p w:rsidR="00CE7F2A" w:rsidRDefault="00CE7F2A" w:rsidP="007A0080">
      <w:pPr>
        <w:pStyle w:val="libNormal"/>
      </w:pPr>
    </w:p>
    <w:p w:rsidR="00CE7F2A" w:rsidRDefault="00CE7F2A" w:rsidP="007A0080">
      <w:pPr>
        <w:pStyle w:val="libNormal"/>
        <w:rPr>
          <w:cs/>
        </w:rPr>
      </w:pP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7A0080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lastRenderedPageBreak/>
        <w:t>ความคิดเห็นของนักปรัชญาทั้งหลายซึ่งได้เปิดเผยว่า</w:t>
      </w:r>
    </w:p>
    <w:p w:rsidR="00C27D9F" w:rsidRPr="00C27D9F" w:rsidRDefault="00C27D9F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ความศรัทธาคือ</w:t>
      </w:r>
      <w:r w:rsidR="007A0080">
        <w:rPr>
          <w:rFonts w:hint="cs"/>
          <w:cs/>
        </w:rPr>
        <w:t xml:space="preserve"> </w:t>
      </w:r>
      <w:r w:rsidRPr="00C27D9F">
        <w:rPr>
          <w:rFonts w:hint="cs"/>
          <w:cs/>
        </w:rPr>
        <w:t>ขอบเขตจำกัดที่นำไปสู่ความเข้าใจเพียงเท่านั้น</w:t>
      </w:r>
      <w:r w:rsidR="007A0080">
        <w:rPr>
          <w:rFonts w:hint="cs"/>
          <w:cs/>
        </w:rPr>
        <w:t xml:space="preserve"> </w:t>
      </w:r>
      <w:r w:rsidRPr="00C27D9F">
        <w:rPr>
          <w:rFonts w:hint="cs"/>
          <w:cs/>
        </w:rPr>
        <w:t>มิได้ตรงกันกับสิ่งที่อิสลามได้กล่าวไว้ในอิสลาม</w:t>
      </w:r>
      <w:r w:rsidR="007A008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ความศรัทธาเป็นความจริงแท้อย่างหนึ่งซึ่งมากยิ่งไปกว่าความเข้าใจมันคือ</w:t>
      </w:r>
      <w:r w:rsidR="007A008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ความโน้มเอียง</w:t>
      </w:r>
      <w:r w:rsidR="007A0080" w:rsidRPr="00C27D9F">
        <w:rPr>
          <w:rFonts w:cs="Times New Roman"/>
          <w:lang w:bidi="ar-SA"/>
        </w:rPr>
        <w:t>,</w:t>
      </w:r>
      <w:r w:rsidR="007A0080" w:rsidRPr="00C27D9F">
        <w:rPr>
          <w:rFonts w:hint="cs"/>
          <w:cs/>
        </w:rPr>
        <w:t xml:space="preserve"> การยอมจำนน</w:t>
      </w:r>
      <w:r w:rsidR="007A0080" w:rsidRPr="00C27D9F">
        <w:t>,</w:t>
      </w:r>
      <w:r w:rsidR="007A0080" w:rsidRPr="00C27D9F">
        <w:rPr>
          <w:rFonts w:hint="cs"/>
          <w:cs/>
        </w:rPr>
        <w:t xml:space="preserve"> การถ่อมตนและพร้อมกับความรักด้วยเช่นกันนักโหราศาสตร์ที่เรียนรู้เรื่องขอ</w:t>
      </w:r>
      <w:r w:rsidR="007A0080" w:rsidRPr="00C27D9F">
        <w:rPr>
          <w:cs/>
        </w:rPr>
        <w:t>ง</w:t>
      </w:r>
    </w:p>
    <w:p w:rsidR="007A0080" w:rsidRDefault="00C27D9F" w:rsidP="007A0080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ดวงดาวทั้งหลาย</w:t>
      </w:r>
      <w:r w:rsidR="007A0080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เขาก็ไม่มีความรักและความเอนเอียงให้แก่มันผู้เชี่ยวชาญในทางแร่ไม่จำเป็นที่จะต้องมีความรู้สึกรักไปยังบ่อแร่และแร่ทั้งหลายบุคคลหนึ่งอาจจะมีความรู้เกี่ยวกับบางสิ่งบางอย่าง</w:t>
      </w:r>
    </w:p>
    <w:p w:rsidR="00C27D9F" w:rsidRPr="00C27D9F" w:rsidRDefault="00C27D9F" w:rsidP="007A0080">
      <w:pPr>
        <w:pStyle w:val="libNormal"/>
        <w:ind w:firstLine="0"/>
        <w:rPr>
          <w:rFonts w:cs="Times New Roman"/>
          <w:lang w:bidi="ar-SA"/>
        </w:rPr>
      </w:pPr>
    </w:p>
    <w:p w:rsidR="00C27D9F" w:rsidRPr="00C27D9F" w:rsidRDefault="00C27D9F" w:rsidP="007A0080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และในเวลาเดียวกัน</w:t>
      </w:r>
      <w:r w:rsidR="007A0080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ไม่ชอบมันในทางการเมืองมีอยู่บ่อยครั้งเสมอที่บุคคลหนึ่งรู้จักศัตรูของเพื่อนคนหนึ่งดีกว่าตัวของเพื่อนเอง</w:t>
      </w:r>
      <w:r w:rsidRPr="00C27D9F">
        <w:rPr>
          <w:cs/>
        </w:rPr>
        <w:t>(</w:t>
      </w:r>
      <w:r w:rsidRPr="00C27D9F">
        <w:rPr>
          <w:rFonts w:hint="cs"/>
          <w:cs/>
        </w:rPr>
        <w:t>บางคนรู้จักศัตรูของผู้อื่นดีกว่าตัวของผู้ที่เป็นศัตรูเองเสียอีก</w:t>
      </w:r>
      <w:r w:rsidRPr="00C27D9F">
        <w:rPr>
          <w:cs/>
        </w:rPr>
        <w:t>)</w:t>
      </w:r>
      <w:r w:rsidRPr="00C27D9F">
        <w:rPr>
          <w:rFonts w:hint="cs"/>
          <w:cs/>
        </w:rPr>
        <w:t>ดังตัวอย่างในอิสราเอลที่นั่นบางที่บรรดาปัจเจกบุคคลซึ่งรู้จักชาวอาหรับและพวกมุสลิมดีกว่าชาย</w:t>
      </w:r>
    </w:p>
    <w:p w:rsidR="00C27D9F" w:rsidRPr="00C27D9F" w:rsidRDefault="00C27D9F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าหรับและพวกมุสลิมเองเสียอีกในทำนองเดียวกันในอียิปต์หรืออารเบียบางครั้งอิสราเอลเป็นผู้เชี่ยวชาญพิเศษ</w:t>
      </w:r>
      <w:r w:rsidR="007A0080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ความเชี่ยวชาญเหล่านี้ได้ทำให้เกิดความฝักใฝ่โน้มเอียงไปยังประเทศที่อยู่ในฐานะเพื่อศึกษาเรียนรู้ของพวกเขาด้วยกระนั้นหรือ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มักจะมีอยู่เสมอที่ความรู้เช่นนี้ผสมผสานไปดับ</w:t>
      </w:r>
    </w:p>
    <w:p w:rsidR="007A0080" w:rsidRDefault="00C27D9F" w:rsidP="007A0080">
      <w:pPr>
        <w:pStyle w:val="libNormal"/>
        <w:ind w:firstLine="0"/>
      </w:pPr>
      <w:r w:rsidRPr="00C27D9F">
        <w:rPr>
          <w:rFonts w:hint="cs"/>
          <w:cs/>
        </w:rPr>
        <w:t>ความเกลียดชัง</w:t>
      </w:r>
      <w:r w:rsidR="007A008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ัมภีร์อัลกุรอานได้ให้ตัวอย่างที่ดีที่สุดสำหรับบรรดาผู้ซึ่งรู้จักพระผู้เป็นเจ้าและบรรดาศาสดาผู้ทรงเกียรติพร้อมกับกฎเกณฑ์อันสำคัญต่างๆของศาสนาอันสูงส่งแต่มนุษย์ส่วนมากยังคงเป็นพวกป่าเถื่อน</w:t>
      </w:r>
    </w:p>
    <w:p w:rsidR="00CE7F2A" w:rsidRDefault="00C27D9F" w:rsidP="007A0080">
      <w:pPr>
        <w:pStyle w:val="libNormal"/>
        <w:ind w:firstLine="0"/>
        <w:rPr>
          <w:cs/>
        </w:rPr>
      </w:pPr>
      <w:r w:rsidRPr="00C27D9F">
        <w:rPr>
          <w:cs/>
        </w:rPr>
        <w:t>(</w:t>
      </w:r>
      <w:r w:rsidRPr="00C27D9F">
        <w:rPr>
          <w:rFonts w:hint="cs"/>
          <w:cs/>
        </w:rPr>
        <w:t>ญาฮิลีญะฮ์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และพวกนอกศาสนา</w:t>
      </w:r>
      <w:r w:rsidRPr="00C27D9F">
        <w:rPr>
          <w:cs/>
        </w:rPr>
        <w:t>(</w:t>
      </w:r>
      <w:r w:rsidRPr="00C27D9F">
        <w:rPr>
          <w:rFonts w:hint="cs"/>
          <w:cs/>
        </w:rPr>
        <w:t>มุชริก</w:t>
      </w:r>
      <w:r w:rsidRPr="00C27D9F">
        <w:rPr>
          <w:cs/>
        </w:rPr>
        <w:t>)</w:t>
      </w:r>
      <w:r w:rsidR="007A0080" w:rsidRPr="00C27D9F">
        <w:rPr>
          <w:rFonts w:cs="Times New Roman"/>
          <w:lang w:bidi="ar-SA"/>
        </w:rPr>
        <w:t>,</w:t>
      </w:r>
      <w:r w:rsidR="007A0080" w:rsidRPr="00C27D9F">
        <w:rPr>
          <w:rFonts w:hint="cs"/>
          <w:cs/>
        </w:rPr>
        <w:t xml:space="preserve"> ซาตานมันไม่รู้จักพระผู้เป็นเจ้าดียิ่งกว่าใครๆอื่นที่ถูกสร้างมาและกระทำการเคารพภักดีพระองค์มานับเป็นเวลาหลายหมื่นปี</w:t>
      </w:r>
      <w:r w:rsidR="007A0080" w:rsidRPr="00C27D9F">
        <w:t>,</w:t>
      </w:r>
      <w:r w:rsidR="007A0080" w:rsidRPr="00C27D9F">
        <w:rPr>
          <w:rFonts w:hint="cs"/>
          <w:cs/>
        </w:rPr>
        <w:t xml:space="preserve"> ไม่ใช่มันดอกหรื</w:t>
      </w:r>
      <w:r w:rsidR="007A0080" w:rsidRPr="00C27D9F">
        <w:rPr>
          <w:cs/>
        </w:rPr>
        <w:t>อ</w:t>
      </w:r>
      <w:r w:rsidR="007A0080">
        <w:rPr>
          <w:rFonts w:hint="cs"/>
          <w:cs/>
        </w:rPr>
        <w:t xml:space="preserve"> </w:t>
      </w:r>
      <w:r w:rsidRPr="00C27D9F">
        <w:rPr>
          <w:rFonts w:hint="cs"/>
          <w:cs/>
        </w:rPr>
        <w:t>ที่ได้อยู่ร่วมกันกับบรรดา</w:t>
      </w:r>
      <w:r w:rsidR="007A0080">
        <w:rPr>
          <w:rFonts w:hint="cs"/>
          <w:cs/>
        </w:rPr>
        <w:t>ม</w:t>
      </w:r>
      <w:r w:rsidRPr="00C27D9F">
        <w:rPr>
          <w:rFonts w:hint="cs"/>
          <w:cs/>
        </w:rPr>
        <w:t>ลาอิกะฮ์มาก่อนเป็นระยะเวลาหลายพันปี</w:t>
      </w:r>
      <w:r w:rsidR="007A0080" w:rsidRPr="00C27D9F">
        <w:rPr>
          <w:rFonts w:cs="Times New Roman"/>
          <w:lang w:bidi="ar-SA"/>
        </w:rPr>
        <w:t>?</w:t>
      </w:r>
      <w:r w:rsidR="007A0080" w:rsidRPr="00C27D9F">
        <w:rPr>
          <w:rFonts w:hint="cs"/>
          <w:cs/>
        </w:rPr>
        <w:t xml:space="preserve"> มันรู้จักบรรดาศาสดาทั้งหลายเช่นเดียวกัน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7A0080" w:rsidRDefault="007A0080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lastRenderedPageBreak/>
        <w:t>และนอกไปจากนี้อัลกุรอานได้เรียกมันว่าผู้ปฏิเสธใน</w:t>
      </w:r>
      <w:r>
        <w:rPr>
          <w:rFonts w:hint="cs"/>
          <w:cs/>
        </w:rPr>
        <w:t>ซู</w:t>
      </w:r>
      <w:r w:rsidRPr="00C27D9F">
        <w:rPr>
          <w:rFonts w:hint="cs"/>
          <w:cs/>
        </w:rPr>
        <w:t>เราะฮ์ซอ</w:t>
      </w:r>
      <w:r w:rsidRPr="00C27D9F">
        <w:rPr>
          <w:cs/>
        </w:rPr>
        <w:t>ด</w:t>
      </w:r>
      <w:r w:rsidR="00C27D9F" w:rsidRPr="00C27D9F">
        <w:rPr>
          <w:cs/>
        </w:rPr>
        <w:t xml:space="preserve"> </w:t>
      </w:r>
      <w:r w:rsidR="00C27D9F" w:rsidRPr="00C27D9F">
        <w:rPr>
          <w:rFonts w:hint="cs"/>
          <w:cs/>
        </w:rPr>
        <w:t>อายะฮ์ที่</w:t>
      </w:r>
      <w:r w:rsidR="00C27D9F" w:rsidRPr="00C27D9F">
        <w:rPr>
          <w:rFonts w:cs="Times New Roman"/>
          <w:lang w:bidi="ar-SA"/>
        </w:rPr>
        <w:t>74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และในสูเราะฮ์อัลบะกาเราะฮ์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Pr="00C27D9F">
        <w:rPr>
          <w:rFonts w:cs="Times New Roman"/>
          <w:lang w:bidi="ar-SA"/>
        </w:rPr>
        <w:t>34</w:t>
      </w:r>
      <w:r>
        <w:rPr>
          <w:rFonts w:cs="Cordia New" w:hint="cs"/>
          <w:szCs w:val="40"/>
        </w:rPr>
        <w:t>,</w:t>
      </w:r>
      <w:r>
        <w:rPr>
          <w:rFonts w:cs="Cordia New" w:hint="cs"/>
          <w:szCs w:val="40"/>
          <w:cs/>
        </w:rPr>
        <w:t xml:space="preserve"> </w:t>
      </w:r>
      <w:r w:rsidRPr="007A0080">
        <w:rPr>
          <w:rFonts w:hint="cs"/>
          <w:cs/>
        </w:rPr>
        <w:t>ถ้าหากว่าสิ่งที่บรรดานักปราชญ์ทั้งหลายกล่าวไว้ในเรื่องของความเข้าใจว่าเป็นความแท้จริงแล้วดังนั้น</w:t>
      </w:r>
      <w:r>
        <w:rPr>
          <w:rFonts w:hint="cs"/>
          <w:cs/>
        </w:rPr>
        <w:t xml:space="preserve"> </w:t>
      </w:r>
      <w:r w:rsidRPr="007A0080">
        <w:rPr>
          <w:rFonts w:hint="cs"/>
          <w:cs/>
        </w:rPr>
        <w:t>ซาตานก็จะเป็นผู้ศรัทธาที่อยู่ในอันดับสูงที่สุดแต่มัน</w:t>
      </w:r>
      <w:r w:rsidR="00C27D9F" w:rsidRPr="00C27D9F">
        <w:rPr>
          <w:rFonts w:hint="cs"/>
          <w:cs/>
        </w:rPr>
        <w:t>มิได้เป็นเช่นนั้นและยังกลับต่อต้านคัดค้านความเป็นจริงที่มันเองก็รู้ดีอยู่แต่มันมิได้เป็นเช่นนั้นและยังกลับต่อต้านคัดค้านความเป็นจริงที่มันเองก็รู้ดีอยู่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ดังนั้นมันจึงเป็นความแตกต่างกันระหว่างการรู้จักในสิ่งหนึ่งกับการมีความศรัทธาในสิ่งนั้น</w:t>
      </w:r>
    </w:p>
    <w:p w:rsidR="007A0080" w:rsidRDefault="007A0080" w:rsidP="007A0080">
      <w:pPr>
        <w:pStyle w:val="libNormal"/>
        <w:ind w:firstLine="0"/>
      </w:pPr>
    </w:p>
    <w:p w:rsidR="007A0080" w:rsidRDefault="00C27D9F" w:rsidP="007A0080">
      <w:pPr>
        <w:pStyle w:val="libNormal"/>
        <w:ind w:firstLine="0"/>
      </w:pPr>
      <w:r w:rsidRPr="00C27D9F">
        <w:rPr>
          <w:rFonts w:hint="cs"/>
          <w:cs/>
        </w:rPr>
        <w:t>อัลกุรอานกล่าวไว้ใน</w:t>
      </w:r>
      <w:r w:rsidR="007A0080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เราะฮ์อัตตีนโองการที่</w:t>
      </w:r>
      <w:r w:rsidR="007A0080" w:rsidRPr="00C27D9F">
        <w:rPr>
          <w:rFonts w:cs="Times New Roman"/>
          <w:lang w:bidi="ar-SA"/>
        </w:rPr>
        <w:t>1</w:t>
      </w:r>
      <w:r w:rsidR="007A0080" w:rsidRPr="00C27D9F">
        <w:rPr>
          <w:rFonts w:hint="cs"/>
          <w:cs/>
        </w:rPr>
        <w:t>ถึง</w:t>
      </w:r>
      <w:r w:rsidR="007A0080" w:rsidRPr="00C27D9F">
        <w:rPr>
          <w:rFonts w:cs="Times New Roman"/>
          <w:lang w:bidi="ar-SA"/>
        </w:rPr>
        <w:t>6 (</w:t>
      </w:r>
      <w:r w:rsidRPr="00C27D9F">
        <w:rPr>
          <w:rFonts w:hint="cs"/>
          <w:cs/>
        </w:rPr>
        <w:t>ดังนี้</w:t>
      </w:r>
      <w:r w:rsidRPr="00C27D9F">
        <w:rPr>
          <w:cs/>
        </w:rPr>
        <w:t>)</w:t>
      </w:r>
    </w:p>
    <w:p w:rsidR="007A0080" w:rsidRDefault="00C27D9F" w:rsidP="007A0080">
      <w:pPr>
        <w:pStyle w:val="libNormal"/>
        <w:ind w:firstLine="0"/>
      </w:pPr>
      <w:r w:rsidRPr="00C27D9F">
        <w:rPr>
          <w:rFonts w:cs="Times New Roman"/>
          <w:lang w:bidi="ar-SA"/>
        </w:rPr>
        <w:t>1) “</w:t>
      </w:r>
      <w:r w:rsidRPr="00C27D9F">
        <w:rPr>
          <w:rFonts w:hint="cs"/>
          <w:cs/>
        </w:rPr>
        <w:t>ฉันของสาบานด้วยต้นมะเดื่อและต้นมะกอก</w:t>
      </w:r>
    </w:p>
    <w:p w:rsidR="007A0080" w:rsidRDefault="00C27D9F" w:rsidP="007A0080">
      <w:pPr>
        <w:pStyle w:val="libNormal"/>
        <w:ind w:firstLine="0"/>
      </w:pPr>
      <w:r w:rsidRPr="00C27D9F">
        <w:rPr>
          <w:rFonts w:cs="Times New Roman"/>
          <w:lang w:bidi="ar-SA"/>
        </w:rPr>
        <w:t>,2)</w:t>
      </w:r>
      <w:r w:rsidRPr="00C27D9F">
        <w:rPr>
          <w:rFonts w:hint="cs"/>
          <w:cs/>
        </w:rPr>
        <w:t>และภูเขาซิไนน์</w:t>
      </w:r>
    </w:p>
    <w:p w:rsidR="007A0080" w:rsidRDefault="007A0080" w:rsidP="007A0080">
      <w:pPr>
        <w:pStyle w:val="libNormal"/>
        <w:ind w:firstLine="0"/>
      </w:pPr>
      <w:r w:rsidRPr="00C27D9F">
        <w:rPr>
          <w:rFonts w:cs="Times New Roman"/>
          <w:lang w:bidi="ar-SA"/>
        </w:rPr>
        <w:t>3)</w:t>
      </w:r>
      <w:r w:rsidRPr="00C27D9F">
        <w:rPr>
          <w:rFonts w:hint="cs"/>
          <w:cs/>
        </w:rPr>
        <w:t xml:space="preserve"> และเมืองนี้ที่ทำให้ปลอดภั</w:t>
      </w:r>
      <w:r w:rsidRPr="00C27D9F">
        <w:rPr>
          <w:cs/>
        </w:rPr>
        <w:t>ย</w:t>
      </w:r>
    </w:p>
    <w:p w:rsidR="007A0080" w:rsidRDefault="007A0080" w:rsidP="007A0080">
      <w:pPr>
        <w:pStyle w:val="libNormal"/>
        <w:ind w:firstLine="0"/>
      </w:pPr>
      <w:r w:rsidRPr="00C27D9F">
        <w:rPr>
          <w:rFonts w:cs="Times New Roman"/>
          <w:lang w:bidi="ar-SA"/>
        </w:rPr>
        <w:t>4)</w:t>
      </w:r>
      <w:r w:rsidRPr="00C27D9F">
        <w:rPr>
          <w:rFonts w:hint="cs"/>
          <w:cs/>
        </w:rPr>
        <w:t xml:space="preserve"> แน่นอนเราได้สร้างมนุษย์ด้วยการสร้างที่ดีเล</w:t>
      </w:r>
      <w:r w:rsidRPr="00C27D9F">
        <w:rPr>
          <w:cs/>
        </w:rPr>
        <w:t>ศ</w:t>
      </w:r>
    </w:p>
    <w:p w:rsidR="007A0080" w:rsidRPr="007A0080" w:rsidRDefault="007A0080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5)</w:t>
      </w:r>
      <w:r w:rsidRPr="00C27D9F">
        <w:rPr>
          <w:rFonts w:hint="cs"/>
          <w:cs/>
        </w:rPr>
        <w:t xml:space="preserve"> แล้วเราได้กลับคืนเขาสู่จุดต่ำสุดของความต่ำต้อ</w:t>
      </w:r>
      <w:r w:rsidRPr="00C27D9F">
        <w:rPr>
          <w:cs/>
        </w:rPr>
        <w:t>ย</w:t>
      </w:r>
    </w:p>
    <w:p w:rsidR="007A0080" w:rsidRDefault="007A0080" w:rsidP="007A0080">
      <w:pPr>
        <w:pStyle w:val="libNormal"/>
        <w:ind w:firstLine="0"/>
      </w:pPr>
      <w:r w:rsidRPr="00C27D9F">
        <w:rPr>
          <w:rFonts w:cs="Times New Roman"/>
          <w:lang w:bidi="ar-SA"/>
        </w:rPr>
        <w:t>6)</w:t>
      </w:r>
      <w:r w:rsidRPr="00C27D9F">
        <w:rPr>
          <w:rFonts w:hint="cs"/>
          <w:cs/>
        </w:rPr>
        <w:t xml:space="preserve"> เว้นแต่บรรดาผู้ซึ่งศรัทธาและกระทำการงานที่ด</w:t>
      </w:r>
      <w:r w:rsidRPr="00C27D9F">
        <w:rPr>
          <w:cs/>
        </w:rPr>
        <w:t>ี</w:t>
      </w:r>
    </w:p>
    <w:p w:rsidR="00CE7F2A" w:rsidRDefault="00CE7F2A" w:rsidP="007A0080">
      <w:pPr>
        <w:pStyle w:val="libNormal"/>
        <w:ind w:firstLine="0"/>
        <w:rPr>
          <w:rFonts w:cs="Cordia New"/>
          <w:szCs w:val="40"/>
        </w:rPr>
      </w:pPr>
    </w:p>
    <w:p w:rsidR="007A0080" w:rsidRDefault="00C27D9F" w:rsidP="007A0080">
      <w:pPr>
        <w:pStyle w:val="libNormal"/>
        <w:ind w:firstLine="0"/>
      </w:pPr>
      <w:r w:rsidRPr="00C27D9F">
        <w:rPr>
          <w:rFonts w:hint="cs"/>
          <w:cs/>
        </w:rPr>
        <w:t>ในอายะฮ์ที่</w:t>
      </w:r>
      <w:r w:rsidRPr="00C27D9F">
        <w:rPr>
          <w:rFonts w:cs="Times New Roman"/>
          <w:lang w:bidi="ar-SA"/>
        </w:rPr>
        <w:t>5</w:t>
      </w:r>
      <w:r w:rsidRPr="00C27D9F">
        <w:rPr>
          <w:rFonts w:hint="cs"/>
          <w:cs/>
        </w:rPr>
        <w:t>ซึ่งเกี่ยวพันกับบรรดาผู้ซึ่งมีความเข้าใจอย่างถ่องแท้และได้ศรัทธามาก่อนแต่ปฏิเสธความศรัทธาในช่วยระยะหลังและปฏิเสธพระผู้เป็นเจ้าของเขาพวกเขาจึงถูกทำให้ต่ำสุดของความต่ำต้อย</w:t>
      </w:r>
    </w:p>
    <w:p w:rsidR="00CE7F2A" w:rsidRDefault="00CE7F2A" w:rsidP="007A0080">
      <w:pPr>
        <w:pStyle w:val="libNormal"/>
        <w:ind w:firstLine="0"/>
        <w:rPr>
          <w:rFonts w:cs="Cordia New"/>
          <w:szCs w:val="40"/>
        </w:rPr>
      </w:pPr>
    </w:p>
    <w:p w:rsidR="007A0080" w:rsidRDefault="00C27D9F" w:rsidP="007A0080">
      <w:pPr>
        <w:pStyle w:val="libNormal"/>
        <w:ind w:firstLine="0"/>
      </w:pPr>
      <w:r w:rsidRPr="00C27D9F">
        <w:rPr>
          <w:rFonts w:hint="cs"/>
          <w:cs/>
        </w:rPr>
        <w:t>ส่วนในอายะฮ์ที่</w:t>
      </w:r>
      <w:r w:rsidRPr="00C27D9F">
        <w:rPr>
          <w:rFonts w:cs="Times New Roman"/>
          <w:lang w:bidi="ar-SA"/>
        </w:rPr>
        <w:t>6</w:t>
      </w:r>
      <w:r w:rsidR="007A0080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7A0080">
        <w:rPr>
          <w:rFonts w:hint="cs"/>
          <w:cs/>
        </w:rPr>
        <w:t xml:space="preserve"> </w:t>
      </w:r>
      <w:r w:rsidR="007A0080" w:rsidRPr="00C27D9F">
        <w:rPr>
          <w:rFonts w:hint="cs"/>
          <w:cs/>
        </w:rPr>
        <w:t>ผู้ที่ศรัทธาอย่างแท้จริงในขณะเดียวกันพร้อมกับการศรัทธานั้นมีการปฏิบัติควบคู่ไปด้วยอัลลอฮ</w:t>
      </w:r>
      <w:r w:rsidR="007A0080" w:rsidRPr="00C27D9F">
        <w:rPr>
          <w:rFonts w:cs="Times New Roman"/>
          <w:lang w:bidi="ar-SA"/>
        </w:rPr>
        <w:t xml:space="preserve"> 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บ</w:t>
      </w:r>
      <w:r w:rsidR="007A0080" w:rsidRPr="00C27D9F">
        <w:rPr>
          <w:rFonts w:hint="cs"/>
          <w:cs/>
        </w:rPr>
        <w:t>) จึงตรัสว่าเว้นแต่พวกเขาเท่านั้นที่จะไม่ถูกทำให้ตกต่</w:t>
      </w:r>
      <w:r w:rsidR="007A0080" w:rsidRPr="00C27D9F">
        <w:rPr>
          <w:cs/>
        </w:rPr>
        <w:t>ำ</w:t>
      </w:r>
    </w:p>
    <w:p w:rsidR="00CE7F2A" w:rsidRDefault="00CE7F2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E7F2A" w:rsidRDefault="00CE7F2A" w:rsidP="007A0080">
      <w:pPr>
        <w:pStyle w:val="libNormal"/>
        <w:ind w:firstLine="0"/>
        <w:rPr>
          <w:rFonts w:cs="Cordia New"/>
          <w:szCs w:val="40"/>
        </w:rPr>
      </w:pPr>
    </w:p>
    <w:p w:rsidR="007A0080" w:rsidRDefault="00C27D9F" w:rsidP="007A0080">
      <w:pPr>
        <w:pStyle w:val="libNormal"/>
        <w:ind w:firstLine="0"/>
      </w:pPr>
      <w:r w:rsidRPr="00C27D9F">
        <w:rPr>
          <w:rFonts w:hint="cs"/>
          <w:cs/>
        </w:rPr>
        <w:t>จนกระทั่งบัดนี้ได้ความสำคัญสามจุดได้ผลถูกอธิบายเหตุผลไว้ในความเกี่ยวเนื่องกับแนวความคิดในทางสิตปัญญา</w:t>
      </w:r>
    </w:p>
    <w:p w:rsidR="00CE7F2A" w:rsidRDefault="00CE7F2A" w:rsidP="007A0080">
      <w:pPr>
        <w:pStyle w:val="libNormal"/>
        <w:ind w:firstLine="0"/>
        <w:rPr>
          <w:rFonts w:cs="Cordia New"/>
          <w:szCs w:val="40"/>
        </w:rPr>
      </w:pPr>
    </w:p>
    <w:p w:rsidR="007A0080" w:rsidRDefault="007A0080" w:rsidP="007A0080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1)</w:t>
      </w:r>
      <w:r w:rsidRPr="00C27D9F">
        <w:rPr>
          <w:rFonts w:hint="cs"/>
          <w:cs/>
        </w:rPr>
        <w:t xml:space="preserve"> สติปัญญาเป็นพื้นฐาน</w:t>
      </w:r>
      <w:r w:rsidRPr="00C27D9F">
        <w:t>,</w:t>
      </w:r>
      <w:r w:rsidRPr="00C27D9F">
        <w:rPr>
          <w:rFonts w:hint="cs"/>
          <w:cs/>
        </w:rPr>
        <w:t xml:space="preserve"> การหยั่งรู้ของมันเป็นสิ่งที่เชื้อถือได้และมันสามารถให้การค้ำประกันความรู้ที่แท้จริงได้สิ่งนี้เป็นที่ยอมรับในอิสลา</w:t>
      </w:r>
      <w:r w:rsidRPr="00C27D9F">
        <w:rPr>
          <w:cs/>
        </w:rPr>
        <w:t>ม</w:t>
      </w:r>
    </w:p>
    <w:p w:rsidR="00C27D9F" w:rsidRPr="00C27D9F" w:rsidRDefault="007A0080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2)</w:t>
      </w:r>
      <w:r w:rsidRPr="00C27D9F">
        <w:rPr>
          <w:rFonts w:hint="cs"/>
          <w:cs/>
        </w:rPr>
        <w:t xml:space="preserve"> สติปัญญามิได้เป็นปัจจัยสำคัญทั้งหมดของมนุษย์และอิสลามก็มิได</w:t>
      </w:r>
      <w:r w:rsidRPr="00C27D9F">
        <w:rPr>
          <w:cs/>
        </w:rPr>
        <w:t>้</w:t>
      </w:r>
    </w:p>
    <w:p w:rsidR="007A0080" w:rsidRDefault="00C27D9F" w:rsidP="007A0080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ยืนยันในข้อนั้น</w:t>
      </w:r>
    </w:p>
    <w:p w:rsidR="007A0080" w:rsidRDefault="007A0080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3)</w:t>
      </w:r>
      <w:r w:rsidRPr="00C27D9F">
        <w:rPr>
          <w:rFonts w:hint="cs"/>
          <w:cs/>
        </w:rPr>
        <w:t xml:space="preserve"> สิ่งที่เรียกว่าการศรัทธาในอิสลามคือการหยั่งรู้ของสติปัญญาหรือความเข้าใจซึ่งสิ่งนี้ไม่ถูกยอมรับโดยอิสลามแต่สิ่งที่เป็นความสำคัญก็คือความศรัทธาเป็นขั้นตอนแรกที่จะกระท</w:t>
      </w:r>
      <w:r w:rsidRPr="00C27D9F">
        <w:rPr>
          <w:cs/>
        </w:rPr>
        <w:t>ำ</w:t>
      </w:r>
      <w:r w:rsidR="00C27D9F" w:rsidRPr="00C27D9F">
        <w:rPr>
          <w:rFonts w:hint="cs"/>
          <w:cs/>
        </w:rPr>
        <w:t>และความจริงแท้ในตัวมันเอง</w:t>
      </w:r>
      <w:r w:rsidR="00C27D9F" w:rsidRPr="00C27D9F">
        <w:rPr>
          <w:rFonts w:cs="Times New Roman"/>
          <w:lang w:bidi="ar-SA"/>
        </w:rPr>
        <w:t>,</w:t>
      </w:r>
      <w:r w:rsidR="00C27D9F" w:rsidRPr="00C27D9F">
        <w:rPr>
          <w:rFonts w:hint="cs"/>
          <w:cs/>
        </w:rPr>
        <w:t>ครานี้ได้นำมาซึ่งการเผชิญหน้าของสองสถาบันทางสติปัญญา</w:t>
      </w:r>
      <w:r w:rsidR="00C27D9F" w:rsidRPr="00C27D9F">
        <w:rPr>
          <w:rFonts w:cs="Times New Roman"/>
          <w:lang w:bidi="ar-SA"/>
        </w:rPr>
        <w:t>,</w:t>
      </w:r>
    </w:p>
    <w:p w:rsidR="007A0080" w:rsidRDefault="007A0080" w:rsidP="007A0080">
      <w:pPr>
        <w:pStyle w:val="libNormal"/>
        <w:ind w:firstLine="0"/>
      </w:pPr>
    </w:p>
    <w:p w:rsidR="00C27D9F" w:rsidRPr="00C27D9F" w:rsidRDefault="00C27D9F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อะไรคือความหมายด้านความแท้จริงของความศรัทธา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มันเป็นเพราะว่าความศรัทธาคือพื้นฐานแห่งความจริงของมนุษย์และบุคคลก็ควรที่จะไม่ลดละความบากบั่นตามวิธีการหนึ่งและเพื่อเป้าหมายหนึ่ง</w:t>
      </w:r>
    </w:p>
    <w:p w:rsidR="00C27D9F" w:rsidRDefault="00C27D9F" w:rsidP="007A0080">
      <w:pPr>
        <w:pStyle w:val="libNormal"/>
        <w:ind w:firstLine="0"/>
      </w:pPr>
      <w:r w:rsidRPr="00C27D9F">
        <w:rPr>
          <w:rFonts w:hint="cs"/>
          <w:cs/>
        </w:rPr>
        <w:t>และใช้ความศรัทธาประหนึ่งเป็นรากฐานของมันเพราะการเคลื่อนไหวมันฝังอยู่ในธรรมชาติของมนุษย์และข้อกำหนดทั้งหลายนี้เป็นพื้นฐานอย่างหนึ่งของความนึกคิดและความเชื่อมั่นเนื้อหาสาระ</w:t>
      </w:r>
    </w:p>
    <w:p w:rsidR="00CE7F2A" w:rsidRPr="00C27D9F" w:rsidRDefault="00CE7F2A" w:rsidP="007A0080">
      <w:pPr>
        <w:pStyle w:val="libNormal"/>
        <w:ind w:firstLine="0"/>
        <w:rPr>
          <w:rFonts w:cs="Times New Roman"/>
          <w:lang w:bidi="ar-SA"/>
        </w:rPr>
      </w:pPr>
    </w:p>
    <w:p w:rsidR="00CE7F2A" w:rsidRDefault="00C27D9F" w:rsidP="007A0080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ซึ่งสามารถเปรียบได้กับอาคารบ้านห้องเดียวนั้นคือเป้าหมายและการกระทำอื่นๆทั้งหมดหรือสิ่งต่างๆหรือส่วนต่างๆอย่างเช่นสถานที่ตั้งและผนังทั้งหลายฯลฯเป็นสิ่งปลีกย่อยตามเป้าหมายนั้น</w:t>
      </w:r>
    </w:p>
    <w:p w:rsidR="00500001" w:rsidRDefault="00500001">
      <w:pPr>
        <w:rPr>
          <w:rtl/>
          <w:cs/>
        </w:rPr>
      </w:pPr>
      <w:r>
        <w:br w:type="page"/>
      </w:r>
    </w:p>
    <w:p w:rsidR="007A0080" w:rsidRDefault="007A0080" w:rsidP="00500001">
      <w:pPr>
        <w:pStyle w:val="libNormal"/>
        <w:ind w:firstLine="0"/>
      </w:pPr>
    </w:p>
    <w:p w:rsidR="00C27D9F" w:rsidRPr="00C27D9F" w:rsidRDefault="00C27D9F" w:rsidP="007A0080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ในสถาบันทั้งหลายของสังคมปัจจุบันนี้ดังเช่นลัทธิคอมมูนิสต์วางแนวความคิดและความเชื่อทั้งหลายซึ่งตั้งมั่นอยู่บนสัทธิวัตถุนิยมในข้อนั้นมีระดับของสังคมการเมืองและเศรษฐกิจร่วมอยู่ด้วย</w:t>
      </w:r>
    </w:p>
    <w:p w:rsidR="007A0080" w:rsidRDefault="00C27D9F" w:rsidP="007A0080">
      <w:pPr>
        <w:pStyle w:val="libNormal"/>
        <w:rPr>
          <w:cs/>
        </w:rPr>
      </w:pPr>
      <w:r w:rsidRPr="00C27D9F">
        <w:rPr>
          <w:rFonts w:hint="cs"/>
          <w:cs/>
        </w:rPr>
        <w:t>หลักการทั้งหลายทางศีลธรรมซึ่งถือว่าเป็นเสมือนรากฐานแต่มิใช่เป้าหมายลัทธิวัตถุนิยมจะไม่ถือเป็นข้อพิจารณาว่าเป็นเหมือนดังเป้าหมายหนึ่งสำหรับพวกคอมมูนิสต์ความเอนเอียงนี้เป็นเพราะความขัดแย้งอันโง่เขลาของฝ่ายศาสนจักรเช่นเดียวกับสังคมการเมืองและบรรดาความคิดทั้งหลายโดยเฉพาะอย่างยิ่งเกี่ยวกับอิสระภาพเพื่อว่าแนวคิดเช่นนี้จะได้กลายมาเป็นที่แพร่หลายในยุโรปในแง่ที่ว่ามนุษย์จักต้องใด้รับอิสระภาพและมีสิทธิอันชอบธรรมในสังคมและลืมเลือนพระผู้เป็นเจ้าหรือเชื่อในพระผู้เจ้าและละทิ้งสิทธิกับเสรีภาพดัวยเหตุนี้เพื่อที่จะได้ค้นหาทางออกทางหนึ่งพวกเขาทั้งหลายไม่ยอมรับในศาสนาในฐานะเป็นรากฐานหนึ่งพวกคอมมิวนิสต์มีความคิดที่ผิดพลาดที่ว่า</w:t>
      </w:r>
    </w:p>
    <w:p w:rsidR="00C27D9F" w:rsidRPr="00C27D9F" w:rsidRDefault="00C27D9F" w:rsidP="007A0080">
      <w:pPr>
        <w:pStyle w:val="libNormal"/>
        <w:rPr>
          <w:rFonts w:cs="Times New Roman"/>
          <w:lang w:bidi="ar-SA"/>
        </w:rPr>
      </w:pPr>
    </w:p>
    <w:p w:rsidR="007A0080" w:rsidRDefault="00C27D9F" w:rsidP="007A0080">
      <w:pPr>
        <w:pStyle w:val="libNormal"/>
      </w:pPr>
      <w:r w:rsidRPr="00C27D9F">
        <w:rPr>
          <w:rFonts w:hint="cs"/>
          <w:cs/>
        </w:rPr>
        <w:t>ถ้าปราศจากลัทธวัตถุนิยมแล้วจะไม่มีสังคม</w:t>
      </w:r>
      <w:r w:rsidR="007A0080" w:rsidRPr="00C27D9F">
        <w:rPr>
          <w:rFonts w:cs="Times New Roman"/>
          <w:lang w:bidi="ar-SA"/>
        </w:rPr>
        <w:t>,</w:t>
      </w:r>
      <w:r w:rsidR="007A0080" w:rsidRPr="00C27D9F">
        <w:rPr>
          <w:rFonts w:hint="cs"/>
          <w:cs/>
        </w:rPr>
        <w:t xml:space="preserve"> การเมืองและหลักการทั้งหลายทางเศรษฐกิ</w:t>
      </w:r>
      <w:r w:rsidR="007A0080" w:rsidRPr="00C27D9F">
        <w:rPr>
          <w:cs/>
        </w:rPr>
        <w:t>จ</w:t>
      </w:r>
    </w:p>
    <w:p w:rsidR="00C27D9F" w:rsidRPr="007A0080" w:rsidRDefault="00C27D9F" w:rsidP="007A0080">
      <w:pPr>
        <w:pStyle w:val="libNormal"/>
      </w:pPr>
      <w:r w:rsidRPr="00C27D9F">
        <w:rPr>
          <w:rFonts w:hint="cs"/>
          <w:cs/>
        </w:rPr>
        <w:t>เมื่อไม่นานมานี้ผู้ถือลัทธิคอมมูนิสต์จำนวนหนึ่งได้ปรากฏขึ้นบนโลกนี่ซึ่งได้กล่าวว่าวัตถุนิยมมิได้เป็นความจำเป็นและลัทธิคอมมูนิสต์สามารถมีอยู่ได้โดยปราศจากหลักการทางจิตใจว่าไม่มีความแท้จริงตัวของมันเองและสิ่งเหล่านี้เคยใช้กันมาในฐานะเป็นเพียงพื้นฐานหนึ่งในการมองโลกบนสิ่ง</w:t>
      </w:r>
    </w:p>
    <w:p w:rsidR="007A0080" w:rsidRDefault="00C27D9F" w:rsidP="007A0080">
      <w:pPr>
        <w:pStyle w:val="libNormal"/>
        <w:ind w:firstLine="0"/>
      </w:pPr>
      <w:r w:rsidRPr="00C27D9F">
        <w:rPr>
          <w:rFonts w:hint="cs"/>
          <w:cs/>
        </w:rPr>
        <w:t>ซึ่งพวกเขาทั้งหลายสามารถที่จะสร้างสำนักแห่งความเชื่อของพวกเขาขึ้นมาเท่านั้น</w:t>
      </w:r>
      <w:r w:rsidRPr="00C27D9F">
        <w:rPr>
          <w:cs/>
        </w:rPr>
        <w:t>(</w:t>
      </w:r>
      <w:r w:rsidRPr="00C27D9F">
        <w:rPr>
          <w:rFonts w:hint="cs"/>
          <w:cs/>
        </w:rPr>
        <w:t>พวกคอมมิวนิสต์ที่มีความเชื่อในหลักจากจิต</w:t>
      </w:r>
      <w:r w:rsidRPr="00C27D9F">
        <w:rPr>
          <w:cs/>
        </w:rPr>
        <w:t>)</w:t>
      </w:r>
    </w:p>
    <w:p w:rsidR="00500001" w:rsidRDefault="00500001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00001" w:rsidRDefault="00500001" w:rsidP="007A0080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ในอิสลามมีการศรัทธาในพระผู้เป็นเจ้าในบรรดามลาอิกะฮ์ในบรรดาศาสดาทั้งหลายในบรรดาอิมามและในวันแห่งการพื้นคืนชีพแต่การศรัทธาทั้งหลาย</w:t>
      </w:r>
    </w:p>
    <w:p w:rsidR="00C27D9F" w:rsidRPr="00C27D9F" w:rsidRDefault="00C27D9F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หล่านี้เป็นเพียงรูปร่างเหมือนดังพื้นฐานของความคิดและความเชื่อโดยปราศจากความแท้จริงในตัวของพวกเขาเองเท่านั้นหรือ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เปล่าเลยสิ่งนี้หาได้เป็นความจริงไม่ในอิสลามเมื่อความศรัทธาเป็นรากฐานแห่งความคิดและความเชื่อและอุดมการณ์อิสลามได้ถูกสร้างขึ้นแก่พวกเขาทั้งหลายแล้ว</w:t>
      </w:r>
    </w:p>
    <w:p w:rsidR="007A0080" w:rsidRDefault="007A0080" w:rsidP="00C27D9F">
      <w:pPr>
        <w:pStyle w:val="libNormal"/>
      </w:pPr>
    </w:p>
    <w:p w:rsidR="00C27D9F" w:rsidRPr="00C27D9F" w:rsidRDefault="00C27D9F" w:rsidP="007A0080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รากฐานนี้ก็มีความแท้จริงในตัวของมันเองและด้วยเหตุนี้นักปรัชญาทั้งหลายเป็นฝ่ายถูกต้องในความคิดที่ว่าความศรัทธามีความเชื่อถือได้ในตัวของมันเองถ้าหากว่าคุณค่าของมันเป็นไปเพื่อการปฏิบัติดังนั้นการกระทำที่ปราศจากการศรัทธาจึงไม่เหลือสิ่งใดเลยความศรัทธาเป็นเครื่องค้ำจุน</w:t>
      </w:r>
    </w:p>
    <w:p w:rsidR="00C27D9F" w:rsidRDefault="00C27D9F" w:rsidP="007A0080">
      <w:pPr>
        <w:pStyle w:val="libNormal"/>
        <w:ind w:firstLine="0"/>
      </w:pPr>
      <w:r w:rsidRPr="00C27D9F">
        <w:rPr>
          <w:rFonts w:hint="cs"/>
          <w:cs/>
        </w:rPr>
        <w:t>ความสุขอย่างหนึ่งและการกระทำก็เป็นอีกอย่างหนึ่งในอิสลามความสมบูรณ์ของมนุษย์ในโลกนี้</w:t>
      </w:r>
    </w:p>
    <w:p w:rsidR="00500001" w:rsidRPr="00C27D9F" w:rsidRDefault="00500001" w:rsidP="007A0080">
      <w:pPr>
        <w:pStyle w:val="libNormal"/>
        <w:ind w:firstLine="0"/>
        <w:rPr>
          <w:rFonts w:cs="Times New Roman"/>
          <w:lang w:bidi="ar-SA"/>
        </w:rPr>
      </w:pPr>
    </w:p>
    <w:p w:rsidR="007A0080" w:rsidRDefault="00C27D9F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ละโดยเฉพาะอย่างยิ่งในโลกหน้าขึ้นอยู่กับความศรัทธาของเขาเพราะว่าในอิสลามนั้นมีความเป็นอิสระอย่างแท้จริง</w:t>
      </w:r>
    </w:p>
    <w:p w:rsidR="00C27D9F" w:rsidRPr="00C27D9F" w:rsidRDefault="00C27D9F" w:rsidP="007A008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วิญญาณมีความสมบูรณ</w:t>
      </w:r>
      <w:r w:rsidR="0014072B">
        <w:rPr>
          <w:rFonts w:hint="cs"/>
          <w:cs/>
        </w:rPr>
        <w:t>์ในตัวของมันเองและชั่วกัลปวสาน</w:t>
      </w:r>
      <w:r w:rsidRPr="00C27D9F">
        <w:rPr>
          <w:rFonts w:hint="cs"/>
          <w:cs/>
        </w:rPr>
        <w:t>และถ้ามันมิได้</w:t>
      </w:r>
    </w:p>
    <w:p w:rsidR="0014072B" w:rsidRDefault="00C27D9F" w:rsidP="0014072B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บรรลุถึงความสมบูรณ์มันเป็นข้อบกพร่องและไม่สามารถที่จะค้ำประกันความสุขได้อัลกุรอานกล่าวไว้ใน</w:t>
      </w:r>
      <w:r w:rsidR="0014072B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Pr="00C27D9F">
        <w:rPr>
          <w:cs/>
        </w:rPr>
        <w:t xml:space="preserve"> </w:t>
      </w:r>
      <w:r w:rsidR="0014072B">
        <w:rPr>
          <w:rFonts w:hint="cs"/>
          <w:cs/>
        </w:rPr>
        <w:t>อัลอิสรออ์</w:t>
      </w:r>
      <w:r w:rsidR="0014072B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อายะฮ์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ที่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72</w:t>
      </w:r>
    </w:p>
    <w:p w:rsidR="0014072B" w:rsidRDefault="00C27D9F" w:rsidP="0014072B">
      <w:pPr>
        <w:pStyle w:val="libNormal"/>
        <w:ind w:firstLine="0"/>
      </w:pPr>
      <w:r w:rsidRPr="00C27D9F">
        <w:rPr>
          <w:rFonts w:cs="Times New Roman"/>
          <w:lang w:bidi="ar-SA"/>
        </w:rPr>
        <w:t>(</w:t>
      </w:r>
      <w:r w:rsidR="00500001" w:rsidRPr="00C27D9F">
        <w:rPr>
          <w:rFonts w:hint="cs"/>
          <w:cs/>
        </w:rPr>
        <w:t>ว่า)</w:t>
      </w:r>
      <w:r w:rsidRPr="00C27D9F">
        <w:rPr>
          <w:cs/>
        </w:rPr>
        <w:t xml:space="preserve"> </w:t>
      </w:r>
    </w:p>
    <w:p w:rsidR="0014072B" w:rsidRDefault="0014072B" w:rsidP="0014072B">
      <w:pPr>
        <w:pStyle w:val="libNormal"/>
        <w:ind w:firstLine="0"/>
        <w:rPr>
          <w:rFonts w:cs="Cordia New"/>
          <w:szCs w:val="40"/>
        </w:rPr>
      </w:pPr>
      <w:r>
        <w:rPr>
          <w:rFonts w:hint="cs"/>
          <w:cs/>
        </w:rPr>
        <w:t>“</w:t>
      </w:r>
      <w:r w:rsidR="00C27D9F" w:rsidRPr="00C27D9F">
        <w:rPr>
          <w:rFonts w:hint="cs"/>
          <w:cs/>
        </w:rPr>
        <w:t>และใครก็ตามที่ตาบอดใน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โลก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นี้เขาก็จะมืดบอดในโลกหน้า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ด้วยและหลงไปไกลยิ่งจากหนทางนี้</w:t>
      </w:r>
      <w:r>
        <w:rPr>
          <w:rFonts w:cs="Cordia New" w:hint="cs"/>
          <w:szCs w:val="40"/>
          <w:cs/>
        </w:rPr>
        <w:t>”</w:t>
      </w:r>
    </w:p>
    <w:p w:rsidR="00500001" w:rsidRDefault="00500001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500001" w:rsidRPr="0014072B" w:rsidRDefault="00500001" w:rsidP="0014072B">
      <w:pPr>
        <w:pStyle w:val="libNormal"/>
        <w:ind w:firstLine="0"/>
        <w:rPr>
          <w:rFonts w:cs="Cordia New"/>
          <w:szCs w:val="40"/>
        </w:rPr>
      </w:pPr>
    </w:p>
    <w:p w:rsidR="0014072B" w:rsidRDefault="00C27D9F" w:rsidP="0014072B">
      <w:pPr>
        <w:pStyle w:val="libNormal"/>
        <w:ind w:firstLine="0"/>
      </w:pPr>
      <w:r w:rsidRPr="00C27D9F">
        <w:rPr>
          <w:rFonts w:hint="cs"/>
          <w:cs/>
        </w:rPr>
        <w:t>ด้วยเหตุนี้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โดยความมืดบอดแน่นอน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มิได้หมายถึง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มืดบอดในทางร่างแต่เป็นความมืดบอดทางจิตใจและวิญญาณซึ่งได้ขัดขวางมนุษย์จากการมองเห็นสัจธรรมและจากการได้รับความศรัทธาในมัน</w:t>
      </w:r>
    </w:p>
    <w:p w:rsidR="0014072B" w:rsidRDefault="00C27D9F" w:rsidP="0014072B">
      <w:pPr>
        <w:pStyle w:val="libNormal"/>
        <w:ind w:firstLine="0"/>
      </w:pPr>
      <w:r w:rsidRPr="00C27D9F">
        <w:rPr>
          <w:rFonts w:hint="cs"/>
          <w:cs/>
        </w:rPr>
        <w:t>มาตรว่าการกระทำทั้งหลายของบางคน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แม้ว่าทั้งหมดเป็นการกระทำดีที่อาจจะเป็นไปได้ในโลกนี้เช่นกำชับกันในการดีและห้ามปรามในการชั่วร้ายและมีชีวิตอยู่อย่างผู้ขัดเกลา</w:t>
      </w:r>
      <w:r w:rsidRPr="00C27D9F">
        <w:rPr>
          <w:cs/>
        </w:rPr>
        <w:t>(</w:t>
      </w:r>
      <w:r w:rsidRPr="00C27D9F">
        <w:rPr>
          <w:rFonts w:hint="cs"/>
          <w:cs/>
        </w:rPr>
        <w:t>ตนเอง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และอุทิศชีวิตของเขาเพื่อรับใช้มนุษยชาติ</w:t>
      </w:r>
      <w:r w:rsidR="0014072B" w:rsidRPr="00C27D9F">
        <w:rPr>
          <w:rFonts w:cs="Times New Roman"/>
          <w:lang w:bidi="ar-SA"/>
        </w:rPr>
        <w:t>,</w:t>
      </w:r>
      <w:r w:rsidR="0014072B" w:rsidRPr="00C27D9F">
        <w:rPr>
          <w:rFonts w:hint="cs"/>
          <w:cs/>
        </w:rPr>
        <w:t xml:space="preserve"> แต่ในเวลาเดียวกันถ้าไม่เข้าใจเจตนารมณ์ของพระผู้เป็นเจ้าและไม่เข้าใ</w:t>
      </w:r>
      <w:r w:rsidR="0014072B" w:rsidRPr="00C27D9F">
        <w:rPr>
          <w:cs/>
        </w:rPr>
        <w:t>จ</w:t>
      </w:r>
      <w:r w:rsidRPr="00C27D9F">
        <w:rPr>
          <w:rFonts w:hint="cs"/>
          <w:cs/>
        </w:rPr>
        <w:t>มนุษยชาติ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ตล</w:t>
      </w:r>
      <w:r w:rsidR="0014072B">
        <w:rPr>
          <w:rFonts w:hint="cs"/>
          <w:cs/>
        </w:rPr>
        <w:t>อ</w:t>
      </w:r>
      <w:r w:rsidRPr="00C27D9F">
        <w:rPr>
          <w:rFonts w:hint="cs"/>
          <w:cs/>
        </w:rPr>
        <w:t>ดจนวันแห่งการฟื้นขึ้นมาและไม่เข้าใจโลกแห่งการดำรงอยู่แล้ว</w:t>
      </w:r>
    </w:p>
    <w:p w:rsidR="00500001" w:rsidRDefault="00500001" w:rsidP="0014072B">
      <w:pPr>
        <w:pStyle w:val="libNormal"/>
        <w:ind w:firstLine="0"/>
      </w:pPr>
    </w:p>
    <w:p w:rsidR="0014072B" w:rsidRDefault="00C27D9F" w:rsidP="0014072B">
      <w:pPr>
        <w:pStyle w:val="libNormal"/>
        <w:ind w:firstLine="0"/>
      </w:pPr>
      <w:r w:rsidRPr="00C27D9F">
        <w:rPr>
          <w:rFonts w:hint="cs"/>
          <w:cs/>
        </w:rPr>
        <w:t>ไม่ต้องสงสัยเลยว่า</w:t>
      </w:r>
      <w:r w:rsidR="0014072B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เขาคือผู้มืดบอดในโลกนี้และจะมืดบอดในโลกหน้าด้วยคัมภีร์อัลกุรอานได้กล่าวไว้ใน</w:t>
      </w:r>
      <w:r w:rsidR="0014072B">
        <w:rPr>
          <w:rFonts w:hint="cs"/>
          <w:cs/>
        </w:rPr>
        <w:t>ซู</w:t>
      </w:r>
      <w:r w:rsidRPr="00C27D9F">
        <w:rPr>
          <w:rFonts w:hint="cs"/>
          <w:cs/>
        </w:rPr>
        <w:t>เราะฮ์ฏอฮาอายะฮ์ที่</w:t>
      </w:r>
      <w:r w:rsidRPr="00C27D9F">
        <w:rPr>
          <w:rFonts w:cs="Times New Roman"/>
          <w:lang w:bidi="ar-SA"/>
        </w:rPr>
        <w:t>125(</w:t>
      </w:r>
      <w:r w:rsidRPr="00C27D9F">
        <w:rPr>
          <w:rFonts w:hint="cs"/>
          <w:cs/>
        </w:rPr>
        <w:t>ว่า</w:t>
      </w:r>
      <w:r w:rsidRPr="00C27D9F">
        <w:rPr>
          <w:cs/>
        </w:rPr>
        <w:t>)</w:t>
      </w:r>
    </w:p>
    <w:p w:rsidR="0014072B" w:rsidRDefault="00C27D9F" w:rsidP="0014072B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เขาจะกล่าวว่าพระผู้เป็นเจ้าของข้าพระองค์</w:t>
      </w:r>
      <w:r w:rsidR="0014072B">
        <w:rPr>
          <w:rFonts w:hint="cs"/>
          <w:cs/>
        </w:rPr>
        <w:t xml:space="preserve"> </w:t>
      </w:r>
      <w:r w:rsidR="0014072B" w:rsidRPr="00C27D9F">
        <w:rPr>
          <w:rFonts w:hint="cs"/>
          <w:cs/>
        </w:rPr>
        <w:t xml:space="preserve">ใยพระองค์จึงให้ข้าฟื้นขึ้นมาเป็นผู้มืดบอดเล่าและแท้จริงข้าพระองค์เคยเป็นผู้ที่มองเห็น </w:t>
      </w:r>
      <w:r w:rsidR="0014072B" w:rsidRPr="00C27D9F">
        <w:rPr>
          <w:cs/>
        </w:rPr>
        <w:t>(</w:t>
      </w:r>
      <w:r w:rsidRPr="00C27D9F">
        <w:rPr>
          <w:rFonts w:hint="cs"/>
          <w:cs/>
        </w:rPr>
        <w:t>มาก่อนมิใช่หรือ</w:t>
      </w:r>
      <w:r w:rsidRPr="00C27D9F">
        <w:rPr>
          <w:cs/>
        </w:rPr>
        <w:t>)</w:t>
      </w:r>
      <w:r w:rsidR="00500001" w:rsidRPr="00C27D9F">
        <w:rPr>
          <w:rFonts w:cs="Times New Roman"/>
          <w:lang w:bidi="ar-SA"/>
        </w:rPr>
        <w:t>?</w:t>
      </w:r>
      <w:r w:rsidR="00500001" w:rsidRPr="00C27D9F">
        <w:rPr>
          <w:rFonts w:hint="cs"/>
          <w:cs/>
        </w:rPr>
        <w:t xml:space="preserve"> พระองค์ตรัสว่</w:t>
      </w:r>
      <w:r w:rsidR="00500001" w:rsidRPr="00C27D9F">
        <w:rPr>
          <w:cs/>
        </w:rPr>
        <w:t>า</w:t>
      </w:r>
      <w:r w:rsidR="0014072B">
        <w:rPr>
          <w:rFonts w:hint="cs"/>
          <w:cs/>
        </w:rPr>
        <w:t xml:space="preserve"> แม้</w:t>
      </w:r>
      <w:r w:rsidRPr="00C27D9F">
        <w:rPr>
          <w:rFonts w:hint="cs"/>
          <w:cs/>
        </w:rPr>
        <w:t>กระนั้น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ก็ตาม</w:t>
      </w:r>
      <w:r w:rsidR="00500001" w:rsidRPr="00C27D9F">
        <w:rPr>
          <w:rFonts w:hint="cs"/>
          <w:cs/>
        </w:rPr>
        <w:t>) สัญญา</w:t>
      </w:r>
      <w:r w:rsidR="00500001" w:rsidRPr="00C27D9F">
        <w:rPr>
          <w:cs/>
        </w:rPr>
        <w:t>ณ</w:t>
      </w:r>
      <w:r w:rsidRPr="00C27D9F">
        <w:rPr>
          <w:cs/>
        </w:rPr>
        <w:t>(</w:t>
      </w:r>
      <w:r w:rsidRPr="00C27D9F">
        <w:rPr>
          <w:rFonts w:hint="cs"/>
          <w:cs/>
        </w:rPr>
        <w:t>สาร</w:t>
      </w:r>
      <w:r w:rsidRPr="00C27D9F">
        <w:rPr>
          <w:cs/>
        </w:rPr>
        <w:t>)</w:t>
      </w:r>
      <w:r w:rsidRPr="00C27D9F">
        <w:rPr>
          <w:rFonts w:hint="cs"/>
          <w:cs/>
        </w:rPr>
        <w:t>ทั้งหลายของเราได้มีมายังเจ้าแล้วแต่เจ้าก็ละเลยมันด้วยประการฉะนี้วันนี้เจ้าจึงต้องถูกทอดทิ้ง</w:t>
      </w:r>
      <w:r w:rsidR="0014072B">
        <w:rPr>
          <w:rFonts w:cs="Cordia New" w:hint="cs"/>
          <w:szCs w:val="40"/>
          <w:cs/>
        </w:rPr>
        <w:t>”</w:t>
      </w:r>
    </w:p>
    <w:p w:rsidR="0014072B" w:rsidRDefault="0014072B" w:rsidP="0014072B">
      <w:pPr>
        <w:pStyle w:val="libNormal"/>
        <w:ind w:firstLine="0"/>
        <w:rPr>
          <w:rFonts w:cs="Cordia New"/>
          <w:szCs w:val="40"/>
        </w:rPr>
      </w:pPr>
    </w:p>
    <w:p w:rsidR="00500001" w:rsidRPr="0014072B" w:rsidRDefault="00500001" w:rsidP="0014072B">
      <w:pPr>
        <w:pStyle w:val="libNormal"/>
        <w:ind w:firstLine="0"/>
        <w:rPr>
          <w:rFonts w:cs="Cordia New"/>
          <w:szCs w:val="40"/>
        </w:rPr>
      </w:pPr>
    </w:p>
    <w:p w:rsidR="00500001" w:rsidRDefault="00C27D9F" w:rsidP="0014072B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หนังสือ</w:t>
      </w:r>
      <w:r w:rsidRPr="00C27D9F">
        <w:rPr>
          <w:cs/>
        </w:rPr>
        <w:t xml:space="preserve"> </w:t>
      </w:r>
      <w:r w:rsidR="0014072B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นะห์ญุลบะลาเฆาะฮ์</w:t>
      </w:r>
      <w:r w:rsidR="0014072B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มีความเชื่อมั่นในความแท้จริงแห่งความศรัทธาและกล่าวไว้เกี่ยวกับบรรดามนุษย์ของพระผู้เป็นเจ้าว่า</w:t>
      </w:r>
      <w:r w:rsidR="0014072B" w:rsidRPr="00C27D9F">
        <w:rPr>
          <w:rFonts w:cs="Times New Roman"/>
          <w:lang w:bidi="ar-SA"/>
        </w:rPr>
        <w:t>,</w:t>
      </w:r>
      <w:r w:rsidR="0014072B" w:rsidRPr="00C27D9F">
        <w:rPr>
          <w:rFonts w:hint="cs"/>
          <w:cs/>
        </w:rPr>
        <w:t xml:space="preserve"> เมื่อพวกเขาทั้งหลายเรียกหาพระองค</w:t>
      </w:r>
      <w:r w:rsidR="0014072B" w:rsidRPr="00C27D9F">
        <w:rPr>
          <w:cs/>
        </w:rPr>
        <w:t>์</w:t>
      </w:r>
      <w:r w:rsidRPr="00C27D9F">
        <w:rPr>
          <w:rFonts w:hint="cs"/>
          <w:cs/>
        </w:rPr>
        <w:t>และขออภัยโทษพวกเขามีความรู้สึกตื่นเต้นภายในตัวของพวกเขาเองที่จะได้รับความปลอดภัยและมีผู้คนในทุกยุคทุกสมัยซึ่งได้มีความใกล้ชิดกับพระผู้เป็นเจ้าเคยประสบ</w:t>
      </w:r>
    </w:p>
    <w:p w:rsidR="00500001" w:rsidRDefault="00500001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14072B" w:rsidRDefault="0014072B" w:rsidP="0014072B">
      <w:pPr>
        <w:pStyle w:val="libNormal"/>
        <w:ind w:firstLine="0"/>
      </w:pPr>
    </w:p>
    <w:p w:rsidR="0014072B" w:rsidRPr="0014072B" w:rsidRDefault="00C27D9F" w:rsidP="0014072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ฟัคร</w:t>
      </w:r>
      <w:r w:rsidR="0014072B">
        <w:rPr>
          <w:rFonts w:hint="cs"/>
          <w:cs/>
        </w:rPr>
        <w:t>์</w:t>
      </w:r>
      <w:r w:rsidRPr="00C27D9F">
        <w:rPr>
          <w:rFonts w:hint="cs"/>
          <w:cs/>
        </w:rPr>
        <w:t>ราซีกล่าวไว้ในโคลง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ดังนี้</w:t>
      </w:r>
      <w:r w:rsidRPr="00C27D9F">
        <w:rPr>
          <w:cs/>
        </w:rPr>
        <w:t>)</w:t>
      </w:r>
    </w:p>
    <w:p w:rsidR="0014072B" w:rsidRDefault="00C27D9F" w:rsidP="0014072B">
      <w:pPr>
        <w:pStyle w:val="libNormal"/>
        <w:ind w:firstLine="0"/>
        <w:rPr>
          <w:rFonts w:cs="Cordia New"/>
          <w:szCs w:val="40"/>
        </w:rPr>
      </w:pPr>
      <w:r w:rsidRPr="00C27D9F">
        <w:rPr>
          <w:cs/>
        </w:rPr>
        <w:t xml:space="preserve"> </w:t>
      </w:r>
      <w:r w:rsidR="0014072B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ฉันเกรงว่าฉันอาจจะล่วงลับไปโดยปราศจากความเข้าใจโลกวัตถุอย่างแท้จริงและปราศจากการหลุดพ้นออกไปจากสภาพการเป็นอยู่ทางร่างกายของฉันเพื่อที่จะเข้าไปสู่การดำรงอยู่ในทางวิญญาณของฉัน</w:t>
      </w:r>
      <w:r w:rsidR="0014072B">
        <w:rPr>
          <w:rFonts w:cs="Cordia New" w:hint="cs"/>
          <w:szCs w:val="40"/>
          <w:cs/>
        </w:rPr>
        <w:t>”</w:t>
      </w:r>
    </w:p>
    <w:p w:rsidR="00500001" w:rsidRPr="0014072B" w:rsidRDefault="00500001" w:rsidP="0014072B">
      <w:pPr>
        <w:pStyle w:val="libNormal"/>
        <w:ind w:firstLine="0"/>
        <w:rPr>
          <w:rFonts w:cs="Cordia New"/>
          <w:szCs w:val="40"/>
        </w:rPr>
      </w:pPr>
    </w:p>
    <w:p w:rsidR="0014072B" w:rsidRDefault="00C27D9F" w:rsidP="0014072B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ในอิสลามการรู้จักพระผู้เป็นเจ้าและการรู้จักบรรดามลิกะฮ์เป็นเสมือนสื่อกลางของโลกแห่งการดำรงอยู่และการรู้จักบรรดาศาสดาและบรรดาผู้บรรลุทั้งหลาย</w:t>
      </w:r>
      <w:r w:rsidRPr="00C27D9F">
        <w:rPr>
          <w:cs/>
        </w:rPr>
        <w:t>(</w:t>
      </w:r>
      <w:r w:rsidRPr="00C27D9F">
        <w:rPr>
          <w:rFonts w:hint="cs"/>
          <w:cs/>
        </w:rPr>
        <w:t>อิมาม</w:t>
      </w:r>
      <w:r w:rsidRPr="00C27D9F">
        <w:rPr>
          <w:cs/>
        </w:rPr>
        <w:t>)</w:t>
      </w:r>
      <w:r w:rsidRPr="00C27D9F">
        <w:rPr>
          <w:rFonts w:hint="cs"/>
          <w:cs/>
        </w:rPr>
        <w:t>ก็เป็นอีกกรณีหนึ่งสื่อแห่งความโปรดปรานของพระผู้เป็นเจ้ามายังเราและความรู้ถึงเหตุผลสำหรับการมาสู่โลกนี้ของเราและเรากำลังจะไปยังสถานที่แห่งใดการกลับคืนสู่พระผู้เป็นเจ้าในวาระสุดท้ายของเราเหมือนกับสิ่งถูกสร้างอื่นๆทุกสิ่งความเข้าใจทั้งหมดเหล่านี้เป็นความแท้จริงพร้อมกันนี้ทั้งหลายเหล่านั้นคือพื้นฐานแห่งอุดมการณ์อิสลาม</w:t>
      </w:r>
    </w:p>
    <w:p w:rsidR="00500001" w:rsidRPr="00500001" w:rsidRDefault="00C27D9F" w:rsidP="00500001">
      <w:pPr>
        <w:pStyle w:val="libNormal"/>
        <w:ind w:firstLine="0"/>
      </w:pPr>
      <w:r w:rsidRPr="00C27D9F">
        <w:rPr>
          <w:rFonts w:hint="cs"/>
          <w:cs/>
        </w:rPr>
        <w:t>เพราะฉะนั้นไม่ใช่ว่าการศรัทธาจะเป็นการเสียสละเพื่อการกระทำและทั้งไม่ใช่การกระทำจะเป็นการเสียสละเพื่อการศรัทธาเนื่องจากเหตุนั้นจึงสามารถกล่าวได้ว่ามนุษย์ผู้สมบูรณ์ของบรรดานักปราชญ์ทั้งหลายกล่าวโดยทั่วๆไปแล้วไม่สมบูรณ์</w:t>
      </w:r>
    </w:p>
    <w:p w:rsidR="00500001" w:rsidRDefault="00C27D9F" w:rsidP="00500001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เพราะว่าเขาครอบครองบางส่วนของความสมบูรณ์ด้วยการเสาะหาความสมบูรณ์ดัวกล่าวในสติปัญญาของเขาอย่างเดียวเท่านั้น</w:t>
      </w:r>
      <w:r w:rsidR="0014072B">
        <w:rPr>
          <w:rFonts w:hint="cs"/>
          <w:cs/>
        </w:rPr>
        <w:t xml:space="preserve"> </w:t>
      </w:r>
    </w:p>
    <w:p w:rsidR="0014072B" w:rsidRDefault="0014072B" w:rsidP="0014072B">
      <w:pPr>
        <w:pStyle w:val="libNormal"/>
        <w:ind w:firstLine="0"/>
      </w:pPr>
    </w:p>
    <w:p w:rsidR="0014072B" w:rsidRDefault="00C27D9F" w:rsidP="0014072B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เช่นบุคคลหนึ่งมีความรู้อยู่เต็มเปี่ยมแต่ปราศจากความใฝ่ฝัน</w:t>
      </w:r>
      <w:r w:rsidR="0014072B">
        <w:rPr>
          <w:rFonts w:cs="Cordia New" w:hint="cs"/>
          <w:szCs w:val="40"/>
          <w:cs/>
        </w:rPr>
        <w:t xml:space="preserve"> </w:t>
      </w:r>
    </w:p>
    <w:p w:rsidR="00500001" w:rsidRDefault="00C27D9F" w:rsidP="0014072B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ความกระตือร</w:t>
      </w:r>
      <w:r w:rsidR="0014072B">
        <w:rPr>
          <w:rFonts w:hint="cs"/>
          <w:cs/>
        </w:rPr>
        <w:t>ือ</w:t>
      </w:r>
      <w:r w:rsidRPr="00C27D9F">
        <w:rPr>
          <w:rFonts w:hint="cs"/>
          <w:cs/>
        </w:rPr>
        <w:t>ร้นและความมุมานะ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เพราะฉะนั้น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เขาจึงเป็นมนุษย์ผู้สมบูรณ์เพียงครึ่งเดียว</w:t>
      </w:r>
    </w:p>
    <w:p w:rsidR="00500001" w:rsidRDefault="00500001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14072B" w:rsidRDefault="0014072B" w:rsidP="0014072B">
      <w:pPr>
        <w:pStyle w:val="libNormal"/>
        <w:ind w:firstLine="0"/>
        <w:rPr>
          <w:rFonts w:cs="Cordia New"/>
          <w:szCs w:val="40"/>
        </w:rPr>
      </w:pPr>
    </w:p>
    <w:p w:rsidR="00C27D9F" w:rsidRDefault="00C27D9F" w:rsidP="0014072B">
      <w:pPr>
        <w:pStyle w:val="libNormal"/>
        <w:ind w:firstLine="0"/>
      </w:pPr>
      <w:r w:rsidRPr="00C27D9F">
        <w:rPr>
          <w:rFonts w:hint="cs"/>
          <w:cs/>
        </w:rPr>
        <w:t>ในแนวทางอิรฟาน</w:t>
      </w:r>
      <w:r w:rsidRPr="00C27D9F">
        <w:rPr>
          <w:cs/>
        </w:rPr>
        <w:t>(</w:t>
      </w:r>
      <w:r w:rsidRPr="00C27D9F">
        <w:rPr>
          <w:rFonts w:hint="cs"/>
          <w:cs/>
        </w:rPr>
        <w:t>บางกลุ่ม</w:t>
      </w:r>
      <w:r w:rsidRPr="00C27D9F">
        <w:rPr>
          <w:cs/>
        </w:rPr>
        <w:t>)</w:t>
      </w:r>
      <w:r w:rsidRPr="00C27D9F">
        <w:rPr>
          <w:rFonts w:hint="cs"/>
          <w:cs/>
        </w:rPr>
        <w:t>ความรู้และสติปัญญาได้รับการดูหมิ่นเหยียดหยามอย่างมากแต่ในอิสลาม</w:t>
      </w:r>
    </w:p>
    <w:p w:rsidR="00500001" w:rsidRPr="00C27D9F" w:rsidRDefault="00500001" w:rsidP="0014072B">
      <w:pPr>
        <w:pStyle w:val="libNormal"/>
        <w:ind w:firstLine="0"/>
        <w:rPr>
          <w:rFonts w:cs="Times New Roman"/>
          <w:lang w:bidi="ar-SA"/>
        </w:rPr>
      </w:pPr>
    </w:p>
    <w:p w:rsidR="0014072B" w:rsidRDefault="00C27D9F" w:rsidP="0014072B">
      <w:pPr>
        <w:pStyle w:val="libNormal"/>
      </w:pPr>
      <w:r w:rsidRPr="00C27D9F">
        <w:rPr>
          <w:rFonts w:hint="cs"/>
          <w:cs/>
        </w:rPr>
        <w:t>เมื่อยอมรับความรักและจิตใจก็ไม่ดูหมิ่นสติปัญญา</w:t>
      </w:r>
      <w:r w:rsidR="0014072B" w:rsidRPr="00C27D9F">
        <w:rPr>
          <w:rFonts w:cs="Times New Roman"/>
          <w:lang w:bidi="ar-SA"/>
        </w:rPr>
        <w:t>,</w:t>
      </w:r>
      <w:r w:rsidR="0014072B" w:rsidRPr="00C27D9F">
        <w:rPr>
          <w:rFonts w:hint="cs"/>
          <w:cs/>
        </w:rPr>
        <w:t xml:space="preserve"> หรือการรู้จักเหตุผลและตรรกวิทยา</w:t>
      </w:r>
      <w:r w:rsidR="0014072B" w:rsidRPr="00C27D9F">
        <w:t>,</w:t>
      </w:r>
      <w:r w:rsidR="0014072B" w:rsidRPr="00C27D9F">
        <w:rPr>
          <w:rFonts w:hint="cs"/>
          <w:cs/>
        </w:rPr>
        <w:t xml:space="preserve"> เว้นแต่ยอมรับในมัน</w:t>
      </w:r>
      <w:r w:rsidR="0014072B">
        <w:rPr>
          <w:rFonts w:hint="cs"/>
          <w:cs/>
        </w:rPr>
        <w:t xml:space="preserve"> </w:t>
      </w:r>
      <w:r w:rsidR="0014072B" w:rsidRPr="00C27D9F">
        <w:rPr>
          <w:rFonts w:hint="cs"/>
          <w:cs/>
        </w:rPr>
        <w:t>นั่นก็คือว่า</w:t>
      </w:r>
      <w:r w:rsidR="0014072B">
        <w:rPr>
          <w:rFonts w:hint="cs"/>
          <w:cs/>
        </w:rPr>
        <w:t xml:space="preserve"> </w:t>
      </w:r>
      <w:r w:rsidR="0014072B" w:rsidRPr="00C27D9F">
        <w:rPr>
          <w:rFonts w:hint="cs"/>
          <w:cs/>
        </w:rPr>
        <w:t>ทำไมในยุคหลังของอิสลาม</w:t>
      </w:r>
      <w:r w:rsidR="0014072B">
        <w:rPr>
          <w:rFonts w:hint="cs"/>
          <w:cs/>
        </w:rPr>
        <w:t xml:space="preserve"> </w:t>
      </w:r>
      <w:r w:rsidR="0014072B" w:rsidRPr="00C27D9F">
        <w:rPr>
          <w:rFonts w:hint="cs"/>
          <w:cs/>
        </w:rPr>
        <w:t>ขณะนั้นมีกลุ่มหนึ่งปรากฏขึ้นซึ่งมีการยอมรั</w:t>
      </w:r>
      <w:r w:rsidR="0014072B" w:rsidRPr="00C27D9F">
        <w:rPr>
          <w:cs/>
        </w:rPr>
        <w:t>บ</w:t>
      </w:r>
      <w:r w:rsidRPr="00C27D9F">
        <w:rPr>
          <w:rFonts w:hint="cs"/>
          <w:cs/>
        </w:rPr>
        <w:t>ในสติปัญญาและความรัก</w:t>
      </w:r>
    </w:p>
    <w:p w:rsidR="00500001" w:rsidRDefault="00500001" w:rsidP="0014072B">
      <w:pPr>
        <w:pStyle w:val="libNormal"/>
      </w:pPr>
    </w:p>
    <w:p w:rsidR="0014072B" w:rsidRDefault="00C27D9F" w:rsidP="0014072B">
      <w:pPr>
        <w:pStyle w:val="libNormal"/>
      </w:pPr>
      <w:r w:rsidRPr="00C27D9F">
        <w:rPr>
          <w:rFonts w:hint="cs"/>
          <w:cs/>
        </w:rPr>
        <w:t>เชคชาฮาบุคดีน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ซอหร์เ</w:t>
      </w:r>
      <w:r w:rsidR="0014072B">
        <w:rPr>
          <w:rFonts w:hint="cs"/>
          <w:cs/>
        </w:rPr>
        <w:t>วอร์ดี จากคณะผู้ให้ความกระจ่างแก่</w:t>
      </w:r>
      <w:r w:rsidRPr="00C27D9F">
        <w:rPr>
          <w:rFonts w:hint="cs"/>
          <w:cs/>
        </w:rPr>
        <w:t>จิตวิญญาณเป็นผู้หนึ่งจากพวกเขาและอีกผู้หนึ่งก็คือ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มุลลาซาดรอ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ชีราซี</w:t>
      </w:r>
      <w:r w:rsidR="0014072B" w:rsidRPr="00C27D9F">
        <w:rPr>
          <w:rFonts w:cs="Times New Roman"/>
          <w:lang w:bidi="ar-SA"/>
        </w:rPr>
        <w:t>,</w:t>
      </w:r>
      <w:r w:rsidR="0014072B" w:rsidRPr="00C27D9F">
        <w:rPr>
          <w:rFonts w:hint="cs"/>
          <w:cs/>
        </w:rPr>
        <w:t xml:space="preserve"> ผู้ซึ่งเห็นว่าแนวทางแห่งความรักและสติปัญญานี้จะต้องปฏิบัติตามคัมภีร์อัลกุรอานและไม่ปรารถนาที่จะดูหมิ่นจิตใจเหมือนอย่างอเวซ</w:t>
      </w:r>
      <w:r w:rsidR="0014072B" w:rsidRPr="00C27D9F">
        <w:rPr>
          <w:cs/>
        </w:rPr>
        <w:t>ี</w:t>
      </w:r>
      <w:r w:rsidRPr="00C27D9F">
        <w:rPr>
          <w:rFonts w:hint="cs"/>
          <w:cs/>
        </w:rPr>
        <w:t>นา</w:t>
      </w:r>
      <w:r w:rsidR="0014072B" w:rsidRPr="00C27D9F">
        <w:rPr>
          <w:rFonts w:cs="Times New Roman"/>
          <w:lang w:bidi="ar-SA"/>
        </w:rPr>
        <w:t>,</w:t>
      </w:r>
      <w:r w:rsidR="0014072B" w:rsidRPr="00C27D9F">
        <w:rPr>
          <w:rFonts w:hint="cs"/>
          <w:cs/>
        </w:rPr>
        <w:t xml:space="preserve"> หรือบรรดาพวกผู้ซูฟีซึ่งได้เหยียดหยามสติปัญญ</w:t>
      </w:r>
      <w:r w:rsidR="0014072B" w:rsidRPr="00C27D9F">
        <w:rPr>
          <w:cs/>
        </w:rPr>
        <w:t>า</w:t>
      </w:r>
    </w:p>
    <w:p w:rsidR="00500001" w:rsidRDefault="00500001" w:rsidP="0014072B">
      <w:pPr>
        <w:pStyle w:val="libNormal"/>
        <w:rPr>
          <w:rFonts w:cs="Cordia New"/>
          <w:szCs w:val="40"/>
        </w:rPr>
      </w:pPr>
    </w:p>
    <w:p w:rsidR="00C27D9F" w:rsidRPr="00C27D9F" w:rsidRDefault="00C27D9F" w:rsidP="0014072B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ปัญหาอื่นๆซึ่งได้พบในแนวทางของอิรฟา</w:t>
      </w:r>
      <w:r w:rsidR="0014072B">
        <w:rPr>
          <w:rFonts w:hint="cs"/>
          <w:cs/>
        </w:rPr>
        <w:t>น</w:t>
      </w:r>
      <w:r w:rsidRPr="00C27D9F">
        <w:rPr>
          <w:rFonts w:hint="cs"/>
          <w:cs/>
        </w:rPr>
        <w:t>และไม่เป็นที่ยอมรับกันในอิสลามคือ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ธรรมชาติที่คิดถึงแต่ภายในตัวเองเป็นหลักมุ่งแต่ทางด้านในซึ่งครอบงำความเอาใจใส่ต่อสิ่งภายนอกของพวกเขาและทิศทางในการยึดถือตัวบุคคลเป็นเกณฑ์ซึ่งแทบจะทำลายล้างทางด้านฝ่ายสังคมของเขา</w:t>
      </w:r>
      <w:r w:rsidR="0014072B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การไม่สนใจต่อสังคม</w:t>
      </w:r>
      <w:r w:rsidRPr="00C27D9F">
        <w:rPr>
          <w:cs/>
        </w:rPr>
        <w:t>)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ทางอิรฟานนั้นมนุษย์ผู้สมบูรณ์กำลังสาละวนอยู่กับตัวเองเขาเองเพียงเท่านั้นแต่ในอิสลามนอกจากความรัก</w:t>
      </w:r>
      <w:r w:rsidR="0014072B" w:rsidRPr="00C27D9F">
        <w:rPr>
          <w:rFonts w:cs="Times New Roman"/>
          <w:lang w:bidi="ar-SA"/>
        </w:rPr>
        <w:t>,</w:t>
      </w:r>
      <w:r w:rsidR="0014072B" w:rsidRPr="00C27D9F">
        <w:rPr>
          <w:rFonts w:hint="cs"/>
          <w:cs/>
        </w:rPr>
        <w:t xml:space="preserve"> ความถูกต้อ</w:t>
      </w:r>
      <w:r w:rsidR="0014072B" w:rsidRPr="00C27D9F">
        <w:rPr>
          <w:cs/>
        </w:rPr>
        <w:t>ง</w:t>
      </w:r>
    </w:p>
    <w:p w:rsidR="0014072B" w:rsidRDefault="00C27D9F" w:rsidP="0014072B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เที่ยงธรรม</w:t>
      </w:r>
      <w:r w:rsidR="0014072B" w:rsidRPr="00C27D9F">
        <w:rPr>
          <w:rFonts w:cs="Times New Roman"/>
          <w:lang w:bidi="ar-SA"/>
        </w:rPr>
        <w:t>,</w:t>
      </w:r>
      <w:r w:rsidR="0014072B" w:rsidRPr="00C27D9F">
        <w:rPr>
          <w:rFonts w:hint="cs"/>
          <w:cs/>
        </w:rPr>
        <w:t xml:space="preserve"> การขัดเกลาตนเองและจิตวิญญาณแล้ว</w:t>
      </w:r>
      <w:r w:rsidR="0014072B" w:rsidRPr="00C27D9F">
        <w:t>,</w:t>
      </w:r>
      <w:r w:rsidR="0014072B" w:rsidRPr="00C27D9F">
        <w:rPr>
          <w:rFonts w:hint="cs"/>
          <w:cs/>
        </w:rPr>
        <w:t xml:space="preserve"> มนุษย์ผู้สมบูรณ์ยังเป็นผู้ที่เอาใ</w:t>
      </w:r>
      <w:r w:rsidR="0014072B">
        <w:rPr>
          <w:rFonts w:hint="cs"/>
          <w:cs/>
        </w:rPr>
        <w:t>จ</w:t>
      </w:r>
      <w:r w:rsidR="0014072B" w:rsidRPr="00C27D9F">
        <w:rPr>
          <w:rFonts w:hint="cs"/>
          <w:cs/>
        </w:rPr>
        <w:t>ใส่ต่อสิ่</w:t>
      </w:r>
      <w:r w:rsidR="0014072B" w:rsidRPr="00C27D9F">
        <w:rPr>
          <w:cs/>
        </w:rPr>
        <w:t>ง</w:t>
      </w:r>
      <w:r w:rsidRPr="00C27D9F">
        <w:rPr>
          <w:rFonts w:hint="cs"/>
          <w:cs/>
        </w:rPr>
        <w:t>ภายนอกและการผูกมิตรไมตรีในสังคมด้วยเช่นกัน</w:t>
      </w:r>
    </w:p>
    <w:p w:rsidR="0014072B" w:rsidRDefault="0014072B">
      <w:pPr>
        <w:rPr>
          <w:rFonts w:ascii="Angsana New" w:hAnsi="Angsana New"/>
          <w:sz w:val="32"/>
          <w:szCs w:val="32"/>
        </w:rPr>
      </w:pPr>
      <w:r>
        <w:br w:type="page"/>
      </w:r>
    </w:p>
    <w:p w:rsidR="0014072B" w:rsidRDefault="0014072B" w:rsidP="0014072B">
      <w:pPr>
        <w:pStyle w:val="libNormal"/>
        <w:ind w:firstLine="0"/>
      </w:pPr>
    </w:p>
    <w:p w:rsidR="00500001" w:rsidRDefault="00C27D9F" w:rsidP="00500001">
      <w:pPr>
        <w:pStyle w:val="libNormal"/>
        <w:ind w:firstLine="0"/>
      </w:pPr>
      <w:r w:rsidRPr="00C27D9F">
        <w:rPr>
          <w:rFonts w:hint="cs"/>
          <w:cs/>
        </w:rPr>
        <w:t>บรรดาสานุศิษย์ของอิมามมะฮ์ดี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ทั้งหลายกล่าวว่า</w:t>
      </w:r>
      <w:r w:rsidR="0014072B">
        <w:rPr>
          <w:rFonts w:hint="cs"/>
          <w:cs/>
        </w:rPr>
        <w:t xml:space="preserve"> </w:t>
      </w:r>
      <w:r w:rsidRPr="00C27D9F">
        <w:rPr>
          <w:rFonts w:hint="cs"/>
          <w:cs/>
        </w:rPr>
        <w:t>เป็นกลุ่มผู้ทรงศีลในยามค่ำคืนและเป็นกลุ่มราชสีห์ในเวลากลางวัน</w:t>
      </w:r>
    </w:p>
    <w:p w:rsidR="00640A44" w:rsidRDefault="00C27D9F" w:rsidP="00640A44">
      <w:pPr>
        <w:pStyle w:val="libNormal"/>
        <w:ind w:firstLine="0"/>
      </w:pPr>
      <w:r w:rsidRPr="00C27D9F">
        <w:rPr>
          <w:rFonts w:hint="cs"/>
          <w:cs/>
        </w:rPr>
        <w:t>อัลกุรอานได้แสดงให้เห็นถึงแง่มุมทั้งสองใน</w:t>
      </w:r>
      <w:r w:rsidR="00640A44">
        <w:rPr>
          <w:rFonts w:hint="cs"/>
          <w:cs/>
        </w:rPr>
        <w:t>ซู</w:t>
      </w:r>
      <w:r w:rsidRPr="00C27D9F">
        <w:rPr>
          <w:rFonts w:hint="cs"/>
          <w:cs/>
        </w:rPr>
        <w:t>เราะฮ์บะรออัต</w:t>
      </w:r>
      <w:r w:rsidR="00640A44">
        <w:rPr>
          <w:cs/>
        </w:rPr>
        <w:t xml:space="preserve"> (</w:t>
      </w:r>
      <w:r w:rsidRPr="00C27D9F">
        <w:rPr>
          <w:rFonts w:hint="cs"/>
          <w:cs/>
        </w:rPr>
        <w:t>อัตเตาบะฮ์</w:t>
      </w:r>
      <w:r w:rsidRPr="00C27D9F">
        <w:rPr>
          <w:cs/>
        </w:rPr>
        <w:t xml:space="preserve">) </w:t>
      </w:r>
      <w:r w:rsidRPr="00C27D9F">
        <w:rPr>
          <w:rFonts w:hint="cs"/>
          <w:cs/>
        </w:rPr>
        <w:t>อายะฮ์</w:t>
      </w:r>
      <w:r w:rsidR="00640A44">
        <w:rPr>
          <w:rFonts w:hint="cs"/>
          <w:cs/>
        </w:rPr>
        <w:t xml:space="preserve"> </w:t>
      </w:r>
      <w:r w:rsidRPr="00C27D9F">
        <w:rPr>
          <w:rFonts w:hint="cs"/>
          <w:cs/>
        </w:rPr>
        <w:t>ที่</w:t>
      </w:r>
      <w:r w:rsidRPr="00C27D9F">
        <w:rPr>
          <w:rFonts w:cs="Times New Roman"/>
          <w:lang w:bidi="ar-SA"/>
        </w:rPr>
        <w:t>112(</w:t>
      </w:r>
      <w:r w:rsidRPr="00C27D9F">
        <w:rPr>
          <w:rFonts w:hint="cs"/>
          <w:cs/>
        </w:rPr>
        <w:t>ว่า</w:t>
      </w:r>
      <w:r w:rsidRPr="00C27D9F">
        <w:rPr>
          <w:cs/>
        </w:rPr>
        <w:t>)</w:t>
      </w:r>
    </w:p>
    <w:p w:rsidR="00500001" w:rsidRPr="00500001" w:rsidRDefault="00640A44" w:rsidP="00500001">
      <w:pPr>
        <w:pStyle w:val="libNormal"/>
      </w:pPr>
      <w:r w:rsidRPr="00640A44">
        <w:rPr>
          <w:cs/>
        </w:rPr>
        <w:t>“</w:t>
      </w:r>
      <w:r w:rsidR="00C27D9F" w:rsidRPr="00C27D9F">
        <w:rPr>
          <w:rFonts w:hint="cs"/>
          <w:cs/>
        </w:rPr>
        <w:t>พวกเขาผู้หันสู่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อัลลอฮ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ผู้เคารพนอบน้อม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พระองค์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ผู้สรรเสริญ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พระองค์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ผู้ถือศีลอด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ผู้โค้งคารวะผู้กราบ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พระองค์</w:t>
      </w:r>
      <w:r w:rsidRPr="00C27D9F">
        <w:rPr>
          <w:rFonts w:hint="cs"/>
          <w:cs/>
        </w:rPr>
        <w:t>) กำชับกันในสิ่งที่ดีและห้ามปรามในสิ่งชั่วร้าย</w:t>
      </w:r>
      <w:r w:rsidRPr="00C27D9F">
        <w:t>,</w:t>
      </w:r>
      <w:r w:rsidRPr="00C27D9F">
        <w:rPr>
          <w:rFonts w:hint="cs"/>
          <w:cs/>
        </w:rPr>
        <w:t xml:space="preserve"> และผู้ซึ่งรักษากฎบัญญัติของอัลลอฮและจงแจ้งข่าวดีแก่บรรดาผู้เชื่อมั่</w:t>
      </w:r>
      <w:r w:rsidRPr="00C27D9F">
        <w:rPr>
          <w:cs/>
        </w:rPr>
        <w:t>น</w:t>
      </w:r>
      <w:r w:rsidR="00C27D9F" w:rsidRPr="00640A44">
        <w:rPr>
          <w:lang w:bidi="ar-SA"/>
        </w:rPr>
        <w:t>”</w:t>
      </w:r>
    </w:p>
    <w:p w:rsidR="00500001" w:rsidRDefault="00C27D9F" w:rsidP="00500001">
      <w:pPr>
        <w:pStyle w:val="libNormal"/>
      </w:pPr>
      <w:r w:rsidRPr="00C27D9F">
        <w:rPr>
          <w:rFonts w:hint="cs"/>
          <w:cs/>
        </w:rPr>
        <w:t>ในอายะฮ์นี้จุดสำคัญทั้งหลายอยู่ที่เรื่องของการกราบกรานที่เป็นการกระทำจากด้านในของอิบาดัต</w:t>
      </w:r>
      <w:r w:rsidR="00640A44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ส่วนความหมายอื่นๆของอายะฮ์เป็นความเกี่ยวพันไปยังหน้าที่ทั้งหลายต่อสังคม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ด้านภายนอก</w:t>
      </w:r>
      <w:r w:rsidRPr="00C27D9F">
        <w:rPr>
          <w:cs/>
        </w:rPr>
        <w:t>)</w:t>
      </w:r>
    </w:p>
    <w:p w:rsidR="00640A44" w:rsidRDefault="00C27D9F" w:rsidP="00640A44">
      <w:pPr>
        <w:pStyle w:val="libNormal"/>
        <w:ind w:firstLine="0"/>
      </w:pPr>
      <w:r w:rsidRPr="00C27D9F">
        <w:rPr>
          <w:rFonts w:hint="cs"/>
          <w:cs/>
        </w:rPr>
        <w:t>อัลกุรอานได้กล่าวพาดพิงถึงเรื่องในทำนองเดียวกันใน</w:t>
      </w:r>
      <w:r w:rsidR="00640A44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="00640A44">
        <w:rPr>
          <w:rFonts w:hint="cs"/>
          <w:cs/>
        </w:rPr>
        <w:t>อัล</w:t>
      </w:r>
      <w:r w:rsidRPr="00C27D9F">
        <w:rPr>
          <w:rFonts w:hint="cs"/>
          <w:cs/>
        </w:rPr>
        <w:t>ฟัต</w:t>
      </w:r>
      <w:r w:rsidR="00640A44">
        <w:rPr>
          <w:rFonts w:hint="cs"/>
          <w:cs/>
        </w:rPr>
        <w:t>ฮ์</w:t>
      </w:r>
    </w:p>
    <w:p w:rsidR="00640A44" w:rsidRPr="00C27D9F" w:rsidRDefault="00640A44" w:rsidP="00640A44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อายะฮ์ที่</w:t>
      </w:r>
      <w:r>
        <w:rPr>
          <w:rFonts w:hint="cs"/>
          <w:cs/>
        </w:rPr>
        <w:t xml:space="preserve"> </w:t>
      </w:r>
      <w:r w:rsidR="00C27D9F" w:rsidRPr="00C27D9F">
        <w:rPr>
          <w:rFonts w:cs="Times New Roman"/>
          <w:lang w:bidi="ar-SA"/>
        </w:rPr>
        <w:t>29(</w:t>
      </w:r>
      <w:r w:rsidR="00C27D9F" w:rsidRPr="00C27D9F">
        <w:rPr>
          <w:rFonts w:hint="cs"/>
          <w:cs/>
        </w:rPr>
        <w:t>ความ</w:t>
      </w:r>
      <w:r w:rsidRPr="00C27D9F">
        <w:rPr>
          <w:rFonts w:hint="cs"/>
          <w:cs/>
        </w:rPr>
        <w:t>ว่า</w:t>
      </w:r>
      <w:r>
        <w:rPr>
          <w:rFonts w:hint="cs"/>
          <w:cs/>
        </w:rPr>
        <w:t>)</w:t>
      </w:r>
    </w:p>
    <w:p w:rsidR="00C27D9F" w:rsidRPr="00C27D9F" w:rsidRDefault="00C27D9F" w:rsidP="00640A44">
      <w:pPr>
        <w:pStyle w:val="libNormal"/>
        <w:ind w:firstLine="0"/>
        <w:rPr>
          <w:rFonts w:cs="Times New Roman"/>
          <w:lang w:bidi="ar-SA"/>
        </w:rPr>
      </w:pPr>
      <w:r w:rsidRPr="00640A44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มุ</w:t>
      </w:r>
      <w:r w:rsidR="00640A44">
        <w:rPr>
          <w:rFonts w:hint="cs"/>
          <w:cs/>
        </w:rPr>
        <w:t>ฮั</w:t>
      </w:r>
      <w:r w:rsidRPr="00C27D9F">
        <w:rPr>
          <w:rFonts w:hint="cs"/>
          <w:cs/>
        </w:rPr>
        <w:t>มหมัดเป็นศาสนทูตแห่งอัลลอฮและพวกที่อยู่ด้วยกับเขา</w:t>
      </w:r>
      <w:r w:rsidR="00640A44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มั่นคงแข็งกร้าวกับพวกปฏิเสธ</w:t>
      </w:r>
      <w:r w:rsidR="00640A44">
        <w:rPr>
          <w:rFonts w:hint="cs"/>
          <w:cs/>
        </w:rPr>
        <w:t xml:space="preserve"> </w:t>
      </w:r>
      <w:r w:rsidRPr="00C27D9F">
        <w:rPr>
          <w:rFonts w:hint="cs"/>
          <w:cs/>
        </w:rPr>
        <w:t>อ่อนน้อมในหมู่พวกเขาเอง</w:t>
      </w:r>
      <w:r w:rsidR="00640A44">
        <w:rPr>
          <w:rFonts w:hint="cs"/>
          <w:cs/>
        </w:rPr>
        <w:t xml:space="preserve"> </w:t>
      </w:r>
      <w:r w:rsidRPr="00C27D9F">
        <w:rPr>
          <w:rFonts w:hint="cs"/>
          <w:cs/>
        </w:rPr>
        <w:t>เจ้าจะเห็นพวกเขาโค้ง</w:t>
      </w:r>
    </w:p>
    <w:p w:rsidR="00640A44" w:rsidRDefault="00C27D9F" w:rsidP="00640A44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คารวะ</w:t>
      </w:r>
      <w:r w:rsidRPr="00C27D9F">
        <w:rPr>
          <w:cs/>
        </w:rPr>
        <w:t>(</w:t>
      </w:r>
      <w:r w:rsidRPr="00C27D9F">
        <w:rPr>
          <w:rFonts w:hint="cs"/>
          <w:cs/>
        </w:rPr>
        <w:t>และ</w:t>
      </w:r>
      <w:r w:rsidRPr="00C27D9F">
        <w:rPr>
          <w:cs/>
        </w:rPr>
        <w:t>)</w:t>
      </w:r>
      <w:r w:rsidRPr="00C27D9F">
        <w:rPr>
          <w:rFonts w:hint="cs"/>
          <w:cs/>
        </w:rPr>
        <w:t>หมอบกราบ</w:t>
      </w:r>
      <w:r w:rsidRPr="00C27D9F">
        <w:rPr>
          <w:cs/>
        </w:rPr>
        <w:t>(</w:t>
      </w:r>
      <w:r w:rsidRPr="00C27D9F">
        <w:rPr>
          <w:rFonts w:hint="cs"/>
          <w:cs/>
        </w:rPr>
        <w:t>ในการภักดิ์ดีต่อพระผู้เป็นเจ้า</w:t>
      </w:r>
      <w:r w:rsidRPr="00C27D9F">
        <w:rPr>
          <w:cs/>
        </w:rPr>
        <w:t>)</w:t>
      </w:r>
      <w:r w:rsidRPr="00C27D9F">
        <w:rPr>
          <w:rFonts w:hint="cs"/>
          <w:cs/>
        </w:rPr>
        <w:t>แสวงหาความกรุณาจากอัลลอฮ</w:t>
      </w:r>
      <w:r w:rsidR="00640A44">
        <w:rPr>
          <w:rFonts w:hint="cs"/>
          <w:cs/>
        </w:rPr>
        <w:t>์</w:t>
      </w:r>
      <w:r w:rsidRPr="00C27D9F">
        <w:rPr>
          <w:rFonts w:hint="cs"/>
          <w:cs/>
        </w:rPr>
        <w:t>และความพึงในจากพระองค์เครื่องหมายของเขาเด่นชัดอยู่บนในหน้าของพวกเขาเป็นเพราะผลแห่งการหมอบกราบ</w:t>
      </w:r>
      <w:r w:rsidR="00640A44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นั่นคือลักษณะของพวกเขาในที่ปรากฏใน</w:t>
      </w:r>
      <w:r w:rsidRPr="00C27D9F">
        <w:rPr>
          <w:cs/>
        </w:rPr>
        <w:t>(</w:t>
      </w:r>
      <w:r w:rsidRPr="00C27D9F">
        <w:rPr>
          <w:rFonts w:hint="cs"/>
          <w:cs/>
        </w:rPr>
        <w:t>คัมภีร์</w:t>
      </w:r>
      <w:r w:rsidRPr="00C27D9F">
        <w:rPr>
          <w:cs/>
        </w:rPr>
        <w:t>)</w:t>
      </w:r>
      <w:r w:rsidRPr="00C27D9F">
        <w:rPr>
          <w:rFonts w:hint="cs"/>
          <w:cs/>
        </w:rPr>
        <w:t>เตารอตและใน</w:t>
      </w:r>
      <w:r w:rsidRPr="00C27D9F">
        <w:rPr>
          <w:cs/>
        </w:rPr>
        <w:t>(</w:t>
      </w:r>
      <w:r w:rsidRPr="00C27D9F">
        <w:rPr>
          <w:rFonts w:hint="cs"/>
          <w:cs/>
        </w:rPr>
        <w:t>คัมภีร์</w:t>
      </w:r>
      <w:r w:rsidRPr="00C27D9F">
        <w:rPr>
          <w:cs/>
        </w:rPr>
        <w:t>)</w:t>
      </w:r>
      <w:r w:rsidRPr="00C27D9F">
        <w:rPr>
          <w:rFonts w:hint="cs"/>
          <w:cs/>
        </w:rPr>
        <w:t>อินญีลเหมือนดังเมล็ดพืชพันธ์ที่แตกต่างของมันออกมาแล้วมันก็แข็งแกร่งแล้วมันก็เจริญขึ้นและยึดมั่นอยู่บนลำต้นของมันเป็นความปีติยินดีแก่ผู้หวานเพื่อพระองค์อาจจะทรงกริ้วต่อบรรดาผู้ปฏิเสธด้วยเหตุว่าพวกเขา</w:t>
      </w:r>
      <w:r w:rsidRPr="00C27D9F">
        <w:rPr>
          <w:cs/>
        </w:rPr>
        <w:t>(</w:t>
      </w:r>
      <w:r w:rsidRPr="00C27D9F">
        <w:rPr>
          <w:rFonts w:hint="cs"/>
          <w:cs/>
        </w:rPr>
        <w:t>ดื้อดึง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อัลลอฮทรงสัญญาบรรดาเหล่านั้นผู้ซึ่งศรัทธาและปฏิบัติความดีงามในระหว่างพวกเขาด้วยการให้อภัยและรางวัลอันยิ่งใหญ่</w:t>
      </w:r>
      <w:r w:rsidR="00640A44" w:rsidRPr="00640A44">
        <w:rPr>
          <w:cs/>
        </w:rPr>
        <w:t>”</w:t>
      </w:r>
    </w:p>
    <w:p w:rsidR="00640A44" w:rsidRDefault="00640A44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640A44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lastRenderedPageBreak/>
        <w:t>ในอายะฮ์นี้ส่วนแรกแสดงให้เห็นเกี่ยวกับด้านสังคมของท่านศาสดาและบรรดาผู้ปฏิบบัติตาม</w:t>
      </w:r>
      <w:r w:rsidRPr="00C27D9F">
        <w:rPr>
          <w:cs/>
        </w:rPr>
        <w:t>(</w:t>
      </w:r>
      <w:r w:rsidRPr="00C27D9F">
        <w:rPr>
          <w:rFonts w:hint="cs"/>
          <w:cs/>
        </w:rPr>
        <w:t>ศอฮาบะฮ์</w:t>
      </w:r>
      <w:r w:rsidRPr="00C27D9F">
        <w:rPr>
          <w:cs/>
        </w:rPr>
        <w:t>)</w:t>
      </w:r>
      <w:r w:rsidRPr="00C27D9F">
        <w:rPr>
          <w:rFonts w:hint="cs"/>
          <w:cs/>
        </w:rPr>
        <w:t>ขณะที่ส่วนถัดมาพาดพิงถึงการกระทำ</w:t>
      </w:r>
    </w:p>
    <w:p w:rsidR="00640A44" w:rsidRDefault="00C27D9F" w:rsidP="00640A4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ทั้งหลายของการภักดิ์ดีและการอิบาดัตในการประกอบอิบาดัตเช่นนี้พวกเขาทั้งหลายสุดแสนที่จะทรมาน</w:t>
      </w:r>
      <w:r w:rsidRPr="00C27D9F">
        <w:rPr>
          <w:cs/>
        </w:rPr>
        <w:t>(</w:t>
      </w:r>
      <w:r w:rsidRPr="00C27D9F">
        <w:rPr>
          <w:rFonts w:hint="cs"/>
          <w:cs/>
        </w:rPr>
        <w:t>ในการตั้งสมาธิ</w:t>
      </w:r>
      <w:r w:rsidRPr="00C27D9F">
        <w:rPr>
          <w:cs/>
        </w:rPr>
        <w:t>)</w:t>
      </w:r>
      <w:r w:rsidRPr="00C27D9F">
        <w:rPr>
          <w:rFonts w:hint="cs"/>
          <w:cs/>
        </w:rPr>
        <w:t>เพื่อที่จะได้รับความพอพระพระทัยจากพระองค์ซึ่งเป็นสิ่งสูงสุดสำหรับพวกเขา</w:t>
      </w:r>
    </w:p>
    <w:p w:rsidR="00640A44" w:rsidRDefault="00C27D9F" w:rsidP="00640A4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บางครั้ง</w:t>
      </w:r>
      <w:r w:rsidR="00640A44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ปฏิบัติอิบาดัตเพื่อที่จะให้ได้รับความพึงพระทัยจากพระองค์นี้ดูแล้วเป็นการเกินสมควรในมนุษย์ผู้สมบูรณ์ของพวกซูฟี</w:t>
      </w:r>
      <w:r w:rsidR="00640A44" w:rsidRPr="00C27D9F">
        <w:rPr>
          <w:rFonts w:cs="Times New Roman"/>
          <w:lang w:bidi="ar-SA"/>
        </w:rPr>
        <w:t>,</w:t>
      </w:r>
      <w:r w:rsidR="00640A44" w:rsidRPr="00C27D9F">
        <w:rPr>
          <w:rFonts w:hint="cs"/>
          <w:cs/>
        </w:rPr>
        <w:t xml:space="preserve"> จุดอ่อนอันนี้บอกความเห็นโดยบรรดาหัวหน้าอิรฟา</w:t>
      </w:r>
      <w:r w:rsidR="00640A44" w:rsidRPr="00C27D9F">
        <w:rPr>
          <w:cs/>
        </w:rPr>
        <w:t>น</w:t>
      </w:r>
      <w:r w:rsidRPr="00C27D9F">
        <w:rPr>
          <w:rFonts w:hint="cs"/>
          <w:cs/>
        </w:rPr>
        <w:t>บางคนซึ่งเคยได้รับอิทธิพลอย่างล้ำลึกจากสถาบันการสอนทั้งหลายของอิสลามและได้มีการนำขึ้นมากล่าวอยู่เสมอกับยังคงมีความเลยเถิดของการคิดถึงแต่ภายในตัวเองอยู่เพื่อว่าการเอาใจใส่ต่อสิ่งภายนอก</w:t>
      </w:r>
      <w:r w:rsidRPr="00C27D9F">
        <w:rPr>
          <w:cs/>
        </w:rPr>
        <w:t>(</w:t>
      </w:r>
      <w:r w:rsidRPr="00C27D9F">
        <w:rPr>
          <w:rFonts w:hint="cs"/>
          <w:cs/>
        </w:rPr>
        <w:t>หรือสังคม</w:t>
      </w:r>
      <w:r w:rsidRPr="00C27D9F">
        <w:rPr>
          <w:cs/>
        </w:rPr>
        <w:t>)</w:t>
      </w:r>
      <w:r w:rsidRPr="00C27D9F">
        <w:rPr>
          <w:rFonts w:hint="cs"/>
          <w:cs/>
        </w:rPr>
        <w:t>จะได้ถูกลืมเลือนไป</w:t>
      </w:r>
    </w:p>
    <w:p w:rsidR="00640A44" w:rsidRDefault="00C27D9F" w:rsidP="00640A4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มีแง่มุมอื่นๆอี</w:t>
      </w:r>
      <w:r w:rsidR="00500001">
        <w:rPr>
          <w:rFonts w:hint="cs"/>
          <w:cs/>
        </w:rPr>
        <w:t>ก</w:t>
      </w:r>
      <w:r w:rsidRPr="00C27D9F">
        <w:rPr>
          <w:rFonts w:hint="cs"/>
          <w:cs/>
        </w:rPr>
        <w:t>และนั่นคือความละอายตนเองซึ่งโดยความหมายคือ</w:t>
      </w:r>
      <w:r w:rsidR="00640A44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การทำให้บริสุทธิ์และหลีกเลี่ยงการเห็นแก่ตัว</w:t>
      </w:r>
      <w:r w:rsidR="00640A44" w:rsidRPr="00C27D9F">
        <w:rPr>
          <w:rFonts w:cs="Times New Roman"/>
          <w:lang w:bidi="ar-SA"/>
        </w:rPr>
        <w:t>,</w:t>
      </w:r>
      <w:r w:rsidR="00640A44" w:rsidRPr="00C27D9F">
        <w:rPr>
          <w:rFonts w:hint="cs"/>
          <w:cs/>
        </w:rPr>
        <w:t xml:space="preserve"> การเชื่อตนเองและการอวดคุยโ</w:t>
      </w:r>
      <w:r w:rsidR="00640A44" w:rsidRPr="00C27D9F">
        <w:rPr>
          <w:cs/>
        </w:rPr>
        <w:t>ต</w:t>
      </w:r>
      <w:r w:rsidR="00640A44" w:rsidRPr="00C27D9F">
        <w:rPr>
          <w:rFonts w:cs="Times New Roman"/>
          <w:lang w:bidi="ar-SA"/>
        </w:rPr>
        <w:t>,</w:t>
      </w:r>
      <w:r w:rsidR="00640A44" w:rsidRPr="00C27D9F">
        <w:rPr>
          <w:rFonts w:hint="cs"/>
          <w:cs/>
        </w:rPr>
        <w:t xml:space="preserve"> บรรดาอารีฟได้เน้นอย่างหนักแน่นสิ่งทั้งหลายเหล่านี้</w:t>
      </w:r>
      <w:r w:rsidR="00640A44">
        <w:rPr>
          <w:rFonts w:hint="cs"/>
          <w:cs/>
        </w:rPr>
        <w:t xml:space="preserve"> </w:t>
      </w:r>
      <w:r w:rsidR="00640A44" w:rsidRPr="00C27D9F">
        <w:rPr>
          <w:rFonts w:hint="cs"/>
          <w:cs/>
        </w:rPr>
        <w:t>ในขณะเดียวกันก็ได้หลงลืมทิศทางที่แท้จริ</w:t>
      </w:r>
      <w:r w:rsidR="00640A44" w:rsidRPr="00C27D9F">
        <w:rPr>
          <w:cs/>
        </w:rPr>
        <w:t>ง</w:t>
      </w:r>
      <w:r w:rsidRPr="00C27D9F">
        <w:rPr>
          <w:rFonts w:hint="cs"/>
          <w:cs/>
        </w:rPr>
        <w:t>ของการขัดเกลาตนเองให้บริสุทธิ์ซึ่งเป็นความไม่เห็นแก่ตัวและบุคลิกภาพทั้งหลายที่เป็นการนอกเหนือไปจากลัทธิวัตถุนิยมและชีววิทยาซึ่งเป็นคุณค่าทั้งหลายของมนุษย์ผู้ไม่ใฝ่วัตถุ</w:t>
      </w:r>
    </w:p>
    <w:p w:rsidR="00C27D9F" w:rsidRPr="00C27D9F" w:rsidRDefault="00C27D9F" w:rsidP="00640A44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โดยปราศจากการสำรวจตรวจสอบและการแยกแยะของสำนักแนวคิดต่างๆเราก็ไม่สามารถจะหยั่งรู้ถึงความลึกล้ำแห่งแนวคิดทั้งหลายของอิสลามในความเกี่ยวพันกันนี้</w:t>
      </w:r>
      <w:r w:rsidR="00640A44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เราได้กล่าวมาแล้วก่อนหน้านี้ว่าบรรดาอา</w:t>
      </w:r>
      <w:r w:rsidR="00640A44">
        <w:rPr>
          <w:rFonts w:hint="cs"/>
          <w:cs/>
        </w:rPr>
        <w:t>รีฟ</w:t>
      </w:r>
      <w:r w:rsidRPr="00C27D9F">
        <w:rPr>
          <w:rFonts w:hint="cs"/>
          <w:cs/>
        </w:rPr>
        <w:t>มากมายได้ดูแคลนสติปัญญาและได้ยกย่องความรักให้มีตำแหน่งที่สูงส่งมากยิ่งกว่า</w:t>
      </w:r>
    </w:p>
    <w:p w:rsidR="00640A44" w:rsidRDefault="00C27D9F" w:rsidP="00640A44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สติปัญญา</w:t>
      </w:r>
      <w:r w:rsidR="00640A44">
        <w:rPr>
          <w:rFonts w:hint="cs"/>
          <w:cs/>
        </w:rPr>
        <w:t xml:space="preserve"> </w:t>
      </w:r>
    </w:p>
    <w:p w:rsidR="00640A44" w:rsidRDefault="00640A44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640A44" w:rsidRDefault="00640A44" w:rsidP="00640A44">
      <w:pPr>
        <w:pStyle w:val="libNormal"/>
        <w:ind w:firstLine="0"/>
      </w:pPr>
    </w:p>
    <w:p w:rsidR="00E60339" w:rsidRDefault="00C27D9F" w:rsidP="00E6033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แต่ว่ามันเป็นลักษณะที่เกินสมควรไปที่จะพิจารณาว่าผลสะท้อน</w:t>
      </w:r>
      <w:r w:rsidR="00640A44" w:rsidRPr="00C27D9F">
        <w:rPr>
          <w:rFonts w:cs="Times New Roman"/>
          <w:lang w:bidi="ar-SA"/>
        </w:rPr>
        <w:t>,</w:t>
      </w:r>
      <w:r w:rsidR="00640A44" w:rsidRPr="00C27D9F">
        <w:rPr>
          <w:rFonts w:hint="cs"/>
          <w:cs/>
        </w:rPr>
        <w:t xml:space="preserve"> การรู้จักเหตุผลและการตามเหตุผล </w:t>
      </w:r>
      <w:r w:rsidR="00640A44" w:rsidRPr="00C27D9F">
        <w:rPr>
          <w:cs/>
        </w:rPr>
        <w:t>(</w:t>
      </w:r>
      <w:r w:rsidRPr="00C27D9F">
        <w:rPr>
          <w:rFonts w:hint="cs"/>
          <w:cs/>
        </w:rPr>
        <w:t>ตรรกวิทย</w:t>
      </w:r>
      <w:r w:rsidR="00640A44" w:rsidRPr="00C27D9F">
        <w:rPr>
          <w:rFonts w:hint="cs"/>
          <w:cs/>
        </w:rPr>
        <w:t>) เหล่านั้นเสมือนหนึ่งเป็นความไม่ถูกต้องในต้นศตวรรษที่ห้าของฮิจเราะฮ</w:t>
      </w:r>
      <w:r w:rsidR="00640A44" w:rsidRPr="00C27D9F">
        <w:rPr>
          <w:cs/>
        </w:rPr>
        <w:t>์</w:t>
      </w:r>
      <w:r w:rsidRPr="00C27D9F">
        <w:rPr>
          <w:rFonts w:hint="cs"/>
          <w:cs/>
        </w:rPr>
        <w:t>ศักราช</w:t>
      </w:r>
      <w:r w:rsidR="00E6033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ป็นนักปราชญ์ผู้สามารถของสำนักทางสติปัญญาเป็นบุคคลรุ่นเดียวกันกับอิรฟานผู้มีชื่อเสียงอย่างมากผู้หนึ่งนามว่า</w:t>
      </w:r>
      <w:r w:rsidRPr="00C27D9F">
        <w:rPr>
          <w:cs/>
        </w:rPr>
        <w:t xml:space="preserve"> </w:t>
      </w:r>
      <w:r w:rsidR="00E60339">
        <w:rPr>
          <w:rFonts w:cs="Cordia New" w:hint="cs"/>
          <w:szCs w:val="40"/>
          <w:cs/>
        </w:rPr>
        <w:t>“</w:t>
      </w:r>
      <w:r w:rsidR="00640A44">
        <w:rPr>
          <w:rFonts w:hint="cs"/>
          <w:cs/>
        </w:rPr>
        <w:t>อบู</w:t>
      </w:r>
      <w:r w:rsidR="00E60339">
        <w:rPr>
          <w:rFonts w:hint="cs"/>
          <w:cs/>
        </w:rPr>
        <w:t>ซ</w:t>
      </w:r>
      <w:r w:rsidR="00640A44">
        <w:rPr>
          <w:rFonts w:hint="cs"/>
          <w:cs/>
        </w:rPr>
        <w:t>ะอี</w:t>
      </w:r>
      <w:r w:rsidRPr="00C27D9F">
        <w:rPr>
          <w:rFonts w:hint="cs"/>
          <w:cs/>
        </w:rPr>
        <w:t>ด</w:t>
      </w:r>
      <w:r w:rsidR="00640A44">
        <w:rPr>
          <w:rFonts w:hint="cs"/>
          <w:cs/>
        </w:rPr>
        <w:t xml:space="preserve"> </w:t>
      </w:r>
      <w:r w:rsidRPr="00C27D9F">
        <w:rPr>
          <w:rFonts w:hint="cs"/>
          <w:cs/>
        </w:rPr>
        <w:t>อ</w:t>
      </w:r>
      <w:r w:rsidR="00500001">
        <w:rPr>
          <w:rFonts w:hint="cs"/>
          <w:cs/>
        </w:rPr>
        <w:t>ะ</w:t>
      </w:r>
      <w:r w:rsidRPr="00C27D9F">
        <w:rPr>
          <w:rFonts w:hint="cs"/>
          <w:cs/>
        </w:rPr>
        <w:t>บุล</w:t>
      </w:r>
      <w:r w:rsidR="00E60339">
        <w:rPr>
          <w:rFonts w:hint="cs"/>
          <w:cs/>
        </w:rPr>
        <w:t>ค็อยร์</w:t>
      </w:r>
      <w:r w:rsidR="00E60339">
        <w:rPr>
          <w:rFonts w:cs="Cordia New" w:hint="cs"/>
          <w:szCs w:val="40"/>
          <w:cs/>
        </w:rPr>
        <w:t xml:space="preserve">” </w:t>
      </w:r>
    </w:p>
    <w:p w:rsidR="00500001" w:rsidRDefault="00500001" w:rsidP="00E60339">
      <w:pPr>
        <w:pStyle w:val="libNormal"/>
        <w:ind w:firstLine="0"/>
        <w:rPr>
          <w:rFonts w:cs="Cordia New"/>
          <w:szCs w:val="40"/>
        </w:rPr>
      </w:pPr>
    </w:p>
    <w:p w:rsidR="00E60339" w:rsidRDefault="00C27D9F" w:rsidP="00E60339">
      <w:pPr>
        <w:pStyle w:val="libNormal"/>
        <w:ind w:firstLine="0"/>
      </w:pPr>
      <w:r w:rsidRPr="00C27D9F">
        <w:rPr>
          <w:rFonts w:hint="cs"/>
          <w:cs/>
        </w:rPr>
        <w:t>อเวซินาดำเนินชีวิตอยู่ในทรานซ์โซสาเนียของแคว้นบอลข่านและบุคคอรอแต่หลังจากที่ได้ปฏิเสธคำเชิญของซุลต่านมะห์มูดเพื่อที่จะให้เข้าร่วมใน</w:t>
      </w:r>
      <w:r w:rsidR="00E60339">
        <w:rPr>
          <w:rFonts w:hint="cs"/>
          <w:cs/>
        </w:rPr>
        <w:t>ราชสำนักของท่านแล้วเขาได้หลบหนี</w:t>
      </w:r>
      <w:r w:rsidRPr="00C27D9F">
        <w:rPr>
          <w:rFonts w:hint="cs"/>
          <w:cs/>
        </w:rPr>
        <w:t>ด้วยความกลัวอันตรายมายัง</w:t>
      </w:r>
      <w:r w:rsidRPr="00C27D9F">
        <w:rPr>
          <w:cs/>
        </w:rPr>
        <w:t xml:space="preserve"> </w:t>
      </w:r>
      <w:r w:rsidR="00E6033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นิชาปูร</w:t>
      </w:r>
      <w:r w:rsidR="00E6033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สถานที่ซึ่งเขาได้พบ</w:t>
      </w:r>
      <w:r w:rsidR="00E60339">
        <w:rPr>
          <w:rFonts w:hint="cs"/>
          <w:cs/>
        </w:rPr>
        <w:t>กับอาบูซะอี</w:t>
      </w:r>
      <w:r w:rsidRPr="00C27D9F">
        <w:rPr>
          <w:rFonts w:hint="cs"/>
          <w:cs/>
        </w:rPr>
        <w:t>ดมีคำบอกกล่าวว่าทั้งสองเก็บตัวอยู่อย่างเร้นลับด้วยกันเป็นเวลาสามวันเพื่อที่จะสนทนากันถึงทัศนะต่างๆของเขาทั้งสองและจะออกมาจากสถานที่เก็บตัวของพวกเขาก็เฉพาะความประสงค์ที่จะปฏิบัติ</w:t>
      </w:r>
      <w:r w:rsidR="00E60339">
        <w:rPr>
          <w:rFonts w:hint="cs"/>
          <w:cs/>
        </w:rPr>
        <w:t>น</w:t>
      </w:r>
      <w:r w:rsidRPr="00C27D9F">
        <w:rPr>
          <w:rFonts w:hint="cs"/>
          <w:cs/>
        </w:rPr>
        <w:t>มาซร่วมกันเท่านั้น</w:t>
      </w:r>
      <w:r w:rsidR="00E60339">
        <w:rPr>
          <w:rFonts w:hint="cs"/>
          <w:cs/>
        </w:rPr>
        <w:t xml:space="preserve"> </w:t>
      </w:r>
      <w:r w:rsidRPr="00C27D9F">
        <w:rPr>
          <w:rFonts w:hint="cs"/>
          <w:cs/>
        </w:rPr>
        <w:t>หลังจากการพบปะเยี่ยมเยือนนกันนี้</w:t>
      </w:r>
    </w:p>
    <w:p w:rsidR="00E60339" w:rsidRDefault="00C27D9F" w:rsidP="00E60339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อเวซินาได้ถูกถามเกี่ยวกับค</w:t>
      </w:r>
      <w:r w:rsidR="00E60339">
        <w:rPr>
          <w:rFonts w:hint="cs"/>
          <w:cs/>
        </w:rPr>
        <w:t>วามรู้สึกของเขาในเรื่องของอาบูซะอี</w:t>
      </w:r>
      <w:r w:rsidRPr="00C27D9F">
        <w:rPr>
          <w:rFonts w:hint="cs"/>
          <w:cs/>
        </w:rPr>
        <w:t>ดและเขากล่าวว่า</w:t>
      </w:r>
      <w:r w:rsidRPr="00C27D9F">
        <w:rPr>
          <w:cs/>
        </w:rPr>
        <w:t xml:space="preserve"> </w:t>
      </w:r>
      <w:r w:rsidR="00E6033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เขา</w:t>
      </w:r>
      <w:r w:rsidRPr="00C27D9F">
        <w:rPr>
          <w:cs/>
        </w:rPr>
        <w:t>(</w:t>
      </w:r>
      <w:r w:rsidR="00E60339">
        <w:rPr>
          <w:rFonts w:hint="cs"/>
          <w:cs/>
        </w:rPr>
        <w:t>อบูซะอี</w:t>
      </w:r>
      <w:r w:rsidRPr="00C27D9F">
        <w:rPr>
          <w:rFonts w:hint="cs"/>
          <w:cs/>
        </w:rPr>
        <w:t>ด</w:t>
      </w:r>
      <w:r w:rsidRPr="00C27D9F">
        <w:rPr>
          <w:cs/>
        </w:rPr>
        <w:t>)</w:t>
      </w:r>
      <w:r w:rsidRPr="00C27D9F">
        <w:rPr>
          <w:rFonts w:hint="cs"/>
          <w:cs/>
        </w:rPr>
        <w:t>มองเห็นมากมายในสิ่งที่เรารู้</w:t>
      </w:r>
      <w:r w:rsidR="00E60339">
        <w:rPr>
          <w:rFonts w:cs="Cordia New" w:hint="cs"/>
          <w:szCs w:val="40"/>
          <w:cs/>
        </w:rPr>
        <w:t>”</w:t>
      </w:r>
      <w:r w:rsidR="00E60339">
        <w:rPr>
          <w:rFonts w:hint="cs"/>
          <w:cs/>
        </w:rPr>
        <w:t>และเมื่ออาบูซะอี</w:t>
      </w:r>
      <w:r w:rsidRPr="00C27D9F">
        <w:rPr>
          <w:rFonts w:hint="cs"/>
          <w:cs/>
        </w:rPr>
        <w:t>ดถูกถามเกี่ยวกับอเวซินาบ้างเขากล่าวว่า</w:t>
      </w:r>
      <w:r w:rsidRPr="00C27D9F">
        <w:rPr>
          <w:cs/>
        </w:rPr>
        <w:t xml:space="preserve"> </w:t>
      </w:r>
      <w:r w:rsidR="00E60339">
        <w:rPr>
          <w:rFonts w:cs="Cordia New" w:hint="cs"/>
          <w:szCs w:val="40"/>
          <w:cs/>
        </w:rPr>
        <w:t>“</w:t>
      </w:r>
      <w:r w:rsidR="00E60339" w:rsidRPr="00C27D9F">
        <w:rPr>
          <w:rFonts w:hint="cs"/>
          <w:cs/>
        </w:rPr>
        <w:t xml:space="preserve">ชายตาบอดผู้นี้ </w:t>
      </w:r>
      <w:r w:rsidR="00E60339" w:rsidRPr="00C27D9F">
        <w:rPr>
          <w:cs/>
        </w:rPr>
        <w:t>(</w:t>
      </w:r>
      <w:r w:rsidRPr="00C27D9F">
        <w:rPr>
          <w:rFonts w:hint="cs"/>
          <w:cs/>
        </w:rPr>
        <w:t>อเวซินา</w:t>
      </w:r>
      <w:r w:rsidR="00E60339" w:rsidRPr="00C27D9F">
        <w:rPr>
          <w:rFonts w:hint="cs"/>
          <w:cs/>
        </w:rPr>
        <w:t xml:space="preserve">) เดินไปตามทางด้วยไม้เท้า </w:t>
      </w:r>
      <w:r w:rsidR="00E60339" w:rsidRPr="00C27D9F">
        <w:rPr>
          <w:cs/>
        </w:rPr>
        <w:t>(</w:t>
      </w:r>
      <w:r w:rsidRPr="00C27D9F">
        <w:rPr>
          <w:rFonts w:hint="cs"/>
          <w:cs/>
        </w:rPr>
        <w:t>โดยสติปัญญา</w:t>
      </w:r>
      <w:r w:rsidR="00E60339" w:rsidRPr="00C27D9F">
        <w:rPr>
          <w:rFonts w:hint="cs"/>
          <w:cs/>
        </w:rPr>
        <w:t>) คลำไปบนวิถีทางที่เรามองเห็นและยังคงเดินอยู</w:t>
      </w:r>
      <w:r w:rsidR="00E60339" w:rsidRPr="00C27D9F">
        <w:rPr>
          <w:cs/>
        </w:rPr>
        <w:t>่</w:t>
      </w:r>
      <w:r w:rsidR="00E6033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คำตอบซึ่งแสดงให้เห็นว่าเป็นการดูหมิ่นต่อสติปัญญา</w:t>
      </w:r>
    </w:p>
    <w:p w:rsidR="00C27D9F" w:rsidRPr="00E60339" w:rsidRDefault="00C27D9F" w:rsidP="00E60339">
      <w:pPr>
        <w:pStyle w:val="libNormal"/>
        <w:ind w:firstLine="0"/>
      </w:pPr>
      <w:r w:rsidRPr="00C27D9F">
        <w:rPr>
          <w:rFonts w:hint="cs"/>
          <w:cs/>
        </w:rPr>
        <w:t>ในสิ่งที่เรากล่าวก็คือว่า</w:t>
      </w:r>
      <w:r w:rsidR="00E60339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ถ้าเราวางทัศนะแห่งอัลกุรอานไว้ข้างหนึ่งและทัศนะของอิรฟานเกี่ยวกับสติปัญญาไว้อีกข้างหนึ่ง</w:t>
      </w:r>
      <w:r w:rsidR="00E6033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เราก็จะมั่นใ</w:t>
      </w:r>
      <w:r w:rsidR="00E60339">
        <w:rPr>
          <w:rFonts w:hint="cs"/>
          <w:cs/>
        </w:rPr>
        <w:t>จ</w:t>
      </w:r>
      <w:r w:rsidRPr="00C27D9F">
        <w:rPr>
          <w:rFonts w:hint="cs"/>
          <w:cs/>
        </w:rPr>
        <w:t>ได้ว่ามันมิได้ลง</w:t>
      </w:r>
    </w:p>
    <w:p w:rsidR="00E60339" w:rsidRDefault="00C27D9F" w:rsidP="00E60339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รอยกันเลย</w:t>
      </w:r>
      <w:r w:rsidR="00E60339">
        <w:rPr>
          <w:rFonts w:hint="cs"/>
          <w:cs/>
        </w:rPr>
        <w:t xml:space="preserve"> </w:t>
      </w:r>
      <w:r w:rsidRPr="00C27D9F">
        <w:rPr>
          <w:rFonts w:hint="cs"/>
          <w:cs/>
        </w:rPr>
        <w:t>คัมภีร์อัลกุรอานได้ให้เหตุผลถึงคุณค่าอันใหญ่หลวงและพร้อมกับให้ความสนใจแก่สติปัญญาการคิดคำนึงและแม้แต่เหตุผลแห่งปัญญาอันบริสุทธิ์</w:t>
      </w:r>
    </w:p>
    <w:p w:rsidR="00E60339" w:rsidRDefault="00E6033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E60339" w:rsidRDefault="00E60339" w:rsidP="00E60339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E6033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ถือได้เป็นแกนนำสำคัญของแนวทางอิรฟานโดยทุกกลุ่มทั้งนิกายชีอะฮ์และ</w:t>
      </w:r>
      <w:r w:rsidR="00E60339">
        <w:rPr>
          <w:rFonts w:hint="cs"/>
          <w:cs/>
        </w:rPr>
        <w:t>ซุ</w:t>
      </w:r>
      <w:r w:rsidRPr="00C27D9F">
        <w:rPr>
          <w:rFonts w:hint="cs"/>
          <w:cs/>
        </w:rPr>
        <w:t>นนี</w:t>
      </w:r>
      <w:r w:rsidRPr="00C27D9F">
        <w:rPr>
          <w:cs/>
        </w:rPr>
        <w:t>(</w:t>
      </w:r>
      <w:r w:rsidRPr="00C27D9F">
        <w:rPr>
          <w:rFonts w:hint="cs"/>
          <w:cs/>
        </w:rPr>
        <w:t>ประมาณเจ็ดสิบจำพวกตามจำนวนทั้งหมด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และมีเพียงกลุ่มเดียวเท่านั้นที่ปฏิบัติตามแนวทางอิรฟานของอบีบักร</w:t>
      </w:r>
      <w:r w:rsidR="00E60339" w:rsidRPr="00C27D9F">
        <w:rPr>
          <w:rFonts w:cs="Times New Roman"/>
          <w:lang w:bidi="ar-SA"/>
        </w:rPr>
        <w:t>,</w:t>
      </w:r>
      <w:r w:rsidR="00E60339" w:rsidRPr="00C27D9F">
        <w:rPr>
          <w:rFonts w:hint="cs"/>
          <w:cs/>
        </w:rPr>
        <w:t xml:space="preserve"> ในนะห์ญุลบะลาเฆาะฮ</w:t>
      </w:r>
      <w:r w:rsidR="00E60339" w:rsidRPr="00C27D9F">
        <w:rPr>
          <w:cs/>
        </w:rPr>
        <w:t>์</w:t>
      </w:r>
      <w:r w:rsidR="00E60339">
        <w:rPr>
          <w:rFonts w:hint="cs"/>
          <w:cs/>
        </w:rPr>
        <w:t xml:space="preserve"> ตามรายงานของอิบนุ</w:t>
      </w:r>
      <w:r w:rsidRPr="00C27D9F">
        <w:rPr>
          <w:rFonts w:hint="cs"/>
          <w:cs/>
        </w:rPr>
        <w:t>อ</w:t>
      </w:r>
      <w:r w:rsidR="00E60339">
        <w:rPr>
          <w:rFonts w:hint="cs"/>
          <w:cs/>
        </w:rPr>
        <w:t>ะ</w:t>
      </w:r>
      <w:r w:rsidRPr="00C27D9F">
        <w:rPr>
          <w:rFonts w:hint="cs"/>
          <w:cs/>
        </w:rPr>
        <w:t>บิล</w:t>
      </w:r>
      <w:r w:rsidR="00E60339">
        <w:rPr>
          <w:rFonts w:hint="cs"/>
          <w:cs/>
        </w:rPr>
        <w:t>ฮะ</w:t>
      </w:r>
      <w:r w:rsidRPr="00C27D9F">
        <w:rPr>
          <w:rFonts w:hint="cs"/>
          <w:cs/>
        </w:rPr>
        <w:t>ดีด</w:t>
      </w:r>
      <w:r w:rsidR="00E60339" w:rsidRPr="00C27D9F">
        <w:rPr>
          <w:rFonts w:cs="Times New Roman"/>
          <w:lang w:bidi="ar-SA"/>
        </w:rPr>
        <w:t>,</w:t>
      </w:r>
      <w:r w:rsidR="00E60339" w:rsidRPr="00C27D9F">
        <w:rPr>
          <w:rFonts w:hint="cs"/>
          <w:cs/>
        </w:rPr>
        <w:t xml:space="preserve"> อิมามอาลี </w:t>
      </w:r>
      <w:r w:rsidR="00E60339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E60339" w:rsidRPr="00C27D9F">
        <w:rPr>
          <w:rFonts w:hint="cs"/>
          <w:cs/>
        </w:rPr>
        <w:t>) ได้กล่าวถ้อยคำที่ชัดแจ้งถึง</w:t>
      </w:r>
      <w:r w:rsidR="00E60339">
        <w:rPr>
          <w:rFonts w:hint="cs"/>
          <w:cs/>
        </w:rPr>
        <w:t xml:space="preserve"> </w:t>
      </w:r>
      <w:r w:rsidR="00E60339" w:rsidRPr="00C27D9F">
        <w:rPr>
          <w:rFonts w:hint="cs"/>
          <w:cs/>
        </w:rPr>
        <w:t>บ่อเกิดของแนวอิรฟานซึ่งมีอยู่เพียงสี่ประเภทเท่านั้น</w:t>
      </w:r>
      <w:r w:rsidR="00E60339">
        <w:rPr>
          <w:rFonts w:hint="cs"/>
          <w:cs/>
        </w:rPr>
        <w:t xml:space="preserve"> </w:t>
      </w:r>
      <w:r w:rsidR="00E60339" w:rsidRPr="00C27D9F">
        <w:rPr>
          <w:rFonts w:hint="cs"/>
          <w:cs/>
        </w:rPr>
        <w:t>ในขณะที่บรรดาอารีฟทั้งมวลได้ถกปัญหากันในเรื่องนี้ด้ว</w:t>
      </w:r>
      <w:r w:rsidR="00E60339" w:rsidRPr="00C27D9F">
        <w:rPr>
          <w:cs/>
        </w:rPr>
        <w:t>ย</w:t>
      </w:r>
      <w:r w:rsidRPr="00C27D9F">
        <w:rPr>
          <w:rFonts w:hint="cs"/>
          <w:cs/>
        </w:rPr>
        <w:t>หนังสือหลายเล่มด้วยกันแต่ว่า</w:t>
      </w:r>
      <w:r w:rsidR="00E60339" w:rsidRPr="00C27D9F">
        <w:rPr>
          <w:rFonts w:cs="Times New Roman"/>
          <w:lang w:bidi="ar-SA"/>
        </w:rPr>
        <w:t>,</w:t>
      </w:r>
      <w:r w:rsidR="00E60339" w:rsidRPr="00C27D9F">
        <w:rPr>
          <w:rFonts w:hint="cs"/>
          <w:cs/>
        </w:rPr>
        <w:t xml:space="preserve"> อาลี </w:t>
      </w:r>
      <w:r w:rsidR="00E60339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E60339" w:rsidRPr="00C27D9F">
        <w:rPr>
          <w:rFonts w:hint="cs"/>
          <w:cs/>
        </w:rPr>
        <w:t>) บุคคลผู้เดียวกันนี</w:t>
      </w:r>
      <w:r w:rsidR="00E60339" w:rsidRPr="00C27D9F">
        <w:rPr>
          <w:cs/>
        </w:rPr>
        <w:t>้</w:t>
      </w:r>
      <w:r w:rsidR="00E60339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ในที่อื่นๆกลายเป็นนักปรัชญาผู้ซึ่งใช้</w:t>
      </w:r>
    </w:p>
    <w:p w:rsidR="00E60339" w:rsidRDefault="00C27D9F" w:rsidP="00E60339">
      <w:pPr>
        <w:pStyle w:val="libNormal"/>
        <w:ind w:firstLine="0"/>
      </w:pPr>
      <w:r w:rsidRPr="00C27D9F">
        <w:rPr>
          <w:rFonts w:hint="cs"/>
          <w:cs/>
        </w:rPr>
        <w:t>เหตุผล</w:t>
      </w:r>
      <w:r w:rsidRPr="00C27D9F">
        <w:rPr>
          <w:cs/>
        </w:rPr>
        <w:t>(</w:t>
      </w:r>
      <w:r w:rsidRPr="00C27D9F">
        <w:rPr>
          <w:rFonts w:hint="cs"/>
          <w:cs/>
        </w:rPr>
        <w:t>พิสูจน์</w:t>
      </w:r>
      <w:r w:rsidRPr="00C27D9F">
        <w:rPr>
          <w:cs/>
        </w:rPr>
        <w:t>)</w:t>
      </w:r>
      <w:r w:rsidRPr="00C27D9F">
        <w:rPr>
          <w:rFonts w:hint="cs"/>
          <w:cs/>
        </w:rPr>
        <w:t>อย่างไม่มีนักปราชญ์คนใดเปรียบได้</w:t>
      </w:r>
      <w:r w:rsidR="00E60339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นี้มนุษย์ผู้สมบูรณ์ของอิสลามจึงมีความแตกต่างกันมากจากมนุษย์ผู้สมบูรณ์ของทางอิรฟานเกี่ยวกับการเจริญเติบโตในเรื่องสติปัญญา</w:t>
      </w:r>
    </w:p>
    <w:p w:rsidR="00500001" w:rsidRDefault="00500001" w:rsidP="00E60339">
      <w:pPr>
        <w:pStyle w:val="libNormal"/>
        <w:ind w:firstLine="0"/>
      </w:pPr>
    </w:p>
    <w:p w:rsidR="00E60339" w:rsidRDefault="00C27D9F" w:rsidP="00E60339">
      <w:pPr>
        <w:pStyle w:val="libNormal"/>
        <w:ind w:firstLine="0"/>
      </w:pPr>
      <w:r w:rsidRPr="00C27D9F">
        <w:rPr>
          <w:rFonts w:hint="cs"/>
          <w:cs/>
        </w:rPr>
        <w:t>ส่วนทัศนะอื่นอีกของทางอิรฟานก็คือสิ่งที่บุคคลมีความประสงค์ที่จะมอบให้ผู้อื่นทั้งหลาย</w:t>
      </w:r>
      <w:r w:rsidRPr="00C27D9F">
        <w:rPr>
          <w:cs/>
        </w:rPr>
        <w:t>(</w:t>
      </w:r>
      <w:r w:rsidRPr="00C27D9F">
        <w:rPr>
          <w:rFonts w:hint="cs"/>
          <w:cs/>
        </w:rPr>
        <w:t>หมายถึงความรู้</w:t>
      </w:r>
      <w:r w:rsidRPr="00C27D9F">
        <w:rPr>
          <w:cs/>
        </w:rPr>
        <w:t>)</w:t>
      </w:r>
      <w:r w:rsidRPr="00C27D9F">
        <w:rPr>
          <w:rFonts w:hint="cs"/>
          <w:cs/>
        </w:rPr>
        <w:t>ควรจะมาจากภายในตนเองสำหรับพวกเขาความคิดอื่นๆอีกก็คือการที่จะกลายมาเป็นนักปรัชญาผู้ซึ่งใช้เหตุผล</w:t>
      </w:r>
      <w:r w:rsidRPr="00C27D9F">
        <w:rPr>
          <w:cs/>
        </w:rPr>
        <w:t>(</w:t>
      </w:r>
      <w:r w:rsidRPr="00C27D9F">
        <w:rPr>
          <w:rFonts w:hint="cs"/>
          <w:cs/>
        </w:rPr>
        <w:t>พิสูจน์</w:t>
      </w:r>
      <w:r w:rsidRPr="00C27D9F">
        <w:rPr>
          <w:cs/>
        </w:rPr>
        <w:t>)</w:t>
      </w:r>
      <w:r w:rsidRPr="00C27D9F">
        <w:rPr>
          <w:rFonts w:hint="cs"/>
          <w:cs/>
        </w:rPr>
        <w:t>อย่างไม่มีนักปราชญ์คนใดเปรียบได้ด้วยเหตุนี้มนุษย์ผู้สมบูรณ์ของอิสลามจึงมีความแตกต่างกันอย่างมากจากมนุษย์ผู้สมบูรณ์ของทางอิรฟานเกี่ยวกับการเจริญเติบโดในเรื่องสติปัญญาส่วนทัศนะอื่นอีกของทางอิรฟานก็คือสิ่งที่บุคคลมีความประสงค์ที่จะมอบให้ผู้อื่นทั้งหลาย</w:t>
      </w:r>
      <w:r w:rsidRPr="00C27D9F">
        <w:rPr>
          <w:cs/>
        </w:rPr>
        <w:t>(</w:t>
      </w:r>
      <w:r w:rsidRPr="00C27D9F">
        <w:rPr>
          <w:rFonts w:hint="cs"/>
          <w:cs/>
        </w:rPr>
        <w:t>หมายถึงความรู้</w:t>
      </w:r>
      <w:r w:rsidRPr="00C27D9F">
        <w:rPr>
          <w:cs/>
        </w:rPr>
        <w:t>)</w:t>
      </w:r>
      <w:r w:rsidRPr="00C27D9F">
        <w:rPr>
          <w:rFonts w:hint="cs"/>
          <w:cs/>
        </w:rPr>
        <w:t>ควรจะมาจากภายในตนเองสำหรับพวกเขาความคิดอื่นๆอีกก็คือการที่จะกลายมาเป็นผู้สมบูรณ์ได้นั้นบุคคลจะต้องขาดการติดต่อกับสิ่งภายนอกด้วยเหตุนี้พวกเขาทั้งหลายได้อ้างเหตุผลว่าไม่เป็นการสมควรที่จะถกปัญหาและใช้เหตุผลกัน</w:t>
      </w:r>
      <w:r w:rsidRPr="00C27D9F">
        <w:rPr>
          <w:cs/>
        </w:rPr>
        <w:t>(</w:t>
      </w:r>
      <w:r w:rsidRPr="00C27D9F">
        <w:rPr>
          <w:rFonts w:hint="cs"/>
          <w:cs/>
        </w:rPr>
        <w:t>เพื่อการนี้</w:t>
      </w:r>
      <w:r w:rsidRPr="00C27D9F">
        <w:rPr>
          <w:cs/>
        </w:rPr>
        <w:t>)</w:t>
      </w:r>
    </w:p>
    <w:p w:rsidR="00E60339" w:rsidRDefault="00E60339" w:rsidP="00E60339">
      <w:pPr>
        <w:pStyle w:val="libNormal"/>
        <w:ind w:firstLine="0"/>
      </w:pPr>
    </w:p>
    <w:p w:rsidR="00E60339" w:rsidRDefault="00E60339" w:rsidP="00E60339">
      <w:pPr>
        <w:pStyle w:val="libNormal"/>
        <w:ind w:firstLine="0"/>
        <w:rPr>
          <w:cs/>
        </w:rPr>
      </w:pPr>
    </w:p>
    <w:p w:rsidR="00E60339" w:rsidRDefault="00E6033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E60339" w:rsidRDefault="00E60339" w:rsidP="00E60339">
      <w:pPr>
        <w:pStyle w:val="libNormal"/>
        <w:ind w:firstLine="0"/>
      </w:pPr>
    </w:p>
    <w:p w:rsidR="00E60339" w:rsidRDefault="00C27D9F" w:rsidP="00E60339">
      <w:pPr>
        <w:pStyle w:val="libNormal"/>
        <w:ind w:firstLine="0"/>
      </w:pPr>
      <w:r w:rsidRPr="00C27D9F">
        <w:rPr>
          <w:rFonts w:hint="cs"/>
          <w:cs/>
        </w:rPr>
        <w:t>และเหมือนดังที่จินตกวีเมาลาวีได้กล่าวได้ดังนี้</w:t>
      </w:r>
    </w:p>
    <w:p w:rsidR="00C27D9F" w:rsidRPr="00C27D9F" w:rsidRDefault="00C27D9F" w:rsidP="00E60339">
      <w:pPr>
        <w:pStyle w:val="libNormal"/>
        <w:ind w:firstLine="0"/>
        <w:rPr>
          <w:rFonts w:cs="Times New Roman"/>
          <w:lang w:bidi="ar-SA"/>
        </w:rPr>
      </w:pP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ขาของผู้ใช้เหตุผลทำด้วยไม้และขาที่ทำด้วยไม้ดื้อดึงจริงเ</w:t>
      </w:r>
      <w:r w:rsidR="00E60339">
        <w:rPr>
          <w:rFonts w:hint="cs"/>
          <w:cs/>
        </w:rPr>
        <w:t>ชี</w:t>
      </w:r>
      <w:r w:rsidRPr="00C27D9F">
        <w:rPr>
          <w:rFonts w:hint="cs"/>
          <w:cs/>
        </w:rPr>
        <w:t>ยว</w:t>
      </w:r>
      <w:r w:rsidRPr="00C27D9F">
        <w:rPr>
          <w:rFonts w:cs="Times New Roman" w:hint="eastAsia"/>
          <w:lang w:bidi="ar-SA"/>
        </w:rPr>
        <w:t>”</w:t>
      </w:r>
    </w:p>
    <w:p w:rsidR="007C0FAC" w:rsidRDefault="00C27D9F" w:rsidP="00E60339">
      <w:pPr>
        <w:pStyle w:val="libNormal"/>
        <w:ind w:firstLine="0"/>
      </w:pP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ความหมายของกวีของทางสำนักอิรฟานหมายถึง</w:t>
      </w:r>
      <w:r w:rsidR="00E60339">
        <w:rPr>
          <w:rFonts w:hint="cs"/>
          <w:cs/>
        </w:rPr>
        <w:t xml:space="preserve"> </w:t>
      </w:r>
      <w:r w:rsidRPr="00C27D9F">
        <w:rPr>
          <w:rFonts w:hint="cs"/>
          <w:cs/>
        </w:rPr>
        <w:t>รากฐานของเหตุผลที่ไม่มั่นคงการสั่นสะท้านก็คือความดื้อดึง</w:t>
      </w:r>
      <w:r w:rsidR="007C0FAC" w:rsidRPr="00C27D9F">
        <w:rPr>
          <w:rFonts w:hint="cs"/>
          <w:cs/>
        </w:rPr>
        <w:t>) ในที่อื่นๆเขากล่าวว่</w:t>
      </w:r>
      <w:r w:rsidR="007C0FAC" w:rsidRPr="00C27D9F">
        <w:rPr>
          <w:cs/>
        </w:rPr>
        <w:t>า</w:t>
      </w:r>
    </w:p>
    <w:p w:rsidR="007C0FAC" w:rsidRDefault="00C27D9F" w:rsidP="007C0FAC">
      <w:pPr>
        <w:pStyle w:val="libNormal"/>
        <w:ind w:firstLine="0"/>
      </w:pPr>
      <w:r w:rsidRPr="00C27D9F">
        <w:rPr>
          <w:cs/>
        </w:rPr>
        <w:t xml:space="preserve"> </w:t>
      </w:r>
      <w:r w:rsidR="007C0FAC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มาตรว่าการถกเถียงกันของปัญญาชนคือไข่มุกและหินปะการังแล้วไซร้บางสิ่งบางอย่างอื่นๆก็คือแก่นสารแห่งชีวิต</w:t>
      </w:r>
    </w:p>
    <w:p w:rsidR="00500001" w:rsidRDefault="00500001" w:rsidP="007C0FAC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7C0FA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การพูดถึงชีวิตที่อยู่ระดับแตกต่างกันและไวน์องุ่นแห่งชีวิตของชนิดที่แตกต่างกัน</w:t>
      </w:r>
      <w:r w:rsidR="007C0FAC">
        <w:rPr>
          <w:rFonts w:cs="Cordia New" w:hint="cs"/>
          <w:szCs w:val="40"/>
          <w:cs/>
        </w:rPr>
        <w:t xml:space="preserve">” </w:t>
      </w:r>
      <w:r w:rsidRPr="00C27D9F">
        <w:rPr>
          <w:rFonts w:hint="cs"/>
          <w:cs/>
        </w:rPr>
        <w:t>หมายถึง</w:t>
      </w:r>
      <w:r w:rsidR="007C0FAC">
        <w:rPr>
          <w:rFonts w:hint="cs"/>
          <w:cs/>
        </w:rPr>
        <w:t xml:space="preserve"> </w:t>
      </w:r>
      <w:r w:rsidRPr="00C27D9F">
        <w:rPr>
          <w:rFonts w:hint="cs"/>
          <w:cs/>
        </w:rPr>
        <w:t>วิถีทางในการถกปัญหามิใช่ด้วยการใช้สติปัญญา</w:t>
      </w:r>
    </w:p>
    <w:p w:rsidR="007C0FAC" w:rsidRDefault="00C27D9F" w:rsidP="007C0FA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แต่ด้วยจิตวิญญาณหรือความรัก</w:t>
      </w:r>
      <w:r w:rsidRPr="00C27D9F">
        <w:rPr>
          <w:cs/>
        </w:rPr>
        <w:t>)</w:t>
      </w:r>
      <w:r w:rsidRPr="00C27D9F">
        <w:rPr>
          <w:rFonts w:hint="cs"/>
          <w:cs/>
        </w:rPr>
        <w:t>ด้วยวิธีการขัดเกลาตนเองเป็นอันดับแรกและสถานที่สำหรับพูดจากันเกี่ยวกับเรื่องแห่งชีวิตจึงต้องอยู่ในอีกโครงสร้างหนึ่งซึ่งอยู่เกินขีดความสามารถของสติปัญญาที่จะไปถึง</w:t>
      </w:r>
      <w:r w:rsidRPr="00C27D9F">
        <w:rPr>
          <w:cs/>
        </w:rPr>
        <w:t>(</w:t>
      </w:r>
      <w:r w:rsidRPr="00C27D9F">
        <w:rPr>
          <w:rFonts w:hint="cs"/>
          <w:cs/>
        </w:rPr>
        <w:t>เหล่านี้คือทัศนะของสำนักแห่งความรักที่ไม่ยอมรับแนวคิดของของส</w:t>
      </w:r>
      <w:r w:rsidR="007C0FAC">
        <w:rPr>
          <w:rFonts w:hint="cs"/>
          <w:cs/>
        </w:rPr>
        <w:t>ถาบันในทา</w:t>
      </w:r>
      <w:r w:rsidRPr="00C27D9F">
        <w:rPr>
          <w:rFonts w:hint="cs"/>
          <w:cs/>
        </w:rPr>
        <w:t>สติปัญญา</w:t>
      </w:r>
      <w:r w:rsidRPr="00C27D9F">
        <w:rPr>
          <w:cs/>
        </w:rPr>
        <w:t>)</w:t>
      </w:r>
      <w:r w:rsidRPr="00C27D9F">
        <w:rPr>
          <w:rFonts w:hint="cs"/>
          <w:cs/>
        </w:rPr>
        <w:t>อะไรคือจุดหมายสุดท้ายของวิถีทางสำหรับนักปรัชญา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มันเป็นโลกแห่งความคิดและภาพสะท้อนซึ่งเป็นกระจกเงาในอันที่จะส่องมองโลก</w:t>
      </w:r>
    </w:p>
    <w:p w:rsidR="007C0FAC" w:rsidRDefault="00C27D9F" w:rsidP="007C0FAC">
      <w:pPr>
        <w:pStyle w:val="libNormal"/>
        <w:ind w:firstLine="0"/>
      </w:pPr>
      <w:r w:rsidRPr="00C27D9F">
        <w:rPr>
          <w:rFonts w:hint="cs"/>
          <w:cs/>
        </w:rPr>
        <w:t>อะไรคือจุดสุดท้ายแห่งวิถีทางสำหรับบรรดาตะเซาวุฟ</w:t>
      </w:r>
      <w:r w:rsidR="007C0FAC" w:rsidRPr="00C27D9F">
        <w:rPr>
          <w:rFonts w:cs="Times New Roman"/>
          <w:lang w:bidi="ar-SA"/>
        </w:rPr>
        <w:t>? (</w:t>
      </w:r>
      <w:r w:rsidRPr="00C27D9F">
        <w:rPr>
          <w:rFonts w:hint="cs"/>
          <w:cs/>
        </w:rPr>
        <w:t>สถาบันแห่งความรัก</w:t>
      </w:r>
      <w:r w:rsidR="007C0FAC" w:rsidRPr="00C27D9F">
        <w:rPr>
          <w:rFonts w:hint="cs"/>
          <w:cs/>
        </w:rPr>
        <w:t>) มันคือการเข้าถึงพระผู้เป็นเจ้าโดยการขัดเกลาตนเองแล</w:t>
      </w:r>
      <w:r w:rsidR="007C0FAC" w:rsidRPr="00C27D9F">
        <w:rPr>
          <w:cs/>
        </w:rPr>
        <w:t>ะ</w:t>
      </w:r>
      <w:r w:rsidRPr="00C27D9F">
        <w:rPr>
          <w:rFonts w:hint="cs"/>
          <w:cs/>
        </w:rPr>
        <w:t>ความรักและซ่อนเร้นวิถีทางภายใต้ความระมัดระวังมากกว่าเป็นความสมบูรณ์</w:t>
      </w:r>
    </w:p>
    <w:p w:rsidR="007C0FAC" w:rsidRDefault="007C0FAC" w:rsidP="007C0FAC">
      <w:pPr>
        <w:pStyle w:val="libNormal"/>
        <w:ind w:firstLine="0"/>
      </w:pPr>
    </w:p>
    <w:p w:rsidR="007C0FAC" w:rsidRDefault="007C0FAC" w:rsidP="007C0FAC">
      <w:pPr>
        <w:pStyle w:val="libNormal"/>
        <w:ind w:firstLine="0"/>
      </w:pPr>
    </w:p>
    <w:p w:rsidR="007C0FAC" w:rsidRDefault="007C0FAC" w:rsidP="007C0FAC">
      <w:pPr>
        <w:pStyle w:val="libNormal"/>
        <w:ind w:firstLine="0"/>
      </w:pPr>
    </w:p>
    <w:p w:rsidR="007C0FAC" w:rsidRDefault="007C0FAC" w:rsidP="007C0FAC">
      <w:pPr>
        <w:pStyle w:val="libNormal"/>
        <w:ind w:firstLine="0"/>
        <w:rPr>
          <w:cs/>
        </w:rPr>
      </w:pPr>
    </w:p>
    <w:p w:rsidR="007C0FAC" w:rsidRDefault="007C0FAC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7C0FAC" w:rsidRDefault="007C0FAC" w:rsidP="007C0FAC">
      <w:pPr>
        <w:pStyle w:val="libNormal"/>
        <w:ind w:firstLine="0"/>
      </w:pPr>
    </w:p>
    <w:p w:rsidR="007C0FAC" w:rsidRDefault="00C27D9F" w:rsidP="007C0FA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คัมภีร์อัลกุรอานกล่าวไว้ใน</w:t>
      </w:r>
      <w:r w:rsidR="007C0FAC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="007C0FAC">
        <w:rPr>
          <w:rFonts w:hint="cs"/>
          <w:cs/>
        </w:rPr>
        <w:t>อัล</w:t>
      </w:r>
      <w:r w:rsidRPr="00C27D9F">
        <w:rPr>
          <w:rFonts w:hint="cs"/>
          <w:cs/>
        </w:rPr>
        <w:t>อินชิกอก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อายะ</w:t>
      </w:r>
      <w:r w:rsidR="007C0FAC">
        <w:rPr>
          <w:rFonts w:hint="cs"/>
          <w:cs/>
        </w:rPr>
        <w:t xml:space="preserve">ฮ์ที่ </w:t>
      </w:r>
      <w:r w:rsidRPr="00C27D9F">
        <w:rPr>
          <w:rFonts w:cs="Times New Roman"/>
          <w:lang w:bidi="ar-SA"/>
        </w:rPr>
        <w:t>6…</w:t>
      </w:r>
    </w:p>
    <w:p w:rsidR="007C0FAC" w:rsidRDefault="00C27D9F" w:rsidP="007C0FAC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 xml:space="preserve"> </w:t>
      </w:r>
      <w:r w:rsidR="007C0FAC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โอ้มนุษย์เอ๋ย</w:t>
      </w:r>
      <w:r w:rsidR="007C0FAC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แน่นอนเจ้าจักต้องฝ่าฟัน</w:t>
      </w:r>
      <w:r w:rsidRPr="00C27D9F">
        <w:rPr>
          <w:cs/>
        </w:rPr>
        <w:t>(</w:t>
      </w:r>
      <w:r w:rsidRPr="00C27D9F">
        <w:rPr>
          <w:rFonts w:hint="cs"/>
          <w:cs/>
        </w:rPr>
        <w:t>เพื่อบรรลุ</w:t>
      </w:r>
      <w:r w:rsidRPr="00C27D9F">
        <w:rPr>
          <w:cs/>
        </w:rPr>
        <w:t>)</w:t>
      </w:r>
      <w:r w:rsidRPr="00C27D9F">
        <w:rPr>
          <w:rFonts w:hint="cs"/>
          <w:cs/>
        </w:rPr>
        <w:t>ยังพระผู้อภิบาลของ</w:t>
      </w:r>
      <w:r w:rsidR="007C0FAC">
        <w:rPr>
          <w:rFonts w:hint="cs"/>
          <w:cs/>
        </w:rPr>
        <w:t>เจ้าฝ่าฟันอย่างหนักหน่วยจนกระทั่</w:t>
      </w:r>
      <w:r w:rsidRPr="00C27D9F">
        <w:rPr>
          <w:rFonts w:hint="cs"/>
          <w:cs/>
        </w:rPr>
        <w:t>งเจ้าพบพระองค์</w:t>
      </w:r>
      <w:r w:rsidR="007C0FAC">
        <w:rPr>
          <w:rFonts w:cs="Cordia New" w:hint="cs"/>
          <w:szCs w:val="40"/>
          <w:cs/>
        </w:rPr>
        <w:t>”</w:t>
      </w:r>
    </w:p>
    <w:p w:rsidR="007C0FAC" w:rsidRDefault="00C27D9F" w:rsidP="007C0FAC">
      <w:pPr>
        <w:pStyle w:val="libNormal"/>
        <w:ind w:firstLine="0"/>
      </w:pPr>
      <w:r w:rsidRPr="00C27D9F">
        <w:rPr>
          <w:rFonts w:hint="cs"/>
          <w:cs/>
        </w:rPr>
        <w:t>หมายความว่า</w:t>
      </w:r>
      <w:r w:rsidR="007C0FAC">
        <w:rPr>
          <w:rFonts w:hint="cs"/>
          <w:cs/>
        </w:rPr>
        <w:t xml:space="preserve"> </w:t>
      </w:r>
      <w:r w:rsidRPr="00C27D9F">
        <w:rPr>
          <w:rFonts w:hint="cs"/>
          <w:cs/>
        </w:rPr>
        <w:t>หลังจากเข้าถึงพระองค์แล้วท่านก็จะมีทุกสิ่งทุกอย่างสิ่งที่ทำให้เป็นปริศนาก็คือว่า</w:t>
      </w:r>
      <w:r w:rsidR="007C0FAC">
        <w:rPr>
          <w:rFonts w:hint="cs"/>
          <w:cs/>
        </w:rPr>
        <w:t xml:space="preserve"> </w:t>
      </w:r>
      <w:r w:rsidRPr="00C27D9F">
        <w:rPr>
          <w:rFonts w:hint="cs"/>
          <w:cs/>
        </w:rPr>
        <w:t>หลังจากสามารถบรรลุถึงตำแหน่งนั้นแล้ว</w:t>
      </w:r>
      <w:r w:rsidR="007C0FAC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บุคคลก็จะไม่ปรารถนาในสิ่งใดเว้นแต่ความโปรดปรานของพระองค์</w:t>
      </w:r>
    </w:p>
    <w:p w:rsidR="007C0FAC" w:rsidRDefault="00C27D9F" w:rsidP="007C0FAC">
      <w:pPr>
        <w:pStyle w:val="libNormal"/>
        <w:ind w:firstLine="0"/>
      </w:pPr>
      <w:r w:rsidRPr="00C27D9F">
        <w:rPr>
          <w:rFonts w:hint="cs"/>
          <w:cs/>
        </w:rPr>
        <w:t>อาบูซ</w:t>
      </w:r>
      <w:r w:rsidR="007C0FAC">
        <w:rPr>
          <w:rFonts w:hint="cs"/>
          <w:cs/>
        </w:rPr>
        <w:t>ะอี</w:t>
      </w:r>
      <w:r w:rsidRPr="00C27D9F">
        <w:rPr>
          <w:rFonts w:hint="cs"/>
          <w:cs/>
        </w:rPr>
        <w:t>ดกล่าวไว้ในบทกวี</w:t>
      </w:r>
      <w:r w:rsidRPr="00C27D9F">
        <w:rPr>
          <w:cs/>
        </w:rPr>
        <w:t>(</w:t>
      </w:r>
      <w:r w:rsidRPr="00C27D9F">
        <w:rPr>
          <w:rFonts w:hint="cs"/>
          <w:cs/>
        </w:rPr>
        <w:t>ดังนี้</w:t>
      </w:r>
      <w:r w:rsidRPr="00C27D9F">
        <w:rPr>
          <w:cs/>
        </w:rPr>
        <w:t>)</w:t>
      </w:r>
      <w:r w:rsidRPr="00C27D9F">
        <w:rPr>
          <w:rFonts w:cs="Times New Roman"/>
          <w:lang w:bidi="ar-SA"/>
        </w:rPr>
        <w:t xml:space="preserve"> </w:t>
      </w:r>
      <w:r w:rsidR="007C0FAC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บุคคลจะกระทำฉันใดกับชีวิตหลังจากรู้จักพระองค์</w:t>
      </w:r>
    </w:p>
    <w:p w:rsidR="00500001" w:rsidRDefault="00500001" w:rsidP="007C0FAC">
      <w:pPr>
        <w:pStyle w:val="libNormal"/>
        <w:ind w:firstLine="0"/>
        <w:rPr>
          <w:rFonts w:cs="Cordia New"/>
          <w:szCs w:val="40"/>
        </w:rPr>
      </w:pPr>
    </w:p>
    <w:p w:rsidR="007C0FAC" w:rsidRDefault="00C27D9F" w:rsidP="007C0FAC">
      <w:pPr>
        <w:pStyle w:val="libNormal"/>
        <w:ind w:firstLine="0"/>
      </w:pPr>
      <w:r w:rsidRPr="00C27D9F">
        <w:rPr>
          <w:rFonts w:hint="cs"/>
          <w:cs/>
        </w:rPr>
        <w:t>เขาจะทำ</w:t>
      </w:r>
      <w:r w:rsidR="007C0FAC">
        <w:rPr>
          <w:rFonts w:hint="cs"/>
          <w:cs/>
        </w:rPr>
        <w:t>อย่างไร</w:t>
      </w:r>
      <w:r w:rsidRPr="00C27D9F">
        <w:rPr>
          <w:rFonts w:hint="cs"/>
          <w:cs/>
        </w:rPr>
        <w:t>กับภรรยา</w:t>
      </w:r>
      <w:r w:rsidR="007C0FAC">
        <w:rPr>
          <w:rFonts w:hint="cs"/>
          <w:cs/>
        </w:rPr>
        <w:t xml:space="preserve"> ,</w:t>
      </w:r>
      <w:r w:rsidRPr="00C27D9F">
        <w:rPr>
          <w:rFonts w:hint="cs"/>
          <w:cs/>
        </w:rPr>
        <w:t>ลูกๆและทายาทผู้สืบสกุลของเขา</w:t>
      </w:r>
      <w:r w:rsidRPr="00C27D9F">
        <w:rPr>
          <w:rFonts w:cs="Times New Roman"/>
          <w:lang w:bidi="ar-SA"/>
        </w:rPr>
        <w:t>?</w:t>
      </w:r>
      <w:r w:rsidR="007C0FAC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พระองค์</w:t>
      </w:r>
      <w:r w:rsidR="007C0FAC">
        <w:rPr>
          <w:rFonts w:hint="cs"/>
          <w:cs/>
        </w:rPr>
        <w:t>จะนำ</w:t>
      </w:r>
      <w:r w:rsidRPr="00C27D9F">
        <w:rPr>
          <w:rFonts w:hint="cs"/>
          <w:cs/>
        </w:rPr>
        <w:t>เขาสู่ความรักจนคลั่งไคล้และจากนั้นก็มอบโลกทั้งสองให้แก่เขา</w:t>
      </w:r>
    </w:p>
    <w:p w:rsidR="007C0FAC" w:rsidRDefault="007C0FAC" w:rsidP="007C0FAC">
      <w:pPr>
        <w:pStyle w:val="libNormal"/>
        <w:ind w:firstLine="0"/>
        <w:rPr>
          <w:rFonts w:cs="Cordia New"/>
          <w:szCs w:val="40"/>
        </w:rPr>
      </w:pPr>
      <w:r>
        <w:rPr>
          <w:rFonts w:hint="cs"/>
          <w:cs/>
        </w:rPr>
        <w:t>และ</w:t>
      </w:r>
      <w:r w:rsidR="00C27D9F" w:rsidRPr="00C27D9F">
        <w:rPr>
          <w:rFonts w:hint="cs"/>
          <w:cs/>
        </w:rPr>
        <w:t>เขาจะต้องการสิ่งใดในโลกทั้งสองนี้ซึ่งเป็นความน่าคลั่งไคล้มากกว่าพระองค์เล่า</w:t>
      </w:r>
      <w:r w:rsidR="00C27D9F" w:rsidRPr="00C27D9F">
        <w:rPr>
          <w:rFonts w:cs="Times New Roman"/>
          <w:lang w:bidi="ar-SA"/>
        </w:rPr>
        <w:t>?</w:t>
      </w:r>
    </w:p>
    <w:p w:rsidR="00500001" w:rsidRPr="00500001" w:rsidRDefault="00500001" w:rsidP="007C0FAC">
      <w:pPr>
        <w:pStyle w:val="libNormal"/>
        <w:ind w:firstLine="0"/>
        <w:rPr>
          <w:rFonts w:cs="Cordia New"/>
          <w:szCs w:val="40"/>
        </w:rPr>
      </w:pPr>
    </w:p>
    <w:p w:rsidR="007C0FAC" w:rsidRDefault="00C27D9F" w:rsidP="007C0FA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จุดสำคัญทั้งหลายข้างต้นแสดงให้เห็นว่า</w:t>
      </w:r>
      <w:r w:rsidR="007C0FAC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มนุษย์ผู้สมบูรณ์</w:t>
      </w:r>
      <w:r w:rsidR="007C0FAC">
        <w:rPr>
          <w:rFonts w:hint="cs"/>
          <w:cs/>
        </w:rPr>
        <w:t>เป็น</w:t>
      </w:r>
      <w:r w:rsidRPr="00C27D9F">
        <w:rPr>
          <w:rFonts w:hint="cs"/>
          <w:cs/>
        </w:rPr>
        <w:t>อย่างไรจากทัศนะของบรรดา</w:t>
      </w:r>
      <w:r w:rsidR="007C0FAC">
        <w:rPr>
          <w:rFonts w:hint="cs"/>
          <w:cs/>
        </w:rPr>
        <w:t>อา</w:t>
      </w:r>
      <w:r w:rsidRPr="00C27D9F">
        <w:rPr>
          <w:rFonts w:hint="cs"/>
          <w:cs/>
        </w:rPr>
        <w:t>รีฟซึ่งเมื่อเขาได้เข้าถึงพระผู้เป็นเจ้าแล้วเขากลายเป็นผู้สมบูรณ์ที่ชัดแจ้งของพระองค์และเป็นกระจกแห่งแก่นสารของพระองค์อิสลามมีความคิดเกี่ยวกับการขัดเกลาตนเอง</w:t>
      </w:r>
      <w:r w:rsidR="007C0FAC">
        <w:rPr>
          <w:rFonts w:hint="cs"/>
          <w:cs/>
        </w:rPr>
        <w:t>ว่า</w:t>
      </w:r>
      <w:r w:rsidRPr="00C27D9F">
        <w:rPr>
          <w:rFonts w:hint="cs"/>
          <w:cs/>
        </w:rPr>
        <w:t>อย่างไร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?</w:t>
      </w:r>
    </w:p>
    <w:p w:rsidR="007C0FAC" w:rsidRDefault="007C0FAC" w:rsidP="007C0FAC">
      <w:pPr>
        <w:pStyle w:val="libNormal"/>
        <w:ind w:firstLine="0"/>
        <w:rPr>
          <w:rFonts w:cs="Cordia New"/>
          <w:szCs w:val="40"/>
        </w:rPr>
      </w:pPr>
    </w:p>
    <w:p w:rsidR="007C0FAC" w:rsidRPr="007C0FAC" w:rsidRDefault="007C0FAC" w:rsidP="007C0FAC">
      <w:pPr>
        <w:pStyle w:val="libNormal"/>
        <w:ind w:firstLine="0"/>
        <w:rPr>
          <w:rFonts w:cs="Cordia New"/>
          <w:szCs w:val="40"/>
        </w:rPr>
      </w:pPr>
    </w:p>
    <w:p w:rsidR="007C0FAC" w:rsidRDefault="007C0FAC">
      <w:pPr>
        <w:rPr>
          <w:rFonts w:cs="Cordia New"/>
          <w:szCs w:val="30"/>
          <w:lang w:bidi="th-TH"/>
        </w:rPr>
      </w:pPr>
    </w:p>
    <w:p w:rsidR="007C0FAC" w:rsidRDefault="007C0FAC">
      <w:pPr>
        <w:rPr>
          <w:rFonts w:cs="Cordia New"/>
          <w:szCs w:val="30"/>
          <w:lang w:bidi="th-TH"/>
        </w:rPr>
      </w:pPr>
    </w:p>
    <w:p w:rsidR="007C0FAC" w:rsidRDefault="007C0FAC">
      <w:pPr>
        <w:rPr>
          <w:rFonts w:ascii="Angsana New" w:hAnsi="Angsana New"/>
          <w:sz w:val="32"/>
          <w:szCs w:val="32"/>
        </w:rPr>
      </w:pPr>
      <w:r>
        <w:br w:type="page"/>
      </w:r>
    </w:p>
    <w:p w:rsidR="007C0FAC" w:rsidRDefault="007C0FAC" w:rsidP="007C0FAC">
      <w:pPr>
        <w:pStyle w:val="libNormal"/>
        <w:ind w:firstLine="0"/>
        <w:rPr>
          <w:rFonts w:cs="Cordia New"/>
          <w:szCs w:val="40"/>
        </w:rPr>
      </w:pPr>
    </w:p>
    <w:p w:rsidR="007C0FAC" w:rsidRDefault="00C27D9F" w:rsidP="007C0FAC">
      <w:pPr>
        <w:pStyle w:val="libNormal"/>
        <w:ind w:firstLine="0"/>
      </w:pPr>
      <w:r w:rsidRPr="00C27D9F">
        <w:rPr>
          <w:rFonts w:hint="cs"/>
          <w:cs/>
        </w:rPr>
        <w:t>อัลกุรอาน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ก</w:t>
      </w:r>
      <w:r w:rsidR="007C0FAC">
        <w:rPr>
          <w:rFonts w:hint="cs"/>
          <w:cs/>
        </w:rPr>
        <w:t>ล่</w:t>
      </w:r>
      <w:r w:rsidRPr="00C27D9F">
        <w:rPr>
          <w:rFonts w:hint="cs"/>
          <w:cs/>
        </w:rPr>
        <w:t>าวไว้ใน</w:t>
      </w:r>
      <w:r w:rsidR="007C0FAC">
        <w:rPr>
          <w:rFonts w:hint="cs"/>
          <w:cs/>
        </w:rPr>
        <w:t>ซู</w:t>
      </w:r>
      <w:r w:rsidRPr="00C27D9F">
        <w:rPr>
          <w:rFonts w:hint="cs"/>
          <w:cs/>
        </w:rPr>
        <w:t>เราะ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ฮ์</w:t>
      </w:r>
      <w:r w:rsidR="007C0FAC">
        <w:rPr>
          <w:rFonts w:hint="cs"/>
          <w:cs/>
        </w:rPr>
        <w:t>อัช</w:t>
      </w:r>
      <w:r w:rsidRPr="00C27D9F">
        <w:rPr>
          <w:rFonts w:hint="cs"/>
          <w:cs/>
        </w:rPr>
        <w:t>ชัมส์</w:t>
      </w:r>
      <w:r w:rsidR="007C0FAC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7C0FAC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9-10(</w:t>
      </w:r>
      <w:r w:rsidRPr="00C27D9F">
        <w:rPr>
          <w:rFonts w:hint="cs"/>
          <w:cs/>
        </w:rPr>
        <w:t>ว่า</w:t>
      </w:r>
      <w:r w:rsidRPr="00C27D9F">
        <w:rPr>
          <w:cs/>
        </w:rPr>
        <w:t>)</w:t>
      </w:r>
    </w:p>
    <w:p w:rsidR="007C0FAC" w:rsidRPr="007C0FAC" w:rsidRDefault="007C0FAC" w:rsidP="007C0FAC">
      <w:pPr>
        <w:pStyle w:val="libNormal"/>
        <w:ind w:firstLine="0"/>
      </w:pPr>
    </w:p>
    <w:p w:rsidR="007C0FAC" w:rsidRDefault="007C0FAC" w:rsidP="007C0FAC">
      <w:pPr>
        <w:pStyle w:val="libNormal"/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เขาได้รับความสำเร็จอย่างแน่นอน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ผู้ซึ่งขัดเกลามัน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จิตใจ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และเขาจะประสบกับความล้มเหลวอย่างแท้จริง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ผู้ซึ่งสะสมความชั่ว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ไม่บริสุทธิ์</w:t>
      </w:r>
      <w:r w:rsidR="00C27D9F" w:rsidRPr="00C27D9F">
        <w:rPr>
          <w:cs/>
        </w:rPr>
        <w:t>)</w:t>
      </w:r>
      <w:r>
        <w:rPr>
          <w:rFonts w:hint="cs"/>
          <w:cs/>
        </w:rPr>
        <w:t>”</w:t>
      </w:r>
    </w:p>
    <w:p w:rsidR="007C0FAC" w:rsidRDefault="007C0FAC" w:rsidP="007C0FAC">
      <w:pPr>
        <w:pStyle w:val="libNormal"/>
      </w:pPr>
    </w:p>
    <w:p w:rsidR="007C0FAC" w:rsidRDefault="00C27D9F" w:rsidP="007C0FA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การขัดเกลาตนเองในอิสลามเป็นหนทางในการรู้จักพระผู้เป็นเจ้าหรือ</w:t>
      </w:r>
      <w:r w:rsidRPr="00C27D9F">
        <w:rPr>
          <w:rFonts w:cs="Times New Roman"/>
          <w:lang w:bidi="ar-SA"/>
        </w:rPr>
        <w:t>?</w:t>
      </w:r>
    </w:p>
    <w:p w:rsidR="00C2664E" w:rsidRDefault="00C27D9F" w:rsidP="00646E83">
      <w:pPr>
        <w:pStyle w:val="libNormal"/>
        <w:ind w:firstLine="0"/>
      </w:pPr>
      <w:r w:rsidRPr="00C27D9F">
        <w:rPr>
          <w:rFonts w:hint="cs"/>
          <w:cs/>
        </w:rPr>
        <w:t>หรือว่ามันคือความเป็นไปได้ในการรู้จักพระผู้เป็นเจ้าด้วยการคิดคำนึงและการรู้จักเหตุผล</w:t>
      </w:r>
      <w:r w:rsidRPr="00C27D9F">
        <w:rPr>
          <w:rFonts w:cs="Times New Roman"/>
          <w:lang w:bidi="ar-SA"/>
        </w:rPr>
        <w:t>?</w:t>
      </w:r>
      <w:r w:rsidR="007C0FAC" w:rsidRPr="00C27D9F">
        <w:rPr>
          <w:rFonts w:hint="cs"/>
          <w:cs/>
        </w:rPr>
        <w:t>เกี่ยวกับการขัดเกลาตนเอง</w:t>
      </w:r>
      <w:r w:rsidR="007C0FAC">
        <w:rPr>
          <w:rFonts w:hint="cs"/>
          <w:cs/>
        </w:rPr>
        <w:t xml:space="preserve"> </w:t>
      </w:r>
      <w:r w:rsidR="007C0FAC" w:rsidRPr="00C27D9F">
        <w:rPr>
          <w:rFonts w:hint="cs"/>
          <w:cs/>
        </w:rPr>
        <w:t xml:space="preserve">ประโยคหนึ่งของท่านศาสดา </w:t>
      </w:r>
      <w:r w:rsidR="007C0FAC"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="007C0FAC" w:rsidRPr="00C27D9F">
        <w:rPr>
          <w:rFonts w:hint="cs"/>
          <w:cs/>
        </w:rPr>
        <w:t>) ซึ่งจากอัลฮะดีษที่ถูกนำมาอ้างทั้งฝ่ายชีอะฮ์และซุนนี</w:t>
      </w:r>
      <w:r w:rsidR="007C0FAC">
        <w:rPr>
          <w:rFonts w:hint="cs"/>
          <w:cs/>
        </w:rPr>
        <w:t xml:space="preserve"> </w:t>
      </w:r>
      <w:r w:rsidR="007C0FAC" w:rsidRPr="00C27D9F">
        <w:rPr>
          <w:rFonts w:hint="cs"/>
          <w:cs/>
        </w:rPr>
        <w:t>นั่นก็คือถ้าหากว่าผู้ใดผู้หนึ่งสามารถที่จะขัดเกลาตัวของเขาเองได้เป็นระยะเวลาสี</w:t>
      </w:r>
      <w:r w:rsidR="007C0FAC" w:rsidRPr="00C27D9F">
        <w:rPr>
          <w:cs/>
        </w:rPr>
        <w:t>่</w:t>
      </w:r>
      <w:r w:rsidRPr="00C27D9F">
        <w:rPr>
          <w:rFonts w:hint="cs"/>
          <w:cs/>
        </w:rPr>
        <w:t>สิบวันคือ</w:t>
      </w:r>
      <w:r w:rsidR="007C0FAC">
        <w:rPr>
          <w:rFonts w:hint="cs"/>
          <w:cs/>
        </w:rPr>
        <w:t xml:space="preserve"> </w:t>
      </w:r>
      <w:r w:rsidR="007C0FAC" w:rsidRPr="00C27D9F">
        <w:rPr>
          <w:rFonts w:hint="cs"/>
          <w:cs/>
        </w:rPr>
        <w:t>ถ้าเขาถือว</w:t>
      </w:r>
      <w:r w:rsidR="007C0FAC">
        <w:rPr>
          <w:rFonts w:hint="cs"/>
          <w:cs/>
        </w:rPr>
        <w:t>่</w:t>
      </w:r>
      <w:r w:rsidR="007C0FAC" w:rsidRPr="00C27D9F">
        <w:rPr>
          <w:rFonts w:hint="cs"/>
          <w:cs/>
        </w:rPr>
        <w:t>าความพึงพระทัยของพระผู้เป็นเจ้าเพียงอย่างเดียวเท่านั้นที่เป็นเสมือนสิ่งที่มีคุณค่าและละทิ้งความปรารถนาอื่นๆทั้งหมด</w:t>
      </w:r>
      <w:r w:rsidR="007C0FAC">
        <w:rPr>
          <w:rFonts w:hint="cs"/>
          <w:cs/>
        </w:rPr>
        <w:t xml:space="preserve"> </w:t>
      </w:r>
      <w:r w:rsidR="007C0FAC" w:rsidRPr="00C27D9F">
        <w:rPr>
          <w:rFonts w:hint="cs"/>
          <w:cs/>
        </w:rPr>
        <w:t xml:space="preserve">เขาก็จะกลายมาเป็นมนุษย์เหมือนอย่างอิบรอฮีม </w:t>
      </w:r>
      <w:r w:rsidR="007C0FAC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7C0FAC" w:rsidRPr="00C27D9F">
        <w:rPr>
          <w:rFonts w:hint="cs"/>
          <w:cs/>
        </w:rPr>
        <w:t>) จากที่ซึ่งคัมภีร์อัลกุรอา</w:t>
      </w:r>
      <w:r w:rsidR="007C0FAC" w:rsidRPr="00C27D9F">
        <w:rPr>
          <w:cs/>
        </w:rPr>
        <w:t>น</w:t>
      </w:r>
      <w:r w:rsidRPr="00C27D9F">
        <w:rPr>
          <w:rFonts w:hint="cs"/>
          <w:cs/>
        </w:rPr>
        <w:t>กล่าวไว้ใน</w:t>
      </w:r>
    </w:p>
    <w:p w:rsidR="00C2664E" w:rsidRDefault="00646E83" w:rsidP="00C2664E">
      <w:pPr>
        <w:pStyle w:val="libNormal"/>
        <w:ind w:firstLine="0"/>
        <w:rPr>
          <w:rFonts w:cs="Cordia New"/>
          <w:szCs w:val="40"/>
        </w:rPr>
      </w:pPr>
      <w:r>
        <w:rPr>
          <w:rFonts w:hint="cs"/>
          <w:cs/>
        </w:rPr>
        <w:t>ซู</w:t>
      </w:r>
      <w:r w:rsidR="00C27D9F" w:rsidRPr="00C27D9F">
        <w:rPr>
          <w:rFonts w:hint="cs"/>
          <w:cs/>
        </w:rPr>
        <w:t>เราะฮ์</w:t>
      </w:r>
      <w:r w:rsidR="00C2664E">
        <w:rPr>
          <w:rFonts w:hint="cs"/>
          <w:cs/>
        </w:rPr>
        <w:t>อัล</w:t>
      </w:r>
      <w:r w:rsidR="00C27D9F" w:rsidRPr="00C27D9F">
        <w:rPr>
          <w:rFonts w:hint="cs"/>
          <w:cs/>
        </w:rPr>
        <w:t>อันอาม</w:t>
      </w:r>
      <w:r w:rsidR="00C27D9F" w:rsidRPr="00C27D9F">
        <w:rPr>
          <w:cs/>
        </w:rPr>
        <w:t xml:space="preserve"> </w:t>
      </w:r>
      <w:r w:rsidR="00C27D9F" w:rsidRPr="00C27D9F">
        <w:rPr>
          <w:rFonts w:hint="cs"/>
          <w:cs/>
        </w:rPr>
        <w:t>อายะฮ์</w:t>
      </w:r>
      <w:r w:rsidR="00C27D9F" w:rsidRPr="00C27D9F">
        <w:rPr>
          <w:cs/>
        </w:rPr>
        <w:t xml:space="preserve"> </w:t>
      </w:r>
      <w:r w:rsidR="00C27D9F" w:rsidRPr="00C27D9F">
        <w:rPr>
          <w:rFonts w:hint="cs"/>
          <w:cs/>
        </w:rPr>
        <w:t>ที่</w:t>
      </w:r>
      <w:r w:rsidR="00C2664E" w:rsidRPr="00C27D9F">
        <w:rPr>
          <w:rFonts w:cs="Times New Roman"/>
          <w:lang w:bidi="ar-SA"/>
        </w:rPr>
        <w:t>162</w:t>
      </w:r>
    </w:p>
    <w:p w:rsidR="00C2664E" w:rsidRDefault="00C2664E" w:rsidP="00C2664E">
      <w:pPr>
        <w:pStyle w:val="libNormal"/>
        <w:ind w:firstLine="0"/>
        <w:rPr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จงกล</w:t>
      </w:r>
      <w:r>
        <w:rPr>
          <w:rFonts w:hint="cs"/>
          <w:cs/>
        </w:rPr>
        <w:t>่</w:t>
      </w:r>
      <w:r w:rsidR="00C27D9F" w:rsidRPr="00C27D9F">
        <w:rPr>
          <w:rFonts w:hint="cs"/>
          <w:cs/>
        </w:rPr>
        <w:t>าวเถิด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แท้จริงการนมาซของฉัน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การเคารพภักดีของฉัน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การมีชีวิตอยู่ของฉันและการตายของฉันทั้งหมด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เพื่ออัลลอฮผู้ทรงอภิบาลแห่งสากลจักรวาล</w:t>
      </w:r>
      <w:r>
        <w:rPr>
          <w:rFonts w:hint="cs"/>
          <w:szCs w:val="40"/>
          <w:cs/>
        </w:rPr>
        <w:t>”</w:t>
      </w:r>
    </w:p>
    <w:p w:rsidR="00500001" w:rsidRDefault="00500001" w:rsidP="00C2664E">
      <w:pPr>
        <w:pStyle w:val="libNormal"/>
        <w:ind w:firstLine="0"/>
        <w:rPr>
          <w:szCs w:val="40"/>
        </w:rPr>
      </w:pPr>
    </w:p>
    <w:p w:rsidR="00C2664E" w:rsidRDefault="00C27D9F" w:rsidP="00C2664E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ด้วยเหตุนี้</w:t>
      </w:r>
      <w:r w:rsidR="00C2664E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ความรู้ที่กำเนิดมากมายมาจากภายในเป็นที่ยอมรับต่</w:t>
      </w:r>
      <w:r w:rsidR="00C2664E">
        <w:rPr>
          <w:rFonts w:hint="cs"/>
          <w:cs/>
        </w:rPr>
        <w:t>อ</w:t>
      </w:r>
      <w:r w:rsidRPr="00C27D9F">
        <w:rPr>
          <w:rFonts w:hint="cs"/>
          <w:cs/>
        </w:rPr>
        <w:t>อิสลาม</w:t>
      </w:r>
    </w:p>
    <w:p w:rsidR="00C2664E" w:rsidRDefault="00C2664E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664E" w:rsidRDefault="00C2664E" w:rsidP="00C2664E">
      <w:pPr>
        <w:pStyle w:val="libNormal"/>
        <w:ind w:firstLine="0"/>
      </w:pPr>
    </w:p>
    <w:p w:rsidR="00974D55" w:rsidRDefault="00C27D9F" w:rsidP="00974D55">
      <w:pPr>
        <w:pStyle w:val="libNormal"/>
        <w:ind w:firstLine="0"/>
      </w:pPr>
      <w:r w:rsidRPr="00C27D9F">
        <w:rPr>
          <w:rFonts w:hint="cs"/>
          <w:cs/>
        </w:rPr>
        <w:t>พระผู้เป็นเจ้าตรัสแก่มูซา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ในคัมภีร์อัลกุรอาน</w:t>
      </w:r>
      <w:r w:rsidR="00550731">
        <w:rPr>
          <w:rFonts w:hint="cs"/>
          <w:cs/>
        </w:rPr>
        <w:t>ซู</w:t>
      </w:r>
      <w:r w:rsidRPr="00C27D9F">
        <w:rPr>
          <w:rFonts w:hint="cs"/>
          <w:cs/>
        </w:rPr>
        <w:t>เราะห์</w:t>
      </w:r>
      <w:r w:rsidR="00550731">
        <w:rPr>
          <w:rFonts w:hint="cs"/>
          <w:cs/>
        </w:rPr>
        <w:t>อัลกะ</w:t>
      </w:r>
      <w:r w:rsidR="00974D55">
        <w:rPr>
          <w:rFonts w:hint="cs"/>
          <w:cs/>
        </w:rPr>
        <w:t>ฮ์</w:t>
      </w:r>
      <w:r w:rsidR="00550731">
        <w:rPr>
          <w:rFonts w:hint="cs"/>
          <w:cs/>
        </w:rPr>
        <w:t>ฟ์</w:t>
      </w:r>
      <w:r w:rsidR="00974D55">
        <w:rPr>
          <w:rFonts w:hint="cs"/>
          <w:cs/>
        </w:rPr>
        <w:t xml:space="preserve"> </w:t>
      </w:r>
    </w:p>
    <w:p w:rsidR="00974D55" w:rsidRPr="00974D55" w:rsidRDefault="00C27D9F" w:rsidP="00974D55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อายะฮ์ที่</w:t>
      </w:r>
      <w:r w:rsidR="00974D55">
        <w:rPr>
          <w:rFonts w:cs="Cordia New" w:hint="cs"/>
          <w:szCs w:val="40"/>
          <w:cs/>
        </w:rPr>
        <w:t xml:space="preserve"> </w:t>
      </w:r>
      <w:r w:rsidRPr="00C27D9F">
        <w:rPr>
          <w:rFonts w:cs="Times New Roman"/>
          <w:lang w:bidi="ar-SA"/>
        </w:rPr>
        <w:t>65</w:t>
      </w:r>
    </w:p>
    <w:p w:rsidR="00974D55" w:rsidRPr="00974D55" w:rsidRDefault="00974D55" w:rsidP="00974D55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แล้วพวกเขา</w:t>
      </w:r>
      <w:r w:rsidR="00C27D9F" w:rsidRPr="00C27D9F">
        <w:rPr>
          <w:rFonts w:cs="Times New Roman"/>
          <w:lang w:bidi="ar-SA"/>
        </w:rPr>
        <w:t>(</w:t>
      </w:r>
      <w:r w:rsidR="00C27D9F" w:rsidRPr="00C27D9F">
        <w:rPr>
          <w:rFonts w:hint="cs"/>
          <w:cs/>
        </w:rPr>
        <w:t>ทั้งสอง</w:t>
      </w:r>
      <w:r w:rsidRPr="00C27D9F">
        <w:rPr>
          <w:rFonts w:hint="cs"/>
          <w:cs/>
        </w:rPr>
        <w:t xml:space="preserve">) ก็ได้พบผู้หนึ่งจากในบรรดาบ่าวทั้งหลายของเราซึ่งได้รับมอบความเมตตาจากเราและซึ่งที่เราได้สอนความรู้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แก่เขาปจากเรา</w:t>
      </w:r>
      <w:r>
        <w:rPr>
          <w:rFonts w:cs="Cordia New" w:hint="cs"/>
          <w:szCs w:val="40"/>
          <w:cs/>
        </w:rPr>
        <w:t>”</w:t>
      </w:r>
    </w:p>
    <w:p w:rsidR="00974D55" w:rsidRDefault="00974D55" w:rsidP="00974D55">
      <w:pPr>
        <w:pStyle w:val="libNormal"/>
      </w:pPr>
    </w:p>
    <w:p w:rsidR="00C27D9F" w:rsidRDefault="00C27D9F" w:rsidP="00974D55">
      <w:pPr>
        <w:pStyle w:val="libNormal"/>
      </w:pP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ได้กล่าวว่า</w:t>
      </w:r>
      <w:r w:rsidRPr="00C27D9F">
        <w:rPr>
          <w:cs/>
        </w:rPr>
        <w:t xml:space="preserve"> </w:t>
      </w:r>
      <w:r w:rsidR="00974D55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มันหาได้เป็นความจริงไม่ที่ว่า</w:t>
      </w:r>
      <w:r w:rsidR="00974D55">
        <w:rPr>
          <w:rFonts w:hint="cs"/>
          <w:cs/>
        </w:rPr>
        <w:t xml:space="preserve"> </w:t>
      </w:r>
      <w:r w:rsidR="00974D55" w:rsidRPr="00C27D9F">
        <w:rPr>
          <w:rFonts w:hint="cs"/>
          <w:cs/>
        </w:rPr>
        <w:t xml:space="preserve">มารทั้งหลายได้เคลื่อนไหววนเวียนอยู่รอบๆจิตใจของบรรดาลูกหลานแห่งอาดัมและได้สร้างภาพอันต่ำต้อยและความมืดมน </w:t>
      </w:r>
      <w:r w:rsidR="00974D55" w:rsidRPr="00C27D9F">
        <w:rPr>
          <w:cs/>
        </w:rPr>
        <w:t>(</w:t>
      </w:r>
      <w:r w:rsidRPr="00C27D9F">
        <w:rPr>
          <w:rFonts w:hint="cs"/>
          <w:cs/>
        </w:rPr>
        <w:t>ให้แก่พวกเขา</w:t>
      </w:r>
      <w:r w:rsidR="00974D55" w:rsidRPr="00C27D9F">
        <w:rPr>
          <w:rFonts w:hint="cs"/>
          <w:cs/>
        </w:rPr>
        <w:t>) มาตรว่าบรรดาลูกหลานของอาดัมสามารถที่จะมองเห็นมวล</w:t>
      </w:r>
      <w:r w:rsidR="00974D55" w:rsidRPr="00C27D9F">
        <w:rPr>
          <w:cs/>
        </w:rPr>
        <w:t>ม</w:t>
      </w:r>
      <w:r w:rsidRPr="00C27D9F">
        <w:rPr>
          <w:rFonts w:hint="cs"/>
          <w:cs/>
        </w:rPr>
        <w:t>ลาฮิกะฮ์ด้วยตาใจของพวกเขาได้</w:t>
      </w:r>
      <w:r w:rsidR="00974D55">
        <w:rPr>
          <w:rFonts w:cs="Cordia New" w:hint="cs"/>
          <w:szCs w:val="40"/>
          <w:cs/>
        </w:rPr>
        <w:t>”</w:t>
      </w:r>
      <w:r w:rsidR="00974D55" w:rsidRPr="00C27D9F">
        <w:rPr>
          <w:rFonts w:cs="Times New Roman"/>
          <w:lang w:bidi="ar-SA"/>
        </w:rPr>
        <w:t xml:space="preserve"> (</w:t>
      </w:r>
      <w:r w:rsidRPr="00C27D9F">
        <w:rPr>
          <w:rFonts w:hint="cs"/>
          <w:cs/>
        </w:rPr>
        <w:t>หมายถึงถ้าเราสามารถกระทำได้เหมือนฮะดีษที่กล่าวข้างต้น</w:t>
      </w:r>
      <w:r w:rsidRPr="00C27D9F">
        <w:rPr>
          <w:cs/>
        </w:rPr>
        <w:t>)</w:t>
      </w:r>
    </w:p>
    <w:p w:rsidR="00974D55" w:rsidRPr="00C27D9F" w:rsidRDefault="00974D55" w:rsidP="00974D55">
      <w:pPr>
        <w:pStyle w:val="libNormal"/>
        <w:rPr>
          <w:rFonts w:cs="Times New Roman"/>
          <w:lang w:bidi="ar-SA"/>
        </w:rPr>
      </w:pPr>
    </w:p>
    <w:p w:rsidR="00C27D9F" w:rsidRPr="00C27D9F" w:rsidRDefault="00C27D9F" w:rsidP="00974D55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และท่านศาสดา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ยังได้กล่าวอีกว่า</w:t>
      </w:r>
      <w:r w:rsidRPr="00C27D9F">
        <w:rPr>
          <w:cs/>
        </w:rPr>
        <w:t xml:space="preserve"> </w:t>
      </w:r>
      <w:r w:rsidR="00974D55">
        <w:rPr>
          <w:rFonts w:cs="Cordia New" w:hint="cs"/>
          <w:szCs w:val="40"/>
          <w:cs/>
        </w:rPr>
        <w:t>“</w:t>
      </w:r>
      <w:r w:rsidR="00974D55" w:rsidRPr="00C27D9F">
        <w:rPr>
          <w:rFonts w:hint="cs"/>
          <w:cs/>
        </w:rPr>
        <w:t xml:space="preserve">ถ้าหากว่ามันมิได้เป็นเพราะความช่างพูดของพวกท่าน </w:t>
      </w:r>
      <w:r w:rsidR="00974D55" w:rsidRPr="00C27D9F">
        <w:rPr>
          <w:cs/>
        </w:rPr>
        <w:t>(</w:t>
      </w:r>
      <w:r w:rsidRPr="00C27D9F">
        <w:rPr>
          <w:rFonts w:hint="cs"/>
          <w:cs/>
        </w:rPr>
        <w:t>การพูดจาที่ไร้สาระ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ถ้าหากว่ามันมิได้เป็นเพราะหัวใจของพวกท่านซึ่งเปรียบเสมือนทุ่งหญ้าที่ซึ่งสัตว์ทุกตัวได้เล็มหญ้าแล้วไซร้</w:t>
      </w:r>
      <w:r w:rsidRPr="00C27D9F">
        <w:rPr>
          <w:cs/>
        </w:rPr>
        <w:t>(</w:t>
      </w:r>
      <w:r w:rsidRPr="00C27D9F">
        <w:rPr>
          <w:rFonts w:hint="cs"/>
          <w:cs/>
        </w:rPr>
        <w:t>ทุ่งหญ้าที่เจริญเติบโตอย่างรวดเร็วและเป็นที่สะสมบรรดาสรรพ</w:t>
      </w:r>
    </w:p>
    <w:p w:rsidR="00974D55" w:rsidRDefault="00C27D9F" w:rsidP="00974D55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สัตว์จนกระทั่งเกิดการไม่สงบขึ้น</w:t>
      </w:r>
      <w:r w:rsidRPr="00C27D9F">
        <w:rPr>
          <w:cs/>
        </w:rPr>
        <w:t>)</w:t>
      </w:r>
      <w:r w:rsidRPr="00C27D9F">
        <w:rPr>
          <w:rFonts w:hint="cs"/>
          <w:cs/>
        </w:rPr>
        <w:t>พวกท่านก็สามารถที่จะเห็นในสิ่งที่ฉันเห็นและได้ยินในสิ่งที่ฉันได้ยินได้</w:t>
      </w:r>
      <w:r w:rsidR="00974D55">
        <w:rPr>
          <w:rFonts w:cs="Cordia New" w:hint="cs"/>
          <w:szCs w:val="40"/>
          <w:cs/>
        </w:rPr>
        <w:t>”</w:t>
      </w:r>
    </w:p>
    <w:p w:rsidR="00974D55" w:rsidRDefault="00974D55" w:rsidP="00974D55">
      <w:pPr>
        <w:pStyle w:val="libNormal"/>
        <w:ind w:firstLine="0"/>
        <w:rPr>
          <w:rFonts w:cs="Cordia New"/>
          <w:szCs w:val="40"/>
        </w:rPr>
      </w:pPr>
    </w:p>
    <w:p w:rsidR="00974D55" w:rsidRDefault="00974D55" w:rsidP="00974D55">
      <w:pPr>
        <w:pStyle w:val="libNormal"/>
        <w:ind w:firstLine="0"/>
        <w:rPr>
          <w:rFonts w:cs="Cordia New"/>
          <w:szCs w:val="40"/>
          <w:cs/>
        </w:rPr>
      </w:pPr>
    </w:p>
    <w:p w:rsidR="00974D55" w:rsidRDefault="00974D55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974D55" w:rsidRDefault="00974D55" w:rsidP="00974D55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974D55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ดังนั้นมันหาได้จำเป็นไม่ที่จะต้องเป็นศาสดาเพื่อที่จะได้เห็นและได้ยินหลายๆคนสามารถจะกระทำได้เช่นนั้นและ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ก็กระทำได้เช่นนั้นด้วยท่านมีอายุเพียงสิบขวบเมื่อท่านเป็นผู้ติดตามท่านศาสดา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ไปยังสถานที่ภักดีต่อ</w:t>
      </w:r>
      <w:r w:rsidRPr="00C27D9F">
        <w:rPr>
          <w:cs/>
        </w:rPr>
        <w:t>(</w:t>
      </w:r>
      <w:r w:rsidRPr="00C27D9F">
        <w:rPr>
          <w:rFonts w:hint="cs"/>
          <w:cs/>
        </w:rPr>
        <w:t>นมาซ</w:t>
      </w:r>
      <w:r w:rsidRPr="00C27D9F">
        <w:rPr>
          <w:cs/>
        </w:rPr>
        <w:t>)</w:t>
      </w:r>
      <w:r w:rsidRPr="00C27D9F">
        <w:rPr>
          <w:rFonts w:hint="cs"/>
          <w:cs/>
        </w:rPr>
        <w:t>พระองค์ยังถ้ำฮิรอ</w:t>
      </w:r>
      <w:r w:rsidR="003F0864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เมื่อวะห์ยูได้ลงมายังมุหัมหมัด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ใน</w:t>
      </w:r>
    </w:p>
    <w:p w:rsidR="003F0864" w:rsidRDefault="00C27D9F" w:rsidP="003F0864">
      <w:pPr>
        <w:pStyle w:val="libNormal"/>
        <w:ind w:firstLine="0"/>
      </w:pPr>
      <w:r w:rsidRPr="00C27D9F">
        <w:rPr>
          <w:rFonts w:hint="cs"/>
          <w:cs/>
        </w:rPr>
        <w:t>ฐานะเป็นครั้งแรกซึ่งทำให้ท่านศาสดา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อยู่ในความปลาบปลื้มเป็นล้นพ้นอาลี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ก็เช่นเดียวกันสามารถที่จะได้ยินเสียงทั้งหลายจากความลี้ลับอัศจรรย์นั้นด้วยท่านกล่าวว่า</w:t>
      </w:r>
      <w:r w:rsidRPr="00C27D9F">
        <w:rPr>
          <w:cs/>
        </w:rPr>
        <w:t xml:space="preserve"> </w:t>
      </w:r>
      <w:r w:rsidR="003F0864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ฉันได้กล่าวแก่ท่านศาสดา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ว่า</w:t>
      </w:r>
      <w:r w:rsidR="003F0864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เมื่อวะห์ยูมีมาฉันได้ยินเสียงร่ำร้องคร่ำครวญอย่างมากมายของชัยฏอน</w:t>
      </w:r>
      <w:r w:rsidR="003F0864">
        <w:rPr>
          <w:rFonts w:cs="Cordia New" w:hint="cs"/>
          <w:szCs w:val="40"/>
          <w:cs/>
        </w:rPr>
        <w:t>” (</w:t>
      </w:r>
      <w:r w:rsidRPr="00C27D9F">
        <w:rPr>
          <w:rFonts w:hint="cs"/>
          <w:cs/>
        </w:rPr>
        <w:t>ซาตาน</w:t>
      </w:r>
      <w:r w:rsidRPr="00C27D9F">
        <w:rPr>
          <w:cs/>
        </w:rPr>
        <w:t>)</w:t>
      </w:r>
    </w:p>
    <w:p w:rsidR="00500001" w:rsidRDefault="00500001" w:rsidP="003F0864">
      <w:pPr>
        <w:pStyle w:val="libNormal"/>
        <w:ind w:firstLine="0"/>
      </w:pPr>
    </w:p>
    <w:p w:rsidR="00C27D9F" w:rsidRPr="00C27D9F" w:rsidRDefault="00C27D9F" w:rsidP="003F0864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พูดว่า</w:t>
      </w:r>
      <w:r w:rsidRPr="00C27D9F">
        <w:rPr>
          <w:cs/>
        </w:rPr>
        <w:t xml:space="preserve"> </w:t>
      </w:r>
      <w:r w:rsidR="003F0864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โอ้อาลีเจ้าสามารถได้ยินในสิ่งที่ฉันได้ยินและได้เห็นในสิ่งที่ฉันได้เห็นถึงแม้เจ้าจะมิได้เป็นศาสดาก็ตาม</w:t>
      </w:r>
      <w:r w:rsidR="003F0864">
        <w:rPr>
          <w:rFonts w:cs="Cordia New" w:hint="cs"/>
          <w:szCs w:val="40"/>
          <w:cs/>
        </w:rPr>
        <w:t xml:space="preserve">” </w:t>
      </w:r>
      <w:r w:rsidRPr="00C27D9F">
        <w:rPr>
          <w:rFonts w:hint="cs"/>
          <w:cs/>
        </w:rPr>
        <w:t>ในวิถีทางนี้เพียงแค</w:t>
      </w:r>
      <w:r w:rsidR="003F0864">
        <w:rPr>
          <w:rFonts w:hint="cs"/>
          <w:cs/>
        </w:rPr>
        <w:t>่</w:t>
      </w:r>
      <w:r w:rsidRPr="00C27D9F">
        <w:rPr>
          <w:rFonts w:hint="cs"/>
          <w:cs/>
        </w:rPr>
        <w:t>ผลของการขัดเกลาตนเองเท่านั้นไม่ได้ทำให้จิตใจบริสุทธิ์และมีความจริงใจตลอดจน</w:t>
      </w:r>
      <w:r w:rsidR="003F0864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การขจัดไปซึ่งความปรารถนาทั้งหลายทางกิเลสตัณหาได้เลยแต่</w:t>
      </w:r>
    </w:p>
    <w:p w:rsidR="003F0864" w:rsidRDefault="00C27D9F" w:rsidP="003F0864">
      <w:pPr>
        <w:pStyle w:val="libNormal"/>
        <w:ind w:firstLine="0"/>
      </w:pPr>
      <w:r w:rsidRPr="00C27D9F">
        <w:rPr>
          <w:rFonts w:hint="cs"/>
          <w:cs/>
        </w:rPr>
        <w:t>ผลลัพธ์ที่ใหญ่กว่านั้นของมันก็คือการผลิตความรู้และฮิกมะฮ์</w:t>
      </w:r>
      <w:r w:rsidRPr="00C27D9F">
        <w:rPr>
          <w:cs/>
        </w:rPr>
        <w:t>(</w:t>
      </w:r>
      <w:r w:rsidR="003F0864">
        <w:rPr>
          <w:rFonts w:hint="cs"/>
          <w:cs/>
        </w:rPr>
        <w:t>วิทย</w:t>
      </w:r>
      <w:r w:rsidRPr="00C27D9F">
        <w:rPr>
          <w:rFonts w:hint="cs"/>
          <w:cs/>
        </w:rPr>
        <w:t>ปัญญา</w:t>
      </w:r>
      <w:r w:rsidRPr="00C27D9F">
        <w:rPr>
          <w:cs/>
        </w:rPr>
        <w:t>)</w:t>
      </w:r>
      <w:r w:rsidRPr="00C27D9F">
        <w:rPr>
          <w:rFonts w:hint="cs"/>
          <w:cs/>
        </w:rPr>
        <w:t>จากภายในมีคำบรรยายว่า</w:t>
      </w:r>
      <w:r w:rsidR="003F0864">
        <w:rPr>
          <w:rFonts w:hint="cs"/>
          <w:cs/>
        </w:rPr>
        <w:t xml:space="preserve"> </w:t>
      </w:r>
      <w:r w:rsidRPr="00C27D9F">
        <w:rPr>
          <w:rFonts w:hint="cs"/>
          <w:cs/>
        </w:rPr>
        <w:t>วันหนึ่งบรรดาซอฮาบะฮ์ของท่านรอซูลลุ้ลลอฮ์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ผู้ทรงเกียรติกล่าวแก่ท่านว่า</w:t>
      </w:r>
    </w:p>
    <w:p w:rsidR="00500001" w:rsidRDefault="00C27D9F" w:rsidP="00500001">
      <w:pPr>
        <w:pStyle w:val="libNormal"/>
        <w:ind w:firstLine="0"/>
      </w:pPr>
      <w:r w:rsidRPr="00C27D9F">
        <w:rPr>
          <w:cs/>
        </w:rPr>
        <w:t xml:space="preserve"> </w:t>
      </w:r>
      <w:r w:rsidR="003F0864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เราหวั่นเกรงว่าเราจะเป็นเช่นพวกมุนาฟิก</w:t>
      </w:r>
      <w:r w:rsidRPr="00C27D9F">
        <w:rPr>
          <w:cs/>
        </w:rPr>
        <w:t>(</w:t>
      </w:r>
      <w:r w:rsidRPr="00C27D9F">
        <w:rPr>
          <w:rFonts w:hint="cs"/>
          <w:cs/>
        </w:rPr>
        <w:t>ผู้กลับกลอก</w:t>
      </w:r>
      <w:r w:rsidRPr="00C27D9F">
        <w:rPr>
          <w:cs/>
        </w:rPr>
        <w:t>)</w:t>
      </w:r>
      <w:r w:rsidR="003F0864" w:rsidRPr="00C27D9F">
        <w:rPr>
          <w:rFonts w:hint="cs"/>
          <w:cs/>
        </w:rPr>
        <w:t xml:space="preserve"> </w:t>
      </w:r>
      <w:r w:rsidRPr="00C27D9F">
        <w:rPr>
          <w:rFonts w:hint="cs"/>
          <w:cs/>
        </w:rPr>
        <w:t>ทั้งที่พวกเขาทั้งหลายเป็นบรรดาผู้ศรัท</w:t>
      </w:r>
      <w:r w:rsidR="003F0864">
        <w:rPr>
          <w:rFonts w:hint="cs"/>
          <w:cs/>
        </w:rPr>
        <w:t>ธ</w:t>
      </w:r>
      <w:r w:rsidRPr="00C27D9F">
        <w:rPr>
          <w:rFonts w:hint="cs"/>
          <w:cs/>
        </w:rPr>
        <w:t>าที่แท้จริง</w:t>
      </w:r>
      <w:r w:rsidR="003F0864">
        <w:rPr>
          <w:rFonts w:hint="cs"/>
          <w:cs/>
        </w:rPr>
        <w:t xml:space="preserve">” </w:t>
      </w:r>
    </w:p>
    <w:p w:rsidR="003F0864" w:rsidRDefault="00C27D9F" w:rsidP="003F0864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และพวกเขาก็ยังมีความรู้สึกกังวลต่อสิ่งนี้ท่านศาสดา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ถามถึงเหตุผลพวกเขาทั้งหลายกล่าวว่า</w:t>
      </w:r>
      <w:r w:rsidR="003F0864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เมื่อเรามาอยู่ต่อหน้าท</w:t>
      </w:r>
      <w:r w:rsidR="003F0864">
        <w:rPr>
          <w:rFonts w:hint="cs"/>
          <w:cs/>
        </w:rPr>
        <w:t>่านและท่านได้สั่งสอนเราถึง</w:t>
      </w:r>
      <w:r w:rsidRPr="00C27D9F">
        <w:rPr>
          <w:rFonts w:hint="cs"/>
          <w:cs/>
        </w:rPr>
        <w:t>พระผู้เป็นเจ้า</w:t>
      </w:r>
      <w:r w:rsidR="003F0864" w:rsidRPr="00C27D9F">
        <w:rPr>
          <w:rFonts w:cs="Times New Roman"/>
          <w:lang w:bidi="ar-SA"/>
        </w:rPr>
        <w:t>,</w:t>
      </w:r>
      <w:r w:rsidR="003F0864" w:rsidRPr="00C27D9F">
        <w:rPr>
          <w:rFonts w:hint="cs"/>
          <w:cs/>
        </w:rPr>
        <w:t xml:space="preserve"> ชีวิตแห่งการฟื้นขึ้นมาใหม่และความบาป</w:t>
      </w:r>
      <w:r w:rsidR="003F0864" w:rsidRPr="00C27D9F">
        <w:t>,</w:t>
      </w:r>
      <w:r w:rsidR="003F0864" w:rsidRPr="00C27D9F">
        <w:rPr>
          <w:rFonts w:hint="cs"/>
          <w:cs/>
        </w:rPr>
        <w:t xml:space="preserve"> เรามีความรู้สึกอย่างล้ำลึกเกี่ยวกับการสำนึกต่อความคิด</w:t>
      </w:r>
      <w:r w:rsidR="003F0864" w:rsidRPr="00C27D9F">
        <w:t>,</w:t>
      </w:r>
      <w:r w:rsidR="003F0864" w:rsidRPr="00C27D9F">
        <w:rPr>
          <w:rFonts w:hint="cs"/>
          <w:cs/>
        </w:rPr>
        <w:t xml:space="preserve"> สิ่งนั้นเป็นความน่าพอใจอย่า</w:t>
      </w:r>
      <w:r w:rsidR="003F0864" w:rsidRPr="00C27D9F">
        <w:rPr>
          <w:cs/>
        </w:rPr>
        <w:t>ง</w:t>
      </w:r>
      <w:r w:rsidRPr="00C27D9F">
        <w:rPr>
          <w:rFonts w:hint="cs"/>
          <w:cs/>
        </w:rPr>
        <w:t>แท้จริงทีเดียว</w:t>
      </w:r>
      <w:r w:rsidR="003F0864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แต่พอเราจากท่านมาและกลับสู่นิวา</w:t>
      </w:r>
      <w:r w:rsidR="003F0864">
        <w:rPr>
          <w:rFonts w:hint="cs"/>
          <w:cs/>
        </w:rPr>
        <w:t>ส</w:t>
      </w:r>
      <w:r w:rsidRPr="00C27D9F">
        <w:rPr>
          <w:rFonts w:hint="cs"/>
          <w:cs/>
        </w:rPr>
        <w:t>สถานของเรา</w:t>
      </w:r>
      <w:r w:rsidR="003F0864">
        <w:rPr>
          <w:rFonts w:hint="cs"/>
          <w:cs/>
        </w:rPr>
        <w:t xml:space="preserve"> </w:t>
      </w:r>
    </w:p>
    <w:p w:rsidR="003F0864" w:rsidRDefault="003F0864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3F0864" w:rsidRDefault="003F0864" w:rsidP="003F0864">
      <w:pPr>
        <w:pStyle w:val="libNormal"/>
        <w:ind w:firstLine="0"/>
      </w:pPr>
    </w:p>
    <w:p w:rsidR="00C27D9F" w:rsidRPr="00C27D9F" w:rsidRDefault="00C27D9F" w:rsidP="003F0864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เราพบตัวของเราเองอยู่ในสภาพที่เคยเป็นอยู่ดังเดิมอย่างนี้มิใช่มุนาฟิกหรือ</w:t>
      </w:r>
      <w:r w:rsidRPr="00C27D9F">
        <w:rPr>
          <w:rFonts w:cs="Times New Roman"/>
          <w:lang w:bidi="ar-SA"/>
        </w:rPr>
        <w:t>?</w:t>
      </w:r>
      <w:r w:rsidR="003F0864" w:rsidRPr="00C27D9F">
        <w:rPr>
          <w:rFonts w:hint="cs"/>
          <w:cs/>
        </w:rPr>
        <w:t>ท่านศาส</w:t>
      </w:r>
      <w:r w:rsidR="003F0864">
        <w:rPr>
          <w:rFonts w:hint="cs"/>
          <w:cs/>
        </w:rPr>
        <w:t>ด</w:t>
      </w:r>
      <w:r w:rsidR="003F0864" w:rsidRPr="00C27D9F">
        <w:rPr>
          <w:rFonts w:hint="cs"/>
          <w:cs/>
        </w:rPr>
        <w:t xml:space="preserve">า </w:t>
      </w:r>
      <w:r w:rsidR="003F0864"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="003F0864" w:rsidRPr="00C27D9F">
        <w:rPr>
          <w:rFonts w:hint="cs"/>
          <w:cs/>
        </w:rPr>
        <w:t>) ตอบว่</w:t>
      </w:r>
      <w:r w:rsidR="003F0864" w:rsidRPr="00C27D9F">
        <w:rPr>
          <w:cs/>
        </w:rPr>
        <w:t>า</w:t>
      </w:r>
      <w:r w:rsidRPr="00C27D9F">
        <w:rPr>
          <w:cs/>
        </w:rPr>
        <w:t xml:space="preserve"> </w:t>
      </w:r>
      <w:r w:rsidR="003F0864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ไม่ใช่อย่างนี้หาใช่มุนาฟิกซึ่งเป็นการกระทำของพวกสองหน้า</w:t>
      </w:r>
      <w:r w:rsidR="003F0864">
        <w:rPr>
          <w:rFonts w:hint="cs"/>
          <w:cs/>
        </w:rPr>
        <w:t xml:space="preserve"> </w:t>
      </w:r>
      <w:r w:rsidRPr="00C27D9F">
        <w:rPr>
          <w:rFonts w:hint="cs"/>
          <w:cs/>
        </w:rPr>
        <w:t>ไม่เกี่ยวกับสิ่งที่พวกเจ้าได้แสดงความคิดเห็นเป็นเรื่องเงื่อนไขสองอย่างของจิตใจเมื่อมันเป็นความกลัดกลุ้ม</w:t>
      </w:r>
      <w:r w:rsidR="003F0864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แล้วท่านก็กล่าวต่อไปอีกว่า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ถ้าหากว่าพวกท่านยังคงสามารถอยู่ในสภาพเดิมเหมือนดังที่เมื่อพวกท่านอยู่กับฉัน</w:t>
      </w:r>
      <w:r w:rsidR="003F0864">
        <w:rPr>
          <w:rFonts w:hint="cs"/>
          <w:cs/>
        </w:rPr>
        <w:t xml:space="preserve"> </w:t>
      </w:r>
      <w:r w:rsidR="003F0864" w:rsidRPr="00C27D9F">
        <w:rPr>
          <w:rFonts w:hint="cs"/>
          <w:cs/>
        </w:rPr>
        <w:t xml:space="preserve">ดังนั้นปวงมลาอิกะฮ์ก็จะพากันจับมือกับพวกท่านและถ้าหากว่ามันได้กลายมาเป็นความเคยชินแก่พวกท่านแล้ว </w:t>
      </w:r>
      <w:r w:rsidR="003F0864" w:rsidRPr="00C27D9F">
        <w:rPr>
          <w:cs/>
        </w:rPr>
        <w:t>(</w:t>
      </w:r>
      <w:r w:rsidRPr="00C27D9F">
        <w:rPr>
          <w:rFonts w:hint="cs"/>
          <w:cs/>
        </w:rPr>
        <w:t>ปฏิบัติอยู่เสมอ</w:t>
      </w:r>
      <w:r w:rsidR="003F0864" w:rsidRPr="00C27D9F">
        <w:rPr>
          <w:rFonts w:hint="cs"/>
          <w:cs/>
        </w:rPr>
        <w:t>) พวกท่านก</w:t>
      </w:r>
      <w:r w:rsidR="003F0864" w:rsidRPr="00C27D9F">
        <w:rPr>
          <w:cs/>
        </w:rPr>
        <w:t>็</w:t>
      </w:r>
    </w:p>
    <w:p w:rsidR="003F0864" w:rsidRDefault="00C27D9F" w:rsidP="003F086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จะสามารถเดินบนน้ำได้โดยปราศจากการจมน้ำตาย</w:t>
      </w:r>
      <w:r w:rsidR="003F0864">
        <w:rPr>
          <w:rFonts w:cs="Cordia New" w:hint="cs"/>
          <w:szCs w:val="40"/>
          <w:cs/>
        </w:rPr>
        <w:t>”</w:t>
      </w:r>
    </w:p>
    <w:p w:rsidR="003F0864" w:rsidRDefault="00C27D9F" w:rsidP="003F086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นักอักษรศาสตร์ในทางอิรฟานของเราซึ่งถือได้ว่าอยู่ในจำนวนผู้ผลิตผลงานชิ้นเอกของโลกเป็นหนี้บุญคุณอย่างมากมายในทุกสิ่งทุกอย่างต่</w:t>
      </w:r>
      <w:r w:rsidR="003F0864">
        <w:rPr>
          <w:rFonts w:hint="cs"/>
          <w:cs/>
        </w:rPr>
        <w:t>อ</w:t>
      </w:r>
      <w:r w:rsidRPr="00C27D9F">
        <w:rPr>
          <w:rFonts w:hint="cs"/>
          <w:cs/>
        </w:rPr>
        <w:t>อิสลามความพินิจพิเคราะห์ทั้งหมดที่ท่านพบในผลงานทั้งหลายของเมาลาวี</w:t>
      </w:r>
      <w:r w:rsidRPr="00C27D9F">
        <w:rPr>
          <w:rFonts w:cs="Times New Roman"/>
          <w:lang w:bidi="ar-SA"/>
        </w:rPr>
        <w:t>,</w:t>
      </w:r>
    </w:p>
    <w:p w:rsidR="003F0864" w:rsidRDefault="00C27D9F" w:rsidP="003F0864">
      <w:pPr>
        <w:pStyle w:val="libNormal"/>
        <w:ind w:firstLine="0"/>
      </w:pPr>
      <w:r w:rsidRPr="00C27D9F">
        <w:rPr>
          <w:rFonts w:hint="cs"/>
          <w:cs/>
        </w:rPr>
        <w:t>ฮาฟิช</w:t>
      </w:r>
      <w:r w:rsidR="003F0864" w:rsidRPr="00C27D9F">
        <w:rPr>
          <w:rFonts w:cs="Times New Roman"/>
          <w:lang w:bidi="ar-SA"/>
        </w:rPr>
        <w:t>,</w:t>
      </w:r>
      <w:r w:rsidR="003F0864" w:rsidRPr="00C27D9F">
        <w:rPr>
          <w:rFonts w:hint="cs"/>
          <w:cs/>
        </w:rPr>
        <w:t xml:space="preserve"> ซะอฺดี</w:t>
      </w:r>
      <w:r w:rsidR="003F0864" w:rsidRPr="00C27D9F">
        <w:t>,</w:t>
      </w:r>
      <w:r w:rsidR="003F0864" w:rsidRPr="00C27D9F">
        <w:rPr>
          <w:rFonts w:hint="cs"/>
          <w:cs/>
        </w:rPr>
        <w:t xml:space="preserve"> และนาซิรคอสราวี</w:t>
      </w:r>
      <w:r w:rsidR="003F0864" w:rsidRPr="00C27D9F">
        <w:t>,</w:t>
      </w:r>
      <w:r w:rsidR="003F0864" w:rsidRPr="00C27D9F">
        <w:rPr>
          <w:rFonts w:hint="cs"/>
          <w:cs/>
        </w:rPr>
        <w:t xml:space="preserve"> มีรากเง้ามาจากอิสลามทั้งสิ้</w:t>
      </w:r>
      <w:r w:rsidR="003F0864" w:rsidRPr="00C27D9F">
        <w:rPr>
          <w:cs/>
        </w:rPr>
        <w:t>น</w:t>
      </w:r>
      <w:r w:rsidR="003F0864">
        <w:rPr>
          <w:rFonts w:hint="cs"/>
          <w:cs/>
        </w:rPr>
        <w:t xml:space="preserve"> </w:t>
      </w:r>
    </w:p>
    <w:p w:rsidR="00D26182" w:rsidRDefault="00C27D9F" w:rsidP="00D26182">
      <w:pPr>
        <w:pStyle w:val="libNormal"/>
        <w:ind w:firstLine="0"/>
      </w:pPr>
      <w:r w:rsidRPr="00C27D9F">
        <w:rPr>
          <w:rFonts w:hint="cs"/>
          <w:cs/>
        </w:rPr>
        <w:t>ฮาฟิซกล่าวออกมาอย่างชัดแจ้งว่า</w:t>
      </w:r>
      <w:r w:rsidR="00D26182">
        <w:rPr>
          <w:rFonts w:cstheme="minorBidi" w:hint="cs"/>
          <w:rtl/>
          <w:lang w:bidi="fa-IR"/>
        </w:rPr>
        <w:t xml:space="preserve"> </w:t>
      </w:r>
      <w:r w:rsidRPr="00C27D9F">
        <w:rPr>
          <w:rFonts w:hint="cs"/>
          <w:cs/>
        </w:rPr>
        <w:t>เขาได้หยิบยืมทุกสิ่งทุก</w:t>
      </w:r>
      <w:r w:rsidR="00D26182">
        <w:rPr>
          <w:rFonts w:hint="cs"/>
          <w:cs/>
        </w:rPr>
        <w:t>อย่างมาจากพระมหาคัมภีร์</w:t>
      </w:r>
      <w:r w:rsidRPr="00C27D9F">
        <w:rPr>
          <w:rFonts w:hint="cs"/>
          <w:cs/>
        </w:rPr>
        <w:t>อัลกุรอาน</w:t>
      </w:r>
    </w:p>
    <w:p w:rsidR="00D26182" w:rsidRDefault="00C27D9F" w:rsidP="00D26182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ซะอฺดีกล่าวว่า</w:t>
      </w:r>
      <w:r w:rsidR="00D26182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บางสิ่งบางอย่างดังเช่นในเรื่องราวของศาสดายะอ์กู๊บและศาสดายุซุฟ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ที่ได้ทำตัวเองให้เป็นที่รู้จักแก่บรรดาพี่ชายของท่านในอียิปต์แล้วท่านได้มอบเสื้อของท่านแก่พวกพี่ๆของทานเพื่อ</w:t>
      </w:r>
      <w:r w:rsidR="00D26182">
        <w:rPr>
          <w:rFonts w:hint="cs"/>
          <w:cs/>
        </w:rPr>
        <w:t>ที่จะได้นำไปมอบยังบิดาของที่อยู่</w:t>
      </w:r>
      <w:r w:rsidRPr="00C27D9F">
        <w:rPr>
          <w:rFonts w:hint="cs"/>
          <w:cs/>
        </w:rPr>
        <w:t>ในเมือง</w:t>
      </w:r>
      <w:r w:rsidR="00D26182">
        <w:rPr>
          <w:rFonts w:hint="cs"/>
          <w:cs/>
        </w:rPr>
        <w:t>กัน</w:t>
      </w:r>
      <w:r w:rsidRPr="00C27D9F">
        <w:rPr>
          <w:rFonts w:hint="cs"/>
          <w:cs/>
        </w:rPr>
        <w:t>อานซึ่งได้กลายเป็นผู้มีนัยตามืดบอดด้วยความโศกเศร้าเสียใจในการพรากจากกันกับบุตรอันเป็นสุดที่รักของท่านสืบเนื่องมาจากอัลกุรอาน</w:t>
      </w:r>
      <w:r w:rsidR="00D26182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ท่านศาสดายะอ์กู๊บก่อนที่จะรับเสื้อ</w:t>
      </w:r>
      <w:r w:rsidRPr="00C27D9F">
        <w:rPr>
          <w:cs/>
        </w:rPr>
        <w:t>(</w:t>
      </w:r>
      <w:r w:rsidRPr="00C27D9F">
        <w:rPr>
          <w:rFonts w:hint="cs"/>
          <w:cs/>
        </w:rPr>
        <w:t>ของยูซุฟ</w:t>
      </w:r>
      <w:r w:rsidRPr="00C27D9F">
        <w:rPr>
          <w:cs/>
        </w:rPr>
        <w:t>)</w:t>
      </w:r>
      <w:r w:rsidRPr="00C27D9F">
        <w:rPr>
          <w:rFonts w:hint="cs"/>
          <w:cs/>
        </w:rPr>
        <w:t>พลางกล่าวว่า</w:t>
      </w:r>
      <w:r w:rsidRPr="00C27D9F">
        <w:rPr>
          <w:cs/>
        </w:rPr>
        <w:t>(</w:t>
      </w:r>
      <w:r w:rsidR="00D26182">
        <w:rPr>
          <w:rFonts w:hint="cs"/>
          <w:cs/>
        </w:rPr>
        <w:t>ซู</w:t>
      </w:r>
      <w:r w:rsidRPr="00C27D9F">
        <w:rPr>
          <w:rFonts w:hint="cs"/>
          <w:cs/>
        </w:rPr>
        <w:t>เราะห์ยูซุฟ</w:t>
      </w:r>
      <w:r w:rsidR="00D26182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Pr="00C27D9F">
        <w:rPr>
          <w:rFonts w:cs="Times New Roman"/>
          <w:lang w:bidi="ar-SA"/>
        </w:rPr>
        <w:t>94)</w:t>
      </w:r>
    </w:p>
    <w:p w:rsidR="00D26182" w:rsidRDefault="00C27D9F" w:rsidP="00D26182">
      <w:pPr>
        <w:pStyle w:val="libNormal"/>
        <w:ind w:firstLine="0"/>
        <w:rPr>
          <w:cs/>
        </w:rPr>
      </w:pP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แน่นอนฉันได้กลิ่นของยูซุฟ</w:t>
      </w:r>
      <w:r w:rsidR="00D26182">
        <w:rPr>
          <w:rFonts w:hint="cs"/>
          <w:cs/>
        </w:rPr>
        <w:t xml:space="preserve"> เว้</w:t>
      </w:r>
      <w:r w:rsidRPr="00C27D9F">
        <w:rPr>
          <w:rFonts w:hint="cs"/>
          <w:cs/>
        </w:rPr>
        <w:t>นแต่เจ้าจะกล่าวว่า</w:t>
      </w:r>
      <w:r w:rsidR="00D26182">
        <w:rPr>
          <w:rFonts w:hint="cs"/>
          <w:cs/>
        </w:rPr>
        <w:t xml:space="preserve"> </w:t>
      </w:r>
      <w:r w:rsidRPr="00C27D9F">
        <w:rPr>
          <w:rFonts w:hint="cs"/>
          <w:cs/>
        </w:rPr>
        <w:t>ข้าอ่อนแอในการวินิจฉัย</w:t>
      </w:r>
      <w:r w:rsidR="00D26182">
        <w:rPr>
          <w:rFonts w:hint="cs"/>
          <w:cs/>
        </w:rPr>
        <w:t>”</w:t>
      </w:r>
    </w:p>
    <w:p w:rsidR="00D26182" w:rsidRDefault="00D26182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7D9F" w:rsidRPr="00C27D9F" w:rsidRDefault="00C27D9F" w:rsidP="00D26182">
      <w:pPr>
        <w:pStyle w:val="libNormal"/>
        <w:ind w:firstLine="0"/>
        <w:rPr>
          <w:rFonts w:cs="Times New Roman"/>
          <w:lang w:bidi="ar-SA"/>
        </w:rPr>
      </w:pPr>
    </w:p>
    <w:p w:rsidR="00420C6D" w:rsidRDefault="00C27D9F" w:rsidP="00420C6D">
      <w:pPr>
        <w:pStyle w:val="libNormal"/>
      </w:pPr>
      <w:r w:rsidRPr="00C27D9F">
        <w:rPr>
          <w:rFonts w:hint="cs"/>
          <w:cs/>
        </w:rPr>
        <w:t>ซะอฺดี</w:t>
      </w:r>
      <w:r w:rsidR="00D26182" w:rsidRPr="00C27D9F">
        <w:rPr>
          <w:rFonts w:hint="cs"/>
          <w:cs/>
        </w:rPr>
        <w:t xml:space="preserve"> กล่าวไว้ในบทกวีของเขาว่</w:t>
      </w:r>
      <w:r w:rsidR="00D26182" w:rsidRPr="00C27D9F">
        <w:rPr>
          <w:cs/>
        </w:rPr>
        <w:t>า</w:t>
      </w:r>
      <w:r w:rsidR="00D26182" w:rsidRPr="00C27D9F">
        <w:rPr>
          <w:rFonts w:cs="Times New Roman" w:hint="eastAsia"/>
          <w:lang w:bidi="ar-SA"/>
        </w:rPr>
        <w:t xml:space="preserve"> </w:t>
      </w:r>
      <w:r w:rsidR="00D26182">
        <w:rPr>
          <w:rFonts w:cs="Cordia New" w:hint="cs"/>
          <w:szCs w:val="40"/>
          <w:cs/>
        </w:rPr>
        <w:t>“</w:t>
      </w:r>
      <w:r w:rsidR="00420C6D">
        <w:rPr>
          <w:rFonts w:hint="cs"/>
          <w:cs/>
        </w:rPr>
        <w:t>ชาย</w:t>
      </w:r>
      <w:r w:rsidRPr="00C27D9F">
        <w:rPr>
          <w:rFonts w:hint="cs"/>
          <w:cs/>
        </w:rPr>
        <w:t>บางคนถามชายผู้</w:t>
      </w:r>
      <w:r w:rsidR="00420C6D">
        <w:rPr>
          <w:rFonts w:hint="cs"/>
          <w:cs/>
        </w:rPr>
        <w:t>หนึ่ง</w:t>
      </w:r>
      <w:r w:rsidRPr="00C27D9F">
        <w:rPr>
          <w:rFonts w:hint="cs"/>
          <w:cs/>
        </w:rPr>
        <w:t>ซึ่ง</w:t>
      </w:r>
      <w:r w:rsidR="00420C6D">
        <w:rPr>
          <w:rFonts w:hint="cs"/>
          <w:cs/>
        </w:rPr>
        <w:t>ถึงการ</w:t>
      </w:r>
      <w:r w:rsidRPr="00C27D9F">
        <w:rPr>
          <w:rFonts w:hint="cs"/>
          <w:cs/>
        </w:rPr>
        <w:t>สูญเสียบุตรชายของเขาว่า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โอ้ผู้เฒ่าที่ชาญฉลาดผู้เปรื่องปราดในการวินิจฉัยท่า</w:t>
      </w:r>
      <w:r w:rsidR="00420C6D">
        <w:rPr>
          <w:rFonts w:hint="cs"/>
          <w:cs/>
        </w:rPr>
        <w:t>น</w:t>
      </w:r>
      <w:r w:rsidRPr="00C27D9F">
        <w:rPr>
          <w:rFonts w:hint="cs"/>
          <w:cs/>
        </w:rPr>
        <w:t>ได้กลิ่นเสื้อผ้าของเขาจากอียิปต์แดนไกลมันเป็นไปได้อย่างไรว่าท่านไม่สามารถล่วงรู้ได้ในการที่เขาได้ตกลงไปในบ่อน้ำที่แสนใกล้</w:t>
      </w:r>
      <w:r w:rsidRPr="00C27D9F">
        <w:rPr>
          <w:cs/>
        </w:rPr>
        <w:t>(</w:t>
      </w:r>
      <w:r w:rsidRPr="00C27D9F">
        <w:rPr>
          <w:rFonts w:hint="cs"/>
          <w:cs/>
        </w:rPr>
        <w:t>หมายถึงท่านศาสดายูซุฟ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และพี่น้องของท่านอยู่ในอียิปต์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แต่ท่านศาสดายะอ์กู๊บ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กับครอบครัวอยู่ในเมือง</w:t>
      </w:r>
      <w:r w:rsidR="00420C6D">
        <w:rPr>
          <w:rFonts w:hint="cs"/>
          <w:cs/>
        </w:rPr>
        <w:t>กัน</w:t>
      </w:r>
      <w:r w:rsidRPr="00C27D9F">
        <w:rPr>
          <w:rFonts w:hint="cs"/>
          <w:cs/>
        </w:rPr>
        <w:t>อาน</w:t>
      </w:r>
      <w:r w:rsidRPr="00C27D9F">
        <w:rPr>
          <w:cs/>
        </w:rPr>
        <w:t>(</w:t>
      </w:r>
      <w:r w:rsidRPr="00C27D9F">
        <w:rPr>
          <w:rFonts w:hint="cs"/>
          <w:cs/>
        </w:rPr>
        <w:t>ปาเลสไตน์</w:t>
      </w:r>
      <w:r w:rsidR="00420C6D">
        <w:rPr>
          <w:rFonts w:hint="cs"/>
          <w:cs/>
        </w:rPr>
        <w:t>)</w:t>
      </w:r>
    </w:p>
    <w:p w:rsidR="00500001" w:rsidRDefault="00500001" w:rsidP="00420C6D">
      <w:pPr>
        <w:pStyle w:val="libNormal"/>
      </w:pPr>
    </w:p>
    <w:p w:rsidR="00C27D9F" w:rsidRPr="00C27D9F" w:rsidRDefault="00C27D9F" w:rsidP="00420C6D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ขอตอบว่า</w:t>
      </w:r>
      <w:r w:rsidRPr="00C27D9F">
        <w:rPr>
          <w:cs/>
        </w:rPr>
        <w:t xml:space="preserve"> </w:t>
      </w:r>
      <w:r w:rsidR="00420C6D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เรื่องการรับรู้ของเรานั้นฉับพลันเหมือนดั่งสายฟ้า</w:t>
      </w:r>
      <w:r w:rsidRPr="00C27D9F">
        <w:rPr>
          <w:cs/>
        </w:rPr>
        <w:t>(</w:t>
      </w:r>
      <w:r w:rsidRPr="00C27D9F">
        <w:rPr>
          <w:rFonts w:hint="cs"/>
          <w:cs/>
        </w:rPr>
        <w:t>เป็นการรับรู้ที่อัลลอฮทรงอนุมัติให้</w:t>
      </w:r>
      <w:r w:rsidRPr="00C27D9F">
        <w:rPr>
          <w:cs/>
        </w:rPr>
        <w:t>)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ชั่วครู่เดียว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มันปรากฏขึ้นมาในพริบตาแล้วก็เลือนหายไปมาตรว่า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ชายผู้ถ่อมตนรออยู่ในสถานที่ของเขาเอง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เขาก็จะได้รับความสูงส่งทั้งในสองโลก</w:t>
      </w:r>
      <w:r w:rsidR="00420C6D">
        <w:rPr>
          <w:rFonts w:cs="Cordia New" w:hint="cs"/>
          <w:szCs w:val="40"/>
          <w:cs/>
        </w:rPr>
        <w:t xml:space="preserve">” </w:t>
      </w:r>
      <w:r w:rsidRPr="00C27D9F">
        <w:rPr>
          <w:rFonts w:hint="cs"/>
          <w:cs/>
        </w:rPr>
        <w:t>เพื่อที่จะยืนยันถึงจุดสำคัญทั้งหลายเบื้องต้นประโยคต่อไปนี้เป็นการกล่าวอ้างอิงคำพูดของ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จากนะห์ญุลบะลาเฆาะฮ์ในการพูดถึงผู้ลี้ลับที่เดินทาง</w:t>
      </w:r>
      <w:r w:rsidRPr="00C27D9F">
        <w:rPr>
          <w:cs/>
        </w:rPr>
        <w:t>(</w:t>
      </w:r>
      <w:r w:rsidRPr="00C27D9F">
        <w:rPr>
          <w:rFonts w:hint="cs"/>
          <w:cs/>
        </w:rPr>
        <w:t>คือบรรดาผู้ซึ่งดำเนินอยู่บนวิถีทางของตะเซาวุฟ</w:t>
      </w:r>
      <w:r w:rsidRPr="00C27D9F">
        <w:rPr>
          <w:cs/>
        </w:rPr>
        <w:t>)</w:t>
      </w:r>
      <w:r w:rsidRPr="00C27D9F">
        <w:rPr>
          <w:rFonts w:hint="cs"/>
          <w:cs/>
        </w:rPr>
        <w:t>ว่า</w:t>
      </w:r>
    </w:p>
    <w:p w:rsidR="00420C6D" w:rsidRDefault="00420C6D" w:rsidP="00420C6D">
      <w:pPr>
        <w:pStyle w:val="libNormal"/>
        <w:rPr>
          <w:rFonts w:cs="Cordia New"/>
          <w:szCs w:val="40"/>
          <w:cs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เขาได้ทำการฟื้นฟูสติปัญญาของเขาและได้ทำลายกิเลสตัณหาของเขาเพื่อว่าการหยั่งรู้อย่างผู้สมถะ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จะได้ทำให้เขาเป็นผู้มีความละเอียดอ่อนและความหยาบกระด้างของจิตวิญญาณจะได้เปลี่ยนแปลงไปสู่ความอ่อนนุ่มละมุนละไมในสภาพการณ์เช่นนี้ประกายความคิดหนึ่งเกิดขึ้นภายในใจของเขาและส่งแสงสว่างไปยังหนทางของเขา</w:t>
      </w:r>
      <w:r>
        <w:rPr>
          <w:rFonts w:hint="cs"/>
          <w:cs/>
        </w:rPr>
        <w:t>และเขาก็เดินไปตามทางนั้นจนกระทั่</w:t>
      </w:r>
      <w:r w:rsidR="00C27D9F" w:rsidRPr="00C27D9F">
        <w:rPr>
          <w:rFonts w:hint="cs"/>
          <w:cs/>
        </w:rPr>
        <w:t>งเขาไปถึงจุดหมายปลายทางของเขาซึ่งเป็นที่อยู่อาศัยที่มั่นคงปลอดภัยของเขาและเป็นเป้าหมายสุดท้ายของเขา</w:t>
      </w:r>
      <w:r>
        <w:rPr>
          <w:rFonts w:cs="Cordia New" w:hint="cs"/>
          <w:szCs w:val="40"/>
          <w:cs/>
        </w:rPr>
        <w:t>”</w:t>
      </w:r>
    </w:p>
    <w:p w:rsidR="00420C6D" w:rsidRDefault="00420C6D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420C6D" w:rsidRDefault="00420C6D" w:rsidP="00420C6D">
      <w:pPr>
        <w:pStyle w:val="libNormal"/>
        <w:rPr>
          <w:rFonts w:cs="Cordia New"/>
          <w:szCs w:val="40"/>
        </w:rPr>
      </w:pPr>
    </w:p>
    <w:p w:rsidR="00420C6D" w:rsidRDefault="00C27D9F" w:rsidP="00420C6D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ด้วยประการฉะนี้มนุษย์ผู้สมบูรณ์จึงควรจะได้ขัดเกลาตัวของเขาเองก่อนเสมอ</w:t>
      </w:r>
    </w:p>
    <w:p w:rsidR="00C27D9F" w:rsidRPr="00C27D9F" w:rsidRDefault="00C27D9F" w:rsidP="00420C6D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อิสลามได้กล่าวว่าการเดินทางของมนุษย์ชาติยึดมั่นอยู่บนตำแห</w:t>
      </w:r>
      <w:r w:rsidR="00420C6D">
        <w:rPr>
          <w:rFonts w:hint="cs"/>
          <w:cs/>
        </w:rPr>
        <w:t>น่</w:t>
      </w:r>
      <w:r w:rsidRPr="00C27D9F">
        <w:rPr>
          <w:rFonts w:hint="cs"/>
          <w:cs/>
        </w:rPr>
        <w:t>งอันสูงส่งในการที่ได้ครอบคลุมขั้นตอนต่างๆทั้งหลายของการเดินทาง</w:t>
      </w:r>
      <w:r w:rsidRPr="00C27D9F">
        <w:rPr>
          <w:cs/>
        </w:rPr>
        <w:t>(</w:t>
      </w:r>
      <w:r w:rsidRPr="00C27D9F">
        <w:rPr>
          <w:rFonts w:hint="cs"/>
          <w:cs/>
        </w:rPr>
        <w:t>การเดินทางโดยจิตวิญญาณของมนุษย์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การตัดกิเลสตัณหาหรือละจากความปรารถนาที่ต่ำต้อยหรือผู้ที่ยอมรับแนวทางของผู้ปฏิบัติตาม</w:t>
      </w:r>
      <w:r w:rsidR="00420C6D">
        <w:rPr>
          <w:rFonts w:hint="cs"/>
          <w:cs/>
        </w:rPr>
        <w:t>หนทางแห่งมนุษยชาติผู้สมบูรณ์</w:t>
      </w:r>
    </w:p>
    <w:p w:rsidR="00420C6D" w:rsidRDefault="00C27D9F" w:rsidP="00420C6D">
      <w:pPr>
        <w:pStyle w:val="libNormal"/>
      </w:pPr>
      <w:r w:rsidRPr="00C27D9F">
        <w:rPr>
          <w:rFonts w:hint="cs"/>
          <w:cs/>
        </w:rPr>
        <w:t>และไปถึงยังสถานที่หนึ่งที่ซึ่งตรงนั้นไม่อยู่ในฐานะที่มีม่านขวางกั้นระหว่างเขากับพระผู้เป็นเจ้า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อีกต่อไปจากนั้น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เขาก็พบพระองค์ด้วยตาใจของเขาและเขาก็ไม่แสด</w:t>
      </w:r>
      <w:r w:rsidR="00420C6D">
        <w:rPr>
          <w:rFonts w:hint="cs"/>
          <w:cs/>
        </w:rPr>
        <w:t>ง</w:t>
      </w:r>
      <w:r w:rsidRPr="00C27D9F">
        <w:rPr>
          <w:rFonts w:hint="cs"/>
          <w:cs/>
        </w:rPr>
        <w:t>ออกถึงความต้องการสิ่งใดๆจากโลกวัตถุภายนอก</w:t>
      </w:r>
    </w:p>
    <w:p w:rsidR="00C27D9F" w:rsidRPr="00C27D9F" w:rsidRDefault="00C27D9F" w:rsidP="00420C6D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อีกเลยเมื่อได้พบกับพระผู้เป็นเจ้าของเขา</w:t>
      </w:r>
      <w:r w:rsidR="00420C6D" w:rsidRPr="00C27D9F">
        <w:rPr>
          <w:rFonts w:cs="Times New Roman"/>
          <w:lang w:bidi="ar-SA"/>
        </w:rPr>
        <w:t>,</w:t>
      </w:r>
      <w:r w:rsidR="00420C6D" w:rsidRPr="00C27D9F">
        <w:rPr>
          <w:rFonts w:hint="cs"/>
          <w:cs/>
        </w:rPr>
        <w:t xml:space="preserve"> บางคนถามอิมามอาลี </w:t>
      </w:r>
      <w:r w:rsidR="00420C6D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420C6D" w:rsidRPr="00C27D9F">
        <w:rPr>
          <w:rFonts w:hint="cs"/>
          <w:cs/>
        </w:rPr>
        <w:t>) ว่าท่านเคยเห็นพระผู้เป็นเจ้าหรือไม่ท่านตอบว่</w:t>
      </w:r>
      <w:r w:rsidR="00420C6D" w:rsidRPr="00C27D9F">
        <w:rPr>
          <w:cs/>
        </w:rPr>
        <w:t>า</w:t>
      </w:r>
      <w:r w:rsidRPr="00C27D9F">
        <w:rPr>
          <w:cs/>
        </w:rPr>
        <w:t xml:space="preserve"> </w:t>
      </w:r>
      <w:r w:rsidR="00420C6D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ฉันมิเคยกราบกรานพระผู้เป็นเจ้าโดยที่ฉันไม่เห็นพระองค์</w:t>
      </w:r>
      <w:r w:rsidR="00420C6D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แต่วิถีทางเกี่ยวกับการมองเห็นเช่นนี้นั้นหาใช่ด้วยตาเปล่าหรืออย่างชัดเจนโดยตรงไม่เว้นแต่ด้วยตาใจ</w:t>
      </w:r>
    </w:p>
    <w:p w:rsidR="00C27D9F" w:rsidRPr="00C27D9F" w:rsidRDefault="00C27D9F" w:rsidP="00420C6D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และในสภาพทางตรงทั้งหมดโดยปราศจากทิศทางอย่างไรก็ตาม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มีปัญหาอยู่บ้างในหมู่อิรฟานบางกลุ่มซึ่งได้ถูกดูแคลนจากการกระทำบางอย่างที่ตรงกันข้ามกับแนวคิดของอิสลาม</w:t>
      </w:r>
      <w:r w:rsidRPr="00C27D9F">
        <w:rPr>
          <w:cs/>
        </w:rPr>
        <w:t>(</w:t>
      </w:r>
      <w:r w:rsidRPr="00C27D9F">
        <w:rPr>
          <w:rFonts w:hint="cs"/>
          <w:cs/>
        </w:rPr>
        <w:t>เช่นการดูหมิ่นสติปัญญา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และด้วยเหตุผลอันนี้มนุษย์ผู้สมบูรณ์ของอิรฟานกลุ่ม</w:t>
      </w:r>
      <w:r w:rsidR="00420C6D">
        <w:rPr>
          <w:rFonts w:hint="cs"/>
          <w:cs/>
        </w:rPr>
        <w:t>นี้</w:t>
      </w:r>
      <w:r w:rsidRPr="00C27D9F">
        <w:rPr>
          <w:rFonts w:hint="cs"/>
          <w:cs/>
        </w:rPr>
        <w:t>นั้นจึงเป็นความสมบูรณ์เพียงครึ่ง</w:t>
      </w:r>
    </w:p>
    <w:p w:rsidR="00420C6D" w:rsidRDefault="00C27D9F" w:rsidP="00420C6D">
      <w:pPr>
        <w:pStyle w:val="libNormal"/>
        <w:ind w:firstLine="0"/>
      </w:pPr>
      <w:r w:rsidRPr="00C27D9F">
        <w:rPr>
          <w:rFonts w:hint="cs"/>
          <w:cs/>
        </w:rPr>
        <w:t>เดียว</w:t>
      </w:r>
      <w:r w:rsidRPr="00C27D9F">
        <w:rPr>
          <w:cs/>
        </w:rPr>
        <w:t>(</w:t>
      </w:r>
      <w:r w:rsidRPr="00C27D9F">
        <w:rPr>
          <w:rFonts w:hint="cs"/>
          <w:cs/>
        </w:rPr>
        <w:t>เพราะมีอิรฟานบางกลุ่มเมื่อเข้าถึงด้านในแล้วพวกเขาได้ดูหมิ่นสำนักแห่งสติปัญญาว่าจะไม่สามารถบรรลุถึงซึ่งจุดสุดท้ายได้มาตรว่ายังคงใช้สติปัญญาเป็นบรรทัดฐานในการเข้าถึงพระผู้เป็นเจ้าเว้นแต่ด้วยความรักเท่านั้น</w:t>
      </w:r>
      <w:r w:rsidRPr="00C27D9F">
        <w:rPr>
          <w:cs/>
        </w:rPr>
        <w:t>)</w:t>
      </w:r>
    </w:p>
    <w:p w:rsidR="00420C6D" w:rsidRDefault="00420C6D" w:rsidP="00420C6D">
      <w:pPr>
        <w:pStyle w:val="libNormal"/>
        <w:ind w:firstLine="0"/>
        <w:rPr>
          <w:cs/>
        </w:rPr>
      </w:pPr>
    </w:p>
    <w:p w:rsidR="00420C6D" w:rsidRDefault="00420C6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420C6D" w:rsidRDefault="00420C6D" w:rsidP="00420C6D">
      <w:pPr>
        <w:pStyle w:val="libNormal"/>
        <w:ind w:firstLine="0"/>
      </w:pPr>
    </w:p>
    <w:p w:rsidR="00C27D9F" w:rsidRPr="00C27D9F" w:rsidRDefault="00C27D9F" w:rsidP="00420C6D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แนวคิดมากมายของบรรดาอารีฟในการเกี่ยวเนื่องกันนี้เป็นสิ่งสำคัญ</w:t>
      </w:r>
    </w:p>
    <w:p w:rsidR="00C27D9F" w:rsidRPr="00420C6D" w:rsidRDefault="00C27D9F" w:rsidP="00420C6D">
      <w:pPr>
        <w:pStyle w:val="libNormal"/>
        <w:ind w:firstLine="0"/>
      </w:pPr>
      <w:r w:rsidRPr="00C27D9F">
        <w:rPr>
          <w:rFonts w:hint="cs"/>
          <w:cs/>
        </w:rPr>
        <w:t>ต่อเรามากยิ่งกว่าแนวคิดของบรรดานักปรัชญาเหล่านั้นอย่างเช่นอริสโตเติลและอเวซินา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อันเนื่องมาจากแนวคิดของเขาทั้งสอง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มากถูกจำกัดของเขตไปเพียงตำราทั้งหลายของพวกเขาและมิได้เป็นที่แพร่หลายในหมู่ประชาชนในขณะที่ทัศนะของบรรดาอิรฟานทั้งหลายโดยเฉพาะคำพูดที่</w:t>
      </w:r>
    </w:p>
    <w:p w:rsidR="00420C6D" w:rsidRDefault="00C27D9F" w:rsidP="00420C6D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ป็นร้อยแก้วและบทกวีตลอดจนในรูปแบบของคติธรรมทั้งหลายได้มีอิทธิพลในทางความคิดต่อสาธารณะชนอย่างกว้างขวาง</w:t>
      </w:r>
    </w:p>
    <w:p w:rsidR="00C27D9F" w:rsidRPr="00C27D9F" w:rsidRDefault="00C27D9F" w:rsidP="00420C6D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สถาบันแห่งนี้ได้เสนอแนวคิดมากหลายซึ่งสามารถรับได้ในอิสลาม</w:t>
      </w:r>
    </w:p>
    <w:p w:rsidR="00420C6D" w:rsidRDefault="00C27D9F" w:rsidP="00420C6D">
      <w:pPr>
        <w:pStyle w:val="libNormal"/>
      </w:pPr>
      <w:r w:rsidRPr="00C27D9F">
        <w:rPr>
          <w:rFonts w:hint="cs"/>
          <w:cs/>
        </w:rPr>
        <w:t>ขณะที่ในกรณีอื่นๆเป็นการเปิดให้มีการวิพากษ์วิจารณ์เกี่ยวกับมนุษย์ผู้สมบูรณ์แห่งอิสลามของพวกเขา</w:t>
      </w:r>
    </w:p>
    <w:p w:rsidR="00C27D9F" w:rsidRPr="00C27D9F" w:rsidRDefault="00C27D9F" w:rsidP="00420C6D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บรรดาความคิดของอารีฟไม่เหมือนกับของพวกนักปรัชญาทั้งหลายเพราะมิได้ถือว่าสติปัญญานั้นเป็นกฎเกณฑ์ของมนุษย์แต่เป็นเพียงวิถีการหนึ่งเท่านั้นและความเชื่อในตนเองอย่างแท้จริงสำหรับพวกเขาเป็นความสัมพันธ์ไปทางจิตวิญญาณมิใช่ทางกายแต่เป็นศูนย์กลางแห่งความ</w:t>
      </w:r>
    </w:p>
    <w:p w:rsidR="00C27D9F" w:rsidRPr="00C27D9F" w:rsidRDefault="00C27D9F" w:rsidP="00420C6D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รู</w:t>
      </w:r>
      <w:r w:rsidR="00420C6D">
        <w:rPr>
          <w:rFonts w:hint="cs"/>
          <w:cs/>
        </w:rPr>
        <w:t>้</w:t>
      </w:r>
      <w:r w:rsidRPr="00C27D9F">
        <w:rPr>
          <w:rFonts w:hint="cs"/>
          <w:cs/>
        </w:rPr>
        <w:t>สึกภายในจิ</w:t>
      </w:r>
      <w:r w:rsidR="00420C6D">
        <w:rPr>
          <w:rFonts w:hint="cs"/>
          <w:cs/>
        </w:rPr>
        <w:t>ต</w:t>
      </w:r>
      <w:r w:rsidRPr="00C27D9F">
        <w:rPr>
          <w:rFonts w:hint="cs"/>
          <w:cs/>
        </w:rPr>
        <w:t>ใจและไปสู่สิ่งที่เป็นความปรารถนาโดยทางสติปัญญา</w:t>
      </w:r>
      <w:r w:rsidR="00420C6D">
        <w:rPr>
          <w:rFonts w:hint="cs"/>
          <w:cs/>
        </w:rPr>
        <w:t>ของ</w:t>
      </w:r>
      <w:r w:rsidRPr="00C27D9F">
        <w:rPr>
          <w:rFonts w:hint="cs"/>
          <w:cs/>
        </w:rPr>
        <w:t>บรรดาตะเซาวุฟได้ให้เหตุผลถึงความสำคัญอย่างมากมายต่อความรักและอารมณ์ซึ่งเป็นความมั่นคงในตัวมนุษย์ความรักของเขา</w:t>
      </w:r>
    </w:p>
    <w:p w:rsidR="00420C6D" w:rsidRDefault="00C27D9F" w:rsidP="00420C6D">
      <w:pPr>
        <w:pStyle w:val="libNormal"/>
      </w:pPr>
      <w:r w:rsidRPr="00C27D9F">
        <w:rPr>
          <w:rFonts w:hint="cs"/>
          <w:cs/>
        </w:rPr>
        <w:t>มิได้เป็นความรักทางเพศแต่เป็นความรักอย่างห</w:t>
      </w:r>
      <w:r w:rsidR="00420C6D">
        <w:rPr>
          <w:rFonts w:hint="cs"/>
          <w:cs/>
        </w:rPr>
        <w:t>นึ่งที่ขึ้นสู่ความสูงส่งจนกระทั่</w:t>
      </w:r>
      <w:r w:rsidRPr="00C27D9F">
        <w:rPr>
          <w:rFonts w:hint="cs"/>
          <w:cs/>
        </w:rPr>
        <w:t>งมันได้พากันบรรลุถึงผู้ซึ่งเป็นที่รักยิ่งของเขา</w:t>
      </w:r>
      <w:r w:rsidRPr="00C27D9F">
        <w:rPr>
          <w:cs/>
        </w:rPr>
        <w:t>(</w:t>
      </w:r>
      <w:r w:rsidRPr="00C27D9F">
        <w:rPr>
          <w:rFonts w:hint="cs"/>
          <w:cs/>
        </w:rPr>
        <w:t>พระผู้เป็นเจ้า</w:t>
      </w:r>
      <w:r w:rsidRPr="00C27D9F">
        <w:rPr>
          <w:cs/>
        </w:rPr>
        <w:t>)</w:t>
      </w:r>
    </w:p>
    <w:p w:rsidR="00420C6D" w:rsidRDefault="00C27D9F" w:rsidP="00420C6D">
      <w:pPr>
        <w:pStyle w:val="libNormal"/>
      </w:pPr>
      <w:r w:rsidRPr="00C27D9F">
        <w:rPr>
          <w:rFonts w:hint="cs"/>
          <w:cs/>
        </w:rPr>
        <w:t>พวกเขามีความเชื่ออย่างมากว่าความรักเช่นนี้มิได้เป็นขอบเขตจำกัดแก่มนุษย์เลย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แต่ว่ามีอยู่มากมายในสิ่งถูกสร้างทั้งมวลและในทั้งหมดของส่วนน้อยที่สุดแห่งการสร้างสรรค์</w:t>
      </w:r>
    </w:p>
    <w:p w:rsidR="00420C6D" w:rsidRDefault="00420C6D" w:rsidP="00420C6D">
      <w:pPr>
        <w:pStyle w:val="libNormal"/>
      </w:pPr>
    </w:p>
    <w:p w:rsidR="00420C6D" w:rsidRDefault="00420C6D" w:rsidP="00420C6D">
      <w:pPr>
        <w:pStyle w:val="libNormal"/>
      </w:pPr>
    </w:p>
    <w:p w:rsidR="00420C6D" w:rsidRDefault="00420C6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420C6D" w:rsidRDefault="00420C6D" w:rsidP="00420C6D">
      <w:pPr>
        <w:pStyle w:val="libNormal"/>
      </w:pPr>
    </w:p>
    <w:p w:rsidR="00C27D9F" w:rsidRPr="00C27D9F" w:rsidRDefault="00C27D9F" w:rsidP="00420C6D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เมาลาวีเปรียบเทียบความรักนี้ก</w:t>
      </w:r>
      <w:r w:rsidR="00420C6D">
        <w:rPr>
          <w:rFonts w:hint="cs"/>
          <w:cs/>
        </w:rPr>
        <w:t>ับมหาสมุทรซึ่งเหนือธรรมชาติทั้ง</w:t>
      </w:r>
      <w:r w:rsidRPr="00C27D9F">
        <w:rPr>
          <w:rFonts w:hint="cs"/>
          <w:cs/>
        </w:rPr>
        <w:t>มวล</w:t>
      </w:r>
    </w:p>
    <w:p w:rsidR="00420C6D" w:rsidRDefault="00C27D9F" w:rsidP="00420C6D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และชั้นฟ้าทั้งหลายตลอดจนสรวงสวรรค์ก็เป็นเหมือนฟองน้ำที่ลอยฟ่องอยู่ในมหาสมุทรและทุกอย่างจะสลายเหลือเพียงมหาสมุทร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คือแหล่งความรัก</w:t>
      </w:r>
    </w:p>
    <w:p w:rsidR="00500001" w:rsidRPr="00500001" w:rsidRDefault="00C27D9F" w:rsidP="00500001">
      <w:pPr>
        <w:pStyle w:val="libNormal"/>
      </w:pPr>
      <w:r w:rsidRPr="00C27D9F">
        <w:rPr>
          <w:rFonts w:hint="cs"/>
          <w:cs/>
        </w:rPr>
        <w:t>ฮาฟิซกล่าวไว้ในกวีบทหนึ่งว่า</w:t>
      </w: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เรามิได้มายังประตูแห่งนี้เพราะว่าตำแหน่งและเกียรติยศ</w:t>
      </w:r>
      <w:r w:rsidRPr="00C27D9F">
        <w:rPr>
          <w:rFonts w:cs="Times New Roman"/>
          <w:lang w:bidi="ar-SA"/>
        </w:rPr>
        <w:t xml:space="preserve"> </w:t>
      </w:r>
      <w:r w:rsidRPr="00C27D9F">
        <w:rPr>
          <w:rFonts w:hint="cs"/>
          <w:cs/>
        </w:rPr>
        <w:t>เราได้ลี้ภัยมายังที่นี่เนื่องจากความโชคร้าย</w:t>
      </w:r>
    </w:p>
    <w:p w:rsidR="00500001" w:rsidRDefault="00C27D9F" w:rsidP="00500001">
      <w:pPr>
        <w:pStyle w:val="libNormal"/>
        <w:ind w:firstLine="0"/>
      </w:pPr>
      <w:r w:rsidRPr="00C27D9F">
        <w:rPr>
          <w:rFonts w:hint="cs"/>
          <w:cs/>
        </w:rPr>
        <w:t>เราคือบรร</w:t>
      </w:r>
      <w:r w:rsidR="00420C6D">
        <w:rPr>
          <w:rFonts w:hint="cs"/>
          <w:cs/>
        </w:rPr>
        <w:t>ดา</w:t>
      </w:r>
      <w:r w:rsidRPr="00C27D9F">
        <w:rPr>
          <w:rFonts w:hint="cs"/>
          <w:cs/>
        </w:rPr>
        <w:t>ผู้เดินทางด้วยความรักจากไม่มีที่ดำรงอยู่</w:t>
      </w:r>
      <w:r w:rsidRPr="00C27D9F">
        <w:rPr>
          <w:cs/>
        </w:rPr>
        <w:t>(</w:t>
      </w:r>
      <w:r w:rsidRPr="00C27D9F">
        <w:rPr>
          <w:rFonts w:hint="cs"/>
          <w:cs/>
        </w:rPr>
        <w:t>โลกนี้</w:t>
      </w:r>
      <w:r w:rsidRPr="00C27D9F">
        <w:rPr>
          <w:cs/>
        </w:rPr>
        <w:t>)</w:t>
      </w:r>
      <w:r w:rsidRPr="00C27D9F">
        <w:rPr>
          <w:rFonts w:hint="cs"/>
          <w:cs/>
        </w:rPr>
        <w:t>และเรารอนแรนมาแสนไกลเพื่อจะไปยังแผ่นดินแห่งการดำรงอยู่</w:t>
      </w:r>
      <w:r w:rsidRPr="00C27D9F">
        <w:rPr>
          <w:cs/>
        </w:rPr>
        <w:t>(</w:t>
      </w:r>
      <w:r w:rsidRPr="00C27D9F">
        <w:rPr>
          <w:rFonts w:hint="cs"/>
          <w:cs/>
        </w:rPr>
        <w:t>โลกอาคิเราะฮ์</w:t>
      </w:r>
      <w:r w:rsidRPr="00C27D9F">
        <w:rPr>
          <w:cs/>
        </w:rPr>
        <w:t>)</w:t>
      </w:r>
      <w:r w:rsidR="00420C6D">
        <w:rPr>
          <w:rFonts w:hint="cs"/>
          <w:cs/>
        </w:rPr>
        <w:t>”</w:t>
      </w:r>
    </w:p>
    <w:p w:rsidR="00500001" w:rsidRDefault="00500001" w:rsidP="00500001">
      <w:pPr>
        <w:pStyle w:val="libNormal"/>
        <w:ind w:firstLine="0"/>
      </w:pPr>
    </w:p>
    <w:p w:rsidR="00420C6D" w:rsidRDefault="00C27D9F" w:rsidP="00500001">
      <w:pPr>
        <w:pStyle w:val="libNormal"/>
        <w:ind w:firstLine="0"/>
      </w:pPr>
      <w:r w:rsidRPr="00C27D9F">
        <w:rPr>
          <w:rFonts w:hint="cs"/>
          <w:cs/>
        </w:rPr>
        <w:t>สองบรรทัดสุดท้ายแทบจะเป็นความหมายหนึ่งของประโยคที่กล่าวโดยท่านอิมามสัจญา</w:t>
      </w:r>
      <w:r w:rsidR="00420C6D">
        <w:rPr>
          <w:rFonts w:hint="cs"/>
          <w:cs/>
        </w:rPr>
        <w:t>ด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420C6D">
        <w:rPr>
          <w:rFonts w:hint="cs"/>
          <w:cs/>
        </w:rPr>
        <w:t xml:space="preserve"> อิ</w:t>
      </w:r>
      <w:r w:rsidRPr="00C27D9F">
        <w:rPr>
          <w:rFonts w:hint="cs"/>
          <w:cs/>
        </w:rPr>
        <w:t>มามที่สี่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ในการสรรเสริญพระผู้เป็นเจ้าผู้ซึ่งทรงสร้างโลกนี้และปลุกเร้าไปสู่ความรักยังพระองค์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ด้วยเหตุนี้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สำหรับบรรดาอารีฟความเชื่อในตนเองเป็นสิ่งที่แสดงออกถึงความรักมิใช่สิ่งที่แสดงออกทางความคิด</w:t>
      </w:r>
    </w:p>
    <w:p w:rsidR="00500001" w:rsidRDefault="00500001" w:rsidP="00420C6D">
      <w:pPr>
        <w:pStyle w:val="libNormal"/>
        <w:rPr>
          <w:rFonts w:cs="Cordia New"/>
          <w:szCs w:val="40"/>
        </w:rPr>
      </w:pPr>
    </w:p>
    <w:p w:rsidR="00C27D9F" w:rsidRPr="00C27D9F" w:rsidRDefault="00C27D9F" w:rsidP="00420C6D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สำหรับแนวคิดของปรัชญาเชื่อว่า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มนุษย์สามารถไปถึงความสมบูรณ์ได้โดยวิถีของตรรกวิทยาการพิจารณาเหตุผลข้อพิสูจน์และผลสะท้อน</w:t>
      </w:r>
    </w:p>
    <w:p w:rsidR="00C27D9F" w:rsidRPr="00C27D9F" w:rsidRDefault="00C27D9F" w:rsidP="00420C6D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ในขณะที่ความคิดของอารีฟนั้นการพูดและความรู้อยู่ในฐานะที่ไร้ผลแต่ดวงใจที่บริสุทธิเป็นสิ่งที่ต้องการดวงใ</w:t>
      </w:r>
      <w:r w:rsidR="00420C6D">
        <w:rPr>
          <w:rFonts w:hint="cs"/>
          <w:cs/>
        </w:rPr>
        <w:t>จ</w:t>
      </w:r>
      <w:r w:rsidRPr="00C27D9F">
        <w:rPr>
          <w:rFonts w:hint="cs"/>
          <w:cs/>
        </w:rPr>
        <w:t>ซึ่งได้ทำให้บริสุทธิ์ไร้มลทินจากความชั่วร้ายทั้งปวงเท่านั้นที่จะกลับคืนสู่พระองค์</w:t>
      </w:r>
    </w:p>
    <w:p w:rsidR="00420C6D" w:rsidRDefault="00C27D9F" w:rsidP="00420C6D">
      <w:pPr>
        <w:pStyle w:val="libNormal"/>
      </w:pPr>
      <w:r w:rsidRPr="00C27D9F">
        <w:rPr>
          <w:rFonts w:hint="cs"/>
          <w:cs/>
        </w:rPr>
        <w:t>และผลักไสมารให้พ้นออกไปจากจิตใจเพื่อที่จะสร้างห้องให้แก่มลาอิกะฮ์</w:t>
      </w:r>
      <w:r w:rsidRPr="00C27D9F">
        <w:rPr>
          <w:cs/>
        </w:rPr>
        <w:t>(</w:t>
      </w:r>
      <w:r w:rsidRPr="00C27D9F">
        <w:rPr>
          <w:rFonts w:hint="cs"/>
          <w:cs/>
        </w:rPr>
        <w:t>ภายในดวงใจ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ซึ่งเป็นรัศมีแห่งพระผู้เป็นเจ้า</w:t>
      </w:r>
    </w:p>
    <w:p w:rsidR="00500001" w:rsidRDefault="00500001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420C6D" w:rsidRDefault="00420C6D" w:rsidP="00420C6D">
      <w:pPr>
        <w:pStyle w:val="libNormal"/>
      </w:pPr>
    </w:p>
    <w:p w:rsidR="000A7590" w:rsidRDefault="00C27D9F" w:rsidP="000A7590">
      <w:pPr>
        <w:pStyle w:val="libNormal"/>
      </w:pPr>
      <w:r w:rsidRPr="00C27D9F">
        <w:rPr>
          <w:rFonts w:hint="cs"/>
          <w:cs/>
        </w:rPr>
        <w:t>จินตกวี</w:t>
      </w:r>
      <w:r w:rsidR="00420C6D">
        <w:rPr>
          <w:rFonts w:hint="cs"/>
          <w:cs/>
        </w:rPr>
        <w:t xml:space="preserve"> ฮ</w:t>
      </w:r>
      <w:r w:rsidRPr="00C27D9F">
        <w:rPr>
          <w:rFonts w:hint="cs"/>
          <w:cs/>
        </w:rPr>
        <w:t>าฟีซ</w:t>
      </w:r>
      <w:r w:rsidR="00420C6D">
        <w:rPr>
          <w:rFonts w:hint="cs"/>
          <w:cs/>
        </w:rPr>
        <w:t xml:space="preserve"> </w:t>
      </w:r>
      <w:r w:rsidRPr="00C27D9F">
        <w:rPr>
          <w:rFonts w:hint="cs"/>
          <w:cs/>
        </w:rPr>
        <w:t>กล่าวไว้ในความเกี่ยวเนื่องกันว่า</w:t>
      </w:r>
      <w:r w:rsidR="00420C6D">
        <w:rPr>
          <w:rFonts w:hint="cs"/>
          <w:cs/>
        </w:rPr>
        <w:t xml:space="preserve"> </w:t>
      </w:r>
      <w:r w:rsidR="000A7590">
        <w:rPr>
          <w:rFonts w:hint="cs"/>
          <w:cs/>
        </w:rPr>
        <w:t>“</w:t>
      </w:r>
      <w:r w:rsidRPr="00C27D9F">
        <w:rPr>
          <w:rFonts w:hint="cs"/>
          <w:cs/>
        </w:rPr>
        <w:t>ฉันมีความมุ่งหมายมาตรว่ามันเป็นไปได้ด้วยประการทั้งปวงเพื่อจะกระทำบางสิ่งบางอย่างในอันที่จะยุติความหม่นหมองของฉัน</w:t>
      </w:r>
      <w:r w:rsidR="00420C6D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ความสงบแห่งจิตใจมิใช่สำหรับบรรดาผู้แปลงหน้า</w:t>
      </w:r>
      <w:r w:rsidRPr="00C27D9F">
        <w:rPr>
          <w:cs/>
        </w:rPr>
        <w:t>(</w:t>
      </w:r>
      <w:r w:rsidRPr="00C27D9F">
        <w:rPr>
          <w:rFonts w:hint="cs"/>
          <w:cs/>
        </w:rPr>
        <w:t>มาร</w:t>
      </w:r>
      <w:r w:rsidRPr="00C27D9F">
        <w:rPr>
          <w:cs/>
        </w:rPr>
        <w:t>)</w:t>
      </w:r>
      <w:r w:rsidRPr="00C27D9F">
        <w:rPr>
          <w:rFonts w:hint="cs"/>
          <w:cs/>
        </w:rPr>
        <w:t>ครั้งพอมารร้ายออกมามลาอิกะฮ์ก็เข้าไปพูดถึงเรื่องกฎเกณฑ์ทั้งหลายเป็นเพราะความมืดแห่งราตรีกาลอันแสนยาวนาน</w:t>
      </w:r>
    </w:p>
    <w:p w:rsidR="00500001" w:rsidRDefault="00C27D9F" w:rsidP="000A7590">
      <w:pPr>
        <w:pStyle w:val="libNormal"/>
        <w:ind w:firstLine="0"/>
      </w:pPr>
      <w:r w:rsidRPr="00C27D9F">
        <w:rPr>
          <w:cs/>
        </w:rPr>
        <w:t>(</w:t>
      </w:r>
      <w:r w:rsidRPr="00C27D9F">
        <w:rPr>
          <w:rFonts w:hint="cs"/>
          <w:cs/>
        </w:rPr>
        <w:t>พูดถึงผู้ปกครองที่อธรรมที่ปกครองครอบงำอยู่ยาวนาน</w:t>
      </w:r>
      <w:r w:rsidRPr="00C27D9F">
        <w:rPr>
          <w:cs/>
        </w:rPr>
        <w:t>)</w:t>
      </w:r>
      <w:r w:rsidRPr="00C27D9F">
        <w:rPr>
          <w:rFonts w:hint="cs"/>
          <w:cs/>
        </w:rPr>
        <w:t>ของแสงสว่างจากดวงสุริยันและวิงวอนต่อมันให้ส่องแสงออกมา</w:t>
      </w:r>
      <w:r w:rsidR="000A7590" w:rsidRPr="00C27D9F">
        <w:rPr>
          <w:rFonts w:cs="Times New Roman"/>
          <w:lang w:bidi="ar-SA"/>
        </w:rPr>
        <w:t>,</w:t>
      </w:r>
      <w:r w:rsidR="000A7590" w:rsidRPr="00C27D9F">
        <w:rPr>
          <w:rFonts w:hint="cs"/>
          <w:cs/>
        </w:rPr>
        <w:t xml:space="preserve"> ไฉนจึงนั่งรอคอยอยู่ณ</w:t>
      </w:r>
    </w:p>
    <w:p w:rsidR="000A7590" w:rsidRDefault="000A7590" w:rsidP="00500001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ประ</w:t>
      </w:r>
      <w:r w:rsidR="00500001">
        <w:rPr>
          <w:rFonts w:hint="cs"/>
          <w:cs/>
        </w:rPr>
        <w:t>ดุจ</w:t>
      </w:r>
      <w:r w:rsidRPr="00C27D9F">
        <w:rPr>
          <w:rFonts w:hint="cs"/>
          <w:cs/>
        </w:rPr>
        <w:t>ที่ไร้ความเผื่อแผ่ของบรรดาผู้มั่งคั่งที่เต็มไปด้ว</w:t>
      </w:r>
      <w:r w:rsidRPr="00C27D9F">
        <w:rPr>
          <w:cs/>
        </w:rPr>
        <w:t>ย</w:t>
      </w:r>
      <w:r w:rsidR="00C27D9F" w:rsidRPr="00C27D9F">
        <w:rPr>
          <w:rFonts w:hint="cs"/>
          <w:cs/>
        </w:rPr>
        <w:t>ความอหังการจะนานแสน</w:t>
      </w:r>
      <w:r w:rsidR="00C27D9F" w:rsidRPr="00C27D9F">
        <w:rPr>
          <w:cs/>
        </w:rPr>
        <w:t xml:space="preserve"> </w:t>
      </w:r>
      <w:r w:rsidR="00C27D9F" w:rsidRPr="00C27D9F">
        <w:rPr>
          <w:rFonts w:hint="cs"/>
          <w:cs/>
        </w:rPr>
        <w:t>นานสักปานใดหนอที่ท่านจะรอผู้ยิ่งใหญ่เพื่อจะให้ออกมา</w:t>
      </w:r>
      <w:r w:rsidR="00C27D9F" w:rsidRPr="00C27D9F">
        <w:rPr>
          <w:rFonts w:cs="Times New Roman"/>
          <w:lang w:bidi="ar-SA"/>
        </w:rPr>
        <w:t>?</w:t>
      </w:r>
    </w:p>
    <w:p w:rsidR="000A7590" w:rsidRDefault="00C27D9F" w:rsidP="000A7590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อย่าได้ละเลยการภิกขาจาร</w:t>
      </w:r>
      <w:r w:rsidR="00E8363A">
        <w:t xml:space="preserve"> </w:t>
      </w:r>
      <w:r w:rsidRPr="00C27D9F">
        <w:rPr>
          <w:rFonts w:hint="cs"/>
          <w:cs/>
        </w:rPr>
        <w:t>ถ้าท่านต้องการที่จะพบขุมทรัพย์</w:t>
      </w:r>
    </w:p>
    <w:p w:rsidR="00C27D9F" w:rsidRPr="000A7590" w:rsidRDefault="00C27D9F" w:rsidP="000A7590">
      <w:pPr>
        <w:pStyle w:val="libNormal"/>
        <w:ind w:firstLine="0"/>
      </w:pPr>
      <w:r w:rsidRPr="00C27D9F">
        <w:rPr>
          <w:rFonts w:hint="cs"/>
          <w:cs/>
        </w:rPr>
        <w:t>ด้วยการติดตามผู้เดินทางซึ่งจะมาในมิช้านานนี้</w:t>
      </w:r>
      <w:r w:rsidR="000A7590">
        <w:rPr>
          <w:rFonts w:cs="Cordia New" w:hint="cs"/>
          <w:szCs w:val="40"/>
          <w:cs/>
        </w:rPr>
        <w:t>”</w:t>
      </w:r>
      <w:r w:rsidR="000A7590" w:rsidRPr="00C27D9F">
        <w:rPr>
          <w:rFonts w:cs="Times New Roman"/>
          <w:lang w:bidi="ar-SA"/>
        </w:rPr>
        <w:t xml:space="preserve"> (</w:t>
      </w:r>
      <w:r w:rsidR="00500001">
        <w:rPr>
          <w:rFonts w:hint="cs"/>
          <w:cs/>
        </w:rPr>
        <w:t>หมายถึงจะวอนขอ</w:t>
      </w:r>
      <w:r w:rsidRPr="00C27D9F">
        <w:rPr>
          <w:rFonts w:hint="cs"/>
          <w:cs/>
        </w:rPr>
        <w:t>ต่อ</w:t>
      </w:r>
    </w:p>
    <w:p w:rsidR="000A7590" w:rsidRDefault="00C27D9F" w:rsidP="000A7590">
      <w:pPr>
        <w:pStyle w:val="libNormal"/>
        <w:ind w:firstLine="0"/>
      </w:pPr>
      <w:r w:rsidRPr="00C27D9F">
        <w:rPr>
          <w:rFonts w:hint="cs"/>
          <w:cs/>
        </w:rPr>
        <w:t>สิ่งอื่นอยู่ใยจะรอนานอีกสักแค่ไหนจงขอต่อเจ้าของขุมทรัพย์ด้วยการร่วมเดินทางโดยจิตวิญญาณสู่พระองค์และวอนขอต่อพระองค์เท่านั้น</w:t>
      </w:r>
    </w:p>
    <w:p w:rsidR="00C27D9F" w:rsidRPr="000A7590" w:rsidRDefault="00C27D9F" w:rsidP="000A7590">
      <w:pPr>
        <w:pStyle w:val="libNormal"/>
        <w:ind w:firstLine="0"/>
      </w:pPr>
      <w:r w:rsidRPr="00C27D9F">
        <w:rPr>
          <w:rFonts w:hint="cs"/>
          <w:cs/>
        </w:rPr>
        <w:t>แนวทาง</w:t>
      </w:r>
      <w:r w:rsidR="000A7590">
        <w:rPr>
          <w:rFonts w:hint="cs"/>
          <w:cs/>
        </w:rPr>
        <w:t>อิร</w:t>
      </w:r>
      <w:r w:rsidRPr="00C27D9F">
        <w:rPr>
          <w:rFonts w:hint="cs"/>
          <w:cs/>
        </w:rPr>
        <w:t>ฟาน</w:t>
      </w:r>
      <w:r w:rsidR="000A759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0A7590">
        <w:rPr>
          <w:rFonts w:hint="cs"/>
          <w:cs/>
        </w:rPr>
        <w:t xml:space="preserve"> </w:t>
      </w:r>
      <w:r w:rsidRPr="00C27D9F">
        <w:rPr>
          <w:rFonts w:hint="cs"/>
          <w:cs/>
        </w:rPr>
        <w:t>สำนักหนึ่งที่มีการขจัดกิเลสภายในตนเองเป็นกฎเกณฑ์ซึ่งอยู่ภายใ</w:t>
      </w:r>
      <w:r w:rsidR="000A7590">
        <w:rPr>
          <w:rFonts w:hint="cs"/>
          <w:cs/>
        </w:rPr>
        <w:t>น</w:t>
      </w:r>
      <w:r w:rsidRPr="00C27D9F">
        <w:rPr>
          <w:rFonts w:hint="cs"/>
          <w:cs/>
        </w:rPr>
        <w:t>จิตใจเป็นความยิ่งใหญ่กว่าโลก</w:t>
      </w:r>
      <w:r w:rsidR="000A7590">
        <w:rPr>
          <w:rFonts w:hint="cs"/>
          <w:cs/>
        </w:rPr>
        <w:t xml:space="preserve"> </w:t>
      </w:r>
      <w:r w:rsidRPr="00C27D9F">
        <w:rPr>
          <w:rFonts w:hint="cs"/>
          <w:cs/>
        </w:rPr>
        <w:t>มาตรแม้ว่าท่านจะวางจักรวาล</w:t>
      </w:r>
    </w:p>
    <w:p w:rsidR="00422E39" w:rsidRDefault="00C27D9F" w:rsidP="00422E39">
      <w:pPr>
        <w:pStyle w:val="libNormal"/>
        <w:ind w:firstLine="0"/>
      </w:pPr>
      <w:r w:rsidRPr="00C27D9F">
        <w:rPr>
          <w:rFonts w:hint="cs"/>
          <w:cs/>
        </w:rPr>
        <w:t>ทั้งหมดนี้ไว้ข้างหนึ่งอีกข้างหนึ่งซึ่งเป็นที่วางจิตใจก็ตาม</w:t>
      </w:r>
      <w:r w:rsidR="00422E39" w:rsidRPr="00C27D9F">
        <w:rPr>
          <w:rFonts w:cs="Times New Roman"/>
          <w:lang w:bidi="ar-SA"/>
        </w:rPr>
        <w:t>,</w:t>
      </w:r>
      <w:r w:rsidR="00422E39">
        <w:rPr>
          <w:rFonts w:hint="cs"/>
          <w:cs/>
        </w:rPr>
        <w:t xml:space="preserve"> จากหลักฐานแห่</w:t>
      </w:r>
      <w:r w:rsidR="00422E39">
        <w:rPr>
          <w:cs/>
        </w:rPr>
        <w:t>ง</w:t>
      </w:r>
    </w:p>
    <w:p w:rsidR="00422E39" w:rsidRDefault="00422E39" w:rsidP="00422E39">
      <w:pPr>
        <w:pStyle w:val="libNormal"/>
        <w:ind w:firstLine="0"/>
      </w:pPr>
      <w:r w:rsidRPr="00C27D9F">
        <w:rPr>
          <w:rFonts w:hint="cs"/>
          <w:cs/>
        </w:rPr>
        <w:t>อัลกุรอาน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วิญญาณขอ</w:t>
      </w:r>
      <w:r w:rsidRPr="00C27D9F">
        <w:rPr>
          <w:cs/>
        </w:rPr>
        <w:t>ง</w:t>
      </w:r>
      <w:r w:rsidR="00C27D9F" w:rsidRPr="00C27D9F">
        <w:rPr>
          <w:rFonts w:hint="cs"/>
          <w:cs/>
        </w:rPr>
        <w:t>พร</w:t>
      </w:r>
      <w:r w:rsidR="000F58FA" w:rsidRPr="00C27D9F">
        <w:rPr>
          <w:rFonts w:hint="cs"/>
          <w:cs/>
        </w:rPr>
        <w:t>ะ</w:t>
      </w:r>
      <w:r w:rsidR="00C27D9F" w:rsidRPr="00C27D9F">
        <w:rPr>
          <w:rFonts w:hint="cs"/>
          <w:cs/>
        </w:rPr>
        <w:t>ผู้เป็นเจ้า</w:t>
      </w:r>
      <w:r w:rsidR="000F58FA" w:rsidRPr="00C27D9F">
        <w:rPr>
          <w:rFonts w:hint="cs"/>
          <w:cs/>
        </w:rPr>
        <w:t>ไ</w:t>
      </w:r>
      <w:r w:rsidR="00C27D9F" w:rsidRPr="00C27D9F">
        <w:rPr>
          <w:rFonts w:hint="cs"/>
          <w:cs/>
        </w:rPr>
        <w:t>ด้ถูก</w:t>
      </w:r>
      <w:r w:rsidR="000F58FA" w:rsidRPr="00C27D9F">
        <w:rPr>
          <w:rFonts w:hint="cs"/>
          <w:cs/>
        </w:rPr>
        <w:t>เ</w:t>
      </w:r>
      <w:r w:rsidR="00C27D9F" w:rsidRPr="00C27D9F">
        <w:rPr>
          <w:rFonts w:hint="cs"/>
          <w:cs/>
        </w:rPr>
        <w:t>ป่า</w:t>
      </w:r>
      <w:r w:rsidR="000F58FA" w:rsidRPr="00C27D9F">
        <w:rPr>
          <w:rFonts w:hint="cs"/>
          <w:cs/>
        </w:rPr>
        <w:t>เ</w:t>
      </w:r>
      <w:r w:rsidR="00C27D9F" w:rsidRPr="00C27D9F">
        <w:rPr>
          <w:rFonts w:hint="cs"/>
          <w:cs/>
        </w:rPr>
        <w:t>ข้า</w:t>
      </w:r>
      <w:r w:rsidR="000F58FA" w:rsidRPr="00C27D9F">
        <w:rPr>
          <w:rFonts w:hint="cs"/>
          <w:cs/>
        </w:rPr>
        <w:t>ไ</w:t>
      </w:r>
      <w:r w:rsidR="00C27D9F" w:rsidRPr="00C27D9F">
        <w:rPr>
          <w:rFonts w:hint="cs"/>
          <w:cs/>
        </w:rPr>
        <w:t>ป</w:t>
      </w:r>
      <w:r w:rsidR="000F58FA" w:rsidRPr="00C27D9F">
        <w:rPr>
          <w:rFonts w:hint="cs"/>
          <w:cs/>
        </w:rPr>
        <w:t>ใ</w:t>
      </w:r>
      <w:r w:rsidR="00C27D9F" w:rsidRPr="00C27D9F">
        <w:rPr>
          <w:rFonts w:hint="cs"/>
          <w:cs/>
        </w:rPr>
        <w:t>นตัว</w:t>
      </w:r>
      <w:r w:rsidR="000F58FA" w:rsidRPr="00C27D9F">
        <w:rPr>
          <w:rFonts w:hint="cs"/>
          <w:cs/>
        </w:rPr>
        <w:t>ม</w:t>
      </w:r>
      <w:r w:rsidR="00C27D9F" w:rsidRPr="00C27D9F">
        <w:rPr>
          <w:rFonts w:hint="cs"/>
          <w:cs/>
        </w:rPr>
        <w:t>นุษย์</w:t>
      </w:r>
    </w:p>
    <w:p w:rsidR="00422E39" w:rsidRDefault="00C27D9F" w:rsidP="00422E39">
      <w:pPr>
        <w:pStyle w:val="libNormal"/>
        <w:ind w:firstLine="0"/>
        <w:rPr>
          <w:rFonts w:cs="Cordia New"/>
          <w:szCs w:val="40"/>
        </w:rPr>
      </w:pPr>
      <w:r w:rsidRPr="00C27D9F">
        <w:rPr>
          <w:cs/>
        </w:rPr>
        <w:t xml:space="preserve">( </w:t>
      </w:r>
      <w:r w:rsidR="00422E39">
        <w:rPr>
          <w:rFonts w:hint="cs"/>
          <w:cs/>
        </w:rPr>
        <w:t>ซู</w:t>
      </w:r>
      <w:r w:rsidRPr="00C27D9F">
        <w:rPr>
          <w:rFonts w:hint="cs"/>
          <w:cs/>
        </w:rPr>
        <w:t>เ</w:t>
      </w:r>
      <w:r w:rsidR="000F58FA" w:rsidRPr="00C27D9F">
        <w:rPr>
          <w:rFonts w:hint="cs"/>
          <w:cs/>
        </w:rPr>
        <w:t>ร</w:t>
      </w:r>
      <w:r w:rsidRPr="00C27D9F">
        <w:rPr>
          <w:rFonts w:hint="cs"/>
          <w:cs/>
        </w:rPr>
        <w:t>า</w:t>
      </w:r>
      <w:r w:rsidR="000F58FA" w:rsidRPr="00C27D9F">
        <w:rPr>
          <w:rFonts w:hint="cs"/>
          <w:cs/>
        </w:rPr>
        <w:t>ะ</w:t>
      </w:r>
      <w:r w:rsidRPr="00C27D9F">
        <w:rPr>
          <w:rFonts w:hint="cs"/>
          <w:cs/>
        </w:rPr>
        <w:t>ฮ์หิญร์</w:t>
      </w:r>
      <w:r w:rsidR="00422E39">
        <w:rPr>
          <w:rFonts w:hint="cs"/>
          <w:cs/>
        </w:rPr>
        <w:t xml:space="preserve"> </w:t>
      </w:r>
      <w:r w:rsidRPr="00C27D9F">
        <w:rPr>
          <w:rFonts w:hint="cs"/>
          <w:cs/>
        </w:rPr>
        <w:t>อ</w:t>
      </w:r>
      <w:r w:rsidR="000F58FA" w:rsidRPr="00C27D9F">
        <w:rPr>
          <w:rFonts w:hint="cs"/>
          <w:cs/>
        </w:rPr>
        <w:t>า</w:t>
      </w:r>
      <w:r w:rsidRPr="00C27D9F">
        <w:rPr>
          <w:rFonts w:hint="cs"/>
          <w:cs/>
        </w:rPr>
        <w:t>ย</w:t>
      </w:r>
      <w:r w:rsidR="000F58FA" w:rsidRPr="00C27D9F">
        <w:rPr>
          <w:rFonts w:hint="cs"/>
          <w:cs/>
        </w:rPr>
        <w:t>ะ</w:t>
      </w:r>
      <w:r w:rsidRPr="00C27D9F">
        <w:rPr>
          <w:rFonts w:hint="cs"/>
          <w:cs/>
        </w:rPr>
        <w:t>ฮ์ที่</w:t>
      </w:r>
      <w:r w:rsidRPr="00C27D9F">
        <w:rPr>
          <w:rFonts w:cs="Times New Roman"/>
          <w:lang w:bidi="ar-SA"/>
        </w:rPr>
        <w:t>29)</w:t>
      </w:r>
    </w:p>
    <w:p w:rsidR="00422E39" w:rsidRDefault="00C27D9F" w:rsidP="00422E39">
      <w:pPr>
        <w:pStyle w:val="libNormal"/>
        <w:ind w:firstLine="0"/>
        <w:rPr>
          <w:cs/>
        </w:rPr>
      </w:pPr>
      <w:r w:rsidRPr="00C27D9F">
        <w:rPr>
          <w:rFonts w:cs="Times New Roman"/>
          <w:lang w:bidi="ar-SA"/>
        </w:rPr>
        <w:t xml:space="preserve"> </w:t>
      </w:r>
      <w:r w:rsidR="00422E3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ต่อมา</w:t>
      </w:r>
      <w:r w:rsidR="00422E3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เมื่อข้าได้สร้างเขาจนครบสมบูรณ์แล้วและข้าได้เป่าจากวิญญาณของข้าเข้าไปในตัวเขา</w:t>
      </w:r>
      <w:r w:rsidR="00422E3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พวกเขาทั้งหลายเรียกโลกนี้ว่า</w:t>
      </w:r>
      <w:r w:rsidR="00422E39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มนุษย์ตัวน้อยๆ</w:t>
      </w:r>
      <w:r w:rsidR="00422E3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และเรียกจิตใจว่า</w:t>
      </w:r>
      <w:r w:rsidRPr="00C27D9F">
        <w:rPr>
          <w:cs/>
        </w:rPr>
        <w:t xml:space="preserve"> </w:t>
      </w:r>
      <w:r w:rsidR="00422E3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มนุษย์ผู้ยิ่งใหญ่</w:t>
      </w:r>
      <w:r w:rsidR="00422E3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หรือโลกน้อยๆกับโลกอันไพศาล</w:t>
      </w:r>
    </w:p>
    <w:p w:rsidR="00422E39" w:rsidRDefault="00422E3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422E39" w:rsidRDefault="00422E39" w:rsidP="00422E39">
      <w:pPr>
        <w:pStyle w:val="libNormal"/>
        <w:ind w:firstLine="0"/>
      </w:pPr>
    </w:p>
    <w:p w:rsidR="00C27D9F" w:rsidRPr="00C27D9F" w:rsidRDefault="00C27D9F" w:rsidP="00A85CC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เมาลาวีกล่าวว่า</w:t>
      </w:r>
      <w:r w:rsidRPr="00C27D9F">
        <w:rPr>
          <w:cs/>
        </w:rPr>
        <w:t xml:space="preserve"> </w:t>
      </w:r>
      <w:r w:rsidR="00A85CCC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ถ้าท่านเป็นลูกหลานแห่งอาดัม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ก็จงอยู่เยื่องอย่างเขาและตรวจสอบการประพฤติปฏิบัติทั้งหลายภายในตัวของท่านเอง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อะไรที่อยู่ในถังใหญ่สิ่งนั้นมิได้อยู่ในลำธารหรือ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สิ่งใดที่อยู่ในบ้านเรือนสิ่งนั้นมิได้อยู่ในเมืองหรือ</w:t>
      </w:r>
      <w:r w:rsidR="00A85CCC" w:rsidRPr="00C27D9F">
        <w:rPr>
          <w:rFonts w:cs="Times New Roman"/>
          <w:lang w:bidi="ar-SA"/>
        </w:rPr>
        <w:t>?</w:t>
      </w:r>
      <w:r w:rsidR="00A85CCC" w:rsidRPr="00C27D9F">
        <w:rPr>
          <w:rFonts w:hint="cs"/>
          <w:cs/>
        </w:rPr>
        <w:t xml:space="preserve"> โลกนี้เป็นเพียงแค่ถังใบใหญ</w:t>
      </w:r>
      <w:r w:rsidR="00A85CCC" w:rsidRPr="00C27D9F">
        <w:rPr>
          <w:cs/>
        </w:rPr>
        <w:t>่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ส่วนจิตใจนั้นคือกระแสธารโลก</w:t>
      </w:r>
    </w:p>
    <w:p w:rsidR="00A85CCC" w:rsidRDefault="00C27D9F" w:rsidP="00A85CC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นี้มีเพียงหนึ่งห้อง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ส่วนจิตใจทั้งผองคือเมืองอันอัศจรรย์</w:t>
      </w:r>
      <w:r w:rsidR="00A85CCC">
        <w:rPr>
          <w:rFonts w:cs="Cordia New" w:hint="cs"/>
          <w:szCs w:val="40"/>
          <w:cs/>
        </w:rPr>
        <w:t>”</w:t>
      </w:r>
    </w:p>
    <w:p w:rsidR="00500001" w:rsidRDefault="00500001" w:rsidP="00A85CCC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A85CCC" w:rsidP="00A85CC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ผู้ยึดถือแนวทางอิรฟานบางกลุ่มได้พากันปฏิเสธการสนใจกับสิ่งภายนอกตัวตนและมีความเชื่อว่าการบรรลุถึงพระผู้เป็นเจ้าได้จำต้องมาจาก</w:t>
      </w:r>
    </w:p>
    <w:p w:rsidR="00A85CCC" w:rsidRDefault="00C27D9F" w:rsidP="00A85CCC">
      <w:pPr>
        <w:pStyle w:val="libNormal"/>
        <w:ind w:firstLine="0"/>
      </w:pPr>
      <w:r w:rsidRPr="00C27D9F">
        <w:rPr>
          <w:rFonts w:hint="cs"/>
          <w:cs/>
        </w:rPr>
        <w:t>ด้านภายใน</w:t>
      </w:r>
    </w:p>
    <w:p w:rsidR="00500001" w:rsidRDefault="00500001" w:rsidP="00A85CCC">
      <w:pPr>
        <w:pStyle w:val="libNormal"/>
        <w:ind w:firstLine="0"/>
      </w:pPr>
    </w:p>
    <w:p w:rsidR="00A85CCC" w:rsidRDefault="00C27D9F" w:rsidP="00A85CC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ฮาฟิซกล่าวไว้ในบทกวีอื่นๆของเขาอีกว่า</w:t>
      </w:r>
    </w:p>
    <w:p w:rsidR="00C27D9F" w:rsidRDefault="00C27D9F" w:rsidP="00A85CCC">
      <w:pPr>
        <w:pStyle w:val="libNormal"/>
        <w:ind w:firstLine="0"/>
      </w:pPr>
      <w:r w:rsidRPr="00C27D9F">
        <w:rPr>
          <w:rFonts w:cs="Times New Roman"/>
          <w:lang w:bidi="ar-SA"/>
        </w:rPr>
        <w:t xml:space="preserve"> “</w:t>
      </w:r>
      <w:r w:rsidR="00A85CCC" w:rsidRPr="00C27D9F">
        <w:rPr>
          <w:rFonts w:hint="cs"/>
          <w:cs/>
        </w:rPr>
        <w:t>นับเป็นเวลานานที่หัวใจปรารถนาแก้วของ</w:t>
      </w:r>
      <w:r w:rsidR="00A85CCC">
        <w:rPr>
          <w:rFonts w:hint="cs"/>
          <w:cs/>
        </w:rPr>
        <w:t>ญัมชี</w:t>
      </w:r>
      <w:r w:rsidR="00A85CCC" w:rsidRPr="00C27D9F">
        <w:rPr>
          <w:rFonts w:hint="cs"/>
          <w:cs/>
        </w:rPr>
        <w:t xml:space="preserve">ด </w:t>
      </w:r>
      <w:r w:rsidR="00A85CCC" w:rsidRPr="00C27D9F">
        <w:rPr>
          <w:cs/>
        </w:rPr>
        <w:t>(</w:t>
      </w:r>
      <w:r w:rsidR="00A85CCC">
        <w:rPr>
          <w:rFonts w:hint="cs"/>
          <w:cs/>
        </w:rPr>
        <w:t>ชื่</w:t>
      </w:r>
      <w:r w:rsidRPr="00C27D9F">
        <w:rPr>
          <w:rFonts w:hint="cs"/>
          <w:cs/>
        </w:rPr>
        <w:t>อของกษัตริย์ผู้เป็นเจ้าของแก้วที่เลื่องลือ</w:t>
      </w:r>
      <w:r w:rsidR="00A85CCC" w:rsidRPr="00C27D9F">
        <w:rPr>
          <w:rFonts w:hint="cs"/>
          <w:cs/>
        </w:rPr>
        <w:t xml:space="preserve">) และวอนขอจากบรรดาคนแปลกหน้าในสิ่งที่มันมีมาในตัวของมันเอง </w:t>
      </w:r>
      <w:r w:rsidR="00A85CCC" w:rsidRPr="00C27D9F">
        <w:rPr>
          <w:cs/>
        </w:rPr>
        <w:t>(</w:t>
      </w:r>
      <w:r w:rsidRPr="00C27D9F">
        <w:rPr>
          <w:rFonts w:hint="cs"/>
          <w:cs/>
        </w:rPr>
        <w:t>มีดวงใจยิ่งใหญ่ล้ำค่าอยู่แล้วแต่วอนขอจากผู้อื่น</w:t>
      </w:r>
      <w:r w:rsidR="00A85CCC" w:rsidRPr="00C27D9F">
        <w:rPr>
          <w:rFonts w:hint="cs"/>
          <w:cs/>
        </w:rPr>
        <w:t>) แสวงหามันจากบรรดาพวกเรือล่ม</w:t>
      </w:r>
      <w:r w:rsidR="00A85CCC">
        <w:rPr>
          <w:rFonts w:hint="cs"/>
          <w:cs/>
        </w:rPr>
        <w:t xml:space="preserve"> </w:t>
      </w:r>
      <w:r w:rsidR="00A85CCC" w:rsidRPr="00C27D9F">
        <w:rPr>
          <w:rFonts w:hint="cs"/>
          <w:cs/>
        </w:rPr>
        <w:t>ณ</w:t>
      </w:r>
      <w:r w:rsidR="00A85CCC">
        <w:rPr>
          <w:rFonts w:hint="cs"/>
          <w:cs/>
        </w:rPr>
        <w:t xml:space="preserve"> </w:t>
      </w:r>
      <w:r w:rsidR="00A85CCC" w:rsidRPr="00C27D9F">
        <w:rPr>
          <w:rFonts w:hint="cs"/>
          <w:cs/>
        </w:rPr>
        <w:t>ชายฝั่งทะเ</w:t>
      </w:r>
      <w:r w:rsidR="00A85CCC" w:rsidRPr="00C27D9F">
        <w:rPr>
          <w:cs/>
        </w:rPr>
        <w:t>ล</w:t>
      </w:r>
      <w:r w:rsidR="00A85CCC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แสวงหาจากบรรดาผู้ที่หลงทาง</w:t>
      </w:r>
      <w:r w:rsidR="00A85CCC" w:rsidRPr="00C27D9F">
        <w:rPr>
          <w:rFonts w:hint="cs"/>
          <w:cs/>
        </w:rPr>
        <w:t>) ไข่มุกซึ่งออกมาจากหอยแห่งการดำรงอยู่</w:t>
      </w:r>
      <w:r w:rsidR="00A85CCC" w:rsidRPr="00C27D9F">
        <w:rPr>
          <w:rFonts w:cs="Times New Roman"/>
          <w:lang w:bidi="ar-SA"/>
        </w:rPr>
        <w:t xml:space="preserve"> (</w:t>
      </w:r>
      <w:r w:rsidRPr="00C27D9F">
        <w:rPr>
          <w:rFonts w:hint="cs"/>
          <w:cs/>
        </w:rPr>
        <w:t>ซึ่งเปรียบเสมือนดวงใจและหอยคือเรือนร่าง</w:t>
      </w:r>
      <w:r w:rsidRPr="00C27D9F">
        <w:rPr>
          <w:cs/>
        </w:rPr>
        <w:t>)</w:t>
      </w:r>
      <w:r w:rsidR="00A85CCC">
        <w:rPr>
          <w:rFonts w:hint="cs"/>
          <w:cs/>
        </w:rPr>
        <w:t xml:space="preserve"> ผู้ป่วยด้วยสมมุติ</w:t>
      </w:r>
      <w:r w:rsidRPr="00C27D9F">
        <w:rPr>
          <w:rFonts w:hint="cs"/>
          <w:cs/>
        </w:rPr>
        <w:t>ฐานของความรักมีพระผู้เป็น</w:t>
      </w:r>
      <w:r w:rsidR="00A85CCC">
        <w:rPr>
          <w:rFonts w:hint="cs"/>
          <w:cs/>
        </w:rPr>
        <w:t>เ</w:t>
      </w:r>
      <w:r w:rsidRPr="00C27D9F">
        <w:rPr>
          <w:rFonts w:hint="cs"/>
          <w:cs/>
        </w:rPr>
        <w:t>จ้าเท่านั้น</w:t>
      </w:r>
    </w:p>
    <w:p w:rsidR="00500001" w:rsidRPr="00A85CCC" w:rsidRDefault="00500001" w:rsidP="00A85CCC">
      <w:pPr>
        <w:pStyle w:val="libNormal"/>
        <w:ind w:firstLine="0"/>
        <w:rPr>
          <w:rFonts w:cs="Cordia New"/>
          <w:szCs w:val="40"/>
        </w:rPr>
      </w:pPr>
    </w:p>
    <w:p w:rsidR="00A85CCC" w:rsidRDefault="00C27D9F" w:rsidP="00A85CC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อยู่กับเขาตลอดกาล</w:t>
      </w:r>
      <w:r w:rsidR="00A85CCC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ความรักในพระองค์</w:t>
      </w:r>
      <w:r w:rsidRPr="00C27D9F">
        <w:rPr>
          <w:cs/>
        </w:rPr>
        <w:t>)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จนบัดนี้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เขายังมิพานพบพระองค์และจึงได้พร่ำเพรียกเรียกร้องออกมา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ข้าแต่พระผู้เป็นเจ้า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ราตรีกาลที่ผ่านมาข้าพระองค์ได้นำปัญหาของข้าฯไปปรึกษามหาบัณฑิตผู้เกี่ยวข้องกับความรัก</w:t>
      </w:r>
      <w:r w:rsidRPr="00C27D9F">
        <w:rPr>
          <w:cs/>
        </w:rPr>
        <w:t>(</w:t>
      </w:r>
      <w:r w:rsidRPr="00C27D9F">
        <w:rPr>
          <w:rFonts w:hint="cs"/>
          <w:cs/>
        </w:rPr>
        <w:t>อิรฟาน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ซึ่งยืนยันว่าพวกเขาสามารถแก้ปัญหานั้นได้</w:t>
      </w:r>
      <w:r w:rsidR="00A85CCC">
        <w:rPr>
          <w:rFonts w:cs="Cordia New" w:hint="cs"/>
          <w:szCs w:val="40"/>
          <w:cs/>
        </w:rPr>
        <w:t xml:space="preserve">” </w:t>
      </w:r>
      <w:r w:rsidRPr="00C27D9F">
        <w:rPr>
          <w:rFonts w:hint="cs"/>
          <w:cs/>
        </w:rPr>
        <w:t>ข้าฯถามเขาว่าเมื่อใดเล่าที่แก้ว</w:t>
      </w:r>
      <w:r w:rsidRPr="00C27D9F">
        <w:rPr>
          <w:cs/>
        </w:rPr>
        <w:t>(</w:t>
      </w:r>
      <w:r w:rsidRPr="00C27D9F">
        <w:rPr>
          <w:rFonts w:hint="cs"/>
          <w:cs/>
        </w:rPr>
        <w:t>ดวงใจ</w:t>
      </w:r>
      <w:r w:rsidRPr="00C27D9F">
        <w:rPr>
          <w:cs/>
        </w:rPr>
        <w:t>)</w:t>
      </w:r>
      <w:r w:rsidRPr="00C27D9F">
        <w:rPr>
          <w:rFonts w:hint="cs"/>
          <w:cs/>
        </w:rPr>
        <w:t>งามแห่งจักรวาลใบนี้ได้ถูกมอบแ</w:t>
      </w:r>
      <w:r w:rsidR="00A85CCC">
        <w:rPr>
          <w:rFonts w:hint="cs"/>
          <w:cs/>
        </w:rPr>
        <w:t>ด่</w:t>
      </w:r>
      <w:r w:rsidRPr="00C27D9F">
        <w:rPr>
          <w:rFonts w:hint="cs"/>
          <w:cs/>
        </w:rPr>
        <w:t>ท่าน</w:t>
      </w:r>
      <w:r w:rsidRPr="00C27D9F">
        <w:rPr>
          <w:rFonts w:cs="Times New Roman"/>
          <w:lang w:bidi="ar-SA"/>
        </w:rPr>
        <w:t>?</w:t>
      </w:r>
    </w:p>
    <w:p w:rsidR="00A85CCC" w:rsidRDefault="00A85CCC">
      <w:pPr>
        <w:rPr>
          <w:rFonts w:ascii="Angsana New" w:hAnsi="Angsana New"/>
          <w:sz w:val="32"/>
          <w:szCs w:val="32"/>
        </w:rPr>
      </w:pPr>
      <w:r>
        <w:br w:type="page"/>
      </w:r>
    </w:p>
    <w:p w:rsidR="00A85CCC" w:rsidRDefault="00A85CCC" w:rsidP="00A85CCC">
      <w:pPr>
        <w:pStyle w:val="libNormal"/>
        <w:ind w:firstLine="0"/>
      </w:pPr>
    </w:p>
    <w:p w:rsidR="00C27D9F" w:rsidRPr="00A85CCC" w:rsidRDefault="00C27D9F" w:rsidP="00A85CC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เขากล่าวว่า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="00A85CCC" w:rsidRPr="00C27D9F">
        <w:rPr>
          <w:rFonts w:hint="cs"/>
          <w:cs/>
        </w:rPr>
        <w:t xml:space="preserve">วันนั้นเมื่อยอดโดมสีฟ้าถูกสร้างขึ้น </w:t>
      </w:r>
      <w:r w:rsidR="00A85CCC" w:rsidRPr="00C27D9F">
        <w:rPr>
          <w:cs/>
        </w:rPr>
        <w:t>(</w:t>
      </w:r>
      <w:r w:rsidRPr="00C27D9F">
        <w:rPr>
          <w:rFonts w:hint="cs"/>
          <w:cs/>
        </w:rPr>
        <w:t>ท้องฟ้า</w:t>
      </w:r>
      <w:r w:rsidR="00A85CCC" w:rsidRPr="00C27D9F">
        <w:rPr>
          <w:rFonts w:hint="cs"/>
          <w:cs/>
        </w:rPr>
        <w:t xml:space="preserve">) และจนกระทั่งผู้เจริญรอยตามไปลุกขึ้นต่อสู้และผู้บริสุทธิ์ถูกนำขึ้นสู่ตะแลงแกงเพื่อแขวนคอในฐานะที่เปิดเผยความลับ </w:t>
      </w:r>
      <w:r w:rsidR="00A85CCC" w:rsidRPr="00C27D9F">
        <w:rPr>
          <w:cs/>
        </w:rPr>
        <w:t>(</w:t>
      </w:r>
      <w:r w:rsidRPr="00C27D9F">
        <w:rPr>
          <w:rFonts w:hint="cs"/>
          <w:cs/>
        </w:rPr>
        <w:t>ผู้ร</w:t>
      </w:r>
      <w:r w:rsidR="00A85CCC">
        <w:rPr>
          <w:rFonts w:hint="cs"/>
          <w:cs/>
        </w:rPr>
        <w:t>็</w:t>
      </w:r>
      <w:r w:rsidRPr="00C27D9F">
        <w:rPr>
          <w:rFonts w:hint="cs"/>
          <w:cs/>
        </w:rPr>
        <w:t>บางท่านได้ให้ทัศนะในความหมายจาก</w:t>
      </w:r>
    </w:p>
    <w:p w:rsidR="00A85CCC" w:rsidRDefault="00C27D9F" w:rsidP="00A85CCC">
      <w:pPr>
        <w:pStyle w:val="libNormal"/>
        <w:ind w:firstLine="0"/>
      </w:pPr>
      <w:r w:rsidRPr="00C27D9F">
        <w:rPr>
          <w:rFonts w:hint="cs"/>
          <w:cs/>
        </w:rPr>
        <w:t>กวีของท่านฮาฟิซประโยคนี้ว่า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ท่านอาจหมายถึง</w:t>
      </w:r>
      <w:r w:rsidRPr="00C27D9F">
        <w:rPr>
          <w:cs/>
        </w:rPr>
        <w:t xml:space="preserve"> </w:t>
      </w:r>
      <w:r w:rsidR="00A85CCC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มัย</w:t>
      </w:r>
      <w:r w:rsidR="00A85CCC">
        <w:rPr>
          <w:rFonts w:hint="cs"/>
          <w:cs/>
        </w:rPr>
        <w:t>ซั</w:t>
      </w:r>
      <w:r w:rsidRPr="00C27D9F">
        <w:rPr>
          <w:rFonts w:hint="cs"/>
          <w:cs/>
        </w:rPr>
        <w:t>ม</w:t>
      </w:r>
      <w:r w:rsidR="00A85CCC">
        <w:rPr>
          <w:rFonts w:hint="cs"/>
          <w:cs/>
        </w:rPr>
        <w:t>ตัมมาร</w:t>
      </w:r>
      <w:r w:rsidR="00A85CCC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ชายผู้ขายอินทผาลัมซึ่งเป็นสาวกผู้ใกล้ชิดของอิมามอาลี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ผู้ซึ่งถูกแขวนคอเนื่องจากพูดในสิ่งที่เป็นสัจธรรม</w:t>
      </w:r>
    </w:p>
    <w:p w:rsidR="00500001" w:rsidRDefault="00500001" w:rsidP="00A85CCC">
      <w:pPr>
        <w:pStyle w:val="libNormal"/>
        <w:ind w:firstLine="0"/>
      </w:pPr>
    </w:p>
    <w:p w:rsidR="00A85CCC" w:rsidRDefault="00C27D9F" w:rsidP="00A85CCC">
      <w:pPr>
        <w:pStyle w:val="libNormal"/>
        <w:ind w:firstLine="0"/>
      </w:pPr>
      <w:r w:rsidRPr="00C27D9F">
        <w:rPr>
          <w:rFonts w:hint="cs"/>
          <w:cs/>
        </w:rPr>
        <w:t>เมาลาวีได้พรรณนาไว้ในคติธรรมบทหนึ่ง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ชายผู้หนึ่งซึ่งได้เฝ้าวิงวอนต่อพระผู้เป็นเจ้าในเรื่องของทรัพย์สมบัติบางส่วนซึ่งได้ถูกซ่อนเร้นไว้โดยผู้คนหลายคนภายใต้แผ่นดิน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หนึ่งเขาฝันไปว่าใครคนหนึ่งได้มาหาเขาคล้ายดังผู้ถูกส่งมาจากพระผู้เป็นเจ้าเพื่อจะชี้ที่ซ่อนทรัพย์สมบัติให้แก่เขา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นั้นได้ชี้ไปยังภูเขาลูกหนึ่งห่างจากยอดเขาและบอกแก่ชายผู้นั้นว่าจะต้องยิงธนูและทรัพย์สมบัติก็จะอยู่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ณ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สถานที่ซึ่งลูกธนูไปตกอยู่</w:t>
      </w:r>
    </w:p>
    <w:p w:rsidR="00134BF7" w:rsidRDefault="00C27D9F" w:rsidP="00134BF7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วันต่อมา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เขาได้พบกับภูเขาลูกนั้น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แต่เขาก็ไม่รู้</w:t>
      </w:r>
      <w:r w:rsidR="00A85CCC">
        <w:rPr>
          <w:rFonts w:hint="cs"/>
          <w:cs/>
        </w:rPr>
        <w:t>ว่า</w:t>
      </w:r>
      <w:r w:rsidRPr="00C27D9F">
        <w:rPr>
          <w:rFonts w:hint="cs"/>
          <w:cs/>
        </w:rPr>
        <w:t>เขาควรจะยิงลูกธนูไปยังทิศทางใด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เขาตัดสินใจยิงธนูไปยังทิศทางบางแห่ง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แต่ก็ล้มเหลวที่จะพบกับทรัพย์สมบัติ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ทุกวันเขาได้พยายามยิงลูกธนูไปยังทิศทางต่างๆอีกแต่ความพยายามของเขาในการขุดค้นด้วยจอบเสียมภายใต้แผ่นดินนั้นมิได้เกิดผลอันใดเลย</w:t>
      </w:r>
      <w:r w:rsidR="00A85CCC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อีกราตรีหนึ่งผู้เดียวกันปรากฏในความฝันของเขาอีกครั้งหนึ่งและชายผู้นั้นได้แสดงความข้องใจต่อผู้ลึกลับนั้นในฐานะที่ได้ชี้ทิศทางที่ผิดพลาดให้แก่เขา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ชายผู้นั้นถูกถามว่าเขาได้พบภูเขาหรือไม่และเขาตอบว่าเขาได้พบมันและได้กล่าวเกี่ยวกับการที่ได้ดึงสายธนูอย่างแรงเพื่อจะได้ลูกธนูพุ่งออกจากแหล่ง</w:t>
      </w:r>
      <w:r w:rsidR="00A85CCC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ผู้ลึกลับนั้นกล่าวว่า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ฉันไม่เคยได้บอกท่านว่าให้ดึงสายธนูฉันเพียงแต่</w:t>
      </w:r>
      <w:r w:rsidR="00134BF7">
        <w:rPr>
          <w:rFonts w:hint="cs"/>
          <w:cs/>
        </w:rPr>
        <w:t>พูดว่าให้ลูกธนู</w:t>
      </w:r>
      <w:r w:rsidRPr="00C27D9F">
        <w:rPr>
          <w:rFonts w:hint="cs"/>
          <w:cs/>
        </w:rPr>
        <w:t>หล่นลงไปเอง</w:t>
      </w:r>
      <w:r w:rsidR="00134BF7">
        <w:rPr>
          <w:rFonts w:cs="Cordia New" w:hint="cs"/>
          <w:szCs w:val="40"/>
          <w:cs/>
        </w:rPr>
        <w:t>”</w:t>
      </w:r>
    </w:p>
    <w:p w:rsidR="00134BF7" w:rsidRDefault="00134BF7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C27D9F" w:rsidRPr="00C27D9F" w:rsidRDefault="00C27D9F" w:rsidP="00134BF7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lastRenderedPageBreak/>
        <w:t>วันรุ่งขึ้นชายผู้นั้นได้ไปที่นั่นอีกและคราวนี้ใส่ลูกศรบนคันธนูและ</w:t>
      </w:r>
    </w:p>
    <w:p w:rsidR="00134BF7" w:rsidRDefault="00C27D9F" w:rsidP="00134BF7">
      <w:pPr>
        <w:pStyle w:val="libNormal"/>
        <w:ind w:firstLine="0"/>
      </w:pPr>
      <w:r w:rsidRPr="00C27D9F">
        <w:rPr>
          <w:rFonts w:hint="cs"/>
          <w:cs/>
        </w:rPr>
        <w:t>ปล่อยให้มันหล่นลงมามันจึงตกลงที่เท้าของเขาเขาจึงได้ขุดตรงนั้นและเพียงครั้งเดียวเขาก็พบกับทรัพย์สมบัติมากมาย</w:t>
      </w:r>
      <w:r w:rsidR="00134BF7" w:rsidRPr="00C27D9F">
        <w:rPr>
          <w:rFonts w:cs="Times New Roman"/>
          <w:lang w:bidi="ar-SA"/>
        </w:rPr>
        <w:t>,</w:t>
      </w:r>
      <w:r w:rsidR="00134BF7" w:rsidRPr="00C27D9F">
        <w:rPr>
          <w:rFonts w:hint="cs"/>
          <w:cs/>
        </w:rPr>
        <w:t xml:space="preserve"> เมาลาวีได้สรุปเรื่องราวนี้ด้วยการกล่า</w:t>
      </w:r>
      <w:r w:rsidR="00134BF7" w:rsidRPr="00C27D9F">
        <w:rPr>
          <w:cs/>
        </w:rPr>
        <w:t>ว</w:t>
      </w:r>
      <w:r w:rsidRPr="00C27D9F">
        <w:rPr>
          <w:rFonts w:cs="Times New Roman"/>
          <w:lang w:bidi="ar-SA"/>
        </w:rPr>
        <w:t xml:space="preserve"> </w:t>
      </w:r>
      <w:r w:rsidR="00134BF7">
        <w:rPr>
          <w:rFonts w:cs="Cordia New" w:hint="cs"/>
          <w:szCs w:val="40"/>
          <w:cs/>
        </w:rPr>
        <w:t>“</w:t>
      </w:r>
      <w:r w:rsidR="00134BF7" w:rsidRPr="00C27D9F">
        <w:rPr>
          <w:rFonts w:hint="cs"/>
          <w:cs/>
        </w:rPr>
        <w:t xml:space="preserve">พระองค์ทรงอยู่ใกล้ท่านยิ่งกว่าเส้น </w:t>
      </w:r>
      <w:r w:rsidR="00134BF7" w:rsidRPr="00C27D9F">
        <w:rPr>
          <w:cs/>
        </w:rPr>
        <w:t>(</w:t>
      </w:r>
      <w:r w:rsidRPr="00C27D9F">
        <w:rPr>
          <w:rFonts w:hint="cs"/>
          <w:cs/>
        </w:rPr>
        <w:t>เลือด</w:t>
      </w:r>
      <w:r w:rsidR="00134BF7" w:rsidRPr="00C27D9F">
        <w:rPr>
          <w:rFonts w:hint="cs"/>
          <w:cs/>
        </w:rPr>
        <w:t>) ที่ลำคอ</w:t>
      </w:r>
      <w:r w:rsidR="00134BF7" w:rsidRPr="00C27D9F">
        <w:t>,</w:t>
      </w:r>
      <w:r w:rsidR="00134BF7">
        <w:rPr>
          <w:rFonts w:hint="cs"/>
          <w:cs/>
        </w:rPr>
        <w:t xml:space="preserve"> ท่านยังยิงธนู</w:t>
      </w:r>
      <w:r w:rsidR="00134BF7" w:rsidRPr="00C27D9F">
        <w:rPr>
          <w:rFonts w:hint="cs"/>
          <w:cs/>
        </w:rPr>
        <w:t>ของท่านไปไกลโพ้น</w:t>
      </w:r>
      <w:r w:rsidR="00134BF7" w:rsidRPr="00C27D9F">
        <w:t>,</w:t>
      </w:r>
      <w:r w:rsidR="00134BF7" w:rsidRPr="00C27D9F">
        <w:rPr>
          <w:rFonts w:hint="cs"/>
          <w:cs/>
        </w:rPr>
        <w:t xml:space="preserve"> ท่านจัดแจงธนูและลูกศรของท่านกับท่าทีที่เตรียมพร้อม</w:t>
      </w:r>
      <w:r w:rsidR="00134BF7" w:rsidRPr="00C27D9F">
        <w:t>,</w:t>
      </w:r>
      <w:r w:rsidR="00134BF7" w:rsidRPr="00C27D9F">
        <w:rPr>
          <w:rFonts w:hint="cs"/>
          <w:cs/>
        </w:rPr>
        <w:t xml:space="preserve"> การยิงของท่านช่างแสนไก</w:t>
      </w:r>
      <w:r w:rsidR="00134BF7" w:rsidRPr="00C27D9F">
        <w:rPr>
          <w:cs/>
        </w:rPr>
        <w:t>ล</w:t>
      </w:r>
      <w:r w:rsidR="00134BF7">
        <w:rPr>
          <w:rFonts w:hint="cs"/>
          <w:cs/>
        </w:rPr>
        <w:t xml:space="preserve"> </w:t>
      </w:r>
      <w:r w:rsidR="00134BF7" w:rsidRPr="00C27D9F">
        <w:rPr>
          <w:rFonts w:hint="cs"/>
          <w:cs/>
        </w:rPr>
        <w:t xml:space="preserve">ขณะที่ทรัพย์สมบัตินั้นไซร้อยู่ใกล้เคียงตัว </w:t>
      </w:r>
      <w:r w:rsidR="00134BF7" w:rsidRPr="00C27D9F">
        <w:rPr>
          <w:cs/>
        </w:rPr>
        <w:t>(</w:t>
      </w:r>
      <w:r w:rsidRPr="00C27D9F">
        <w:rPr>
          <w:rFonts w:hint="cs"/>
          <w:cs/>
        </w:rPr>
        <w:t>เปรียบประหนึ่งดังดวงใ</w:t>
      </w:r>
      <w:r w:rsidR="00134BF7">
        <w:rPr>
          <w:rFonts w:hint="cs"/>
          <w:cs/>
        </w:rPr>
        <w:t>จ</w:t>
      </w:r>
      <w:r w:rsidRPr="00C27D9F">
        <w:rPr>
          <w:rFonts w:hint="cs"/>
          <w:cs/>
        </w:rPr>
        <w:t>ที่อยู่ใกล้แต่เราไปเสียไกลลิบ</w:t>
      </w:r>
      <w:r w:rsidRPr="00C27D9F">
        <w:rPr>
          <w:cs/>
        </w:rPr>
        <w:t>)</w:t>
      </w:r>
    </w:p>
    <w:p w:rsidR="00500001" w:rsidRDefault="00500001" w:rsidP="00134BF7">
      <w:pPr>
        <w:pStyle w:val="libNormal"/>
        <w:ind w:firstLine="0"/>
      </w:pPr>
    </w:p>
    <w:p w:rsidR="00C27D9F" w:rsidRPr="00C27D9F" w:rsidRDefault="00C27D9F" w:rsidP="00134BF7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นักศึกษาวิชาศาสนาผู้หนึ่งได้กล่าวว่า</w:t>
      </w:r>
      <w:r w:rsidR="00134BF7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เคยได้ยินเรื่องราวข้างต้นจากนักเผยแพร่ผู้หนึ่งซึ่งมีความเชี่ยวชาญทางด้านบทกวีของเมาลาวีแต่เขาไม่เข้าใจ</w:t>
      </w:r>
    </w:p>
    <w:p w:rsidR="00C27D9F" w:rsidRPr="00C27D9F" w:rsidRDefault="00C27D9F" w:rsidP="00134BF7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ในสิ่งที่มันเป็นความหมายและสอบถามถึงความหมายของมัน</w:t>
      </w:r>
      <w:r w:rsidR="00134BF7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เขาให้คำตอบในหนึ่งประโยคและกล่าวว่า</w:t>
      </w:r>
      <w:r w:rsidRPr="00C27D9F">
        <w:rPr>
          <w:cs/>
        </w:rPr>
        <w:t>(</w:t>
      </w:r>
      <w:r w:rsidRPr="00C27D9F">
        <w:rPr>
          <w:rFonts w:hint="cs"/>
          <w:cs/>
        </w:rPr>
        <w:t>คำตอบซึ่งเป็นการเลือกเฟ้นมาจากโองการหนึ่งใน</w:t>
      </w:r>
      <w:r w:rsidR="00134BF7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Pr="00C27D9F">
        <w:rPr>
          <w:cs/>
        </w:rPr>
        <w:t xml:space="preserve"> </w:t>
      </w:r>
      <w:r w:rsidR="00134BF7">
        <w:rPr>
          <w:rFonts w:hint="cs"/>
          <w:cs/>
        </w:rPr>
        <w:t>อัซซาริยาต</w:t>
      </w:r>
      <w:r w:rsidR="00134BF7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Pr="00C27D9F">
        <w:rPr>
          <w:rFonts w:cs="Times New Roman"/>
          <w:lang w:bidi="ar-SA"/>
        </w:rPr>
        <w:t>20-21)</w:t>
      </w:r>
    </w:p>
    <w:p w:rsidR="00C27D9F" w:rsidRDefault="00C27D9F" w:rsidP="00134BF7">
      <w:pPr>
        <w:pStyle w:val="libNormal"/>
      </w:pP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และมีสัญญาณมากมายในหน้าแผ่นดินแก่ผู้ที่ศรัทธามั่นคงและในตัวของพวกเจ้าเองด้วยพวกเจ้าไม่พิจารณาดอกหรือ</w:t>
      </w:r>
      <w:r w:rsidR="00134BF7" w:rsidRPr="00C27D9F">
        <w:rPr>
          <w:rFonts w:cs="Times New Roman"/>
          <w:lang w:bidi="ar-SA"/>
        </w:rPr>
        <w:t>?</w:t>
      </w:r>
      <w:r w:rsidR="00134BF7" w:rsidRPr="00C27D9F">
        <w:rPr>
          <w:rFonts w:hint="cs"/>
          <w:cs/>
        </w:rPr>
        <w:t xml:space="preserve"> </w:t>
      </w:r>
      <w:r w:rsidR="00134BF7">
        <w:rPr>
          <w:rFonts w:hint="cs"/>
          <w:cs/>
        </w:rPr>
        <w:t xml:space="preserve"> </w:t>
      </w:r>
      <w:r w:rsidR="00134BF7" w:rsidRPr="00C27D9F">
        <w:rPr>
          <w:rFonts w:hint="cs"/>
          <w:cs/>
        </w:rPr>
        <w:t>ด้วยเหตุนี้</w:t>
      </w:r>
      <w:r w:rsidR="00134BF7">
        <w:rPr>
          <w:rFonts w:hint="cs"/>
          <w:cs/>
        </w:rPr>
        <w:t xml:space="preserve"> </w:t>
      </w:r>
      <w:r w:rsidR="00134BF7" w:rsidRPr="00C27D9F">
        <w:rPr>
          <w:rFonts w:hint="cs"/>
          <w:cs/>
        </w:rPr>
        <w:t>โลกภายนอกที่เปรียบเสมือนจิตใจเป็นที่ถูกดูหมิ่นในแนวทางของอิรฟานดังกล่า</w:t>
      </w:r>
      <w:r w:rsidR="00134BF7" w:rsidRPr="00C27D9F">
        <w:rPr>
          <w:cs/>
        </w:rPr>
        <w:t>ว</w:t>
      </w:r>
    </w:p>
    <w:p w:rsidR="00E8363A" w:rsidRPr="00C27D9F" w:rsidRDefault="00E8363A" w:rsidP="00134BF7">
      <w:pPr>
        <w:pStyle w:val="libNormal"/>
        <w:rPr>
          <w:rFonts w:cs="Times New Roman"/>
          <w:lang w:bidi="ar-SA"/>
        </w:rPr>
      </w:pPr>
    </w:p>
    <w:p w:rsidR="00134BF7" w:rsidRDefault="00C27D9F" w:rsidP="00134BF7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ในขณะที่คำพูดทั้งหลายที่เป็นการให้เหตุผลของอิมามอาลี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ได้แสดงให้เห็นว่าโลกนี้เป็นสิ่งที่ใหญ่โตและมนุษย์นั้นคือสิ่งเล็กๆสิ่งหนึ่ง</w:t>
      </w:r>
    </w:p>
    <w:p w:rsidR="00134BF7" w:rsidRDefault="00C27D9F" w:rsidP="00134BF7">
      <w:pPr>
        <w:pStyle w:val="libNormal"/>
        <w:ind w:firstLine="0"/>
      </w:pPr>
      <w:r w:rsidRPr="00C27D9F">
        <w:rPr>
          <w:rFonts w:hint="cs"/>
          <w:cs/>
        </w:rPr>
        <w:t>ถ้าเราเปรียบเทียบแนวคิดของพวกอารีฟ</w:t>
      </w:r>
      <w:r w:rsidRPr="00C27D9F">
        <w:rPr>
          <w:cs/>
        </w:rPr>
        <w:t>(</w:t>
      </w:r>
      <w:r w:rsidRPr="00C27D9F">
        <w:rPr>
          <w:rFonts w:hint="cs"/>
          <w:cs/>
        </w:rPr>
        <w:t>บางคน</w:t>
      </w:r>
      <w:r w:rsidRPr="00C27D9F">
        <w:rPr>
          <w:cs/>
        </w:rPr>
        <w:t>)</w:t>
      </w:r>
      <w:r w:rsidRPr="00C27D9F">
        <w:rPr>
          <w:rFonts w:hint="cs"/>
          <w:cs/>
        </w:rPr>
        <w:t>กับทัศนะของอัลกุรอาน</w:t>
      </w:r>
    </w:p>
    <w:p w:rsidR="00C27D9F" w:rsidRPr="00C27D9F" w:rsidRDefault="00C27D9F" w:rsidP="00134BF7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เราจะพบกับแง่มุมที่เป็นประโยชน์อยู่บ้างในนั้นพร้อมกันกับข้อบกพร่อง</w:t>
      </w:r>
    </w:p>
    <w:p w:rsidR="00134BF7" w:rsidRDefault="00C27D9F" w:rsidP="00134BF7">
      <w:pPr>
        <w:pStyle w:val="libNormal"/>
        <w:ind w:firstLine="0"/>
      </w:pPr>
      <w:r w:rsidRPr="00C27D9F">
        <w:rPr>
          <w:rFonts w:hint="cs"/>
          <w:cs/>
        </w:rPr>
        <w:t>มากมาย</w:t>
      </w:r>
    </w:p>
    <w:p w:rsidR="00134BF7" w:rsidRDefault="00134BF7" w:rsidP="00134BF7">
      <w:pPr>
        <w:pStyle w:val="libNormal"/>
        <w:ind w:firstLine="0"/>
      </w:pPr>
    </w:p>
    <w:p w:rsidR="00134BF7" w:rsidRDefault="00134BF7" w:rsidP="00134BF7">
      <w:pPr>
        <w:pStyle w:val="libNormal"/>
        <w:ind w:firstLine="0"/>
      </w:pPr>
    </w:p>
    <w:p w:rsidR="00134BF7" w:rsidRDefault="00134BF7" w:rsidP="00134BF7">
      <w:pPr>
        <w:pStyle w:val="libNormal"/>
        <w:ind w:firstLine="0"/>
        <w:rPr>
          <w:cs/>
        </w:rPr>
      </w:pPr>
    </w:p>
    <w:p w:rsidR="00134BF7" w:rsidRDefault="00134BF7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134BF7" w:rsidRDefault="00134BF7" w:rsidP="00134BF7">
      <w:pPr>
        <w:pStyle w:val="libNormal"/>
        <w:ind w:firstLine="0"/>
      </w:pPr>
    </w:p>
    <w:p w:rsidR="00134BF7" w:rsidRDefault="00C27D9F" w:rsidP="00134BF7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คัมภีร์อัลกุรอานมิได้ละเลยธรรมชาติและได้กล่าวไว้ใน</w:t>
      </w:r>
      <w:r w:rsidR="00134BF7">
        <w:rPr>
          <w:rFonts w:hint="cs"/>
          <w:cs/>
        </w:rPr>
        <w:t>ซู</w:t>
      </w:r>
      <w:r w:rsidRPr="00C27D9F">
        <w:rPr>
          <w:rFonts w:hint="cs"/>
          <w:cs/>
        </w:rPr>
        <w:t>เราะฮ์ฮามีม</w:t>
      </w:r>
    </w:p>
    <w:p w:rsidR="00134BF7" w:rsidRPr="00C27D9F" w:rsidRDefault="00134BF7" w:rsidP="00134BF7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>อายะฮ์ที</w:t>
      </w:r>
      <w:r w:rsidR="00C27D9F" w:rsidRPr="00C27D9F">
        <w:rPr>
          <w:rFonts w:cs="Times New Roman"/>
          <w:lang w:bidi="ar-SA"/>
        </w:rPr>
        <w:t>53</w:t>
      </w:r>
    </w:p>
    <w:p w:rsidR="00134BF7" w:rsidRDefault="00C27D9F" w:rsidP="00500001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“</w:t>
      </w:r>
      <w:r w:rsidR="00134BF7" w:rsidRPr="00C27D9F">
        <w:rPr>
          <w:rFonts w:hint="cs"/>
          <w:cs/>
        </w:rPr>
        <w:t>เราจะแสดงแ</w:t>
      </w:r>
      <w:r w:rsidR="00134BF7">
        <w:rPr>
          <w:rFonts w:hint="cs"/>
          <w:cs/>
        </w:rPr>
        <w:t>ก่</w:t>
      </w:r>
      <w:r w:rsidR="00134BF7" w:rsidRPr="00C27D9F">
        <w:rPr>
          <w:rFonts w:hint="cs"/>
          <w:cs/>
        </w:rPr>
        <w:t>เขาในเร็วๆนี้ซึ่งสัญญาณมากมายของเ</w:t>
      </w:r>
      <w:r w:rsidR="00134BF7">
        <w:rPr>
          <w:rFonts w:hint="cs"/>
          <w:cs/>
        </w:rPr>
        <w:t>ร</w:t>
      </w:r>
      <w:r w:rsidR="00134BF7" w:rsidRPr="00C27D9F">
        <w:rPr>
          <w:rFonts w:hint="cs"/>
          <w:cs/>
        </w:rPr>
        <w:t xml:space="preserve">าในท้องฟ้าอันไกลโพ้น </w:t>
      </w:r>
      <w:r w:rsidR="00134BF7" w:rsidRPr="00C27D9F">
        <w:rPr>
          <w:cs/>
        </w:rPr>
        <w:t>(</w:t>
      </w:r>
      <w:r w:rsidRPr="00C27D9F">
        <w:rPr>
          <w:rFonts w:hint="cs"/>
          <w:cs/>
        </w:rPr>
        <w:t>สากลจักรวาล</w:t>
      </w:r>
      <w:r w:rsidR="00134BF7" w:rsidRPr="00C27D9F">
        <w:rPr>
          <w:rFonts w:hint="cs"/>
          <w:cs/>
        </w:rPr>
        <w:t>) นี้และในตัวของพวกเขาเอง</w:t>
      </w:r>
      <w:r w:rsidR="00134BF7">
        <w:rPr>
          <w:rFonts w:hint="cs"/>
          <w:cs/>
        </w:rPr>
        <w:t xml:space="preserve"> </w:t>
      </w:r>
      <w:r w:rsidR="00134BF7" w:rsidRPr="00C27D9F">
        <w:rPr>
          <w:rFonts w:hint="cs"/>
          <w:cs/>
        </w:rPr>
        <w:t xml:space="preserve">จนกว่ามันจะกลายมาเป็นความชัดแจ้งแก่พวกเขาทั้งหลายว่ามัน </w:t>
      </w:r>
      <w:r w:rsidR="00134BF7" w:rsidRPr="00C27D9F">
        <w:rPr>
          <w:cs/>
        </w:rPr>
        <w:t>(</w:t>
      </w:r>
      <w:r w:rsidRPr="00C27D9F">
        <w:rPr>
          <w:rFonts w:hint="cs"/>
          <w:cs/>
        </w:rPr>
        <w:t>อัล</w:t>
      </w:r>
      <w:r w:rsidRPr="00C27D9F">
        <w:rPr>
          <w:cs/>
        </w:rPr>
        <w:t>-</w:t>
      </w:r>
      <w:r w:rsidRPr="00C27D9F">
        <w:rPr>
          <w:rFonts w:hint="cs"/>
          <w:cs/>
        </w:rPr>
        <w:t>กุรอาน</w:t>
      </w:r>
      <w:r w:rsidRPr="00C27D9F">
        <w:rPr>
          <w:cs/>
        </w:rPr>
        <w:t>)</w:t>
      </w:r>
      <w:r w:rsidR="00134BF7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134BF7">
        <w:rPr>
          <w:rFonts w:hint="cs"/>
          <w:cs/>
        </w:rPr>
        <w:t xml:space="preserve"> </w:t>
      </w:r>
      <w:r w:rsidRPr="00C27D9F">
        <w:rPr>
          <w:rFonts w:hint="cs"/>
          <w:cs/>
        </w:rPr>
        <w:t>สัจธรรม</w:t>
      </w:r>
      <w:r w:rsidR="00500001" w:rsidRPr="00500001">
        <w:rPr>
          <w:rFonts w:hint="cs"/>
          <w:cs/>
        </w:rPr>
        <w:t>”</w:t>
      </w:r>
    </w:p>
    <w:p w:rsidR="00134BF7" w:rsidRDefault="00C27D9F" w:rsidP="00134BF7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แน่นอนเรายอมรับว่าความสูงส่ง</w:t>
      </w:r>
      <w:r w:rsidR="00134BF7" w:rsidRPr="00C27D9F">
        <w:rPr>
          <w:rFonts w:cs="Times New Roman"/>
          <w:lang w:bidi="ar-SA"/>
        </w:rPr>
        <w:t>,</w:t>
      </w:r>
      <w:r w:rsidR="00134BF7" w:rsidRPr="00C27D9F">
        <w:rPr>
          <w:rFonts w:hint="cs"/>
          <w:cs/>
        </w:rPr>
        <w:t xml:space="preserve"> ความประเสริฐสุดและความรอบรู้สำหรับมนุษย์นั้นอยู่ภายในตัวของเขาเอง</w:t>
      </w:r>
      <w:r w:rsidR="00134BF7">
        <w:rPr>
          <w:rFonts w:hint="cs"/>
          <w:cs/>
        </w:rPr>
        <w:t xml:space="preserve"> </w:t>
      </w:r>
      <w:r w:rsidR="00134BF7" w:rsidRPr="00C27D9F">
        <w:rPr>
          <w:rFonts w:hint="cs"/>
          <w:cs/>
        </w:rPr>
        <w:t>แต่เราก็ไม่สามารถที่จะเพิกเฉยได้ต่อธรรมชาต</w:t>
      </w:r>
      <w:r w:rsidR="00134BF7" w:rsidRPr="00C27D9F">
        <w:rPr>
          <w:cs/>
        </w:rPr>
        <w:t>ิ</w:t>
      </w:r>
      <w:r w:rsidR="00134BF7">
        <w:rPr>
          <w:rFonts w:cs="Cordia New" w:hint="cs"/>
          <w:szCs w:val="40"/>
          <w:cs/>
        </w:rPr>
        <w:t xml:space="preserve"> </w:t>
      </w:r>
      <w:r w:rsidR="00134BF7">
        <w:rPr>
          <w:rFonts w:hint="cs"/>
          <w:cs/>
        </w:rPr>
        <w:t>เปรียบ</w:t>
      </w:r>
      <w:r w:rsidRPr="00C27D9F">
        <w:rPr>
          <w:rFonts w:hint="cs"/>
          <w:cs/>
        </w:rPr>
        <w:t>เสมือนหนึ่งการเปิดเผยความเกรียงไกรของพระองค์ได้</w:t>
      </w:r>
    </w:p>
    <w:p w:rsidR="00D9759D" w:rsidRDefault="00C27D9F" w:rsidP="00D9759D">
      <w:pPr>
        <w:pStyle w:val="libNormal"/>
        <w:ind w:firstLine="0"/>
      </w:pPr>
      <w:r w:rsidRPr="00C27D9F">
        <w:rPr>
          <w:rFonts w:hint="cs"/>
          <w:cs/>
        </w:rPr>
        <w:t>ในข้อนี้เป็นจุดสำคัญที่ดีเยี่ยมอย่างหนึ่งซึ่งความคิดของอารีฟได้มีอิทธิพลอย่างลึกล้ำในหมู่ประชาชนมากยิ่งกว่าบรรดาความคิดในทางปรัชญาเนื่องจากความละเอียดอ่อนความกระตือรือร้นและความไพเราะในทางกวีของพวกเขา</w:t>
      </w:r>
      <w:r w:rsidR="00D9759D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ดังเช่น</w:t>
      </w:r>
      <w:r w:rsidR="00D9759D">
        <w:rPr>
          <w:rFonts w:hint="cs"/>
          <w:cs/>
        </w:rPr>
        <w:t xml:space="preserve"> </w:t>
      </w:r>
      <w:r w:rsidRPr="00C27D9F">
        <w:rPr>
          <w:rFonts w:hint="cs"/>
          <w:cs/>
        </w:rPr>
        <w:t>อำนาจจูงใจของเมาลาวี</w:t>
      </w:r>
      <w:r w:rsidR="00D9759D">
        <w:rPr>
          <w:rFonts w:hint="cs"/>
          <w:cs/>
        </w:rPr>
        <w:t xml:space="preserve"> </w:t>
      </w:r>
      <w:r w:rsidRPr="00C27D9F">
        <w:rPr>
          <w:rFonts w:hint="cs"/>
          <w:cs/>
        </w:rPr>
        <w:t>ฮาฟิซ</w:t>
      </w:r>
      <w:r w:rsidR="00D9759D" w:rsidRPr="00C27D9F">
        <w:rPr>
          <w:rFonts w:cs="Times New Roman"/>
          <w:lang w:bidi="ar-SA"/>
        </w:rPr>
        <w:t>,</w:t>
      </w:r>
      <w:r w:rsidR="00D9759D" w:rsidRPr="00C27D9F">
        <w:rPr>
          <w:rFonts w:hint="cs"/>
          <w:cs/>
        </w:rPr>
        <w:t xml:space="preserve"> และซะอฺด</w:t>
      </w:r>
      <w:r w:rsidR="00D9759D" w:rsidRPr="00C27D9F">
        <w:rPr>
          <w:cs/>
        </w:rPr>
        <w:t>ี</w:t>
      </w:r>
      <w:r w:rsidR="00D9759D">
        <w:rPr>
          <w:rFonts w:hint="cs"/>
          <w:cs/>
        </w:rPr>
        <w:t xml:space="preserve"> </w:t>
      </w:r>
    </w:p>
    <w:p w:rsidR="00C27D9F" w:rsidRPr="00C27D9F" w:rsidRDefault="00C27D9F" w:rsidP="00D9759D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เราสามารถที่จะพบได้ในทุกๆหลังคาเรือน</w:t>
      </w:r>
      <w:r w:rsidR="00D9759D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นั่นคือเหตุผลที่ว่า</w:t>
      </w:r>
      <w:r w:rsidR="00D9759D">
        <w:rPr>
          <w:rFonts w:hint="cs"/>
          <w:cs/>
        </w:rPr>
        <w:t xml:space="preserve"> </w:t>
      </w:r>
      <w:r w:rsidRPr="00C27D9F">
        <w:rPr>
          <w:rFonts w:hint="cs"/>
          <w:cs/>
        </w:rPr>
        <w:t>ทำไมเราจึงต้องอุทิศเวลาเพื่อที่จะถกกันถึงปัญหานี้มากยิ่งกว่าเรื่องราวของทางสำนัก</w:t>
      </w:r>
    </w:p>
    <w:p w:rsidR="00D9759D" w:rsidRDefault="00C27D9F" w:rsidP="00D9759D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แห่งปรัชญา</w:t>
      </w:r>
      <w:r w:rsidR="00D9759D">
        <w:rPr>
          <w:rFonts w:hint="cs"/>
          <w:cs/>
        </w:rPr>
        <w:t xml:space="preserve"> </w:t>
      </w:r>
      <w:r w:rsidRPr="00C27D9F">
        <w:rPr>
          <w:rFonts w:hint="cs"/>
          <w:cs/>
        </w:rPr>
        <w:t>อะไรคือความสัมพันธ์ของมนุษย์กับธรรมชาติ</w:t>
      </w:r>
    </w:p>
    <w:p w:rsidR="00D9759D" w:rsidRDefault="00C27D9F" w:rsidP="00D9759D">
      <w:pPr>
        <w:pStyle w:val="libNormal"/>
        <w:ind w:firstLine="0"/>
      </w:pPr>
      <w:r w:rsidRPr="00C27D9F">
        <w:rPr>
          <w:rFonts w:hint="cs"/>
          <w:cs/>
        </w:rPr>
        <w:t>นี่คือปัญหาหนึ่งในตัวของมันเอง</w:t>
      </w:r>
      <w:r w:rsidR="00D9759D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หรือนี่คือความสัมพันธ์อย่างหนึ่งของคนแปล</w:t>
      </w:r>
      <w:r w:rsidR="00D9759D">
        <w:rPr>
          <w:rFonts w:hint="cs"/>
          <w:cs/>
        </w:rPr>
        <w:t>ก</w:t>
      </w:r>
      <w:r w:rsidRPr="00C27D9F">
        <w:rPr>
          <w:rFonts w:hint="cs"/>
          <w:cs/>
        </w:rPr>
        <w:t>หน้าสองคนกับผู้อื่นอีกหนึ่งคนหรือแม้แต่เป็นความสัมพันธ์ของนักโทษกับที่</w:t>
      </w:r>
      <w:r w:rsidR="00D9759D">
        <w:rPr>
          <w:rFonts w:hint="cs"/>
          <w:cs/>
        </w:rPr>
        <w:t>กุ</w:t>
      </w:r>
      <w:r w:rsidRPr="00C27D9F">
        <w:rPr>
          <w:rFonts w:hint="cs"/>
          <w:cs/>
        </w:rPr>
        <w:t>มขังนกกับกรงขังของมันและยูซุฟกับบ่อน้ำนั้น</w:t>
      </w:r>
    </w:p>
    <w:p w:rsidR="00D9759D" w:rsidRDefault="00C27D9F" w:rsidP="00D9759D">
      <w:pPr>
        <w:pStyle w:val="libNormal"/>
        <w:ind w:firstLine="0"/>
        <w:rPr>
          <w:rFonts w:cs="Cordia New"/>
          <w:szCs w:val="40"/>
        </w:rPr>
      </w:pPr>
      <w:r w:rsidRPr="00C27D9F">
        <w:rPr>
          <w:cs/>
        </w:rPr>
        <w:t>(</w:t>
      </w:r>
      <w:r w:rsidRPr="00C27D9F">
        <w:rPr>
          <w:rFonts w:hint="cs"/>
          <w:cs/>
        </w:rPr>
        <w:t>ในข้อนี้อยาตุลลอฮ</w:t>
      </w:r>
      <w:r w:rsidR="00D9759D">
        <w:rPr>
          <w:rFonts w:hint="cs"/>
          <w:cs/>
        </w:rPr>
        <w:t xml:space="preserve">์ </w:t>
      </w:r>
      <w:r w:rsidRPr="00C27D9F">
        <w:rPr>
          <w:rFonts w:hint="cs"/>
          <w:cs/>
        </w:rPr>
        <w:t>อัชชะฮีด</w:t>
      </w:r>
      <w:r w:rsidR="00D9759D">
        <w:rPr>
          <w:rFonts w:hint="cs"/>
          <w:cs/>
        </w:rPr>
        <w:t xml:space="preserve"> </w:t>
      </w:r>
      <w:r w:rsidRPr="00C27D9F">
        <w:rPr>
          <w:rFonts w:hint="cs"/>
          <w:cs/>
        </w:rPr>
        <w:t>มุเฏาะฮารี</w:t>
      </w:r>
      <w:r w:rsidR="00D9759D">
        <w:rPr>
          <w:rFonts w:hint="cs"/>
          <w:cs/>
        </w:rPr>
        <w:t xml:space="preserve"> </w:t>
      </w:r>
      <w:r w:rsidRPr="00C27D9F">
        <w:rPr>
          <w:rFonts w:hint="cs"/>
          <w:cs/>
        </w:rPr>
        <w:t>ได้กล่าวพาดพิงถึงการกระทำความผิดของบรรดาพี่น้องของท่านศาสดายูซุฟ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ที่มีต่อท่านซึ่งได้มีกล่าวไว้ใน</w:t>
      </w:r>
      <w:r w:rsidR="00D9759D">
        <w:rPr>
          <w:rFonts w:hint="cs"/>
          <w:cs/>
        </w:rPr>
        <w:t>ซู</w:t>
      </w:r>
      <w:r w:rsidRPr="00C27D9F">
        <w:rPr>
          <w:rFonts w:hint="cs"/>
          <w:cs/>
        </w:rPr>
        <w:t>เราะฮ์ยูซุฟ</w:t>
      </w:r>
      <w:r w:rsidR="00D9759D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Pr="00C27D9F">
        <w:rPr>
          <w:rFonts w:cs="Times New Roman"/>
          <w:lang w:bidi="ar-SA"/>
        </w:rPr>
        <w:t>10)</w:t>
      </w:r>
    </w:p>
    <w:p w:rsidR="00D9759D" w:rsidRDefault="00D9759D" w:rsidP="00D9759D">
      <w:pPr>
        <w:pStyle w:val="libNormal"/>
        <w:ind w:firstLine="0"/>
        <w:rPr>
          <w:rFonts w:cs="Cordia New"/>
          <w:szCs w:val="40"/>
        </w:rPr>
      </w:pPr>
    </w:p>
    <w:p w:rsidR="00D9759D" w:rsidRDefault="00D9759D" w:rsidP="00D9759D">
      <w:pPr>
        <w:pStyle w:val="libNormal"/>
        <w:ind w:firstLine="0"/>
        <w:rPr>
          <w:rFonts w:cs="Cordia New"/>
          <w:szCs w:val="40"/>
        </w:rPr>
      </w:pPr>
    </w:p>
    <w:p w:rsidR="00D9759D" w:rsidRPr="00D9759D" w:rsidRDefault="00D9759D" w:rsidP="00D9759D">
      <w:pPr>
        <w:pStyle w:val="libNormal"/>
        <w:ind w:firstLine="0"/>
        <w:rPr>
          <w:rFonts w:cs="Cordia New"/>
          <w:szCs w:val="40"/>
        </w:rPr>
      </w:pPr>
    </w:p>
    <w:p w:rsidR="00D9759D" w:rsidRDefault="00D9759D">
      <w:pPr>
        <w:rPr>
          <w:rFonts w:ascii="Angsana New" w:hAnsi="Angsana New"/>
          <w:sz w:val="32"/>
          <w:szCs w:val="32"/>
        </w:rPr>
      </w:pPr>
      <w:r>
        <w:br w:type="page"/>
      </w:r>
    </w:p>
    <w:p w:rsidR="00800C7E" w:rsidRDefault="00D9759D" w:rsidP="00D9759D">
      <w:pPr>
        <w:pStyle w:val="libNormal"/>
        <w:ind w:firstLine="0"/>
      </w:pPr>
      <w:r>
        <w:rPr>
          <w:rFonts w:cs="Cordia New" w:hint="cs"/>
          <w:szCs w:val="40"/>
          <w:cs/>
        </w:rPr>
        <w:lastRenderedPageBreak/>
        <w:t xml:space="preserve"> </w:t>
      </w:r>
      <w:r w:rsidRPr="00C27D9F">
        <w:rPr>
          <w:rFonts w:hint="cs"/>
          <w:cs/>
        </w:rPr>
        <w:t xml:space="preserve"> </w:t>
      </w:r>
    </w:p>
    <w:p w:rsidR="00D9759D" w:rsidRDefault="00C27D9F" w:rsidP="00D9759D">
      <w:pPr>
        <w:pStyle w:val="libNormal"/>
        <w:ind w:firstLine="0"/>
      </w:pPr>
      <w:r w:rsidRPr="00C27D9F">
        <w:rPr>
          <w:rFonts w:hint="cs"/>
          <w:cs/>
        </w:rPr>
        <w:t>บางคนอาจจะกล่าวว่า</w:t>
      </w:r>
      <w:r w:rsidR="00800C7E">
        <w:t xml:space="preserve"> </w:t>
      </w:r>
      <w:r w:rsidRPr="00C27D9F">
        <w:rPr>
          <w:rFonts w:hint="cs"/>
          <w:cs/>
        </w:rPr>
        <w:t>การที่เกิดมาบนโลกนี้</w:t>
      </w:r>
      <w:r w:rsidR="00800C7E">
        <w:t xml:space="preserve"> </w:t>
      </w:r>
      <w:r w:rsidRPr="00C27D9F">
        <w:rPr>
          <w:rFonts w:hint="cs"/>
          <w:cs/>
        </w:rPr>
        <w:t>คือ</w:t>
      </w:r>
      <w:r w:rsidR="00800C7E">
        <w:t xml:space="preserve"> </w:t>
      </w:r>
      <w:r w:rsidRPr="00C27D9F">
        <w:rPr>
          <w:rFonts w:hint="cs"/>
          <w:cs/>
        </w:rPr>
        <w:t>การถูกจับขังในคุกกรงนกหรือบ่อน้ำ</w:t>
      </w:r>
      <w:r w:rsidR="00D9759D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เป็นเช่นนั้นแล้วความสัมพันธ์อันนี้ก็คือหนึ่งในสองของความหมายตรงกันข้ามและความมานะบากบั่นของมนุษย์ก็ต้องเป็นเพียงการวางตัวของเขาเองให้เป็นอิสระจากคุกตะรางหรือ</w:t>
      </w:r>
      <w:r w:rsidR="00D9759D">
        <w:rPr>
          <w:rFonts w:hint="cs"/>
          <w:cs/>
        </w:rPr>
        <w:t>ก</w:t>
      </w:r>
      <w:r w:rsidRPr="00C27D9F">
        <w:rPr>
          <w:rFonts w:hint="cs"/>
          <w:cs/>
        </w:rPr>
        <w:t>รงขังนี้เท่านั้น</w:t>
      </w:r>
    </w:p>
    <w:p w:rsidR="00500001" w:rsidRDefault="00500001" w:rsidP="00D9759D">
      <w:pPr>
        <w:pStyle w:val="libNormal"/>
        <w:ind w:firstLine="0"/>
        <w:rPr>
          <w:rFonts w:cs="Cordia New"/>
          <w:szCs w:val="40"/>
        </w:rPr>
      </w:pPr>
    </w:p>
    <w:p w:rsidR="00C27D9F" w:rsidRPr="00800C7E" w:rsidRDefault="00C27D9F" w:rsidP="00800C7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แต่ในอิสลาม</w:t>
      </w:r>
      <w:r w:rsidR="00800C7E">
        <w:t xml:space="preserve"> </w:t>
      </w:r>
      <w:r w:rsidRPr="00C27D9F">
        <w:rPr>
          <w:rFonts w:hint="cs"/>
          <w:cs/>
        </w:rPr>
        <w:t>ความสัมพันธ์ของมนุษย์กับธรรมชาติคล้ายดังพ่อค้ากับตลาด</w:t>
      </w:r>
      <w:r w:rsidR="00E8363A" w:rsidRPr="00C27D9F">
        <w:rPr>
          <w:rFonts w:cs="Times New Roman"/>
          <w:lang w:bidi="ar-SA"/>
        </w:rPr>
        <w:t>,</w:t>
      </w:r>
      <w:r w:rsidR="00E8363A" w:rsidRPr="00C27D9F">
        <w:rPr>
          <w:rFonts w:hint="cs"/>
          <w:cs/>
        </w:rPr>
        <w:t xml:space="preserve"> ชาวไร่กับเรือกสวนไร่น</w:t>
      </w:r>
      <w:r w:rsidR="00E8363A" w:rsidRPr="00C27D9F">
        <w:rPr>
          <w:cs/>
        </w:rPr>
        <w:t>า</w:t>
      </w:r>
      <w:r w:rsidR="00800C7E">
        <w:t xml:space="preserve"> </w:t>
      </w:r>
      <w:r w:rsidRPr="00C27D9F">
        <w:rPr>
          <w:rFonts w:hint="cs"/>
          <w:cs/>
        </w:rPr>
        <w:t>ผู้เคารพภักดีกับมัสยิด</w:t>
      </w:r>
      <w:r w:rsidR="00800C7E">
        <w:t xml:space="preserve"> </w:t>
      </w:r>
      <w:r w:rsidRPr="00C27D9F">
        <w:rPr>
          <w:rFonts w:hint="cs"/>
          <w:cs/>
        </w:rPr>
        <w:t>สำหรับชาวไร่แผ่นดินมิได้เป็นจุดหมายของเขาแต่เป็นทรัพย์สินนิวาสถานของเขาอยู่ที่อื่นแต่ว่าเขาใช้แผ่นดินให้เป็นประโยชน์เพื่อที่จะเป็นหลักประกันอันมั่นคงในการทำมาหากินและเป็นวิธีการแห</w:t>
      </w:r>
      <w:r w:rsidR="00800C7E">
        <w:rPr>
          <w:rFonts w:hint="cs"/>
          <w:cs/>
        </w:rPr>
        <w:t>่</w:t>
      </w:r>
      <w:r w:rsidRPr="00C27D9F">
        <w:rPr>
          <w:rFonts w:hint="cs"/>
          <w:cs/>
        </w:rPr>
        <w:t>งความสุขสบาย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เขาดายหญ้าไถหว่านและเก็บเกี่ยวมันและอื่นๆ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ฯลฯ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โลกนี้คือ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ไร่นาของโลกหน้าและแผ่นดินนี้</w:t>
      </w:r>
    </w:p>
    <w:p w:rsidR="00800C7E" w:rsidRDefault="00C27D9F" w:rsidP="00800C7E">
      <w:pPr>
        <w:pStyle w:val="libNormal"/>
      </w:pPr>
      <w:r w:rsidRPr="00C27D9F">
        <w:rPr>
          <w:rFonts w:hint="cs"/>
          <w:cs/>
        </w:rPr>
        <w:t>ก็มิควรที่จะถูกยึดถือโดยชาวไร่เพื่อให้เป็นอันถาวรของเขาสำหรับพ่อค้าตลาดคือ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ที่ทำงานซึ่งในการที่เขาได้ใช้การลงทุนและความมุมานะทั้งหลายของเขา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เพื่อจะให้ได้มาซึ่งผลกำไร</w:t>
      </w:r>
      <w:r w:rsidR="00800C7E">
        <w:rPr>
          <w:rFonts w:hint="cs"/>
          <w:cs/>
        </w:rPr>
        <w:t xml:space="preserve"> </w:t>
      </w:r>
    </w:p>
    <w:p w:rsidR="00500001" w:rsidRDefault="00500001" w:rsidP="00800C7E">
      <w:pPr>
        <w:pStyle w:val="libNormal"/>
      </w:pPr>
    </w:p>
    <w:p w:rsidR="00C27D9F" w:rsidRPr="00C27D9F" w:rsidRDefault="00C27D9F" w:rsidP="00800C7E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เมื่อเป็นเช่นนี้</w:t>
      </w:r>
      <w:r w:rsidR="00800C7E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มนุษย์จึงควรจะมองโลกอย่างไร</w:t>
      </w:r>
      <w:r w:rsidR="00800C7E" w:rsidRPr="00C27D9F">
        <w:rPr>
          <w:rFonts w:cs="Times New Roman"/>
          <w:lang w:bidi="ar-SA"/>
        </w:rPr>
        <w:t>?</w:t>
      </w:r>
      <w:r w:rsidR="00800C7E">
        <w:rPr>
          <w:rFonts w:cs="Cordia New" w:hint="cs"/>
          <w:szCs w:val="40"/>
          <w:cs/>
        </w:rPr>
        <w:t xml:space="preserve"> </w:t>
      </w:r>
      <w:r w:rsidR="00800C7E" w:rsidRPr="00C27D9F">
        <w:rPr>
          <w:rFonts w:hint="cs"/>
          <w:cs/>
        </w:rPr>
        <w:t xml:space="preserve">ชายผู้หนึ่งมาหาอิมามอาลี </w:t>
      </w:r>
      <w:r w:rsidR="00800C7E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800C7E" w:rsidRPr="00C27D9F">
        <w:rPr>
          <w:rFonts w:hint="cs"/>
          <w:cs/>
        </w:rPr>
        <w:t>) และเริ่มตำหนิติเตียนโลก</w:t>
      </w:r>
      <w:r w:rsidR="00800C7E">
        <w:rPr>
          <w:rFonts w:hint="cs"/>
          <w:cs/>
        </w:rPr>
        <w:t xml:space="preserve"> </w:t>
      </w:r>
      <w:r w:rsidR="00800C7E" w:rsidRPr="00C27D9F">
        <w:rPr>
          <w:rFonts w:hint="cs"/>
          <w:cs/>
        </w:rPr>
        <w:t>ด้วยเหตุที</w:t>
      </w:r>
      <w:r w:rsidR="00800C7E" w:rsidRPr="00C27D9F">
        <w:rPr>
          <w:cs/>
        </w:rPr>
        <w:t>่</w:t>
      </w:r>
      <w:r w:rsidRPr="00C27D9F">
        <w:rPr>
          <w:rFonts w:hint="cs"/>
          <w:cs/>
        </w:rPr>
        <w:t>เขาเคยได้ยินมาว่าท่านอิมามอาลี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เคยปฏิบัติเช่นนั้นมาก่อน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เขาหาได้รู้ไม่ว่าอาลี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ตำหนิผู้ที่เคารพ</w:t>
      </w:r>
    </w:p>
    <w:p w:rsidR="00800C7E" w:rsidRDefault="00C27D9F" w:rsidP="00500001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hint="cs"/>
          <w:cs/>
        </w:rPr>
        <w:t>บูชาโลกซึ่งตรงกันข้ามกับการเคารพภักดีพระผู้เป็นเจ้าที่แท้จริงและหักล้างคุณค่าทั้งหลายของมนุษย์จนหมดสิ้น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มีความไม่พอใจต่อสิ่งนี้และได้กล่าวว่า</w:t>
      </w:r>
      <w:r w:rsidRPr="00C27D9F">
        <w:rPr>
          <w:cs/>
        </w:rPr>
        <w:t xml:space="preserve"> </w:t>
      </w:r>
      <w:r w:rsidR="00800C7E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โอ้ชายผู้ชอบตำหนิเอ๋ย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โอ้ชายผู้ซึ่งลวงโลก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โลกมิได้หลอกลวงท่านเลย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แต่ท่านต่างหากที่หลอกลวงตัวท่านเอง</w:t>
      </w:r>
    </w:p>
    <w:p w:rsidR="00800C7E" w:rsidRDefault="00800C7E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800C7E" w:rsidRDefault="00800C7E" w:rsidP="00800C7E">
      <w:pPr>
        <w:pStyle w:val="libNormal"/>
        <w:ind w:firstLine="0"/>
        <w:rPr>
          <w:rFonts w:cs="Cordia New"/>
          <w:szCs w:val="40"/>
        </w:rPr>
      </w:pPr>
    </w:p>
    <w:p w:rsidR="00800C7E" w:rsidRDefault="00C27D9F" w:rsidP="00800C7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ดังตัวอย่างหนึ่ง</w:t>
      </w:r>
      <w:r w:rsidR="00800C7E" w:rsidRPr="00C27D9F">
        <w:rPr>
          <w:rFonts w:cs="Times New Roman"/>
          <w:lang w:bidi="ar-SA"/>
        </w:rPr>
        <w:t>,</w:t>
      </w:r>
      <w:r w:rsidR="00800C7E" w:rsidRPr="00C27D9F">
        <w:rPr>
          <w:rFonts w:hint="cs"/>
          <w:cs/>
        </w:rPr>
        <w:t xml:space="preserve"> ข้าพเจ้าอาจจะพูดว่า</w:t>
      </w:r>
      <w:r w:rsidR="00800C7E">
        <w:rPr>
          <w:rFonts w:hint="cs"/>
          <w:cs/>
        </w:rPr>
        <w:t xml:space="preserve"> </w:t>
      </w:r>
      <w:r w:rsidR="00800C7E" w:rsidRPr="00C27D9F">
        <w:rPr>
          <w:rFonts w:hint="cs"/>
          <w:cs/>
        </w:rPr>
        <w:t>หญิงชราผู้หนึ่งหลอกลวงชายหนุ่มด้วยการแต่งกายของนางและด้วยผมกับฟั</w:t>
      </w:r>
      <w:r w:rsidR="00800C7E" w:rsidRPr="00C27D9F">
        <w:rPr>
          <w:cs/>
        </w:rPr>
        <w:t>น</w:t>
      </w:r>
      <w:r w:rsidRPr="00C27D9F">
        <w:rPr>
          <w:rFonts w:hint="cs"/>
          <w:cs/>
        </w:rPr>
        <w:t>ปลอมของนาง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ชายหนุ่มก็จะแน่ใจได้ทันทีว่า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ถูกหลอกลวงหรือบางที่หญิงชราได้แสดงตัวออกมาและสารภาพถึงข้อบกพร่องทั้งหลายของนางเสนอตัวเพื่อขอแต่งงานในกรณีเช่นนั้นนางมิได้หล</w:t>
      </w:r>
      <w:r w:rsidR="00800C7E">
        <w:rPr>
          <w:rFonts w:hint="cs"/>
          <w:cs/>
        </w:rPr>
        <w:t>อ</w:t>
      </w:r>
      <w:r w:rsidRPr="00C27D9F">
        <w:rPr>
          <w:rFonts w:hint="cs"/>
          <w:cs/>
        </w:rPr>
        <w:t>กลวงเขามากไปกว่าชายหนุ่มได้หลอกตัวของเขาเอง</w:t>
      </w:r>
      <w:r w:rsidR="00800C7E">
        <w:rPr>
          <w:rFonts w:cs="Cordia New" w:hint="cs"/>
          <w:szCs w:val="40"/>
          <w:cs/>
        </w:rPr>
        <w:t xml:space="preserve"> </w:t>
      </w:r>
    </w:p>
    <w:p w:rsidR="00500001" w:rsidRDefault="00500001" w:rsidP="00800C7E">
      <w:pPr>
        <w:pStyle w:val="libNormal"/>
        <w:ind w:firstLine="0"/>
        <w:rPr>
          <w:rFonts w:cs="Cordia New"/>
          <w:szCs w:val="40"/>
        </w:rPr>
      </w:pPr>
    </w:p>
    <w:p w:rsidR="005B6C6C" w:rsidRDefault="00C27D9F" w:rsidP="005B6C6C">
      <w:pPr>
        <w:pStyle w:val="libNormal"/>
        <w:ind w:firstLine="0"/>
      </w:pPr>
      <w:r w:rsidRPr="00C27D9F">
        <w:rPr>
          <w:rFonts w:hint="cs"/>
          <w:cs/>
        </w:rPr>
        <w:t>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โลกมิได้ซ่อนเร้นสิ่งหนึ่งสิ่งใดไปจากท่านเพื่อจะหลอกลวงท่าน</w:t>
      </w:r>
      <w:r w:rsidR="00800C7E">
        <w:rPr>
          <w:rFonts w:hint="cs"/>
          <w:cs/>
        </w:rPr>
        <w:t xml:space="preserve"> </w:t>
      </w:r>
      <w:r w:rsidR="00800C7E" w:rsidRPr="00C27D9F">
        <w:rPr>
          <w:rFonts w:hint="cs"/>
          <w:cs/>
        </w:rPr>
        <w:t>โลกได้หลอกลวงท่านในวันที่ท่านฝังศพบิดาของท่านหรือไม่</w:t>
      </w:r>
      <w:r w:rsidR="00800C7E" w:rsidRPr="00C27D9F">
        <w:rPr>
          <w:rFonts w:cs="Times New Roman"/>
          <w:lang w:bidi="ar-SA"/>
        </w:rPr>
        <w:t xml:space="preserve"> (</w:t>
      </w:r>
      <w:r w:rsidRPr="00C27D9F">
        <w:rPr>
          <w:rFonts w:hint="cs"/>
          <w:cs/>
        </w:rPr>
        <w:t>ตายไปแล้วกลับคืนมาอีกได้หรือ</w:t>
      </w:r>
      <w:r w:rsidRPr="00C27D9F">
        <w:rPr>
          <w:rFonts w:cs="Times New Roman"/>
          <w:lang w:bidi="ar-SA"/>
        </w:rPr>
        <w:t>?)</w:t>
      </w:r>
      <w:r w:rsidRPr="00C27D9F">
        <w:rPr>
          <w:rFonts w:hint="cs"/>
          <w:cs/>
        </w:rPr>
        <w:t>โลกกล่าวว่า</w:t>
      </w:r>
      <w:r w:rsidR="00800C7E">
        <w:rPr>
          <w:rFonts w:hint="cs"/>
          <w:cs/>
        </w:rPr>
        <w:t xml:space="preserve"> </w:t>
      </w:r>
      <w:r w:rsidRPr="00C27D9F">
        <w:rPr>
          <w:rFonts w:hint="cs"/>
          <w:cs/>
        </w:rPr>
        <w:t>ข้าคือสิ่งที่เจ้าเห็นและข้ามิได้มีเสถียรภาพที่มั่นคงอันใด</w:t>
      </w:r>
      <w:r w:rsidR="00800C7E" w:rsidRPr="00C27D9F">
        <w:rPr>
          <w:rFonts w:cs="Times New Roman"/>
          <w:lang w:bidi="ar-SA"/>
        </w:rPr>
        <w:t>,</w:t>
      </w:r>
      <w:r w:rsidR="00800C7E" w:rsidRPr="00C27D9F">
        <w:rPr>
          <w:rFonts w:hint="cs"/>
          <w:cs/>
        </w:rPr>
        <w:t xml:space="preserve"> จงมองข้าในวิถีทางที่ข้าเป็นอยู่</w:t>
      </w:r>
      <w:r w:rsidR="005B6C6C">
        <w:rPr>
          <w:rFonts w:hint="cs"/>
          <w:cs/>
        </w:rPr>
        <w:t xml:space="preserve"> </w:t>
      </w:r>
      <w:r w:rsidR="00800C7E" w:rsidRPr="00C27D9F">
        <w:rPr>
          <w:rFonts w:hint="cs"/>
          <w:cs/>
        </w:rPr>
        <w:t>ไฉนเจ้าจึงสมมุติให้ข้าเป็นในสิ่งที่พวกเจ้าต้องการและในสิ่งที</w:t>
      </w:r>
      <w:r w:rsidR="00800C7E" w:rsidRPr="00C27D9F">
        <w:rPr>
          <w:cs/>
        </w:rPr>
        <w:t>่</w:t>
      </w:r>
      <w:r w:rsidRPr="00C27D9F">
        <w:rPr>
          <w:rFonts w:hint="cs"/>
          <w:cs/>
        </w:rPr>
        <w:t>ข้ามิได้เป็นจริงตามนั้น</w:t>
      </w:r>
    </w:p>
    <w:p w:rsidR="005B6C6C" w:rsidRPr="00500001" w:rsidRDefault="00C27D9F" w:rsidP="005B6C6C">
      <w:pPr>
        <w:pStyle w:val="libNormal"/>
        <w:ind w:firstLine="0"/>
      </w:pPr>
      <w:r w:rsidRPr="00C27D9F">
        <w:rPr>
          <w:rFonts w:hint="cs"/>
          <w:cs/>
        </w:rPr>
        <w:t>ดังนั้นโลกจึงมิได้หลอกใครเลยสักคนเดียว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ให้เรามาดูกันซิว่าโลกได้ทรยศต่อท่านหรือว่าเป็นในทางกลับกัน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นั่นคือท่านต่างหากซึ่งที่ได้ปฏิบัติตามความต้องการของกิเลสตัณหาของท่าน</w:t>
      </w:r>
      <w:r w:rsidR="005B6C6C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จากนั้นอาลี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ได้พูดต่อไปอีกว่า</w:t>
      </w:r>
      <w:r w:rsidRPr="00C27D9F">
        <w:rPr>
          <w:cs/>
        </w:rPr>
        <w:t xml:space="preserve"> </w:t>
      </w:r>
      <w:r w:rsidR="005B6C6C" w:rsidRPr="00500001">
        <w:rPr>
          <w:rFonts w:hint="cs"/>
          <w:cs/>
        </w:rPr>
        <w:t>“</w:t>
      </w:r>
      <w:r w:rsidRPr="00C27D9F">
        <w:rPr>
          <w:rFonts w:hint="cs"/>
          <w:cs/>
        </w:rPr>
        <w:t>โลกนี้เป็นตลาดการค้าของนักบุญทั้งหลายและเป็นมัสญิดของบรรดามิตรสหายแห่งพระผู้เป็นเจ้า</w:t>
      </w:r>
      <w:r w:rsidR="005B6C6C" w:rsidRPr="00500001">
        <w:rPr>
          <w:rFonts w:hint="cs"/>
          <w:cs/>
        </w:rPr>
        <w:t>”</w:t>
      </w:r>
    </w:p>
    <w:p w:rsidR="00500001" w:rsidRDefault="00500001" w:rsidP="005B6C6C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5B6C6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วามคิดที่ว่าโลกนี้เป็นที่คุมขังหรือกรงขังนั้นตั้งอยู่บนแนวคิดในทางจิตวิทยาซึ่งได้เป็นที่แพร่หลายในอิน</w:t>
      </w:r>
      <w:r w:rsidR="005B6C6C">
        <w:rPr>
          <w:rFonts w:hint="cs"/>
          <w:cs/>
        </w:rPr>
        <w:t>เ</w:t>
      </w:r>
      <w:r w:rsidRPr="00C27D9F">
        <w:rPr>
          <w:rFonts w:hint="cs"/>
          <w:cs/>
        </w:rPr>
        <w:t>ดี</w:t>
      </w:r>
      <w:r w:rsidR="005B6C6C">
        <w:rPr>
          <w:rFonts w:hint="cs"/>
          <w:cs/>
        </w:rPr>
        <w:t>ย</w:t>
      </w:r>
      <w:r w:rsidRPr="00C27D9F">
        <w:rPr>
          <w:rFonts w:hint="cs"/>
          <w:cs/>
        </w:rPr>
        <w:t>และในประเทศกรีซยุคก่อนอิสลาม</w:t>
      </w:r>
    </w:p>
    <w:p w:rsidR="005B6C6C" w:rsidRDefault="00C27D9F" w:rsidP="005B6C6C">
      <w:pPr>
        <w:pStyle w:val="libNormal"/>
      </w:pPr>
      <w:r w:rsidRPr="00C27D9F">
        <w:rPr>
          <w:rFonts w:hint="cs"/>
          <w:cs/>
        </w:rPr>
        <w:t>แต่ว่ามิได้ถูกยอมรับในอิสลามกล่าวกันว่าวิญญาณของมนุษย์ได้ถูกสร้างในรูปแบบที่สมบูรณ์ในโลกอื่นและนำมาไว้ในกรงขังยังโลกนี้ซึ่งในเมื่อเขาไม่มีทางเลือกก็ต้องแห</w:t>
      </w:r>
      <w:r w:rsidR="005B6C6C">
        <w:rPr>
          <w:rFonts w:hint="cs"/>
          <w:cs/>
        </w:rPr>
        <w:t>ก</w:t>
      </w:r>
      <w:r w:rsidRPr="00C27D9F">
        <w:rPr>
          <w:rFonts w:hint="cs"/>
          <w:cs/>
        </w:rPr>
        <w:t>กรงขัง</w:t>
      </w:r>
    </w:p>
    <w:p w:rsidR="005B6C6C" w:rsidRDefault="005B6C6C" w:rsidP="005B6C6C">
      <w:pPr>
        <w:pStyle w:val="libNormal"/>
        <w:rPr>
          <w:cs/>
        </w:rPr>
      </w:pPr>
    </w:p>
    <w:p w:rsidR="005B6C6C" w:rsidRDefault="005B6C6C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B6C6C" w:rsidRDefault="005B6C6C" w:rsidP="005B6C6C">
      <w:pPr>
        <w:pStyle w:val="libNormal"/>
        <w:rPr>
          <w:rFonts w:cs="Cordia New"/>
          <w:szCs w:val="40"/>
        </w:rPr>
      </w:pPr>
    </w:p>
    <w:p w:rsidR="00C27D9F" w:rsidRPr="00500001" w:rsidRDefault="00C27D9F" w:rsidP="00500001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แต่คัมภีร์อัลกุร</w:t>
      </w:r>
      <w:r w:rsidR="000F58FA" w:rsidRPr="00C27D9F">
        <w:rPr>
          <w:rFonts w:hint="cs"/>
          <w:cs/>
        </w:rPr>
        <w:t>อ</w:t>
      </w:r>
      <w:r w:rsidRPr="00C27D9F">
        <w:rPr>
          <w:rFonts w:hint="cs"/>
          <w:cs/>
        </w:rPr>
        <w:t>า</w:t>
      </w:r>
      <w:r w:rsidR="000F58FA" w:rsidRPr="00C27D9F">
        <w:rPr>
          <w:rFonts w:hint="cs"/>
          <w:cs/>
        </w:rPr>
        <w:t>น</w:t>
      </w:r>
      <w:r w:rsidRPr="00C27D9F">
        <w:rPr>
          <w:rFonts w:hint="cs"/>
          <w:cs/>
        </w:rPr>
        <w:t>ก</w:t>
      </w:r>
      <w:r w:rsidR="000F58FA" w:rsidRPr="00C27D9F">
        <w:rPr>
          <w:rFonts w:hint="cs"/>
          <w:cs/>
        </w:rPr>
        <w:t>ล่า</w:t>
      </w:r>
      <w:r w:rsidRPr="00C27D9F">
        <w:rPr>
          <w:rFonts w:hint="cs"/>
          <w:cs/>
        </w:rPr>
        <w:t>ว</w:t>
      </w:r>
      <w:r w:rsidR="000F58FA" w:rsidRPr="00C27D9F">
        <w:rPr>
          <w:rFonts w:hint="cs"/>
          <w:cs/>
        </w:rPr>
        <w:t>ไว้ใ</w:t>
      </w:r>
      <w:r w:rsidRPr="00C27D9F">
        <w:rPr>
          <w:rFonts w:hint="cs"/>
          <w:cs/>
        </w:rPr>
        <w:t>น</w:t>
      </w:r>
      <w:r w:rsidR="005B6C6C">
        <w:rPr>
          <w:rFonts w:hint="cs"/>
          <w:cs/>
        </w:rPr>
        <w:t>ซู</w:t>
      </w:r>
      <w:r w:rsidR="000F58FA" w:rsidRPr="00C27D9F">
        <w:rPr>
          <w:rFonts w:hint="cs"/>
          <w:cs/>
        </w:rPr>
        <w:t>เ</w:t>
      </w:r>
      <w:r w:rsidRPr="00C27D9F">
        <w:rPr>
          <w:rFonts w:hint="cs"/>
          <w:cs/>
        </w:rPr>
        <w:t>ร</w:t>
      </w:r>
      <w:r w:rsidR="000F58FA" w:rsidRPr="00C27D9F">
        <w:rPr>
          <w:rFonts w:hint="cs"/>
          <w:cs/>
        </w:rPr>
        <w:t>า</w:t>
      </w:r>
      <w:r w:rsidRPr="00C27D9F">
        <w:rPr>
          <w:rFonts w:hint="cs"/>
          <w:cs/>
        </w:rPr>
        <w:t>ะ</w:t>
      </w:r>
      <w:r w:rsidR="000F58FA" w:rsidRPr="00C27D9F">
        <w:rPr>
          <w:rFonts w:hint="cs"/>
          <w:cs/>
        </w:rPr>
        <w:t>ฮ์</w:t>
      </w:r>
      <w:r w:rsidR="005B6C6C">
        <w:rPr>
          <w:rFonts w:hint="cs"/>
          <w:cs/>
        </w:rPr>
        <w:t>อัล</w:t>
      </w:r>
      <w:r w:rsidRPr="00C27D9F">
        <w:rPr>
          <w:rFonts w:hint="cs"/>
          <w:cs/>
        </w:rPr>
        <w:t>มุ</w:t>
      </w:r>
      <w:r w:rsidR="000F58FA" w:rsidRPr="00C27D9F">
        <w:rPr>
          <w:rFonts w:hint="cs"/>
          <w:cs/>
        </w:rPr>
        <w:t>มิ</w:t>
      </w:r>
      <w:r w:rsidRPr="00C27D9F">
        <w:rPr>
          <w:rFonts w:hint="cs"/>
          <w:cs/>
        </w:rPr>
        <w:t>นู</w:t>
      </w:r>
      <w:r w:rsidR="000F58FA" w:rsidRPr="00C27D9F">
        <w:rPr>
          <w:rFonts w:hint="cs"/>
          <w:cs/>
        </w:rPr>
        <w:t>น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อ</w:t>
      </w:r>
      <w:r w:rsidR="000F58FA" w:rsidRPr="00C27D9F">
        <w:rPr>
          <w:rFonts w:hint="cs"/>
          <w:cs/>
        </w:rPr>
        <w:t>า</w:t>
      </w:r>
      <w:r w:rsidRPr="00C27D9F">
        <w:rPr>
          <w:rFonts w:hint="cs"/>
          <w:cs/>
        </w:rPr>
        <w:t>ย</w:t>
      </w:r>
      <w:r w:rsidR="000F58FA" w:rsidRPr="00C27D9F">
        <w:rPr>
          <w:rFonts w:hint="cs"/>
          <w:cs/>
        </w:rPr>
        <w:t>ะฮ์</w:t>
      </w:r>
      <w:r w:rsidRPr="00C27D9F">
        <w:rPr>
          <w:rFonts w:hint="cs"/>
          <w:cs/>
        </w:rPr>
        <w:t>ที่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12-</w:t>
      </w:r>
      <w:r w:rsidR="005B6C6C" w:rsidRPr="00C27D9F">
        <w:rPr>
          <w:rFonts w:cs="Times New Roman"/>
          <w:lang w:bidi="ar-SA"/>
        </w:rPr>
        <w:t>14</w:t>
      </w:r>
    </w:p>
    <w:p w:rsidR="00C27D9F" w:rsidRPr="00C27D9F" w:rsidRDefault="00500001" w:rsidP="005B6C6C">
      <w:pPr>
        <w:pStyle w:val="libNormal"/>
        <w:rPr>
          <w:rFonts w:cs="Times New Roman"/>
          <w:lang w:bidi="ar-SA"/>
        </w:rPr>
      </w:pPr>
      <w:r w:rsidRPr="00500001">
        <w:rPr>
          <w:rFonts w:hint="cs"/>
          <w:cs/>
        </w:rPr>
        <w:t>“</w:t>
      </w:r>
      <w:r w:rsidR="00C27D9F" w:rsidRPr="00C27D9F">
        <w:rPr>
          <w:rFonts w:hint="cs"/>
          <w:cs/>
        </w:rPr>
        <w:t>และแน่นอนเราได้สร้างมนุษ</w:t>
      </w:r>
      <w:r w:rsidR="005B6C6C">
        <w:rPr>
          <w:rFonts w:hint="cs"/>
          <w:cs/>
        </w:rPr>
        <w:t>ย์จากเนื้อแท้ของดินเหนียวแล้วเรา</w:t>
      </w:r>
      <w:r w:rsidR="00C27D9F" w:rsidRPr="00C27D9F">
        <w:rPr>
          <w:rFonts w:hint="cs"/>
          <w:cs/>
        </w:rPr>
        <w:t>ทำให้เขาเป็นเชื้อ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น้อยๆที่มีชีวิต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ในสถานที่พักซึ่งมั่นคงแล้ว</w:t>
      </w:r>
      <w:r w:rsidR="005B6C6C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ราได้ทำให้เชื้อที่มีชีวิตนั้นเป็นก้อนเลือดแล้วเราก็ทำก้อนเลือดให้เป็นก้อนเนื้อแล้วเราได้ทำให้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ใน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ก้อนเนื้อมีกระดูกแล้วเราได้ห่อหุ้มกระดูกด้วยก้อนเนื้อ</w:t>
      </w:r>
      <w:r w:rsidR="005B6C6C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ครั้นแล้วเราได้</w:t>
      </w:r>
    </w:p>
    <w:p w:rsidR="00500001" w:rsidRDefault="00C27D9F" w:rsidP="00500001">
      <w:pPr>
        <w:pStyle w:val="libNormal"/>
        <w:ind w:firstLine="0"/>
      </w:pPr>
      <w:r w:rsidRPr="00C27D9F">
        <w:rPr>
          <w:rFonts w:hint="cs"/>
          <w:cs/>
        </w:rPr>
        <w:t>ทำให้เขาเกิดมาเพื่อเข้าไปสู่อีกการสร้างสรรค์หนึ่ง</w:t>
      </w:r>
      <w:r w:rsidR="005B6C6C" w:rsidRPr="00500001">
        <w:rPr>
          <w:rFonts w:hint="cs"/>
          <w:cs/>
        </w:rPr>
        <w:t>”</w:t>
      </w:r>
    </w:p>
    <w:p w:rsidR="00500001" w:rsidRPr="00500001" w:rsidRDefault="00500001" w:rsidP="00500001">
      <w:pPr>
        <w:pStyle w:val="libNormal"/>
        <w:ind w:firstLine="0"/>
      </w:pPr>
    </w:p>
    <w:p w:rsidR="00C27D9F" w:rsidRPr="00C27D9F" w:rsidRDefault="00C27D9F" w:rsidP="005B6C6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ประโยคสุดท้ายแสดงให้เห็นว่า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ได้ถูกเปลี่ยนแปลงเข้าไปในสิ่งอื่นๆบางอย่างซึ่งก็คือวิญญาณนี้เป็นผลิตผลมาจากสิ่งที่เป็นวัตถุ</w:t>
      </w:r>
    </w:p>
    <w:p w:rsidR="005B6C6C" w:rsidRDefault="00C27D9F" w:rsidP="00500001">
      <w:pPr>
        <w:pStyle w:val="libNormal"/>
        <w:ind w:firstLine="0"/>
      </w:pPr>
      <w:r w:rsidRPr="00C27D9F">
        <w:rPr>
          <w:rFonts w:hint="cs"/>
          <w:cs/>
        </w:rPr>
        <w:t>เพราะฉะนั้น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มันจึงมิได้เป็นความสมบูรณ์มาจากในที่อื่นๆเพื่อที่จะใส่ไว้ในกรงขังที่นี่</w:t>
      </w:r>
      <w:r w:rsidR="005B6C6C" w:rsidRPr="00C27D9F">
        <w:rPr>
          <w:rFonts w:cs="Times New Roman"/>
          <w:lang w:bidi="ar-SA"/>
        </w:rPr>
        <w:t>,</w:t>
      </w:r>
      <w:r w:rsidR="005B6C6C" w:rsidRPr="00C27D9F">
        <w:rPr>
          <w:rFonts w:hint="cs"/>
          <w:cs/>
        </w:rPr>
        <w:t xml:space="preserve"> ชีวิตทั้งหลายของมนุษย์ในธรรมชาติซึ่งสำหรับเขาเปรียบเสมือนตักของมารดาและในข้อนี้มันเป็นเพราะว่าเข</w:t>
      </w:r>
      <w:r w:rsidR="005B6C6C" w:rsidRPr="00C27D9F">
        <w:rPr>
          <w:cs/>
        </w:rPr>
        <w:t>า</w:t>
      </w:r>
      <w:r w:rsidRPr="00C27D9F">
        <w:rPr>
          <w:rFonts w:hint="cs"/>
          <w:cs/>
        </w:rPr>
        <w:t>ผ่านการวิวัฒนาการและความสมบูรณ์อิสลามกล่าวไว้ว่า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มาตรว่าท่านมิได้ก้าวขึ้นสู่ความสูงส่งจากสภาพเดิมของธรรมชาติเช่นนี้แล้วไซร้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ท่านก็จะคงอยู่ในสภาพต่ำสุดแห่งความต่ำต้อยและในนรกอ</w:t>
      </w:r>
      <w:r w:rsidR="000F58FA" w:rsidRPr="00C27D9F">
        <w:rPr>
          <w:rFonts w:hint="cs"/>
          <w:cs/>
        </w:rPr>
        <w:t>เ</w:t>
      </w:r>
      <w:r w:rsidRPr="00C27D9F">
        <w:rPr>
          <w:rFonts w:hint="cs"/>
          <w:cs/>
        </w:rPr>
        <w:t>วจีข</w:t>
      </w:r>
      <w:r w:rsidR="000F58FA" w:rsidRPr="00C27D9F">
        <w:rPr>
          <w:rFonts w:hint="cs"/>
          <w:cs/>
        </w:rPr>
        <w:t>อ</w:t>
      </w:r>
      <w:r w:rsidRPr="00C27D9F">
        <w:rPr>
          <w:rFonts w:hint="cs"/>
          <w:cs/>
        </w:rPr>
        <w:t>ง</w:t>
      </w:r>
      <w:r w:rsidR="000F58FA" w:rsidRPr="00C27D9F">
        <w:rPr>
          <w:rFonts w:hint="cs"/>
          <w:cs/>
        </w:rPr>
        <w:t>โ</w:t>
      </w:r>
      <w:r w:rsidRPr="00C27D9F">
        <w:rPr>
          <w:rFonts w:hint="cs"/>
          <w:cs/>
        </w:rPr>
        <w:t>ล</w:t>
      </w:r>
      <w:r w:rsidR="000F58FA" w:rsidRPr="00C27D9F">
        <w:rPr>
          <w:rFonts w:hint="cs"/>
          <w:cs/>
        </w:rPr>
        <w:t>ก</w:t>
      </w:r>
      <w:r w:rsidRPr="00C27D9F">
        <w:rPr>
          <w:rFonts w:hint="cs"/>
          <w:cs/>
        </w:rPr>
        <w:t>นี้</w:t>
      </w:r>
    </w:p>
    <w:p w:rsidR="00500001" w:rsidRDefault="00500001" w:rsidP="00500001">
      <w:pPr>
        <w:pStyle w:val="libNormal"/>
        <w:ind w:firstLine="0"/>
      </w:pPr>
    </w:p>
    <w:p w:rsidR="005B6C6C" w:rsidRDefault="00C27D9F" w:rsidP="005B6C6C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คัมภีร์อัลกุร</w:t>
      </w:r>
      <w:r w:rsidR="000F58FA" w:rsidRPr="00C27D9F">
        <w:rPr>
          <w:rFonts w:hint="cs"/>
          <w:cs/>
        </w:rPr>
        <w:t>อ</w:t>
      </w:r>
      <w:r w:rsidRPr="00C27D9F">
        <w:rPr>
          <w:rFonts w:hint="cs"/>
          <w:cs/>
        </w:rPr>
        <w:t>า</w:t>
      </w:r>
      <w:r w:rsidR="000F58FA" w:rsidRPr="00C27D9F">
        <w:rPr>
          <w:rFonts w:hint="cs"/>
          <w:cs/>
        </w:rPr>
        <w:t>น</w:t>
      </w:r>
      <w:r w:rsidRPr="00C27D9F">
        <w:rPr>
          <w:rFonts w:hint="cs"/>
          <w:cs/>
        </w:rPr>
        <w:t>ใ</w:t>
      </w:r>
      <w:r w:rsidR="000F58FA" w:rsidRPr="00C27D9F">
        <w:rPr>
          <w:rFonts w:hint="cs"/>
          <w:cs/>
        </w:rPr>
        <w:t>น</w:t>
      </w:r>
      <w:r w:rsidR="005B6C6C">
        <w:rPr>
          <w:rFonts w:hint="cs"/>
          <w:cs/>
        </w:rPr>
        <w:t>ซู</w:t>
      </w:r>
      <w:r w:rsidRPr="00C27D9F">
        <w:rPr>
          <w:rFonts w:hint="cs"/>
          <w:cs/>
        </w:rPr>
        <w:t>เ</w:t>
      </w:r>
      <w:r w:rsidR="000F58FA" w:rsidRPr="00C27D9F">
        <w:rPr>
          <w:rFonts w:hint="cs"/>
          <w:cs/>
        </w:rPr>
        <w:t>ร</w:t>
      </w:r>
      <w:r w:rsidRPr="00C27D9F">
        <w:rPr>
          <w:rFonts w:hint="cs"/>
          <w:cs/>
        </w:rPr>
        <w:t>า</w:t>
      </w:r>
      <w:r w:rsidR="000F58FA" w:rsidRPr="00C27D9F">
        <w:rPr>
          <w:rFonts w:hint="cs"/>
          <w:cs/>
        </w:rPr>
        <w:t>ะฮ์</w:t>
      </w:r>
      <w:r w:rsidRPr="00C27D9F">
        <w:rPr>
          <w:rFonts w:hint="cs"/>
          <w:cs/>
        </w:rPr>
        <w:t>อัล</w:t>
      </w:r>
      <w:r w:rsidR="000F58FA" w:rsidRPr="00C27D9F">
        <w:rPr>
          <w:rFonts w:hint="cs"/>
          <w:cs/>
        </w:rPr>
        <w:t>ก</w:t>
      </w:r>
      <w:r w:rsidRPr="00C27D9F">
        <w:rPr>
          <w:rFonts w:hint="cs"/>
          <w:cs/>
        </w:rPr>
        <w:t>อริอ</w:t>
      </w:r>
      <w:r w:rsidR="000F58FA" w:rsidRPr="00C27D9F">
        <w:rPr>
          <w:rFonts w:hint="cs"/>
          <w:cs/>
        </w:rPr>
        <w:t>ะ</w:t>
      </w:r>
      <w:r w:rsidRPr="00C27D9F">
        <w:rPr>
          <w:rFonts w:hint="cs"/>
          <w:cs/>
        </w:rPr>
        <w:t>ฮ์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อ</w:t>
      </w:r>
      <w:r w:rsidR="000F58FA" w:rsidRPr="00C27D9F">
        <w:rPr>
          <w:rFonts w:hint="cs"/>
          <w:cs/>
        </w:rPr>
        <w:t>า</w:t>
      </w:r>
      <w:r w:rsidRPr="00C27D9F">
        <w:rPr>
          <w:rFonts w:hint="cs"/>
          <w:cs/>
        </w:rPr>
        <w:t>ย</w:t>
      </w:r>
      <w:r w:rsidR="000F58FA" w:rsidRPr="00C27D9F">
        <w:rPr>
          <w:rFonts w:hint="cs"/>
          <w:cs/>
        </w:rPr>
        <w:t>ะ</w:t>
      </w:r>
      <w:r w:rsidRPr="00C27D9F">
        <w:rPr>
          <w:rFonts w:hint="cs"/>
          <w:cs/>
        </w:rPr>
        <w:t>ฮ์ที่</w:t>
      </w:r>
      <w:r w:rsidRPr="00C27D9F">
        <w:rPr>
          <w:rFonts w:cs="Times New Roman"/>
          <w:lang w:bidi="ar-SA"/>
        </w:rPr>
        <w:t>1-11</w:t>
      </w:r>
    </w:p>
    <w:p w:rsidR="005B6C6C" w:rsidRPr="00C27D9F" w:rsidRDefault="000F58FA" w:rsidP="005B6C6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</w:t>
      </w:r>
      <w:r w:rsidR="00C27D9F" w:rsidRPr="00C27D9F">
        <w:rPr>
          <w:rFonts w:hint="cs"/>
          <w:cs/>
        </w:rPr>
        <w:t>ล่าวว่า</w:t>
      </w:r>
    </w:p>
    <w:p w:rsidR="00500001" w:rsidRDefault="00C27D9F" w:rsidP="005B6C6C">
      <w:pPr>
        <w:pStyle w:val="libNormal"/>
        <w:rPr>
          <w:cs/>
        </w:rPr>
      </w:pP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มหันตภัยนั้น</w:t>
      </w:r>
      <w:r w:rsidR="00920A50">
        <w:t xml:space="preserve"> </w:t>
      </w:r>
      <w:r w:rsidRPr="00C27D9F">
        <w:rPr>
          <w:rFonts w:hint="cs"/>
          <w:cs/>
        </w:rPr>
        <w:t>คืออะไร</w:t>
      </w:r>
      <w:r w:rsidR="005B6C6C" w:rsidRPr="00C27D9F">
        <w:rPr>
          <w:rFonts w:cs="Times New Roman"/>
          <w:lang w:bidi="ar-SA"/>
        </w:rPr>
        <w:t>?</w:t>
      </w:r>
      <w:r w:rsidR="005B6C6C" w:rsidRPr="00C27D9F">
        <w:rPr>
          <w:rFonts w:hint="cs"/>
          <w:cs/>
        </w:rPr>
        <w:t xml:space="preserve"> และสิ่งใดที่จะทำให</w:t>
      </w:r>
      <w:r w:rsidR="005B6C6C" w:rsidRPr="00C27D9F">
        <w:rPr>
          <w:cs/>
        </w:rPr>
        <w:t>้</w:t>
      </w:r>
      <w:r w:rsidRPr="00C27D9F">
        <w:rPr>
          <w:rFonts w:hint="cs"/>
          <w:cs/>
        </w:rPr>
        <w:t>เจ้าเข้าใจได้ว่ามหันตภัยนั้นคืออะไร</w:t>
      </w:r>
      <w:r w:rsidRPr="00C27D9F">
        <w:rPr>
          <w:rFonts w:cs="Times New Roman"/>
          <w:lang w:bidi="ar-SA"/>
        </w:rPr>
        <w:t>?</w:t>
      </w:r>
      <w:r w:rsidRPr="00C27D9F">
        <w:rPr>
          <w:rFonts w:hint="cs"/>
          <w:cs/>
        </w:rPr>
        <w:t>วันซึ่งมนุษย์จะเป็นประหนึ่งแมลงเม่าที่กระจัดกระจายและภูเขาจะเป็นเช่นเศษเกลื่อนกรา</w:t>
      </w:r>
      <w:r w:rsidR="005B6C6C">
        <w:rPr>
          <w:rFonts w:hint="cs"/>
          <w:cs/>
        </w:rPr>
        <w:t>น</w:t>
      </w:r>
      <w:r w:rsidRPr="00C27D9F">
        <w:rPr>
          <w:rFonts w:hint="cs"/>
          <w:cs/>
        </w:rPr>
        <w:t>ดุจขนสัตว์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ดังนั้นสำหรับเขาผู้ซึ่งมาตรการแห่งความดีมีน้ำหนัก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เขาก็มีชีวิตอยู่อย่างรื่นรมย์และสำหรับเขาผู้ซึ่งมาตรการแห่งการกระทำดีเบาบาง</w:t>
      </w:r>
      <w:r w:rsidR="005B6C6C">
        <w:rPr>
          <w:rFonts w:hint="cs"/>
          <w:cs/>
        </w:rPr>
        <w:t xml:space="preserve"> </w:t>
      </w:r>
      <w:r w:rsidRPr="00C27D9F">
        <w:rPr>
          <w:rFonts w:hint="cs"/>
          <w:cs/>
        </w:rPr>
        <w:t>ที่พำนักของเขาก็จะเป็นอเวจีที่สุดลึกและสิ่งใดจะทำให้เจ้ารู้ว่าสิ่งนั้นคืออะไรไฟที่ร้อนแรงลุกโซน</w:t>
      </w:r>
      <w:r w:rsidR="005B6C6C" w:rsidRPr="00500001">
        <w:rPr>
          <w:rFonts w:hint="cs"/>
          <w:cs/>
        </w:rPr>
        <w:t>”</w:t>
      </w:r>
    </w:p>
    <w:p w:rsidR="005B6C6C" w:rsidRPr="00500001" w:rsidRDefault="00500001" w:rsidP="00500001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  <w:r>
        <w:rPr>
          <w:rFonts w:cs="Cordia New" w:hint="cs"/>
          <w:szCs w:val="30"/>
          <w:cs/>
          <w:lang w:bidi="th-TH"/>
        </w:rPr>
        <w:lastRenderedPageBreak/>
        <w:t xml:space="preserve"> </w:t>
      </w:r>
    </w:p>
    <w:p w:rsidR="00074611" w:rsidRDefault="00C27D9F" w:rsidP="00500001">
      <w:pPr>
        <w:pStyle w:val="libNormal"/>
        <w:rPr>
          <w:rFonts w:cstheme="minorBidi"/>
          <w:rtl/>
          <w:lang w:bidi="fa-IR"/>
        </w:rPr>
      </w:pPr>
      <w:r w:rsidRPr="00C27D9F">
        <w:rPr>
          <w:rFonts w:hint="cs"/>
          <w:cs/>
        </w:rPr>
        <w:t>ด้วยเหตุ</w:t>
      </w:r>
      <w:r w:rsidR="00500001">
        <w:rPr>
          <w:rFonts w:hint="cs"/>
          <w:cs/>
        </w:rPr>
        <w:t>นี้</w:t>
      </w:r>
      <w:r w:rsidR="00BE1590">
        <w:rPr>
          <w:cs/>
        </w:rPr>
        <w:t xml:space="preserve">. </w:t>
      </w:r>
      <w:r w:rsidRPr="00C27D9F">
        <w:rPr>
          <w:rFonts w:hint="cs"/>
          <w:cs/>
        </w:rPr>
        <w:t>ในทางมนุษยวิทยาของอิสลามและในด้านความรู้วิชาการของโลก</w:t>
      </w:r>
      <w:r w:rsidR="00074611" w:rsidRPr="00C27D9F">
        <w:rPr>
          <w:rFonts w:cs="Times New Roman"/>
          <w:lang w:bidi="ar-SA"/>
        </w:rPr>
        <w:t>,</w:t>
      </w:r>
      <w:r w:rsidR="00074611" w:rsidRPr="00C27D9F">
        <w:rPr>
          <w:rFonts w:hint="cs"/>
          <w:cs/>
        </w:rPr>
        <w:t xml:space="preserve"> มนุษย์ไม่ได้เป็นผลสำเร็จรูปที่ได</w:t>
      </w:r>
      <w:r w:rsidR="00074611" w:rsidRPr="00C27D9F">
        <w:rPr>
          <w:cs/>
        </w:rPr>
        <w:t>้</w:t>
      </w:r>
      <w:r w:rsidRPr="00C27D9F">
        <w:rPr>
          <w:rFonts w:hint="cs"/>
          <w:cs/>
        </w:rPr>
        <w:t>บินร่อนอยู่ในท้องฟ้านภา</w:t>
      </w:r>
    </w:p>
    <w:p w:rsidR="00C27D9F" w:rsidRPr="00074611" w:rsidRDefault="00074611" w:rsidP="00074611">
      <w:pPr>
        <w:pStyle w:val="libNormal"/>
        <w:ind w:firstLine="0"/>
      </w:pPr>
      <w:r>
        <w:rPr>
          <w:rFonts w:hint="cs"/>
          <w:cs/>
        </w:rPr>
        <w:t>อากา</w:t>
      </w:r>
      <w:r w:rsidR="00C27D9F" w:rsidRPr="00C27D9F">
        <w:rPr>
          <w:rFonts w:hint="cs"/>
          <w:cs/>
        </w:rPr>
        <w:t>ศอันกว้างใหญ่และ</w:t>
      </w:r>
      <w:r>
        <w:rPr>
          <w:rFonts w:hint="cs"/>
          <w:cs/>
        </w:rPr>
        <w:t>ฉะ</w:t>
      </w:r>
      <w:r w:rsidR="00C27D9F" w:rsidRPr="00C27D9F">
        <w:rPr>
          <w:rFonts w:hint="cs"/>
          <w:cs/>
        </w:rPr>
        <w:t>นั้นก็ถูกจับใส่กรงขังเพื่อจะให้เกิดความจำเป็น</w:t>
      </w:r>
    </w:p>
    <w:p w:rsidR="00074611" w:rsidRDefault="00C27D9F" w:rsidP="00074611">
      <w:pPr>
        <w:pStyle w:val="libNormal"/>
        <w:ind w:firstLine="0"/>
      </w:pPr>
      <w:r w:rsidRPr="00C27D9F">
        <w:rPr>
          <w:rFonts w:hint="cs"/>
          <w:cs/>
        </w:rPr>
        <w:t>สำหรับเขาที่จะแหกกรงหนี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ท่านยอมรับในสิ่งนี้โลกแห่งวิญญาณก็จะอยู่ในอันดับที่เหนือกว่าโลกแห่งวัตถุและมันเป็นลำแสงหนึ่งที่ส่องสว่างไสวมายังโลก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ฉะนั้นท่านจึงไม่สามารถที่จะเชื่อได้ว่า</w:t>
      </w:r>
      <w:r w:rsidR="00074611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วิญญาณนั้นได้เป็นรูปแบบท</w:t>
      </w:r>
      <w:r w:rsidR="00074611">
        <w:rPr>
          <w:rFonts w:hint="cs"/>
          <w:cs/>
        </w:rPr>
        <w:t>ี่สมบูรณ์มาจากโลกอื่</w:t>
      </w:r>
      <w:r w:rsidRPr="00C27D9F">
        <w:rPr>
          <w:rFonts w:hint="cs"/>
          <w:cs/>
        </w:rPr>
        <w:t>นและจากนั้นก็ได้ถูกนำมายังโลกนี้เพื่ออยู่ในที่กักขังเหมือนดังความคิดของชาวอินเดียและตามความคิดของเพลโตเพราะว่าพวกเขามีความเชื่อในเรื่องที่วิญญาณสามารถที่เข้าร่างอื่นๆได้</w:t>
      </w:r>
    </w:p>
    <w:p w:rsidR="00500001" w:rsidRDefault="00500001" w:rsidP="00074611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074611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เพลโตแห่งกรีกมีความเชื่อว่า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วิญญาณได้ถูกสร้างในโลกอื่นและจากนั้นก็ถูกนำมายังโลกนี้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ด้วยเหตุผลบางอย่าง</w:t>
      </w:r>
      <w:r w:rsidR="00074611" w:rsidRPr="00C27D9F">
        <w:rPr>
          <w:rFonts w:cs="Times New Roman"/>
          <w:lang w:bidi="ar-SA"/>
        </w:rPr>
        <w:t>,</w:t>
      </w:r>
      <w:r w:rsidR="00074611" w:rsidRPr="00C27D9F">
        <w:rPr>
          <w:rFonts w:hint="cs"/>
          <w:cs/>
        </w:rPr>
        <w:t xml:space="preserve"> ใส่ไว้ในที่กักขัง</w:t>
      </w:r>
      <w:r w:rsidR="00074611">
        <w:rPr>
          <w:rFonts w:hint="cs"/>
          <w:cs/>
        </w:rPr>
        <w:t xml:space="preserve"> </w:t>
      </w:r>
      <w:r w:rsidR="00074611" w:rsidRPr="00C27D9F">
        <w:rPr>
          <w:rFonts w:hint="cs"/>
          <w:cs/>
        </w:rPr>
        <w:t>หลังจากนั้นก็เป็นกา</w:t>
      </w:r>
      <w:r w:rsidR="00074611" w:rsidRPr="00C27D9F">
        <w:rPr>
          <w:cs/>
        </w:rPr>
        <w:t>ร</w:t>
      </w:r>
    </w:p>
    <w:p w:rsidR="00074611" w:rsidRDefault="00C27D9F" w:rsidP="00074611">
      <w:pPr>
        <w:pStyle w:val="libNormal"/>
        <w:ind w:firstLine="0"/>
      </w:pPr>
      <w:r w:rsidRPr="00C27D9F">
        <w:rPr>
          <w:rFonts w:hint="cs"/>
          <w:cs/>
        </w:rPr>
        <w:t>ปลดปล่อยและคืนกลับ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แต่ในอิสลามมิได้มีความเชื่อดังกล่าวนั้น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เรามิได้หมายความว่าบรรดาอิรฟานทั้งหมดมีความผิดพลาดอย่างมากมายในการเกี่ยวพันกับเรื่องนี้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พวกเขาหลายคนมิได้เพิกเฉยต่อความสำคัญ</w:t>
      </w:r>
      <w:r w:rsidR="00074611">
        <w:rPr>
          <w:rFonts w:hint="cs"/>
          <w:cs/>
        </w:rPr>
        <w:t>ของ</w:t>
      </w:r>
      <w:r w:rsidRPr="00C27D9F">
        <w:rPr>
          <w:rFonts w:hint="cs"/>
          <w:cs/>
        </w:rPr>
        <w:t>สังคมหรือธรรมชาติและดังที่คัมภีร์อัลกุรอานได้จัดวางมนุษย์กับธรรมชาติไว้เคียงข้างกัน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พวกเขาทั้งหลายก็เช่นเดียวกันเชื่อว่า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ธรรมชาติ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074611">
        <w:rPr>
          <w:rFonts w:hint="cs"/>
          <w:cs/>
        </w:rPr>
        <w:t xml:space="preserve"> </w:t>
      </w:r>
      <w:r w:rsidRPr="00C27D9F">
        <w:rPr>
          <w:rFonts w:hint="cs"/>
          <w:cs/>
        </w:rPr>
        <w:t>กระจกแห่งพระผู้เป็นเจ้ากับความงดงาม</w:t>
      </w:r>
      <w:r w:rsidRPr="00C27D9F">
        <w:rPr>
          <w:cs/>
        </w:rPr>
        <w:t>(</w:t>
      </w:r>
      <w:r w:rsidRPr="00C27D9F">
        <w:rPr>
          <w:rFonts w:hint="cs"/>
          <w:cs/>
        </w:rPr>
        <w:t>เดชานุภาพ</w:t>
      </w:r>
      <w:r w:rsidRPr="00C27D9F">
        <w:rPr>
          <w:cs/>
        </w:rPr>
        <w:t>)</w:t>
      </w:r>
      <w:r w:rsidRPr="00C27D9F">
        <w:rPr>
          <w:rFonts w:hint="cs"/>
          <w:cs/>
        </w:rPr>
        <w:t>ของพระองค์</w:t>
      </w:r>
    </w:p>
    <w:p w:rsidR="00500001" w:rsidRDefault="00500001" w:rsidP="00074611">
      <w:pPr>
        <w:pStyle w:val="libNormal"/>
        <w:ind w:firstLine="0"/>
      </w:pPr>
    </w:p>
    <w:p w:rsidR="00074611" w:rsidRDefault="00C27D9F" w:rsidP="00074611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ชาเบสตารีในบทกวีชิ้นเอกของเขาได้พูดเกี่ยวกับมนุษย์ชาติไว้ดังนี้</w:t>
      </w:r>
    </w:p>
    <w:p w:rsidR="006A7B54" w:rsidRDefault="00074611" w:rsidP="006A7B54">
      <w:pPr>
        <w:pStyle w:val="libNormal"/>
        <w:ind w:firstLine="0"/>
        <w:rPr>
          <w:rFonts w:cs="Cordia New"/>
          <w:szCs w:val="40"/>
          <w:cs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ด้วยพระนามแห่งพระองค์</w:t>
      </w:r>
      <w:r w:rsidR="006A7B54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ผู้ทรงสอนสั่งชีวิตให้มีความคิดและ</w:t>
      </w:r>
      <w:r w:rsidR="006A7B54">
        <w:rPr>
          <w:rFonts w:hint="cs"/>
          <w:cs/>
        </w:rPr>
        <w:t>แส</w:t>
      </w:r>
      <w:r w:rsidR="00C27D9F" w:rsidRPr="00C27D9F">
        <w:rPr>
          <w:rFonts w:hint="cs"/>
          <w:cs/>
        </w:rPr>
        <w:t>งสว่างแก่มันด้วยแสงสว่างดวงจิต</w:t>
      </w:r>
      <w:r w:rsidR="006A7B54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โดยความโปรดปรานของพระองค์โลกทั้งสองจึงผ่องใสและจากความพึงพระทัย</w:t>
      </w:r>
      <w:r w:rsidR="006A7B54" w:rsidRPr="00C27D9F">
        <w:rPr>
          <w:rFonts w:cs="Times New Roman"/>
          <w:lang w:bidi="ar-SA"/>
        </w:rPr>
        <w:t>,</w:t>
      </w:r>
      <w:r w:rsidR="006A7B54" w:rsidRPr="00C27D9F">
        <w:rPr>
          <w:rFonts w:hint="cs"/>
          <w:cs/>
        </w:rPr>
        <w:t xml:space="preserve"> โลกของอาดัมนั้นไซร้จึงเป็นอุทยา</w:t>
      </w:r>
      <w:r w:rsidR="006A7B54" w:rsidRPr="00C27D9F">
        <w:rPr>
          <w:cs/>
        </w:rPr>
        <w:t>น</w:t>
      </w:r>
      <w:r w:rsidR="006A7B54">
        <w:rPr>
          <w:rFonts w:cs="Cordia New" w:hint="cs"/>
          <w:szCs w:val="40"/>
          <w:cs/>
        </w:rPr>
        <w:t>”</w:t>
      </w:r>
    </w:p>
    <w:p w:rsidR="006A7B54" w:rsidRDefault="006A7B54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6A7B54" w:rsidRDefault="006A7B54" w:rsidP="006A7B54">
      <w:pPr>
        <w:pStyle w:val="libNormal"/>
        <w:ind w:firstLine="0"/>
        <w:rPr>
          <w:rFonts w:cs="Cordia New"/>
          <w:szCs w:val="40"/>
        </w:rPr>
      </w:pPr>
    </w:p>
    <w:p w:rsidR="006A7B54" w:rsidRDefault="00C27D9F" w:rsidP="006A7B54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และ</w:t>
      </w:r>
      <w:r w:rsidR="006A7B54">
        <w:rPr>
          <w:rFonts w:hint="cs"/>
          <w:cs/>
        </w:rPr>
        <w:t>เ</w:t>
      </w:r>
      <w:r w:rsidRPr="00C27D9F">
        <w:rPr>
          <w:rFonts w:hint="cs"/>
          <w:cs/>
        </w:rPr>
        <w:t>ขายังได้กล่าวต่อไปอีกว่า</w:t>
      </w:r>
    </w:p>
    <w:p w:rsidR="006A7B54" w:rsidRDefault="00C27D9F" w:rsidP="006A7B54">
      <w:pPr>
        <w:pStyle w:val="libNormal"/>
        <w:ind w:firstLine="0"/>
      </w:pPr>
      <w:r w:rsidRPr="00C27D9F">
        <w:rPr>
          <w:rFonts w:cs="Times New Roman"/>
          <w:lang w:bidi="ar-SA"/>
        </w:rPr>
        <w:t xml:space="preserve"> </w:t>
      </w:r>
      <w:r w:rsidR="006A7B54" w:rsidRPr="00500001">
        <w:rPr>
          <w:rFonts w:hint="cs"/>
          <w:cs/>
        </w:rPr>
        <w:t>“</w:t>
      </w:r>
      <w:r w:rsidRPr="00C27D9F">
        <w:rPr>
          <w:rFonts w:hint="cs"/>
          <w:cs/>
        </w:rPr>
        <w:t>แด่เขาผู้ซึ่งวิถีชีวิตปรากฏขึ้นพร้อมด้วยเกียรติยศโลกทั้งหมด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คัมภีร์แห่งพระองค์ผู้ทรงยิ่งใหญ่</w:t>
      </w:r>
      <w:r w:rsidR="006A7B54" w:rsidRPr="00500001">
        <w:rPr>
          <w:rFonts w:hint="cs"/>
          <w:cs/>
        </w:rPr>
        <w:t>”</w:t>
      </w:r>
    </w:p>
    <w:p w:rsidR="00500001" w:rsidRDefault="00500001" w:rsidP="006A7B54">
      <w:pPr>
        <w:pStyle w:val="libNormal"/>
        <w:ind w:firstLine="0"/>
        <w:rPr>
          <w:rFonts w:cs="Cordia New"/>
          <w:szCs w:val="40"/>
        </w:rPr>
      </w:pPr>
    </w:p>
    <w:p w:rsidR="006A7B54" w:rsidRDefault="00C27D9F" w:rsidP="006A7B54">
      <w:pPr>
        <w:pStyle w:val="libNormal"/>
        <w:ind w:firstLine="0"/>
      </w:pPr>
      <w:r w:rsidRPr="00C27D9F">
        <w:rPr>
          <w:rFonts w:hint="cs"/>
          <w:cs/>
        </w:rPr>
        <w:t>ถ้าเราวางอัลกุรอานไว้ด้านหนึ่งและแนวคิดของอิรฟานไว้อีกด้านหนึ่งและให้ความสนใจไปยังความเกี่ยวพันของอัลกุรอานต่อธรรมชาติ</w:t>
      </w:r>
    </w:p>
    <w:p w:rsidR="006A7B54" w:rsidRDefault="00C27D9F" w:rsidP="006A7B54">
      <w:pPr>
        <w:pStyle w:val="libNormal"/>
        <w:ind w:firstLine="0"/>
      </w:pPr>
      <w:r w:rsidRPr="00C27D9F">
        <w:rPr>
          <w:rFonts w:hint="cs"/>
          <w:cs/>
        </w:rPr>
        <w:t>เรามั่นใจว่า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อัลกุรอานได้ให้ความสนใจแก่ธรรมชาติอย่างมากมายยิ่งกว่า</w:t>
      </w:r>
    </w:p>
    <w:p w:rsidR="006A7B54" w:rsidRDefault="00C27D9F" w:rsidP="006A7B54">
      <w:pPr>
        <w:pStyle w:val="libNormal"/>
        <w:ind w:firstLine="0"/>
      </w:pPr>
      <w:r w:rsidRPr="00C27D9F">
        <w:rPr>
          <w:cs/>
        </w:rPr>
        <w:t>(</w:t>
      </w:r>
      <w:r w:rsidRPr="00C27D9F">
        <w:rPr>
          <w:rFonts w:hint="cs"/>
          <w:cs/>
        </w:rPr>
        <w:t>ในขณะเดียวกัน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ก็มิได้ปฏิเสธที่จะให้ความสนใจต่อตัวตนและจิตใจในทุกรูปแบบด้วย</w:t>
      </w:r>
      <w:r w:rsidRPr="00C27D9F">
        <w:rPr>
          <w:cs/>
        </w:rPr>
        <w:t>)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ด้วยเหตุนี้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มนุษย์ผู้สมบูรณ์ของอัลกุรอาน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ความโน้มเอียงของเขา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นอกจากจะไปในทางด้านสติปัญญาและจิตใจแล้วก็ยังมีการโน้มไปสู่ทางธรรมชาติด้วยเหมือนกัน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ปัญหาอื่นๆอีก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เกี่ยวกับการไม่คำนึงถึงตนเอง</w:t>
      </w:r>
      <w:r w:rsidRPr="00C27D9F">
        <w:rPr>
          <w:cs/>
        </w:rPr>
        <w:t>(</w:t>
      </w:r>
      <w:r w:rsidRPr="00C27D9F">
        <w:rPr>
          <w:rFonts w:hint="cs"/>
          <w:cs/>
        </w:rPr>
        <w:t>สละตัวตน</w:t>
      </w:r>
      <w:r w:rsidRPr="00C27D9F">
        <w:rPr>
          <w:cs/>
        </w:rPr>
        <w:t>)</w:t>
      </w:r>
      <w:r w:rsidRPr="00C27D9F">
        <w:rPr>
          <w:rFonts w:hint="cs"/>
          <w:cs/>
        </w:rPr>
        <w:t>แนวทางอิรฟานให้ความเอาใจใส่ต่อจิตใจแต่ดูหมิ่นตัวตนและมีความพึงพอใจใ</w:t>
      </w:r>
      <w:r w:rsidR="006A7B54">
        <w:rPr>
          <w:rFonts w:hint="cs"/>
          <w:cs/>
        </w:rPr>
        <w:t>น</w:t>
      </w:r>
      <w:r w:rsidRPr="00C27D9F">
        <w:rPr>
          <w:rFonts w:hint="cs"/>
          <w:cs/>
        </w:rPr>
        <w:t>การที่ได้ละเลยมันสิ่งนี้ในตัวของมันเองคือความถูกต้องและเป็นที่ยอมรับในอิสลาม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แต่ว่ามีตัวตนอยู่สองอย่างในอิสลาม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อย่างหนึ่งซึ่งต้องการลบล้างและอีกอย่างหนึ่งคือการฟื้นฟูขึ้นมาโดยอิสลามสิ่งนี้เป็นเสมือนดังมิตรและศัตรูที่อยู่คู่เคียงกัน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ขณะที่เป้าหมายในการยิงของเรา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ศัตรูซึ่งในรูปการณ์นี้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เราจักต้องเล็งอย่างระมัดระวังอย่าให้พลาดไปโดนมิตรตัวตนที่จะต้องถูกทำลาย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ตัวตนที่สร้างความชั่วและเลวทรามและอีกตัวตนหนึ่งซึ่งจะต้องสงวนไว้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</w:t>
      </w:r>
      <w:r w:rsidR="006A7B54">
        <w:rPr>
          <w:rFonts w:hint="cs"/>
          <w:cs/>
        </w:rPr>
        <w:t xml:space="preserve"> </w:t>
      </w:r>
      <w:r w:rsidRPr="00C27D9F">
        <w:rPr>
          <w:rFonts w:hint="cs"/>
          <w:cs/>
        </w:rPr>
        <w:t>ตัวตนที่เป็นแหล่งกำเนิดแห่งคุณค่าทั้งมวลของมนุษย์</w:t>
      </w:r>
      <w:r w:rsidR="006A7B54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สิ่งที่เป็นปาฏิหาริย์ของอิสลามวางอยู่บนความจริงที่ว่าตัวตนทั้งสองประเภทเหล่านี้เป็นการจำแนกได้อย่างถูกต้องที่สุดอย่างไม่มีช่องว่างของความผิดพลาดหลงเหลืออยู่เลย</w:t>
      </w:r>
    </w:p>
    <w:p w:rsidR="006A7B54" w:rsidRDefault="006A7B54" w:rsidP="006A7B54">
      <w:pPr>
        <w:pStyle w:val="libNormal"/>
        <w:ind w:firstLine="0"/>
      </w:pPr>
    </w:p>
    <w:p w:rsidR="006A7B54" w:rsidRDefault="006A7B54" w:rsidP="006A7B54">
      <w:pPr>
        <w:pStyle w:val="libNormal"/>
        <w:ind w:firstLine="0"/>
        <w:rPr>
          <w:cs/>
        </w:rPr>
      </w:pPr>
    </w:p>
    <w:p w:rsidR="006A7B54" w:rsidRDefault="006A7B54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6A7B54" w:rsidRPr="006A7B54" w:rsidRDefault="006A7B54" w:rsidP="006A7B54">
      <w:pPr>
        <w:pStyle w:val="libNormal"/>
        <w:ind w:firstLine="0"/>
        <w:rPr>
          <w:rFonts w:cs="Cordia New"/>
          <w:szCs w:val="40"/>
        </w:rPr>
      </w:pPr>
    </w:p>
    <w:p w:rsidR="00E8363A" w:rsidRDefault="00C27D9F" w:rsidP="00E8363A">
      <w:pPr>
        <w:pStyle w:val="libNormal"/>
      </w:pPr>
      <w:r w:rsidRPr="00C27D9F">
        <w:rPr>
          <w:rFonts w:hint="cs"/>
          <w:cs/>
        </w:rPr>
        <w:t>ส่วนในแนวทางอิรฟาน</w:t>
      </w:r>
      <w:r w:rsidR="00E8363A">
        <w:t xml:space="preserve"> </w:t>
      </w:r>
      <w:r w:rsidRPr="00C27D9F">
        <w:rPr>
          <w:rFonts w:hint="cs"/>
          <w:cs/>
        </w:rPr>
        <w:t>บางครั้งมีความแตกต่างกันระหว่างสองอย่างซึ่งก็มีอยู่บ่อยที่มิตรโดนยิงแทนศัตรูนั่นคือแทนการละทิ้งตัวตนดังกล่าวนั้นมนุษย์และจิตใจของเขา</w:t>
      </w:r>
      <w:r w:rsidRPr="00C27D9F">
        <w:rPr>
          <w:cs/>
        </w:rPr>
        <w:t>(</w:t>
      </w:r>
      <w:r w:rsidRPr="00C27D9F">
        <w:rPr>
          <w:rFonts w:hint="cs"/>
          <w:cs/>
        </w:rPr>
        <w:t>ซึ่งถูกถือว่าเป็นศัตรูถูกทำลายจากท่าทีดังกล่าวและด้วยเหตุที่ว่าความหวานซึ่งแห่งภาษาของบรรดาอารีฟของเรา</w:t>
      </w:r>
    </w:p>
    <w:p w:rsidR="00E8363A" w:rsidRDefault="00C27D9F" w:rsidP="00E8363A">
      <w:pPr>
        <w:pStyle w:val="libNormal"/>
        <w:ind w:firstLine="0"/>
      </w:pPr>
      <w:r w:rsidRPr="00C27D9F">
        <w:rPr>
          <w:rFonts w:hint="cs"/>
          <w:cs/>
        </w:rPr>
        <w:t>ตลอดจนอิทธิพล</w:t>
      </w:r>
      <w:r w:rsidRPr="00C27D9F">
        <w:rPr>
          <w:cs/>
        </w:rPr>
        <w:t>(</w:t>
      </w:r>
      <w:r w:rsidRPr="00C27D9F">
        <w:rPr>
          <w:rFonts w:hint="cs"/>
          <w:cs/>
        </w:rPr>
        <w:t>แรงจูงใจ</w:t>
      </w:r>
      <w:r w:rsidRPr="00C27D9F">
        <w:rPr>
          <w:cs/>
        </w:rPr>
        <w:t>)</w:t>
      </w:r>
      <w:r w:rsidRPr="00C27D9F">
        <w:rPr>
          <w:rFonts w:hint="cs"/>
          <w:cs/>
        </w:rPr>
        <w:t>อันกว้างขวางในหมู่ประชาชนได้ทำให้บังเกิดผลอย่างล้ำลึกชนซะตากรรมแห่งสังคมของเราและรวมทั้งมนุษย์ผู้สมบูรณ์</w:t>
      </w:r>
      <w:r w:rsidRPr="00C27D9F">
        <w:rPr>
          <w:cs/>
        </w:rPr>
        <w:t>(</w:t>
      </w:r>
      <w:r w:rsidRPr="00C27D9F">
        <w:rPr>
          <w:rFonts w:hint="cs"/>
          <w:cs/>
        </w:rPr>
        <w:t>ของเรา</w:t>
      </w:r>
      <w:r w:rsidRPr="00C27D9F">
        <w:rPr>
          <w:cs/>
        </w:rPr>
        <w:t>)</w:t>
      </w:r>
      <w:r w:rsidRPr="00C27D9F">
        <w:rPr>
          <w:rFonts w:hint="cs"/>
          <w:cs/>
        </w:rPr>
        <w:t>เราเพราะมีประชาชนเป็นจำนวนมากถูกชี้นำโดยบรรดาอารีฟ</w:t>
      </w:r>
    </w:p>
    <w:p w:rsidR="00500001" w:rsidRPr="00500001" w:rsidRDefault="00C27D9F" w:rsidP="00500001">
      <w:pPr>
        <w:pStyle w:val="libNormal"/>
        <w:ind w:firstLine="0"/>
      </w:pPr>
      <w:r w:rsidRPr="00C27D9F">
        <w:rPr>
          <w:cs/>
        </w:rPr>
        <w:t>(</w:t>
      </w:r>
      <w:r w:rsidRPr="00C27D9F">
        <w:rPr>
          <w:rFonts w:hint="cs"/>
          <w:cs/>
        </w:rPr>
        <w:t>บางกลุ่ม</w:t>
      </w:r>
      <w:r w:rsidRPr="00C27D9F">
        <w:rPr>
          <w:cs/>
        </w:rPr>
        <w:t>)</w:t>
      </w:r>
      <w:r w:rsidRPr="00C27D9F">
        <w:rPr>
          <w:rFonts w:hint="cs"/>
          <w:cs/>
        </w:rPr>
        <w:t>เพราะฉะนั้นการอรรถาธิบายครั้งต่อไปจำเป็นที่จะต้องแสดงให้เห็นภาพประกอบในหัวข้อนี้</w:t>
      </w:r>
    </w:p>
    <w:p w:rsidR="00C27D9F" w:rsidRPr="00C27D9F" w:rsidRDefault="00C27D9F" w:rsidP="00E8363A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ปัญหาสำคัญอย่างหนึ่งในสถาบันอิรฟานในการเกี่ยวเนื่องกับมนุษย์ผู้</w:t>
      </w:r>
    </w:p>
    <w:p w:rsidR="00C27D9F" w:rsidRPr="00C27D9F" w:rsidRDefault="00C27D9F" w:rsidP="00E8363A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สมบูรณ์</w:t>
      </w:r>
      <w:r w:rsidR="00E8363A">
        <w:t xml:space="preserve"> </w:t>
      </w:r>
      <w:r w:rsidRPr="00C27D9F">
        <w:rPr>
          <w:rFonts w:hint="cs"/>
          <w:cs/>
        </w:rPr>
        <w:t>ก็คือความสัมพันธ์ของมนุษย์กับตัวของเขาเองซึ่งเป็นสิ่งที่ได้ก่อให้เกิดปัญหาอย่างมากมาย</w:t>
      </w:r>
    </w:p>
    <w:p w:rsidR="00C27D9F" w:rsidRPr="00C27D9F" w:rsidRDefault="00C27D9F" w:rsidP="00E8363A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เช่นเดียวกัน</w:t>
      </w:r>
      <w:r w:rsidR="00E8363A">
        <w:t xml:space="preserve"> </w:t>
      </w:r>
      <w:r w:rsidRPr="00C27D9F">
        <w:rPr>
          <w:rFonts w:hint="cs"/>
          <w:cs/>
        </w:rPr>
        <w:t>ต่ออิสลามโดยเฉพาะบรรดาอารีฟที่โน้มไปสู่แนวทางของซูฟี</w:t>
      </w:r>
      <w:r w:rsidR="00E8363A">
        <w:t xml:space="preserve"> </w:t>
      </w:r>
      <w:r w:rsidRPr="00C27D9F">
        <w:rPr>
          <w:rFonts w:hint="cs"/>
          <w:cs/>
        </w:rPr>
        <w:t>กล่าวคือ</w:t>
      </w:r>
      <w:r w:rsidR="00E8363A">
        <w:t xml:space="preserve"> </w:t>
      </w:r>
      <w:r w:rsidRPr="00C27D9F">
        <w:rPr>
          <w:rFonts w:hint="cs"/>
          <w:cs/>
        </w:rPr>
        <w:t>คำสอนทั้งหลายของอิสลามที่อยู่ในความพึงใจของพวกเขา</w:t>
      </w:r>
      <w:r w:rsidR="00E8363A">
        <w:t xml:space="preserve"> </w:t>
      </w:r>
      <w:r w:rsidRPr="00C27D9F">
        <w:rPr>
          <w:rFonts w:hint="cs"/>
          <w:cs/>
        </w:rPr>
        <w:t>คือการต่อสู</w:t>
      </w:r>
      <w:r w:rsidR="00E8363A">
        <w:rPr>
          <w:rFonts w:hint="cs"/>
          <w:cs/>
        </w:rPr>
        <w:t>้กับความเห็นแก่ตัวและต่อสู้</w:t>
      </w:r>
      <w:r w:rsidRPr="00C27D9F">
        <w:rPr>
          <w:rFonts w:hint="cs"/>
          <w:cs/>
        </w:rPr>
        <w:t>กับความปรารถนาทั้งหลายของกิเลสตัณหาเพียงเท่านั้น</w:t>
      </w:r>
      <w:r w:rsidR="00E8363A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แต่ความจริงก็คือว่า</w:t>
      </w:r>
      <w:r w:rsidR="00E8363A">
        <w:rPr>
          <w:rFonts w:hint="cs"/>
          <w:cs/>
        </w:rPr>
        <w:t xml:space="preserve"> </w:t>
      </w:r>
      <w:r w:rsidRPr="00C27D9F">
        <w:rPr>
          <w:rFonts w:hint="cs"/>
          <w:cs/>
        </w:rPr>
        <w:t>สงครามที่ต่อต้านตนเองเช่นนี้</w:t>
      </w:r>
    </w:p>
    <w:p w:rsidR="00C27D9F" w:rsidRPr="00C27D9F" w:rsidRDefault="00C27D9F" w:rsidP="00E8363A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เป็นทัศนะหนึ่งของอิสลาม</w:t>
      </w:r>
      <w:r w:rsidR="00E8363A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ซึ่งพวกเขาทั้งหลายได้นำมาใช้</w:t>
      </w:r>
      <w:r w:rsidR="00E8363A" w:rsidRPr="00C27D9F">
        <w:rPr>
          <w:rFonts w:cs="Times New Roman"/>
          <w:lang w:bidi="ar-SA"/>
        </w:rPr>
        <w:t>,</w:t>
      </w:r>
      <w:r w:rsidR="00E8363A" w:rsidRPr="00C27D9F">
        <w:rPr>
          <w:rFonts w:hint="cs"/>
          <w:cs/>
        </w:rPr>
        <w:t xml:space="preserve"> ซะอฺดีกล่าวว่า</w:t>
      </w:r>
      <w:r w:rsidR="00E8363A">
        <w:rPr>
          <w:rFonts w:cs="Cordia New" w:hint="cs"/>
          <w:szCs w:val="40"/>
          <w:cs/>
        </w:rPr>
        <w:t xml:space="preserve"> </w:t>
      </w:r>
      <w:r w:rsidR="00E8363A"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ท่านคือ</w:t>
      </w:r>
      <w:r w:rsidR="00E8363A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ผู้ที่พักอาศัยอยู่กับศัตรูของท่านเอง</w:t>
      </w:r>
      <w:r w:rsidR="00E8363A">
        <w:rPr>
          <w:rFonts w:hint="cs"/>
          <w:cs/>
        </w:rPr>
        <w:t xml:space="preserve"> </w:t>
      </w:r>
      <w:r w:rsidR="00E8363A" w:rsidRPr="00C27D9F">
        <w:rPr>
          <w:rFonts w:hint="cs"/>
          <w:cs/>
        </w:rPr>
        <w:t>ไฉนท่านจึงกังวลใจในเรื่อง</w:t>
      </w:r>
      <w:r w:rsidR="00E8363A">
        <w:rPr>
          <w:rFonts w:hint="cs"/>
          <w:cs/>
        </w:rPr>
        <w:t>การ</w:t>
      </w:r>
      <w:r w:rsidR="00E8363A" w:rsidRPr="00C27D9F">
        <w:rPr>
          <w:rFonts w:hint="cs"/>
          <w:cs/>
        </w:rPr>
        <w:t xml:space="preserve">ต่อสู้กับพวกคนแปลกหน้า </w:t>
      </w:r>
      <w:r w:rsidR="00E8363A" w:rsidRPr="00C27D9F">
        <w:rPr>
          <w:cs/>
        </w:rPr>
        <w:t>(</w:t>
      </w:r>
      <w:r w:rsidRPr="00C27D9F">
        <w:rPr>
          <w:rFonts w:hint="cs"/>
          <w:cs/>
        </w:rPr>
        <w:t>หมายถึงศัตรูที่แท้จริงและแข็งแกร่งนั้นอยู่ภายในตัวตนจึงมิควรหวั่นต่อศัตรูภายนอก</w:t>
      </w:r>
      <w:r w:rsidR="00E8363A" w:rsidRPr="00C27D9F">
        <w:rPr>
          <w:rFonts w:hint="cs"/>
          <w:cs/>
        </w:rPr>
        <w:t>) แนวคิดนี้ได้พบอยู่ในถ้อยค</w:t>
      </w:r>
      <w:r w:rsidR="00E8363A" w:rsidRPr="00C27D9F">
        <w:rPr>
          <w:cs/>
        </w:rPr>
        <w:t>ำ</w:t>
      </w:r>
    </w:p>
    <w:p w:rsidR="00E8363A" w:rsidRDefault="00C27D9F" w:rsidP="00E8363A">
      <w:pPr>
        <w:pStyle w:val="libNormal"/>
        <w:ind w:firstLine="0"/>
      </w:pPr>
      <w:r w:rsidRPr="00C27D9F">
        <w:rPr>
          <w:rFonts w:hint="cs"/>
          <w:cs/>
        </w:rPr>
        <w:t>แห่งศาสดาผู้สูงส่ง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ด้วยเหมือนกันซึ่ง</w:t>
      </w:r>
    </w:p>
    <w:p w:rsidR="00E8363A" w:rsidRPr="00E8363A" w:rsidRDefault="00C27D9F" w:rsidP="00E8363A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ท่านได้กล่าวว่า</w:t>
      </w:r>
      <w:r w:rsidRPr="00C27D9F">
        <w:rPr>
          <w:cs/>
        </w:rPr>
        <w:t xml:space="preserve"> </w:t>
      </w:r>
      <w:r w:rsidR="00E8363A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ศัตรูที่น่ากลัวที่สุดของท่าน</w:t>
      </w:r>
      <w:r w:rsidR="00E8363A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ก็คือตัวตนของท่านเองซึ่งอยู่ในระหว่างสองข้างของท่าน</w:t>
      </w:r>
      <w:r w:rsidR="00E8363A">
        <w:rPr>
          <w:rFonts w:cs="Cordia New" w:hint="cs"/>
          <w:szCs w:val="40"/>
          <w:cs/>
        </w:rPr>
        <w:t>”</w:t>
      </w:r>
    </w:p>
    <w:p w:rsidR="00E8363A" w:rsidRDefault="00E8363A">
      <w:pPr>
        <w:rPr>
          <w:rFonts w:ascii="Angsana New" w:hAnsi="Angsana New"/>
          <w:sz w:val="32"/>
          <w:szCs w:val="32"/>
        </w:rPr>
      </w:pPr>
      <w:r>
        <w:br w:type="page"/>
      </w:r>
    </w:p>
    <w:p w:rsidR="00C267A9" w:rsidRDefault="00C267A9" w:rsidP="00E8363A">
      <w:pPr>
        <w:pStyle w:val="libNormal"/>
        <w:ind w:firstLine="0"/>
      </w:pPr>
    </w:p>
    <w:p w:rsidR="00C267A9" w:rsidRPr="00C267A9" w:rsidRDefault="00C27D9F" w:rsidP="00C267A9">
      <w:pPr>
        <w:pStyle w:val="libNormal"/>
        <w:ind w:firstLine="0"/>
      </w:pPr>
      <w:r w:rsidRPr="00C27D9F">
        <w:rPr>
          <w:rFonts w:hint="cs"/>
          <w:cs/>
        </w:rPr>
        <w:t>ในกุลิสตา</w:t>
      </w:r>
      <w:r w:rsidR="00C267A9">
        <w:rPr>
          <w:rFonts w:hint="cs"/>
          <w:cs/>
        </w:rPr>
        <w:t>น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ซะอฺดี</w:t>
      </w:r>
      <w:r w:rsidR="00C267A9">
        <w:rPr>
          <w:rFonts w:hint="cs"/>
          <w:cs/>
        </w:rPr>
        <w:t xml:space="preserve">” </w:t>
      </w:r>
      <w:r w:rsidRPr="00C27D9F">
        <w:rPr>
          <w:rFonts w:hint="cs"/>
          <w:cs/>
        </w:rPr>
        <w:t>ได้พูดถึง</w:t>
      </w:r>
      <w:r w:rsidR="00C267A9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อารีฟผู้หนึ่งซึ่งได้ถูกถามถึง</w:t>
      </w:r>
    </w:p>
    <w:p w:rsidR="00C267A9" w:rsidRDefault="00C27D9F" w:rsidP="00C267A9">
      <w:pPr>
        <w:pStyle w:val="libNormal"/>
        <w:ind w:firstLine="0"/>
      </w:pPr>
      <w:r w:rsidRPr="00C27D9F">
        <w:rPr>
          <w:rFonts w:hint="cs"/>
          <w:cs/>
        </w:rPr>
        <w:t>ความหมายของถ้อยคำข้างต้นแห่งท่านศาสนา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="00C267A9">
        <w:rPr>
          <w:rFonts w:hint="cs"/>
          <w:cs/>
        </w:rPr>
        <w:t>และอารีฟผู้นั้นได้ตอบว่า</w:t>
      </w:r>
    </w:p>
    <w:p w:rsidR="00C267A9" w:rsidRDefault="00C267A9" w:rsidP="00C267A9">
      <w:pPr>
        <w:pStyle w:val="libNormal"/>
        <w:ind w:firstLine="0"/>
      </w:pPr>
    </w:p>
    <w:p w:rsidR="00C27D9F" w:rsidRDefault="00C267A9" w:rsidP="00C267A9">
      <w:pPr>
        <w:pStyle w:val="libNormal"/>
        <w:ind w:firstLine="0"/>
      </w:pPr>
      <w:r>
        <w:rPr>
          <w:rFonts w:hint="cs"/>
          <w:cs/>
        </w:rPr>
        <w:t>“</w:t>
      </w:r>
      <w:r w:rsidR="00C27D9F" w:rsidRPr="00C27D9F">
        <w:rPr>
          <w:rFonts w:hint="cs"/>
          <w:cs/>
        </w:rPr>
        <w:t>ถ้าท่านปฏิบัติต่อศัตรูของท่านอย่างกรุณาและให้แก่เขาในสิ่งที่เขาปรารถนาเขาก็จะกลายมาเป็นมิตรสหายผู้หนึ่งของท่าน</w:t>
      </w:r>
    </w:p>
    <w:p w:rsidR="00C267A9" w:rsidRPr="00C27D9F" w:rsidRDefault="00C267A9" w:rsidP="00C267A9">
      <w:pPr>
        <w:pStyle w:val="libNormal"/>
        <w:ind w:firstLine="0"/>
        <w:rPr>
          <w:rFonts w:cs="Times New Roman"/>
          <w:lang w:bidi="ar-SA"/>
        </w:rPr>
      </w:pPr>
    </w:p>
    <w:p w:rsidR="00C267A9" w:rsidRDefault="00C27D9F" w:rsidP="00C267A9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แต่ถ้าท่านปฏิบัติต่อตัวตนของท่านอย่างกรุณาปรานีมากไปกว่านั้นความเป็นศัตรูของมันต่อท่านก็จะเพิ่มมากขึ้นและตัวตนเช่นนี้คือความเห็นแก่ตัว</w:t>
      </w:r>
      <w:r w:rsidR="00C267A9">
        <w:rPr>
          <w:rFonts w:cs="Cordia New" w:hint="cs"/>
          <w:szCs w:val="40"/>
          <w:cs/>
        </w:rPr>
        <w:t>”</w:t>
      </w:r>
    </w:p>
    <w:p w:rsidR="00C267A9" w:rsidRDefault="00C267A9" w:rsidP="00C267A9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67A9" w:rsidP="00C267A9">
      <w:pPr>
        <w:pStyle w:val="libNormal"/>
        <w:ind w:firstLine="0"/>
        <w:rPr>
          <w:rFonts w:cs="Times New Roman"/>
          <w:lang w:bidi="ar-SA"/>
        </w:rPr>
      </w:pP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ระดับและประเภทหนึ่งของความเห็นแก่ตัว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ก็คือ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การที่กระทำตนเองให้เห็นแ</w:t>
      </w:r>
      <w:r>
        <w:rPr>
          <w:rFonts w:hint="cs"/>
          <w:cs/>
        </w:rPr>
        <w:t>ก่</w:t>
      </w:r>
      <w:r w:rsidR="00C27D9F" w:rsidRPr="00C27D9F">
        <w:rPr>
          <w:rFonts w:hint="cs"/>
          <w:cs/>
        </w:rPr>
        <w:t>นกลางของทุกสิ่งทุกอย่างและทุกๆการกระทำทั้งหลายเพื่อตนเอง</w:t>
      </w:r>
    </w:p>
    <w:p w:rsidR="00C27D9F" w:rsidRPr="00C27D9F" w:rsidRDefault="00C27D9F" w:rsidP="00C267A9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ทั้งสิ้น</w:t>
      </w:r>
      <w:r w:rsidR="00C267A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เพื่อการทำมาหากินของตนเอง</w:t>
      </w:r>
      <w:r w:rsidR="00C267A9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เพื่อเครื่องนุ่มห่มของตนเองและเพื่อที่อยู่อาศัยถึงขั้นนี้</w:t>
      </w:r>
    </w:p>
    <w:p w:rsidR="00C267A9" w:rsidRDefault="00C27D9F" w:rsidP="00C267A9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ความเห็นแก่ตัวเช่นนั้นมิได้เป็นความเลยร้ายหรือความเจ็บป่วยและมันก็ไม่ใช่คุณค่าหนึ่งใดอีกด้วย</w:t>
      </w:r>
    </w:p>
    <w:p w:rsidR="00C267A9" w:rsidRDefault="00C27D9F" w:rsidP="00C267A9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คัมภีร์อัลกุรอานเชื่อในฐานะของมนุษย์ว่าเป็นความสูงส่งกว่าตำแหน่งของสัตว์หรือบางครั้งก็สูงส่งกว่าตำแหน่งของมลาอิกะฮ์หรือบางครั้งถือว่าอยู่ในระดับเดียวกับสัตว์กับบางครั้งอยู่ในสภาพของความต่ำต้อยยิ่งกว่าสรรพสัตว์</w:t>
      </w:r>
      <w:r w:rsidR="00C267A9">
        <w:rPr>
          <w:rFonts w:hint="cs"/>
          <w:cs/>
        </w:rPr>
        <w:t xml:space="preserve"> </w:t>
      </w:r>
      <w:r w:rsidRPr="00C27D9F">
        <w:rPr>
          <w:rFonts w:hint="cs"/>
          <w:cs/>
        </w:rPr>
        <w:t>ด้วยเหตุนี้มีการกระทำของมนุษย์อยู่สามอย่างด้วยกัน</w:t>
      </w:r>
    </w:p>
    <w:p w:rsidR="00C267A9" w:rsidRDefault="00C267A9" w:rsidP="00C267A9">
      <w:pPr>
        <w:pStyle w:val="libNormal"/>
      </w:pPr>
      <w:r w:rsidRPr="00C27D9F">
        <w:rPr>
          <w:rFonts w:cs="Times New Roman"/>
          <w:lang w:bidi="ar-SA"/>
        </w:rPr>
        <w:t>1)</w:t>
      </w:r>
      <w:r w:rsidRPr="00C27D9F">
        <w:rPr>
          <w:rFonts w:hint="cs"/>
          <w:cs/>
        </w:rPr>
        <w:t xml:space="preserve"> ในทางศีลธรรมซึ่งอยู่เหนือระดับของสัตว</w:t>
      </w:r>
      <w:r w:rsidRPr="00C27D9F">
        <w:rPr>
          <w:cs/>
        </w:rPr>
        <w:t>์</w:t>
      </w:r>
    </w:p>
    <w:p w:rsidR="00C267A9" w:rsidRPr="00C267A9" w:rsidRDefault="00C267A9" w:rsidP="00C267A9">
      <w:pPr>
        <w:pStyle w:val="libNormal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2)</w:t>
      </w:r>
      <w:r w:rsidRPr="00C27D9F">
        <w:rPr>
          <w:rFonts w:hint="cs"/>
          <w:cs/>
        </w:rPr>
        <w:t xml:space="preserve"> การไร้ศีลธรรมซึ่งอยู่ที่ระดับเดียวกันกับสรรพสัตว์ทั้งหลา</w:t>
      </w:r>
      <w:r w:rsidRPr="00C27D9F">
        <w:rPr>
          <w:cs/>
        </w:rPr>
        <w:t>ย</w:t>
      </w:r>
    </w:p>
    <w:p w:rsidR="00C267A9" w:rsidRDefault="00C267A9" w:rsidP="00C267A9">
      <w:pPr>
        <w:pStyle w:val="libNormal"/>
        <w:rPr>
          <w:cs/>
        </w:rPr>
      </w:pPr>
      <w:r w:rsidRPr="00C27D9F">
        <w:rPr>
          <w:rFonts w:cs="Times New Roman"/>
          <w:lang w:bidi="ar-SA"/>
        </w:rPr>
        <w:t>3)</w:t>
      </w:r>
      <w:r w:rsidRPr="00C27D9F">
        <w:rPr>
          <w:rFonts w:hint="cs"/>
          <w:cs/>
        </w:rPr>
        <w:t xml:space="preserve"> การต่อต้านศีลธรรมซึ่งเป็นความตกต่ำกว่าระดับของสัตว์กับบางคนคิดว่าตัวของเขาเองเป็นเหมือนอย่างนกหรืออย่างสัตว์เช่นนี้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 xml:space="preserve">ไม่ใช้ทั้งสองอย่าง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มีศีลธรรมหรือไม่มีศีลธรรม</w:t>
      </w:r>
      <w:r w:rsidR="00C27D9F" w:rsidRPr="00C27D9F">
        <w:rPr>
          <w:cs/>
        </w:rPr>
        <w:t>)</w:t>
      </w:r>
    </w:p>
    <w:p w:rsidR="00C267A9" w:rsidRDefault="00C267A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267A9" w:rsidRDefault="00C267A9" w:rsidP="00C267A9">
      <w:pPr>
        <w:pStyle w:val="libNormal"/>
      </w:pPr>
    </w:p>
    <w:p w:rsidR="0085331E" w:rsidRDefault="00C27D9F" w:rsidP="0085331E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แต่บางครั้ง</w:t>
      </w:r>
      <w:r w:rsidR="00500001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คราวในการคิดถึงแต่ตนเองเพียงเท่านั้นบุคคลก็เป็นโรคติดต่อทางจิตและความเป็นมนุษยชาติของเขาวางอยู่บนการรับใช้ธรรมชาติแหงความเป็นสัตว์ของเขาซึ่งนำไปสู่การฆ่าตัวเองความละโมภ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โรคเช่นว่านั้นซึ่งเป็นที่รู้จักกันว่าไร้ขอบเขตและเมื่อมีหนทางที่จะต้องช่วยเหลือผู้อื่นเกี่ยวกับความเมตตาและความโอบอ้อมอารี</w:t>
      </w:r>
      <w:r w:rsidR="0085331E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บุคคลก็มีความเอนเอียงไปสู่ความ</w:t>
      </w:r>
      <w:r w:rsidR="0085331E">
        <w:rPr>
          <w:rFonts w:hint="cs"/>
          <w:cs/>
        </w:rPr>
        <w:t>มี</w:t>
      </w:r>
      <w:r w:rsidRPr="00C27D9F">
        <w:rPr>
          <w:rFonts w:hint="cs"/>
          <w:cs/>
        </w:rPr>
        <w:t>ใจแคบและตระหนี่ซึ่งเป็นอีกโรคหนึ่งในตัวมันเอง</w:t>
      </w:r>
    </w:p>
    <w:p w:rsidR="0085331E" w:rsidRDefault="00C27D9F" w:rsidP="0085331E">
      <w:pPr>
        <w:pStyle w:val="libNormal"/>
      </w:pPr>
      <w:r w:rsidRPr="00C27D9F">
        <w:rPr>
          <w:rFonts w:hint="cs"/>
          <w:cs/>
        </w:rPr>
        <w:t>ในกรณีเช่นนั้นเขาเพียงแต่ถูกโรคป่วยทางจิตของเขาครอบงำเหนือเขาอยู่เท่านั้น</w:t>
      </w:r>
      <w:r w:rsidR="0085331E">
        <w:rPr>
          <w:rFonts w:hint="cs"/>
          <w:cs/>
        </w:rPr>
        <w:t xml:space="preserve"> </w:t>
      </w:r>
      <w:r w:rsidRPr="00C27D9F">
        <w:rPr>
          <w:rFonts w:hint="cs"/>
          <w:cs/>
        </w:rPr>
        <w:t>มิใช่สติปัญญาของเขาหรือความคิดและความตั้งใจของเขา</w:t>
      </w:r>
      <w:r w:rsidR="0085331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ราะถ้าหากว่าเขาถูกครอบงำโดยสติปัญญาของเขาแล้วเขาก็จะรู้ว่าตรงจุดไหนคือที่ซึ่งเขาควรจะใช้ในสิ่งที่เป็นประโยชน์อย่างแท้จริงของเขาและตรงจุดไหนคือการตั้งอยู่บนความ</w:t>
      </w:r>
      <w:r w:rsidR="0085331E">
        <w:rPr>
          <w:rFonts w:hint="cs"/>
          <w:cs/>
        </w:rPr>
        <w:t>พึง</w:t>
      </w:r>
      <w:r w:rsidRPr="00C27D9F">
        <w:rPr>
          <w:rFonts w:hint="cs"/>
          <w:cs/>
        </w:rPr>
        <w:t>พอใจและความสุขสบายของเขา</w:t>
      </w:r>
      <w:r w:rsidR="0085331E">
        <w:rPr>
          <w:rFonts w:hint="cs"/>
          <w:cs/>
        </w:rPr>
        <w:t xml:space="preserve"> </w:t>
      </w:r>
    </w:p>
    <w:p w:rsidR="00500001" w:rsidRDefault="00500001" w:rsidP="0085331E">
      <w:pPr>
        <w:pStyle w:val="libNormal"/>
      </w:pPr>
    </w:p>
    <w:p w:rsidR="00500001" w:rsidRPr="00500001" w:rsidRDefault="00C27D9F" w:rsidP="00500001">
      <w:pPr>
        <w:pStyle w:val="libNormal"/>
      </w:pPr>
      <w:r w:rsidRPr="00C27D9F">
        <w:rPr>
          <w:rFonts w:hint="cs"/>
          <w:cs/>
        </w:rPr>
        <w:t>แต่ความตระหนี่ถี่เหนียวของเขาเป็นอุปสรรคขัดขวางและทำให้เขาตกต่ำลงยิ่งกว่าระดับของสัตว์เพื่อจะทำให้ความประพฤติปฏิบัติของเขาเป็นการต่อต้านศีลธรรม</w:t>
      </w:r>
      <w:r w:rsidR="0085331E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และสิ่งเหล่านี้หาได้เป็นเพียงโรคทีทำให้เกิดความเจ็บป่วยแก่มนุษย์เท่านั้นไม่มีความลำบากยุ่งยากต่อผู้คนทั้งหลายมากมายยิ่งไปกว่านั้นเสียอีกซึ่งเรียกว่าโรคแทรกซ้อน</w:t>
      </w:r>
      <w:r w:rsidR="0085331E">
        <w:rPr>
          <w:rFonts w:hint="cs"/>
          <w:cs/>
        </w:rPr>
        <w:t xml:space="preserve"> </w:t>
      </w:r>
      <w:r w:rsidRPr="00C27D9F">
        <w:rPr>
          <w:rFonts w:hint="cs"/>
          <w:cs/>
        </w:rPr>
        <w:t>อย่างเช่น</w:t>
      </w:r>
      <w:r w:rsidR="0085331E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ความริษยา</w:t>
      </w:r>
      <w:r w:rsidR="0085331E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ในกรณีของบุคคลที่จะแสวงหาความสุขสบายของบุคคลเองและปรารถนาเพียงอย่างจะให้ความทุกข์ยา</w:t>
      </w:r>
      <w:r w:rsidR="0085331E">
        <w:rPr>
          <w:rFonts w:hint="cs"/>
          <w:cs/>
        </w:rPr>
        <w:t>ก</w:t>
      </w:r>
      <w:r w:rsidRPr="00C27D9F">
        <w:rPr>
          <w:rFonts w:hint="cs"/>
          <w:cs/>
        </w:rPr>
        <w:t>และความเคราะห์ร้ายได้เกิดขึ้นแก่ผู้อื่นเท่านั้นความสุขและความปิติยินดีของเขาเองเป็นเรื่องไม่สำคัญสำหรับเขา</w:t>
      </w:r>
    </w:p>
    <w:p w:rsidR="0085331E" w:rsidRDefault="00C27D9F" w:rsidP="0085331E">
      <w:pPr>
        <w:pStyle w:val="libNormal"/>
        <w:rPr>
          <w:cs/>
        </w:rPr>
      </w:pPr>
      <w:r w:rsidRPr="00C27D9F">
        <w:rPr>
          <w:rFonts w:hint="cs"/>
          <w:cs/>
        </w:rPr>
        <w:t>เหมือนดังความปรารถนาของเขาเพื่อที่จะให้ความทุกข์แก่ผู้อื่นทั้งหลาย</w:t>
      </w:r>
      <w:r w:rsidR="0085331E" w:rsidRPr="00C27D9F">
        <w:rPr>
          <w:rFonts w:cs="Times New Roman"/>
          <w:lang w:bidi="ar-SA"/>
        </w:rPr>
        <w:t>,</w:t>
      </w:r>
      <w:r w:rsidR="0085331E" w:rsidRPr="00C27D9F">
        <w:rPr>
          <w:rFonts w:hint="cs"/>
          <w:cs/>
        </w:rPr>
        <w:t xml:space="preserve"> สภาพเช่นนี้ไม่มิในสัตว</w:t>
      </w:r>
      <w:r w:rsidR="0085331E" w:rsidRPr="00C27D9F">
        <w:rPr>
          <w:cs/>
        </w:rPr>
        <w:t>์</w:t>
      </w:r>
      <w:r w:rsidRPr="00C27D9F">
        <w:rPr>
          <w:rFonts w:hint="cs"/>
          <w:cs/>
        </w:rPr>
        <w:t>ใดๆเลย</w:t>
      </w:r>
      <w:r w:rsidR="0085331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เว้นแต่มนุษย์</w:t>
      </w:r>
      <w:r w:rsidR="0085331E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ความหยิ่งทรนงก็เป็นอีกโรคหนึ่งซึ่งเจริญเติบโตในตัวบุคคลในวิถีทางดังกล่าวเช่นนั้น</w:t>
      </w:r>
      <w:r w:rsidR="0085331E">
        <w:rPr>
          <w:rFonts w:hint="cs"/>
          <w:cs/>
        </w:rPr>
        <w:t xml:space="preserve"> </w:t>
      </w:r>
      <w:r w:rsidRPr="00C27D9F">
        <w:rPr>
          <w:rFonts w:hint="cs"/>
          <w:cs/>
        </w:rPr>
        <w:t>ตัวของเขาเองก็มิได้ระมัดระวังมัน</w:t>
      </w:r>
      <w:r w:rsidR="0085331E">
        <w:rPr>
          <w:rFonts w:hint="cs"/>
          <w:cs/>
        </w:rPr>
        <w:t xml:space="preserve"> </w:t>
      </w:r>
    </w:p>
    <w:p w:rsidR="0085331E" w:rsidRDefault="0085331E">
      <w:pPr>
        <w:rPr>
          <w:rFonts w:cs="Cordia New"/>
          <w:szCs w:val="30"/>
          <w:lang w:bidi="th-TH"/>
        </w:rPr>
      </w:pPr>
      <w:r>
        <w:rPr>
          <w:rtl/>
          <w:cs/>
        </w:rPr>
        <w:br w:type="page"/>
      </w:r>
    </w:p>
    <w:p w:rsidR="0085331E" w:rsidRPr="0085331E" w:rsidRDefault="0085331E">
      <w:pPr>
        <w:rPr>
          <w:rFonts w:ascii="Angsana New" w:hAnsi="Angsana New" w:cs="Cordia New"/>
          <w:sz w:val="32"/>
          <w:szCs w:val="30"/>
          <w:cs/>
          <w:lang w:bidi="th-TH"/>
        </w:rPr>
      </w:pPr>
    </w:p>
    <w:p w:rsidR="00FA6BA7" w:rsidRPr="00500001" w:rsidRDefault="00C27D9F" w:rsidP="00500001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บางครั้งบางคราว</w:t>
      </w:r>
      <w:r w:rsidR="0085331E">
        <w:rPr>
          <w:rFonts w:hint="cs"/>
          <w:cs/>
        </w:rPr>
        <w:t xml:space="preserve"> </w:t>
      </w:r>
      <w:r w:rsidRPr="00C27D9F">
        <w:rPr>
          <w:rFonts w:hint="cs"/>
          <w:cs/>
        </w:rPr>
        <w:t>อัตตาหลอกลวงตัวตนในวิถีทางที่แปลกประหลาดมากทีเดียวดังที่คัมภีร์อัลกุรอานกล่าวไว้ใน</w:t>
      </w:r>
      <w:r w:rsidR="00FA6BA7">
        <w:rPr>
          <w:rFonts w:hint="cs"/>
          <w:cs/>
        </w:rPr>
        <w:t>ซูเ</w:t>
      </w:r>
      <w:r w:rsidRPr="00C27D9F">
        <w:rPr>
          <w:rFonts w:hint="cs"/>
          <w:cs/>
        </w:rPr>
        <w:t>ราะฮ์</w:t>
      </w: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ยูซุฟ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อายะฮ์ที่</w:t>
      </w:r>
      <w:r w:rsidR="00500001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83</w:t>
      </w:r>
    </w:p>
    <w:p w:rsidR="00F27273" w:rsidRDefault="00C27D9F" w:rsidP="00F27273">
      <w:pPr>
        <w:pStyle w:val="libNormal"/>
      </w:pP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เขากล่าวว่า</w:t>
      </w:r>
      <w:r w:rsidR="00FA6BA7">
        <w:rPr>
          <w:rFonts w:hint="cs"/>
          <w:cs/>
        </w:rPr>
        <w:t xml:space="preserve"> </w:t>
      </w:r>
      <w:r w:rsidR="00FA6BA7" w:rsidRPr="00C27D9F">
        <w:rPr>
          <w:rFonts w:hint="cs"/>
          <w:cs/>
        </w:rPr>
        <w:t xml:space="preserve">เปล่าเลยหัวใจของพวกท่านได้สร้างเรื่องราว </w:t>
      </w:r>
      <w:r w:rsidR="00FA6BA7" w:rsidRPr="00C27D9F">
        <w:rPr>
          <w:cs/>
        </w:rPr>
        <w:t>(</w:t>
      </w:r>
      <w:r w:rsidRPr="00C27D9F">
        <w:rPr>
          <w:rFonts w:hint="cs"/>
          <w:cs/>
        </w:rPr>
        <w:t>ที่ผ่อนหนัก</w:t>
      </w:r>
      <w:r w:rsidR="00FA6BA7" w:rsidRPr="00C27D9F">
        <w:rPr>
          <w:rFonts w:hint="cs"/>
          <w:cs/>
        </w:rPr>
        <w:t>) ให้เป็นเบาสำหรับพวกท่า</w:t>
      </w:r>
      <w:r w:rsidR="00FA6BA7" w:rsidRPr="00C27D9F">
        <w:rPr>
          <w:cs/>
        </w:rPr>
        <w:t>น</w:t>
      </w:r>
      <w:r w:rsidR="00FA6BA7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ดังนั้นการอดทน</w:t>
      </w:r>
      <w:r w:rsidR="00FA6BA7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คือความดี</w:t>
      </w:r>
      <w:r w:rsidR="00FA6BA7">
        <w:rPr>
          <w:rFonts w:hint="cs"/>
          <w:cs/>
        </w:rPr>
        <w:t xml:space="preserve"> </w:t>
      </w:r>
      <w:r w:rsidR="00F27273">
        <w:rPr>
          <w:rFonts w:hint="cs"/>
          <w:cs/>
        </w:rPr>
        <w:t xml:space="preserve">บางที </w:t>
      </w:r>
      <w:r w:rsidR="00F27273" w:rsidRPr="00C27D9F">
        <w:rPr>
          <w:rFonts w:hint="cs"/>
          <w:cs/>
        </w:rPr>
        <w:t>อัลลอฮจะนำพวกเขาทั้งหมดมายังฉันพร้อมกันแน่นอนพระองค์เป็นผู้ทรงรู้ผู้ทรง</w:t>
      </w:r>
    </w:p>
    <w:p w:rsidR="00F27273" w:rsidRDefault="00F27273" w:rsidP="00F27273">
      <w:pPr>
        <w:pStyle w:val="libNormal"/>
        <w:ind w:firstLine="0"/>
      </w:pPr>
      <w:r w:rsidRPr="00C27D9F">
        <w:rPr>
          <w:rFonts w:hint="cs"/>
          <w:cs/>
        </w:rPr>
        <w:t>วิทยปัญญา</w:t>
      </w:r>
      <w:r w:rsidRPr="00C27D9F">
        <w:rPr>
          <w:rFonts w:cs="Times New Roman"/>
          <w:lang w:bidi="ar-SA"/>
        </w:rPr>
        <w:t xml:space="preserve"> (</w:t>
      </w:r>
      <w:r w:rsidR="00FA6BA7" w:rsidRPr="00C27D9F">
        <w:rPr>
          <w:rFonts w:hint="cs"/>
          <w:cs/>
        </w:rPr>
        <w:t xml:space="preserve">การรู้เท่าทันของท่านศาสดายะกู๊บ </w:t>
      </w:r>
      <w:r w:rsidR="00FA6BA7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FA6BA7" w:rsidRPr="00C27D9F">
        <w:rPr>
          <w:rFonts w:hint="cs"/>
          <w:cs/>
        </w:rPr>
        <w:t xml:space="preserve">) ต่อการเสแสร้งของบรรดาพี่น้องของท่านศาสดายูซุฟ </w:t>
      </w:r>
      <w:r w:rsidR="00FA6BA7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FA6BA7" w:rsidRPr="00C27D9F">
        <w:rPr>
          <w:rFonts w:hint="cs"/>
          <w:cs/>
        </w:rPr>
        <w:t>) การลวงคือเล่ห์เหลี่ยมอันแท้จริงอย่างหนึ่งในเรื่องขอ</w:t>
      </w:r>
      <w:r w:rsidR="00FA6BA7" w:rsidRPr="00C27D9F">
        <w:rPr>
          <w:cs/>
        </w:rPr>
        <w:t>ง</w:t>
      </w:r>
      <w:r w:rsidR="00C27D9F" w:rsidRPr="00C27D9F">
        <w:rPr>
          <w:rFonts w:hint="cs"/>
          <w:cs/>
        </w:rPr>
        <w:t>จิตวิทยาซึ่งมีการกล่าวถึงในคัมภีร์อัลกุรอานแสดงให้เห็นว่า</w:t>
      </w:r>
      <w:r w:rsidR="00FA6BA7">
        <w:rPr>
          <w:rFonts w:hint="cs"/>
          <w:cs/>
        </w:rPr>
        <w:t xml:space="preserve"> </w:t>
      </w:r>
      <w:r w:rsidR="00FA6BA7" w:rsidRPr="00C27D9F">
        <w:rPr>
          <w:rFonts w:hint="cs"/>
          <w:cs/>
        </w:rPr>
        <w:t xml:space="preserve">บุคคลบางทีถูกหลอกลวงโดยตัวของเขาเองด้วยการประดับประดา </w:t>
      </w:r>
    </w:p>
    <w:p w:rsidR="00FA6BA7" w:rsidRDefault="00FA6BA7" w:rsidP="00F27273">
      <w:pPr>
        <w:pStyle w:val="libNormal"/>
        <w:ind w:firstLine="0"/>
      </w:pPr>
      <w:r w:rsidRPr="00C27D9F">
        <w:rPr>
          <w:cs/>
        </w:rPr>
        <w:t>(</w:t>
      </w:r>
      <w:r w:rsidR="00C27D9F" w:rsidRPr="00C27D9F">
        <w:rPr>
          <w:rFonts w:hint="cs"/>
          <w:cs/>
        </w:rPr>
        <w:t>คลั่งไคล้</w:t>
      </w:r>
      <w:r w:rsidRPr="00C27D9F">
        <w:rPr>
          <w:rFonts w:hint="cs"/>
          <w:cs/>
        </w:rPr>
        <w:t>) ความปรารถนาสิ่งแปลกปลอมในวิถีทางเช่นนี้ซึ่งบุคคลม</w:t>
      </w:r>
      <w:r w:rsidRPr="00C27D9F">
        <w:rPr>
          <w:cs/>
        </w:rPr>
        <w:t>ี</w:t>
      </w:r>
      <w:r w:rsidR="00C27D9F" w:rsidRPr="00C27D9F">
        <w:rPr>
          <w:rFonts w:hint="cs"/>
          <w:cs/>
        </w:rPr>
        <w:t>ความเชื่อว่ามันเป็นสิ่งที่แท้จริง</w:t>
      </w:r>
    </w:p>
    <w:p w:rsidR="00F27273" w:rsidRPr="00F27273" w:rsidRDefault="00F27273" w:rsidP="00F27273">
      <w:pPr>
        <w:pStyle w:val="libNormal"/>
        <w:ind w:firstLine="0"/>
      </w:pPr>
    </w:p>
    <w:p w:rsidR="00C27D9F" w:rsidRPr="00C27D9F" w:rsidRDefault="00C27D9F" w:rsidP="00FA6BA7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ปัจจุบันนี้นักจิตวิทยาสามารถที่จะรู้ได้ถึงความละเอียดอ่อนอย่าง</w:t>
      </w:r>
    </w:p>
    <w:p w:rsidR="00FA6BA7" w:rsidRDefault="00C27D9F" w:rsidP="00FA6BA7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มากมายและได้บันทึกผลสรุปในข้อนี้เพื่อที่จะแสดงให้เห็นว่า</w:t>
      </w:r>
      <w:r w:rsidR="00FA6BA7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บางครั้งมนุษย์เป็นบ้าคลั่งไคล้ไปโดยปราศจากความบกพร่องทางกายหรือระบบประสาท</w:t>
      </w:r>
      <w:r w:rsidR="00FA6BA7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แต่โดยการเปลี่ยนแปลงขนานใหญ่บางอย่างภายในของจิตใจเท่านั้น</w:t>
      </w:r>
      <w:r w:rsidR="00FA6BA7">
        <w:rPr>
          <w:rFonts w:hint="cs"/>
          <w:cs/>
        </w:rPr>
        <w:t xml:space="preserve"> </w:t>
      </w:r>
      <w:r w:rsidRPr="00C27D9F">
        <w:rPr>
          <w:rFonts w:hint="cs"/>
          <w:cs/>
        </w:rPr>
        <w:t>จนถึงคราวที่ก่อให้เกิดความทุกข์ทรมานอย่างใหญ่หลวงบางประการในกรณีเช่นนั้น</w:t>
      </w:r>
      <w:r w:rsidR="00FA6BA7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บุคคลกล่าวคำอำลาต่อสติปัญญาของตนในอันที่จะปลดเปลื้องความทุกข์โศกอันใหญ่หลวงของตนเอง</w:t>
      </w:r>
    </w:p>
    <w:p w:rsidR="00FA6BA7" w:rsidRDefault="00FA6BA7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BD3BBD" w:rsidRDefault="00BD3BBD" w:rsidP="00FA6BA7">
      <w:pPr>
        <w:pStyle w:val="libNormal"/>
        <w:ind w:firstLine="0"/>
      </w:pPr>
    </w:p>
    <w:p w:rsidR="00F27273" w:rsidRDefault="00C27D9F" w:rsidP="00BD3BBD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ดังนั้นกวีบทหนึ่งกล่าวไว้ว่า</w:t>
      </w:r>
      <w:r w:rsidRPr="00C27D9F">
        <w:rPr>
          <w:cs/>
        </w:rPr>
        <w:t xml:space="preserve"> </w:t>
      </w:r>
      <w:r w:rsidR="00BD3BBD">
        <w:rPr>
          <w:rFonts w:cs="Cordia New" w:hint="cs"/>
          <w:szCs w:val="40"/>
          <w:cs/>
        </w:rPr>
        <w:t>“</w:t>
      </w:r>
      <w:r w:rsidR="00BD3BBD">
        <w:rPr>
          <w:rFonts w:hint="cs"/>
          <w:cs/>
        </w:rPr>
        <w:t>ผู้มีส</w:t>
      </w:r>
      <w:r w:rsidRPr="00C27D9F">
        <w:rPr>
          <w:rFonts w:hint="cs"/>
          <w:cs/>
        </w:rPr>
        <w:t>ต</w:t>
      </w:r>
      <w:r w:rsidR="00BD3BBD">
        <w:rPr>
          <w:rFonts w:hint="cs"/>
          <w:cs/>
        </w:rPr>
        <w:t>ิ</w:t>
      </w:r>
      <w:r w:rsidRPr="00C27D9F">
        <w:rPr>
          <w:rFonts w:hint="cs"/>
          <w:cs/>
        </w:rPr>
        <w:t>ทุกคนในโลกนี้มีความเศร้า</w:t>
      </w:r>
      <w:r w:rsidRPr="00C27D9F">
        <w:rPr>
          <w:rFonts w:cs="Times New Roman"/>
          <w:lang w:bidi="ar-SA"/>
        </w:rPr>
        <w:t xml:space="preserve"> </w:t>
      </w:r>
    </w:p>
    <w:p w:rsidR="00BD3BBD" w:rsidRPr="00F27273" w:rsidRDefault="00C27D9F" w:rsidP="00F2727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ครั้นแล้วจงคลั่งไคล้เถิด</w:t>
      </w:r>
      <w:r w:rsidR="00BD3BBD">
        <w:rPr>
          <w:rFonts w:hint="cs"/>
          <w:cs/>
        </w:rPr>
        <w:t xml:space="preserve"> </w:t>
      </w:r>
      <w:r w:rsidRPr="00C27D9F">
        <w:rPr>
          <w:rFonts w:hint="cs"/>
          <w:cs/>
        </w:rPr>
        <w:t>โอ้หัวใจ</w:t>
      </w:r>
      <w:r w:rsidR="00BD3BBD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เพราะว่ามันคือ</w:t>
      </w:r>
      <w:r w:rsidR="00BD3BBD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อาการที่น่าอัศจรรย์ที่สุดอย่างหนึ่ง</w:t>
      </w:r>
      <w:r w:rsidR="00BD3BBD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การหลอกตนเองเช่นนี้</w:t>
      </w:r>
      <w:r w:rsidR="00BD3BBD">
        <w:rPr>
          <w:rFonts w:hint="cs"/>
          <w:cs/>
        </w:rPr>
        <w:t xml:space="preserve"> </w:t>
      </w:r>
      <w:r w:rsidRPr="00C27D9F">
        <w:rPr>
          <w:rFonts w:hint="cs"/>
          <w:cs/>
        </w:rPr>
        <w:t>เป็นปัญหาสำคัญอย่างหนึ่งในทางจิตวิทยาและเป็นสิ่งที่น่าแปลกใจที่ว่านับเป็นพันปีล่วงมาแล้วเรื่องราวดังกล่าวยังคงเป็นการบันทึกผลการวิเคราะห์กันอยู่รวมทั้งปัญหามากมายที่อยู่ในศตวรรษนี้และวิชาการทั้งหลายที่พวกเขาศึกษากันอย่างระมัดระวัง</w:t>
      </w:r>
      <w:r w:rsidR="00BD3BBD">
        <w:rPr>
          <w:rFonts w:hint="cs"/>
          <w:cs/>
        </w:rPr>
        <w:t xml:space="preserve"> </w:t>
      </w:r>
    </w:p>
    <w:p w:rsidR="00BD3BBD" w:rsidRDefault="00C27D9F" w:rsidP="00BD3BBD">
      <w:pPr>
        <w:pStyle w:val="libNormal"/>
        <w:ind w:firstLine="0"/>
      </w:pPr>
      <w:r w:rsidRPr="00C27D9F">
        <w:rPr>
          <w:rFonts w:hint="cs"/>
          <w:cs/>
        </w:rPr>
        <w:t>ถึงแม้ว่าคัมภีร์อัลกุรอาน</w:t>
      </w:r>
      <w:r w:rsidR="00BD3BBD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BD3BBD">
        <w:rPr>
          <w:rFonts w:hint="cs"/>
          <w:cs/>
        </w:rPr>
        <w:t xml:space="preserve"> </w:t>
      </w:r>
      <w:r w:rsidRPr="00C27D9F">
        <w:rPr>
          <w:rFonts w:hint="cs"/>
          <w:cs/>
        </w:rPr>
        <w:t>แหล่งที่มาแห่งความรู้ทั้งหมดนี้ก็ตาม</w:t>
      </w:r>
    </w:p>
    <w:p w:rsidR="00C27D9F" w:rsidRDefault="00C27D9F" w:rsidP="00BD3BBD">
      <w:pPr>
        <w:pStyle w:val="libNormal"/>
        <w:ind w:firstLine="0"/>
      </w:pPr>
      <w:r w:rsidRPr="00C27D9F">
        <w:rPr>
          <w:cs/>
        </w:rPr>
        <w:t>(</w:t>
      </w:r>
      <w:r w:rsidRPr="00C27D9F">
        <w:rPr>
          <w:rFonts w:hint="cs"/>
          <w:cs/>
        </w:rPr>
        <w:t>เพราะอัลกุรอานได้ถูกเปิดเผยอย่างกระจ่างแจ้งโดยผู้รู้ของอิสลามมานับเป็นเวลาพันปี</w:t>
      </w:r>
      <w:r w:rsidR="00BD3BBD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</w:t>
      </w:r>
      <w:r w:rsidR="00BD3BBD">
        <w:rPr>
          <w:rFonts w:hint="cs"/>
          <w:cs/>
        </w:rPr>
        <w:t xml:space="preserve"> </w:t>
      </w:r>
      <w:r w:rsidRPr="00C27D9F">
        <w:rPr>
          <w:rFonts w:hint="cs"/>
          <w:cs/>
        </w:rPr>
        <w:t>ทั้งหมดจึงต้องมุ่งสู่คัมภัร์อัลกุรอานเพื่อความแน่นอนชัดแจ้งของศาสตร์ของแขนง</w:t>
      </w:r>
      <w:r w:rsidRPr="00C27D9F">
        <w:rPr>
          <w:cs/>
        </w:rPr>
        <w:t>)</w:t>
      </w:r>
    </w:p>
    <w:p w:rsidR="00F27273" w:rsidRPr="00C27D9F" w:rsidRDefault="00F27273" w:rsidP="00BD3BBD">
      <w:pPr>
        <w:pStyle w:val="libNormal"/>
        <w:ind w:firstLine="0"/>
        <w:rPr>
          <w:rFonts w:cs="Times New Roman"/>
          <w:lang w:bidi="ar-SA"/>
        </w:rPr>
      </w:pPr>
    </w:p>
    <w:p w:rsidR="00BD3BBD" w:rsidRDefault="00C27D9F" w:rsidP="00BD3BBD">
      <w:pPr>
        <w:pStyle w:val="libNormal"/>
      </w:pPr>
      <w:r w:rsidRPr="00C27D9F">
        <w:rPr>
          <w:rFonts w:hint="cs"/>
          <w:cs/>
        </w:rPr>
        <w:t>แน่นอน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บางครั้งบรรดาความชั่วร้ายอย่างนั้นได้ซึมซาบเข้าไปในจิตใจของมนุษย์ซึ่งบุคคลเองก็มิได้คาดคิดไว้ก่อน</w:t>
      </w:r>
      <w:r w:rsidRPr="00C27D9F">
        <w:rPr>
          <w:cs/>
        </w:rPr>
        <w:t>(</w:t>
      </w:r>
      <w:r w:rsidRPr="00C27D9F">
        <w:rPr>
          <w:rFonts w:hint="cs"/>
          <w:cs/>
        </w:rPr>
        <w:t>ไม่รู้สึกต่อมัน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และภายใต้เงื่อนไขบางประการเท่านั้น</w:t>
      </w:r>
      <w:r w:rsidR="00BD3BBD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ชั่วร้ายเหล่านี้ก็ปรากฏขึ้นมาจากความล้ำลึกเพื่อที่จะเผยตัวของมันเองแก่เจ้าของมันซึ่งเป็นความประหลาดใจอย่างมากแก่พวกเขาในการที่สิ่งเหล่านี้ได้เข้าครอบงำ</w:t>
      </w:r>
      <w:r w:rsidR="00BD3BBD">
        <w:rPr>
          <w:rFonts w:hint="cs"/>
          <w:cs/>
        </w:rPr>
        <w:t>หัวใจทุกๆด้านของ</w:t>
      </w:r>
      <w:r w:rsidRPr="00C27D9F">
        <w:rPr>
          <w:rFonts w:hint="cs"/>
          <w:cs/>
        </w:rPr>
        <w:t>พวกเขา</w:t>
      </w:r>
      <w:r w:rsidR="00BD3BBD">
        <w:rPr>
          <w:rFonts w:hint="cs"/>
          <w:cs/>
        </w:rPr>
        <w:t xml:space="preserve"> </w:t>
      </w:r>
    </w:p>
    <w:p w:rsidR="00F27273" w:rsidRDefault="00F27273" w:rsidP="00BD3BBD">
      <w:pPr>
        <w:pStyle w:val="libNormal"/>
      </w:pPr>
    </w:p>
    <w:p w:rsidR="00C27D9F" w:rsidRPr="00C27D9F" w:rsidRDefault="00BD3BBD" w:rsidP="00BD3BBD">
      <w:pPr>
        <w:pStyle w:val="libNormal"/>
        <w:rPr>
          <w:rFonts w:cs="Times New Roman"/>
          <w:lang w:bidi="ar-SA"/>
        </w:rPr>
      </w:pPr>
      <w:r>
        <w:rPr>
          <w:rFonts w:hint="cs"/>
          <w:cs/>
        </w:rPr>
        <w:t>บาง</w:t>
      </w:r>
      <w:r w:rsidR="00C27D9F" w:rsidRPr="00C27D9F">
        <w:rPr>
          <w:rFonts w:hint="cs"/>
          <w:cs/>
        </w:rPr>
        <w:t>ครั้งบุคคลหนึ่งมีความแน่ใจว่าเขาไม่มีจิตใจที่ไม่สะอาดบริสุทธิปราศจากการริษยาและผูกพยาบาทต่อผู้ค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แต่แล้วโดยฉับพลันเขาก็</w:t>
      </w:r>
    </w:p>
    <w:p w:rsidR="00BD3BBD" w:rsidRDefault="00C27D9F" w:rsidP="00BD3BBD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พบว่าตัวเขาเองยังคงอยู่ในสภาพที่ติดแน่นอยู่กับความชั่วร้ายเหล่านั้น</w:t>
      </w:r>
      <w:r w:rsidRPr="00C27D9F">
        <w:rPr>
          <w:cs/>
        </w:rPr>
        <w:t>(</w:t>
      </w:r>
      <w:r w:rsidRPr="00C27D9F">
        <w:rPr>
          <w:rFonts w:hint="cs"/>
          <w:cs/>
        </w:rPr>
        <w:t>ความอิจฉาริยา</w:t>
      </w:r>
      <w:r w:rsidRPr="00C27D9F">
        <w:rPr>
          <w:cs/>
        </w:rPr>
        <w:t>)</w:t>
      </w:r>
    </w:p>
    <w:p w:rsidR="00BD3BBD" w:rsidRDefault="00BD3BB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BD3BBD" w:rsidRDefault="00BD3BBD" w:rsidP="00BD3BBD">
      <w:pPr>
        <w:pStyle w:val="libNormal"/>
        <w:ind w:firstLine="0"/>
        <w:rPr>
          <w:rFonts w:cs="Cordia New"/>
          <w:szCs w:val="40"/>
        </w:rPr>
      </w:pPr>
    </w:p>
    <w:p w:rsidR="00EE0316" w:rsidRDefault="00C27D9F" w:rsidP="00EE0316">
      <w:pPr>
        <w:pStyle w:val="libNormal"/>
        <w:ind w:firstLine="0"/>
      </w:pPr>
      <w:r w:rsidRPr="00C27D9F">
        <w:rPr>
          <w:rFonts w:hint="cs"/>
          <w:cs/>
        </w:rPr>
        <w:t>จินตกวี</w:t>
      </w:r>
      <w:r w:rsidR="00BD3BBD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เมาลาวี</w:t>
      </w:r>
      <w:r w:rsidR="00023F39" w:rsidRPr="00C27D9F">
        <w:rPr>
          <w:rFonts w:hint="cs"/>
          <w:cs/>
        </w:rPr>
        <w:t xml:space="preserve"> เปรียบเทียบสิ่งนี้กับงูตัวหนึ่งที่หนาวจนตัวแข็งโดยความเย็นในฤดูหนาวด้วยการไม่เคลื่อนไห</w:t>
      </w:r>
      <w:r w:rsidR="00023F39" w:rsidRPr="00C27D9F">
        <w:rPr>
          <w:cs/>
        </w:rPr>
        <w:t>ว</w:t>
      </w:r>
      <w:r w:rsidRPr="00C27D9F">
        <w:rPr>
          <w:rFonts w:hint="cs"/>
          <w:cs/>
        </w:rPr>
        <w:t>และมิได้ส่อปรากฏสัญญาณแห่งการเป็นอันตรายแต่อย่างใด</w:t>
      </w:r>
      <w:r w:rsidR="00EE0316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เพื่อว่าเด็กๆอาจจะเล่นกับมันและเมื่อมันได้รับความอบอุ่นจากแสงอาทิตย์</w:t>
      </w:r>
      <w:r w:rsidR="00EE0316">
        <w:rPr>
          <w:rFonts w:hint="cs"/>
          <w:cs/>
        </w:rPr>
        <w:t xml:space="preserve"> </w:t>
      </w:r>
      <w:r w:rsidRPr="00C27D9F">
        <w:rPr>
          <w:rFonts w:hint="cs"/>
          <w:cs/>
        </w:rPr>
        <w:t>ธาตุแท้ของมันก็จะเผยให้เห็นในตัวของมันทันที</w:t>
      </w:r>
    </w:p>
    <w:p w:rsidR="00EE0316" w:rsidRDefault="00C27D9F" w:rsidP="00EE0316">
      <w:pPr>
        <w:pStyle w:val="libNormal"/>
        <w:ind w:firstLine="0"/>
        <w:rPr>
          <w:rFonts w:cs="Cordia New"/>
          <w:szCs w:val="40"/>
        </w:rPr>
      </w:pPr>
      <w:r w:rsidRPr="00C27D9F">
        <w:rPr>
          <w:cs/>
        </w:rPr>
        <w:t>(</w:t>
      </w:r>
      <w:r w:rsidRPr="00C27D9F">
        <w:rPr>
          <w:rFonts w:hint="cs"/>
          <w:cs/>
        </w:rPr>
        <w:t>เมาลาวี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ได้ยกตัวอย่างอีกข้อหนึ่งเกี่ยวกับการซ่อนเร้นอยู่ภายในไปยังบทกวีต่อไปนี้</w:t>
      </w:r>
    </w:p>
    <w:p w:rsidR="00EE0316" w:rsidRDefault="00EE0316" w:rsidP="00EE0316">
      <w:pPr>
        <w:pStyle w:val="libNormal"/>
        <w:ind w:firstLine="0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บรรดากิเลสตัณหาเหมือนพวกสุนัข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หมา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ที่เอาแต่นอน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ในสันดานที่มีทั้งดีชั่ว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มื่อไม่มีพลังพวกมันพากันสงบนิ่งไม่ไหวติงดูเหมือนท่อนไม้ที่ไร้ชีวิตพอเห็นซากศพเน่าเข้าเท่านั้น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เสียงร้องเห่าแห่งความ</w:t>
      </w:r>
      <w:r>
        <w:rPr>
          <w:rFonts w:hint="cs"/>
          <w:cs/>
        </w:rPr>
        <w:t>ต</w:t>
      </w:r>
      <w:r w:rsidRPr="00C27D9F">
        <w:rPr>
          <w:rFonts w:hint="cs"/>
          <w:cs/>
        </w:rPr>
        <w:t>ะกละปลุ</w:t>
      </w:r>
      <w:r w:rsidRPr="00C27D9F">
        <w:rPr>
          <w:cs/>
        </w:rPr>
        <w:t>ก</w:t>
      </w:r>
      <w:r w:rsidR="00C27D9F" w:rsidRPr="00C27D9F">
        <w:rPr>
          <w:rFonts w:hint="cs"/>
          <w:cs/>
        </w:rPr>
        <w:t>พวกมันให้พลันตื่น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เมื่อลาโง่พบความตายบนทางสายนั้นเป็นร้อยพันของพวกมันจะถูกปลุกความ</w:t>
      </w:r>
      <w:r>
        <w:rPr>
          <w:rFonts w:hint="cs"/>
          <w:cs/>
        </w:rPr>
        <w:t>ต</w:t>
      </w:r>
      <w:r w:rsidR="00C27D9F" w:rsidRPr="00C27D9F">
        <w:rPr>
          <w:rFonts w:hint="cs"/>
          <w:cs/>
        </w:rPr>
        <w:t>ะกละซึ่งมันพากันซ่อนซุกผลุกพลันลุกวิ่งห้อ</w:t>
      </w:r>
      <w:r>
        <w:rPr>
          <w:rFonts w:hint="cs"/>
          <w:cs/>
        </w:rPr>
        <w:t>ย</w:t>
      </w:r>
      <w:r w:rsidR="00C27D9F" w:rsidRPr="00C27D9F">
        <w:rPr>
          <w:rFonts w:hint="cs"/>
          <w:cs/>
        </w:rPr>
        <w:t>อย่างเต็มเหยียด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ประหนึ่งว่</w:t>
      </w:r>
      <w:r w:rsidRPr="00C27D9F">
        <w:rPr>
          <w:cs/>
        </w:rPr>
        <w:t>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ถ้าทุกเส้นขนของพวกมันกลายเป็นฟันจนหมดสิ้นเพื่อกินเหยื่อ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หางกระดิกเชิงฉลาดแถมแถมโกง ในเรือนร่างของเรานั้นไซร</w:t>
      </w:r>
      <w:r w:rsidRPr="00C27D9F">
        <w:rPr>
          <w:cs/>
        </w:rPr>
        <w:t>้</w:t>
      </w:r>
      <w:r w:rsidR="00C27D9F" w:rsidRPr="00C27D9F">
        <w:rPr>
          <w:rFonts w:hint="cs"/>
          <w:cs/>
        </w:rPr>
        <w:t>มีสุนัขที่หลับ</w:t>
      </w:r>
      <w:r>
        <w:rPr>
          <w:rFonts w:hint="cs"/>
          <w:cs/>
        </w:rPr>
        <w:t>ไ</w:t>
      </w:r>
      <w:r w:rsidR="00C27D9F" w:rsidRPr="00C27D9F">
        <w:rPr>
          <w:rFonts w:hint="cs"/>
          <w:cs/>
        </w:rPr>
        <w:t>หลอยู่เป็นร้อย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และที่พวกมันสงบนิ่งอยู่ภายใน</w:t>
      </w:r>
      <w:r w:rsidRPr="00C27D9F">
        <w:rPr>
          <w:rFonts w:hint="cs"/>
          <w:cs/>
        </w:rPr>
        <w:t xml:space="preserve"> เพราะขาดเหยื่อที่จะให้พวกมันกิ</w:t>
      </w:r>
      <w:r w:rsidRPr="00C27D9F">
        <w:rPr>
          <w:cs/>
        </w:rPr>
        <w:t>น</w:t>
      </w:r>
      <w:r>
        <w:rPr>
          <w:rFonts w:cs="Cordia New" w:hint="cs"/>
          <w:szCs w:val="40"/>
          <w:cs/>
        </w:rPr>
        <w:t>”</w:t>
      </w:r>
    </w:p>
    <w:p w:rsidR="00F27273" w:rsidRDefault="00F27273" w:rsidP="00EE0316">
      <w:pPr>
        <w:pStyle w:val="libNormal"/>
        <w:ind w:firstLine="0"/>
        <w:rPr>
          <w:rFonts w:cs="Cordia New"/>
          <w:szCs w:val="40"/>
        </w:rPr>
      </w:pPr>
    </w:p>
    <w:p w:rsidR="00EE0316" w:rsidRDefault="00C27D9F" w:rsidP="00EE0316">
      <w:pPr>
        <w:pStyle w:val="libNormal"/>
        <w:ind w:firstLine="0"/>
      </w:pPr>
      <w:r w:rsidRPr="00C27D9F">
        <w:rPr>
          <w:rFonts w:hint="cs"/>
          <w:cs/>
        </w:rPr>
        <w:t>กล่าวถึง</w:t>
      </w:r>
      <w:r w:rsidR="00EE0316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ที่ซ่อนเร้นธาตุแท้ของตนเองโดยเสแสร้งทำเป็นถ่อมตนสงบเสงี่ยมและเมื่อถึงเวลาธาตุแท้ก็จะปรากฏออกมา</w:t>
      </w:r>
      <w:r w:rsidRPr="00C27D9F">
        <w:rPr>
          <w:cs/>
        </w:rPr>
        <w:t>)</w:t>
      </w:r>
      <w:r w:rsidRPr="00C27D9F">
        <w:rPr>
          <w:rFonts w:hint="cs"/>
          <w:cs/>
        </w:rPr>
        <w:t>จะกระทั่งบัดนี้ปัญหาเหล่านั้นเป็นสัจธรรมและเป็นสิ่งที่ได้รับการสนับสนุนโดยอัลกุรอานที่กล่าวไว้ว่า</w:t>
      </w:r>
      <w:r w:rsidR="00EE0316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พวกเขาทั้งหลายจักต้องต่อสู้คัดค้านตนเอง</w:t>
      </w:r>
    </w:p>
    <w:p w:rsidR="00F27273" w:rsidRDefault="00F27273" w:rsidP="00EE0316">
      <w:pPr>
        <w:pStyle w:val="libNormal"/>
        <w:ind w:firstLine="0"/>
        <w:rPr>
          <w:cs/>
        </w:rPr>
      </w:pPr>
    </w:p>
    <w:p w:rsidR="00EE0316" w:rsidRDefault="00EE0316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EE0316" w:rsidRDefault="00EE0316" w:rsidP="00EE0316">
      <w:pPr>
        <w:pStyle w:val="libNormal"/>
        <w:ind w:firstLine="0"/>
      </w:pPr>
    </w:p>
    <w:p w:rsidR="00F27273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อายะฮ์ต่อไปนี้พาดพิงไปถึงจุดสำคัญทั้งหลายดังเช่น</w:t>
      </w:r>
      <w:r w:rsidR="00EE0316">
        <w:rPr>
          <w:rFonts w:cs="Cordia New" w:hint="cs"/>
          <w:szCs w:val="40"/>
          <w:cs/>
        </w:rPr>
        <w:t xml:space="preserve"> </w:t>
      </w:r>
      <w:r w:rsidR="00EE0316">
        <w:rPr>
          <w:rFonts w:hint="cs"/>
          <w:cs/>
        </w:rPr>
        <w:t>ซู</w:t>
      </w:r>
      <w:r w:rsidRPr="00C27D9F">
        <w:rPr>
          <w:rFonts w:hint="cs"/>
          <w:cs/>
        </w:rPr>
        <w:t>เรา</w:t>
      </w:r>
      <w:r w:rsidR="00EE0316">
        <w:rPr>
          <w:rFonts w:hint="cs"/>
          <w:cs/>
        </w:rPr>
        <w:t>ะฮ์อัน</w:t>
      </w:r>
      <w:r w:rsidRPr="00C27D9F">
        <w:rPr>
          <w:rFonts w:hint="cs"/>
          <w:cs/>
        </w:rPr>
        <w:t>นาซิอาต</w:t>
      </w:r>
    </w:p>
    <w:p w:rsidR="00EE0316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อายะ</w:t>
      </w:r>
      <w:r w:rsidR="00EE0316">
        <w:rPr>
          <w:rFonts w:hint="cs"/>
          <w:cs/>
        </w:rPr>
        <w:t>ฮ์</w:t>
      </w:r>
      <w:r w:rsidRPr="00C27D9F">
        <w:rPr>
          <w:rFonts w:hint="cs"/>
          <w:cs/>
        </w:rPr>
        <w:t>ที่</w:t>
      </w:r>
      <w:r w:rsidR="00F27273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37</w:t>
      </w:r>
      <w:r w:rsidR="000845C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ถึง</w:t>
      </w:r>
      <w:r w:rsidR="000845C9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F27273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41</w:t>
      </w:r>
    </w:p>
    <w:p w:rsidR="0058366D" w:rsidRPr="0058366D" w:rsidRDefault="0058366D" w:rsidP="0058366D">
      <w:pPr>
        <w:pStyle w:val="libArAie"/>
        <w:bidi w:val="0"/>
        <w:jc w:val="center"/>
        <w:rPr>
          <w:lang w:bidi="th-TH"/>
        </w:rPr>
      </w:pPr>
    </w:p>
    <w:p w:rsidR="000845C9" w:rsidRPr="0058366D" w:rsidRDefault="000845C9" w:rsidP="0058366D">
      <w:pPr>
        <w:pStyle w:val="libArAie"/>
        <w:bidi w:val="0"/>
        <w:jc w:val="center"/>
      </w:pPr>
      <w:bookmarkStart w:id="48" w:name="_Toc442605884"/>
      <w:bookmarkStart w:id="49" w:name="_Toc442606001"/>
      <w:r w:rsidRPr="0058366D">
        <w:rPr>
          <w:rtl/>
        </w:rPr>
        <w:t>فَأَمَّا مَنْ طَغَى</w:t>
      </w:r>
      <w:bookmarkEnd w:id="48"/>
      <w:bookmarkEnd w:id="49"/>
    </w:p>
    <w:p w:rsidR="000845C9" w:rsidRPr="0058366D" w:rsidRDefault="000845C9" w:rsidP="0058366D">
      <w:pPr>
        <w:pStyle w:val="libArAie"/>
        <w:bidi w:val="0"/>
        <w:jc w:val="center"/>
      </w:pPr>
      <w:bookmarkStart w:id="50" w:name="_Toc442605885"/>
      <w:bookmarkStart w:id="51" w:name="_Toc442606002"/>
      <w:r w:rsidRPr="0058366D">
        <w:rPr>
          <w:rtl/>
        </w:rPr>
        <w:t>وَآثَرَ الْحَيَاةَ الدُّنْيَا</w:t>
      </w:r>
      <w:bookmarkEnd w:id="50"/>
      <w:bookmarkEnd w:id="51"/>
    </w:p>
    <w:p w:rsidR="000845C9" w:rsidRPr="0058366D" w:rsidRDefault="000845C9" w:rsidP="0058366D">
      <w:pPr>
        <w:pStyle w:val="libArAie"/>
        <w:bidi w:val="0"/>
        <w:jc w:val="center"/>
      </w:pPr>
      <w:bookmarkStart w:id="52" w:name="_Toc442605886"/>
      <w:bookmarkStart w:id="53" w:name="_Toc442606003"/>
      <w:r w:rsidRPr="0058366D">
        <w:rPr>
          <w:rtl/>
        </w:rPr>
        <w:t>فَإِنَّ الْجَحِيمَ هِيَ الْمَأْوَى</w:t>
      </w:r>
      <w:bookmarkEnd w:id="52"/>
      <w:bookmarkEnd w:id="53"/>
    </w:p>
    <w:p w:rsidR="000845C9" w:rsidRPr="0058366D" w:rsidRDefault="000845C9" w:rsidP="0058366D">
      <w:pPr>
        <w:pStyle w:val="libArAie"/>
        <w:bidi w:val="0"/>
        <w:jc w:val="center"/>
      </w:pPr>
      <w:bookmarkStart w:id="54" w:name="_Toc442605887"/>
      <w:bookmarkStart w:id="55" w:name="_Toc442606004"/>
      <w:r w:rsidRPr="0058366D">
        <w:rPr>
          <w:rtl/>
        </w:rPr>
        <w:t>وَأَمَّا مَنْ خَافَ مَقَامَ رَبِّهِ وَنَهَى النَّفْسَ عَنِ الْهَوَىٰ</w:t>
      </w:r>
      <w:bookmarkEnd w:id="54"/>
      <w:bookmarkEnd w:id="55"/>
    </w:p>
    <w:p w:rsidR="000845C9" w:rsidRPr="0058366D" w:rsidRDefault="000845C9" w:rsidP="0058366D">
      <w:pPr>
        <w:pStyle w:val="libArAie"/>
        <w:bidi w:val="0"/>
        <w:jc w:val="center"/>
        <w:rPr>
          <w:lang w:bidi="th-TH"/>
        </w:rPr>
      </w:pPr>
      <w:bookmarkStart w:id="56" w:name="_Toc442605888"/>
      <w:bookmarkStart w:id="57" w:name="_Toc442606005"/>
      <w:r w:rsidRPr="0058366D">
        <w:rPr>
          <w:rtl/>
        </w:rPr>
        <w:t>فَإِنَّ الْجَنَّةَ هِيَ الْمَأْوَىٰ</w:t>
      </w:r>
      <w:bookmarkEnd w:id="56"/>
      <w:bookmarkEnd w:id="57"/>
    </w:p>
    <w:p w:rsidR="000845C9" w:rsidRPr="0058366D" w:rsidRDefault="000845C9" w:rsidP="0058366D">
      <w:pPr>
        <w:pStyle w:val="libArAie"/>
        <w:bidi w:val="0"/>
        <w:jc w:val="center"/>
        <w:rPr>
          <w:lang w:bidi="th-TH"/>
        </w:rPr>
      </w:pPr>
    </w:p>
    <w:p w:rsidR="0058366D" w:rsidRDefault="00C27D9F" w:rsidP="000845C9">
      <w:pPr>
        <w:pStyle w:val="libNormal"/>
      </w:pP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ดังนั้น</w:t>
      </w:r>
      <w:r w:rsidR="00EE0316">
        <w:rPr>
          <w:rFonts w:hint="cs"/>
          <w:cs/>
        </w:rPr>
        <w:t xml:space="preserve"> </w:t>
      </w:r>
      <w:r w:rsidRPr="00C27D9F">
        <w:rPr>
          <w:rFonts w:hint="cs"/>
          <w:cs/>
        </w:rPr>
        <w:t>สำหรับเขาผู้ซึ่งผู้</w:t>
      </w:r>
      <w:r w:rsidR="000845C9">
        <w:rPr>
          <w:rFonts w:hint="cs"/>
          <w:cs/>
        </w:rPr>
        <w:t>ที่อยู่</w:t>
      </w:r>
      <w:r w:rsidRPr="00C27D9F">
        <w:rPr>
          <w:rFonts w:hint="cs"/>
          <w:cs/>
        </w:rPr>
        <w:t>ในการเลยเถิดและฝักใฝ่ในทางชีวิตของโลกนี้</w:t>
      </w:r>
      <w:r w:rsidR="000845C9">
        <w:rPr>
          <w:rFonts w:hint="cs"/>
          <w:cs/>
        </w:rPr>
        <w:t xml:space="preserve"> </w:t>
      </w:r>
      <w:r w:rsidRPr="00C27D9F">
        <w:rPr>
          <w:rFonts w:hint="cs"/>
          <w:cs/>
        </w:rPr>
        <w:t>ครั้นแล้วแน่นอนนรกนั้นจะเป็นที่พักอาศัยและส่วนเขาผู้ซึ่งเกรงกลัวในการที่จะยืนอยู่เฉพาะพระพักตร์แห่งพระผู้อภิบาลของเขาและยับยั้งจิตใจจากความปรารถนาอันต่ำต้อ</w:t>
      </w:r>
      <w:r w:rsidR="000845C9">
        <w:rPr>
          <w:rFonts w:hint="cs"/>
          <w:cs/>
        </w:rPr>
        <w:t>ย</w:t>
      </w:r>
      <w:r w:rsidRPr="00C27D9F">
        <w:rPr>
          <w:rFonts w:hint="cs"/>
          <w:cs/>
        </w:rPr>
        <w:t>ทั้งหลาย</w:t>
      </w:r>
      <w:r w:rsidR="000845C9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ดังนั้นแน่นอนสวนสวรรค์คือ</w:t>
      </w:r>
      <w:r w:rsidR="000845C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ที่พัก</w:t>
      </w:r>
      <w:r w:rsidR="000F58FA" w:rsidRPr="00C27D9F">
        <w:rPr>
          <w:rFonts w:hint="cs"/>
          <w:cs/>
        </w:rPr>
        <w:t>อ</w:t>
      </w:r>
      <w:r w:rsidRPr="00C27D9F">
        <w:rPr>
          <w:rFonts w:hint="cs"/>
          <w:cs/>
        </w:rPr>
        <w:t>าศัย</w:t>
      </w:r>
      <w:r w:rsidRPr="00C27D9F">
        <w:rPr>
          <w:cs/>
        </w:rPr>
        <w:t xml:space="preserve"> (</w:t>
      </w:r>
      <w:r w:rsidR="000F58FA" w:rsidRPr="00C27D9F">
        <w:rPr>
          <w:rFonts w:hint="cs"/>
          <w:cs/>
        </w:rPr>
        <w:t>สำห</w:t>
      </w:r>
      <w:r w:rsidRPr="00C27D9F">
        <w:rPr>
          <w:rFonts w:hint="cs"/>
          <w:cs/>
        </w:rPr>
        <w:t>รับ</w:t>
      </w:r>
      <w:r w:rsidR="000F58FA" w:rsidRPr="00C27D9F">
        <w:rPr>
          <w:rFonts w:hint="cs"/>
          <w:cs/>
        </w:rPr>
        <w:t>เ</w:t>
      </w:r>
      <w:r w:rsidRPr="00C27D9F">
        <w:rPr>
          <w:rFonts w:hint="cs"/>
          <w:cs/>
        </w:rPr>
        <w:t>ข</w:t>
      </w:r>
      <w:r w:rsidR="000F58FA" w:rsidRPr="00C27D9F">
        <w:rPr>
          <w:rFonts w:hint="cs"/>
          <w:cs/>
        </w:rPr>
        <w:t>า</w:t>
      </w:r>
      <w:r w:rsidRPr="00C27D9F">
        <w:rPr>
          <w:cs/>
        </w:rPr>
        <w:t>)</w:t>
      </w:r>
    </w:p>
    <w:p w:rsidR="0058366D" w:rsidRDefault="0058366D" w:rsidP="000845C9">
      <w:pPr>
        <w:pStyle w:val="libNormal"/>
      </w:pPr>
    </w:p>
    <w:p w:rsidR="000845C9" w:rsidRDefault="00C27D9F" w:rsidP="000845C9">
      <w:pPr>
        <w:pStyle w:val="libNormal"/>
      </w:pPr>
      <w:r w:rsidRPr="00C27D9F">
        <w:rPr>
          <w:cs/>
        </w:rPr>
        <w:t xml:space="preserve"> </w:t>
      </w:r>
      <w:r w:rsidR="000845C9">
        <w:rPr>
          <w:rFonts w:hint="cs"/>
          <w:cs/>
        </w:rPr>
        <w:t>“ซู</w:t>
      </w:r>
      <w:r w:rsidRPr="00C27D9F">
        <w:rPr>
          <w:rFonts w:hint="cs"/>
          <w:cs/>
        </w:rPr>
        <w:t>เ</w:t>
      </w:r>
      <w:r w:rsidR="000F58FA" w:rsidRPr="00C27D9F">
        <w:rPr>
          <w:rFonts w:hint="cs"/>
          <w:cs/>
        </w:rPr>
        <w:t>ร</w:t>
      </w:r>
      <w:r w:rsidRPr="00C27D9F">
        <w:rPr>
          <w:rFonts w:hint="cs"/>
          <w:cs/>
        </w:rPr>
        <w:t>า</w:t>
      </w:r>
      <w:r w:rsidR="000F58FA" w:rsidRPr="00C27D9F">
        <w:rPr>
          <w:rFonts w:hint="cs"/>
          <w:cs/>
        </w:rPr>
        <w:t>ะ</w:t>
      </w:r>
      <w:r w:rsidR="000845C9">
        <w:rPr>
          <w:rFonts w:hint="cs"/>
          <w:cs/>
        </w:rPr>
        <w:t>ฮ์อัลญ</w:t>
      </w:r>
      <w:r w:rsidR="000F58FA" w:rsidRPr="00C27D9F">
        <w:rPr>
          <w:rFonts w:hint="cs"/>
          <w:cs/>
        </w:rPr>
        <w:t>า</w:t>
      </w:r>
      <w:r w:rsidR="000845C9">
        <w:rPr>
          <w:rFonts w:hint="cs"/>
          <w:cs/>
        </w:rPr>
        <w:t>ษิ</w:t>
      </w:r>
      <w:r w:rsidRPr="00C27D9F">
        <w:rPr>
          <w:rFonts w:hint="cs"/>
          <w:cs/>
        </w:rPr>
        <w:t>ย</w:t>
      </w:r>
      <w:r w:rsidR="000F58FA" w:rsidRPr="00C27D9F">
        <w:rPr>
          <w:rFonts w:hint="cs"/>
          <w:cs/>
        </w:rPr>
        <w:t>ะ</w:t>
      </w:r>
      <w:r w:rsidRPr="00C27D9F">
        <w:rPr>
          <w:rFonts w:hint="cs"/>
          <w:cs/>
        </w:rPr>
        <w:t>ฮ์</w:t>
      </w:r>
      <w:r w:rsidR="000845C9">
        <w:rPr>
          <w:rFonts w:hint="cs"/>
          <w:cs/>
        </w:rPr>
        <w:t>”</w:t>
      </w:r>
      <w:r w:rsidR="000845C9">
        <w:rPr>
          <w:rFonts w:cs="Cordia New" w:hint="cs"/>
          <w:szCs w:val="40"/>
          <w:cs/>
        </w:rPr>
        <w:t xml:space="preserve"> </w:t>
      </w:r>
      <w:r w:rsidR="000845C9" w:rsidRPr="00C27D9F">
        <w:rPr>
          <w:rFonts w:hint="cs"/>
          <w:cs/>
        </w:rPr>
        <w:t>อายะฮ์ที่</w:t>
      </w:r>
      <w:r w:rsidR="00F27273">
        <w:rPr>
          <w:rFonts w:hint="cs"/>
          <w:cs/>
        </w:rPr>
        <w:t xml:space="preserve"> </w:t>
      </w:r>
      <w:r w:rsidR="000845C9" w:rsidRPr="00C27D9F">
        <w:rPr>
          <w:rFonts w:cs="Times New Roman"/>
          <w:lang w:bidi="ar-SA"/>
        </w:rPr>
        <w:t>28 (</w:t>
      </w:r>
      <w:r w:rsidR="000F58FA" w:rsidRPr="00C27D9F">
        <w:rPr>
          <w:rFonts w:hint="cs"/>
          <w:cs/>
        </w:rPr>
        <w:t>ก</w:t>
      </w:r>
      <w:r w:rsidRPr="00C27D9F">
        <w:rPr>
          <w:rFonts w:hint="cs"/>
          <w:cs/>
        </w:rPr>
        <w:t>ล่าวว่า</w:t>
      </w:r>
      <w:r w:rsidRPr="00C27D9F">
        <w:rPr>
          <w:cs/>
        </w:rPr>
        <w:t>)</w:t>
      </w:r>
    </w:p>
    <w:p w:rsidR="0058366D" w:rsidRDefault="0058366D" w:rsidP="0058366D">
      <w:pPr>
        <w:pStyle w:val="libNormal"/>
        <w:ind w:firstLine="0"/>
      </w:pPr>
    </w:p>
    <w:p w:rsidR="000845C9" w:rsidRDefault="000845C9" w:rsidP="000845C9">
      <w:pPr>
        <w:pStyle w:val="libNormal"/>
        <w:rPr>
          <w:rFonts w:cs="Cordia New"/>
          <w:szCs w:val="40"/>
        </w:rPr>
      </w:pPr>
      <w:r>
        <w:rPr>
          <w:rFonts w:hint="cs"/>
          <w:cs/>
        </w:rPr>
        <w:t>“แล้วเจ้าได้พิจารณาเห็</w:t>
      </w:r>
      <w:r w:rsidR="00C27D9F" w:rsidRPr="00C27D9F">
        <w:rPr>
          <w:rFonts w:hint="cs"/>
          <w:cs/>
        </w:rPr>
        <w:t>นเขาผู้ซึ่งยึดเอาความปรารถนาอันต่ำต้อยของเขาเพื่อเป็นพระเจ้าของเขาบ้างไหม</w:t>
      </w:r>
      <w:r w:rsidR="00C27D9F" w:rsidRPr="00C27D9F">
        <w:rPr>
          <w:rFonts w:cs="Times New Roman"/>
          <w:lang w:bidi="ar-SA"/>
        </w:rPr>
        <w:t>?</w:t>
      </w:r>
    </w:p>
    <w:p w:rsidR="000845C9" w:rsidRPr="000845C9" w:rsidRDefault="000845C9" w:rsidP="000845C9">
      <w:pPr>
        <w:pStyle w:val="libNormal"/>
        <w:rPr>
          <w:rFonts w:cs="Times New Roman"/>
          <w:lang w:bidi="ar-SA"/>
        </w:rPr>
      </w:pPr>
      <w:r>
        <w:rPr>
          <w:rFonts w:cs="Cordia New" w:hint="cs"/>
          <w:szCs w:val="40"/>
          <w:cs/>
        </w:rPr>
        <w:t>“</w:t>
      </w:r>
      <w:r>
        <w:rPr>
          <w:rFonts w:hint="cs"/>
          <w:cs/>
        </w:rPr>
        <w:t>ซู</w:t>
      </w:r>
      <w:r w:rsidR="00C27D9F" w:rsidRPr="00C27D9F">
        <w:rPr>
          <w:rFonts w:hint="cs"/>
          <w:cs/>
        </w:rPr>
        <w:t>เรา</w:t>
      </w:r>
      <w:r>
        <w:rPr>
          <w:rFonts w:hint="cs"/>
          <w:cs/>
        </w:rPr>
        <w:t>ะ</w:t>
      </w:r>
      <w:r w:rsidR="00C27D9F" w:rsidRPr="00C27D9F">
        <w:rPr>
          <w:rFonts w:hint="cs"/>
          <w:cs/>
        </w:rPr>
        <w:t>ฮ์ยูซุฟ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อายะฮ์ที่</w:t>
      </w:r>
      <w:r w:rsidR="00F27273">
        <w:rPr>
          <w:rFonts w:hint="cs"/>
          <w:cs/>
        </w:rPr>
        <w:t xml:space="preserve"> </w:t>
      </w:r>
      <w:r w:rsidR="00C27D9F" w:rsidRPr="00C27D9F">
        <w:rPr>
          <w:rFonts w:cs="Times New Roman"/>
          <w:lang w:bidi="ar-SA"/>
        </w:rPr>
        <w:t>53</w:t>
      </w:r>
    </w:p>
    <w:p w:rsidR="00F27273" w:rsidRDefault="000845C9" w:rsidP="000845C9">
      <w:pPr>
        <w:pStyle w:val="libNormal"/>
        <w:rPr>
          <w:rFonts w:cs="Cordia New"/>
          <w:szCs w:val="40"/>
          <w:cs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แล้วฉันไม่ได้ประกาศว่าตัวฉันเองนั้นบริสุทธิ์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แน่นอนส่วนมากตัวตน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ของมนุษย์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มักจะบัญชา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เขาให้กระทำ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ความชั่วช้า</w:t>
      </w:r>
      <w:r>
        <w:rPr>
          <w:rFonts w:cs="Cordia New" w:hint="cs"/>
          <w:szCs w:val="40"/>
          <w:cs/>
        </w:rPr>
        <w:t>”</w:t>
      </w:r>
    </w:p>
    <w:p w:rsidR="00F27273" w:rsidRDefault="00F27273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0845C9" w:rsidRDefault="000845C9" w:rsidP="000845C9">
      <w:pPr>
        <w:pStyle w:val="libNormal"/>
        <w:rPr>
          <w:rFonts w:cs="Cordia New"/>
          <w:szCs w:val="40"/>
        </w:rPr>
      </w:pPr>
    </w:p>
    <w:p w:rsidR="000845C9" w:rsidRPr="00F27273" w:rsidRDefault="00C27D9F" w:rsidP="00F27273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นี่คือสิ่งที่ท่านนบียูซุฟ</w:t>
      </w:r>
      <w:r w:rsidR="000845C9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0845C9">
        <w:rPr>
          <w:rFonts w:hint="cs"/>
          <w:cs/>
        </w:rPr>
        <w:t xml:space="preserve"> </w:t>
      </w:r>
      <w:r w:rsidRPr="00C27D9F">
        <w:rPr>
          <w:rFonts w:hint="cs"/>
          <w:cs/>
        </w:rPr>
        <w:t>ได้กล่าวไว้หมายความว่าท่านก็ไม่สามารถที่จะเชื่อในตัวตนและความปรารถนาทั้งหลายของมันได้</w:t>
      </w:r>
      <w:r w:rsidR="000845C9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มันคือคุณสมบัติของผู้ศรัทธาผู้หนึ่งที่มิได้วางใ</w:t>
      </w:r>
      <w:r w:rsidR="000845C9">
        <w:rPr>
          <w:rFonts w:hint="cs"/>
          <w:cs/>
        </w:rPr>
        <w:t>นหัว</w:t>
      </w:r>
      <w:r w:rsidRPr="00C27D9F">
        <w:rPr>
          <w:rFonts w:hint="cs"/>
          <w:cs/>
        </w:rPr>
        <w:t>ใจของท่านเองเพื่อจะไม่ให้มันโน้มไปสู่ความชั่วช้าและเลวทราม</w:t>
      </w:r>
      <w:r w:rsidR="000845C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การต่อสู้ขัดขวางตนเอง</w:t>
      </w:r>
      <w:r w:rsidRPr="00C27D9F">
        <w:rPr>
          <w:cs/>
        </w:rPr>
        <w:t>(</w:t>
      </w:r>
      <w:r w:rsidRPr="00C27D9F">
        <w:rPr>
          <w:rFonts w:hint="cs"/>
          <w:cs/>
        </w:rPr>
        <w:t>มิได้ละเมิ</w:t>
      </w:r>
      <w:r w:rsidR="000845C9">
        <w:rPr>
          <w:rFonts w:hint="cs"/>
          <w:cs/>
        </w:rPr>
        <w:t>ด</w:t>
      </w:r>
      <w:r w:rsidRPr="00C27D9F">
        <w:rPr>
          <w:rFonts w:hint="cs"/>
          <w:cs/>
        </w:rPr>
        <w:t>บท</w:t>
      </w:r>
      <w:r w:rsidR="000845C9">
        <w:rPr>
          <w:rFonts w:hint="cs"/>
          <w:cs/>
        </w:rPr>
        <w:t>บัญ</w:t>
      </w:r>
      <w:r w:rsidRPr="00C27D9F">
        <w:rPr>
          <w:rFonts w:hint="cs"/>
          <w:cs/>
        </w:rPr>
        <w:t>ญัติของอัล</w:t>
      </w:r>
      <w:r w:rsidR="000845C9">
        <w:rPr>
          <w:rFonts w:hint="cs"/>
          <w:cs/>
        </w:rPr>
        <w:t>ล</w:t>
      </w:r>
      <w:r w:rsidRPr="00C27D9F">
        <w:rPr>
          <w:rFonts w:hint="cs"/>
          <w:cs/>
        </w:rPr>
        <w:t>อฮ</w:t>
      </w:r>
      <w:r w:rsidR="000845C9">
        <w:rPr>
          <w:rFonts w:hint="cs"/>
          <w:cs/>
        </w:rPr>
        <w:t>์</w:t>
      </w:r>
      <w:r w:rsidRPr="00C27D9F">
        <w:rPr>
          <w:cs/>
        </w:rPr>
        <w:t>)</w:t>
      </w:r>
      <w:r w:rsidRPr="00C27D9F">
        <w:rPr>
          <w:rFonts w:hint="cs"/>
          <w:cs/>
        </w:rPr>
        <w:t>เป็นที่เน้นหนักโดยอิสลาม</w:t>
      </w:r>
      <w:r w:rsidR="000845C9">
        <w:rPr>
          <w:rFonts w:hint="cs"/>
          <w:cs/>
        </w:rPr>
        <w:t xml:space="preserve"> </w:t>
      </w:r>
      <w:r w:rsidRPr="00C27D9F">
        <w:rPr>
          <w:rFonts w:hint="cs"/>
          <w:cs/>
        </w:rPr>
        <w:t>ศอฮาบะฮ์ของท่านศาส</w:t>
      </w:r>
      <w:r w:rsidR="000845C9">
        <w:rPr>
          <w:rFonts w:hint="cs"/>
          <w:cs/>
        </w:rPr>
        <w:t>ด</w:t>
      </w:r>
      <w:r w:rsidRPr="00C27D9F">
        <w:rPr>
          <w:rFonts w:hint="cs"/>
          <w:cs/>
        </w:rPr>
        <w:t>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จำนวนหนึ่งเมื่อกลับจากสนามรบ</w:t>
      </w:r>
      <w:r w:rsidR="000845C9" w:rsidRPr="00C27D9F">
        <w:rPr>
          <w:rFonts w:cs="Times New Roman"/>
          <w:lang w:bidi="ar-SA"/>
        </w:rPr>
        <w:t>,</w:t>
      </w:r>
      <w:r w:rsidR="000845C9" w:rsidRPr="00C27D9F">
        <w:rPr>
          <w:rFonts w:hint="cs"/>
          <w:cs/>
        </w:rPr>
        <w:t xml:space="preserve"> กลุ่มหนึ่งได้เดินไปยังท่าน</w:t>
      </w:r>
      <w:r w:rsidR="000845C9" w:rsidRPr="00C27D9F">
        <w:t>,</w:t>
      </w:r>
      <w:r w:rsidR="000845C9" w:rsidRPr="00C27D9F">
        <w:rPr>
          <w:rFonts w:hint="cs"/>
          <w:cs/>
        </w:rPr>
        <w:t xml:space="preserve"> ท่านศาสดาจึงกล่าวแก่พวกเขาว่</w:t>
      </w:r>
      <w:r w:rsidR="000845C9" w:rsidRPr="00C27D9F">
        <w:rPr>
          <w:cs/>
        </w:rPr>
        <w:t>า</w:t>
      </w:r>
      <w:r w:rsidR="000845C9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บรรดาผู้ซึ่งได้กลับจากการสู้รบ</w:t>
      </w:r>
      <w:r w:rsidR="000845C9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ควรได้รับการสดุดี</w:t>
      </w:r>
      <w:r w:rsidR="000845C9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แต่ว่าการต่อสู้ที่ยิ่งใหญ่ของพวกเขาคงจะมาถึง</w:t>
      </w:r>
      <w:r w:rsidR="000845C9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พวกเขาทั้งหลายถามท่านว่าอันใดเล่าคือการต่อสู้ที่ยิ่งใหญ่</w:t>
      </w:r>
      <w:r w:rsidR="000845C9">
        <w:rPr>
          <w:rFonts w:hint="cs"/>
          <w:szCs w:val="40"/>
          <w:cs/>
        </w:rPr>
        <w:t xml:space="preserve"> </w:t>
      </w:r>
      <w:r w:rsidR="000845C9" w:rsidRPr="00C27D9F">
        <w:rPr>
          <w:rFonts w:hint="cs"/>
          <w:cs/>
        </w:rPr>
        <w:t xml:space="preserve">และท่านศาสดา </w:t>
      </w:r>
      <w:r w:rsidR="000845C9"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="000845C9" w:rsidRPr="00C27D9F">
        <w:rPr>
          <w:rFonts w:hint="cs"/>
          <w:cs/>
        </w:rPr>
        <w:t>) ได้ตอบว่</w:t>
      </w:r>
      <w:r w:rsidR="000845C9" w:rsidRPr="00C27D9F">
        <w:rPr>
          <w:cs/>
        </w:rPr>
        <w:t>า</w:t>
      </w:r>
      <w:r w:rsidRPr="00C27D9F">
        <w:rPr>
          <w:cs/>
        </w:rPr>
        <w:t xml:space="preserve"> </w:t>
      </w:r>
      <w:r w:rsidR="000845C9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คือการต่อสู้กับตนเอง</w:t>
      </w:r>
      <w:r w:rsidR="000845C9">
        <w:rPr>
          <w:rFonts w:cs="Cordia New" w:hint="cs"/>
          <w:szCs w:val="40"/>
          <w:cs/>
        </w:rPr>
        <w:t>”</w:t>
      </w:r>
    </w:p>
    <w:p w:rsidR="00F27273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อย่างไรก็ตามในสำนักของอารีฟ</w:t>
      </w:r>
      <w:r w:rsidR="00F27273">
        <w:rPr>
          <w:rFonts w:cs="Cordia New" w:hint="cs"/>
          <w:szCs w:val="40"/>
          <w:cs/>
        </w:rPr>
        <w:t xml:space="preserve"> 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บางกลุ่ม</w:t>
      </w:r>
      <w:r w:rsidRPr="00C27D9F">
        <w:rPr>
          <w:cs/>
        </w:rPr>
        <w:t>)</w:t>
      </w:r>
      <w:r w:rsidR="00F27273">
        <w:rPr>
          <w:rFonts w:hint="cs"/>
          <w:cs/>
        </w:rPr>
        <w:t xml:space="preserve"> </w:t>
      </w:r>
      <w:r w:rsidR="00F27273" w:rsidRPr="00C27D9F">
        <w:rPr>
          <w:rFonts w:hint="cs"/>
          <w:cs/>
        </w:rPr>
        <w:t xml:space="preserve">การต่อสู้ที่ยิ่งใหญ่กับตนเองเช่นนี้ได้ไปถึงจุดหนึ่งซึ่งไม่เป็นที่ยอมรับของอิสลามเกี่ยวกับผู้ซึ่งมีขั้นตองที่เข้มงวดในการทรมานตนเองอิสลามอ้างสิทธิต่อร่างการของบุคคลและศาสดา </w:t>
      </w:r>
      <w:r w:rsidR="00F27273"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="00F27273" w:rsidRPr="00C27D9F">
        <w:rPr>
          <w:rFonts w:hint="cs"/>
          <w:cs/>
        </w:rPr>
        <w:t>) เอ</w:t>
      </w:r>
      <w:r w:rsidR="00F27273" w:rsidRPr="00C27D9F">
        <w:rPr>
          <w:cs/>
        </w:rPr>
        <w:t>ง</w:t>
      </w:r>
      <w:r w:rsidRPr="00C27D9F">
        <w:rPr>
          <w:rFonts w:hint="cs"/>
          <w:cs/>
        </w:rPr>
        <w:t>ก็ได้คัดค้านอย่างแข็งขันต่อบรรดาผู้ซึ่งกำหนดให้ตัวพวกเขาเองอยู่ในระเบียบอย่างเคร่งครัดในทางร่างกายเช่นนั้น</w:t>
      </w:r>
    </w:p>
    <w:p w:rsidR="00F27273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การต่อสู้กับตนเองมีอยู่สองประเภทด้วยกัน</w:t>
      </w:r>
    </w:p>
    <w:p w:rsidR="00F27273" w:rsidRDefault="00F27273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1)</w:t>
      </w:r>
      <w:r w:rsidRPr="00C27D9F">
        <w:rPr>
          <w:rFonts w:hint="cs"/>
          <w:cs/>
        </w:rPr>
        <w:t xml:space="preserve"> ทรมานและเข้มงวดต่อร่างกายโดยวิธีให้อาหารและการพักผ่อนแก่มันอย่างไม่เพียงพ</w:t>
      </w:r>
      <w:r w:rsidRPr="00C27D9F">
        <w:rPr>
          <w:cs/>
        </w:rPr>
        <w:t>อ</w:t>
      </w:r>
    </w:p>
    <w:p w:rsidR="00F27273" w:rsidRDefault="00F27273" w:rsidP="00F27273">
      <w:pPr>
        <w:pStyle w:val="libNormal"/>
        <w:ind w:firstLine="0"/>
      </w:pPr>
      <w:r w:rsidRPr="00C27D9F">
        <w:rPr>
          <w:rFonts w:cs="Times New Roman"/>
          <w:lang w:bidi="ar-SA"/>
        </w:rPr>
        <w:t>2)</w:t>
      </w:r>
      <w:r w:rsidRPr="00C27D9F">
        <w:rPr>
          <w:rFonts w:hint="cs"/>
          <w:cs/>
        </w:rPr>
        <w:t xml:space="preserve"> การต่อสู้กับจิตใจและวิญญาณด้วยกา</w:t>
      </w:r>
      <w:r w:rsidRPr="00C27D9F">
        <w:rPr>
          <w:cs/>
        </w:rPr>
        <w:t>ร</w:t>
      </w:r>
      <w:r w:rsidR="00C27D9F" w:rsidRPr="00C27D9F">
        <w:rPr>
          <w:rFonts w:hint="cs"/>
          <w:cs/>
        </w:rPr>
        <w:t>กระทำที่ตรงกันข้ามกับความปรารถนาทั้งหลายของมัน</w:t>
      </w:r>
      <w:r>
        <w:rPr>
          <w:rFonts w:hint="cs"/>
          <w:cs/>
        </w:rPr>
        <w:t xml:space="preserve"> </w:t>
      </w:r>
    </w:p>
    <w:p w:rsidR="00F27273" w:rsidRDefault="00F27273" w:rsidP="00F27273">
      <w:pPr>
        <w:pStyle w:val="libNormal"/>
        <w:ind w:firstLine="0"/>
      </w:pPr>
    </w:p>
    <w:p w:rsidR="00F27273" w:rsidRDefault="00F27273" w:rsidP="00F27273">
      <w:pPr>
        <w:pStyle w:val="libNormal"/>
        <w:ind w:firstLine="0"/>
        <w:rPr>
          <w:cs/>
        </w:rPr>
      </w:pPr>
    </w:p>
    <w:p w:rsidR="00F27273" w:rsidRDefault="00F27273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F27273" w:rsidRDefault="00F27273" w:rsidP="00F27273">
      <w:pPr>
        <w:pStyle w:val="libNormal"/>
        <w:ind w:firstLine="0"/>
      </w:pPr>
    </w:p>
    <w:p w:rsidR="00F27273" w:rsidRDefault="00C27D9F" w:rsidP="00F27273">
      <w:pPr>
        <w:pStyle w:val="libNormal"/>
        <w:ind w:firstLine="0"/>
      </w:pPr>
      <w:r w:rsidRPr="00C27D9F">
        <w:rPr>
          <w:rFonts w:hint="cs"/>
          <w:cs/>
        </w:rPr>
        <w:t>สิ่งที่บางทีก็มีความถูกต้องอยู่บ้างแต่มีเนื้อหามากมายไม่ตรงกันกับอิสลามและไม่ตรงกับทัศนะของมนุษย์ผู้สมบูรณ์ดังที่ตัวอย่างหนึ่งจากสิ่งนี้คือแนวทางที่ถูกนำมาใช้โดยพวกซูฟีบางคนเรียกกันว่า</w:t>
      </w:r>
    </w:p>
    <w:p w:rsidR="00F27273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แนวทางในการตำหนิตนเอง</w:t>
      </w:r>
      <w:r w:rsidR="00F27273">
        <w:rPr>
          <w:rFonts w:hint="cs"/>
          <w:cs/>
        </w:rPr>
        <w:t>”</w:t>
      </w:r>
      <w:r w:rsidRPr="00C27D9F">
        <w:rPr>
          <w:rFonts w:hint="cs"/>
          <w:cs/>
        </w:rPr>
        <w:t>ซึ่งเป็นสิ่งตรงกันข้ามกับแนวทางของพวกผู้กลับกลอกเพราะพวกนี้มีจิตใจที่เลวทรามแต่เสแสร้างทำเป็นผู้มีจิตใจดีงามในขณะที่ผู้ตำหนิตนเองเป็นคนดีแต่เสแสร้งทำเป็นคนชั่วเพื่อว่าผู้คนจะได้ไม่มองว่าเขาเป็นคนดี</w:t>
      </w:r>
    </w:p>
    <w:p w:rsidR="00C27D9F" w:rsidRPr="00F27273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เขากล่าว่า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="00F27273" w:rsidRPr="00C27D9F">
        <w:rPr>
          <w:rFonts w:hint="cs"/>
          <w:cs/>
        </w:rPr>
        <w:t xml:space="preserve">ข้าพเจ้ากระเช่นนี้ก็เพื่อที่จะทำลาย </w:t>
      </w:r>
      <w:r w:rsidR="00F27273" w:rsidRPr="00C27D9F">
        <w:rPr>
          <w:cs/>
        </w:rPr>
        <w:t>(</w:t>
      </w:r>
      <w:r w:rsidRPr="00C27D9F">
        <w:rPr>
          <w:rFonts w:hint="cs"/>
          <w:cs/>
        </w:rPr>
        <w:t>ความปรารถนาของ</w:t>
      </w:r>
      <w:r w:rsidR="00F27273" w:rsidRPr="00C27D9F">
        <w:rPr>
          <w:rFonts w:hint="cs"/>
          <w:cs/>
        </w:rPr>
        <w:t>) ตนเองซึ่งมันปรารถนาที่จะให้ได้มาซึ่งเกียรติยศชื่อเสียงและความนิยมชมชอบจากประชาช</w:t>
      </w:r>
      <w:r w:rsidR="00F27273" w:rsidRPr="00C27D9F">
        <w:rPr>
          <w:cs/>
        </w:rPr>
        <w:t>น</w:t>
      </w:r>
      <w:r w:rsidR="00F27273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อิสลามปฏิเสธแนวคิดและการกระทำเช่นนี้และกล่าวว่า</w:t>
      </w:r>
      <w:r w:rsidR="00F27273" w:rsidRPr="00C27D9F">
        <w:rPr>
          <w:rFonts w:cs="Times New Roman"/>
          <w:lang w:bidi="ar-SA"/>
        </w:rPr>
        <w:t>,</w:t>
      </w:r>
      <w:r w:rsidR="00F27273" w:rsidRPr="00C27D9F">
        <w:rPr>
          <w:rFonts w:hint="cs"/>
          <w:cs/>
        </w:rPr>
        <w:t xml:space="preserve"> ผู้ศรัทธาไม่มีสิทธิที่จะลดเกียรติหรือสร้างความเสื่อมเสี</w:t>
      </w:r>
      <w:r w:rsidR="00F27273" w:rsidRPr="00C27D9F">
        <w:rPr>
          <w:cs/>
        </w:rPr>
        <w:t>ย</w:t>
      </w:r>
      <w:r w:rsidRPr="00C27D9F">
        <w:rPr>
          <w:rFonts w:hint="cs"/>
          <w:cs/>
        </w:rPr>
        <w:t>ให้แก่ตัวของเขาเองอิสลามกล่าวว่า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="00F27273" w:rsidRPr="00C27D9F">
        <w:rPr>
          <w:rFonts w:hint="cs"/>
          <w:cs/>
        </w:rPr>
        <w:t xml:space="preserve">มาตรว่าท่านเป็นคนไม่ดี </w:t>
      </w:r>
      <w:r w:rsidR="00F27273" w:rsidRPr="00C27D9F">
        <w:rPr>
          <w:cs/>
        </w:rPr>
        <w:t>(</w:t>
      </w:r>
      <w:r w:rsidRPr="00C27D9F">
        <w:rPr>
          <w:rFonts w:hint="cs"/>
          <w:cs/>
        </w:rPr>
        <w:t>ไม่ใช่คนดี</w:t>
      </w:r>
      <w:r w:rsidR="00F27273" w:rsidRPr="00C27D9F">
        <w:rPr>
          <w:rFonts w:hint="cs"/>
          <w:cs/>
        </w:rPr>
        <w:t>) อย่าได้แสร้งทำเป็นคนด</w:t>
      </w:r>
      <w:r w:rsidR="00F27273" w:rsidRPr="00C27D9F">
        <w:rPr>
          <w:cs/>
        </w:rPr>
        <w:t>ี</w:t>
      </w:r>
      <w:r w:rsidRPr="00C27D9F">
        <w:rPr>
          <w:rFonts w:hint="cs"/>
          <w:cs/>
        </w:rPr>
        <w:t>และไม่ใช่วิธีการแสร้งทำผิดพลาดด้วยกระทำความเลวทรามเพราะการปฏิบัติทั้งสองอย่างนั้นเป็นความในทางอักษรศาสตร์ของอารีฟ</w:t>
      </w:r>
      <w:r w:rsidRPr="00C27D9F">
        <w:rPr>
          <w:cs/>
        </w:rPr>
        <w:t>(</w:t>
      </w:r>
      <w:r w:rsidRPr="00C27D9F">
        <w:rPr>
          <w:rFonts w:hint="cs"/>
          <w:cs/>
        </w:rPr>
        <w:t>บางกลุ่ม</w:t>
      </w:r>
      <w:r w:rsidRPr="00C27D9F">
        <w:rPr>
          <w:cs/>
        </w:rPr>
        <w:t>)</w:t>
      </w:r>
      <w:r w:rsidRPr="00C27D9F">
        <w:rPr>
          <w:rFonts w:hint="cs"/>
          <w:cs/>
        </w:rPr>
        <w:t>คือการแสร้งทำเป็นเลวทรามเช่นนี้เหมือนกันเราพบ</w:t>
      </w:r>
    </w:p>
    <w:p w:rsidR="00F27273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ตัวอย่างมายมายของสิ่งนี้ในบทกวีทั้งหลายของฮาฟิซเขากล่าวว่า</w:t>
      </w:r>
    </w:p>
    <w:p w:rsidR="00F27273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โอ้ดวงใจให้ข้านำเจ้าไปสู่ความปลอดภัยเถิด</w:t>
      </w:r>
      <w:r w:rsidRPr="00C27D9F">
        <w:rPr>
          <w:rFonts w:cs="Times New Roman" w:hint="eastAsia"/>
          <w:lang w:bidi="ar-SA"/>
        </w:rPr>
        <w:t>”</w:t>
      </w:r>
    </w:p>
    <w:p w:rsidR="00F27273" w:rsidRDefault="00F27273" w:rsidP="00F27273">
      <w:pPr>
        <w:pStyle w:val="libNormal"/>
        <w:ind w:firstLine="0"/>
        <w:rPr>
          <w:rFonts w:cs="Cordia New"/>
          <w:szCs w:val="40"/>
        </w:rPr>
      </w:pPr>
      <w:r>
        <w:rPr>
          <w:rFonts w:hint="cs"/>
          <w:cs/>
        </w:rPr>
        <w:t>อย่างแสดงความภู</w:t>
      </w:r>
      <w:r w:rsidR="00C27D9F" w:rsidRPr="00C27D9F">
        <w:rPr>
          <w:rFonts w:hint="cs"/>
          <w:cs/>
        </w:rPr>
        <w:t>มิใจในความเสเพลและอย่าได้เสแสร้งแกล้งทำเป็นศรัทธา</w:t>
      </w:r>
      <w:r w:rsidR="00C27D9F" w:rsidRPr="00C27D9F">
        <w:rPr>
          <w:rFonts w:cs="Times New Roman" w:hint="eastAsia"/>
          <w:lang w:bidi="ar-SA"/>
        </w:rPr>
        <w:t>”</w:t>
      </w:r>
    </w:p>
    <w:p w:rsidR="00F27273" w:rsidRDefault="00F27273" w:rsidP="00F27273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ถึงอย่างไรก็ตาม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แนวทางในการตำหนิตนเอง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คือ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วิธีการหนึ่งของซูฟีในการต่อสู้กับตัวตนซึ่งไม่เป็นที่ยอมรับของอิสลาม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เป็นธรรมดาอยู่เองที่มีบรรดาซูฟีคนอื่นๆดังเช่</w:t>
      </w:r>
      <w:r w:rsidRPr="00C27D9F">
        <w:rPr>
          <w:cs/>
        </w:rPr>
        <w:t>น</w:t>
      </w:r>
      <w:r w:rsidR="00C27D9F" w:rsidRPr="00C27D9F">
        <w:rPr>
          <w:rFonts w:cs="Times New Roman" w:hint="eastAsia"/>
          <w:lang w:bidi="ar-SA"/>
        </w:rPr>
        <w:t>“</w:t>
      </w:r>
      <w:r w:rsidR="00C27D9F" w:rsidRPr="00C27D9F">
        <w:rPr>
          <w:rFonts w:hint="cs"/>
          <w:cs/>
        </w:rPr>
        <w:t>คาจาอับดุลลอฮ</w:t>
      </w:r>
      <w:r>
        <w:rPr>
          <w:rFonts w:hint="cs"/>
          <w:cs/>
        </w:rPr>
        <w:t>์</w:t>
      </w:r>
      <w:r w:rsidR="00C27D9F" w:rsidRPr="00C27D9F">
        <w:rPr>
          <w:rFonts w:hint="cs"/>
          <w:cs/>
        </w:rPr>
        <w:t>อันศอรี</w:t>
      </w:r>
      <w:r w:rsidR="00C27D9F" w:rsidRPr="00C27D9F">
        <w:rPr>
          <w:rFonts w:cs="Times New Roman" w:hint="eastAsia"/>
          <w:lang w:bidi="ar-SA"/>
        </w:rPr>
        <w:t>”</w:t>
      </w:r>
      <w:r w:rsidR="00C27D9F" w:rsidRPr="00C27D9F">
        <w:rPr>
          <w:rFonts w:hint="cs"/>
          <w:cs/>
        </w:rPr>
        <w:t>ซึ่งมิได้เป็นผู้ปฏิบัติตามแนวทางนี้</w:t>
      </w:r>
    </w:p>
    <w:p w:rsidR="00F27273" w:rsidRDefault="00F27273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F27273" w:rsidRDefault="00F27273" w:rsidP="00F27273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F2727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บางครั้งในสำนักของซูฟีการทำสงครามกับตนเองเช่นนี้นำไปสู่</w:t>
      </w:r>
    </w:p>
    <w:p w:rsidR="00C27D9F" w:rsidRPr="00C27D9F" w:rsidRDefault="00C27D9F" w:rsidP="00F2727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ความตกต่ำในอันที่จะให้เกิดความอ่อนน้อมถ่อมตนและเพื่อที่จะสร้างความต่ำช้าน่าสงสารให้แก่</w:t>
      </w:r>
    </w:p>
    <w:p w:rsidR="00F27273" w:rsidRDefault="00C27D9F" w:rsidP="00F27273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ตัวตนซึ่งเป็นสิ่งที่หลงเหลืออยู่อย่างไม่มีผู้ใดคัดค้าน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ขณะที่ศักดิ์ศรีเกียรติยศของตนเองน่าที่จะได้รับการปกป้องบางคราวในการรับใช้ผู้เป็นหัวหน้าสานุศิษย์ก็ถูกบังคับให้ปฏิบัติงานที่แสนจะต่ำต้อยซึ่งต่ำกว่าศักดิ์ศรีของมนุษย์ดังเช่นการเก็บรวบรวมกากเดนของสัตว์และอื่นๆ</w:t>
      </w:r>
    </w:p>
    <w:p w:rsidR="00F27273" w:rsidRDefault="00F27273" w:rsidP="00F27273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อิบนิอับดุล</w:t>
      </w:r>
      <w:r>
        <w:rPr>
          <w:rFonts w:hint="cs"/>
          <w:cs/>
        </w:rPr>
        <w:t>ฮา</w:t>
      </w:r>
      <w:r w:rsidR="00C27D9F" w:rsidRPr="00C27D9F">
        <w:rPr>
          <w:rFonts w:hint="cs"/>
          <w:cs/>
        </w:rPr>
        <w:t>ดีด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ได้อ้างคำพูดของ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อิบรอฮีมอัดฮาม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ซึ่งเป็นอารีฟอาวุโสผู้หนึ่งตามที่ได้กล่าวไว้ว่าเขาไม่เคยรู้สึกยินดีต่อสิ่งดังกล่าวเลยดังเช่นเหตุผลทั้งสามข้อต่อไปนี้</w:t>
      </w:r>
    </w:p>
    <w:p w:rsidR="00F27273" w:rsidRDefault="00F27273" w:rsidP="00F27273">
      <w:pPr>
        <w:pStyle w:val="libNormal"/>
      </w:pPr>
      <w:r w:rsidRPr="00C27D9F">
        <w:rPr>
          <w:rFonts w:cs="Times New Roman"/>
          <w:lang w:bidi="ar-SA"/>
        </w:rPr>
        <w:t>1)</w:t>
      </w:r>
      <w:r w:rsidRPr="00C27D9F">
        <w:rPr>
          <w:rFonts w:hint="cs"/>
          <w:cs/>
        </w:rPr>
        <w:t xml:space="preserve"> ฉันนอนป่วยอยู่ในมัสยิดและฉันไม่สามารถลุกขึ้นได้ผู้รักษามัสยิดเข้ามาและบังคับให้ทุกคนลุกขึ้นแต่โดยเหตุที่ฉันไม่สามารถที่จ</w:t>
      </w:r>
      <w:r w:rsidRPr="00C27D9F">
        <w:rPr>
          <w:cs/>
        </w:rPr>
        <w:t>ะ</w:t>
      </w:r>
      <w:r w:rsidR="00C27D9F" w:rsidRPr="00C27D9F">
        <w:rPr>
          <w:rFonts w:hint="cs"/>
          <w:cs/>
        </w:rPr>
        <w:t>กระทำดังนั้นได้เนื่องจากอาการป่วยเขาจึงจับที่ขาของฉันและลากฉันไปเหมือนคนตายแล้วโยนฉันทิ้งไปข้างนอกฉันมีความรู้สึกเป็นสุขอย่างมากเมื่อตนเองได้พบกับความทุกขเวทนาอย่างมากมายเช่นนั้น</w:t>
      </w:r>
    </w:p>
    <w:p w:rsidR="00C27D9F" w:rsidRPr="00C27D9F" w:rsidRDefault="00F27273" w:rsidP="00F27273">
      <w:pPr>
        <w:pStyle w:val="libNormal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2)</w:t>
      </w:r>
      <w:r w:rsidRPr="00C27D9F">
        <w:rPr>
          <w:rFonts w:hint="cs"/>
          <w:cs/>
        </w:rPr>
        <w:t xml:space="preserve"> พวกเราอยู่กันบนเรือเดินทะเลซึ่งขณะนั้นตัวตลกได้สร้างความขบขันให้แก่ผู้คนด้วยมุขตลกของเขาและทำให้ผู้คนหัวเราะเขาเริ่มต้นเล่าเรื่องราว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นิทาน</w:t>
      </w:r>
      <w:r w:rsidRPr="00C27D9F">
        <w:rPr>
          <w:rFonts w:hint="cs"/>
          <w:cs/>
        </w:rPr>
        <w:t>) การดึงเคราของคนป่าเถื่อนแล</w:t>
      </w:r>
      <w:r w:rsidRPr="00C27D9F">
        <w:rPr>
          <w:cs/>
        </w:rPr>
        <w:t>ะ</w:t>
      </w:r>
      <w:r w:rsidR="00C27D9F" w:rsidRPr="00C27D9F">
        <w:rPr>
          <w:rFonts w:hint="cs"/>
          <w:cs/>
        </w:rPr>
        <w:t>มองไปรอบๆตัว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เขาจึงได้สังเกตเห็นฉันจากนั้นเขาก้าวมาข้างหน้าพลางดึงเคราของฉันและกล่าวว่</w:t>
      </w:r>
      <w:r w:rsidRPr="00C27D9F">
        <w:rPr>
          <w:cs/>
        </w:rPr>
        <w:t>า</w:t>
      </w:r>
    </w:p>
    <w:p w:rsidR="00F27273" w:rsidRDefault="00C27D9F" w:rsidP="00F27273">
      <w:pPr>
        <w:pStyle w:val="libNormal"/>
        <w:rPr>
          <w:cs/>
        </w:rPr>
      </w:pPr>
      <w:r w:rsidRPr="00C27D9F">
        <w:rPr>
          <w:rFonts w:cs="Times New Roman" w:hint="eastAsia"/>
          <w:lang w:bidi="ar-SA"/>
        </w:rPr>
        <w:t>“</w:t>
      </w:r>
      <w:r w:rsidRPr="00C27D9F">
        <w:rPr>
          <w:rFonts w:hint="cs"/>
          <w:cs/>
        </w:rPr>
        <w:t>เหมือนอย่างนี้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ทุกคนพากันหัวเราะและฉันรู้สึกมีความปลื้มปีติเป็นล้นพ้นที่เขาได้ทำให้ตัวตนของฉันได้รับความอับอายเช่นนั้น</w:t>
      </w:r>
    </w:p>
    <w:p w:rsidR="00F27273" w:rsidRDefault="00F27273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F27273" w:rsidRDefault="00F27273" w:rsidP="00F27273">
      <w:pPr>
        <w:pStyle w:val="libNormal"/>
        <w:rPr>
          <w:rFonts w:cs="Cordia New"/>
          <w:szCs w:val="40"/>
        </w:rPr>
      </w:pPr>
    </w:p>
    <w:p w:rsidR="00C27D9F" w:rsidRPr="00C27D9F" w:rsidRDefault="00F27273" w:rsidP="00F27273">
      <w:pPr>
        <w:pStyle w:val="libNormal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3)</w:t>
      </w:r>
      <w:r w:rsidRPr="00C27D9F">
        <w:rPr>
          <w:rFonts w:hint="cs"/>
          <w:cs/>
        </w:rPr>
        <w:t xml:space="preserve"> มันเป็นฤดูหนาวและฉันได้ออกมาจากบ้านพักหลังหนึ่งและมอ</w:t>
      </w:r>
      <w:r w:rsidRPr="00C27D9F">
        <w:rPr>
          <w:cs/>
        </w:rPr>
        <w:t>ง</w:t>
      </w:r>
    </w:p>
    <w:p w:rsidR="00F27273" w:rsidRDefault="00C27D9F" w:rsidP="00F27273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ไปที่เสื้อคลุมของฉันฉันพบว่ามันเต็มไปด้วยตัวหมัดซึ่งเป็นการยากสำหรับฉันที่จะเห็นมันได้ในเสื้อขนสัตว์ฉันรู้สึกมีความสุขในที่ได้แบกภาระนี้ตลอดจนทำให้ตัวตนได้รับความอับอาย</w:t>
      </w:r>
    </w:p>
    <w:p w:rsidR="00F27273" w:rsidRDefault="00C27D9F" w:rsidP="00F27273">
      <w:pPr>
        <w:pStyle w:val="libNormal"/>
      </w:pPr>
      <w:r w:rsidRPr="00C27D9F">
        <w:rPr>
          <w:rFonts w:hint="cs"/>
          <w:cs/>
        </w:rPr>
        <w:t>ซูฟีอีกคนหนึ่งกล่าวว่า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ฉันได้ไปยังบ้านหลังหนึ่งซึ่งได้นำผู้คนมากมายในตอนพลบค่ำเพื่อการละศีลอดในเดือนรอมฎอน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เมื่อฉันเคาะประตูเขาไม่ให้ฉันเข้าไปข้างใน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ได้เคาะประตูอีกครั้งหนึ่งและก็อีกนั่นแหละเจ้าของบ้านปฏิเสธที่จะเปิดประตูรับฉันเป็นเช่นนี้ซ้ำๆกันหลายครั้งและในที่สุดเจ้าของบ้านจึงเปิดประตูและกล่าวขึ้นว่า</w:t>
      </w:r>
      <w:r w:rsidRPr="00C27D9F">
        <w:rPr>
          <w:cs/>
        </w:rPr>
        <w:t xml:space="preserve"> </w:t>
      </w:r>
    </w:p>
    <w:p w:rsidR="00C27D9F" w:rsidRPr="00C27D9F" w:rsidRDefault="00C27D9F" w:rsidP="00F27273">
      <w:pPr>
        <w:pStyle w:val="libNormal"/>
        <w:rPr>
          <w:rFonts w:cs="Times New Roman"/>
          <w:lang w:bidi="ar-SA"/>
        </w:rPr>
      </w:pP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ท่านเป็นคนที่แปลกประหลาดอะไรเช่นนี้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ฉันได้ปฏิเสธที่จะเปิดประตู</w:t>
      </w:r>
    </w:p>
    <w:p w:rsidR="00F27273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รับท่านตั้งหลายครั้งด้วยกันและท่านก็ยังคนมาเคาะอยู่ร่ำไป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ซูฟีผู้นั้นกล่าวว่า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ใช่แล้วสุนัขก็ถูกปฏิบัติในวิถีทางเดียวกันนี้</w:t>
      </w:r>
      <w:r w:rsidRPr="00C27D9F">
        <w:rPr>
          <w:rFonts w:cs="Times New Roman" w:hint="eastAsia"/>
          <w:lang w:bidi="ar-SA"/>
        </w:rPr>
        <w:t>”</w:t>
      </w:r>
    </w:p>
    <w:p w:rsidR="00C27D9F" w:rsidRPr="00F27273" w:rsidRDefault="00F27273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 xml:space="preserve"> </w:t>
      </w:r>
      <w:r>
        <w:rPr>
          <w:rFonts w:hint="cs"/>
          <w:cs/>
        </w:rPr>
        <w:t>เป็นความภาคภูมิใจของ</w:t>
      </w:r>
      <w:r w:rsidRPr="00C27D9F">
        <w:rPr>
          <w:rFonts w:hint="cs"/>
          <w:cs/>
        </w:rPr>
        <w:t>อิสลาม</w:t>
      </w:r>
      <w:r>
        <w:rPr>
          <w:rFonts w:hint="cs"/>
          <w:cs/>
        </w:rPr>
        <w:t>ที่</w:t>
      </w:r>
      <w:r w:rsidRPr="00C27D9F">
        <w:rPr>
          <w:rFonts w:hint="cs"/>
          <w:cs/>
        </w:rPr>
        <w:t>ไม่อนุญาติให้ดูหมิ่นต่อบุคลิกภาพของตนเองเช่นนั้</w:t>
      </w:r>
      <w:r w:rsidRPr="00C27D9F">
        <w:rPr>
          <w:cs/>
        </w:rPr>
        <w:t>น</w:t>
      </w:r>
    </w:p>
    <w:p w:rsidR="00F27273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ด้วยเหตุนี้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มีอยู่สองอย่างที่จะเป็นข้อพิจารณาใจ</w:t>
      </w:r>
      <w:r w:rsidR="00F27273">
        <w:rPr>
          <w:rFonts w:hint="cs"/>
          <w:cs/>
        </w:rPr>
        <w:t>ใน</w:t>
      </w:r>
      <w:r w:rsidRPr="00C27D9F">
        <w:rPr>
          <w:rFonts w:hint="cs"/>
          <w:cs/>
        </w:rPr>
        <w:t>การฝึกฝนตนเอง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ตามแนวทางอิสลาม</w:t>
      </w:r>
      <w:r w:rsidR="00F27273">
        <w:rPr>
          <w:rFonts w:hint="cs"/>
          <w:cs/>
        </w:rPr>
        <w:t xml:space="preserve"> คือ </w:t>
      </w:r>
      <w:r w:rsidRPr="00C27D9F">
        <w:rPr>
          <w:rFonts w:hint="cs"/>
          <w:cs/>
        </w:rPr>
        <w:t>การละอายตนเองตามขั้นตอน</w:t>
      </w:r>
      <w:r w:rsidR="00F27273">
        <w:rPr>
          <w:rFonts w:hint="cs"/>
          <w:cs/>
        </w:rPr>
        <w:t>ที่</w:t>
      </w:r>
      <w:r w:rsidRPr="00C27D9F">
        <w:rPr>
          <w:rFonts w:hint="cs"/>
          <w:cs/>
        </w:rPr>
        <w:t>หนึ่งและการเคารพตนเอง</w:t>
      </w:r>
      <w:r w:rsidR="00F27273">
        <w:rPr>
          <w:rFonts w:hint="cs"/>
          <w:cs/>
        </w:rPr>
        <w:t>ใน</w:t>
      </w:r>
      <w:r w:rsidRPr="00C27D9F">
        <w:rPr>
          <w:rFonts w:hint="cs"/>
          <w:cs/>
        </w:rPr>
        <w:t>อีกขั้นตอนหนึ่ง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ตัวตนอาจเป็นดังนี้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คือมีด้านที่ทำให้บริสุทธิ์และด้านของความตกต่ำและหลังจากนั้นก็จะต้องตรวจสอบ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เมื่อมันกำลังจะไปในทางที่เลยเถิด</w:t>
      </w:r>
    </w:p>
    <w:p w:rsidR="00F27273" w:rsidRDefault="00C27D9F" w:rsidP="00F27273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บรรดานักปรัชญามีความคิดว่า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ความเชื่อตนเองของบุคคล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วิญญาณของเขา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แต่นักจิตวิทยาทั้งหลายเชื่อว่า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ชื่อตนเองมีด้านของความสำนึกด้านหนึ่งและด้านของความไม่สำนึกอีกด้านหนึ่งซึ่งได้จัดเป็นรูปแบบส่วนสำคัญของความเชื่อในตนเองและพวกเขาได้แสดงการคัดค้านอย่างชัดแจ้ง</w:t>
      </w:r>
      <w:r w:rsidR="00F27273">
        <w:rPr>
          <w:rFonts w:hint="cs"/>
          <w:cs/>
        </w:rPr>
        <w:t>ต่</w:t>
      </w:r>
      <w:r w:rsidRPr="00C27D9F">
        <w:rPr>
          <w:rFonts w:hint="cs"/>
          <w:cs/>
        </w:rPr>
        <w:t>อความคิดของบรรดานักปรัชญาที่ว่า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ความเชื่อตนเอง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F27273">
        <w:rPr>
          <w:rFonts w:hint="cs"/>
          <w:cs/>
        </w:rPr>
        <w:t xml:space="preserve"> </w:t>
      </w:r>
      <w:r w:rsidRPr="00C27D9F">
        <w:rPr>
          <w:rFonts w:hint="cs"/>
          <w:cs/>
        </w:rPr>
        <w:t>วิญญาณ</w:t>
      </w:r>
      <w:r w:rsidR="00F27273">
        <w:rPr>
          <w:rFonts w:hint="cs"/>
          <w:cs/>
        </w:rPr>
        <w:t xml:space="preserve"> </w:t>
      </w:r>
    </w:p>
    <w:p w:rsidR="00F27273" w:rsidRDefault="00F27273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F27273" w:rsidRDefault="00F27273" w:rsidP="00F27273">
      <w:pPr>
        <w:pStyle w:val="libNormal"/>
        <w:ind w:firstLine="0"/>
      </w:pPr>
    </w:p>
    <w:p w:rsidR="00F27273" w:rsidRDefault="00C27D9F" w:rsidP="00F2727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พวกเขาพากันกล่าวว่า</w:t>
      </w:r>
    </w:p>
    <w:p w:rsidR="00F27273" w:rsidRDefault="00C27D9F" w:rsidP="00F27273">
      <w:pPr>
        <w:pStyle w:val="libNormal"/>
        <w:ind w:firstLine="0"/>
      </w:pPr>
      <w:r w:rsidRPr="00C27D9F">
        <w:rPr>
          <w:rFonts w:hint="cs"/>
          <w:cs/>
        </w:rPr>
        <w:t>ความเชื่อในตนเองที่แท้จริงนั้นจักต้องลึกล้ำยิ่งไปกว่านั้นและจะค้นพบตัวเองได้ก็ต่อเมื่อมันได้ค้นพบพระผู้เ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ป็นเจ้าเท่านั้น</w:t>
      </w:r>
    </w:p>
    <w:p w:rsidR="00F27273" w:rsidRPr="00F27273" w:rsidRDefault="00C27D9F" w:rsidP="00F2727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อัลกุรอานกล่าวไว้ใน</w:t>
      </w:r>
      <w:r w:rsidR="00F27273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เราะฮ์อัลฮัชร์</w:t>
      </w:r>
      <w:r w:rsidR="00F27273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F27273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19</w:t>
      </w:r>
      <w:r w:rsidR="00F27273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ดังนี้</w:t>
      </w:r>
      <w:r w:rsidR="00F27273" w:rsidRPr="00C27D9F">
        <w:rPr>
          <w:rFonts w:cs="Times New Roman" w:hint="eastAsia"/>
          <w:lang w:bidi="ar-SA"/>
        </w:rPr>
        <w:t xml:space="preserve"> </w:t>
      </w:r>
    </w:p>
    <w:p w:rsidR="00CA67CF" w:rsidRDefault="00F27273" w:rsidP="00CA67CF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และจงอย่าได้เป็นเช่นบรรดาผู้ซึ่งลืมเลือนอัลลอฮ</w:t>
      </w:r>
      <w:r w:rsidR="00CA67C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ดังนั้นพระองค์ทรงได้ทำให้พวกเขาละทิ้ง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ลืม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ตัวของพวกเขาเอง</w:t>
      </w:r>
      <w:r w:rsidR="00CA67C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เหล่านี้พวกเขาคือผู้ละเมิด</w:t>
      </w:r>
      <w:r w:rsidR="00CA67CF">
        <w:rPr>
          <w:rFonts w:cs="Cordia New" w:hint="cs"/>
          <w:szCs w:val="40"/>
          <w:cs/>
        </w:rPr>
        <w:t>”</w:t>
      </w:r>
    </w:p>
    <w:p w:rsidR="00C27D9F" w:rsidRPr="00C27D9F" w:rsidRDefault="00CA67CF" w:rsidP="00CA67CF">
      <w:pPr>
        <w:pStyle w:val="libNormal"/>
        <w:rPr>
          <w:rFonts w:cs="Times New Roman"/>
          <w:lang w:bidi="ar-SA"/>
        </w:rPr>
      </w:pPr>
      <w:r>
        <w:rPr>
          <w:rFonts w:hint="cs"/>
          <w:cs/>
        </w:rPr>
        <w:t>“</w:t>
      </w:r>
      <w:r w:rsidR="00C27D9F" w:rsidRPr="00C27D9F">
        <w:rPr>
          <w:rFonts w:hint="cs"/>
          <w:cs/>
        </w:rPr>
        <w:t>ม</w:t>
      </w:r>
      <w:r>
        <w:rPr>
          <w:rFonts w:hint="cs"/>
          <w:cs/>
        </w:rPr>
        <w:t>ุ</w:t>
      </w:r>
      <w:r w:rsidR="00C27D9F" w:rsidRPr="00C27D9F">
        <w:rPr>
          <w:rFonts w:hint="cs"/>
          <w:cs/>
        </w:rPr>
        <w:t>ฮียิดดีน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อะร</w:t>
      </w:r>
      <w:r>
        <w:rPr>
          <w:rFonts w:hint="cs"/>
          <w:cs/>
        </w:rPr>
        <w:t>อ</w:t>
      </w:r>
      <w:r w:rsidR="00C27D9F" w:rsidRPr="00C27D9F">
        <w:rPr>
          <w:rFonts w:hint="cs"/>
          <w:cs/>
        </w:rPr>
        <w:t>บี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ผู้ซึ่งเป็นบิดาแห่งแนวทางอิรฟานและบรรดาอารีฟอีกหลายท่านด้วยกัน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รวมทั้งซาวอิห</w:t>
      </w:r>
      <w:r>
        <w:rPr>
          <w:rFonts w:hint="cs"/>
          <w:cs/>
        </w:rPr>
        <w:t>ร่</w:t>
      </w:r>
      <w:r w:rsidR="00C27D9F" w:rsidRPr="00C27D9F">
        <w:rPr>
          <w:rFonts w:hint="cs"/>
          <w:cs/>
        </w:rPr>
        <w:t>านและซาวอาหรับต่างก็เป็นสานุศิษย์</w:t>
      </w:r>
    </w:p>
    <w:p w:rsidR="00CA67CF" w:rsidRDefault="00C27D9F" w:rsidP="00CA67CF">
      <w:pPr>
        <w:pStyle w:val="libNormal"/>
        <w:ind w:firstLine="0"/>
      </w:pPr>
      <w:r w:rsidRPr="00C27D9F">
        <w:rPr>
          <w:rFonts w:hint="cs"/>
          <w:cs/>
        </w:rPr>
        <w:t>ของเขาได้พากันดูหมิ่นบรรดานักปรัชญาทั้งหลายรุนแรง</w:t>
      </w:r>
    </w:p>
    <w:p w:rsidR="00CA67CF" w:rsidRDefault="00CA67CF" w:rsidP="00CA67CF">
      <w:pPr>
        <w:pStyle w:val="libNormal"/>
        <w:ind w:firstLine="0"/>
      </w:pPr>
    </w:p>
    <w:p w:rsidR="00C27D9F" w:rsidRDefault="00C27D9F" w:rsidP="00CA67C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อัลกุรอานกล่าวไว้ใน</w:t>
      </w:r>
      <w:r w:rsidR="00CA67CF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เราะฮ์อัซซุมัร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จากอายะฮ์ที่</w:t>
      </w:r>
      <w:r w:rsidR="00CA67CF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15(</w:t>
      </w:r>
      <w:r w:rsidRPr="00C27D9F">
        <w:rPr>
          <w:rFonts w:hint="cs"/>
          <w:cs/>
        </w:rPr>
        <w:t>บางตอน</w:t>
      </w:r>
      <w:r w:rsidRPr="00C27D9F">
        <w:rPr>
          <w:cs/>
        </w:rPr>
        <w:t>)</w:t>
      </w:r>
    </w:p>
    <w:p w:rsidR="00C27D9F" w:rsidRDefault="00CA67CF" w:rsidP="00CA67CF">
      <w:pPr>
        <w:pStyle w:val="libNormal"/>
        <w:ind w:firstLine="0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จงกล่าวเถิดแน่นอนผู้ขาดทุนทั้งหลายนั้นคือบรรดาผู้ซึ่งจะได้รับความหายนะต่อตัวเขาเอง</w:t>
      </w:r>
      <w:r>
        <w:rPr>
          <w:rFonts w:cs="Cordia New" w:hint="cs"/>
          <w:szCs w:val="40"/>
          <w:cs/>
        </w:rPr>
        <w:t>”</w:t>
      </w:r>
    </w:p>
    <w:p w:rsidR="00CA67CF" w:rsidRPr="00CA67CF" w:rsidRDefault="00CA67CF" w:rsidP="00CA67CF">
      <w:pPr>
        <w:pStyle w:val="libNormal"/>
        <w:ind w:firstLine="0"/>
        <w:rPr>
          <w:rFonts w:cs="Cordia New"/>
          <w:szCs w:val="40"/>
        </w:rPr>
      </w:pPr>
    </w:p>
    <w:p w:rsidR="00C27D9F" w:rsidRPr="00C27D9F" w:rsidRDefault="00C27D9F" w:rsidP="00CA67CF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วิญญาณแห่งการอิบาดัตและความเที่ยงแท้ของการอิบาดัตซึ่งก็</w:t>
      </w:r>
      <w:r w:rsidR="00CA67CF">
        <w:rPr>
          <w:rFonts w:hint="cs"/>
          <w:cs/>
        </w:rPr>
        <w:t>คือการมุ่งความสนใจไปยังพระผู้เป็</w:t>
      </w:r>
      <w:r w:rsidRPr="00C27D9F">
        <w:rPr>
          <w:rFonts w:hint="cs"/>
          <w:cs/>
        </w:rPr>
        <w:t>นเจ้าและการค้นพบตัวตนเองที่แท้จริงในเวลาเดียวกับการเกี่ยวข้องกับเรื่องราวของการปฏิเสธตนเอง</w:t>
      </w:r>
    </w:p>
    <w:p w:rsidR="00CA67CF" w:rsidRDefault="00C27D9F" w:rsidP="00CA67CF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เราพบสิ่งเล็กน้อยจากความเชื่อเช่นนี้ในแนวทางของอิรฟานว่ามันเป็นการผ่านการเคารพตนเองและบนพื้นฐานของมันที่ว่ามนุษย์ได้พากันบรรลุถึงขั้นสูงสุดในวิถีทางนี้พวกเขาทั้งหลายได้รับคำแนะนำเพียงเล็กน้อ</w:t>
      </w:r>
      <w:r w:rsidR="00CA67CF">
        <w:rPr>
          <w:rFonts w:hint="cs"/>
          <w:cs/>
        </w:rPr>
        <w:t>ย</w:t>
      </w:r>
      <w:r w:rsidRPr="00C27D9F">
        <w:rPr>
          <w:rFonts w:hint="cs"/>
          <w:cs/>
        </w:rPr>
        <w:t>จากบรรดาคำสอนของอิสลาม</w:t>
      </w:r>
    </w:p>
    <w:p w:rsidR="00CA67CF" w:rsidRDefault="00CA67CF">
      <w:pPr>
        <w:rPr>
          <w:rFonts w:ascii="Angsana New" w:hAnsi="Angsana New"/>
          <w:sz w:val="32"/>
          <w:szCs w:val="32"/>
        </w:rPr>
      </w:pPr>
      <w:r>
        <w:br w:type="page"/>
      </w:r>
    </w:p>
    <w:p w:rsidR="00CA67CF" w:rsidRDefault="00CA67CF" w:rsidP="00CA67CF">
      <w:pPr>
        <w:pStyle w:val="libNormal"/>
      </w:pPr>
    </w:p>
    <w:p w:rsidR="00CA67CF" w:rsidRDefault="00C27D9F" w:rsidP="00CA67CF">
      <w:pPr>
        <w:pStyle w:val="libNormal"/>
      </w:pPr>
      <w:r w:rsidRPr="00C27D9F">
        <w:rPr>
          <w:rFonts w:hint="cs"/>
          <w:cs/>
        </w:rPr>
        <w:t>คัมภีร์อัลกรุอานกล่าวไว้ใน</w:t>
      </w:r>
      <w:r w:rsidR="00CA67CF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Pr="00C27D9F">
        <w:rPr>
          <w:cs/>
        </w:rPr>
        <w:t xml:space="preserve"> </w:t>
      </w:r>
      <w:r w:rsidR="00CA67CF" w:rsidRPr="00CA67CF">
        <w:rPr>
          <w:rFonts w:hint="cs"/>
          <w:cs/>
        </w:rPr>
        <w:t>อัล</w:t>
      </w:r>
      <w:r w:rsidRPr="00C27D9F">
        <w:rPr>
          <w:rFonts w:hint="cs"/>
          <w:cs/>
        </w:rPr>
        <w:t>มุนาฟิกูนบรรดาผู้กลับกลอก</w:t>
      </w:r>
      <w:r w:rsidRPr="00C27D9F">
        <w:rPr>
          <w:cs/>
        </w:rPr>
        <w:t>)</w:t>
      </w:r>
    </w:p>
    <w:p w:rsidR="00C27D9F" w:rsidRPr="00C27D9F" w:rsidRDefault="00C27D9F" w:rsidP="00CA67CF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อายะฮ์ที่</w:t>
      </w:r>
      <w:r w:rsidRPr="00C27D9F">
        <w:rPr>
          <w:rFonts w:cs="Times New Roman"/>
          <w:lang w:bidi="ar-SA"/>
        </w:rPr>
        <w:t>8(</w:t>
      </w:r>
      <w:r w:rsidRPr="00C27D9F">
        <w:rPr>
          <w:rFonts w:hint="cs"/>
          <w:cs/>
        </w:rPr>
        <w:t>ว่า</w:t>
      </w:r>
      <w:r w:rsidRPr="00C27D9F">
        <w:rPr>
          <w:cs/>
        </w:rPr>
        <w:t>)</w:t>
      </w:r>
    </w:p>
    <w:p w:rsidR="00CA67CF" w:rsidRDefault="00CA67CF" w:rsidP="00CA67CF">
      <w:pPr>
        <w:pStyle w:val="libNormal"/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และอำนาจเป็นของอัลลอฮ์และของรอซูล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ศ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แห่งพระองค์และของบรรดาผู้ศรัทธา</w:t>
      </w:r>
      <w:r w:rsidRPr="00CA67CF">
        <w:rPr>
          <w:rFonts w:hint="cs"/>
          <w:cs/>
        </w:rPr>
        <w:t xml:space="preserve">” </w:t>
      </w:r>
    </w:p>
    <w:p w:rsidR="00CA67CF" w:rsidRDefault="00CA67CF" w:rsidP="00CA67CF">
      <w:pPr>
        <w:pStyle w:val="libNormal"/>
        <w:ind w:firstLine="0"/>
      </w:pPr>
      <w:r>
        <w:rPr>
          <w:rFonts w:hint="cs"/>
          <w:cs/>
        </w:rPr>
        <w:t>ท่านศาส</w:t>
      </w:r>
      <w:r w:rsidR="00C27D9F" w:rsidRPr="00C27D9F">
        <w:rPr>
          <w:rFonts w:hint="cs"/>
          <w:cs/>
        </w:rPr>
        <w:t>ดา</w:t>
      </w:r>
      <w:r w:rsidR="00C27D9F" w:rsidRPr="00C27D9F">
        <w:rPr>
          <w:rFonts w:cs="Times New Roman"/>
          <w:lang w:bidi="ar-SA"/>
        </w:rPr>
        <w:t>(</w:t>
      </w:r>
      <w:r w:rsidR="00C27D9F" w:rsidRPr="00C27D9F">
        <w:rPr>
          <w:rFonts w:hint="cs"/>
          <w:cs/>
        </w:rPr>
        <w:t>ศ</w:t>
      </w:r>
      <w:r w:rsidRPr="00C27D9F">
        <w:rPr>
          <w:rFonts w:hint="cs"/>
          <w:cs/>
        </w:rPr>
        <w:t>) ได้กล่าวว่</w:t>
      </w:r>
      <w:r w:rsidRPr="00C27D9F">
        <w:rPr>
          <w:cs/>
        </w:rPr>
        <w:t>า</w:t>
      </w:r>
      <w:r w:rsidR="00C27D9F" w:rsidRPr="00C27D9F">
        <w:rPr>
          <w:cs/>
        </w:rPr>
        <w:t xml:space="preserve"> </w:t>
      </w:r>
      <w:r w:rsidR="00C27D9F"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ถ้าเจ้าอยู่ในความต้องการก็จงอย่าได้วอนขอต่อสิ่งนั้นในสภาพที่น่าเวทนาสงสารผู้หนึ่งผู้ใด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 xml:space="preserve">จงขอสิ่งนั้นในสภาพที่ให้เกียรติแก่ตนเอง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นะห์ญุลบะลาเฆาะฮ์</w:t>
      </w:r>
      <w:r w:rsidR="00C27D9F" w:rsidRPr="00C27D9F">
        <w:rPr>
          <w:cs/>
        </w:rPr>
        <w:t>)</w:t>
      </w:r>
    </w:p>
    <w:p w:rsidR="00CA67CF" w:rsidRDefault="00C27D9F" w:rsidP="00CA67C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กล่าวไว้ในหนังสืออนะห์ญุลบะลาเฆาะฮ์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คุฏบะฮ์ที่</w:t>
      </w:r>
      <w:r w:rsidRPr="00C27D9F">
        <w:rPr>
          <w:rFonts w:cs="Times New Roman"/>
          <w:lang w:bidi="ar-SA"/>
        </w:rPr>
        <w:t>51(</w:t>
      </w:r>
      <w:r w:rsidRPr="00C27D9F">
        <w:rPr>
          <w:rFonts w:hint="cs"/>
          <w:cs/>
        </w:rPr>
        <w:t>ดังนี้</w:t>
      </w:r>
      <w:r w:rsidRPr="00C27D9F">
        <w:rPr>
          <w:cs/>
        </w:rPr>
        <w:t>)</w:t>
      </w:r>
    </w:p>
    <w:p w:rsidR="00CA67CF" w:rsidRDefault="00C27D9F" w:rsidP="00CA67CF">
      <w:pPr>
        <w:pStyle w:val="libNormal"/>
      </w:pPr>
      <w:r w:rsidRPr="00C27D9F">
        <w:rPr>
          <w:rFonts w:cs="Times New Roman"/>
          <w:lang w:bidi="ar-SA"/>
        </w:rPr>
        <w:t xml:space="preserve"> </w:t>
      </w:r>
      <w:r w:rsidR="00CA67CF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การมีชีวิตอยู่อย่างผู้ปราชัยนั่นคือความตาย</w:t>
      </w:r>
      <w:r w:rsidR="00CA67CF" w:rsidRPr="00C27D9F">
        <w:rPr>
          <w:rFonts w:cs="Times New Roman"/>
          <w:lang w:bidi="ar-SA"/>
        </w:rPr>
        <w:t>,</w:t>
      </w:r>
      <w:r w:rsidR="00CA67CF" w:rsidRPr="00C27D9F">
        <w:rPr>
          <w:rFonts w:hint="cs"/>
          <w:cs/>
        </w:rPr>
        <w:t xml:space="preserve"> และความตายที่ได้รับชัยชนะนั่นคือการมีชีวิตอยู</w:t>
      </w:r>
      <w:r w:rsidR="00CA67CF" w:rsidRPr="00C27D9F">
        <w:rPr>
          <w:cs/>
        </w:rPr>
        <w:t>่</w:t>
      </w:r>
      <w:r w:rsidR="00CA67CF">
        <w:rPr>
          <w:rFonts w:cs="Cordia New" w:hint="cs"/>
          <w:szCs w:val="40"/>
          <w:cs/>
        </w:rPr>
        <w:t xml:space="preserve">” </w:t>
      </w:r>
      <w:r w:rsidR="00CA67CF" w:rsidRPr="00C27D9F">
        <w:rPr>
          <w:rFonts w:hint="cs"/>
          <w:cs/>
        </w:rPr>
        <w:t xml:space="preserve">อิมามฮุเซน </w:t>
      </w:r>
      <w:r w:rsidR="00CA67CF"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="00CA67CF" w:rsidRPr="00C27D9F">
        <w:rPr>
          <w:rFonts w:hint="cs"/>
          <w:cs/>
        </w:rPr>
        <w:t xml:space="preserve">) กล่าวว่า </w:t>
      </w:r>
      <w:r w:rsidR="00CA67CF" w:rsidRPr="00C27D9F">
        <w:rPr>
          <w:cs/>
        </w:rPr>
        <w:t>(</w:t>
      </w:r>
      <w:r w:rsidRPr="00C27D9F">
        <w:rPr>
          <w:rFonts w:hint="cs"/>
          <w:cs/>
        </w:rPr>
        <w:t>ในหนังสือวิถีชีวิตของ</w:t>
      </w:r>
    </w:p>
    <w:p w:rsidR="00CA67CF" w:rsidRDefault="00C27D9F" w:rsidP="00CA67C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อิมามฮุเซน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เล่ม</w:t>
      </w:r>
      <w:r w:rsidR="00CA67CF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</w:t>
      </w:r>
      <w:r w:rsidRPr="00C27D9F">
        <w:rPr>
          <w:rFonts w:hint="cs"/>
          <w:cs/>
        </w:rPr>
        <w:t>หน้า</w:t>
      </w:r>
      <w:r w:rsidR="00CA67CF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183.)</w:t>
      </w:r>
    </w:p>
    <w:p w:rsidR="00C27D9F" w:rsidRPr="00CA67CF" w:rsidRDefault="00C27D9F" w:rsidP="00CA67CF">
      <w:pPr>
        <w:pStyle w:val="libNormal"/>
        <w:ind w:firstLine="0"/>
      </w:pPr>
      <w:r w:rsidRPr="00C27D9F">
        <w:rPr>
          <w:rFonts w:hint="cs"/>
          <w:cs/>
        </w:rPr>
        <w:t>มันเป็นการดีที่จะตายอย่างมีเกียรติมิใช่เพื่อที่จะมีชีวิตอยู่ในสภาพอันน่า</w:t>
      </w:r>
    </w:p>
    <w:p w:rsidR="00C27D9F" w:rsidRPr="00C27D9F" w:rsidRDefault="00C27D9F" w:rsidP="00680C1C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สังเวช</w:t>
      </w:r>
      <w:r w:rsidRPr="00C27D9F">
        <w:rPr>
          <w:cs/>
        </w:rPr>
        <w:t>.</w:t>
      </w:r>
      <w:r w:rsidR="00CA67CF" w:rsidRPr="00C27D9F">
        <w:rPr>
          <w:rFonts w:hint="cs"/>
          <w:cs/>
        </w:rPr>
        <w:t>ท่านกล่าวว่า</w:t>
      </w:r>
      <w:r w:rsidR="00CA67CF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อิบนิซิยาด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ไพร่สารเลวผู้นี้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ตรแห่งชายผู้ไร้เกียรติได้ถามฉันเพื่อจะให้เลือกเอาระหว่างความเวทนาน่าสงสารกับคมดาบแล้วเราจะรับเอาความสมเพทเวทนานั้นมาได้อย่างไร</w:t>
      </w:r>
    </w:p>
    <w:p w:rsidR="00680C1C" w:rsidRDefault="00C27D9F" w:rsidP="00CA67CF">
      <w:pPr>
        <w:pStyle w:val="libNormal"/>
        <w:ind w:firstLine="0"/>
      </w:pPr>
      <w:r w:rsidRPr="00C27D9F">
        <w:rPr>
          <w:rFonts w:hint="cs"/>
          <w:cs/>
        </w:rPr>
        <w:t>ในขณะที่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ทั้งอัลลอฮและรอซูลของพระองค์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รวมทั้งบรรดาผู้ศรัทธาไม่อนุญาตให้เรากระทำเช่นนั้น</w:t>
      </w:r>
      <w:r w:rsidR="00CA67CF">
        <w:rPr>
          <w:rFonts w:cs="Cordia New" w:hint="cs"/>
          <w:szCs w:val="40"/>
          <w:cs/>
        </w:rPr>
        <w:t xml:space="preserve"> </w:t>
      </w:r>
      <w:r w:rsidRPr="00C27D9F">
        <w:rPr>
          <w:rFonts w:cs="Times New Roman"/>
          <w:lang w:bidi="ar-SA"/>
        </w:rPr>
        <w:t>(</w:t>
      </w:r>
      <w:r w:rsidR="00CA67CF" w:rsidRPr="00C27D9F">
        <w:rPr>
          <w:rFonts w:hint="cs"/>
          <w:cs/>
        </w:rPr>
        <w:t xml:space="preserve">พระองค์และรอซูล </w:t>
      </w:r>
      <w:r w:rsidR="00CA67CF"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="00CA67CF" w:rsidRPr="00C27D9F">
        <w:rPr>
          <w:rFonts w:hint="cs"/>
          <w:cs/>
        </w:rPr>
        <w:t>) และผู้ศรัทธา</w:t>
      </w:r>
    </w:p>
    <w:p w:rsidR="00CA67CF" w:rsidRDefault="00CA67CF" w:rsidP="00CA67CF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hint="cs"/>
          <w:cs/>
        </w:rPr>
        <w:t xml:space="preserve">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อิมามอาลี</w:t>
      </w:r>
      <w:r w:rsidRPr="00C27D9F">
        <w:rPr>
          <w:rFonts w:hint="cs"/>
          <w:cs/>
        </w:rPr>
        <w:t>) ไม่อนุญาตให้จำนนต่อศัตรูของพระองค</w:t>
      </w:r>
      <w:r w:rsidRPr="00C27D9F">
        <w:rPr>
          <w:cs/>
        </w:rPr>
        <w:t>์</w:t>
      </w:r>
      <w:r w:rsidRPr="00C27D9F">
        <w:rPr>
          <w:rFonts w:hint="cs"/>
          <w:cs/>
        </w:rPr>
        <w:t>) เราได้รั</w:t>
      </w:r>
      <w:r w:rsidRPr="00C27D9F">
        <w:rPr>
          <w:cs/>
        </w:rPr>
        <w:t>บ</w:t>
      </w:r>
      <w:r w:rsidR="00C27D9F" w:rsidRPr="00C27D9F">
        <w:rPr>
          <w:rFonts w:hint="cs"/>
          <w:cs/>
        </w:rPr>
        <w:t>การอบรมเลี้ยงดูมาจากบิดามารดาผู้บริสุทธิ์ข้าฯจะไม่มีวันที่จะยื่นมือของข้าฯในฐานะอันน่าเวทนาสงสารแก่เจ้าและจะไม่กระทำเยี่ยงพวกทาสหรือการยอมจำนนอย่างเด็ดขาด</w:t>
      </w:r>
      <w:r>
        <w:rPr>
          <w:rFonts w:cs="Cordia New" w:hint="cs"/>
          <w:szCs w:val="40"/>
          <w:cs/>
        </w:rPr>
        <w:t>”</w:t>
      </w:r>
    </w:p>
    <w:p w:rsidR="00CA67CF" w:rsidRDefault="00CA67CF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CA67CF" w:rsidRDefault="00CA67CF" w:rsidP="00CA67CF">
      <w:pPr>
        <w:pStyle w:val="libNormal"/>
        <w:ind w:firstLine="0"/>
      </w:pPr>
    </w:p>
    <w:p w:rsidR="00C27D9F" w:rsidRPr="00C27D9F" w:rsidRDefault="00C27D9F" w:rsidP="00CA67C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สถาบันแนวคิดอีกแห่งหนึ่งก็คือสถาบันแห่งอำนาจซึ่งมีความเชื่อในเรื่องของความสมบูรณ์ว่าคือความเท่าเทียมกันของความสามารถและความบกพร่องก็คือความเท่าเทียมกันกับความอ่อนแอไม่ว่าจะเป็นความดี</w:t>
      </w:r>
    </w:p>
    <w:p w:rsidR="00C27D9F" w:rsidRPr="00C27D9F" w:rsidRDefault="00C27D9F" w:rsidP="00CA67C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หรือความชั่วเป็นมาตรการมาจากบรรทัดฐานเดียวกันกล่าวคือพลังอำนาจหมายถึง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ความดีและความไร้สมรรถภาพหมายถึงความชั่วร้าย</w:t>
      </w:r>
      <w:r w:rsidR="00CA67CF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กล่าวกันว่านิชเช่ท์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นักปรัชญาเยอรมัน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กลายเป็นคนบ้าคลั่งในช่วงสุดท้ายแห่งชีวิตของเขา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แต่ในทัศนะของข้าพเจ้า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เขาได้แสดงให้เห็นอาการแห</w:t>
      </w:r>
      <w:r w:rsidR="00CA67CF">
        <w:rPr>
          <w:rFonts w:hint="cs"/>
          <w:cs/>
        </w:rPr>
        <w:t>่</w:t>
      </w:r>
      <w:r w:rsidRPr="00C27D9F">
        <w:rPr>
          <w:rFonts w:hint="cs"/>
          <w:cs/>
        </w:rPr>
        <w:t>งความบ้าคลั่ง</w:t>
      </w:r>
    </w:p>
    <w:p w:rsidR="00C27D9F" w:rsidRPr="00C27D9F" w:rsidRDefault="00C27D9F" w:rsidP="00CA67C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แม้แต่จากแรกเริ่ม</w:t>
      </w:r>
      <w:r w:rsidR="00CA67CF">
        <w:rPr>
          <w:rFonts w:hint="cs"/>
          <w:cs/>
        </w:rPr>
        <w:t xml:space="preserve"> เขาคือผู้นำ</w:t>
      </w:r>
      <w:r w:rsidRPr="00C27D9F">
        <w:rPr>
          <w:rFonts w:hint="cs"/>
          <w:cs/>
        </w:rPr>
        <w:t>มาซึ่งกฎของพลังในทางจริยธรรม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ก่อนหน้าเขามีนักปรัชญาสองคนกล่าวคือ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เดสคาร์ท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ซึ่งเป็นชาวฝรั่งเศสและเบคอนเป็นชาวอังกฤษซึ่งทั้งสองคนในฐานะที่ได้เสนอความคิดเห็นไว้มากมายเกี่ยวกับวิทยาศาสตร์ได้ทำการปรับปรุงแก้ไขบรรดาทฤษฎีแต่เก่าก่อนและ</w:t>
      </w:r>
    </w:p>
    <w:p w:rsidR="00CA67CF" w:rsidRDefault="00C27D9F" w:rsidP="00CA67CF">
      <w:pPr>
        <w:pStyle w:val="libNormal"/>
        <w:ind w:firstLine="0"/>
      </w:pPr>
      <w:r w:rsidRPr="00C27D9F">
        <w:rPr>
          <w:rFonts w:hint="cs"/>
          <w:cs/>
        </w:rPr>
        <w:t>นำไปสู่ความก้าวหน้าอย่างกว้างขวางในทางวิทยาศาสตร์และไปสู่ทฤษฎีว่าด้วยการครอ</w:t>
      </w:r>
      <w:r w:rsidR="00CA67CF">
        <w:rPr>
          <w:rFonts w:hint="cs"/>
          <w:cs/>
        </w:rPr>
        <w:t>บ</w:t>
      </w:r>
      <w:r w:rsidRPr="00C27D9F">
        <w:rPr>
          <w:rFonts w:hint="cs"/>
          <w:cs/>
        </w:rPr>
        <w:t>ครองเหนือธรรมชาติของมนุษย์และพร้อมกันนี้จึงเป็นเหตุให้มนุษย์นำไปสู่</w:t>
      </w:r>
      <w:r w:rsidR="00CA67CF">
        <w:rPr>
          <w:rFonts w:hint="cs"/>
          <w:cs/>
        </w:rPr>
        <w:t>ใน</w:t>
      </w:r>
      <w:r w:rsidRPr="00C27D9F">
        <w:rPr>
          <w:rFonts w:hint="cs"/>
          <w:cs/>
        </w:rPr>
        <w:t>ทางที่ทุจริต</w:t>
      </w:r>
      <w:r w:rsidRPr="00C27D9F">
        <w:rPr>
          <w:cs/>
        </w:rPr>
        <w:t>(</w:t>
      </w:r>
      <w:r w:rsidRPr="00C27D9F">
        <w:rPr>
          <w:rFonts w:hint="cs"/>
          <w:cs/>
        </w:rPr>
        <w:t>ชั่วช้า</w:t>
      </w:r>
      <w:r w:rsidRPr="00C27D9F">
        <w:rPr>
          <w:cs/>
        </w:rPr>
        <w:t>)</w:t>
      </w:r>
    </w:p>
    <w:p w:rsidR="00CA67CF" w:rsidRDefault="00C27D9F" w:rsidP="00CA67CF">
      <w:pPr>
        <w:pStyle w:val="libNormal"/>
        <w:ind w:firstLine="0"/>
      </w:pPr>
      <w:r w:rsidRPr="00C27D9F">
        <w:rPr>
          <w:rFonts w:hint="cs"/>
          <w:cs/>
        </w:rPr>
        <w:t>ก่อนหน้านักปรัชญาทั้งสองนี้ศาสนาและวิชาปรัชญาได้เคยใช้วิทยาศาสตร์ในการส่งเสริมสัจธรรมมิใช่ในการส่งเสริมอำนาจ</w:t>
      </w:r>
      <w:r w:rsidRPr="00C27D9F">
        <w:rPr>
          <w:cs/>
        </w:rPr>
        <w:t>(</w:t>
      </w:r>
      <w:r w:rsidRPr="00C27D9F">
        <w:rPr>
          <w:rFonts w:hint="cs"/>
          <w:cs/>
        </w:rPr>
        <w:t>พลัง</w:t>
      </w:r>
      <w:r w:rsidRPr="00C27D9F">
        <w:rPr>
          <w:cs/>
        </w:rPr>
        <w:t>)</w:t>
      </w:r>
    </w:p>
    <w:p w:rsidR="00CA67CF" w:rsidRDefault="00C27D9F" w:rsidP="00CA67CF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และด้วยเหตุผลอันนี้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วิทยาศาสตร์จึงได้ครอบครองความศักดิ์สิทธิ์บางอย่างเหนือผลประโยชน์ทั้งหลายของมนุษย์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ตลอด</w:t>
      </w:r>
      <w:r w:rsidR="00CA67CF">
        <w:rPr>
          <w:rFonts w:hint="cs"/>
          <w:cs/>
        </w:rPr>
        <w:t>จ</w:t>
      </w:r>
      <w:r w:rsidRPr="00C27D9F">
        <w:rPr>
          <w:rFonts w:hint="cs"/>
          <w:cs/>
        </w:rPr>
        <w:t>นบรรดาวัตถุสิ่งของทั้งหลายความรู้ถูกนำมาเปรียบเทียบอย่างกว้างขวางกับความมั่งคั่งและได้ถูกกำหนดให้มีความสูงส่งเหนือกว่าความมั่งมีศรีสุข</w:t>
      </w:r>
      <w:r w:rsidR="00CA67CF">
        <w:rPr>
          <w:rFonts w:hint="cs"/>
          <w:cs/>
        </w:rPr>
        <w:t xml:space="preserve"> </w:t>
      </w:r>
    </w:p>
    <w:p w:rsidR="00CA67CF" w:rsidRDefault="00CA67C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A67CF" w:rsidRDefault="00CA67CF" w:rsidP="00CA67CF">
      <w:pPr>
        <w:pStyle w:val="libNormal"/>
        <w:ind w:firstLine="0"/>
      </w:pPr>
    </w:p>
    <w:p w:rsidR="00CA67CF" w:rsidRDefault="00C27D9F" w:rsidP="00CA67C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นี่คือ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สิ่งที่อิมามอาลี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กล่าวไว้ในนะห์ญุลบะลาเฆาะฮ์</w:t>
      </w:r>
      <w:r w:rsidR="00CA67CF">
        <w:rPr>
          <w:rFonts w:hint="cs"/>
          <w:cs/>
        </w:rPr>
        <w:t xml:space="preserve"> </w:t>
      </w:r>
      <w:r w:rsidRPr="00C27D9F">
        <w:rPr>
          <w:cs/>
        </w:rPr>
        <w:t xml:space="preserve"> </w:t>
      </w:r>
      <w:r w:rsidR="00CA67CF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ครูผู้สอนสั่งจัดอยุ่ในขั้นที่จะต้องได้รับความเคารพ</w:t>
      </w:r>
      <w:r w:rsidR="00CA67CF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และอิมามอาลี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เขาผู้ซึ่งได้สอนสั่งฉัน</w:t>
      </w:r>
      <w:r w:rsidR="00CA67CF">
        <w:rPr>
          <w:rFonts w:hint="cs"/>
          <w:cs/>
        </w:rPr>
        <w:t xml:space="preserve"> </w:t>
      </w:r>
      <w:r w:rsidRPr="00C27D9F">
        <w:rPr>
          <w:rFonts w:hint="cs"/>
          <w:cs/>
        </w:rPr>
        <w:t>แม้เพียงถ้อยคำเดียวก็ทำให้ฉันเป็นทาสรับใช้ของเขาใด้</w:t>
      </w:r>
      <w:r w:rsidR="00CA67CF">
        <w:rPr>
          <w:rFonts w:cs="Cordia New" w:hint="cs"/>
          <w:szCs w:val="40"/>
          <w:cs/>
        </w:rPr>
        <w:t>”</w:t>
      </w:r>
    </w:p>
    <w:p w:rsidR="00CA67CF" w:rsidRDefault="00CA67CF" w:rsidP="00CA67CF">
      <w:pPr>
        <w:pStyle w:val="libNormal"/>
        <w:ind w:firstLine="0"/>
        <w:rPr>
          <w:rFonts w:cs="Cordia New"/>
          <w:szCs w:val="40"/>
        </w:rPr>
      </w:pPr>
    </w:p>
    <w:p w:rsidR="0048573F" w:rsidRPr="0048573F" w:rsidRDefault="00C27D9F" w:rsidP="0048573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คัมภีร์อัลกุรอานกล่าวไว้ใน</w:t>
      </w:r>
      <w:r w:rsidR="00CA67CF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เราะฮ์อัล</w:t>
      </w:r>
      <w:r w:rsidRPr="00C27D9F">
        <w:rPr>
          <w:cs/>
        </w:rPr>
        <w:t>-</w:t>
      </w:r>
      <w:r w:rsidRPr="00C27D9F">
        <w:rPr>
          <w:rFonts w:hint="cs"/>
          <w:cs/>
        </w:rPr>
        <w:t>บะกอเราะฮ์</w:t>
      </w:r>
      <w:r w:rsidR="00CA67CF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CA67CF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43(</w:t>
      </w:r>
      <w:r w:rsidRPr="00C27D9F">
        <w:rPr>
          <w:rFonts w:hint="cs"/>
          <w:cs/>
        </w:rPr>
        <w:t>ว่า</w:t>
      </w:r>
      <w:r w:rsidR="0048573F">
        <w:rPr>
          <w:rFonts w:hint="cs"/>
          <w:cs/>
        </w:rPr>
        <w:t>)</w:t>
      </w:r>
    </w:p>
    <w:p w:rsidR="0048573F" w:rsidRDefault="0048573F" w:rsidP="0048573F">
      <w:pPr>
        <w:pStyle w:val="libNormal"/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และเมื่อเราได้กล่าวแก่บรรดาลาอิกะฮ์ว่า</w:t>
      </w:r>
      <w:r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จงน้อมคารวะ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กราบ</w:t>
      </w:r>
      <w:r>
        <w:rPr>
          <w:rFonts w:hint="cs"/>
          <w:cs/>
        </w:rPr>
        <w:t>)</w:t>
      </w:r>
      <w:r w:rsidRPr="00C27D9F">
        <w:rPr>
          <w:rFonts w:hint="cs"/>
          <w:cs/>
        </w:rPr>
        <w:t xml:space="preserve"> ต่ออาดั</w:t>
      </w:r>
      <w:r w:rsidRPr="00C27D9F">
        <w:rPr>
          <w:cs/>
        </w:rPr>
        <w:t>ม</w:t>
      </w:r>
      <w:r>
        <w:rPr>
          <w:rFonts w:cs="Cordia New" w:hint="cs"/>
          <w:szCs w:val="40"/>
          <w:cs/>
        </w:rPr>
        <w:t>”</w:t>
      </w:r>
    </w:p>
    <w:p w:rsidR="00C27D9F" w:rsidRPr="00C27D9F" w:rsidRDefault="0048573F" w:rsidP="0048573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และเหตุผลที่ให้ไว้ก็คือว่าอาดัมรู้ในสิ่งที่บรรดามลาอิกะฮ์ไม่รู้</w:t>
      </w:r>
    </w:p>
    <w:p w:rsidR="0048573F" w:rsidRDefault="00C27D9F" w:rsidP="0048573F">
      <w:pPr>
        <w:pStyle w:val="libNormal"/>
        <w:ind w:firstLine="0"/>
      </w:pPr>
      <w:r w:rsidRPr="00C27D9F">
        <w:rPr>
          <w:rFonts w:hint="cs"/>
          <w:cs/>
        </w:rPr>
        <w:t>ด้วยเหตุผลนี้ได้แสดงให้เห็นถึงความศักดิ์สิทธิ์ของความรู้</w:t>
      </w:r>
    </w:p>
    <w:p w:rsidR="0048573F" w:rsidRDefault="00C27D9F" w:rsidP="0048573F">
      <w:pPr>
        <w:pStyle w:val="libNormal"/>
        <w:ind w:firstLine="0"/>
      </w:pPr>
      <w:r w:rsidRPr="00C27D9F">
        <w:rPr>
          <w:rFonts w:hint="cs"/>
          <w:cs/>
        </w:rPr>
        <w:t>แนวคิดของเบคอน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ก็คือความรู้สึกมิใช่เป็นเรื่องของความขบขัน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แต่ควรที่จะได้รับใช้มนุษย์ชาติและทำให้เขาสามารถที่จะครอบครองธรรมชาติได้</w:t>
      </w:r>
    </w:p>
    <w:p w:rsidR="0048573F" w:rsidRDefault="00C27D9F" w:rsidP="0048573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ดังนั้น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ความเลิศเลอของธรรมชาติแห่งความรู้ถูกทำให้หมุนกลับไปในทาง</w:t>
      </w:r>
      <w:r w:rsidR="0048573F">
        <w:rPr>
          <w:rFonts w:hint="cs"/>
          <w:cs/>
        </w:rPr>
        <w:t>ลบ</w:t>
      </w:r>
      <w:r w:rsidRPr="00C27D9F">
        <w:rPr>
          <w:rFonts w:hint="cs"/>
          <w:cs/>
        </w:rPr>
        <w:t>และเส้นทางแห่ง</w:t>
      </w:r>
      <w:r w:rsidR="0048573F">
        <w:rPr>
          <w:rFonts w:hint="cs"/>
          <w:cs/>
        </w:rPr>
        <w:t>การค้นคว้าได้ถูกเปลี่ยนใหม่</w:t>
      </w:r>
      <w:r w:rsidRPr="00C27D9F">
        <w:rPr>
          <w:rFonts w:hint="cs"/>
          <w:cs/>
        </w:rPr>
        <w:t>ในฐานะแห่งการค้นพบเกี่ยวกับความเร้นลับทั้งหลายของธรรมชาติเพื่อที่จะจัดเตรียมความสะดวกง่ายดายทั้งหลายให้แก่มนุษยชาติ</w:t>
      </w:r>
    </w:p>
    <w:p w:rsidR="0048573F" w:rsidRDefault="00C27D9F" w:rsidP="0048573F">
      <w:pPr>
        <w:pStyle w:val="libNormal"/>
        <w:ind w:firstLine="0"/>
      </w:pPr>
      <w:r w:rsidRPr="00C27D9F">
        <w:rPr>
          <w:rFonts w:hint="cs"/>
          <w:cs/>
        </w:rPr>
        <w:t>ในประการหนึ่งท่าทีเช่นนี้เป็นการตอบสนองการรับใช้ที่ยิ่งใหญ่ต่อมนุษยชาติ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แต่ในเวลาเดียวกัน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ความรู้ก็สูญเสียความศักดิ์สิทธิ์ของมัน</w:t>
      </w:r>
    </w:p>
    <w:p w:rsidR="0048573F" w:rsidRDefault="0048573F" w:rsidP="0048573F">
      <w:pPr>
        <w:pStyle w:val="libNormal"/>
        <w:ind w:firstLine="0"/>
      </w:pPr>
    </w:p>
    <w:p w:rsidR="0048573F" w:rsidRDefault="0048573F" w:rsidP="0048573F">
      <w:pPr>
        <w:pStyle w:val="libNormal"/>
        <w:ind w:firstLine="0"/>
      </w:pPr>
    </w:p>
    <w:p w:rsidR="0048573F" w:rsidRDefault="0048573F" w:rsidP="0048573F">
      <w:pPr>
        <w:pStyle w:val="libNormal"/>
        <w:ind w:firstLine="0"/>
      </w:pPr>
    </w:p>
    <w:p w:rsidR="0048573F" w:rsidRDefault="0048573F" w:rsidP="0048573F">
      <w:pPr>
        <w:pStyle w:val="libNormal"/>
        <w:ind w:firstLine="0"/>
        <w:rPr>
          <w:cs/>
        </w:rPr>
      </w:pPr>
    </w:p>
    <w:p w:rsidR="0048573F" w:rsidRDefault="0048573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48573F" w:rsidRDefault="0048573F" w:rsidP="0048573F">
      <w:pPr>
        <w:pStyle w:val="libNormal"/>
        <w:ind w:firstLine="0"/>
      </w:pPr>
    </w:p>
    <w:p w:rsidR="00C27D9F" w:rsidRPr="00C27D9F" w:rsidRDefault="00C27D9F" w:rsidP="0048573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บรรดานักศึกษา</w:t>
      </w:r>
      <w:r w:rsidRPr="00C27D9F">
        <w:rPr>
          <w:cs/>
        </w:rPr>
        <w:t>(</w:t>
      </w:r>
      <w:r w:rsidRPr="00C27D9F">
        <w:rPr>
          <w:rFonts w:hint="cs"/>
          <w:cs/>
        </w:rPr>
        <w:t>รูฮานี</w:t>
      </w:r>
      <w:r w:rsidRPr="00C27D9F">
        <w:rPr>
          <w:cs/>
        </w:rPr>
        <w:t>)</w:t>
      </w:r>
      <w:r w:rsidRPr="00C27D9F">
        <w:rPr>
          <w:rFonts w:hint="cs"/>
          <w:cs/>
        </w:rPr>
        <w:t>ขอ</w:t>
      </w:r>
      <w:r w:rsidR="0048573F">
        <w:rPr>
          <w:rFonts w:hint="cs"/>
          <w:cs/>
        </w:rPr>
        <w:t>ง</w:t>
      </w:r>
      <w:r w:rsidRPr="00C27D9F">
        <w:rPr>
          <w:rFonts w:hint="cs"/>
          <w:cs/>
        </w:rPr>
        <w:t>วิทยาลัยวิชาการทางศาสนาทั้งหลายซึ่งได้ดำเนินการค้นคว้าของพวกเขาตามระบบเก่าของการศึกษาได้ต้องข้อสังเกตบางอย่างต่อแบบแผนทั้งหลายในการเชื่อมโยงกับการเข้าร่วมชั้นเรียนวิชาศาสนาซึ่งแสดงให้เห็นว่าฐานะของความศักดิ์สิทธิ์และ</w:t>
      </w:r>
    </w:p>
    <w:p w:rsidR="0048573F" w:rsidRDefault="00C27D9F" w:rsidP="0048573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ความสูงส่งของความรู้ยังคงไว้ซึ่งความสำคัญอยู่และศิษย์ก็พากันรู้สึกเคารพอย่างลึกซึ่งต่อครูของเขา</w:t>
      </w:r>
    </w:p>
    <w:p w:rsidR="0048573F" w:rsidRDefault="00C27D9F" w:rsidP="0048573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สำหรับความคิดของพวกเขาการศึกษาเล่าเรียนมิใช่เพื่อคุ้มครองทรัพย์สมบัติและฐานะของครูก็มิได้ถือว่ามันต่ำกว่าศักดิ์ศรีของเขาที่จะเปลี่ยนแปลงตัวของครูเขาเองไปเป็นคนรับค่าจ้าง</w:t>
      </w:r>
    </w:p>
    <w:p w:rsidR="00C27D9F" w:rsidRPr="00C27D9F" w:rsidRDefault="00C27D9F" w:rsidP="0048573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ต่ว่าในการศึกษายุคใหม่ซึ่งเป็นการสืบเนื่องมาจากแนวคิดทั้งหลายของเบคอนและพวกเหล่านั้นผู้ซึ่งสั่งสอนตามความคิดเดียวกั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เช่น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การศึกษาหาความรู้เป็นก้าวแรกสำหรับการมีชีวิตอยู่ภายใต้ลักษณะเฉพาะตามแบบแผนของมัน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นั่นคือ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เพื่อที่จะตระเตรียมตนเองให้เป็นเหมือนดั่งวิศวกรหรือ</w:t>
      </w:r>
    </w:p>
    <w:p w:rsidR="0048573F" w:rsidRDefault="00C27D9F" w:rsidP="0048573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พ่อค้าหรือแม้แต่เป็นครูผู้สั่งสอน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ฯลฯ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เพื่อที่จะได้มาซึ่งเงินท</w:t>
      </w:r>
      <w:r w:rsidR="0048573F">
        <w:rPr>
          <w:rFonts w:hint="cs"/>
          <w:cs/>
        </w:rPr>
        <w:t>อ</w:t>
      </w:r>
      <w:r w:rsidRPr="00C27D9F">
        <w:rPr>
          <w:rFonts w:hint="cs"/>
          <w:cs/>
        </w:rPr>
        <w:t>งให้มากเท่าที่จะเป็นไปได้เพื่อความสุขสบายแห่งชีวิต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เช่นเดียวกันกับบรรดานักศึกษาซึ่งชอบที่จะให้ร้ายนินทาพวกครูอาจารย์ของพวกเขาลับหลังอยู่เสมอ</w:t>
      </w:r>
    </w:p>
    <w:p w:rsidR="00C27D9F" w:rsidRPr="00C27D9F" w:rsidRDefault="00C27D9F" w:rsidP="0048573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แนวคิดของเบคอน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มีดังนี้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ความรู้นั้น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หมายถึงพลังอำนาจทุกสิ่งทุกอย่าง</w:t>
      </w:r>
    </w:p>
    <w:p w:rsidR="00C27D9F" w:rsidRPr="00C27D9F" w:rsidRDefault="00C27D9F" w:rsidP="0048573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สมควรขึ้นอยู่กับพลังและในการรับใช้ของพลังผู้คงแก่เรียนและบรรดานักวิทยาศาสตร์เป็นทาสรับใช้ของผู้อื่นทั้งหลาย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ไม่ว่าจะเป็นในค่ายของจักรวรรดินิยมหรือสังคมนิยมมันหาได้สร้างความแตกต่างอันใดขึ้นมาไม่โลกถูกควบคุมโดยอำนาจมิใช</w:t>
      </w:r>
      <w:r w:rsidR="0048573F">
        <w:rPr>
          <w:rFonts w:hint="cs"/>
          <w:cs/>
        </w:rPr>
        <w:t>่</w:t>
      </w:r>
      <w:r w:rsidRPr="00C27D9F">
        <w:rPr>
          <w:rFonts w:hint="cs"/>
          <w:cs/>
        </w:rPr>
        <w:t>โดยวิทยาศาสตร์หรือบรรดานักวิทยาศาสตร์</w:t>
      </w:r>
    </w:p>
    <w:p w:rsidR="0048573F" w:rsidRDefault="00C27D9F" w:rsidP="0048573F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สิ่งที่ประดิษฐ์ขึ้นและที่ค้นพบทุ</w:t>
      </w:r>
      <w:r w:rsidR="0048573F">
        <w:rPr>
          <w:rFonts w:hint="cs"/>
          <w:cs/>
        </w:rPr>
        <w:t>ก</w:t>
      </w:r>
      <w:r w:rsidRPr="00C27D9F">
        <w:rPr>
          <w:rFonts w:hint="cs"/>
          <w:cs/>
        </w:rPr>
        <w:t>สิ่งวางอยู่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ณ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ที่การรับใช้ของพลังอำนาจ</w:t>
      </w:r>
    </w:p>
    <w:p w:rsidR="0048573F" w:rsidRDefault="0048573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48573F" w:rsidRDefault="0048573F" w:rsidP="0048573F">
      <w:pPr>
        <w:pStyle w:val="libNormal"/>
        <w:ind w:firstLine="0"/>
      </w:pPr>
    </w:p>
    <w:p w:rsidR="0048573F" w:rsidRDefault="00C27D9F" w:rsidP="0048573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ประการแรกในฐานะเป็นความมุ่งหมายไปในทางที่ชั่วร้ายและถ้าหากว่ามิได้มีการใช้เกี่ยวกับทางทหารแล้ว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บรรดาประเภทของความรู้เช่นนี้เป็นการรับจ้างเพื่อรับใช้ผู้อื่น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ดังเช่น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บรรดาพาหนะทั้งหลายหรือความเจริญก้าวหน้าในทางเทคโนโลยีอื่นๆ</w:t>
      </w:r>
    </w:p>
    <w:p w:rsidR="0048573F" w:rsidRDefault="00C27D9F" w:rsidP="0048573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แนวทางที่ใช้ในการดำเนินไปโดยเบคอนได้กลับไปสู่จุ</w:t>
      </w:r>
      <w:r w:rsidR="0048573F">
        <w:rPr>
          <w:rFonts w:hint="cs"/>
          <w:cs/>
        </w:rPr>
        <w:t>ด</w:t>
      </w:r>
      <w:r w:rsidRPr="00C27D9F">
        <w:rPr>
          <w:rFonts w:hint="cs"/>
          <w:cs/>
        </w:rPr>
        <w:t>จบในสิ่งที่นิชเช่ท์ได้ประกาศความมุ่งหมายเอาไว้รวมทั้งสิ่งที่เป็นความเชื่อของมาเคียเวลลี่ซึ่งนำไปสู่การเสริมสร้างทฤษฎีของดาร์วิน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ตัวของดาร์วินเองเป็นผู้นับถือศาสนาคริสต์ผู้หนึ่งและมีการกล่าวว่ากันว่า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เมื่อใกล้ความตายของเขา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เขากระชั</w:t>
      </w:r>
      <w:r w:rsidR="0048573F">
        <w:rPr>
          <w:rFonts w:hint="cs"/>
          <w:cs/>
        </w:rPr>
        <w:t>บ</w:t>
      </w:r>
      <w:r w:rsidRPr="00C27D9F">
        <w:rPr>
          <w:rFonts w:hint="cs"/>
          <w:cs/>
        </w:rPr>
        <w:t>คัมภีร์ไบเบิ้ลไว้แนบสนิทกับหน้าอกของเขาและคำสารภาพผิดทั้งหลายของเขาเผยให้เห็นความศรัทธาของเขาในพระผู้เป็นเจ้าและจีซัสไคร้ซ</w:t>
      </w:r>
      <w:r w:rsidRPr="00C27D9F">
        <w:rPr>
          <w:cs/>
        </w:rPr>
        <w:t>(</w:t>
      </w:r>
      <w:r w:rsidRPr="00C27D9F">
        <w:rPr>
          <w:rFonts w:hint="cs"/>
          <w:cs/>
        </w:rPr>
        <w:t>เยซู</w:t>
      </w:r>
      <w:r w:rsidRPr="00C27D9F">
        <w:rPr>
          <w:cs/>
        </w:rPr>
        <w:t>)</w:t>
      </w:r>
      <w:r w:rsidRPr="00C27D9F">
        <w:rPr>
          <w:rFonts w:hint="cs"/>
          <w:cs/>
        </w:rPr>
        <w:t>แต่ว่าบรรดาความคิดทั้งหลายของเขาถูกนำไปใช้ในทางที่ผิดโดยผู้อื่นมากหลายในวิถีทางที่ตรงกันข้ามกับความปรารถนาของเขาเอง</w:t>
      </w:r>
      <w:r w:rsidRPr="00C27D9F">
        <w:rPr>
          <w:rFonts w:cs="Times New Roman"/>
          <w:lang w:bidi="ar-SA"/>
        </w:rPr>
        <w:t>,</w:t>
      </w:r>
    </w:p>
    <w:p w:rsidR="0048573F" w:rsidRDefault="00C27D9F" w:rsidP="0048573F">
      <w:pPr>
        <w:pStyle w:val="libNormal"/>
        <w:ind w:firstLine="0"/>
      </w:pPr>
      <w:r w:rsidRPr="00C27D9F">
        <w:rPr>
          <w:rFonts w:hint="cs"/>
          <w:cs/>
        </w:rPr>
        <w:t>พวกนักวัตถุนิยมได้ใช้ประโยชน์จากทฤษฏีวิวัฒนาการของดาร์วินเพื่อจะปฏิเสธการดำรงอยู่ของพระผู้เป็นเจ้า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ปรัชญาของดาร์วินก็เช่นเดียวกันถูกนำไปใช้ในทางที่ผิดจากห</w:t>
      </w:r>
      <w:r w:rsidR="0048573F">
        <w:rPr>
          <w:rFonts w:hint="cs"/>
          <w:cs/>
        </w:rPr>
        <w:t>ลั</w:t>
      </w:r>
      <w:r w:rsidRPr="00C27D9F">
        <w:rPr>
          <w:rFonts w:hint="cs"/>
          <w:cs/>
        </w:rPr>
        <w:t>กจริยธรรม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เขาได้เสนอหลักสี่ประการ</w:t>
      </w:r>
    </w:p>
    <w:p w:rsidR="0048573F" w:rsidRDefault="0048573F" w:rsidP="0048573F">
      <w:pPr>
        <w:pStyle w:val="libNormal"/>
        <w:ind w:firstLine="0"/>
      </w:pPr>
    </w:p>
    <w:p w:rsidR="00C27D9F" w:rsidRDefault="00C27D9F" w:rsidP="0048573F">
      <w:pPr>
        <w:pStyle w:val="libNormal"/>
        <w:ind w:firstLine="0"/>
      </w:pPr>
      <w:r w:rsidRPr="00C27D9F">
        <w:rPr>
          <w:rFonts w:hint="cs"/>
          <w:cs/>
        </w:rPr>
        <w:t>ประการแรกเกี่ยวกับความรักตนเองซึ่งได้กระตุ้นเตือนให้ทุกๆชีวิตที่มีการดำรงอยู่เพื่อที่จะทำให้เกิดความมุมานะในการปกปักรักษาตัวของมันเอง</w:t>
      </w:r>
    </w:p>
    <w:p w:rsidR="0048573F" w:rsidRPr="00C27D9F" w:rsidRDefault="0048573F" w:rsidP="0048573F">
      <w:pPr>
        <w:pStyle w:val="libNormal"/>
        <w:ind w:firstLine="0"/>
        <w:rPr>
          <w:rFonts w:cs="Times New Roman"/>
          <w:lang w:bidi="ar-SA"/>
        </w:rPr>
      </w:pPr>
    </w:p>
    <w:p w:rsidR="0048573F" w:rsidRDefault="00C27D9F" w:rsidP="0048573F">
      <w:pPr>
        <w:pStyle w:val="libNormal"/>
        <w:ind w:firstLine="0"/>
      </w:pPr>
      <w:r w:rsidRPr="00C27D9F">
        <w:rPr>
          <w:rFonts w:hint="cs"/>
          <w:cs/>
        </w:rPr>
        <w:t>ประการที่สองความอยู่รอดซึ่งได้ทำให้ทุกชีวิตต้องต่อสู้กับสิ่งอื่นทั้งหลายในฐานะที่เป็นผลมาจากที่ว่าผู้แข็งแรงจะเหลือรอดอยู่แต่เพียงผู้เดียว</w:t>
      </w:r>
    </w:p>
    <w:p w:rsidR="00C27D9F" w:rsidRPr="00C27D9F" w:rsidRDefault="00C27D9F" w:rsidP="0048573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หลักการนี้ได้ถูกปฏิเสธด้วยเหตุผลนานาประการซึ่งเหตุผลหนึ่งจากที่ว่านั้นก็คือ</w:t>
      </w:r>
      <w:r w:rsidR="0048573F">
        <w:rPr>
          <w:rFonts w:hint="cs"/>
          <w:cs/>
        </w:rPr>
        <w:t xml:space="preserve"> </w:t>
      </w:r>
      <w:r w:rsidRPr="00C27D9F">
        <w:rPr>
          <w:rFonts w:hint="cs"/>
          <w:cs/>
        </w:rPr>
        <w:t>บรรดาสิ่งมีชีวิตที่ถูกสร้างขึ้นมาอย่างมากมายที่มีชีวิตรอดอยู่นั้นมิได้</w:t>
      </w:r>
    </w:p>
    <w:p w:rsidR="0048573F" w:rsidRDefault="00C27D9F" w:rsidP="0048573F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ครองความแข็งแกร็งและมีอำนาจเพื่อการอยู่รอดเลย</w:t>
      </w:r>
    </w:p>
    <w:p w:rsidR="0048573F" w:rsidRDefault="0048573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48573F" w:rsidRDefault="0048573F" w:rsidP="0048573F">
      <w:pPr>
        <w:pStyle w:val="libNormal"/>
        <w:ind w:firstLine="0"/>
      </w:pPr>
    </w:p>
    <w:p w:rsidR="00C27D9F" w:rsidRPr="00C27D9F" w:rsidRDefault="00C27D9F" w:rsidP="008A792A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นิชเช่ท์มิได้เพียงแต่เจริญรอยตามทฤษฎีที่ว่า</w:t>
      </w:r>
      <w:r w:rsidR="008A792A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สัตว์ที่จะรอดตายได้ต้องแข็งแรงที่สุดเท่านั้นไม่</w:t>
      </w:r>
      <w:r w:rsidR="008A792A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แต่เขายังกล่าวเสริมอีกด้วยว่า</w:t>
      </w:r>
      <w:r w:rsidR="008A792A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มันคือความถูกต้องที่</w:t>
      </w:r>
    </w:p>
    <w:p w:rsidR="008A792A" w:rsidRDefault="00C27D9F" w:rsidP="008A792A">
      <w:pPr>
        <w:pStyle w:val="libNormal"/>
        <w:ind w:firstLine="0"/>
      </w:pPr>
      <w:r w:rsidRPr="00C27D9F">
        <w:rPr>
          <w:rFonts w:hint="cs"/>
          <w:cs/>
        </w:rPr>
        <w:t>พวกเขาทั้งหลายควรจะต้องมีชีวิตรอดและกล่าวว่า</w:t>
      </w:r>
      <w:r w:rsidR="008A792A">
        <w:rPr>
          <w:rFonts w:hint="cs"/>
          <w:cs/>
        </w:rPr>
        <w:t xml:space="preserve"> </w:t>
      </w:r>
      <w:r w:rsidRPr="00C27D9F">
        <w:rPr>
          <w:rFonts w:hint="cs"/>
          <w:cs/>
        </w:rPr>
        <w:t>วิถีทางของธรรมชาติกำลังบ่ายหน้าไปยังการให้กำเนิดมนุษย์ผู้มีความสามารถเหนือมนุษย์ธรรมดา</w:t>
      </w:r>
      <w:r w:rsidRPr="00C27D9F">
        <w:rPr>
          <w:cs/>
        </w:rPr>
        <w:t>(</w:t>
      </w:r>
      <w:r w:rsidRPr="00C27D9F">
        <w:rPr>
          <w:rFonts w:hint="cs"/>
          <w:cs/>
        </w:rPr>
        <w:t>ซุปเปอร์แมน</w:t>
      </w:r>
      <w:r w:rsidRPr="00C27D9F">
        <w:rPr>
          <w:cs/>
        </w:rPr>
        <w:t>)</w:t>
      </w:r>
      <w:r w:rsidRPr="00C27D9F">
        <w:rPr>
          <w:rFonts w:hint="cs"/>
          <w:cs/>
        </w:rPr>
        <w:t>และสำหรับเขาสิ่งนี้คือ</w:t>
      </w:r>
      <w:r w:rsidR="008A792A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มนุษย์ผู้สมบูรณ์</w:t>
      </w:r>
      <w:r w:rsidR="008A792A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หมายถึงชีวิตที่ปราศจากความอ่อนแอ</w:t>
      </w:r>
      <w:r w:rsidR="008A792A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สำหรับความคิดของนิชเช่ท์นั้นความเสน่หาความเมตตากรุณาและการรับใช้มิได้เป็นศีลธรรมและเหล่านี้</w:t>
      </w:r>
      <w:r w:rsidR="008A792A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มันคือสาเหตุของความหายนะ</w:t>
      </w:r>
      <w:r w:rsidR="008A792A">
        <w:rPr>
          <w:rFonts w:hint="cs"/>
          <w:cs/>
        </w:rPr>
        <w:t xml:space="preserve"> </w:t>
      </w:r>
      <w:r w:rsidRPr="00C27D9F">
        <w:rPr>
          <w:rFonts w:hint="cs"/>
          <w:cs/>
        </w:rPr>
        <w:t>ตลอดจนเป็น</w:t>
      </w:r>
      <w:r w:rsidR="008A792A">
        <w:rPr>
          <w:rFonts w:hint="cs"/>
          <w:cs/>
        </w:rPr>
        <w:t>การขัดขวางการวิวัฒนาการ</w:t>
      </w:r>
      <w:r w:rsidRPr="00C27D9F">
        <w:rPr>
          <w:rFonts w:hint="cs"/>
          <w:cs/>
        </w:rPr>
        <w:t>ของมนุษย์ที่มุ่งไปสู่ความเหมาะสมที่จะเป็นมนุษย์ผู้วิเศษ</w:t>
      </w:r>
      <w:r w:rsidR="008A792A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เขาไม่เห็นด้วยทั้งหมดกับความคิดของโสเครตีสและพระคริสต์</w:t>
      </w:r>
      <w:r w:rsidRPr="00C27D9F">
        <w:rPr>
          <w:cs/>
        </w:rPr>
        <w:t>(</w:t>
      </w:r>
      <w:r w:rsidRPr="00C27D9F">
        <w:rPr>
          <w:rFonts w:hint="cs"/>
          <w:cs/>
        </w:rPr>
        <w:t>เยซู</w:t>
      </w:r>
      <w:r w:rsidRPr="00C27D9F">
        <w:rPr>
          <w:cs/>
        </w:rPr>
        <w:t>)</w:t>
      </w:r>
      <w:r w:rsidRPr="00C27D9F">
        <w:rPr>
          <w:rFonts w:hint="cs"/>
          <w:cs/>
        </w:rPr>
        <w:t>เพราะว่า</w:t>
      </w:r>
      <w:r w:rsidR="008A792A">
        <w:rPr>
          <w:rFonts w:hint="cs"/>
          <w:cs/>
        </w:rPr>
        <w:t xml:space="preserve"> </w:t>
      </w:r>
      <w:r w:rsidRPr="00C27D9F">
        <w:rPr>
          <w:rFonts w:hint="cs"/>
          <w:cs/>
        </w:rPr>
        <w:t>โสเครตีสเป็นผู้สนับสนุนคุณงามความดีความโอบอ้อมอารีและความยุติธรรม</w:t>
      </w:r>
      <w:r w:rsidR="008A792A">
        <w:rPr>
          <w:rFonts w:hint="cs"/>
          <w:cs/>
        </w:rPr>
        <w:t xml:space="preserve"> </w:t>
      </w:r>
    </w:p>
    <w:p w:rsidR="00C27D9F" w:rsidRPr="008A792A" w:rsidRDefault="00C27D9F" w:rsidP="008A792A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ส่วนพระเยซูคริสต์นั้นได้คืบหน้าไปอย่างราบเรียบ</w:t>
      </w:r>
      <w:r w:rsidR="008A792A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ด้วยการสั่งสอนความรักและแผ่เมตตาจิตเหล่านี้เป็นเพราะเขามีความอ่อนแอซึ่งเป็นการขัดขวาง</w:t>
      </w:r>
    </w:p>
    <w:p w:rsidR="00920A50" w:rsidRDefault="00C27D9F" w:rsidP="00920A50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ความสมบูรณ์ของมนุษย์</w:t>
      </w:r>
    </w:p>
    <w:p w:rsidR="00920A50" w:rsidRDefault="00C27D9F" w:rsidP="00920A50">
      <w:pPr>
        <w:pStyle w:val="libNormal"/>
      </w:pPr>
      <w:r w:rsidRPr="00C27D9F">
        <w:rPr>
          <w:rFonts w:hint="cs"/>
          <w:cs/>
        </w:rPr>
        <w:t>โฟรุกีในหนังสือของเขาชื่อ</w:t>
      </w:r>
      <w:r w:rsidRPr="00C27D9F">
        <w:rPr>
          <w:cs/>
        </w:rPr>
        <w:t xml:space="preserve"> </w:t>
      </w:r>
      <w:r w:rsidR="00920A50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แนวทางของปรัชญาในยุโรป</w:t>
      </w:r>
      <w:r w:rsidR="00920A50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กล่าวว่า</w:t>
      </w:r>
      <w:r w:rsidR="00920A50">
        <w:rPr>
          <w:rFonts w:hint="cs"/>
          <w:cs/>
        </w:rPr>
        <w:t xml:space="preserve"> </w:t>
      </w:r>
    </w:p>
    <w:p w:rsidR="00C27D9F" w:rsidRPr="00C27D9F" w:rsidRDefault="00C27D9F" w:rsidP="00920A50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ผู้คงแก่เรียนทั้งหมดในโลกนี้มีความเห็นว่า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การเห็นแก่ตัว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สมควรได้รับการตำหนิและความเมตตากรุณา</w:t>
      </w:r>
      <w:r w:rsidR="00920A50">
        <w:rPr>
          <w:rFonts w:cs="Cordia New" w:hint="cs"/>
          <w:szCs w:val="40"/>
          <w:cs/>
        </w:rPr>
        <w:t xml:space="preserve"> </w:t>
      </w:r>
      <w:r w:rsidR="00920A50">
        <w:rPr>
          <w:rFonts w:hint="cs"/>
          <w:cs/>
        </w:rPr>
        <w:t>ส</w:t>
      </w:r>
      <w:r w:rsidRPr="00C27D9F">
        <w:rPr>
          <w:rFonts w:hint="cs"/>
          <w:cs/>
        </w:rPr>
        <w:t>มควรแก่การยกย่องสรรเสริญในขณะที่นิชเช่ท์มีความคิดว่าความเห็นแก่ตัวเป็นสิทธิอันชอบธรรมและความเมตตากรุณา</w:t>
      </w:r>
      <w:r w:rsidR="00920A50">
        <w:rPr>
          <w:rFonts w:hint="cs"/>
          <w:cs/>
        </w:rPr>
        <w:t xml:space="preserve"> เป็</w:t>
      </w:r>
      <w:r w:rsidRPr="00C27D9F">
        <w:rPr>
          <w:rFonts w:hint="cs"/>
          <w:cs/>
        </w:rPr>
        <w:t>นความอ่อนแอและเป็นความบกพร่องอย่างหนึ่ง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เขาได้เห็นพ้องกับโชเปนเฮาเออร์ที่ว่ากฎเกณฑ์ในจักรวาล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ความปรารถนาเพื่อการดำรงอยู่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แต่นิชเช่ท์ก็ไม่เห็นด้วยกับความคิดของโชเปนเฮาเออร์ที่ว่า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สิ่งนี้เป็นความผิดพลาด</w:t>
      </w:r>
      <w:r w:rsidRPr="00C27D9F">
        <w:rPr>
          <w:cs/>
        </w:rPr>
        <w:t>(</w:t>
      </w:r>
      <w:r w:rsidRPr="00C27D9F">
        <w:rPr>
          <w:rFonts w:hint="cs"/>
          <w:cs/>
        </w:rPr>
        <w:t>โชเปนเฮาเออร์ได้ปฏิเสธแนวคิดของตนเองเพราะพบความผิดพลาดแต่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แนวคิดนี้เป็นที่ถูกยอมรับโดยนิชเช่ท์ไปแล้วนิชเช่ท์จึงเข้าใจ</w:t>
      </w:r>
    </w:p>
    <w:p w:rsidR="00920A50" w:rsidRDefault="00C27D9F" w:rsidP="00920A50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ว่าเฮาเออร์ต่อต้านเขา</w:t>
      </w:r>
      <w:r w:rsidRPr="00C27D9F">
        <w:rPr>
          <w:cs/>
        </w:rPr>
        <w:t>)</w:t>
      </w:r>
    </w:p>
    <w:p w:rsidR="00920A50" w:rsidRDefault="00920A5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920A50" w:rsidRDefault="00920A50" w:rsidP="00920A50">
      <w:pPr>
        <w:pStyle w:val="libNormal"/>
        <w:ind w:firstLine="0"/>
      </w:pPr>
    </w:p>
    <w:p w:rsidR="00C27D9F" w:rsidRPr="00C27D9F" w:rsidRDefault="00C27D9F" w:rsidP="00920A5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นิชเช่ท์กล่าวว่า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ความปรารถนาเพื่อการดำรงอยู่นี้เป็นสิ่งที่ดีและเป็นความ</w:t>
      </w:r>
    </w:p>
    <w:p w:rsidR="00C27D9F" w:rsidRPr="00C27D9F" w:rsidRDefault="00C27D9F" w:rsidP="00920A5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ถูกต้องและความปรารถนาเพื่อการดำรงอยู่นี้เป็นสิ่งที่ดีและเป็นความถูกต้องและความปรารถนานี้</w:t>
      </w:r>
      <w:r w:rsidR="00920A50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ปรารถนาเพื่อพลัง</w:t>
      </w:r>
      <w:r w:rsidRPr="00C27D9F">
        <w:rPr>
          <w:cs/>
        </w:rPr>
        <w:t>(</w:t>
      </w:r>
      <w:r w:rsidRPr="00C27D9F">
        <w:rPr>
          <w:rFonts w:hint="cs"/>
          <w:cs/>
        </w:rPr>
        <w:t>อำนาจ</w:t>
      </w:r>
      <w:r w:rsidRPr="00C27D9F">
        <w:rPr>
          <w:cs/>
        </w:rPr>
        <w:t>)</w:t>
      </w:r>
      <w:r w:rsidRPr="00C27D9F">
        <w:rPr>
          <w:rFonts w:hint="cs"/>
          <w:cs/>
        </w:rPr>
        <w:t>นิชเช่ท์ได้อ้างทฤษฎีของดาร์วินที่เกี่ยวกับว่าความอยู่รอด</w:t>
      </w:r>
    </w:p>
    <w:p w:rsidR="00920A50" w:rsidRDefault="00C27D9F" w:rsidP="00920A50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ประหนึ่งเป็นการต่อสู้ดิ้นรนอย่างหนึ่งและได้อ้างในสิ่งที่ถูกปฏิเสธไปแล้วในทฤษฎีของดาร์วินโดยผู้อื่นทั้งหลายอีกด้วยเขาได้ให้การรับรองและกล่าวว่า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การต่อสู้ดิ้นรนเช่นนี้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จำเป็นเพื่อการได้รับพลังอำนาจบรรดาผู้ที่รักเพื่อนมนุษย์ด้วยกันทั้งมวลในโลกนี้ถือว่าเป็นเหมือนดังพันธะหน้าที่อย่างหนึ่งในการเอาใจใส่ดูแลต่อสภาพความเป็นไปทั้งหลายของชนหมู่มากและได้วางรากฐานกิจการงานทั้งหลายของโลกไว้บนความสมบูรณ์พูลสุขของสาธารณชนในอีกทางหนึ่งนิชเช่ท์ได้ดูหมิ่นเหยียดหยามอย่างมากต่อชนส่วนใหญ่และให้ความสำคัญต่อผู้ที่ได้เลือกสรรมาแล้วเพียงจำนวนน้อยหรือชนกลุ่มน้อยเท่านั้นบุคคลผู้มีพลังมากกว่าเขาก็จะเป็นผู้เสวยสุขกับผลประโยชน์อันใหญ่หลวงของเขาจนถึงความปรารถนาทั้งหลายของเขา</w:t>
      </w:r>
    </w:p>
    <w:p w:rsidR="00920A50" w:rsidRDefault="00C27D9F" w:rsidP="00920A50">
      <w:pPr>
        <w:pStyle w:val="libNormal"/>
        <w:ind w:firstLine="0"/>
      </w:pP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แนวคิดของนิชเช่ท์</w:t>
      </w:r>
      <w:r w:rsidRPr="00C27D9F">
        <w:rPr>
          <w:cs/>
        </w:rPr>
        <w:t>)</w:t>
      </w:r>
    </w:p>
    <w:p w:rsidR="00920A50" w:rsidRDefault="00C27D9F" w:rsidP="00920A50">
      <w:pPr>
        <w:pStyle w:val="libNormal"/>
      </w:pPr>
      <w:r w:rsidRPr="00C27D9F">
        <w:rPr>
          <w:rFonts w:hint="cs"/>
          <w:cs/>
        </w:rPr>
        <w:t>บางคนกล่าวว่า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มันจะเป็นการดีกว่าที่จะไม่ต้องมีการเกิดมาเสียเลย</w:t>
      </w:r>
    </w:p>
    <w:p w:rsidR="00C27D9F" w:rsidRPr="00C27D9F" w:rsidRDefault="00C27D9F" w:rsidP="00920A5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ต่มนุษย์คิดเพียงว่าบัดนี้ซึ่งเขาเกิดมาแล้วเขาจักต้องได้รับประโยชน์จากโลกมากที่สุดเท่าที่เขาจะได้รับถึงแม้ว่าจะเป็นไปโดยวิธีที่โหดร้ายทารุณโดย</w:t>
      </w:r>
    </w:p>
    <w:p w:rsidR="00920A50" w:rsidRDefault="00C27D9F" w:rsidP="00920A50">
      <w:pPr>
        <w:pStyle w:val="libNormal"/>
        <w:ind w:firstLine="0"/>
      </w:pPr>
      <w:r w:rsidRPr="00C27D9F">
        <w:rPr>
          <w:rFonts w:hint="cs"/>
          <w:cs/>
        </w:rPr>
        <w:t>การใช้อุบายหลอกลวงและด้วยการเป็นปรปักษ์ต่อกันก็ตามทุกสิ่งทุกอย่างเป็นการคัดค้านจุดมุ่งหมายนี้</w:t>
      </w:r>
      <w:r w:rsidR="00920A50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ดังเช่นความจริง</w:t>
      </w:r>
      <w:r w:rsidR="00920A50" w:rsidRPr="00C27D9F">
        <w:rPr>
          <w:rFonts w:cs="Times New Roman"/>
          <w:lang w:bidi="ar-SA"/>
        </w:rPr>
        <w:t>,</w:t>
      </w:r>
      <w:r w:rsidR="00920A50" w:rsidRPr="00C27D9F">
        <w:rPr>
          <w:rFonts w:hint="cs"/>
          <w:cs/>
        </w:rPr>
        <w:t xml:space="preserve"> ความโอบอ้อมอารี</w:t>
      </w:r>
      <w:r w:rsidR="00920A50" w:rsidRPr="00C27D9F">
        <w:t>,</w:t>
      </w:r>
      <w:r w:rsidR="00920A50" w:rsidRPr="00C27D9F">
        <w:rPr>
          <w:rFonts w:hint="cs"/>
          <w:cs/>
        </w:rPr>
        <w:t xml:space="preserve"> และ</w:t>
      </w:r>
    </w:p>
    <w:p w:rsidR="00920A50" w:rsidRDefault="00920A50" w:rsidP="00920A50">
      <w:pPr>
        <w:pStyle w:val="libNormal"/>
        <w:ind w:firstLine="0"/>
      </w:pPr>
      <w:r w:rsidRPr="00C27D9F">
        <w:rPr>
          <w:rFonts w:hint="cs"/>
          <w:cs/>
        </w:rPr>
        <w:t>คุณความดีเป็นสิ่งที่เลวร้าย</w:t>
      </w:r>
    </w:p>
    <w:p w:rsidR="00920A50" w:rsidRDefault="00920A50" w:rsidP="00920A50">
      <w:pPr>
        <w:pStyle w:val="libNormal"/>
        <w:ind w:firstLine="0"/>
      </w:pPr>
    </w:p>
    <w:p w:rsidR="00920A50" w:rsidRDefault="00920A50" w:rsidP="00920A50">
      <w:pPr>
        <w:pStyle w:val="libNormal"/>
        <w:ind w:firstLine="0"/>
        <w:rPr>
          <w:cs/>
        </w:rPr>
      </w:pPr>
    </w:p>
    <w:p w:rsidR="00920A50" w:rsidRDefault="00920A5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920A50" w:rsidRDefault="00920A50" w:rsidP="00920A50">
      <w:pPr>
        <w:pStyle w:val="libNormal"/>
        <w:ind w:firstLine="0"/>
      </w:pPr>
    </w:p>
    <w:p w:rsidR="00920A50" w:rsidRDefault="00920A50" w:rsidP="00920A50">
      <w:pPr>
        <w:pStyle w:val="libNormal"/>
        <w:ind w:firstLine="0"/>
      </w:pP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>ข้อเขียนของนิ</w:t>
      </w:r>
      <w:r w:rsidRPr="00C27D9F">
        <w:rPr>
          <w:cs/>
        </w:rPr>
        <w:t>ช</w:t>
      </w:r>
      <w:r w:rsidR="00C27D9F" w:rsidRPr="00C27D9F">
        <w:rPr>
          <w:rFonts w:hint="cs"/>
          <w:cs/>
        </w:rPr>
        <w:t>เช่ท์บางส่วนมีความจงใจที่จะทำลายกฎเกณฑ์ทั้งหลายของศีลธรรมจากอดีตที่ผ่านมา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และบางส่วนเพื่อที่จะนำมาทดแทนสิ่งที่เขาเห็นว่าอยู่ในฐานะที่เป็นความปรารถนาและเป็นที่น่าสรรเสริ</w:t>
      </w:r>
      <w:r w:rsidRPr="00C27D9F">
        <w:rPr>
          <w:cs/>
        </w:rPr>
        <w:t>ญ</w:t>
      </w:r>
      <w:r w:rsidR="00C27D9F" w:rsidRPr="00C27D9F">
        <w:rPr>
          <w:rFonts w:hint="cs"/>
          <w:cs/>
        </w:rPr>
        <w:t>สำหรับพวกเขา</w:t>
      </w:r>
    </w:p>
    <w:p w:rsidR="00C27D9F" w:rsidRPr="00C27D9F" w:rsidRDefault="00C27D9F" w:rsidP="00920A5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เขาเห็นว่ามันเป็นความผิดพลาดที่จะเชื่อกันโดยทั่วไปว่าผู้คนทั้งหมดและ</w:t>
      </w:r>
    </w:p>
    <w:p w:rsidR="00C27D9F" w:rsidRPr="00C27D9F" w:rsidRDefault="00C27D9F" w:rsidP="00920A5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ประชาชาติทั้งหลายนั้นมีความเท่าเทียมกันในบรรดาสิทธิอันชอบธรรมของพวกเขาและทัศนะเช่นนี้เป็นสิ่งที่ตรงกันข้ามกับความเจริญก้าวหน้าของมนุษย์ในข้อนั้นจะมีอยู่สองพวกเสมอ</w:t>
      </w:r>
    </w:p>
    <w:p w:rsidR="00920A50" w:rsidRDefault="00C27D9F" w:rsidP="00920A50">
      <w:pPr>
        <w:pStyle w:val="libNormal"/>
      </w:pPr>
      <w:r w:rsidRPr="00C27D9F">
        <w:rPr>
          <w:rFonts w:hint="cs"/>
          <w:cs/>
        </w:rPr>
        <w:t>ประกอบด้วยพวกที่อยู่เหนือกว่าและพวกที่ด้</w:t>
      </w:r>
      <w:r w:rsidR="00920A50">
        <w:rPr>
          <w:rFonts w:hint="cs"/>
          <w:cs/>
        </w:rPr>
        <w:t>อ</w:t>
      </w:r>
      <w:r w:rsidRPr="00C27D9F">
        <w:rPr>
          <w:rFonts w:hint="cs"/>
          <w:cs/>
        </w:rPr>
        <w:t>ยกว่าและสิทธิพิเศษกับเกียรติยศชื่อเสียงเป็นของพวกผู้ที่อยู่เหนือกว่าซึ่งเป็นจุดหมายสุดท้ายแห่งการดำรงอยู่ส่วนพวกที่ด้</w:t>
      </w:r>
      <w:r w:rsidR="00920A50">
        <w:rPr>
          <w:rFonts w:hint="cs"/>
          <w:cs/>
        </w:rPr>
        <w:t>อ</w:t>
      </w:r>
      <w:r w:rsidRPr="00C27D9F">
        <w:rPr>
          <w:rFonts w:hint="cs"/>
          <w:cs/>
        </w:rPr>
        <w:t>ยกว่าเป็นประโยชน์เหมือนดังเครื่องมือเครื่องใช้</w:t>
      </w:r>
      <w:r w:rsidRPr="00C27D9F">
        <w:rPr>
          <w:cs/>
        </w:rPr>
        <w:t>(</w:t>
      </w:r>
      <w:r w:rsidRPr="00C27D9F">
        <w:rPr>
          <w:rFonts w:hint="cs"/>
          <w:cs/>
        </w:rPr>
        <w:t>ส่วนประกอบ</w:t>
      </w:r>
      <w:r w:rsidRPr="00C27D9F">
        <w:rPr>
          <w:cs/>
        </w:rPr>
        <w:t>)</w:t>
      </w:r>
      <w:r w:rsidRPr="00C27D9F">
        <w:rPr>
          <w:rFonts w:hint="cs"/>
          <w:cs/>
        </w:rPr>
        <w:t>ทั้งหลายและพากันให้ความหมายโดยพวกที่อยู่เหนือกว่าเพียงเพื่อการบรรลุถึงความมุ่งหมายทั้งหลายของพวกเขา</w:t>
      </w:r>
      <w:r w:rsidR="00920A50">
        <w:rPr>
          <w:rFonts w:hint="cs"/>
          <w:cs/>
        </w:rPr>
        <w:t xml:space="preserve"> </w:t>
      </w:r>
    </w:p>
    <w:p w:rsidR="00C27D9F" w:rsidRPr="00C27D9F" w:rsidRDefault="00C27D9F" w:rsidP="00920A50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ความเจริญก้าวหน้าของมนุษย์ขึ้นอยู่กับพวกที่อยู่เหนือกว่าซึ่งเป็นชนกลุ่มน้อยและชนหมู่มากอยู่ในการรับใช้ของพวกเขาสังคมและอารยธรรมเป็นรูปแบบเฉพาะกลุ่มชนชั้นสูงพวกนั้นซึ่งตรงกันข้ามกับสิ่งที่เข้าใจกันว่าพวกที่อยู่เหนือกว่าเป็นผู้คอยรับใช้พวกที่ด้อยกว่าพวกผู้ที่อยู่เหนือกว่าจะต้องทนุถนอมดูแลผู้ที่ด้วยกว่าแต่พวกต่ำต้อยกลับ</w:t>
      </w:r>
    </w:p>
    <w:p w:rsidR="00920A50" w:rsidRDefault="00920A50" w:rsidP="00C27D9F">
      <w:pPr>
        <w:pStyle w:val="libNormal"/>
      </w:pPr>
      <w:r>
        <w:rPr>
          <w:rFonts w:hint="cs"/>
          <w:cs/>
        </w:rPr>
        <w:t>เป็นดัง</w:t>
      </w:r>
      <w:r w:rsidR="00C27D9F" w:rsidRPr="00C27D9F">
        <w:rPr>
          <w:rFonts w:hint="cs"/>
          <w:cs/>
        </w:rPr>
        <w:t>บรรดาสัตว์ที่เท้าที่จะต้องบรรทุกสัมภาระให้แต่พวกผู้ที่อยู่เหนือกว่า</w:t>
      </w:r>
    </w:p>
    <w:p w:rsidR="00C27D9F" w:rsidRPr="00C27D9F" w:rsidRDefault="00C27D9F" w:rsidP="00920A50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ท่าทีเช่นนี้เป็นกา</w:t>
      </w:r>
      <w:r w:rsidR="00920A50">
        <w:rPr>
          <w:rFonts w:hint="cs"/>
          <w:cs/>
        </w:rPr>
        <w:t>รก</w:t>
      </w:r>
      <w:r w:rsidRPr="00C27D9F">
        <w:rPr>
          <w:rFonts w:hint="cs"/>
          <w:cs/>
        </w:rPr>
        <w:t>ลับกันอย่างสิ้นเชิงกับสิ่งที่จินตกวีซาดีกล่าวไว้ว่า</w:t>
      </w:r>
      <w:r w:rsidRPr="00C27D9F">
        <w:rPr>
          <w:rFonts w:cs="Times New Roman"/>
          <w:lang w:bidi="ar-SA"/>
        </w:rPr>
        <w:t xml:space="preserve"> </w:t>
      </w:r>
      <w:r w:rsidR="00920A50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ฝูกแกะมิได้เป็นของคนเลี้ยงแกะมากไปกว่าความมุ่งหมายของคนเลี้ยงแกะที่จะปรนนิบัติพวกมัน</w:t>
      </w:r>
      <w:r w:rsidR="00920A50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หมายถึง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ผู้มีอำนาจจะต้องดูแลและปฏบัติต่อ</w:t>
      </w:r>
    </w:p>
    <w:p w:rsidR="00920A50" w:rsidRDefault="00C27D9F" w:rsidP="00920A50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ผู้อยู่ใต้ปกครองซึ่งเป็นชนหมู่มากอย่างดีและเที่ยงธรรมมิใช่ทำลาย</w:t>
      </w:r>
      <w:r w:rsidRPr="00C27D9F">
        <w:rPr>
          <w:cs/>
        </w:rPr>
        <w:t>)</w:t>
      </w:r>
    </w:p>
    <w:p w:rsidR="00920A50" w:rsidRDefault="00920A5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920A50" w:rsidRDefault="00920A50" w:rsidP="00920A50">
      <w:pPr>
        <w:pStyle w:val="libNormal"/>
        <w:ind w:firstLine="0"/>
      </w:pPr>
    </w:p>
    <w:p w:rsidR="00C27D9F" w:rsidRPr="00C27D9F" w:rsidRDefault="00C27D9F" w:rsidP="00920A5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บรรดาผู้เรียนรู้ชาวตะวันตกมีทฤษฎีเกี่ยวกับชาติพันธุ์ที่ได้ปรับปรุงแก้ไขซึ่งได้ขยายกว้างออกไปโดยอเล็กซ์ซิสคาร์ลในหนังสือ</w:t>
      </w:r>
    </w:p>
    <w:p w:rsidR="00920A50" w:rsidRDefault="00C27D9F" w:rsidP="00920A50">
      <w:pPr>
        <w:pStyle w:val="libNormal"/>
        <w:ind w:firstLine="0"/>
      </w:pPr>
      <w:r w:rsidRPr="00C27D9F">
        <w:rPr>
          <w:rFonts w:hint="cs"/>
          <w:cs/>
        </w:rPr>
        <w:t>ของเขา</w:t>
      </w:r>
      <w:r w:rsidR="00920A50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คือ</w:t>
      </w:r>
      <w:r w:rsidRPr="00C27D9F">
        <w:rPr>
          <w:cs/>
        </w:rPr>
        <w:t xml:space="preserve">) </w:t>
      </w:r>
      <w:r w:rsidR="00920A50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มนุษย์</w:t>
      </w:r>
      <w:r w:rsidR="00920A50">
        <w:rPr>
          <w:rFonts w:hint="cs"/>
          <w:cs/>
        </w:rPr>
        <w:t xml:space="preserve"> </w:t>
      </w:r>
      <w:r w:rsidRPr="00C27D9F">
        <w:rPr>
          <w:cs/>
        </w:rPr>
        <w:t>: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สิ่งถูกสร้างที่ยังไม่รู้จัก</w:t>
      </w:r>
      <w:r w:rsidR="00920A50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ซึ่งเขากล่าวไว้ว่า</w:t>
      </w:r>
    </w:p>
    <w:p w:rsidR="00920A50" w:rsidRDefault="00C27D9F" w:rsidP="00920A50">
      <w:pPr>
        <w:pStyle w:val="libNormal"/>
        <w:ind w:firstLine="0"/>
        <w:rPr>
          <w:rFonts w:cs="Cordia New"/>
        </w:rPr>
      </w:pPr>
      <w:r w:rsidRPr="00C27D9F">
        <w:rPr>
          <w:rFonts w:hint="cs"/>
          <w:cs/>
        </w:rPr>
        <w:t>ความอ่อนแอนั้นมิควรที่จะให้ได้รับสิทธิในการขยายพันธุ์ขึ้นมากอีก</w:t>
      </w:r>
    </w:p>
    <w:p w:rsidR="00C27D9F" w:rsidRPr="00C27D9F" w:rsidRDefault="00C27D9F" w:rsidP="00920A5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ตามที่นิชเช่ท์ได้ออกความเห็นในเรื่องหลักการทั้งหลายของศีลธรรมก่อนหน้านี้นั้นเป็นการใส่ไคล้ในบรรดาผลประโยชน์ของชนหมู่มาก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กล่าวคือพวกผู้ที่ด้อยกว่าและกฎเกณฑ์ทั้งหลายเหล่านั้นจำต้องเปิดทางให้พวกเหล่านั้นซึ่งพึงพอใจในความเป็นพวกที่อยู่เหนือกว่า</w:t>
      </w:r>
      <w:r w:rsidR="00920A50" w:rsidRPr="00C27D9F">
        <w:rPr>
          <w:rFonts w:hint="cs"/>
          <w:cs/>
        </w:rPr>
        <w:t>คุณความดี</w:t>
      </w:r>
      <w:r w:rsidR="00920A50" w:rsidRPr="00C27D9F">
        <w:t>,</w:t>
      </w:r>
      <w:r w:rsidR="00920A50">
        <w:rPr>
          <w:rFonts w:hint="cs"/>
          <w:cs/>
        </w:rPr>
        <w:t xml:space="preserve"> ความซื่อสัตย์</w:t>
      </w:r>
      <w:r w:rsidR="00920A50" w:rsidRPr="00C27D9F">
        <w:rPr>
          <w:rFonts w:hint="cs"/>
          <w:cs/>
        </w:rPr>
        <w:t>สุจริตและธรรมจริยามิได้เป็นสิ่งที่เที่ยงแท้</w:t>
      </w:r>
      <w:r w:rsidR="00920A50">
        <w:rPr>
          <w:rFonts w:hint="cs"/>
          <w:cs/>
        </w:rPr>
        <w:t xml:space="preserve"> </w:t>
      </w:r>
      <w:r w:rsidR="00920A50" w:rsidRPr="00C27D9F">
        <w:rPr>
          <w:rFonts w:hint="cs"/>
          <w:cs/>
        </w:rPr>
        <w:t>แน่นอนอันใดสิ่งที</w:t>
      </w:r>
      <w:r w:rsidR="00920A50" w:rsidRPr="00C27D9F">
        <w:rPr>
          <w:cs/>
        </w:rPr>
        <w:t>่</w:t>
      </w:r>
    </w:p>
    <w:p w:rsidR="00920A50" w:rsidRDefault="00C27D9F" w:rsidP="00920A50">
      <w:pPr>
        <w:pStyle w:val="libNormal"/>
        <w:ind w:firstLine="0"/>
      </w:pPr>
      <w:r w:rsidRPr="00C27D9F">
        <w:rPr>
          <w:rFonts w:hint="cs"/>
          <w:cs/>
        </w:rPr>
        <w:t>เป็นความจริงแท้ก็คือทุกคนพากันปรารถนาอยากได้พลัง</w:t>
      </w:r>
      <w:r w:rsidRPr="00C27D9F">
        <w:rPr>
          <w:cs/>
        </w:rPr>
        <w:t>(</w:t>
      </w:r>
      <w:r w:rsidRPr="00C27D9F">
        <w:rPr>
          <w:rFonts w:hint="cs"/>
          <w:cs/>
        </w:rPr>
        <w:t>อำนาจ</w:t>
      </w:r>
      <w:r w:rsidRPr="00C27D9F">
        <w:rPr>
          <w:cs/>
        </w:rPr>
        <w:t>)</w:t>
      </w:r>
      <w:r w:rsidRPr="00C27D9F">
        <w:rPr>
          <w:rFonts w:hint="cs"/>
          <w:cs/>
        </w:rPr>
        <w:t>เขามีความเชื่อว่าศาสนาทั้งหลายได้หลอกลวงมนุษย์ชาติน</w:t>
      </w:r>
      <w:r w:rsidR="00920A50">
        <w:rPr>
          <w:rFonts w:hint="cs"/>
          <w:cs/>
        </w:rPr>
        <w:t>ับตั้งแต่บรรดาพวกผู้เผยแพร่ได้สั่</w:t>
      </w:r>
      <w:r w:rsidRPr="00C27D9F">
        <w:rPr>
          <w:rFonts w:hint="cs"/>
          <w:cs/>
        </w:rPr>
        <w:t>งสอนเรื่องของความถูกต้องเที่ยงธรรมและปกป้องความอ่อนแอ</w:t>
      </w:r>
    </w:p>
    <w:p w:rsidR="00920A50" w:rsidRDefault="00C27D9F" w:rsidP="00920A50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เมื่อไม่มีศาสนาแล้วกฎหมายป่าเถื่อนจึงเข้าปกครอง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มันจึงเป็นการดีกว่าอย่างมากเมื่อความแข็งแกร่งได้ทำลายความอ่อนแอ</w:t>
      </w:r>
    </w:p>
    <w:p w:rsidR="00920A50" w:rsidRDefault="00C27D9F" w:rsidP="00920A50">
      <w:pPr>
        <w:pStyle w:val="libNormal"/>
        <w:ind w:firstLine="0"/>
      </w:pPr>
      <w:r w:rsidRPr="00C27D9F">
        <w:rPr>
          <w:rFonts w:hint="cs"/>
          <w:cs/>
        </w:rPr>
        <w:t>ชนส่วนน้อยผู้มีอำนาจเป็นอันดับแรกที่ได้รับความชอบในฐานะที่เป็นความแข็งแกร่ง</w:t>
      </w:r>
      <w:r w:rsidR="00920A50">
        <w:rPr>
          <w:rFonts w:hint="cs"/>
          <w:cs/>
        </w:rPr>
        <w:t xml:space="preserve"> </w:t>
      </w:r>
      <w:r w:rsidRPr="00C27D9F">
        <w:rPr>
          <w:rFonts w:hint="cs"/>
          <w:cs/>
        </w:rPr>
        <w:t>ส</w:t>
      </w:r>
      <w:r w:rsidR="00920A50">
        <w:rPr>
          <w:rFonts w:hint="cs"/>
          <w:cs/>
        </w:rPr>
        <w:t>่</w:t>
      </w:r>
      <w:r w:rsidRPr="00C27D9F">
        <w:rPr>
          <w:rFonts w:hint="cs"/>
          <w:cs/>
        </w:rPr>
        <w:t>วนความอ่อนแอหรือชนหมู่มากเป็นทาสของพวกเขา</w:t>
      </w:r>
    </w:p>
    <w:p w:rsidR="00C27D9F" w:rsidRPr="00C27D9F" w:rsidRDefault="00C27D9F" w:rsidP="00920A5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ต่ด้วยเหตุที่พวกแรกอยู่ในสภาพของชนกลุ่มน้อยพวกหลังจึงได้ใช้กลอุบายในการโฆษณาชวนเชื่อความคิดในเรื่องของกุศลทาน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ความโอบอ้อมอารี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ความถูกต้องเที่ยงธรรม</w:t>
      </w:r>
      <w:r w:rsidR="006138E8" w:rsidRPr="00C27D9F">
        <w:rPr>
          <w:rFonts w:cs="Times New Roman"/>
          <w:lang w:bidi="ar-SA"/>
        </w:rPr>
        <w:t>, (</w:t>
      </w:r>
      <w:r w:rsidRPr="00C27D9F">
        <w:rPr>
          <w:rFonts w:hint="cs"/>
          <w:cs/>
        </w:rPr>
        <w:t>ยุติธรรม</w:t>
      </w:r>
      <w:r w:rsidR="006138E8" w:rsidRPr="00C27D9F">
        <w:rPr>
          <w:rFonts w:hint="cs"/>
          <w:cs/>
        </w:rPr>
        <w:t>) และอื่นๆฯล</w:t>
      </w:r>
      <w:r w:rsidR="006138E8" w:rsidRPr="00C27D9F">
        <w:rPr>
          <w:cs/>
        </w:rPr>
        <w:t>ฯ</w:t>
      </w:r>
    </w:p>
    <w:p w:rsidR="006138E8" w:rsidRDefault="00C27D9F" w:rsidP="006138E8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ประหนึ่งเป็นสิ่งที่ดีงามเพื่อที่จะทำให้ความอ่อนแอได้ชื่นชนพลังของความแข็งแกร่งและเพื่อหาโอกาสในการปลดแอกจากพวกผู้แข็งแกร่งและด้วยเหตุนี้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ศาสนาจึงถูกใช้เป็นประโยชน์ในฐานะที่เป็นวิธีการหนึ่งที่จะบรรลุถึงจุดหมายของพวกผู้อ่อนแอ</w:t>
      </w:r>
    </w:p>
    <w:p w:rsidR="006138E8" w:rsidRDefault="006138E8">
      <w:pPr>
        <w:rPr>
          <w:rFonts w:ascii="Angsana New" w:hAnsi="Angsana New"/>
          <w:sz w:val="32"/>
          <w:szCs w:val="32"/>
        </w:rPr>
      </w:pPr>
      <w:r>
        <w:br w:type="page"/>
      </w:r>
    </w:p>
    <w:p w:rsidR="006138E8" w:rsidRDefault="006138E8" w:rsidP="006138E8">
      <w:pPr>
        <w:pStyle w:val="libNormal"/>
      </w:pPr>
    </w:p>
    <w:p w:rsidR="006138E8" w:rsidRDefault="00C27D9F" w:rsidP="006138E8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แต่สิ่งนี้กลับตรงกันข้ามอย่างมากกับสิ่งที่เป็นความเชื่อของคาร์ลมาคร์ซซึ่งเขากล่าวว่า</w:t>
      </w:r>
      <w:r w:rsidR="006138E8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ศาสนาถูกกุแต่งขึ้นโดยความแข็งแกร่งเพื่อต่อต้านความอ่อนแอ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ในขณะที่นิชเช่ท์กล่าวว่ามันได้ถูกกุแต่งขึ้นโดยความอ่อนแอ</w:t>
      </w:r>
    </w:p>
    <w:p w:rsidR="006138E8" w:rsidRDefault="00C27D9F" w:rsidP="006138E8">
      <w:pPr>
        <w:pStyle w:val="libNormal"/>
        <w:ind w:firstLine="0"/>
      </w:pPr>
      <w:r w:rsidRPr="00C27D9F">
        <w:rPr>
          <w:rFonts w:hint="cs"/>
          <w:cs/>
        </w:rPr>
        <w:t>ตามความคิดของพวกแรก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จริยธรรมของผู้ที่นับถือศาสนาคริสต์เป็นศีลธรรมที่อยู่ในภาวะจำยอมซึ่งได้สร้างความหายนะแก่จริยธรรมแห่งการปกครองของพวกขุนนางการพูดจากันฉันพี่น้อง</w:t>
      </w:r>
      <w:r w:rsidR="006138E8" w:rsidRPr="00C27D9F">
        <w:rPr>
          <w:rFonts w:cs="Times New Roman"/>
          <w:lang w:bidi="ar-SA"/>
        </w:rPr>
        <w:t>,</w:t>
      </w:r>
      <w:r w:rsidR="006138E8" w:rsidRPr="00C27D9F">
        <w:rPr>
          <w:rFonts w:hint="cs"/>
          <w:cs/>
        </w:rPr>
        <w:t xml:space="preserve"> ความเสมอภาค</w:t>
      </w:r>
      <w:r w:rsidR="006138E8" w:rsidRPr="00C27D9F">
        <w:t>,</w:t>
      </w:r>
      <w:r w:rsidR="006138E8" w:rsidRPr="00C27D9F">
        <w:rPr>
          <w:rFonts w:hint="cs"/>
          <w:cs/>
        </w:rPr>
        <w:t xml:space="preserve"> ความรั</w:t>
      </w:r>
      <w:r w:rsidR="006138E8" w:rsidRPr="00C27D9F">
        <w:rPr>
          <w:cs/>
        </w:rPr>
        <w:t>ก</w:t>
      </w:r>
      <w:r w:rsidR="006138E8" w:rsidRPr="00C27D9F">
        <w:rPr>
          <w:rFonts w:cs="Times New Roman"/>
          <w:lang w:bidi="ar-SA"/>
        </w:rPr>
        <w:t>,</w:t>
      </w:r>
      <w:r w:rsidR="006138E8" w:rsidRPr="00C27D9F">
        <w:rPr>
          <w:rFonts w:hint="cs"/>
          <w:cs/>
        </w:rPr>
        <w:t xml:space="preserve"> สันติภาพ</w:t>
      </w:r>
      <w:r w:rsidR="006138E8" w:rsidRPr="00C27D9F">
        <w:t>,</w:t>
      </w:r>
      <w:r w:rsidR="006138E8" w:rsidRPr="00C27D9F">
        <w:rPr>
          <w:rFonts w:hint="cs"/>
          <w:cs/>
        </w:rPr>
        <w:t xml:space="preserve"> และการออกความเห็นเกี่ยวกับบรรดาสิทธิของสตรี</w:t>
      </w:r>
      <w:r w:rsidR="006138E8">
        <w:rPr>
          <w:rFonts w:hint="cs"/>
          <w:cs/>
        </w:rPr>
        <w:t xml:space="preserve"> </w:t>
      </w:r>
      <w:r w:rsidR="006138E8" w:rsidRPr="00C27D9F">
        <w:rPr>
          <w:rFonts w:hint="cs"/>
          <w:cs/>
        </w:rPr>
        <w:t>ตลอดจนพวกกรรมกรซึ่งได้กลายม</w:t>
      </w:r>
      <w:r w:rsidR="006138E8" w:rsidRPr="00C27D9F">
        <w:rPr>
          <w:cs/>
        </w:rPr>
        <w:t>า</w:t>
      </w:r>
      <w:r w:rsidRPr="00C27D9F">
        <w:rPr>
          <w:rFonts w:hint="cs"/>
          <w:cs/>
        </w:rPr>
        <w:t>เป็นสิ่งที่แพร่หลายอยู่ในปัจจุบันนี้</w:t>
      </w:r>
      <w:r w:rsidR="006138E8" w:rsidRPr="00C27D9F">
        <w:rPr>
          <w:rFonts w:cs="Times New Roman"/>
          <w:lang w:bidi="ar-SA"/>
        </w:rPr>
        <w:t>,</w:t>
      </w:r>
      <w:r w:rsidR="006138E8" w:rsidRPr="00C27D9F">
        <w:rPr>
          <w:rFonts w:hint="cs"/>
          <w:cs/>
        </w:rPr>
        <w:t xml:space="preserve"> เริ่มต้นมาจากแหล่งกำเนิดนั้นทั้งหมดเป็นการหลอกลวงและฉ้</w:t>
      </w:r>
      <w:r w:rsidR="006138E8" w:rsidRPr="00C27D9F">
        <w:rPr>
          <w:cs/>
        </w:rPr>
        <w:t>อ</w:t>
      </w:r>
      <w:r w:rsidRPr="00C27D9F">
        <w:rPr>
          <w:rFonts w:hint="cs"/>
          <w:cs/>
        </w:rPr>
        <w:t>ฉล</w:t>
      </w:r>
      <w:r w:rsidR="006138E8" w:rsidRPr="00C27D9F">
        <w:rPr>
          <w:rFonts w:hint="cs"/>
          <w:cs/>
        </w:rPr>
        <w:t>และนั่นคือสาเหตุแห่งความยากไร</w:t>
      </w:r>
      <w:r w:rsidR="006138E8">
        <w:rPr>
          <w:rFonts w:hint="cs"/>
          <w:cs/>
        </w:rPr>
        <w:t>้</w:t>
      </w:r>
      <w:r w:rsidR="006138E8" w:rsidRPr="00C27D9F">
        <w:rPr>
          <w:rFonts w:hint="cs"/>
          <w:cs/>
        </w:rPr>
        <w:t>ขัดสน</w:t>
      </w:r>
      <w:r w:rsidR="006138E8" w:rsidRPr="00C27D9F">
        <w:t>,</w:t>
      </w:r>
      <w:r w:rsidR="006138E8" w:rsidRPr="00C27D9F">
        <w:rPr>
          <w:rFonts w:hint="cs"/>
          <w:cs/>
        </w:rPr>
        <w:t xml:space="preserve"> ความอ่อนแอ</w:t>
      </w:r>
      <w:r w:rsidR="006138E8">
        <w:rPr>
          <w:rFonts w:hint="cs"/>
          <w:cs/>
        </w:rPr>
        <w:t xml:space="preserve"> </w:t>
      </w:r>
      <w:r w:rsidR="006138E8" w:rsidRPr="00C27D9F">
        <w:rPr>
          <w:rFonts w:hint="cs"/>
          <w:cs/>
        </w:rPr>
        <w:t>ตลอดจนความเสื่อมโทรม</w:t>
      </w:r>
    </w:p>
    <w:p w:rsidR="006138E8" w:rsidRDefault="006138E8" w:rsidP="006138E8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สิ่งเหล่านี</w:t>
      </w:r>
      <w:r w:rsidRPr="00C27D9F">
        <w:rPr>
          <w:cs/>
        </w:rPr>
        <w:t>้</w:t>
      </w:r>
      <w:r w:rsidR="00C27D9F" w:rsidRPr="00C27D9F">
        <w:rPr>
          <w:rFonts w:hint="cs"/>
          <w:cs/>
        </w:rPr>
        <w:t>จะต้องถูกทดแทนด้วยหลักการแห่งความสง่าภาคภูมิของชีวิตความคิดในเรื่องของพระผู้เป็นเจ้าและในโลกหน้าจำต้องทอดทิ้งไปความโอบอ้อมอารีและความเห็นอกเห็นใจก็จะต้องผลักไสไป</w:t>
      </w:r>
    </w:p>
    <w:p w:rsidR="00C27D9F" w:rsidRPr="00C27D9F" w:rsidRDefault="00C27D9F" w:rsidP="006138E8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ความโอบอ้มอารี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ความอ่อนแอ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ความถ่อมตนกับการอ่อนน้อมเชื่อฟัง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ความต่ำต้อย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ส่วนการมีขันติธรรมและให้อภัยแสดงให้เห็นถึงการขาดความเฉียบขาด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แข็งแกร่งอย่างชายชาตรีคือสิ่งที่ถูกยอมรับโดยเหตุที่จุดมุ่งหมายก็เพื่อจะกลายมาเป็นมนุษย์ผู้วิเศษผู้ซึ่งอยู่เหนือความดีและ</w:t>
      </w:r>
    </w:p>
    <w:p w:rsidR="006138E8" w:rsidRDefault="00C27D9F" w:rsidP="006138E8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ความชั่วและเป็นมนุษย์ผู้ประกอบด้วยจิตตานุภาพ</w:t>
      </w:r>
    </w:p>
    <w:p w:rsidR="006138E8" w:rsidRDefault="00C27D9F" w:rsidP="006138E8">
      <w:pPr>
        <w:pStyle w:val="libNormal"/>
        <w:ind w:firstLine="0"/>
      </w:pPr>
      <w:r w:rsidRPr="00C27D9F">
        <w:rPr>
          <w:rFonts w:hint="cs"/>
          <w:cs/>
        </w:rPr>
        <w:t>ในแถ</w:t>
      </w:r>
      <w:r w:rsidR="006138E8">
        <w:rPr>
          <w:rFonts w:hint="cs"/>
          <w:cs/>
        </w:rPr>
        <w:t>บ</w:t>
      </w:r>
      <w:r w:rsidRPr="00C27D9F">
        <w:rPr>
          <w:rFonts w:hint="cs"/>
          <w:cs/>
        </w:rPr>
        <w:t>ประเทศยุโรปที่นั่นมีปรากฏสถาบันเช่นนั้นมากมาย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แต่นับว่ายัง</w:t>
      </w:r>
    </w:p>
    <w:p w:rsidR="00C27D9F" w:rsidRPr="00C27D9F" w:rsidRDefault="00C27D9F" w:rsidP="006138E8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โชคดีอยู่ที่เราได้รอดพ้นจากพวกเขา</w:t>
      </w:r>
      <w:r w:rsidR="006138E8" w:rsidRPr="00C27D9F">
        <w:rPr>
          <w:rFonts w:cs="Times New Roman"/>
          <w:lang w:bidi="ar-SA"/>
        </w:rPr>
        <w:t>,</w:t>
      </w:r>
      <w:r w:rsidR="006138E8" w:rsidRPr="00C27D9F">
        <w:rPr>
          <w:rFonts w:hint="cs"/>
          <w:cs/>
        </w:rPr>
        <w:t xml:space="preserve"> กฎบัติแห่งสิทธิมนุษยชนซึ่งได้ถู</w:t>
      </w:r>
      <w:r w:rsidR="006138E8" w:rsidRPr="00C27D9F">
        <w:rPr>
          <w:cs/>
        </w:rPr>
        <w:t>ก</w:t>
      </w:r>
    </w:p>
    <w:p w:rsidR="006138E8" w:rsidRDefault="00C27D9F" w:rsidP="006138E8">
      <w:pPr>
        <w:pStyle w:val="libNormal"/>
        <w:ind w:firstLine="0"/>
      </w:pPr>
      <w:r w:rsidRPr="00C27D9F">
        <w:rPr>
          <w:rFonts w:hint="cs"/>
          <w:cs/>
        </w:rPr>
        <w:t>ประกาศโดยพวกเขาเป็นเพียงความหมายเพื่อจะหลอกลวงผู้อื่นทั้งหลายเท่านั้นหลักจริยธรรมของชาวยุโรปที่แท้จริงเป็นความคิดของมาเคียเวลลี่</w:t>
      </w:r>
    </w:p>
    <w:p w:rsidR="006138E8" w:rsidRDefault="00C27D9F" w:rsidP="006138E8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จน</w:t>
      </w:r>
      <w:r w:rsidRPr="00C27D9F">
        <w:rPr>
          <w:cs/>
        </w:rPr>
        <w:t>(</w:t>
      </w:r>
      <w:r w:rsidRPr="00C27D9F">
        <w:rPr>
          <w:rFonts w:hint="cs"/>
          <w:cs/>
        </w:rPr>
        <w:t>มาเคียเวลลี่</w:t>
      </w:r>
      <w:r w:rsidRPr="00C27D9F">
        <w:rPr>
          <w:cs/>
        </w:rPr>
        <w:t>)</w:t>
      </w:r>
      <w:r w:rsidRPr="00C27D9F">
        <w:rPr>
          <w:rFonts w:hint="cs"/>
          <w:cs/>
        </w:rPr>
        <w:t>กับนิชเช่ท์นั้นเองและพฤติการณ์ในการตั้งอาณานิคมขึ้นบนโลกก็วางอยู่บนความคิดเดียวกันนี้</w:t>
      </w:r>
    </w:p>
    <w:p w:rsidR="006138E8" w:rsidRDefault="006138E8">
      <w:pPr>
        <w:rPr>
          <w:rFonts w:ascii="Angsana New" w:hAnsi="Angsana New"/>
          <w:sz w:val="32"/>
          <w:szCs w:val="32"/>
        </w:rPr>
      </w:pPr>
      <w:r>
        <w:br w:type="page"/>
      </w:r>
    </w:p>
    <w:p w:rsidR="006138E8" w:rsidRDefault="006138E8" w:rsidP="006138E8">
      <w:pPr>
        <w:pStyle w:val="libNormal"/>
        <w:ind w:firstLine="0"/>
      </w:pPr>
    </w:p>
    <w:p w:rsidR="00195EB6" w:rsidRDefault="00C27D9F" w:rsidP="00195EB6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เมื่อเราได้รับอิทธิพลโดยความคิดทั้งหลายเหล่านี้</w:t>
      </w:r>
      <w:r w:rsidR="006138E8">
        <w:rPr>
          <w:rFonts w:hint="cs"/>
          <w:cs/>
        </w:rPr>
        <w:t xml:space="preserve"> </w:t>
      </w:r>
      <w:r w:rsidRPr="00C27D9F">
        <w:rPr>
          <w:rFonts w:hint="cs"/>
          <w:cs/>
        </w:rPr>
        <w:t>เราก็ถูกนำไปสู่ทางที่หลงผิดอย่างแน่นอนหรือว่าการกระทำที่ผิดพลาดทั้งหลายของอเมริกาในเวียดนามมิใช่อันใดเลย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เว้นแต่เป็นการปฏิบัติตามในทางทฤษฎีเดียวกันและมีเพียงบรรดาผู้ที่ผิดแปลกกว่าธรรมดาเท่านั้นที่คิดเป็นอย่างอื่น</w:t>
      </w:r>
    </w:p>
    <w:p w:rsidR="00195EB6" w:rsidRDefault="00C27D9F" w:rsidP="00195EB6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นิชเช่ท์กล่าวว่า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ทำไม่บุคคลจึงต้องฆ่าตัวเอง</w:t>
      </w:r>
      <w:r w:rsidR="00195EB6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ตัวตนควรที่จะได้รับการทนุถนอมดูแล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ทำไมบุคคลจึงต้องรักผู้อื่น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บุคคลควรที่จะต้องรักตนเอง</w:t>
      </w:r>
    </w:p>
    <w:p w:rsidR="00C27D9F" w:rsidRPr="00C27D9F" w:rsidRDefault="00C27D9F" w:rsidP="00195EB6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ปล่อยให้ความอ่อนแอถูกทำลายไปโดยลำพังเถิดและด้วยประการฉะนี้เป็นการทำให้ความยุ่งยากลำบากของโลกลดน้อยลงไป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มนุษย์วิเศษเป็นผู้มีพลังแข็งแกร่งและมีชีวิตอยู่อย่างมีอำนาจเพื่อที่จะสนองความต้องการทั้งหลายของเขาคล้ายดังขุนนางและเจ้าใหญ่นายโตผู้ซึ่งขจัดอุปสรรคทุกอย่าง</w:t>
      </w:r>
    </w:p>
    <w:p w:rsidR="00195EB6" w:rsidRDefault="00C27D9F" w:rsidP="00195EB6">
      <w:pPr>
        <w:pStyle w:val="libNormal"/>
        <w:ind w:firstLine="0"/>
      </w:pPr>
      <w:r w:rsidRPr="00C27D9F">
        <w:rPr>
          <w:rFonts w:hint="cs"/>
          <w:cs/>
        </w:rPr>
        <w:t>ให้พ้นไปจากวิถีทางของเขาโดยมิได้หวาดหวั่นต่อสงครามและภัยอันตรายใดๆแล้วเขาก็หันไปทางสตรีและกล่าวว่า</w:t>
      </w:r>
      <w:r w:rsidRPr="00C27D9F">
        <w:rPr>
          <w:cs/>
        </w:rPr>
        <w:t xml:space="preserve"> </w:t>
      </w:r>
    </w:p>
    <w:p w:rsidR="00195EB6" w:rsidRDefault="00195EB6" w:rsidP="00195EB6">
      <w:pPr>
        <w:pStyle w:val="libNormal"/>
        <w:ind w:firstLine="0"/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มันเป็นการไร้ประโยชน์ที่จะพูดถึงความเท่าเทียมกันของบุรุษและสตรีหรือการออกความคิดเห็นเกี่ยวกับสิทธิของสตรีสิ่งที่สำคัญ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คือ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บุราที่ซึ่งเป็น</w:t>
      </w:r>
    </w:p>
    <w:p w:rsidR="00195EB6" w:rsidRDefault="00C27D9F" w:rsidP="00195EB6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นักต่อสู้และสตรีนั้นอยู่ในฐานะเป็นเครื่องหย่อนใจของเขาและในฐานะผู้ให้กำเนิดบุตร</w:t>
      </w:r>
      <w:r w:rsidR="00195EB6">
        <w:rPr>
          <w:rFonts w:cs="Cordia New" w:hint="cs"/>
          <w:szCs w:val="40"/>
          <w:cs/>
        </w:rPr>
        <w:t>”</w:t>
      </w:r>
    </w:p>
    <w:p w:rsidR="00C27D9F" w:rsidRPr="00195EB6" w:rsidRDefault="00C27D9F" w:rsidP="00195EB6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ดังนั้น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สิ่งนี้จึงเป็นบรรทัดฐานสำหรับพวกเขา</w:t>
      </w:r>
      <w:r w:rsidRPr="00C27D9F">
        <w:rPr>
          <w:cs/>
        </w:rPr>
        <w:t>(</w:t>
      </w:r>
      <w:r w:rsidRPr="00C27D9F">
        <w:rPr>
          <w:rFonts w:hint="cs"/>
          <w:cs/>
        </w:rPr>
        <w:t>ชาวยุโรป</w:t>
      </w:r>
      <w:r w:rsidRPr="00C27D9F">
        <w:rPr>
          <w:cs/>
        </w:rPr>
        <w:t>)</w:t>
      </w:r>
      <w:r w:rsidRPr="00C27D9F">
        <w:rPr>
          <w:rFonts w:hint="cs"/>
          <w:cs/>
        </w:rPr>
        <w:t>เกี่ยวกับมนุษย์ผู้สมบูรณ์</w:t>
      </w:r>
      <w:r w:rsidR="00195EB6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ในทางตรงกันข้ามก็คือ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สำนักที่มีความพึงพอใจในความ</w:t>
      </w:r>
    </w:p>
    <w:p w:rsidR="00195EB6" w:rsidRDefault="00C27D9F" w:rsidP="00195EB6">
      <w:pPr>
        <w:pStyle w:val="libNormal"/>
        <w:ind w:firstLine="0"/>
      </w:pPr>
      <w:r w:rsidRPr="00C27D9F">
        <w:rPr>
          <w:rFonts w:hint="cs"/>
          <w:cs/>
        </w:rPr>
        <w:t>อ่อนแอและเห็นว่าคุณความดีนั้นเป็นสิ่งที่ดำรงอยู่ในความอ่อนแอ</w:t>
      </w:r>
    </w:p>
    <w:p w:rsidR="00195EB6" w:rsidRDefault="00C27D9F" w:rsidP="00195EB6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สถาบันดังกล่าวเป็นของศาสนาคริสต์ซึ่งได้สอนเกี่ยวกับการหันแก้มอีกข้างหนึ่งหลังจากข้างหนึ่งถูกตบมาแล้ว</w:t>
      </w:r>
    </w:p>
    <w:p w:rsidR="00195EB6" w:rsidRDefault="00195EB6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195EB6" w:rsidRDefault="00195EB6" w:rsidP="00195EB6">
      <w:pPr>
        <w:pStyle w:val="libNormal"/>
        <w:ind w:firstLine="0"/>
        <w:rPr>
          <w:rFonts w:cs="Cordia New"/>
          <w:szCs w:val="40"/>
        </w:rPr>
      </w:pPr>
    </w:p>
    <w:p w:rsidR="00195EB6" w:rsidRDefault="00C27D9F" w:rsidP="00195EB6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อิสลามได้สั่งสอนสิ่งใดไว้พลังหรือความอ่อนแอหรือไม่ใช่ทั้งสองอย่าง</w:t>
      </w:r>
      <w:r w:rsidRPr="00C27D9F">
        <w:rPr>
          <w:rFonts w:cs="Times New Roman"/>
          <w:lang w:bidi="ar-SA"/>
        </w:rPr>
        <w:t>?</w:t>
      </w:r>
    </w:p>
    <w:p w:rsidR="00195EB6" w:rsidRDefault="00C27D9F" w:rsidP="00195EB6">
      <w:pPr>
        <w:pStyle w:val="libNormal"/>
        <w:ind w:firstLine="0"/>
      </w:pPr>
      <w:r w:rsidRPr="00C27D9F">
        <w:rPr>
          <w:rFonts w:hint="cs"/>
          <w:cs/>
        </w:rPr>
        <w:t>ในความสำนึกของบุคคลนั้นเป็นความเห็นพ้องด้วยกับพลังอำนาจ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มิใช่เหมือนอย่างของนิชเช่ท์เพราะพลังนั้นเป็นที่มาของความสูงส่งแห่งบรรดาคุณลักษณะของมนุษย์ซึ่งออกมาจากความโอบอ้อมอารี</w:t>
      </w:r>
      <w:r w:rsidR="00195EB6">
        <w:rPr>
          <w:rFonts w:hint="cs"/>
          <w:sz w:val="34"/>
          <w:szCs w:val="34"/>
          <w:cs/>
        </w:rPr>
        <w:t>,</w:t>
      </w:r>
      <w:r w:rsidRPr="00C27D9F">
        <w:rPr>
          <w:rFonts w:hint="cs"/>
          <w:cs/>
        </w:rPr>
        <w:t>ความสงสาร</w:t>
      </w:r>
      <w:r w:rsidR="00195EB6" w:rsidRPr="00C27D9F">
        <w:rPr>
          <w:rFonts w:cs="Times New Roman"/>
          <w:lang w:bidi="ar-SA"/>
        </w:rPr>
        <w:t>,</w:t>
      </w:r>
      <w:r w:rsidR="00195EB6" w:rsidRPr="00C27D9F">
        <w:rPr>
          <w:rFonts w:hint="cs"/>
          <w:cs/>
        </w:rPr>
        <w:t xml:space="preserve"> ความเมตต</w:t>
      </w:r>
      <w:r w:rsidR="00195EB6" w:rsidRPr="00C27D9F">
        <w:rPr>
          <w:cs/>
        </w:rPr>
        <w:t>า</w:t>
      </w:r>
      <w:r w:rsidRPr="00C27D9F">
        <w:rPr>
          <w:rFonts w:hint="cs"/>
          <w:cs/>
        </w:rPr>
        <w:t>ปรานีและความมีใจกุศล</w:t>
      </w:r>
      <w:r w:rsidR="00195EB6" w:rsidRPr="00C27D9F">
        <w:rPr>
          <w:rFonts w:cs="Times New Roman"/>
          <w:lang w:bidi="ar-SA"/>
        </w:rPr>
        <w:t>,</w:t>
      </w:r>
      <w:r w:rsidR="00195EB6" w:rsidRPr="00C27D9F">
        <w:rPr>
          <w:rFonts w:hint="cs"/>
          <w:cs/>
        </w:rPr>
        <w:t xml:space="preserve"> ในความสำนึกเช่นนี้</w:t>
      </w:r>
    </w:p>
    <w:p w:rsidR="00195EB6" w:rsidRDefault="00195EB6" w:rsidP="00195EB6">
      <w:pPr>
        <w:pStyle w:val="libNormal"/>
        <w:ind w:firstLine="0"/>
      </w:pPr>
      <w:r w:rsidRPr="00C27D9F">
        <w:rPr>
          <w:rFonts w:hint="cs"/>
          <w:cs/>
        </w:rPr>
        <w:t>คัมภีร์อัลกุรอานกล่าวไว้อย่างมากมายเกี่ยวกับพลังซึ่</w:t>
      </w:r>
      <w:r w:rsidRPr="00C27D9F">
        <w:rPr>
          <w:cs/>
        </w:rPr>
        <w:t>ง</w:t>
      </w:r>
      <w:r w:rsidR="00C27D9F" w:rsidRPr="00C27D9F">
        <w:rPr>
          <w:rFonts w:hint="cs"/>
          <w:cs/>
        </w:rPr>
        <w:t>ไม่มีศาสนาอื่นใดจะเน้นหนักเพื่อจะเป็นที่ยึดถือของพวกเขา</w:t>
      </w:r>
    </w:p>
    <w:p w:rsidR="00C27D9F" w:rsidRPr="00C27D9F" w:rsidRDefault="00195EB6" w:rsidP="00195EB6">
      <w:pPr>
        <w:pStyle w:val="libNormal"/>
        <w:ind w:firstLine="0"/>
        <w:rPr>
          <w:rFonts w:cs="Times New Roman"/>
          <w:lang w:bidi="ar-SA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วิลล์ดูรานท์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นักเขียนชาวยุโรป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ผู้ค้นคว้าเรื่องราวของอารยธรรมแห่งมนุษยชาติ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ในประวัติศาสตร์เรื่องราวที่เกี่ยวกับอารยธรรมของ</w:t>
      </w:r>
    </w:p>
    <w:p w:rsidR="00195EB6" w:rsidRDefault="00C27D9F" w:rsidP="00195EB6">
      <w:pPr>
        <w:pStyle w:val="libNormal"/>
        <w:ind w:firstLine="0"/>
      </w:pPr>
      <w:r w:rsidRPr="00C27D9F">
        <w:rPr>
          <w:rFonts w:hint="cs"/>
          <w:cs/>
        </w:rPr>
        <w:t>เขาได้แสดงความคิดเห็นในเรื่องของอารยธรรมอิสลาม</w:t>
      </w:r>
    </w:p>
    <w:p w:rsidR="00195EB6" w:rsidRDefault="00C27D9F" w:rsidP="00195EB6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เขากล่าววว่า</w:t>
      </w:r>
      <w:r w:rsidRPr="00C27D9F">
        <w:rPr>
          <w:cs/>
        </w:rPr>
        <w:t xml:space="preserve"> </w:t>
      </w:r>
      <w:r w:rsidR="00195EB6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ไม่มีศาสนาใดที่ได้เชิญชวนประชาชนไปสู่พลังและความแข็งแกร่งเหมือนที่ศาสนาอิสลามได้กระทำ</w:t>
      </w:r>
      <w:r w:rsidR="00195EB6">
        <w:rPr>
          <w:rFonts w:cs="Cordia New" w:hint="cs"/>
          <w:szCs w:val="40"/>
          <w:cs/>
        </w:rPr>
        <w:t>”</w:t>
      </w:r>
    </w:p>
    <w:p w:rsidR="00C27D9F" w:rsidRPr="00C27D9F" w:rsidRDefault="00C27D9F" w:rsidP="00195EB6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คัมภีร์อัลกุรอานกล่าวไว้ใน</w:t>
      </w:r>
      <w:r w:rsidR="00195EB6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มัรยัม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195EB6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12(</w:t>
      </w:r>
      <w:r w:rsidRPr="00C27D9F">
        <w:rPr>
          <w:rFonts w:hint="cs"/>
          <w:cs/>
        </w:rPr>
        <w:t>ตอนหนึ่งว่า</w:t>
      </w:r>
      <w:r w:rsidRPr="00C27D9F">
        <w:rPr>
          <w:cs/>
        </w:rPr>
        <w:t>)</w:t>
      </w:r>
    </w:p>
    <w:p w:rsidR="00195EB6" w:rsidRDefault="00195EB6" w:rsidP="00195EB6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โอ้ยะห์ยา</w:t>
      </w:r>
      <w:r>
        <w:rPr>
          <w:rFonts w:hint="cs"/>
          <w:cs/>
        </w:rPr>
        <w:t xml:space="preserve"> จง</w:t>
      </w:r>
      <w:r w:rsidR="00C27D9F" w:rsidRPr="00C27D9F">
        <w:rPr>
          <w:rFonts w:hint="cs"/>
          <w:cs/>
        </w:rPr>
        <w:t>ยึดมั่นคัมภีร์ไว้ด้วยความแข็งแกร่ง</w:t>
      </w:r>
      <w:r>
        <w:rPr>
          <w:rFonts w:cs="Cordia New" w:hint="cs"/>
          <w:szCs w:val="40"/>
          <w:cs/>
        </w:rPr>
        <w:t>”</w:t>
      </w:r>
    </w:p>
    <w:p w:rsidR="00195EB6" w:rsidRDefault="00C27D9F" w:rsidP="00195EB6">
      <w:pPr>
        <w:pStyle w:val="libNormal"/>
      </w:pPr>
      <w:r w:rsidRPr="00C27D9F">
        <w:rPr>
          <w:rFonts w:hint="cs"/>
          <w:cs/>
        </w:rPr>
        <w:t>ในที่อื่นๆอัลกุรอานได้แสดงให้เห็นเกี่ยวกับความแข็งแกร่งของบรรดา</w:t>
      </w:r>
    </w:p>
    <w:p w:rsidR="00195EB6" w:rsidRDefault="00C27D9F" w:rsidP="00195EB6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ผู้ศรัทธาใน</w:t>
      </w:r>
      <w:r w:rsidR="00195EB6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อาลิอิมรอน</w:t>
      </w:r>
      <w:r w:rsidR="00195EB6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195EB6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145</w:t>
      </w:r>
      <w:r w:rsidR="00195EB6">
        <w:rPr>
          <w:rFonts w:cs="Cordia New" w:hint="cs"/>
          <w:szCs w:val="40"/>
          <w:cs/>
        </w:rPr>
        <w:t xml:space="preserve"> 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ตอนหนึ่งว่า</w:t>
      </w:r>
      <w:r w:rsidRPr="00C27D9F">
        <w:rPr>
          <w:cs/>
        </w:rPr>
        <w:t>)</w:t>
      </w:r>
    </w:p>
    <w:p w:rsidR="00195EB6" w:rsidRDefault="00C27D9F" w:rsidP="00195EB6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cs="Times New Roman"/>
          <w:lang w:bidi="ar-SA"/>
        </w:rPr>
        <w:t xml:space="preserve"> </w:t>
      </w:r>
      <w:r w:rsidR="00195EB6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และนบีตั้งเท่าไหร่มาแล้วที่ได้ต่อสู้</w:t>
      </w:r>
      <w:r w:rsidRPr="00C27D9F">
        <w:rPr>
          <w:cs/>
        </w:rPr>
        <w:t>(</w:t>
      </w:r>
      <w:r w:rsidRPr="00C27D9F">
        <w:rPr>
          <w:rFonts w:hint="cs"/>
          <w:cs/>
        </w:rPr>
        <w:t>เพื่อสัจธรรม</w:t>
      </w:r>
      <w:r w:rsidRPr="00C27D9F">
        <w:rPr>
          <w:cs/>
        </w:rPr>
        <w:t>)</w:t>
      </w:r>
      <w:r w:rsidRPr="00C27D9F">
        <w:rPr>
          <w:rFonts w:hint="cs"/>
          <w:cs/>
        </w:rPr>
        <w:t>ร่วมกับบรรดาผู้ซึ่งภักดี</w:t>
      </w:r>
      <w:r w:rsidRPr="00C27D9F">
        <w:rPr>
          <w:cs/>
        </w:rPr>
        <w:t>(</w:t>
      </w:r>
      <w:r w:rsidRPr="00C27D9F">
        <w:rPr>
          <w:rFonts w:hint="cs"/>
          <w:cs/>
        </w:rPr>
        <w:t>ต่ออัลลอฮ</w:t>
      </w:r>
      <w:r w:rsidRPr="00C27D9F">
        <w:rPr>
          <w:cs/>
        </w:rPr>
        <w:t>)</w:t>
      </w:r>
      <w:r w:rsidRPr="00C27D9F">
        <w:rPr>
          <w:rFonts w:hint="cs"/>
          <w:cs/>
        </w:rPr>
        <w:t>มากมาย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ดังนั้นพวกเขาไม่อ่อ</w:t>
      </w:r>
      <w:r w:rsidR="000F58FA" w:rsidRPr="00C27D9F">
        <w:rPr>
          <w:rFonts w:hint="cs"/>
          <w:cs/>
        </w:rPr>
        <w:t>น</w:t>
      </w:r>
      <w:r w:rsidRPr="00C27D9F">
        <w:rPr>
          <w:rFonts w:hint="cs"/>
          <w:cs/>
        </w:rPr>
        <w:t>แ</w:t>
      </w:r>
      <w:r w:rsidR="000F58FA" w:rsidRPr="00C27D9F">
        <w:rPr>
          <w:rFonts w:hint="cs"/>
          <w:cs/>
        </w:rPr>
        <w:t>อ</w:t>
      </w:r>
      <w:r w:rsidR="00195EB6">
        <w:rPr>
          <w:rFonts w:cs="Cordia New" w:hint="cs"/>
          <w:szCs w:val="40"/>
          <w:cs/>
        </w:rPr>
        <w:t>”</w:t>
      </w:r>
    </w:p>
    <w:p w:rsidR="00195EB6" w:rsidRDefault="00195EB6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195EB6" w:rsidRPr="00195EB6" w:rsidRDefault="00195EB6" w:rsidP="00195EB6">
      <w:pPr>
        <w:pStyle w:val="libNormal"/>
        <w:ind w:firstLine="0"/>
        <w:rPr>
          <w:rFonts w:cs="Cordia New"/>
          <w:szCs w:val="40"/>
        </w:rPr>
      </w:pPr>
    </w:p>
    <w:p w:rsidR="00C27D9F" w:rsidRPr="00195EB6" w:rsidRDefault="00C27D9F" w:rsidP="00195EB6">
      <w:pPr>
        <w:pStyle w:val="libNormal"/>
        <w:ind w:firstLine="0"/>
        <w:rPr>
          <w:szCs w:val="40"/>
        </w:rPr>
      </w:pPr>
      <w:r w:rsidRPr="00C27D9F">
        <w:rPr>
          <w:rFonts w:hint="cs"/>
          <w:cs/>
        </w:rPr>
        <w:t>อัล</w:t>
      </w:r>
      <w:r w:rsidRPr="00C27D9F">
        <w:rPr>
          <w:cs/>
        </w:rPr>
        <w:t xml:space="preserve"> </w:t>
      </w:r>
      <w:r w:rsidRPr="00C27D9F">
        <w:rPr>
          <w:rFonts w:hint="cs"/>
          <w:cs/>
        </w:rPr>
        <w:t>กุร</w:t>
      </w:r>
      <w:r w:rsidR="000F58FA" w:rsidRPr="00C27D9F">
        <w:rPr>
          <w:rFonts w:hint="cs"/>
          <w:cs/>
        </w:rPr>
        <w:t>อ</w:t>
      </w:r>
      <w:r w:rsidRPr="00C27D9F">
        <w:rPr>
          <w:rFonts w:hint="cs"/>
          <w:cs/>
        </w:rPr>
        <w:t>า</w:t>
      </w:r>
      <w:r w:rsidR="000F58FA" w:rsidRPr="00C27D9F">
        <w:rPr>
          <w:rFonts w:hint="cs"/>
          <w:cs/>
        </w:rPr>
        <w:t>น</w:t>
      </w:r>
      <w:r w:rsidRPr="00C27D9F">
        <w:rPr>
          <w:rFonts w:hint="cs"/>
          <w:cs/>
        </w:rPr>
        <w:t>กล่า</w:t>
      </w:r>
      <w:r w:rsidR="000F58FA" w:rsidRPr="00C27D9F">
        <w:rPr>
          <w:rFonts w:hint="cs"/>
          <w:cs/>
        </w:rPr>
        <w:t>ว</w:t>
      </w:r>
      <w:r w:rsidRPr="00C27D9F">
        <w:rPr>
          <w:rFonts w:hint="cs"/>
          <w:cs/>
        </w:rPr>
        <w:t>ไว้ใ</w:t>
      </w:r>
      <w:r w:rsidR="000F58FA" w:rsidRPr="00C27D9F">
        <w:rPr>
          <w:rFonts w:hint="cs"/>
          <w:cs/>
        </w:rPr>
        <w:t>น</w:t>
      </w:r>
      <w:r w:rsidR="00195EB6">
        <w:rPr>
          <w:rFonts w:hint="cs"/>
          <w:cs/>
        </w:rPr>
        <w:t>ซู</w:t>
      </w:r>
      <w:r w:rsidRPr="00C27D9F">
        <w:rPr>
          <w:rFonts w:hint="cs"/>
          <w:cs/>
        </w:rPr>
        <w:t>เ</w:t>
      </w:r>
      <w:r w:rsidR="000F58FA" w:rsidRPr="00C27D9F">
        <w:rPr>
          <w:rFonts w:hint="cs"/>
          <w:cs/>
        </w:rPr>
        <w:t>ร</w:t>
      </w:r>
      <w:r w:rsidRPr="00C27D9F">
        <w:rPr>
          <w:rFonts w:hint="cs"/>
          <w:cs/>
        </w:rPr>
        <w:t>า</w:t>
      </w:r>
      <w:r w:rsidR="000F58FA" w:rsidRPr="00C27D9F">
        <w:rPr>
          <w:rFonts w:hint="cs"/>
          <w:cs/>
        </w:rPr>
        <w:t>ะ</w:t>
      </w:r>
      <w:r w:rsidRPr="00C27D9F">
        <w:rPr>
          <w:rFonts w:hint="cs"/>
          <w:cs/>
        </w:rPr>
        <w:t>ฮ์</w:t>
      </w:r>
      <w:r w:rsidR="00195EB6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ศ็อ</w:t>
      </w:r>
      <w:r w:rsidR="000F58FA" w:rsidRPr="00C27D9F">
        <w:rPr>
          <w:rFonts w:hint="cs"/>
          <w:cs/>
        </w:rPr>
        <w:t>ฟ</w:t>
      </w:r>
      <w:r w:rsidR="00195EB6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อ</w:t>
      </w:r>
      <w:r w:rsidR="000F58FA" w:rsidRPr="00C27D9F">
        <w:rPr>
          <w:rFonts w:hint="cs"/>
          <w:cs/>
        </w:rPr>
        <w:t>า</w:t>
      </w:r>
      <w:r w:rsidRPr="00C27D9F">
        <w:rPr>
          <w:rFonts w:hint="cs"/>
          <w:cs/>
        </w:rPr>
        <w:t>ย</w:t>
      </w:r>
      <w:r w:rsidR="000F58FA" w:rsidRPr="00C27D9F">
        <w:rPr>
          <w:rFonts w:hint="cs"/>
          <w:cs/>
        </w:rPr>
        <w:t>ะ</w:t>
      </w:r>
      <w:r w:rsidRPr="00C27D9F">
        <w:rPr>
          <w:rFonts w:hint="cs"/>
          <w:cs/>
        </w:rPr>
        <w:t>ฮ์ที่</w:t>
      </w:r>
      <w:r w:rsidR="00195EB6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4</w:t>
      </w:r>
      <w:r w:rsidR="00195EB6">
        <w:rPr>
          <w:rFonts w:cs="Cordia New" w:hint="cs"/>
          <w:szCs w:val="40"/>
          <w:cs/>
        </w:rPr>
        <w:t xml:space="preserve"> </w:t>
      </w:r>
      <w:r w:rsidR="00195EB6" w:rsidRPr="00195EB6">
        <w:rPr>
          <w:rFonts w:hint="cs"/>
          <w:cs/>
        </w:rPr>
        <w:t>ว่า</w:t>
      </w:r>
    </w:p>
    <w:p w:rsidR="00195EB6" w:rsidRDefault="00195EB6" w:rsidP="00195EB6">
      <w:pPr>
        <w:pStyle w:val="libNormal"/>
        <w:ind w:firstLine="0"/>
      </w:pPr>
      <w:r w:rsidRPr="00C27D9F">
        <w:rPr>
          <w:rFonts w:cs="Times New Roman" w:hint="eastAsia"/>
          <w:lang w:bidi="ar-SA"/>
        </w:rPr>
        <w:t xml:space="preserve"> </w:t>
      </w: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แน่นอน</w:t>
      </w:r>
      <w:r>
        <w:rPr>
          <w:rFonts w:hint="cs"/>
          <w:cs/>
        </w:rPr>
        <w:t xml:space="preserve"> </w:t>
      </w:r>
      <w:r w:rsidR="00680C1C">
        <w:rPr>
          <w:rFonts w:hint="cs"/>
          <w:cs/>
        </w:rPr>
        <w:t>อัลลอฮ์</w:t>
      </w:r>
      <w:r w:rsidR="00C27D9F" w:rsidRPr="00C27D9F">
        <w:rPr>
          <w:rFonts w:hint="cs"/>
          <w:cs/>
        </w:rPr>
        <w:t>ทรงรักบรรดาผู้ซึ่งต่อสู้ในหนทางของพระองค์เป็นทิวแถวประหนึ่งพวกเขาเป็นผู้มั่นคงและเป็นกำแพงที่แข็งแกร่ง</w:t>
      </w:r>
      <w:r>
        <w:rPr>
          <w:rFonts w:hint="cs"/>
          <w:cs/>
        </w:rPr>
        <w:t xml:space="preserve"> </w:t>
      </w:r>
    </w:p>
    <w:p w:rsidR="00195EB6" w:rsidRDefault="00C27D9F" w:rsidP="00195EB6">
      <w:pPr>
        <w:pStyle w:val="libNormal"/>
        <w:ind w:firstLine="0"/>
      </w:pPr>
      <w:r w:rsidRPr="00C27D9F">
        <w:rPr>
          <w:rFonts w:hint="cs"/>
          <w:cs/>
        </w:rPr>
        <w:t>และใน</w:t>
      </w:r>
      <w:r w:rsidR="00195EB6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="00195EB6">
        <w:rPr>
          <w:rFonts w:hint="cs"/>
          <w:cs/>
        </w:rPr>
        <w:t xml:space="preserve"> อัล</w:t>
      </w:r>
      <w:r w:rsidRPr="00C27D9F">
        <w:rPr>
          <w:rFonts w:hint="cs"/>
          <w:cs/>
        </w:rPr>
        <w:t>ฟัตห์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195EB6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29(</w:t>
      </w:r>
      <w:r w:rsidRPr="00C27D9F">
        <w:rPr>
          <w:rFonts w:hint="cs"/>
          <w:cs/>
        </w:rPr>
        <w:t>ตอนหนึ่งว่า</w:t>
      </w:r>
      <w:r w:rsidR="00680C1C">
        <w:rPr>
          <w:rFonts w:hint="cs"/>
          <w:cs/>
        </w:rPr>
        <w:t>)</w:t>
      </w:r>
    </w:p>
    <w:p w:rsidR="00195EB6" w:rsidRDefault="00C27D9F" w:rsidP="00195EB6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 xml:space="preserve"> </w:t>
      </w:r>
      <w:r w:rsidR="00195EB6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และบรรดา</w:t>
      </w:r>
      <w:r w:rsidRPr="00C27D9F">
        <w:rPr>
          <w:cs/>
        </w:rPr>
        <w:t>(</w:t>
      </w:r>
      <w:r w:rsidRPr="00C27D9F">
        <w:rPr>
          <w:rFonts w:hint="cs"/>
          <w:cs/>
        </w:rPr>
        <w:t>ผู้ศรัทธา</w:t>
      </w:r>
      <w:r w:rsidRPr="00C27D9F">
        <w:rPr>
          <w:cs/>
        </w:rPr>
        <w:t>)</w:t>
      </w:r>
      <w:r w:rsidRPr="00C27D9F">
        <w:rPr>
          <w:rFonts w:hint="cs"/>
          <w:cs/>
        </w:rPr>
        <w:t>เหล่านั้นที่อยู่พร้อมกันกับเขา</w:t>
      </w:r>
      <w:r w:rsidRPr="00C27D9F">
        <w:rPr>
          <w:cs/>
        </w:rPr>
        <w:t>(</w:t>
      </w:r>
      <w:r w:rsidRPr="00C27D9F">
        <w:rPr>
          <w:rFonts w:hint="cs"/>
          <w:cs/>
        </w:rPr>
        <w:t>ศาสดา</w:t>
      </w:r>
      <w:r w:rsidRPr="00C27D9F">
        <w:rPr>
          <w:cs/>
        </w:rPr>
        <w:t>)</w:t>
      </w:r>
      <w:r w:rsidRPr="00C27D9F">
        <w:rPr>
          <w:rFonts w:hint="cs"/>
          <w:cs/>
        </w:rPr>
        <w:t>มั่นคงห้าวหาญต่อผู้ไม่ศรัทธาโอบอ้อมอารีในหมู่พวกเขาเอง</w:t>
      </w:r>
      <w:r w:rsidR="00195EB6">
        <w:rPr>
          <w:rFonts w:cs="Cordia New" w:hint="cs"/>
          <w:szCs w:val="40"/>
          <w:cs/>
        </w:rPr>
        <w:t>”</w:t>
      </w:r>
    </w:p>
    <w:p w:rsidR="00195EB6" w:rsidRDefault="00C27D9F" w:rsidP="00195EB6">
      <w:pPr>
        <w:pStyle w:val="libNormal"/>
        <w:ind w:firstLine="0"/>
      </w:pPr>
      <w:r w:rsidRPr="00C27D9F">
        <w:rPr>
          <w:rFonts w:hint="cs"/>
          <w:cs/>
        </w:rPr>
        <w:t>อิสลามเห็นพ้องด้วยกับการมีพลังถึงขั้นที่อนุญาติให้มีเพื่อจะได้ไม่มีผู้ใดมากดขี่เขาคัมภีร์อัลกุรอานกล่าวไว้ใน</w:t>
      </w:r>
      <w:r w:rsidR="00195EB6">
        <w:rPr>
          <w:rFonts w:hint="cs"/>
          <w:cs/>
        </w:rPr>
        <w:t>ซู</w:t>
      </w:r>
      <w:r w:rsidR="000F58FA" w:rsidRPr="00C27D9F">
        <w:rPr>
          <w:rFonts w:hint="cs"/>
          <w:cs/>
        </w:rPr>
        <w:t>เ</w:t>
      </w:r>
      <w:r w:rsidRPr="00C27D9F">
        <w:rPr>
          <w:rFonts w:hint="cs"/>
          <w:cs/>
        </w:rPr>
        <w:t>ร</w:t>
      </w:r>
      <w:r w:rsidR="000F58FA" w:rsidRPr="00C27D9F">
        <w:rPr>
          <w:rFonts w:hint="cs"/>
          <w:cs/>
        </w:rPr>
        <w:t>า</w:t>
      </w:r>
      <w:r w:rsidRPr="00C27D9F">
        <w:rPr>
          <w:rFonts w:hint="cs"/>
          <w:cs/>
        </w:rPr>
        <w:t>ะ</w:t>
      </w:r>
      <w:r w:rsidR="000F58FA" w:rsidRPr="00C27D9F">
        <w:rPr>
          <w:rFonts w:hint="cs"/>
          <w:cs/>
        </w:rPr>
        <w:t>ฮ์</w:t>
      </w:r>
      <w:r w:rsidR="00195EB6">
        <w:rPr>
          <w:rFonts w:hint="cs"/>
          <w:cs/>
        </w:rPr>
        <w:t xml:space="preserve"> อัล</w:t>
      </w:r>
      <w:r w:rsidRPr="00C27D9F">
        <w:rPr>
          <w:rFonts w:hint="cs"/>
          <w:cs/>
        </w:rPr>
        <w:t>อั</w:t>
      </w:r>
      <w:r w:rsidR="000F58FA" w:rsidRPr="00C27D9F">
        <w:rPr>
          <w:rFonts w:hint="cs"/>
          <w:cs/>
        </w:rPr>
        <w:t>ม</w:t>
      </w:r>
      <w:r w:rsidRPr="00C27D9F">
        <w:rPr>
          <w:rFonts w:hint="cs"/>
          <w:cs/>
        </w:rPr>
        <w:t>ฟ</w:t>
      </w:r>
      <w:r w:rsidR="000F58FA" w:rsidRPr="00C27D9F">
        <w:rPr>
          <w:rFonts w:hint="cs"/>
          <w:cs/>
        </w:rPr>
        <w:t>า</w:t>
      </w:r>
      <w:r w:rsidRPr="00C27D9F">
        <w:rPr>
          <w:rFonts w:hint="cs"/>
          <w:cs/>
        </w:rPr>
        <w:t>ล</w:t>
      </w:r>
      <w:r w:rsidR="00195EB6">
        <w:rPr>
          <w:rFonts w:hint="cs"/>
          <w:cs/>
        </w:rPr>
        <w:t xml:space="preserve"> </w:t>
      </w:r>
      <w:r w:rsidR="000F58FA" w:rsidRPr="00C27D9F">
        <w:rPr>
          <w:rFonts w:hint="cs"/>
          <w:cs/>
        </w:rPr>
        <w:t>อ</w:t>
      </w:r>
      <w:r w:rsidRPr="00C27D9F">
        <w:rPr>
          <w:rFonts w:hint="cs"/>
          <w:cs/>
        </w:rPr>
        <w:t>า</w:t>
      </w:r>
      <w:r w:rsidR="000F58FA" w:rsidRPr="00C27D9F">
        <w:rPr>
          <w:rFonts w:hint="cs"/>
          <w:cs/>
        </w:rPr>
        <w:t>ย</w:t>
      </w:r>
      <w:r w:rsidRPr="00C27D9F">
        <w:rPr>
          <w:rFonts w:hint="cs"/>
          <w:cs/>
        </w:rPr>
        <w:t>ะ</w:t>
      </w:r>
      <w:r w:rsidR="000F58FA" w:rsidRPr="00C27D9F">
        <w:rPr>
          <w:rFonts w:hint="cs"/>
          <w:cs/>
        </w:rPr>
        <w:t>ฮ์</w:t>
      </w:r>
      <w:r w:rsidRPr="00C27D9F">
        <w:rPr>
          <w:rFonts w:hint="cs"/>
          <w:cs/>
        </w:rPr>
        <w:t>ที่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60(</w:t>
      </w:r>
      <w:r w:rsidRPr="00C27D9F">
        <w:rPr>
          <w:rFonts w:hint="cs"/>
          <w:cs/>
        </w:rPr>
        <w:t>ว่า</w:t>
      </w:r>
      <w:r w:rsidRPr="00C27D9F">
        <w:rPr>
          <w:cs/>
        </w:rPr>
        <w:t xml:space="preserve">) </w:t>
      </w:r>
    </w:p>
    <w:p w:rsidR="00195EB6" w:rsidRDefault="00C27D9F" w:rsidP="00195EB6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และจงเตรียมพร้อมในการต้านทานพวกเขาในพลังใดๆที่เจ้าสามารถและม้าทั้งหลายที่ผูกไว้ด้วยวิธีนั้นเพื่อสร้างความหวาดกลัว</w:t>
      </w:r>
      <w:r w:rsidR="00195EB6">
        <w:rPr>
          <w:rFonts w:cs="Cordia New" w:hint="cs"/>
          <w:szCs w:val="40"/>
          <w:cs/>
        </w:rPr>
        <w:t>”</w:t>
      </w:r>
    </w:p>
    <w:p w:rsidR="00C27D9F" w:rsidRPr="00C27D9F" w:rsidRDefault="00C27D9F" w:rsidP="00195EB6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และใน</w:t>
      </w:r>
      <w:r w:rsidR="00195EB6">
        <w:rPr>
          <w:rFonts w:hint="cs"/>
          <w:cs/>
        </w:rPr>
        <w:t>ซู</w:t>
      </w:r>
      <w:r w:rsidRPr="00C27D9F">
        <w:rPr>
          <w:rFonts w:hint="cs"/>
          <w:cs/>
        </w:rPr>
        <w:t>เราะฮ์อัลบากอเราะฮ์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ในอายะที่</w:t>
      </w:r>
      <w:r w:rsidRPr="00C27D9F">
        <w:rPr>
          <w:rFonts w:cs="Times New Roman"/>
          <w:lang w:bidi="ar-SA"/>
        </w:rPr>
        <w:t>190</w:t>
      </w:r>
    </w:p>
    <w:p w:rsidR="00195EB6" w:rsidRDefault="00195EB6" w:rsidP="00195EB6">
      <w:pPr>
        <w:pStyle w:val="libNormal"/>
        <w:ind w:firstLine="0"/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และจงต่อสู้ในวิถีทางของอัลลอฮ</w:t>
      </w:r>
      <w:r w:rsidR="00680C1C">
        <w:rPr>
          <w:rFonts w:hint="cs"/>
          <w:cs/>
        </w:rPr>
        <w:t>์</w:t>
      </w:r>
      <w:r w:rsidR="00C27D9F" w:rsidRPr="00C27D9F">
        <w:rPr>
          <w:rFonts w:hint="cs"/>
          <w:cs/>
        </w:rPr>
        <w:t>กับบรรดาเหล่านั้นผู้ซึ่งต่อสู้กับพวกเจ้าและจงอย่าล่วงเกินขอบเขตแน่นอนอัลลอฮทรงรักบรรดาผู้ซึ่งล่วงเกิน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ด้วยเหตุนี้เป็นการแนะนำว่า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ถ้าหากศัตรูได้วางอาวุธและยอมรับความพ่ายแพ้การสู้รบกับพวกเขาก็ควรจะต้องยุติลงในข้อนี้จึงจะต้องไม่มีการกดขี่ข่มเหงเด็กสตรีและคนชราหรือบรรดาผู้ที่ได้ละทิ้งจากสนามรบ</w:t>
      </w:r>
    </w:p>
    <w:p w:rsidR="00195EB6" w:rsidRDefault="00C27D9F" w:rsidP="00195EB6">
      <w:pPr>
        <w:pStyle w:val="libNormal"/>
        <w:ind w:firstLine="0"/>
      </w:pPr>
      <w:r w:rsidRPr="00C27D9F">
        <w:rPr>
          <w:rFonts w:hint="cs"/>
          <w:cs/>
        </w:rPr>
        <w:t>มีฮะดีษรายงานมากมายเคียงข้างกับอายะฮ์อัลกุรอาน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ดังตัวอย่างเช่</w:t>
      </w:r>
      <w:r w:rsidR="00195EB6">
        <w:rPr>
          <w:rFonts w:hint="cs"/>
          <w:cs/>
        </w:rPr>
        <w:t>น</w:t>
      </w:r>
    </w:p>
    <w:p w:rsidR="00195EB6" w:rsidRDefault="00C27D9F" w:rsidP="00195EB6">
      <w:pPr>
        <w:pStyle w:val="libNormal"/>
        <w:ind w:firstLine="0"/>
        <w:rPr>
          <w:rFonts w:cs="Cordia New"/>
          <w:szCs w:val="40"/>
          <w:cs/>
        </w:rPr>
      </w:pP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ได้กล่าวว่า</w:t>
      </w:r>
      <w:r w:rsidRPr="00C27D9F">
        <w:rPr>
          <w:cs/>
        </w:rPr>
        <w:t xml:space="preserve"> </w:t>
      </w:r>
      <w:r w:rsidR="00195EB6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สองสิ่งที่เป็นความไม่คู่ควรต่อผู้ศรัทธาคือการเป็นผู้โลภโม</w:t>
      </w:r>
      <w:r w:rsidR="00195EB6">
        <w:rPr>
          <w:rFonts w:hint="cs"/>
          <w:cs/>
        </w:rPr>
        <w:t>โหโทโส</w:t>
      </w:r>
      <w:r w:rsidRPr="00C27D9F">
        <w:rPr>
          <w:rFonts w:hint="cs"/>
          <w:cs/>
        </w:rPr>
        <w:t>และการเป็นคนขี้ขลาดตาขาว</w:t>
      </w:r>
      <w:r w:rsidR="00195EB6">
        <w:rPr>
          <w:rFonts w:cs="Cordia New" w:hint="cs"/>
          <w:szCs w:val="40"/>
          <w:cs/>
        </w:rPr>
        <w:t>”</w:t>
      </w:r>
    </w:p>
    <w:p w:rsidR="00195EB6" w:rsidRDefault="00195EB6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195EB6" w:rsidRDefault="00195EB6" w:rsidP="00195EB6">
      <w:pPr>
        <w:pStyle w:val="libNormal"/>
        <w:rPr>
          <w:rFonts w:cs="Cordia New"/>
          <w:szCs w:val="40"/>
        </w:rPr>
      </w:pPr>
    </w:p>
    <w:p w:rsidR="00E656C5" w:rsidRDefault="00C27D9F" w:rsidP="00195EB6">
      <w:pPr>
        <w:pStyle w:val="libNormal"/>
      </w:pPr>
      <w:r w:rsidRPr="00C27D9F">
        <w:rPr>
          <w:rFonts w:hint="cs"/>
          <w:cs/>
        </w:rPr>
        <w:t>ในคำวิงวอนของท่านศาสดา</w:t>
      </w:r>
      <w:r w:rsidR="00195EB6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="00195EB6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ท่านกล่าวว่า</w:t>
      </w: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ข้าฯแต่พระผู้เป็นเจ้า</w:t>
      </w:r>
    </w:p>
    <w:p w:rsidR="00E656C5" w:rsidRDefault="00C27D9F" w:rsidP="00E656C5">
      <w:pPr>
        <w:pStyle w:val="libNormal"/>
      </w:pPr>
      <w:r w:rsidRPr="00C27D9F">
        <w:rPr>
          <w:rFonts w:hint="cs"/>
          <w:cs/>
        </w:rPr>
        <w:t>ข้าฯพระองค์ขอยึดเอาพระองค์เป็นที่พึงในการต่อต้านสิ่งสองสิ่ง</w:t>
      </w:r>
    </w:p>
    <w:p w:rsidR="00E656C5" w:rsidRDefault="00C27D9F" w:rsidP="00E656C5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นั่นคือความละโม</w:t>
      </w:r>
      <w:r w:rsidR="00E656C5">
        <w:rPr>
          <w:rFonts w:hint="cs"/>
          <w:cs/>
        </w:rPr>
        <w:t>ภและความขี้</w:t>
      </w:r>
      <w:r w:rsidRPr="00C27D9F">
        <w:rPr>
          <w:rFonts w:hint="cs"/>
          <w:cs/>
        </w:rPr>
        <w:t>ขลาด</w:t>
      </w:r>
      <w:r w:rsidR="00E656C5">
        <w:rPr>
          <w:rFonts w:cs="Cordia New" w:hint="cs"/>
          <w:szCs w:val="40"/>
          <w:cs/>
        </w:rPr>
        <w:t>”</w:t>
      </w:r>
    </w:p>
    <w:p w:rsidR="00D54587" w:rsidRDefault="00D54587" w:rsidP="00E656C5">
      <w:pPr>
        <w:pStyle w:val="libNormal"/>
        <w:rPr>
          <w:rFonts w:cs="Cordia New"/>
          <w:szCs w:val="40"/>
        </w:rPr>
      </w:pPr>
    </w:p>
    <w:p w:rsidR="00E656C5" w:rsidRDefault="00C27D9F" w:rsidP="00C54A42">
      <w:pPr>
        <w:pStyle w:val="libNormal"/>
      </w:pPr>
      <w:r w:rsidRPr="00C27D9F">
        <w:rPr>
          <w:rFonts w:hint="cs"/>
          <w:cs/>
        </w:rPr>
        <w:t>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กล่าวไว้ในนะห์ญุลบะลาเฆาะฮ์</w:t>
      </w:r>
      <w:r w:rsidR="00C54A42">
        <w:rPr>
          <w:rFonts w:hint="cs"/>
          <w:cs/>
        </w:rPr>
        <w:t xml:space="preserve">  33 </w:t>
      </w:r>
      <w:r w:rsidR="00E656C5">
        <w:rPr>
          <w:rFonts w:hint="cs"/>
          <w:cs/>
        </w:rPr>
        <w:t>ว่า</w:t>
      </w:r>
    </w:p>
    <w:p w:rsidR="00E656C5" w:rsidRDefault="00E656C5" w:rsidP="00E656C5">
      <w:pPr>
        <w:pStyle w:val="libNormal"/>
      </w:pPr>
      <w:r>
        <w:rPr>
          <w:rFonts w:hint="cs"/>
          <w:cs/>
        </w:rPr>
        <w:t>“</w:t>
      </w:r>
      <w:r w:rsidR="00C27D9F" w:rsidRPr="00C27D9F">
        <w:rPr>
          <w:rFonts w:hint="cs"/>
          <w:cs/>
        </w:rPr>
        <w:t>วิญญาณของผู้ศรัทธานั้นมั่นคงและแข็งแกร่งยิ่งกว่าหินผาศิลาแรง</w:t>
      </w:r>
    </w:p>
    <w:p w:rsidR="00D54587" w:rsidRDefault="00D54587" w:rsidP="00E656C5">
      <w:pPr>
        <w:pStyle w:val="libNormal"/>
        <w:rPr>
          <w:rFonts w:cs="Cordia New"/>
          <w:szCs w:val="40"/>
        </w:rPr>
      </w:pPr>
    </w:p>
    <w:p w:rsidR="00D54587" w:rsidRPr="00D54587" w:rsidRDefault="00C27D9F" w:rsidP="00D54587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อิมามศอดิก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ได้กล่าว</w:t>
      </w:r>
      <w:r w:rsidR="00D54587">
        <w:rPr>
          <w:rFonts w:hint="cs"/>
          <w:cs/>
        </w:rPr>
        <w:t>กับ</w:t>
      </w:r>
      <w:r w:rsidRPr="00C27D9F">
        <w:rPr>
          <w:rFonts w:hint="cs"/>
          <w:cs/>
        </w:rPr>
        <w:t>บุฮารว่า</w:t>
      </w:r>
      <w:r w:rsidRPr="00C27D9F">
        <w:rPr>
          <w:cs/>
        </w:rPr>
        <w:t xml:space="preserve"> </w:t>
      </w:r>
      <w:r w:rsidR="00D54587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พระผู้เป็นเจ้าได้ทรงให้ผู้ศรัทธาเลือกเอาในทุกสิ่งทุกอย่างเว้นแต่เพียงอย่างเดียวเท่านั้น</w:t>
      </w:r>
      <w:r w:rsidR="00D54587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และนั่นก็คือ</w:t>
      </w:r>
      <w:r w:rsidR="00D54587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การทำตัวของเขาเองให้น่าส</w:t>
      </w:r>
      <w:r w:rsidR="00D54587">
        <w:rPr>
          <w:rFonts w:hint="cs"/>
          <w:cs/>
        </w:rPr>
        <w:t>ง</w:t>
      </w:r>
      <w:r w:rsidRPr="00C27D9F">
        <w:rPr>
          <w:rFonts w:hint="cs"/>
          <w:cs/>
        </w:rPr>
        <w:t>สารเวทนา</w:t>
      </w:r>
      <w:r w:rsidR="00D54587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ผู้ศรัทธาเป็นผู้ที่มีคุณค่ายิ่งเสมอและสูงส่งกว่าขุนเขา</w:t>
      </w:r>
      <w:r w:rsidR="00D54587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ราะว่าขุนเขานั้นสามารถที่จะขุดเจาะถกถากถางด้วยจอบและเสียมได้แต่วิญญาณของผู้ศรัทธาไม่สามารถที่จะผ่าตัดออกเป็นชิ้นๆได้ในทุกวิถีทาง</w:t>
      </w:r>
      <w:r w:rsidR="00D54587">
        <w:rPr>
          <w:rFonts w:cs="Cordia New" w:hint="cs"/>
          <w:szCs w:val="40"/>
          <w:cs/>
        </w:rPr>
        <w:t>”</w:t>
      </w:r>
    </w:p>
    <w:p w:rsidR="00D54587" w:rsidRDefault="00C27D9F" w:rsidP="00D54587">
      <w:pPr>
        <w:pStyle w:val="libNormal"/>
      </w:pPr>
      <w:r w:rsidRPr="00C27D9F">
        <w:rPr>
          <w:rFonts w:hint="cs"/>
          <w:cs/>
        </w:rPr>
        <w:t>อิมามบาเก็ร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กล่าวว่า</w:t>
      </w:r>
      <w:r w:rsidRPr="00C27D9F">
        <w:rPr>
          <w:rFonts w:cs="Times New Roman"/>
          <w:lang w:bidi="ar-SA"/>
        </w:rPr>
        <w:t xml:space="preserve"> </w:t>
      </w:r>
      <w:r w:rsidR="00D54587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พระผู้เป็นเจ้าได้ทรงประทานให้แก่ผู้ศรัทธาสามอย่าง</w:t>
      </w:r>
    </w:p>
    <w:p w:rsidR="00D54587" w:rsidRPr="00D54587" w:rsidRDefault="00D54587" w:rsidP="00D54587">
      <w:pPr>
        <w:pStyle w:val="libNormal"/>
      </w:pPr>
      <w:r>
        <w:rPr>
          <w:rFonts w:hint="cs"/>
          <w:cs/>
        </w:rPr>
        <w:t>(</w:t>
      </w:r>
      <w:r w:rsidR="00C27D9F" w:rsidRPr="00C27D9F">
        <w:rPr>
          <w:rFonts w:cs="Times New Roman"/>
          <w:lang w:bidi="ar-SA"/>
        </w:rPr>
        <w:t>1)</w:t>
      </w:r>
      <w:r w:rsidR="00C27D9F" w:rsidRPr="00C27D9F">
        <w:rPr>
          <w:rFonts w:hint="cs"/>
          <w:cs/>
        </w:rPr>
        <w:t>ได้รับความเคารพทั้งในโลกนี้และโลกหน้า</w:t>
      </w:r>
    </w:p>
    <w:p w:rsidR="00D54587" w:rsidRDefault="00D54587" w:rsidP="00D54587">
      <w:pPr>
        <w:pStyle w:val="libNormal"/>
      </w:pPr>
      <w:r>
        <w:rPr>
          <w:rFonts w:cs="Cordia New" w:hint="cs"/>
          <w:szCs w:val="40"/>
          <w:cs/>
        </w:rPr>
        <w:t>(</w:t>
      </w:r>
      <w:r w:rsidR="00C27D9F" w:rsidRPr="00C27D9F">
        <w:rPr>
          <w:rFonts w:cs="Times New Roman"/>
          <w:lang w:bidi="ar-SA"/>
        </w:rPr>
        <w:t>2)</w:t>
      </w:r>
      <w:r w:rsidR="00C27D9F" w:rsidRPr="00C27D9F">
        <w:rPr>
          <w:rFonts w:hint="cs"/>
          <w:cs/>
        </w:rPr>
        <w:t>ความปลอดภัยทั้งสองโลก</w:t>
      </w:r>
    </w:p>
    <w:p w:rsidR="00D54587" w:rsidRDefault="00D54587" w:rsidP="00D54587">
      <w:pPr>
        <w:pStyle w:val="libNormal"/>
      </w:pPr>
      <w:r>
        <w:rPr>
          <w:rFonts w:hint="cs"/>
          <w:cs/>
        </w:rPr>
        <w:t>(</w:t>
      </w:r>
      <w:r w:rsidR="00C27D9F" w:rsidRPr="00C27D9F">
        <w:rPr>
          <w:rFonts w:cs="Times New Roman"/>
          <w:lang w:bidi="ar-SA"/>
        </w:rPr>
        <w:t>3)</w:t>
      </w:r>
      <w:r w:rsidR="00C27D9F" w:rsidRPr="00C27D9F">
        <w:rPr>
          <w:rFonts w:hint="cs"/>
          <w:cs/>
        </w:rPr>
        <w:t>ความหวาดหวั่น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ที่พระองค์ทรงใส่ไว้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ในหัวใจของผู้กดขี่ทั้งหลาย</w:t>
      </w:r>
      <w:r>
        <w:rPr>
          <w:rFonts w:hint="cs"/>
          <w:cs/>
        </w:rPr>
        <w:t>”</w:t>
      </w:r>
    </w:p>
    <w:p w:rsidR="00D54587" w:rsidRDefault="00D54587" w:rsidP="00D54587">
      <w:pPr>
        <w:pStyle w:val="libNormal"/>
      </w:pPr>
    </w:p>
    <w:p w:rsidR="00D54587" w:rsidRDefault="00D54587" w:rsidP="00D54587">
      <w:pPr>
        <w:pStyle w:val="libNormal"/>
        <w:rPr>
          <w:cs/>
        </w:rPr>
      </w:pPr>
    </w:p>
    <w:p w:rsidR="00D54587" w:rsidRDefault="00D54587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D54587" w:rsidRDefault="00D54587" w:rsidP="00D54587">
      <w:pPr>
        <w:pStyle w:val="libNormal"/>
      </w:pPr>
    </w:p>
    <w:p w:rsidR="00C27D9F" w:rsidRPr="00C27D9F" w:rsidRDefault="00C27D9F" w:rsidP="00D54587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มีรายงาน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อัลฮะดิษ</w:t>
      </w:r>
      <w:r w:rsidR="00D54587" w:rsidRPr="00C27D9F">
        <w:rPr>
          <w:rFonts w:hint="cs"/>
          <w:cs/>
        </w:rPr>
        <w:t xml:space="preserve">) ที่สืบต่อกันมาเกี่ยวกับความสำนึกในเกียรติยศซึ่งท่านศาสดา </w:t>
      </w:r>
      <w:r w:rsidR="00D54587"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="00D54587" w:rsidRPr="00C27D9F">
        <w:rPr>
          <w:rFonts w:hint="cs"/>
          <w:cs/>
        </w:rPr>
        <w:t>) ได้กล่าวไว้ว่</w:t>
      </w:r>
      <w:r w:rsidR="00D54587" w:rsidRPr="00C27D9F">
        <w:rPr>
          <w:cs/>
        </w:rPr>
        <w:t>า</w:t>
      </w:r>
    </w:p>
    <w:p w:rsidR="00D54587" w:rsidRDefault="00D54587" w:rsidP="00D54587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ศาสดาอิบรอฮีม</w:t>
      </w:r>
      <w:r w:rsidR="00680C1C">
        <w:rPr>
          <w:rFonts w:hint="cs"/>
          <w:cs/>
        </w:rPr>
        <w:t xml:space="preserve"> 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680C1C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มีความสำนึกในเกียรติยศ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แต่ความสำนึกในเกียรติยศของอัลลอฮ</w:t>
      </w:r>
      <w:r>
        <w:rPr>
          <w:rFonts w:hint="cs"/>
          <w:cs/>
        </w:rPr>
        <w:t xml:space="preserve">์ 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ซ</w:t>
      </w:r>
      <w:r w:rsidR="00C27D9F" w:rsidRPr="00C27D9F">
        <w:rPr>
          <w:cs/>
        </w:rPr>
        <w:t>.</w:t>
      </w:r>
      <w:r w:rsidR="00C27D9F" w:rsidRPr="00C27D9F">
        <w:rPr>
          <w:rFonts w:hint="cs"/>
          <w:cs/>
        </w:rPr>
        <w:t>บ</w:t>
      </w:r>
      <w:r w:rsidR="00C27D9F" w:rsidRPr="00C27D9F">
        <w:rPr>
          <w:cs/>
        </w:rPr>
        <w:t>)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มีมากยิ่งกว่านั้น</w:t>
      </w:r>
      <w:r>
        <w:rPr>
          <w:rFonts w:cs="Cordia New" w:hint="cs"/>
          <w:szCs w:val="40"/>
          <w:cs/>
        </w:rPr>
        <w:t>”</w:t>
      </w:r>
    </w:p>
    <w:p w:rsidR="00D54587" w:rsidRDefault="00C27D9F" w:rsidP="00D54587">
      <w:pPr>
        <w:pStyle w:val="libNormal"/>
      </w:pPr>
      <w:r w:rsidRPr="00C27D9F">
        <w:rPr>
          <w:rFonts w:hint="cs"/>
          <w:cs/>
        </w:rPr>
        <w:t>มุสโสลินีจอมเผด็จการแห่งอิตาลีครั้งหนึ่งได้พูดว่า</w:t>
      </w:r>
    </w:p>
    <w:p w:rsidR="00D54587" w:rsidRDefault="00D54587" w:rsidP="00D54587">
      <w:pPr>
        <w:pStyle w:val="libNormal"/>
      </w:pPr>
      <w:r>
        <w:rPr>
          <w:rFonts w:cs="Cordia New" w:hint="cs"/>
          <w:szCs w:val="40"/>
          <w:cs/>
        </w:rPr>
        <w:t xml:space="preserve"> “</w:t>
      </w:r>
      <w:r w:rsidR="00C27D9F" w:rsidRPr="00C27D9F">
        <w:rPr>
          <w:rFonts w:hint="cs"/>
          <w:cs/>
        </w:rPr>
        <w:t>เขาผู้ซึ่งมีเหล็กมีขนมปัง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โดยความหมายของเหล็กคืออาวุธและความแข็งแกร่ง</w:t>
      </w:r>
      <w:r w:rsidR="00C27D9F" w:rsidRPr="00C27D9F">
        <w:rPr>
          <w:cs/>
        </w:rPr>
        <w:t>)</w:t>
      </w:r>
    </w:p>
    <w:p w:rsidR="00D54587" w:rsidRDefault="00D54587" w:rsidP="00D54587">
      <w:pPr>
        <w:pStyle w:val="libNormal"/>
      </w:pPr>
      <w:r>
        <w:rPr>
          <w:rFonts w:hint="cs"/>
          <w:cs/>
        </w:rPr>
        <w:t>แต่อิกบาลลา</w:t>
      </w:r>
      <w:r w:rsidR="00C27D9F" w:rsidRPr="00C27D9F">
        <w:rPr>
          <w:rFonts w:hint="cs"/>
          <w:cs/>
        </w:rPr>
        <w:t>โฮรีได้เปลี่ยนคำพูดเบื้องต้นนั้นมาเป็นดังนี้</w:t>
      </w:r>
      <w:r w:rsidR="00C27D9F" w:rsidRPr="00C27D9F">
        <w:rPr>
          <w:cs/>
        </w:rPr>
        <w:t xml:space="preserve"> </w:t>
      </w:r>
    </w:p>
    <w:p w:rsidR="00D54587" w:rsidRDefault="00D54587" w:rsidP="00D54587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เขาผู้เป็นเหล็กมีขนมปัง</w:t>
      </w:r>
      <w:r>
        <w:rPr>
          <w:rFonts w:cs="Cordia New" w:hint="cs"/>
          <w:szCs w:val="40"/>
          <w:cs/>
        </w:rPr>
        <w:t>”</w:t>
      </w:r>
    </w:p>
    <w:p w:rsidR="00D54587" w:rsidRDefault="00C27D9F" w:rsidP="00D54587">
      <w:pPr>
        <w:pStyle w:val="libNormal"/>
        <w:rPr>
          <w:rFonts w:cs="Cordia New"/>
          <w:szCs w:val="40"/>
        </w:rPr>
      </w:pPr>
      <w:r w:rsidRPr="00C27D9F">
        <w:rPr>
          <w:rFonts w:hint="cs"/>
          <w:cs/>
        </w:rPr>
        <w:t>ท่านอิมามอาลี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ได้กล่าวในนะห์ญุลบะลาเฆาะฮ์</w:t>
      </w:r>
      <w:r w:rsidR="00D54587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ในคุฏบะฮ์ที่</w:t>
      </w:r>
      <w:r w:rsidR="00D54587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27</w:t>
      </w:r>
      <w:r w:rsidRPr="00C27D9F">
        <w:rPr>
          <w:rFonts w:hint="cs"/>
          <w:cs/>
        </w:rPr>
        <w:t>และ</w:t>
      </w:r>
      <w:r w:rsidR="00D54587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29</w:t>
      </w:r>
      <w:r w:rsidRPr="00C27D9F">
        <w:rPr>
          <w:rFonts w:hint="cs"/>
          <w:cs/>
        </w:rPr>
        <w:t>ว่า</w:t>
      </w:r>
    </w:p>
    <w:p w:rsidR="00D54587" w:rsidRDefault="00C27D9F" w:rsidP="00D54587">
      <w:pPr>
        <w:pStyle w:val="libNormal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 xml:space="preserve"> </w:t>
      </w:r>
      <w:r w:rsidR="00D54587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บุคคลจะไม่สามารถได้รับสิทธิอันชอบธรรมของเขาได้เว้นแต่ด้วยความ</w:t>
      </w:r>
      <w:r w:rsidR="00D54587">
        <w:rPr>
          <w:rFonts w:hint="cs"/>
          <w:cs/>
        </w:rPr>
        <w:t>มุ</w:t>
      </w:r>
      <w:r w:rsidRPr="00C27D9F">
        <w:rPr>
          <w:rFonts w:hint="cs"/>
          <w:cs/>
        </w:rPr>
        <w:t>มานะบากบั่น</w:t>
      </w:r>
      <w:r w:rsidR="00D54587" w:rsidRPr="00C27D9F">
        <w:rPr>
          <w:rFonts w:cs="Times New Roman"/>
          <w:lang w:bidi="ar-SA"/>
        </w:rPr>
        <w:t>,</w:t>
      </w:r>
      <w:r w:rsidR="00D54587" w:rsidRPr="00C27D9F">
        <w:rPr>
          <w:rFonts w:hint="cs"/>
          <w:cs/>
        </w:rPr>
        <w:t xml:space="preserve"> และบุคคลผู้ทำตัวเองให้น่าสงสารเวทนาจะไม่สามารถยับยั้งจากการถูกกดขี่ได้เลยเว้นแต่ด้ว</w:t>
      </w:r>
      <w:r w:rsidR="00D54587" w:rsidRPr="00C27D9F">
        <w:rPr>
          <w:cs/>
        </w:rPr>
        <w:t>ย</w:t>
      </w:r>
      <w:r w:rsidRPr="00C27D9F">
        <w:rPr>
          <w:rFonts w:hint="cs"/>
          <w:cs/>
        </w:rPr>
        <w:t>ความพยายาม</w:t>
      </w:r>
      <w:r w:rsidR="00D54587">
        <w:rPr>
          <w:rFonts w:cs="Cordia New" w:hint="cs"/>
          <w:szCs w:val="40"/>
          <w:cs/>
        </w:rPr>
        <w:t>”</w:t>
      </w:r>
    </w:p>
    <w:p w:rsidR="00D54587" w:rsidRDefault="00C27D9F" w:rsidP="00D54587">
      <w:pPr>
        <w:pStyle w:val="libNormal"/>
        <w:rPr>
          <w:cs/>
        </w:rPr>
      </w:pPr>
      <w:r w:rsidRPr="00C27D9F">
        <w:rPr>
          <w:rFonts w:hint="cs"/>
          <w:cs/>
        </w:rPr>
        <w:t>บรรดาชาวตะวันตกกล่าวว่า</w:t>
      </w:r>
      <w:r w:rsidR="00D54587">
        <w:rPr>
          <w:rFonts w:hint="cs"/>
          <w:cs/>
        </w:rPr>
        <w:t xml:space="preserve"> </w:t>
      </w:r>
      <w:r w:rsidRPr="00C27D9F">
        <w:rPr>
          <w:rFonts w:hint="cs"/>
          <w:cs/>
        </w:rPr>
        <w:t>สิทธิจักต้องได้รับการปกป้องแต่ปัญหาอยู่ที่ว่าจะต้องได้รับการปกป้องหรือจะต้องยอมมอบให้</w:t>
      </w:r>
      <w:r w:rsidRPr="00C27D9F">
        <w:rPr>
          <w:cs/>
        </w:rPr>
        <w:t>(</w:t>
      </w:r>
      <w:r w:rsidRPr="00C27D9F">
        <w:rPr>
          <w:rFonts w:hint="cs"/>
          <w:cs/>
        </w:rPr>
        <w:t>คืน</w:t>
      </w:r>
      <w:r w:rsidRPr="00C27D9F">
        <w:rPr>
          <w:cs/>
        </w:rPr>
        <w:t>)</w:t>
      </w:r>
      <w:r w:rsidRPr="00C27D9F">
        <w:rPr>
          <w:rFonts w:hint="cs"/>
          <w:cs/>
        </w:rPr>
        <w:t>คริสตศาสนาวางรากฐานอยู่บนการให้สิทธิและไม่มีความต้องการในอันที่จะปกป้องมันแต่อิสลามกล่าวว่า</w:t>
      </w:r>
      <w:r w:rsidR="00D54587">
        <w:rPr>
          <w:rFonts w:hint="cs"/>
          <w:cs/>
        </w:rPr>
        <w:t xml:space="preserve"> </w:t>
      </w:r>
      <w:r w:rsidRPr="00C27D9F">
        <w:rPr>
          <w:rFonts w:hint="cs"/>
          <w:cs/>
        </w:rPr>
        <w:t>มันคือทั้งสองอย่าง</w:t>
      </w:r>
      <w:r w:rsidR="00D54587">
        <w:rPr>
          <w:rFonts w:hint="cs"/>
          <w:cs/>
        </w:rPr>
        <w:t xml:space="preserve"> </w:t>
      </w:r>
      <w:r w:rsidRPr="00C27D9F">
        <w:rPr>
          <w:rFonts w:hint="cs"/>
          <w:cs/>
        </w:rPr>
        <w:t>กล่าวคือปกป้องสิทธิและมอบสิทธิคืนให้เขาผู้ซึ่งได้แย่งชิงสิทธิจำต้องตระเตรียมที่จะมอบคืนและเขาผู้ซึ่งสิทธิของเขาถูกลิดรอนก็เช่นเดียวกัน</w:t>
      </w:r>
      <w:r w:rsidR="00D54587">
        <w:rPr>
          <w:rFonts w:hint="cs"/>
          <w:cs/>
        </w:rPr>
        <w:t xml:space="preserve"> </w:t>
      </w:r>
      <w:r w:rsidRPr="00C27D9F">
        <w:rPr>
          <w:rFonts w:hint="cs"/>
          <w:cs/>
        </w:rPr>
        <w:t>จักต้องลุกขึ้นต่อสู้เพื่อที่จะนำมันกลับคืนมา</w:t>
      </w:r>
    </w:p>
    <w:p w:rsidR="00D54587" w:rsidRDefault="00D54587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D54587" w:rsidRDefault="00D54587" w:rsidP="00D54587">
      <w:pPr>
        <w:pStyle w:val="libNormal"/>
      </w:pPr>
    </w:p>
    <w:p w:rsidR="00D54587" w:rsidRDefault="00D54587" w:rsidP="00D54587">
      <w:pPr>
        <w:pStyle w:val="libNormal"/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อิมามอาลี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ในนะห์ญุลบะลาเ</w:t>
      </w:r>
      <w:r w:rsidR="00680C1C">
        <w:rPr>
          <w:rFonts w:hint="cs"/>
          <w:cs/>
        </w:rPr>
        <w:t>ฆาะฮ์ในสารของท่านถึงมาลิกอัชตาร</w:t>
      </w:r>
      <w:r w:rsidR="00C27D9F" w:rsidRPr="00C27D9F">
        <w:rPr>
          <w:rFonts w:hint="cs"/>
          <w:cs/>
        </w:rPr>
        <w:t>ได้อ้างถึงคำพูดของท่านศาสดา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ศ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ที่กล่าวว่า</w:t>
      </w:r>
    </w:p>
    <w:p w:rsidR="00D54587" w:rsidRDefault="00D54587" w:rsidP="00D54587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จะไม่มีผู้ใดขึ้นสู่ถึงระดับของการไม่ถูกลิดรอนสิทธิได้เลย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เว้นเสียแต่ว่าความอ่อนแอได้ยืนหยัดต่อต้าน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ไม่มีสังคมใดเป็นสังคมอิสลา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มเว้นแต่สังคมนั้นได้ลุกขึ้นปกป้องสิทธิของมัน</w:t>
      </w:r>
      <w:r>
        <w:rPr>
          <w:rFonts w:cs="Cordia New" w:hint="cs"/>
          <w:szCs w:val="40"/>
          <w:cs/>
        </w:rPr>
        <w:t>”</w:t>
      </w:r>
    </w:p>
    <w:p w:rsidR="00D54587" w:rsidRDefault="00C27D9F" w:rsidP="00D54587">
      <w:pPr>
        <w:pStyle w:val="libNormal"/>
      </w:pP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ครองความแข็งแกร่งทั้งทางด้านร่างกายและจิตวิญญาณในหนังสือ</w:t>
      </w:r>
      <w:r w:rsidR="00D54587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มุฮัมมัดศาสดาที่</w:t>
      </w:r>
      <w:r w:rsidR="00D54587">
        <w:rPr>
          <w:rFonts w:hint="cs"/>
          <w:cs/>
        </w:rPr>
        <w:t>ถูก</w:t>
      </w:r>
      <w:r w:rsidRPr="00C27D9F">
        <w:rPr>
          <w:rFonts w:hint="cs"/>
          <w:cs/>
        </w:rPr>
        <w:t>รู้จักใหม่</w:t>
      </w:r>
      <w:r w:rsidR="00D54587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สองจุดสำคัญที่ได้อธิบายอย่างชัดแจ้งคือ</w:t>
      </w:r>
    </w:p>
    <w:p w:rsidR="00C27D9F" w:rsidRPr="00D54587" w:rsidRDefault="00C27D9F" w:rsidP="00D54587">
      <w:pPr>
        <w:pStyle w:val="libNormal"/>
        <w:numPr>
          <w:ilvl w:val="0"/>
          <w:numId w:val="1"/>
        </w:numPr>
        <w:rPr>
          <w:rFonts w:cs="Cordia New"/>
          <w:szCs w:val="40"/>
        </w:rPr>
      </w:pP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เป็นผู้นำในทางการเมืองและในทางสังคมซึ่งตั้งมั่นอยู่</w:t>
      </w:r>
    </w:p>
    <w:p w:rsidR="00D54587" w:rsidRDefault="00C27D9F" w:rsidP="00D54587">
      <w:pPr>
        <w:pStyle w:val="libNormal"/>
        <w:ind w:firstLine="0"/>
      </w:pPr>
      <w:r w:rsidRPr="00C27D9F">
        <w:rPr>
          <w:rFonts w:hint="cs"/>
          <w:cs/>
        </w:rPr>
        <w:t>ในสถานการณ์ที่ท่านมิได้มีความหวังจากถิ่นฐานหนึ่งใดเลย</w:t>
      </w:r>
      <w:r w:rsidRPr="00C27D9F">
        <w:rPr>
          <w:cs/>
        </w:rPr>
        <w:t>(</w:t>
      </w:r>
      <w:r w:rsidRPr="00C27D9F">
        <w:rPr>
          <w:rFonts w:hint="cs"/>
          <w:cs/>
        </w:rPr>
        <w:t>นอกจากพระผู้เป็นเจ้า</w:t>
      </w:r>
      <w:r w:rsidRPr="00C27D9F">
        <w:rPr>
          <w:cs/>
        </w:rPr>
        <w:t>)</w:t>
      </w:r>
      <w:r w:rsidRPr="00C27D9F">
        <w:rPr>
          <w:rFonts w:hint="cs"/>
          <w:cs/>
        </w:rPr>
        <w:t>แต่ท่านก็มิเคยสิ้นหวัง</w:t>
      </w:r>
      <w:r w:rsidR="00D54587" w:rsidRPr="00C27D9F">
        <w:rPr>
          <w:rFonts w:cs="Times New Roman"/>
          <w:lang w:bidi="ar-SA"/>
        </w:rPr>
        <w:t>,</w:t>
      </w:r>
      <w:r w:rsidR="00D54587" w:rsidRPr="00C27D9F">
        <w:rPr>
          <w:rFonts w:hint="cs"/>
          <w:cs/>
        </w:rPr>
        <w:t xml:space="preserve"> และยืนหยัดด้วยความมั่นคงเข้มแข็งตลอดมาจิตวิญญาณของท่านแข็งแกร่งตลอดระยะเวล</w:t>
      </w:r>
      <w:r w:rsidR="00D54587" w:rsidRPr="00C27D9F">
        <w:rPr>
          <w:cs/>
        </w:rPr>
        <w:t>า</w:t>
      </w:r>
      <w:r w:rsidR="00D54587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23</w:t>
      </w:r>
      <w:r w:rsidRPr="00C27D9F">
        <w:rPr>
          <w:rFonts w:hint="cs"/>
          <w:cs/>
        </w:rPr>
        <w:t>ปี</w:t>
      </w:r>
      <w:r w:rsidR="00D54587">
        <w:rPr>
          <w:rFonts w:hint="cs"/>
          <w:cs/>
        </w:rPr>
        <w:t xml:space="preserve"> </w:t>
      </w:r>
      <w:r w:rsidRPr="00C27D9F">
        <w:rPr>
          <w:rFonts w:hint="cs"/>
          <w:cs/>
        </w:rPr>
        <w:t>ที่น่าระทึกใจเหล่านั้น</w:t>
      </w:r>
    </w:p>
    <w:p w:rsidR="00D54587" w:rsidRDefault="00D54587" w:rsidP="00D54587">
      <w:pPr>
        <w:pStyle w:val="libNormal"/>
        <w:ind w:firstLine="0"/>
      </w:pPr>
    </w:p>
    <w:p w:rsidR="00567AC3" w:rsidRDefault="00D54587" w:rsidP="00567AC3">
      <w:pPr>
        <w:pStyle w:val="libNormal"/>
        <w:ind w:firstLine="0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>
        <w:rPr>
          <w:rFonts w:hint="cs"/>
          <w:cs/>
        </w:rPr>
        <w:t>ฮัซ</w:t>
      </w:r>
      <w:r w:rsidR="00C27D9F" w:rsidRPr="00C27D9F">
        <w:rPr>
          <w:rFonts w:hint="cs"/>
          <w:cs/>
        </w:rPr>
        <w:t>ซาน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บิน</w:t>
      </w:r>
      <w:r>
        <w:rPr>
          <w:rFonts w:hint="cs"/>
          <w:cs/>
        </w:rPr>
        <w:t xml:space="preserve"> ษ</w:t>
      </w:r>
      <w:r w:rsidR="00C27D9F" w:rsidRPr="00C27D9F">
        <w:rPr>
          <w:rFonts w:hint="cs"/>
          <w:cs/>
        </w:rPr>
        <w:t>าบิ</w:t>
      </w:r>
      <w:r>
        <w:rPr>
          <w:rFonts w:hint="cs"/>
          <w:cs/>
        </w:rPr>
        <w:t>ต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จินตกวีชาวอาหรับได้กล่าวถึงท่านศาสดา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ศ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ในโคลงบทหนึ่งว่า</w:t>
      </w:r>
      <w:r w:rsidR="00567AC3">
        <w:rPr>
          <w:rFonts w:cs="Cordia New" w:hint="cs"/>
          <w:szCs w:val="40"/>
          <w:cs/>
        </w:rPr>
        <w:t xml:space="preserve"> “</w:t>
      </w:r>
      <w:r w:rsidR="00C27D9F" w:rsidRPr="00C27D9F">
        <w:rPr>
          <w:rFonts w:hint="cs"/>
          <w:cs/>
        </w:rPr>
        <w:t>ท่านศาสดามีความหวังอย่างมากถึงความยิ่งใหญ่ที่ไร้ขอบเขตจำกัด</w:t>
      </w:r>
      <w:r w:rsidR="00567AC3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ส่วนความหวังอั</w:t>
      </w:r>
      <w:r w:rsidR="00567AC3">
        <w:rPr>
          <w:rFonts w:hint="cs"/>
          <w:cs/>
        </w:rPr>
        <w:t>น</w:t>
      </w:r>
      <w:r w:rsidR="00C27D9F" w:rsidRPr="00C27D9F">
        <w:rPr>
          <w:rFonts w:hint="cs"/>
          <w:cs/>
        </w:rPr>
        <w:t>เล็กน้อยทั้งหลายนั้นยิ่งใหญ่กว่าโลก</w:t>
      </w:r>
      <w:r w:rsidR="00567AC3">
        <w:rPr>
          <w:rFonts w:cs="Cordia New" w:hint="cs"/>
          <w:szCs w:val="40"/>
          <w:cs/>
        </w:rPr>
        <w:t>”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ความหวังอันยิ่งใหญ่ของท่านศาสดา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นั้นปราศจากขอบเขตจำกัด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ส่วนความหวังอันเล็กน้อยของท่านนั้นยิ่งใหญ่กว่าโลกนี้</w:t>
      </w:r>
    </w:p>
    <w:p w:rsidR="00567AC3" w:rsidRDefault="00567AC3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67AC3" w:rsidRDefault="00567AC3" w:rsidP="00567AC3">
      <w:pPr>
        <w:pStyle w:val="libNormal"/>
        <w:ind w:firstLine="0"/>
      </w:pPr>
    </w:p>
    <w:p w:rsidR="00567AC3" w:rsidRDefault="00567AC3" w:rsidP="00567AC3">
      <w:pPr>
        <w:pStyle w:val="libNormal"/>
        <w:ind w:firstLine="0"/>
      </w:pPr>
      <w:r w:rsidRPr="00C27D9F">
        <w:rPr>
          <w:rFonts w:cs="Times New Roman"/>
          <w:lang w:bidi="ar-SA"/>
        </w:rPr>
        <w:t>2</w:t>
      </w:r>
      <w:r w:rsidRPr="00C27D9F">
        <w:rPr>
          <w:rFonts w:hint="cs"/>
          <w:cs/>
        </w:rPr>
        <w:t xml:space="preserve">) ในทางร่างกายท่านศาสดา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ศ</w:t>
      </w:r>
      <w:r w:rsidRPr="00C27D9F">
        <w:rPr>
          <w:rFonts w:hint="cs"/>
          <w:cs/>
        </w:rPr>
        <w:t>) เป็นผู้</w:t>
      </w:r>
      <w:r>
        <w:rPr>
          <w:rFonts w:hint="cs"/>
          <w:cs/>
        </w:rPr>
        <w:t>แข็งแกร่งและมีความกล้าหาญอย่าง</w:t>
      </w:r>
      <w:r w:rsidRPr="00C27D9F">
        <w:rPr>
          <w:rFonts w:hint="cs"/>
          <w:cs/>
        </w:rPr>
        <w:t>มาก</w:t>
      </w:r>
      <w:r>
        <w:rPr>
          <w:rFonts w:hint="cs"/>
          <w:cs/>
        </w:rPr>
        <w:t xml:space="preserve"> </w:t>
      </w:r>
      <w:r w:rsidRPr="00C27D9F">
        <w:rPr>
          <w:rFonts w:hint="cs"/>
          <w:cs/>
        </w:rPr>
        <w:t xml:space="preserve">จนกระทั่งอิมามอาลี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680C1C" w:rsidRPr="00C27D9F">
        <w:rPr>
          <w:rFonts w:hint="cs"/>
          <w:cs/>
        </w:rPr>
        <w:t>) กล่าวว่</w:t>
      </w:r>
      <w:r w:rsidR="00680C1C" w:rsidRPr="00C27D9F">
        <w:rPr>
          <w:cs/>
        </w:rPr>
        <w:t>า</w:t>
      </w:r>
      <w:r>
        <w:rPr>
          <w:rFonts w:hint="cs"/>
          <w:cs/>
        </w:rPr>
        <w:t xml:space="preserve"> “</w:t>
      </w:r>
      <w:r w:rsidR="00C27D9F" w:rsidRPr="00C27D9F">
        <w:rPr>
          <w:rFonts w:hint="cs"/>
          <w:cs/>
        </w:rPr>
        <w:t>ในสถานการณ์ที่ยากลำบากทั้งหลายเราทั้งมวลแสวงหาการอารักขาจากท่าน</w:t>
      </w:r>
      <w:r>
        <w:rPr>
          <w:rFonts w:cs="Cordia New" w:hint="cs"/>
          <w:szCs w:val="40"/>
          <w:cs/>
        </w:rPr>
        <w:t xml:space="preserve"> </w:t>
      </w:r>
      <w:r w:rsidR="00680C1C" w:rsidRPr="00C27D9F">
        <w:rPr>
          <w:rFonts w:hint="cs"/>
          <w:cs/>
        </w:rPr>
        <w:t xml:space="preserve">ท่านศาสดา </w:t>
      </w:r>
      <w:r w:rsidR="00680C1C" w:rsidRPr="00C27D9F">
        <w:rPr>
          <w:cs/>
        </w:rPr>
        <w:t>(</w:t>
      </w:r>
      <w:r w:rsidR="00C27D9F" w:rsidRPr="00C27D9F">
        <w:rPr>
          <w:rFonts w:hint="cs"/>
          <w:cs/>
        </w:rPr>
        <w:t>ศ</w:t>
      </w:r>
      <w:r w:rsidR="00680C1C" w:rsidRPr="00C27D9F">
        <w:rPr>
          <w:rFonts w:hint="cs"/>
          <w:cs/>
        </w:rPr>
        <w:t>) ได้สรรเสริญความแข็งแกร่งและความกล้าหาญอยู่เสม</w:t>
      </w:r>
      <w:r w:rsidR="00680C1C" w:rsidRPr="00C27D9F">
        <w:rPr>
          <w:cs/>
        </w:rPr>
        <w:t>อ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และด้วยเหตุนี้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บรรดาคุณลักษณะเหล่านี้ได้ยืนหยัดเคียงข้างอยู่กับคุณค่าอื่นๆทั้งหลายของมนุษย์ในอิสลาม</w:t>
      </w:r>
    </w:p>
    <w:p w:rsidR="00567AC3" w:rsidRDefault="00567AC3" w:rsidP="00567AC3">
      <w:pPr>
        <w:pStyle w:val="libNormal"/>
        <w:ind w:firstLine="0"/>
      </w:pPr>
    </w:p>
    <w:p w:rsidR="00C27D9F" w:rsidRPr="00567AC3" w:rsidRDefault="00C27D9F" w:rsidP="00567AC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นิชเช่ท์ได้รับเพียงคุณค่าเดียวเท่านั้น</w:t>
      </w:r>
      <w:r w:rsidR="00567AC3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กล่าวคือ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อำนาจและความแข็งแกร่งในฐานะที่เป็นบรรทัดฐานแห่งความสมบูรณ์และบรรดาคุณค่าอื่นๆมิได้รับการเอาใจใส่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ขณะที่ในอิสลาม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บรรดาคุณค่ามากมายเป็นที่รวมสัญลักษณ์แห่งความสมบูรณ์ของมนุษย์ในแนวคิดดังกล่าว</w:t>
      </w:r>
      <w:r w:rsidRPr="00C27D9F">
        <w:rPr>
          <w:cs/>
        </w:rPr>
        <w:t>(</w:t>
      </w:r>
      <w:r w:rsidRPr="00C27D9F">
        <w:rPr>
          <w:rFonts w:hint="cs"/>
          <w:cs/>
        </w:rPr>
        <w:t>นิชเช่ท์</w:t>
      </w:r>
      <w:r w:rsidRPr="00C27D9F">
        <w:rPr>
          <w:cs/>
        </w:rPr>
        <w:t>)</w:t>
      </w:r>
      <w:r w:rsidRPr="00C27D9F">
        <w:rPr>
          <w:rFonts w:hint="cs"/>
          <w:cs/>
        </w:rPr>
        <w:t>อำนาจคิดความเท่าเทียมกันกับสิทธิและความยุติธรรม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ส่วนความอ่อนแอนั้นคือความผิดพลาดและมันหมายถึงความพ่ายแพ้</w:t>
      </w:r>
      <w:r w:rsidRPr="00C27D9F">
        <w:rPr>
          <w:cs/>
        </w:rPr>
        <w:t>...</w:t>
      </w:r>
      <w:r w:rsidRPr="00C27D9F">
        <w:rPr>
          <w:rFonts w:hint="cs"/>
          <w:cs/>
        </w:rPr>
        <w:t>มีข้อผิดพลาดอยู่สองอย่างในทางปรัชญาของแนวคิดแบบนี้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ประการแรกมันได้ละเลยบรรดาคุณค่าทั้งหมดของมนุษย์นอกจากพลังอำนาจเท่านั้นที่ถือว่าเป็นคุณค่าในเรื่องของพระผู้เป็นเจ้าก็เช่นเดียวกัน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คุณลักษณะทั้งหลายของพระองค์มิใช่มีเพียงความแข็งแกร่งและอำนาจเท่านั้น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แต่มีสิ่งอื่นอีกมากมายเหลือคนานับที่ได้แสดงให้เห็นถึงความสมบูรณ์ในคุณลักษณะของพระองค์</w:t>
      </w:r>
      <w:r w:rsidRPr="00C27D9F">
        <w:rPr>
          <w:cs/>
        </w:rPr>
        <w:t>(</w:t>
      </w:r>
      <w:r w:rsidRPr="00C27D9F">
        <w:rPr>
          <w:rFonts w:hint="cs"/>
          <w:cs/>
        </w:rPr>
        <w:t>เพราะว่ามนุษย์ผู้สมบูรณ์ตามทั</w:t>
      </w:r>
      <w:r w:rsidR="00567AC3">
        <w:rPr>
          <w:rFonts w:hint="cs"/>
          <w:cs/>
        </w:rPr>
        <w:t>ศ</w:t>
      </w:r>
      <w:r w:rsidRPr="00C27D9F">
        <w:rPr>
          <w:rFonts w:hint="cs"/>
          <w:cs/>
        </w:rPr>
        <w:t>นะของนิชเช่ท์นั้นมีเพียงคุณค่าเดียวคือพลังอำนาจเท่านั้น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แต่ในอัลกุรอานได้เปิดเผยคุณสมบัติของอัลลอฮ</w:t>
      </w:r>
      <w:r w:rsidR="00567AC3">
        <w:rPr>
          <w:rFonts w:hint="cs"/>
          <w:cs/>
        </w:rPr>
        <w:t xml:space="preserve">์ </w:t>
      </w:r>
      <w:r w:rsidRPr="00C27D9F">
        <w:rPr>
          <w:cs/>
        </w:rPr>
        <w:t>(</w:t>
      </w:r>
      <w:r w:rsidRPr="00C27D9F">
        <w:rPr>
          <w:rFonts w:hint="cs"/>
          <w:cs/>
        </w:rPr>
        <w:t>ซ</w:t>
      </w:r>
      <w:r w:rsidRPr="00C27D9F">
        <w:rPr>
          <w:cs/>
        </w:rPr>
        <w:t>.</w:t>
      </w:r>
      <w:r w:rsidRPr="00C27D9F">
        <w:rPr>
          <w:rFonts w:hint="cs"/>
          <w:cs/>
        </w:rPr>
        <w:t>บ</w:t>
      </w:r>
      <w:r w:rsidRPr="00C27D9F">
        <w:rPr>
          <w:cs/>
        </w:rPr>
        <w:t>)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ไว้อย่างมากมายมิใช่เพียงคุณสมบัติทางด้านของพลังอำนาจหรือความแข็งแกร่งของพระองค์เพียงเท่านั้น</w:t>
      </w:r>
      <w:r w:rsidRPr="00C27D9F">
        <w:rPr>
          <w:cs/>
        </w:rPr>
        <w:t>)</w:t>
      </w:r>
    </w:p>
    <w:p w:rsidR="00567AC3" w:rsidRDefault="00567AC3" w:rsidP="00567AC3">
      <w:pPr>
        <w:pStyle w:val="libNormal"/>
        <w:ind w:firstLine="0"/>
        <w:rPr>
          <w:cs/>
        </w:rPr>
      </w:pPr>
    </w:p>
    <w:p w:rsidR="00567AC3" w:rsidRDefault="00567AC3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67AC3" w:rsidRDefault="00567AC3" w:rsidP="00567AC3">
      <w:pPr>
        <w:pStyle w:val="libNormal"/>
        <w:ind w:firstLine="0"/>
      </w:pPr>
    </w:p>
    <w:p w:rsidR="00C27D9F" w:rsidRPr="00C27D9F" w:rsidRDefault="00C27D9F" w:rsidP="00567AC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ข้อผิดพลาดที่สองอยู่ในคำจำกัดความเกี่ยวกับพลังของมันเอง</w:t>
      </w:r>
    </w:p>
    <w:p w:rsidR="00C27D9F" w:rsidRPr="00C27D9F" w:rsidRDefault="00C27D9F" w:rsidP="00567AC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ละนั่นเป็นเพียงชนิดเดียวของพลังซึ่งเป็นความแข็งแกร่งของสัตว์ไม่ว่ามันจะแพร่ขยายไปในทางร่างกายของบุคคลหรือในความปรารถนาทางกิเลสตัณหาทั้งหลายเพื่อความพึงพอใจของพวกเขาซึ่งบุคคลควรที่จะคาดคะเนดูว่า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เขาได้พลังที่มีอยู่นั้นกดขี่ข่มเหงผู้อื่นทั้งหลายด้วยวิธีใช้ความแข็งแกร่ง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ของเขาหรือไม่มีเรื่องราวหนึ่งที่รายงานไว้เกี่ยวกับศาสดา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ในความเกี่ยวเนื่องกันนี้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รั้งหนึ่งท่านได้เดินผ่านถนนสายหนึ่งในเมืองมะดีนะฮ์ที่ซึ่งพวกเด็กหนุ่มกลุ่มหนึ่งกำลังแข่งขันยกก้อนหินที่หนักหน่วงกันอยู่</w:t>
      </w:r>
    </w:p>
    <w:p w:rsidR="00C27D9F" w:rsidRPr="00C27D9F" w:rsidRDefault="00C27D9F" w:rsidP="00567AC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จึงได้เสนอที่จะทำหน้าที่เป็นผู้ตัดสินและพวกเขาทั้งหลายก็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เห็นชอบด้วย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หลังจากนั้นแล้วท่านศาสดาจึงได้กล่าวขึ้นว่า</w:t>
      </w:r>
      <w:r w:rsidRPr="00C27D9F">
        <w:rPr>
          <w:cs/>
        </w:rPr>
        <w:t xml:space="preserve"> </w:t>
      </w:r>
    </w:p>
    <w:p w:rsidR="00567AC3" w:rsidRDefault="00567AC3" w:rsidP="00567AC3">
      <w:pPr>
        <w:pStyle w:val="libNormal"/>
        <w:ind w:firstLine="0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ไม่ต้องแข่งขันกันยกหินเพื่อจะดูว่าใครแข็งแรงกว่ากันหรอก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เขาผู้ซึ่งถูกชักชวนโดยกิเลสตัณหาเพื่อที่จะให้กระทำบาปแต่เขาได้ต่อต้าน</w:t>
      </w:r>
      <w:r w:rsidR="00C27D9F" w:rsidRPr="00C27D9F">
        <w:rPr>
          <w:rFonts w:cs="Times New Roman"/>
          <w:lang w:bidi="ar-SA"/>
        </w:rPr>
        <w:t>(</w:t>
      </w:r>
      <w:r w:rsidR="00C27D9F" w:rsidRPr="00C27D9F">
        <w:rPr>
          <w:rFonts w:hint="cs"/>
          <w:cs/>
        </w:rPr>
        <w:t>และเอาชนะมัน</w:t>
      </w:r>
      <w:r w:rsidRPr="00C27D9F">
        <w:rPr>
          <w:rFonts w:hint="cs"/>
          <w:cs/>
        </w:rPr>
        <w:t>) คือผู้ที่แข็งแรงที่สุ</w:t>
      </w:r>
      <w:r w:rsidRPr="00C27D9F">
        <w:rPr>
          <w:cs/>
        </w:rPr>
        <w:t>ด</w:t>
      </w:r>
      <w:r>
        <w:rPr>
          <w:rFonts w:cs="Cordia New" w:hint="cs"/>
          <w:szCs w:val="40"/>
          <w:cs/>
        </w:rPr>
        <w:t>”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ในข้อนี้ท่านศาสดา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ได้พูดเกี่ยวกับพลังของความตั้งใจและสิ่งนั้นเป็นความแตกต่างไปจากพลังของร่างกายซึ่งมีอยู่ด้วยกันในระหว่างมนุษย์และสรรพสัตว์ใจจริยธรรมอิสลามและในทางอักษรศาสตร์ของอารีฟ</w:t>
      </w:r>
      <w:r w:rsidR="00567AC3">
        <w:rPr>
          <w:rFonts w:hint="cs"/>
          <w:cs/>
        </w:rPr>
        <w:t xml:space="preserve"> 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ความตั้งใจนี้ถือเสมือนว่าเป็นพลังที่เหนือความแข็งแกร่งของร่างกายซึ่งได้พิชิตชัยชนะเหนือบรรดาความต้องการของกิเลสตัณหา</w:t>
      </w:r>
    </w:p>
    <w:p w:rsidR="00C27D9F" w:rsidRPr="00C27D9F" w:rsidRDefault="00C27D9F" w:rsidP="00567AC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ซะอฺดีได้กล่าวในกวีบทหนึ่งว่า</w:t>
      </w:r>
      <w:r w:rsidR="00567AC3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ป้อนขนมหวานใส่ปากผู้อื่นถ้าท่านสามารถทำได้เขามิใช่ลูกผู้ชายที่จะแจกจ่ายหมัดบนปากของใครๆ</w:t>
      </w:r>
      <w:r w:rsidRPr="00C27D9F">
        <w:rPr>
          <w:cs/>
        </w:rPr>
        <w:t>(</w:t>
      </w:r>
      <w:r w:rsidRPr="00C27D9F">
        <w:rPr>
          <w:rFonts w:hint="cs"/>
          <w:cs/>
        </w:rPr>
        <w:t>ผู้ซึ่งสามารถควบคุมตนเองได้เมื่อถูกชัยฏอนมันเร่งเร้าและสามารถทำลายกิเลสตัณหาเมื่อมันมีความต้องการ</w:t>
      </w:r>
      <w:r w:rsidRPr="00C27D9F">
        <w:rPr>
          <w:cs/>
        </w:rPr>
        <w:t>)</w:t>
      </w:r>
      <w:r w:rsidR="00567AC3" w:rsidRPr="00C27D9F">
        <w:rPr>
          <w:rFonts w:hint="cs"/>
          <w:cs/>
        </w:rPr>
        <w:t xml:space="preserve"> </w:t>
      </w:r>
      <w:r w:rsidRPr="00C27D9F">
        <w:rPr>
          <w:rFonts w:hint="cs"/>
          <w:cs/>
        </w:rPr>
        <w:t>ใครคือชายผู้ซึ่งสามารถควบคุมความโกรธโลภหลงผู้</w:t>
      </w:r>
    </w:p>
    <w:p w:rsidR="00567AC3" w:rsidRDefault="00C27D9F" w:rsidP="00567AC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นั้นหนาฉันกำลังมองหาเขาอยู่ในทุกถนนหนทาง</w:t>
      </w:r>
      <w:r w:rsidR="00567AC3">
        <w:rPr>
          <w:rFonts w:cs="Cordia New" w:hint="cs"/>
          <w:szCs w:val="40"/>
          <w:cs/>
        </w:rPr>
        <w:t>”</w:t>
      </w:r>
    </w:p>
    <w:p w:rsidR="00567AC3" w:rsidRDefault="00567AC3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567AC3" w:rsidRDefault="00567AC3" w:rsidP="00567AC3">
      <w:pPr>
        <w:pStyle w:val="libNormal"/>
        <w:ind w:firstLine="0"/>
      </w:pP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การที่สามารถควบคุมตนเองได้ในความกริ้วโกรธและตัณหาระคะคือพลังอย่างหนึ่งเป็นธรรมดาอยู่เองที่บางครั้งในสิ่งที่เป็นความอ่อนแออย่างแท้จริงคือ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ผิดพลาดสำหรับพลังและนั่นก็คือเพราะเหตุใดนักสอนศีลธรรมจึงพูดว่าอารมณ์ทั้งหลายจะต้องประกอบด้วยวิทยปัญญาและความศรัทธาเพื่อที่จะครอบครองคุณค่า</w:t>
      </w:r>
      <w:r w:rsidR="00567AC3">
        <w:rPr>
          <w:rFonts w:hint="cs"/>
          <w:cs/>
        </w:rPr>
        <w:t xml:space="preserve"> </w:t>
      </w:r>
    </w:p>
    <w:p w:rsidR="00567AC3" w:rsidRDefault="00C27D9F" w:rsidP="00567AC3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ซะอฺดีแสดงความคิดเห็นเกี่ยวกับสิ่งนี้ในบทกวีของเขาว่า</w:t>
      </w:r>
      <w:r w:rsidR="00567AC3">
        <w:rPr>
          <w:rFonts w:cs="Cordia New" w:hint="cs"/>
          <w:szCs w:val="40"/>
          <w:cs/>
        </w:rPr>
        <w:t xml:space="preserve"> “</w:t>
      </w:r>
    </w:p>
    <w:p w:rsidR="00C27D9F" w:rsidRPr="00C27D9F" w:rsidRDefault="00C27D9F" w:rsidP="00567AC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การแสดงความสงสารต่อเขี้ยวเสือที่คมกริบนั้น</w:t>
      </w:r>
      <w:r w:rsidRPr="00C27D9F">
        <w:rPr>
          <w:cs/>
        </w:rPr>
        <w:t>...</w:t>
      </w:r>
      <w:r w:rsidRPr="00C27D9F">
        <w:rPr>
          <w:rFonts w:hint="cs"/>
          <w:cs/>
        </w:rPr>
        <w:t>ก็คือ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การแสดงความทารุณโหดร้ายต่อฝูงแกะ</w:t>
      </w:r>
      <w:r w:rsidR="00567AC3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ความสงสารเช่นนั้นเป็นการกระทำที่ไม่ยุติธรรมอย่าง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แท้จริงต่อผู้อ่อนแอและต่อผู้ถูกกดขี่ข่มเหง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มีกฎเกณฑ์จากอัลหะดีษรายงานว่า</w:t>
      </w:r>
      <w:r w:rsidR="00567AC3">
        <w:rPr>
          <w:rFonts w:cs="Cordia New" w:hint="cs"/>
          <w:szCs w:val="40"/>
          <w:cs/>
        </w:rPr>
        <w:t xml:space="preserve"> “</w:t>
      </w:r>
      <w:r w:rsidRPr="00C27D9F">
        <w:rPr>
          <w:rFonts w:hint="cs"/>
          <w:cs/>
        </w:rPr>
        <w:t>มาตรว่าชายผู้มีภรรยาแล้วกระทำการล่วงประเวณี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รับโทษของเขาคือความตายและหญิงที่มีสามีแล้วกระทำการล่วงประเวณีก็จะต้องถูกขว้างด้วยก้อนหินถึงตายต่อหน้าบรรดาผู้ศรัทธา</w:t>
      </w:r>
      <w:r w:rsidR="00567AC3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ถึงแม้ว่าในเรื่องดังกล่าวจะได้ก่อให้เกิดความรู้สึกสงสารหรือได้ปลุกเร้าจิตใจในหมู่ผู้ที่ยืนดูอยู่ใกล้เคียงก็ตามเพราะว่าในกรณีเช่นนี้กฎเกณฑ์ทั้งหลายของพระผู้เป็นเจ้าผู้ทรงสูงส่ง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คือสิ่งที่ก่อให้เกิดประโยชน์แก่มวลมนุษย์ที่อยู่ในความไม่ปลอดภัยและความเมตตาสงสารต่อสิ่งนั้น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หมายถึงความยุติธรรมต่อสังคม</w:t>
      </w:r>
      <w:r w:rsidR="00567AC3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ประหนึ่งการเห็นใจต่อเขี้ยวคมกริบของเสือ</w:t>
      </w:r>
      <w:r w:rsidRPr="00C27D9F">
        <w:rPr>
          <w:cs/>
        </w:rPr>
        <w:t>)</w:t>
      </w:r>
    </w:p>
    <w:p w:rsidR="00C27D9F" w:rsidRPr="00567AC3" w:rsidRDefault="00C27D9F" w:rsidP="00567AC3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อัลกุรอาน</w:t>
      </w:r>
      <w:r w:rsidR="00567AC3">
        <w:rPr>
          <w:rFonts w:hint="cs"/>
          <w:cs/>
        </w:rPr>
        <w:t xml:space="preserve"> ซู</w:t>
      </w:r>
      <w:r w:rsidRPr="00C27D9F">
        <w:rPr>
          <w:rFonts w:hint="cs"/>
          <w:cs/>
        </w:rPr>
        <w:t>เราะฮ์อันนูร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อายะฮ์ที่</w:t>
      </w:r>
      <w:r w:rsidR="00567AC3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2</w:t>
      </w:r>
      <w:r w:rsidR="00567AC3">
        <w:rPr>
          <w:rFonts w:cs="Cordia New" w:hint="cs"/>
          <w:szCs w:val="40"/>
          <w:cs/>
        </w:rPr>
        <w:t xml:space="preserve"> 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ตอนหนึ่ง</w:t>
      </w:r>
      <w:r w:rsidRPr="00C27D9F">
        <w:rPr>
          <w:cs/>
        </w:rPr>
        <w:t>)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กล่าวว่า</w:t>
      </w:r>
    </w:p>
    <w:p w:rsidR="00567AC3" w:rsidRDefault="00567AC3" w:rsidP="00567AC3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และจงอย่าให้เกิดการสงสารแก่พวกเขาทั้งสอง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ผู้ร่วมกันล่วงประเวณี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เป็นการยับยั้งเจ้า</w:t>
      </w:r>
      <w:r>
        <w:rPr>
          <w:rFonts w:hint="cs"/>
          <w:cs/>
        </w:rPr>
        <w:t xml:space="preserve"> 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เพื่อที่จะลงโทษความผิดของเขา</w:t>
      </w:r>
      <w:r w:rsidR="00C27D9F" w:rsidRPr="00C27D9F">
        <w:rPr>
          <w:cs/>
        </w:rPr>
        <w:t>)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ถ้าพวกเจ้าศรัทธาในอัลลอฮและวันสิ้นโลก</w:t>
      </w:r>
      <w:r>
        <w:rPr>
          <w:rFonts w:cs="Cordia New" w:hint="cs"/>
          <w:szCs w:val="40"/>
          <w:cs/>
        </w:rPr>
        <w:t>”</w:t>
      </w:r>
    </w:p>
    <w:p w:rsidR="00567AC3" w:rsidRDefault="00567AC3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567AC3" w:rsidRDefault="00567AC3" w:rsidP="00567AC3">
      <w:pPr>
        <w:pStyle w:val="libNormal"/>
      </w:pPr>
    </w:p>
    <w:p w:rsidR="00C27D9F" w:rsidRPr="00C27D9F" w:rsidRDefault="00C27D9F" w:rsidP="00567AC3">
      <w:pPr>
        <w:pStyle w:val="libNormal"/>
        <w:rPr>
          <w:rFonts w:cs="Times New Roman"/>
          <w:lang w:bidi="ar-SA"/>
        </w:rPr>
      </w:pPr>
      <w:r w:rsidRPr="00C27D9F">
        <w:rPr>
          <w:rFonts w:hint="cs"/>
          <w:cs/>
        </w:rPr>
        <w:t>ปัจจุบันนี้มีการพูดกันอยู่เสมอว่า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การประหารชีวิตไม่มีความหมายอันใดและไร้มนุษยธรรมการถกเ</w:t>
      </w:r>
      <w:r w:rsidR="00567AC3">
        <w:rPr>
          <w:rFonts w:hint="cs"/>
          <w:cs/>
        </w:rPr>
        <w:t>ถี</w:t>
      </w:r>
      <w:r w:rsidRPr="00C27D9F">
        <w:rPr>
          <w:rFonts w:hint="cs"/>
          <w:cs/>
        </w:rPr>
        <w:t>ยงกันของพวกเขาก็คือว่า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อาชญากรควรที่จะได้รับการกลับตัวเสียใหม่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การกลับตัวเป็นความถูกต้อง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แต่มันก็น่าที่จะมีมา</w:t>
      </w:r>
    </w:p>
    <w:p w:rsidR="00C27D9F" w:rsidRPr="00C27D9F" w:rsidRDefault="00C27D9F" w:rsidP="00567AC3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ก่อนหน้าอาชญากรรมหลายๆสังคม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ขาดพลังแห่งความรู้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ในขณะที่วิถีทางของความเลร้ายมีอยู่ดาษดื่น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ถ้าหากว่าการลงโทษถึงตาย</w:t>
      </w:r>
      <w:r w:rsidRPr="00C27D9F">
        <w:rPr>
          <w:cs/>
        </w:rPr>
        <w:t>(</w:t>
      </w:r>
      <w:r w:rsidRPr="00C27D9F">
        <w:rPr>
          <w:rFonts w:hint="cs"/>
          <w:cs/>
        </w:rPr>
        <w:t>การประหาร</w:t>
      </w:r>
      <w:r w:rsidRPr="00C27D9F">
        <w:rPr>
          <w:cs/>
        </w:rPr>
        <w:t>)</w:t>
      </w:r>
      <w:r w:rsidRPr="00C27D9F">
        <w:rPr>
          <w:rFonts w:hint="cs"/>
          <w:cs/>
        </w:rPr>
        <w:t>ถูกล้มเลิกขี</w:t>
      </w:r>
      <w:r w:rsidR="00567AC3">
        <w:rPr>
          <w:rFonts w:hint="cs"/>
          <w:cs/>
        </w:rPr>
        <w:t>ด</w:t>
      </w:r>
      <w:r w:rsidRPr="00C27D9F">
        <w:rPr>
          <w:rFonts w:hint="cs"/>
          <w:cs/>
        </w:rPr>
        <w:t>ความสามารถของอาชญกรซึ่งมิได้กลับตัวก็จะกลายเป็นความเคลื่อนไหวมากยิ่งขึ้นและพวกเขาก็คือผู้ที่สนับสนุนเพื่อจะได้เกิด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อาชญากรรมเพิ่มขึ้นบรรดาผู้ต่อต้านที่คัดค้านการตัดมือผู้ร้ายลักทรัพย์ก็เช่นเดียวกันทั้งๆที่เราก็ได้เห็นแล้วว่ามันเป็นความมากมายเพียงใดในเรื่องของผู้ร้ายลักทรัพย์และการนำไปสู่การประกอบอาชญกรรมทั้งหลายก็ทำได้ง่ายดายเพราะว่าบทลงโทษที่แสนจะเบาบางหรือแม้แต่การเพิกเฉยต่อมัน</w:t>
      </w:r>
      <w:r w:rsidRPr="00C27D9F">
        <w:rPr>
          <w:cs/>
        </w:rPr>
        <w:t>...</w:t>
      </w:r>
    </w:p>
    <w:p w:rsidR="00567AC3" w:rsidRDefault="00567AC3" w:rsidP="00567AC3">
      <w:pPr>
        <w:pStyle w:val="libNormal"/>
        <w:ind w:firstLine="0"/>
      </w:pP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ดังนั้นเราจึงแน่ใจว่าสถาบันทางอำนาจไม่ได้รู้จักคุณค่าอื่นๆทั้งหลายของมนุษย์เลยและไม่ยอมรับในพลังหรืออำนาจในตัวของมันเองพลัง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หมายถึงการช่วยเหลือผู้อื่นทั้งหลาย</w:t>
      </w:r>
    </w:p>
    <w:p w:rsidR="00567AC3" w:rsidRDefault="00567AC3" w:rsidP="00567AC3">
      <w:pPr>
        <w:pStyle w:val="libNormal"/>
        <w:ind w:firstLine="0"/>
        <w:rPr>
          <w:rFonts w:cs="Cordia New"/>
          <w:szCs w:val="40"/>
        </w:rPr>
      </w:pP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อิมามอาลี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กล่าวแก่บุตรชายทั้งสองของท่านอิมามฮะซันและอิมามฮุเซน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ว่า</w:t>
      </w:r>
      <w:r w:rsidR="00C27D9F" w:rsidRPr="00C27D9F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จงให้ความแข็งแกร่งของเจ้าได้ถูกใช้ไปในการช่วยเหลือประชาชนผู้ถูกกดขี่และในการต่อสู้กับบรรดาผู้กดขี่ข่มเหงเถิด</w:t>
      </w:r>
      <w:r>
        <w:rPr>
          <w:rFonts w:cs="Cordia New" w:hint="cs"/>
          <w:szCs w:val="40"/>
          <w:cs/>
        </w:rPr>
        <w:t>”</w:t>
      </w:r>
    </w:p>
    <w:p w:rsidR="00567AC3" w:rsidRDefault="00C27D9F" w:rsidP="00567AC3">
      <w:pPr>
        <w:pStyle w:val="libNormal"/>
        <w:ind w:firstLine="0"/>
      </w:pPr>
      <w:r w:rsidRPr="00C27D9F">
        <w:rPr>
          <w:rFonts w:hint="cs"/>
          <w:cs/>
        </w:rPr>
        <w:t>ความเจ็บแค้น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ความอิจฉาริษยา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ความประสงค์ร้ายและทั้งห</w:t>
      </w:r>
      <w:r w:rsidR="00567AC3">
        <w:rPr>
          <w:rFonts w:hint="cs"/>
          <w:cs/>
        </w:rPr>
        <w:t>มดของความเลวทรามเหล่านี้มีรากเหง้</w:t>
      </w:r>
      <w:r w:rsidRPr="00C27D9F">
        <w:rPr>
          <w:rFonts w:hint="cs"/>
          <w:cs/>
        </w:rPr>
        <w:t>าของมันอยู่ในความอ่อนแอ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เขาผู้ซึ่งผูกพยาบาทและได้รับความทุกข์ทรมานจากการมีนิสัยเช่นนี้มิใช่ผู้แข็งแกร่ง</w:t>
      </w:r>
      <w:r w:rsidR="00567AC3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แต่อ่อนแออย่างมาก</w:t>
      </w:r>
      <w:r w:rsidR="00567AC3">
        <w:rPr>
          <w:rFonts w:hint="cs"/>
          <w:cs/>
        </w:rPr>
        <w:t xml:space="preserve"> </w:t>
      </w:r>
    </w:p>
    <w:p w:rsidR="00567AC3" w:rsidRDefault="00567AC3" w:rsidP="00567AC3">
      <w:pPr>
        <w:pStyle w:val="libNormal"/>
        <w:ind w:firstLine="0"/>
        <w:rPr>
          <w:cs/>
        </w:rPr>
      </w:pPr>
    </w:p>
    <w:p w:rsidR="00567AC3" w:rsidRDefault="00567AC3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DE411E" w:rsidRDefault="00DE411E" w:rsidP="00567AC3">
      <w:pPr>
        <w:pStyle w:val="libNormal"/>
        <w:ind w:firstLine="0"/>
        <w:rPr>
          <w:rFonts w:cstheme="minorBidi"/>
          <w:rtl/>
          <w:lang w:bidi="fa-IR"/>
        </w:rPr>
      </w:pPr>
    </w:p>
    <w:p w:rsidR="00DE411E" w:rsidRDefault="00C27D9F" w:rsidP="00567AC3">
      <w:pPr>
        <w:pStyle w:val="libNormal"/>
        <w:ind w:firstLine="0"/>
        <w:rPr>
          <w:rFonts w:cstheme="minorBidi"/>
          <w:rtl/>
          <w:lang w:bidi="fa-IR"/>
        </w:rPr>
      </w:pPr>
      <w:r w:rsidRPr="00C27D9F">
        <w:rPr>
          <w:rFonts w:hint="cs"/>
          <w:cs/>
        </w:rPr>
        <w:t>ผู้แข็งแกร่งนั้นยากนักที่จะมีความอิจฉาริษยาหรือผูกพยาบาท</w:t>
      </w:r>
    </w:p>
    <w:p w:rsidR="00DE411E" w:rsidRDefault="00C27D9F" w:rsidP="00DE411E">
      <w:pPr>
        <w:pStyle w:val="libNormal"/>
        <w:ind w:firstLine="0"/>
        <w:rPr>
          <w:rFonts w:cstheme="minorBidi"/>
          <w:rtl/>
          <w:lang w:bidi="fa-IR"/>
        </w:rPr>
      </w:pPr>
      <w:r w:rsidRPr="00C27D9F">
        <w:rPr>
          <w:rFonts w:hint="cs"/>
          <w:cs/>
        </w:rPr>
        <w:t>คำพูดหนึ่งที่เป็นคำบรรยายความจากอิมามฮุเซน</w:t>
      </w:r>
      <w:r w:rsidR="00DE411E">
        <w:rPr>
          <w:rFonts w:cstheme="minorBidi" w:hint="cs"/>
          <w:rtl/>
          <w:lang w:bidi="fa-IR"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DE411E">
        <w:rPr>
          <w:rFonts w:cstheme="minorBidi" w:hint="cs"/>
          <w:rtl/>
          <w:lang w:bidi="fa-IR"/>
        </w:rPr>
        <w:t xml:space="preserve"> </w:t>
      </w:r>
      <w:r w:rsidRPr="00C27D9F">
        <w:rPr>
          <w:rFonts w:hint="cs"/>
          <w:cs/>
        </w:rPr>
        <w:t>กล่าวว่า</w:t>
      </w:r>
      <w:r w:rsidRPr="00C27D9F">
        <w:rPr>
          <w:cs/>
        </w:rPr>
        <w:t xml:space="preserve"> </w:t>
      </w:r>
    </w:p>
    <w:p w:rsidR="00DE411E" w:rsidRDefault="00DE411E" w:rsidP="00DE411E">
      <w:pPr>
        <w:pStyle w:val="libNormal"/>
        <w:ind w:firstLine="0"/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พลังเป็นสิ่งขจัดความจงเกลียดจงชัง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hint="cs"/>
          <w:cs/>
        </w:rPr>
        <w:t>ในทางตรงกันข้ามกับสิ่งนี้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ก็คือ</w:t>
      </w:r>
      <w:r>
        <w:rPr>
          <w:rFonts w:hint="cs"/>
          <w:cs/>
        </w:rPr>
        <w:t xml:space="preserve"> </w:t>
      </w:r>
    </w:p>
    <w:p w:rsidR="00DE411E" w:rsidRDefault="00C27D9F" w:rsidP="00DE411E">
      <w:pPr>
        <w:pStyle w:val="libNormal"/>
        <w:ind w:firstLine="0"/>
      </w:pPr>
      <w:r w:rsidRPr="00C27D9F">
        <w:rPr>
          <w:rFonts w:hint="cs"/>
          <w:cs/>
        </w:rPr>
        <w:t>ความอ่อนแอคือต้นเหตุของความจงเกลียดจงชั</w:t>
      </w:r>
      <w:r w:rsidR="00DE411E">
        <w:rPr>
          <w:rFonts w:hint="cs"/>
          <w:cs/>
        </w:rPr>
        <w:t xml:space="preserve">ง </w:t>
      </w:r>
    </w:p>
    <w:p w:rsidR="00DE411E" w:rsidRDefault="00C27D9F" w:rsidP="00DE411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ประโยคอื่นๆอีกที่อ้างถึงคำพูดของอิมามอาลี</w:t>
      </w:r>
      <w:r w:rsidR="00DE411E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เกี่ยวกับการให้ร้ายซึ่งเป็นข้อควรจำท่านถูกถามว่า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ผู้คนประเภทใดที่ชอบการให้ร้ายป้ายสีและท่านได้ตอบว่า</w:t>
      </w:r>
      <w:r w:rsidRPr="00C27D9F">
        <w:rPr>
          <w:cs/>
        </w:rPr>
        <w:t xml:space="preserve"> </w:t>
      </w:r>
      <w:r w:rsidR="00DE411E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ผู้มีความอ่อนแอมันคือความพยายามอย่างสุดเหวี่ยงของความอ่อนแอ</w:t>
      </w:r>
      <w:r w:rsidR="00DE411E">
        <w:rPr>
          <w:rFonts w:cs="Cordia New" w:hint="cs"/>
          <w:szCs w:val="40"/>
          <w:cs/>
        </w:rPr>
        <w:t>”</w:t>
      </w:r>
    </w:p>
    <w:p w:rsidR="00C27D9F" w:rsidRPr="00C27D9F" w:rsidRDefault="00C27D9F" w:rsidP="00DE411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บุคคลผู้แข็งแกร่งไม่มีความต้องการมัน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ท่านใด้ให้เหตุผลว่าการล่วงประเวณีเป็นความอ่อนแอเช่นเดียวกัน</w:t>
      </w:r>
    </w:p>
    <w:p w:rsidR="00DE411E" w:rsidRDefault="00C27D9F" w:rsidP="00DE411E">
      <w:pPr>
        <w:pStyle w:val="libNormal"/>
        <w:ind w:firstLine="0"/>
      </w:pPr>
      <w:r w:rsidRPr="00C27D9F">
        <w:rPr>
          <w:rFonts w:hint="cs"/>
          <w:cs/>
        </w:rPr>
        <w:t>เพราะว่าบุคคลที่มีความสำนึกในชื่อเสียงเกียรติยศและผู้แข็งแกร่งทางด้านความศรัทธาจะไม่ไปมั่วสุมกับสิ่งเลวร้ายนั้น</w:t>
      </w:r>
    </w:p>
    <w:p w:rsidR="00DE411E" w:rsidRDefault="00C27D9F" w:rsidP="00DE411E">
      <w:pPr>
        <w:pStyle w:val="libNormal"/>
        <w:ind w:firstLine="0"/>
      </w:pPr>
      <w:r w:rsidRPr="00C27D9F">
        <w:rPr>
          <w:cs/>
        </w:rPr>
        <w:t>.</w:t>
      </w:r>
      <w:r w:rsidRPr="00C27D9F">
        <w:rPr>
          <w:rFonts w:hint="cs"/>
          <w:cs/>
        </w:rPr>
        <w:t>อิสลามมิได้เห็นพ้องด้วยกับความอ่อนแอ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ในเวลาเดียวกันก็มิได้ถือว่าความแข็งแกร่งเพียงเท่านั้นที่จะเป็นบรรทัดฐานแห่งความสมบูรณ์ยิ่งกว่านั้นความแข็งแกร่งประกอบด้วยความประเสริฐหลากหลายและเป็นลำดับหนึ่งในอิสลามซึ่งได้ถูกละเลยในสำนักแนวคิดอื่นๆบางแห่งการลงความเห็นอยู่ในความพึงพอใจของสังคม</w:t>
      </w:r>
      <w:r w:rsidR="00DE411E">
        <w:rPr>
          <w:rFonts w:hint="cs"/>
          <w:cs/>
        </w:rPr>
        <w:t xml:space="preserve"> </w:t>
      </w:r>
    </w:p>
    <w:p w:rsidR="00DE411E" w:rsidRDefault="00C27D9F" w:rsidP="00DE411E">
      <w:pPr>
        <w:pStyle w:val="libNormal"/>
        <w:ind w:firstLine="0"/>
      </w:pPr>
      <w:r w:rsidRPr="00C27D9F">
        <w:rPr>
          <w:rFonts w:hint="cs"/>
          <w:cs/>
        </w:rPr>
        <w:t>การเห็นอกเห็นใจมิใช่เป็นความอ่อนแอ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แต่เป็นความแผ่เมตตาและกุศลทาน</w:t>
      </w:r>
    </w:p>
    <w:p w:rsidR="00DE411E" w:rsidRDefault="00DE411E" w:rsidP="00DE411E">
      <w:pPr>
        <w:pStyle w:val="libNormal"/>
        <w:ind w:firstLine="0"/>
      </w:pPr>
    </w:p>
    <w:p w:rsidR="00DE411E" w:rsidRDefault="00DE411E" w:rsidP="00DE411E">
      <w:pPr>
        <w:pStyle w:val="libNormal"/>
        <w:ind w:firstLine="0"/>
      </w:pPr>
    </w:p>
    <w:p w:rsidR="00DE411E" w:rsidRDefault="00DE411E" w:rsidP="00DE411E">
      <w:pPr>
        <w:pStyle w:val="libNormal"/>
        <w:ind w:firstLine="0"/>
      </w:pPr>
    </w:p>
    <w:p w:rsidR="00DE411E" w:rsidRDefault="00DE411E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DE411E" w:rsidRDefault="00DE411E" w:rsidP="00DE411E">
      <w:pPr>
        <w:pStyle w:val="libNormal"/>
        <w:ind w:firstLine="0"/>
      </w:pPr>
    </w:p>
    <w:p w:rsidR="00DE411E" w:rsidRDefault="00C27D9F" w:rsidP="00DE411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สำนักแนวคิดอื่นๆอีกคือ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กลุ่มซูฟีซึ่งแพร่หลายอยู่ในอินเดียเป็นส่วนมากและมีอยู่บ้างที่ทำการเผยแพร่โดยคริสตศาสนาคือสำนักแห่งความรักในสำนักแห่งนี้ความสมบูรณ์ของมนุษย์อยู่ในการรับใช้ผู้คนแล</w:t>
      </w:r>
      <w:r w:rsidR="00DE411E">
        <w:rPr>
          <w:rFonts w:hint="cs"/>
          <w:cs/>
        </w:rPr>
        <w:t>ะให้ความรักแก่พวกเขา สิ่งนี้เป็น</w:t>
      </w:r>
      <w:r w:rsidRPr="00C27D9F">
        <w:rPr>
          <w:rFonts w:hint="cs"/>
          <w:cs/>
        </w:rPr>
        <w:t>ขั้วที่ตรงกันข้ามกับสำนักของนิชเช่ท์</w:t>
      </w:r>
    </w:p>
    <w:p w:rsidR="00C27D9F" w:rsidRPr="00C27D9F" w:rsidRDefault="00C27D9F" w:rsidP="00DE411E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เพราะ</w:t>
      </w:r>
      <w:r w:rsidR="00DE411E">
        <w:rPr>
          <w:rFonts w:hint="cs"/>
          <w:cs/>
        </w:rPr>
        <w:t>ว่าความมี</w:t>
      </w:r>
      <w:r w:rsidRPr="00C27D9F">
        <w:rPr>
          <w:rFonts w:hint="cs"/>
          <w:cs/>
        </w:rPr>
        <w:t>มนุษยธรรมในตะวันตก</w:t>
      </w:r>
      <w:r w:rsidR="00DE411E">
        <w:rPr>
          <w:rFonts w:hint="cs"/>
          <w:cs/>
        </w:rPr>
        <w:t xml:space="preserve"> หมายถึง </w:t>
      </w:r>
      <w:r w:rsidRPr="00C27D9F">
        <w:rPr>
          <w:rFonts w:hint="cs"/>
          <w:cs/>
        </w:rPr>
        <w:t>การรับใช้ต่อเพื่อนมนุษย์</w:t>
      </w:r>
    </w:p>
    <w:p w:rsidR="00DE411E" w:rsidRDefault="00C27D9F" w:rsidP="00DE411E">
      <w:pPr>
        <w:pStyle w:val="libNormal"/>
        <w:ind w:firstLine="0"/>
      </w:pPr>
      <w:r w:rsidRPr="00C27D9F">
        <w:rPr>
          <w:rFonts w:hint="cs"/>
          <w:cs/>
        </w:rPr>
        <w:t>ทั้งหลายเป็นเพียงคำพูดเท่านั้นและคำว่า</w:t>
      </w:r>
      <w:r w:rsidR="00DE411E">
        <w:rPr>
          <w:rFonts w:cs="Cordia New" w:hint="cs"/>
          <w:szCs w:val="40"/>
          <w:cs/>
        </w:rPr>
        <w:t xml:space="preserve"> “</w:t>
      </w:r>
      <w:r w:rsidR="00DE411E">
        <w:rPr>
          <w:rFonts w:hint="cs"/>
          <w:cs/>
        </w:rPr>
        <w:t>มนุษยธ</w:t>
      </w:r>
      <w:r w:rsidRPr="00C27D9F">
        <w:rPr>
          <w:rFonts w:hint="cs"/>
          <w:cs/>
        </w:rPr>
        <w:t>รรม</w:t>
      </w:r>
      <w:r w:rsidR="00DE411E">
        <w:rPr>
          <w:rFonts w:hint="cs"/>
          <w:cs/>
        </w:rPr>
        <w:t xml:space="preserve">” </w:t>
      </w:r>
      <w:r w:rsidRPr="00C27D9F">
        <w:rPr>
          <w:rFonts w:hint="cs"/>
          <w:cs/>
        </w:rPr>
        <w:t>ใช้ในฐานะโดยการยัดเยียดของบรรดาสื่อสารมวลชน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หมายถึงเป็นความใจบุญสุนทาน</w:t>
      </w:r>
    </w:p>
    <w:p w:rsidR="00DE411E" w:rsidRDefault="00DE411E" w:rsidP="00DE411E">
      <w:pPr>
        <w:pStyle w:val="libNormal"/>
        <w:ind w:firstLine="0"/>
      </w:pPr>
    </w:p>
    <w:p w:rsidR="00DE411E" w:rsidRDefault="00C27D9F" w:rsidP="00DE411E">
      <w:pPr>
        <w:pStyle w:val="libNormal"/>
        <w:ind w:firstLine="0"/>
      </w:pPr>
      <w:r w:rsidRPr="00C27D9F">
        <w:rPr>
          <w:rFonts w:hint="cs"/>
          <w:cs/>
        </w:rPr>
        <w:t>ซะอฺดี</w:t>
      </w:r>
      <w:r w:rsidR="00DE411E" w:rsidRPr="00C27D9F">
        <w:rPr>
          <w:rFonts w:cs="Times New Roman"/>
          <w:lang w:bidi="ar-SA"/>
        </w:rPr>
        <w:t>,</w:t>
      </w:r>
      <w:r w:rsidR="00DE411E" w:rsidRPr="00C27D9F">
        <w:rPr>
          <w:rFonts w:hint="cs"/>
          <w:cs/>
        </w:rPr>
        <w:t xml:space="preserve"> จินตกวีของเราทั้งที่เขาก็อยู่ในสำนักแห่งความรักเช่นเดียวกันบางครั้งเขาก็ไม่เห็นพ้องกับการกระทำอันเลยเถิดของพวกซูฟีบางกลุ่มที่ปฏิบัต</w:t>
      </w:r>
      <w:r w:rsidR="00DE411E" w:rsidRPr="00C27D9F">
        <w:rPr>
          <w:cs/>
        </w:rPr>
        <w:t>ิ</w:t>
      </w:r>
      <w:r w:rsidRPr="00C27D9F">
        <w:rPr>
          <w:rFonts w:hint="cs"/>
          <w:cs/>
        </w:rPr>
        <w:t>ในวิถีทางที่เกินความเป็นจริงโดยกล่าวว่า</w:t>
      </w:r>
    </w:p>
    <w:p w:rsidR="00DE411E" w:rsidRDefault="00DE411E" w:rsidP="00DE411E">
      <w:pPr>
        <w:pStyle w:val="libNormal"/>
        <w:ind w:firstLine="0"/>
      </w:pPr>
      <w:r>
        <w:rPr>
          <w:rFonts w:cs="Cordia New" w:hint="cs"/>
          <w:szCs w:val="40"/>
          <w:cs/>
        </w:rPr>
        <w:t xml:space="preserve"> “</w:t>
      </w:r>
      <w:r w:rsidR="00C27D9F" w:rsidRPr="00C27D9F">
        <w:rPr>
          <w:rFonts w:hint="cs"/>
          <w:cs/>
        </w:rPr>
        <w:t>การอิบาดัตมิใช่อื่นใด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เพียงแต่เป็นการรับใช้ผู้คนและมิใช่ด้วยลูกประคำ</w:t>
      </w:r>
      <w:r w:rsidRPr="00C27D9F">
        <w:rPr>
          <w:rFonts w:cs="Times New Roman"/>
          <w:lang w:bidi="ar-SA"/>
        </w:rPr>
        <w:t>,</w:t>
      </w:r>
      <w:r w:rsidRPr="00C27D9F">
        <w:rPr>
          <w:rFonts w:hint="cs"/>
          <w:cs/>
        </w:rPr>
        <w:t xml:space="preserve"> พรมนมาซหรือเสื้อคลุมคำพูดของเข</w:t>
      </w:r>
      <w:r w:rsidRPr="00C27D9F">
        <w:rPr>
          <w:cs/>
        </w:rPr>
        <w:t>า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บางครั้งได้ถากถางอย่างชัดแจ้งต่อซูฟีกลุ่มที่มิได้รู้เรื่องรายละเอียดอันใดเลยเกี่ยวกับความเมตตากรุณา</w:t>
      </w:r>
    </w:p>
    <w:p w:rsidR="00DE411E" w:rsidRDefault="00C27D9F" w:rsidP="00DE411E">
      <w:pPr>
        <w:pStyle w:val="libNormal"/>
        <w:ind w:firstLine="0"/>
      </w:pPr>
      <w:r w:rsidRPr="00C27D9F">
        <w:rPr>
          <w:rFonts w:hint="cs"/>
          <w:cs/>
        </w:rPr>
        <w:t>ส่วนคนอื่นๆก็อ้างถึงแนวความคิดเช่นเดียวกันนี้ว่า</w:t>
      </w:r>
    </w:p>
    <w:p w:rsidR="00DE411E" w:rsidRDefault="00C27D9F" w:rsidP="00DE411E">
      <w:pPr>
        <w:pStyle w:val="libNormal"/>
        <w:ind w:firstLine="0"/>
      </w:pPr>
      <w:r w:rsidRPr="00C27D9F">
        <w:rPr>
          <w:cs/>
        </w:rPr>
        <w:t xml:space="preserve"> </w:t>
      </w:r>
      <w:r w:rsidRPr="00C27D9F">
        <w:rPr>
          <w:rFonts w:cs="Times New Roman"/>
          <w:lang w:bidi="ar-SA"/>
        </w:rPr>
        <w:t>“</w:t>
      </w:r>
      <w:r w:rsidRPr="00C27D9F">
        <w:rPr>
          <w:rFonts w:hint="cs"/>
          <w:cs/>
        </w:rPr>
        <w:t>ท่านอาจดื่มด่ำหรือเผาธรรมาสน์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แต่จงละเว้นจากการทำร้ายคนอื่น</w:t>
      </w:r>
      <w:r w:rsidRPr="00C27D9F">
        <w:rPr>
          <w:rFonts w:cs="Times New Roman" w:hint="eastAsia"/>
          <w:lang w:bidi="ar-SA"/>
        </w:rPr>
        <w:t>”</w:t>
      </w:r>
      <w:r w:rsidRPr="00C27D9F">
        <w:rPr>
          <w:rFonts w:hint="cs"/>
          <w:cs/>
        </w:rPr>
        <w:t>เช่นเดียวกัน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ในสำนักแห่งความรักนี้ก็มีเพียงคุณค่าเดียวเท่านั้นและนั่นก็คือความเมตตากรุณากับข้อเสียหา</w:t>
      </w:r>
      <w:r w:rsidR="00DE411E">
        <w:rPr>
          <w:rFonts w:hint="cs"/>
          <w:cs/>
        </w:rPr>
        <w:t>ย</w:t>
      </w:r>
      <w:r w:rsidRPr="00C27D9F">
        <w:rPr>
          <w:rFonts w:hint="cs"/>
          <w:cs/>
        </w:rPr>
        <w:t>เพียงอย่างเดียวซึ่งก็คือ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การทำอันตรายต่อผู้คน</w:t>
      </w:r>
    </w:p>
    <w:p w:rsidR="00DE411E" w:rsidRDefault="00DE411E" w:rsidP="00DE411E">
      <w:pPr>
        <w:pStyle w:val="libNormal"/>
        <w:ind w:firstLine="0"/>
      </w:pPr>
    </w:p>
    <w:p w:rsidR="00DE411E" w:rsidRDefault="00DE411E" w:rsidP="00DE411E">
      <w:pPr>
        <w:pStyle w:val="libNormal"/>
        <w:ind w:firstLine="0"/>
      </w:pPr>
    </w:p>
    <w:p w:rsidR="00DE411E" w:rsidRDefault="00DE411E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DE411E" w:rsidRDefault="00DE411E" w:rsidP="00DE411E">
      <w:pPr>
        <w:pStyle w:val="libNormal"/>
        <w:ind w:firstLine="0"/>
      </w:pPr>
    </w:p>
    <w:p w:rsidR="00DE411E" w:rsidRDefault="00C27D9F" w:rsidP="00DE411E">
      <w:pPr>
        <w:pStyle w:val="libNormal"/>
        <w:ind w:firstLine="0"/>
      </w:pPr>
      <w:r w:rsidRPr="00C27D9F">
        <w:rPr>
          <w:rFonts w:hint="cs"/>
          <w:cs/>
        </w:rPr>
        <w:t>คัมภีร์อัลกุรอานได้สนับสนุ</w:t>
      </w:r>
      <w:r w:rsidR="00DE411E">
        <w:rPr>
          <w:rFonts w:hint="cs"/>
          <w:cs/>
        </w:rPr>
        <w:t>น</w:t>
      </w:r>
      <w:r w:rsidRPr="00C27D9F">
        <w:rPr>
          <w:rFonts w:hint="cs"/>
          <w:cs/>
        </w:rPr>
        <w:t>อย่างมากในเรื่องความเมตตากรุณา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แต่มิได้จำกัดขอบเขตของความสมบูรณ์แก่มันโดยได้กล่าวไว้ใน</w:t>
      </w:r>
      <w:r w:rsidR="00DE411E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="00DE411E">
        <w:rPr>
          <w:rFonts w:hint="cs"/>
          <w:cs/>
        </w:rPr>
        <w:t>อัลนะห์ล์</w:t>
      </w:r>
    </w:p>
    <w:p w:rsidR="00DE411E" w:rsidRPr="00C27D9F" w:rsidRDefault="00C27D9F" w:rsidP="00DE411E">
      <w:pPr>
        <w:pStyle w:val="libNormal"/>
        <w:ind w:firstLine="0"/>
      </w:pPr>
      <w:r w:rsidRPr="00C27D9F">
        <w:rPr>
          <w:rFonts w:hint="cs"/>
          <w:cs/>
        </w:rPr>
        <w:t>อายะฮ์ที่</w:t>
      </w:r>
      <w:r w:rsidR="00DE411E">
        <w:rPr>
          <w:rFonts w:hint="cs"/>
          <w:cs/>
        </w:rPr>
        <w:t xml:space="preserve"> </w:t>
      </w:r>
      <w:r w:rsidRPr="00C27D9F">
        <w:rPr>
          <w:rFonts w:cs="Times New Roman"/>
          <w:lang w:bidi="ar-SA"/>
        </w:rPr>
        <w:t>90</w:t>
      </w:r>
      <w:r w:rsidR="00680C1C">
        <w:rPr>
          <w:rFonts w:cs="Cordia New" w:hint="cs"/>
          <w:szCs w:val="40"/>
          <w:cs/>
        </w:rPr>
        <w:t xml:space="preserve"> 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ว่า</w:t>
      </w:r>
      <w:r w:rsidR="00DE411E">
        <w:rPr>
          <w:rFonts w:hint="cs"/>
          <w:cs/>
        </w:rPr>
        <w:t>)</w:t>
      </w:r>
    </w:p>
    <w:p w:rsidR="00C27D9F" w:rsidRPr="00C27D9F" w:rsidRDefault="00DE411E" w:rsidP="00DE411E">
      <w:pPr>
        <w:pStyle w:val="libNormal"/>
        <w:rPr>
          <w:rFonts w:cs="Times New Roman"/>
          <w:lang w:bidi="ar-SA"/>
        </w:rPr>
      </w:pPr>
      <w:r>
        <w:rPr>
          <w:rFonts w:hint="cs"/>
          <w:cs/>
        </w:rPr>
        <w:t>“</w:t>
      </w:r>
      <w:r w:rsidR="00C27D9F" w:rsidRPr="00C27D9F">
        <w:rPr>
          <w:rFonts w:hint="cs"/>
          <w:cs/>
        </w:rPr>
        <w:t>แน่นอนอัลลอฮ</w:t>
      </w:r>
      <w:r>
        <w:rPr>
          <w:rFonts w:hint="cs"/>
          <w:cs/>
        </w:rPr>
        <w:t>์</w:t>
      </w:r>
      <w:r w:rsidR="00C27D9F" w:rsidRPr="00C27D9F">
        <w:rPr>
          <w:rFonts w:hint="cs"/>
          <w:cs/>
        </w:rPr>
        <w:t>ทรงบัญชาให้มีการปฏิบัติในเรื่องของความยุติธรรมและการกระทำความดี</w:t>
      </w:r>
      <w:r w:rsidR="00C27D9F" w:rsidRPr="00C27D9F">
        <w:rPr>
          <w:cs/>
        </w:rPr>
        <w:t>(</w:t>
      </w:r>
      <w:r w:rsidR="00C27D9F" w:rsidRPr="00C27D9F">
        <w:rPr>
          <w:rFonts w:hint="cs"/>
          <w:cs/>
        </w:rPr>
        <w:t>ต่อผู้อื่น</w:t>
      </w:r>
      <w:r w:rsidR="00C27D9F" w:rsidRPr="00C27D9F">
        <w:rPr>
          <w:cs/>
        </w:rPr>
        <w:t>)</w:t>
      </w:r>
      <w:r w:rsidR="00C27D9F" w:rsidRPr="00C27D9F">
        <w:rPr>
          <w:rFonts w:hint="cs"/>
          <w:cs/>
        </w:rPr>
        <w:t>และการให้แก่เครือญาติและพระองค์ทรงห้ามในความประพฤติต่ำทรามและชั่วช้าและการก่อความเสียหายพระองค์ทรงเตือน</w:t>
      </w:r>
    </w:p>
    <w:p w:rsidR="00DE411E" w:rsidRDefault="00C27D9F" w:rsidP="00DE411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สำหรับสูเจ้าเพื่อบางทีสูเจ้าจักได้สำรวม</w:t>
      </w:r>
      <w:r w:rsidR="00DE411E">
        <w:rPr>
          <w:rFonts w:cs="Cordia New" w:hint="cs"/>
          <w:szCs w:val="40"/>
          <w:cs/>
        </w:rPr>
        <w:t>”</w:t>
      </w:r>
    </w:p>
    <w:p w:rsidR="00DE411E" w:rsidRDefault="00C27D9F" w:rsidP="00DE411E">
      <w:pPr>
        <w:pStyle w:val="libNormal"/>
        <w:ind w:firstLine="0"/>
      </w:pPr>
      <w:r w:rsidRPr="00C27D9F">
        <w:rPr>
          <w:rFonts w:hint="cs"/>
          <w:cs/>
        </w:rPr>
        <w:t>ความใจกว้างเอื้อเฟื้อเผื่อแผ่เป็นหลักการของอัลกุรอาน</w:t>
      </w:r>
      <w:r w:rsidR="00DE411E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หมายถึง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การให้ความสำคัญแก่ผู้อื่นก่อน</w:t>
      </w:r>
      <w:r w:rsidR="00DE411E">
        <w:rPr>
          <w:rFonts w:hint="cs"/>
          <w:cs/>
        </w:rPr>
        <w:t xml:space="preserve"> </w:t>
      </w:r>
      <w:r w:rsidRPr="00C27D9F">
        <w:rPr>
          <w:rFonts w:hint="cs"/>
          <w:cs/>
        </w:rPr>
        <w:t>เพื่อที่เขาจะได้รับประโยชน์จากสิ่งที่พวกท่านทั้งหลายและตัวของท่านเองต้องการมัน</w:t>
      </w:r>
    </w:p>
    <w:p w:rsidR="00DE411E" w:rsidRPr="00DE411E" w:rsidRDefault="00C27D9F" w:rsidP="00DE411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อัลกุรอานระบุไว้ใน</w:t>
      </w:r>
      <w:r w:rsidR="00DE411E">
        <w:rPr>
          <w:rFonts w:hint="cs"/>
          <w:cs/>
        </w:rPr>
        <w:t>ซู</w:t>
      </w:r>
      <w:r w:rsidRPr="00C27D9F">
        <w:rPr>
          <w:rFonts w:hint="cs"/>
          <w:cs/>
        </w:rPr>
        <w:t>เราะฮ</w:t>
      </w:r>
      <w:r w:rsidR="00DE411E">
        <w:rPr>
          <w:rFonts w:hint="cs"/>
          <w:cs/>
        </w:rPr>
        <w:t>์ อัลฮั</w:t>
      </w:r>
      <w:r w:rsidRPr="00C27D9F">
        <w:rPr>
          <w:rFonts w:hint="cs"/>
          <w:cs/>
        </w:rPr>
        <w:t>ชร</w:t>
      </w:r>
      <w:r w:rsidR="00DE411E">
        <w:rPr>
          <w:rFonts w:hint="cs"/>
          <w:cs/>
        </w:rPr>
        <w:t xml:space="preserve">์ </w:t>
      </w:r>
      <w:r w:rsidRPr="00C27D9F">
        <w:rPr>
          <w:rFonts w:hint="cs"/>
          <w:cs/>
        </w:rPr>
        <w:t>อายะฮ์ท</w:t>
      </w:r>
      <w:r w:rsidR="00DE411E">
        <w:rPr>
          <w:rFonts w:hint="cs"/>
          <w:cs/>
        </w:rPr>
        <w:t>ิ่</w:t>
      </w:r>
      <w:r w:rsidRPr="00C27D9F">
        <w:rPr>
          <w:rFonts w:cs="Times New Roman"/>
          <w:lang w:bidi="ar-SA"/>
        </w:rPr>
        <w:t>9</w:t>
      </w:r>
    </w:p>
    <w:p w:rsidR="00DE411E" w:rsidRDefault="00C27D9F" w:rsidP="00DE411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เกี่ยวกับพวกอันศ็อร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บรรดาสหายของท่านศาสดา</w:t>
      </w:r>
      <w:r w:rsidRPr="00C27D9F">
        <w:rPr>
          <w:cs/>
        </w:rPr>
        <w:t>.</w:t>
      </w:r>
      <w:r w:rsidRPr="00C27D9F">
        <w:rPr>
          <w:rFonts w:hint="cs"/>
          <w:cs/>
        </w:rPr>
        <w:t>ศ</w:t>
      </w:r>
      <w:r w:rsidR="00DE411E" w:rsidRPr="00C27D9F">
        <w:rPr>
          <w:rFonts w:hint="cs"/>
          <w:cs/>
        </w:rPr>
        <w:t xml:space="preserve">) ซึ่งสมัครใจที่จะให้แก่ผู้อพยพ </w:t>
      </w:r>
      <w:r w:rsidR="00DE411E" w:rsidRPr="00C27D9F">
        <w:rPr>
          <w:cs/>
        </w:rPr>
        <w:t>(</w:t>
      </w:r>
      <w:r w:rsidRPr="00C27D9F">
        <w:rPr>
          <w:rFonts w:hint="cs"/>
          <w:cs/>
        </w:rPr>
        <w:t>มุฮาญิรีน</w:t>
      </w:r>
      <w:r w:rsidR="00DE411E" w:rsidRPr="00C27D9F">
        <w:rPr>
          <w:rFonts w:hint="cs"/>
          <w:cs/>
        </w:rPr>
        <w:t>) ก่อนตัวของพวกเขาเอง</w:t>
      </w:r>
      <w:r w:rsidR="00DE411E" w:rsidRPr="00C27D9F">
        <w:rPr>
          <w:rFonts w:cs="Times New Roman"/>
          <w:lang w:bidi="ar-SA"/>
        </w:rPr>
        <w:t xml:space="preserve"> (</w:t>
      </w:r>
      <w:r w:rsidRPr="00C27D9F">
        <w:rPr>
          <w:rFonts w:hint="cs"/>
          <w:cs/>
        </w:rPr>
        <w:t>ตอนหนึ่งว่า</w:t>
      </w:r>
      <w:r w:rsidR="00DE411E">
        <w:rPr>
          <w:rFonts w:hint="cs"/>
          <w:cs/>
        </w:rPr>
        <w:t>)</w:t>
      </w:r>
      <w:r w:rsidR="00DE411E" w:rsidRPr="00C27D9F">
        <w:rPr>
          <w:rFonts w:cs="Times New Roman" w:hint="eastAsia"/>
          <w:lang w:bidi="ar-SA"/>
        </w:rPr>
        <w:t xml:space="preserve"> </w:t>
      </w:r>
    </w:p>
    <w:p w:rsidR="00DE411E" w:rsidRDefault="00DE411E" w:rsidP="00DE411E">
      <w:pPr>
        <w:pStyle w:val="libNormal"/>
        <w:ind w:firstLine="0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และเสนอให้แก่</w:t>
      </w:r>
      <w:r w:rsidR="00C27D9F" w:rsidRPr="00C27D9F">
        <w:rPr>
          <w:cs/>
        </w:rPr>
        <w:t>(</w:t>
      </w:r>
      <w:r>
        <w:rPr>
          <w:rFonts w:hint="cs"/>
          <w:cs/>
        </w:rPr>
        <w:t>พวกเขา</w:t>
      </w:r>
      <w:r w:rsidR="00C27D9F" w:rsidRPr="00C27D9F">
        <w:rPr>
          <w:rFonts w:hint="cs"/>
          <w:cs/>
        </w:rPr>
        <w:t>ก่อนตัวพวกเขาเองแม้ว่าความยากไร้อาจเป็นทุกข์แก่พวกเขาเองก็ตาม</w:t>
      </w:r>
      <w:r>
        <w:rPr>
          <w:rFonts w:cs="Cordia New" w:hint="cs"/>
          <w:szCs w:val="40"/>
          <w:cs/>
        </w:rPr>
        <w:t>”</w:t>
      </w:r>
    </w:p>
    <w:p w:rsidR="00DE411E" w:rsidRDefault="00C27D9F" w:rsidP="00DE411E">
      <w:pPr>
        <w:pStyle w:val="libNormal"/>
        <w:ind w:firstLine="0"/>
        <w:rPr>
          <w:rFonts w:cs="Cordia New"/>
          <w:szCs w:val="40"/>
        </w:rPr>
      </w:pPr>
      <w:r w:rsidRPr="00C27D9F">
        <w:rPr>
          <w:rFonts w:cs="Times New Roman"/>
          <w:lang w:bidi="ar-SA"/>
        </w:rPr>
        <w:t>..</w:t>
      </w:r>
      <w:r w:rsidRPr="00C27D9F">
        <w:rPr>
          <w:rFonts w:hint="cs"/>
          <w:cs/>
        </w:rPr>
        <w:t>และใน</w:t>
      </w:r>
      <w:r w:rsidR="00DE411E">
        <w:rPr>
          <w:rFonts w:hint="cs"/>
          <w:cs/>
        </w:rPr>
        <w:t>ซู</w:t>
      </w:r>
      <w:r w:rsidRPr="00C27D9F">
        <w:rPr>
          <w:rFonts w:hint="cs"/>
          <w:cs/>
        </w:rPr>
        <w:t>เราะฮ์</w:t>
      </w:r>
      <w:r w:rsidR="00DE411E">
        <w:rPr>
          <w:rFonts w:hint="cs"/>
          <w:cs/>
        </w:rPr>
        <w:t>อัล</w:t>
      </w:r>
      <w:r w:rsidRPr="00C27D9F">
        <w:rPr>
          <w:rFonts w:hint="cs"/>
          <w:cs/>
        </w:rPr>
        <w:t>อินซาน</w:t>
      </w:r>
      <w:r w:rsidRPr="00C27D9F">
        <w:rPr>
          <w:cs/>
        </w:rPr>
        <w:t>(</w:t>
      </w:r>
      <w:r w:rsidRPr="00C27D9F">
        <w:rPr>
          <w:rFonts w:hint="cs"/>
          <w:cs/>
        </w:rPr>
        <w:t>อัดดะห์รู</w:t>
      </w:r>
      <w:r w:rsidRPr="00C27D9F">
        <w:rPr>
          <w:cs/>
        </w:rPr>
        <w:t>)</w:t>
      </w:r>
      <w:r w:rsidRPr="00C27D9F">
        <w:rPr>
          <w:rFonts w:hint="cs"/>
          <w:cs/>
        </w:rPr>
        <w:t>อายะฮ์ที่</w:t>
      </w:r>
      <w:r w:rsidR="00DE411E">
        <w:rPr>
          <w:rFonts w:hint="cs"/>
          <w:cs/>
        </w:rPr>
        <w:t xml:space="preserve"> </w:t>
      </w:r>
      <w:r w:rsidR="00DE411E">
        <w:rPr>
          <w:rFonts w:cs="Times New Roman"/>
          <w:lang w:bidi="ar-SA"/>
        </w:rPr>
        <w:t>8-9</w:t>
      </w:r>
      <w:r w:rsidRPr="00C27D9F">
        <w:rPr>
          <w:rFonts w:cs="Times New Roman"/>
          <w:lang w:bidi="ar-SA"/>
        </w:rPr>
        <w:t xml:space="preserve"> </w:t>
      </w:r>
    </w:p>
    <w:p w:rsidR="00081B4E" w:rsidRPr="00680C1C" w:rsidRDefault="00DE411E" w:rsidP="00680C1C">
      <w:pPr>
        <w:pStyle w:val="libNormal"/>
        <w:ind w:firstLine="0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27D9F" w:rsidRPr="00C27D9F">
        <w:rPr>
          <w:rFonts w:hint="cs"/>
          <w:cs/>
        </w:rPr>
        <w:t>และพวกเขาให้อาหารเนื่องจากความรักแด่พระองค์แก่ผู้ยากไร้และเด็กกำพร้าและเชลยศึก</w:t>
      </w:r>
      <w:r w:rsidR="00680C1C">
        <w:rPr>
          <w:rFonts w:cs="Cordia New" w:hint="cs"/>
          <w:szCs w:val="40"/>
          <w:cs/>
        </w:rPr>
        <w:t xml:space="preserve"> </w:t>
      </w:r>
      <w:r w:rsidR="00C27D9F" w:rsidRPr="00C27D9F">
        <w:rPr>
          <w:rFonts w:hint="cs"/>
          <w:cs/>
        </w:rPr>
        <w:t>เราให้อาหารแก่ท่านทั้งหลายเพื่อมุ่งหมายความ</w:t>
      </w:r>
      <w:r>
        <w:rPr>
          <w:rFonts w:hint="cs"/>
          <w:cs/>
        </w:rPr>
        <w:t>พึงพระทัยของ</w:t>
      </w:r>
      <w:r w:rsidR="00C27D9F" w:rsidRPr="00C27D9F">
        <w:rPr>
          <w:rFonts w:hint="cs"/>
          <w:cs/>
        </w:rPr>
        <w:t>อัลลอฮ</w:t>
      </w:r>
      <w:r>
        <w:rPr>
          <w:rFonts w:hint="cs"/>
          <w:cs/>
        </w:rPr>
        <w:t>์</w:t>
      </w:r>
      <w:r w:rsidR="00C27D9F" w:rsidRPr="00C27D9F">
        <w:rPr>
          <w:rFonts w:hint="cs"/>
          <w:cs/>
        </w:rPr>
        <w:t>เท่านั้น</w:t>
      </w:r>
      <w:r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เราไม่ได้ประสงค์สิ่งตอบแทนและการขอบคุณใดๆจากพวกท่าน</w:t>
      </w:r>
      <w:r>
        <w:rPr>
          <w:rFonts w:cs="Cordia New" w:hint="cs"/>
          <w:szCs w:val="40"/>
          <w:cs/>
        </w:rPr>
        <w:t>”</w:t>
      </w:r>
      <w:r w:rsidR="00C27D9F" w:rsidRPr="00C27D9F">
        <w:rPr>
          <w:rFonts w:cs="Times New Roman"/>
          <w:lang w:bidi="ar-SA"/>
        </w:rPr>
        <w:t>.</w:t>
      </w:r>
    </w:p>
    <w:p w:rsidR="00081B4E" w:rsidRDefault="00081B4E">
      <w:pPr>
        <w:rPr>
          <w:rFonts w:ascii="Angsana New" w:hAnsi="Angsana New"/>
          <w:sz w:val="32"/>
          <w:szCs w:val="32"/>
        </w:rPr>
      </w:pPr>
      <w:r>
        <w:br w:type="page"/>
      </w:r>
    </w:p>
    <w:p w:rsidR="00081B4E" w:rsidRDefault="00081B4E" w:rsidP="00DE411E">
      <w:pPr>
        <w:pStyle w:val="libNormal"/>
        <w:ind w:firstLine="0"/>
      </w:pPr>
    </w:p>
    <w:p w:rsidR="00081B4E" w:rsidRDefault="00DE411E" w:rsidP="00081B4E">
      <w:pPr>
        <w:pStyle w:val="libNormal"/>
        <w:ind w:firstLine="0"/>
      </w:pPr>
      <w:r w:rsidRPr="00C27D9F">
        <w:rPr>
          <w:rFonts w:hint="cs"/>
          <w:cs/>
        </w:rPr>
        <w:t xml:space="preserve">โองการนี้ระบุถึงสมัยเมื่อลูกๆของอิมามอาลี </w:t>
      </w:r>
      <w:r w:rsidRPr="00C27D9F">
        <w:rPr>
          <w:cs/>
        </w:rPr>
        <w:t>(</w:t>
      </w:r>
      <w:r w:rsidR="00C27D9F" w:rsidRPr="00C27D9F">
        <w:rPr>
          <w:rFonts w:hint="cs"/>
          <w:cs/>
        </w:rPr>
        <w:t>อ</w:t>
      </w:r>
      <w:r w:rsidR="00081B4E">
        <w:rPr>
          <w:rFonts w:hint="cs"/>
          <w:cs/>
        </w:rPr>
        <w:t>) ทำ</w:t>
      </w:r>
      <w:r w:rsidRPr="00C27D9F">
        <w:rPr>
          <w:rFonts w:hint="cs"/>
          <w:cs/>
        </w:rPr>
        <w:t>ก</w:t>
      </w:r>
      <w:r>
        <w:rPr>
          <w:rFonts w:hint="cs"/>
          <w:cs/>
        </w:rPr>
        <w:t>า</w:t>
      </w:r>
      <w:r w:rsidRPr="00C27D9F">
        <w:rPr>
          <w:rFonts w:hint="cs"/>
          <w:cs/>
        </w:rPr>
        <w:t>รถือศีลอดและในตอนใกล้ค่ำเมื่อเวล</w:t>
      </w:r>
      <w:r w:rsidRPr="00C27D9F">
        <w:rPr>
          <w:cs/>
        </w:rPr>
        <w:t>า</w:t>
      </w:r>
      <w:r w:rsidR="00C27D9F" w:rsidRPr="00C27D9F">
        <w:rPr>
          <w:rFonts w:hint="cs"/>
          <w:cs/>
        </w:rPr>
        <w:t>ของการละศีลอดมาถึง</w:t>
      </w:r>
      <w:r w:rsidR="00081B4E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เด็กกำพร้าได้มาที่หน้าประตูบ้านของพวกเขา</w:t>
      </w:r>
      <w:r w:rsidR="00081B4E">
        <w:rPr>
          <w:rFonts w:hint="cs"/>
          <w:cs/>
        </w:rPr>
        <w:t xml:space="preserve"> </w:t>
      </w:r>
      <w:r w:rsidR="00C27D9F" w:rsidRPr="00C27D9F">
        <w:rPr>
          <w:rFonts w:hint="cs"/>
          <w:cs/>
        </w:rPr>
        <w:t>พวกเขาได้มอบขนมปังข้าวบาร์เล่ย์ที่พวกเขาได้ผิงไว้โดยมิได้เหลือสิ่งใดไว้สำหรับพวกเขาเองเลยนี่คือแบบอย่างหนึ่งของการเสียสละไม่เห็นแก่ตัวและการมีจิตใจกว้างขวางซึ่งได้ถูกเน้นอยู่เสมอในอิสลาม</w:t>
      </w:r>
    </w:p>
    <w:p w:rsidR="00081B4E" w:rsidRDefault="00081B4E" w:rsidP="00081B4E">
      <w:pPr>
        <w:pStyle w:val="libNormal"/>
        <w:ind w:firstLine="0"/>
      </w:pPr>
    </w:p>
    <w:p w:rsidR="00081B4E" w:rsidRDefault="00C27D9F" w:rsidP="00081B4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หัวหน้าเผ่าญาฮิลียะฮ์ผู้หนึ่งมาพบท่านศาสดา</w:t>
      </w:r>
      <w:r w:rsidR="00680C1C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="00680C1C">
        <w:rPr>
          <w:rFonts w:hint="cs"/>
          <w:cs/>
        </w:rPr>
        <w:t xml:space="preserve"> </w:t>
      </w:r>
      <w:r w:rsidRPr="00C27D9F">
        <w:rPr>
          <w:rFonts w:hint="cs"/>
          <w:cs/>
        </w:rPr>
        <w:t>และได้เห็นท่านกับหลานซึ่งกำลังนั่งอยู่บนตักของท่านท่านได้จูบและกอดรัดเขาอยู่ผู้นั้นได้กล่าวขึ้นแก่ศา</w:t>
      </w:r>
      <w:r w:rsidR="00081B4E">
        <w:rPr>
          <w:rFonts w:hint="cs"/>
          <w:cs/>
        </w:rPr>
        <w:t>ส</w:t>
      </w:r>
      <w:r w:rsidRPr="00C27D9F">
        <w:rPr>
          <w:rFonts w:hint="cs"/>
          <w:cs/>
        </w:rPr>
        <w:t>ดา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Pr="00C27D9F">
        <w:rPr>
          <w:rFonts w:hint="cs"/>
          <w:cs/>
        </w:rPr>
        <w:t>ว่า</w:t>
      </w:r>
      <w:r w:rsidRPr="00C27D9F">
        <w:rPr>
          <w:cs/>
        </w:rPr>
        <w:t xml:space="preserve"> </w:t>
      </w:r>
      <w:r w:rsidR="00081B4E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ข้าพเจ้ามีลูกอยู่สิบคนและมิเคยได้กอดจูบใครผู้ใดเลยแม้แต่สักคนเดียวในจำนวนพวกเขา</w:t>
      </w:r>
      <w:r w:rsidR="00081B4E">
        <w:rPr>
          <w:rFonts w:cs="Cordia New" w:hint="cs"/>
          <w:szCs w:val="40"/>
          <w:cs/>
        </w:rPr>
        <w:t>”</w:t>
      </w:r>
      <w:r w:rsidRPr="00C27D9F">
        <w:rPr>
          <w:rFonts w:hint="cs"/>
          <w:cs/>
        </w:rPr>
        <w:t>ท่านศาสดา</w:t>
      </w:r>
      <w:r w:rsidR="00081B4E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Pr="00C27D9F">
        <w:rPr>
          <w:cs/>
        </w:rPr>
        <w:t>)</w:t>
      </w:r>
      <w:r w:rsidR="00081B4E">
        <w:rPr>
          <w:rFonts w:hint="cs"/>
          <w:cs/>
        </w:rPr>
        <w:t xml:space="preserve"> </w:t>
      </w:r>
      <w:r w:rsidRPr="00C27D9F">
        <w:rPr>
          <w:rFonts w:hint="cs"/>
          <w:cs/>
        </w:rPr>
        <w:t>มีอาการไม่พอใจและกล่าวด้วยความโกรธว่า</w:t>
      </w:r>
      <w:r w:rsidRPr="00C27D9F">
        <w:rPr>
          <w:cs/>
        </w:rPr>
        <w:t xml:space="preserve"> </w:t>
      </w:r>
      <w:r w:rsidR="00081B4E">
        <w:rPr>
          <w:rFonts w:cs="Cordia New" w:hint="cs"/>
          <w:szCs w:val="40"/>
          <w:cs/>
        </w:rPr>
        <w:t>“</w:t>
      </w:r>
      <w:r w:rsidRPr="00C27D9F">
        <w:rPr>
          <w:rFonts w:hint="cs"/>
          <w:cs/>
        </w:rPr>
        <w:t>เขาผู้ซึ่งไร้ความเมตตากรุณาต่อผู้อื่นจะไม่ได้รับความเมตตาปรานีจากพระผู้เป็นเจ้า</w:t>
      </w:r>
      <w:r w:rsidR="00081B4E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ฉันจะช่วยท่านได้อย่างไร</w:t>
      </w:r>
      <w:r w:rsidR="00081B4E">
        <w:rPr>
          <w:rFonts w:hint="cs"/>
          <w:cs/>
        </w:rPr>
        <w:t xml:space="preserve"> </w:t>
      </w:r>
      <w:r w:rsidRPr="00C27D9F">
        <w:rPr>
          <w:rFonts w:hint="cs"/>
          <w:cs/>
        </w:rPr>
        <w:t>มาตรว่าพระองค์ได้ยกเอาความเมตตาออกไปจากหัวใจของท่าน</w:t>
      </w:r>
      <w:r w:rsidRPr="00C27D9F">
        <w:rPr>
          <w:rFonts w:cs="Times New Roman"/>
          <w:lang w:bidi="ar-SA"/>
        </w:rPr>
        <w:t>?</w:t>
      </w:r>
      <w:r w:rsidR="00081B4E">
        <w:rPr>
          <w:rFonts w:cs="Cordia New" w:hint="cs"/>
          <w:szCs w:val="40"/>
          <w:cs/>
        </w:rPr>
        <w:t>”</w:t>
      </w:r>
    </w:p>
    <w:p w:rsidR="00081B4E" w:rsidRDefault="00C27D9F" w:rsidP="00081B4E">
      <w:pPr>
        <w:pStyle w:val="libNormal"/>
        <w:ind w:firstLine="0"/>
      </w:pPr>
      <w:r w:rsidRPr="00C27D9F">
        <w:rPr>
          <w:rFonts w:hint="cs"/>
          <w:cs/>
        </w:rPr>
        <w:t>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เองก็เป็นแบบอย่างที่ประเสริฐของความกรุณาและความเห็นอกเห็นใจดังกล่าว</w:t>
      </w:r>
    </w:p>
    <w:p w:rsidR="00C27D9F" w:rsidRPr="00081B4E" w:rsidRDefault="00C27D9F" w:rsidP="00081B4E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ราได้บอกกล่าวก่อนหน้าที่ความทารุณโหดร้ายเช่นนั้นจะฝังลึกอยู่ในจิตวิญญาณของชาวตะวันตกความเป็นจริงอันนี้เป็นที่ยอมรับกันโดยพวกชาวตะวันตกเองและพวกเขาทั้งหลายเห็นว่าความกรุณาการทำบุญกุศล</w:t>
      </w:r>
    </w:p>
    <w:p w:rsidR="00081B4E" w:rsidRDefault="00680C1C" w:rsidP="00081B4E">
      <w:pPr>
        <w:pStyle w:val="libNormal"/>
        <w:ind w:firstLine="0"/>
      </w:pPr>
      <w:r>
        <w:rPr>
          <w:rFonts w:hint="cs"/>
          <w:cs/>
        </w:rPr>
        <w:t>และความเอ็นดู</w:t>
      </w:r>
      <w:r w:rsidR="00C27D9F" w:rsidRPr="00C27D9F">
        <w:rPr>
          <w:rFonts w:hint="cs"/>
          <w:cs/>
        </w:rPr>
        <w:t>สงสารเป็นบรรดาคุณลักษณะของชาวตะวันออก</w:t>
      </w:r>
    </w:p>
    <w:p w:rsidR="00081B4E" w:rsidRDefault="00081B4E" w:rsidP="00081B4E">
      <w:pPr>
        <w:pStyle w:val="libNormal"/>
        <w:ind w:firstLine="0"/>
      </w:pPr>
    </w:p>
    <w:p w:rsidR="00081B4E" w:rsidRDefault="00081B4E" w:rsidP="00081B4E">
      <w:pPr>
        <w:pStyle w:val="libNormal"/>
        <w:ind w:firstLine="0"/>
        <w:rPr>
          <w:cs/>
        </w:rPr>
      </w:pPr>
    </w:p>
    <w:p w:rsidR="00081B4E" w:rsidRDefault="00081B4E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081B4E" w:rsidRDefault="00081B4E" w:rsidP="00081B4E">
      <w:pPr>
        <w:pStyle w:val="libNormal"/>
        <w:ind w:firstLine="0"/>
      </w:pPr>
    </w:p>
    <w:p w:rsidR="00C27D9F" w:rsidRPr="00C27D9F" w:rsidRDefault="00081B4E" w:rsidP="00081B4E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>ถึงแม้ว่</w:t>
      </w:r>
      <w:r w:rsidR="00C27D9F" w:rsidRPr="00C27D9F">
        <w:rPr>
          <w:rFonts w:hint="cs"/>
          <w:cs/>
        </w:rPr>
        <w:t>าความเอ็นดูสงสารดังกล่าวจะอยู่ในฐานะของความเป็นบิดามารดาหรือพี่น้องชายหญิงก็ตาม</w:t>
      </w:r>
      <w:r w:rsidR="002B37BF">
        <w:t xml:space="preserve"> </w:t>
      </w:r>
      <w:r w:rsidR="00C27D9F" w:rsidRPr="00C27D9F">
        <w:rPr>
          <w:rFonts w:hint="cs"/>
          <w:cs/>
        </w:rPr>
        <w:t>นั่นก็คือว่าเพราะเหตุใดชาวตะวันออกจึงได้ประกาศว่าชาวตะวันตกเป็นพวกแห้งแล้งน้ำใจและปราศจากความรู้สึกภายใน</w:t>
      </w:r>
    </w:p>
    <w:p w:rsidR="00C27D9F" w:rsidRPr="00C27D9F" w:rsidRDefault="00C27D9F" w:rsidP="002B37B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ถึงแม้ว่าพวกเขาทั้งหลายจะอ้างถึงการมีความเป็นธรรมในสังคมก็ตาม</w:t>
      </w:r>
      <w:r w:rsidRPr="00C27D9F">
        <w:rPr>
          <w:cs/>
        </w:rPr>
        <w:t>...</w:t>
      </w:r>
      <w:r w:rsidRPr="00C27D9F">
        <w:rPr>
          <w:rFonts w:hint="cs"/>
          <w:cs/>
        </w:rPr>
        <w:t>เพื่อนคนหนึ่งเล่าให้ข้าพเจ้า</w:t>
      </w:r>
      <w:r w:rsidR="002B37BF">
        <w:rPr>
          <w:rFonts w:hint="cs"/>
          <w:cs/>
        </w:rPr>
        <w:t>ฟังว่</w:t>
      </w:r>
      <w:r w:rsidRPr="00C27D9F">
        <w:rPr>
          <w:rFonts w:hint="cs"/>
          <w:cs/>
        </w:rPr>
        <w:t>าเขาล้มป่วยลงและได้เดินทางไปเพื่อทำการรักษายังประเทศออสเตรียหลังจากเข้ารับการผ่าตัดแล้วเขาเป็นคนไข้พักฟื้นและนั่งอยู่กับบุตรชายของเขาภายในห้องอาหารขณะที่บุตรชายของเขา</w:t>
      </w:r>
    </w:p>
    <w:p w:rsidR="00C27D9F" w:rsidRPr="00C27D9F" w:rsidRDefault="00C27D9F" w:rsidP="002B37B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กำลังดูแลเขาอยู่ชายผู้หนึ่งกับสตรีนางหนึ่งเฝ้ามองพวกเขาอยู่ในขณะนี้ที่บุตรชายของเขาเดินผ่านเขาทั้งสองเพื่อจะไปนำเอาสิ่งของบางอย่างพวกเขาทั้งสองสอบถามเขาเมื่อเขากลับมายังโต๊ะที่บิดาของเขานั่งอยู่</w:t>
      </w:r>
      <w:r w:rsidR="002B37BF">
        <w:rPr>
          <w:rFonts w:cs="Cordia New" w:hint="cs"/>
          <w:cs/>
        </w:rPr>
        <w:t xml:space="preserve"> </w:t>
      </w:r>
      <w:r w:rsidR="002B37BF" w:rsidRPr="00C27D9F">
        <w:rPr>
          <w:rFonts w:hint="cs"/>
          <w:cs/>
        </w:rPr>
        <w:t>บิดาของเขาจึงถามสิ่งที่คนทั้งสองได้พูดคุยกับเข</w:t>
      </w:r>
      <w:r w:rsidR="002B37BF" w:rsidRPr="00C27D9F">
        <w:rPr>
          <w:cs/>
        </w:rPr>
        <w:t>า</w:t>
      </w:r>
      <w:r w:rsidRPr="00C27D9F">
        <w:rPr>
          <w:cs/>
        </w:rPr>
        <w:t>...</w:t>
      </w:r>
      <w:r w:rsidR="002B37BF">
        <w:rPr>
          <w:rFonts w:hint="cs"/>
          <w:cs/>
        </w:rPr>
        <w:t xml:space="preserve">เขากล่าวว่า </w:t>
      </w:r>
      <w:r w:rsidRPr="00C27D9F">
        <w:rPr>
          <w:rFonts w:cs="Times New Roman"/>
          <w:lang w:bidi="ar-SA"/>
        </w:rPr>
        <w:t xml:space="preserve"> “</w:t>
      </w:r>
      <w:r w:rsidRPr="00C27D9F">
        <w:rPr>
          <w:rFonts w:hint="cs"/>
          <w:cs/>
        </w:rPr>
        <w:t>ฉันได้บอกแก่พวก</w:t>
      </w:r>
    </w:p>
    <w:p w:rsidR="002B37BF" w:rsidRDefault="00C27D9F" w:rsidP="002B37BF">
      <w:pPr>
        <w:pStyle w:val="libNormal"/>
        <w:ind w:firstLine="0"/>
        <w:rPr>
          <w:rFonts w:cs="Cordia New"/>
          <w:szCs w:val="40"/>
        </w:rPr>
      </w:pPr>
      <w:r w:rsidRPr="00C27D9F">
        <w:rPr>
          <w:rFonts w:hint="cs"/>
          <w:cs/>
        </w:rPr>
        <w:t>เขาไปว่าท่านเป็นบิดาของฉันและเขาทั้งสองถามฉันว่ามันเป็นภาระหน้าที่ของฉันหรือในการรับใช้ท่าน</w:t>
      </w:r>
      <w:r w:rsidR="002B37BF">
        <w:rPr>
          <w:rFonts w:hint="cs"/>
          <w:cs/>
        </w:rPr>
        <w:t xml:space="preserve"> </w:t>
      </w:r>
      <w:r w:rsidRPr="00C27D9F">
        <w:rPr>
          <w:rFonts w:hint="cs"/>
          <w:cs/>
        </w:rPr>
        <w:t>ฉันบอกพวกเขาว่าท่านได้อบรมเลี้ยงดูและให้การสนับสนุนฉันจะสำเร็จการศึกษาเล่าเรียนของฉัน</w:t>
      </w:r>
      <w:r w:rsidR="002B37BF">
        <w:rPr>
          <w:rFonts w:cs="Cordia New" w:hint="cs"/>
          <w:szCs w:val="40"/>
          <w:cs/>
        </w:rPr>
        <w:t xml:space="preserve"> </w:t>
      </w:r>
      <w:r w:rsidRPr="00C27D9F">
        <w:rPr>
          <w:rFonts w:cs="Times New Roman"/>
          <w:lang w:bidi="ar-SA"/>
        </w:rPr>
        <w:t>”</w:t>
      </w:r>
      <w:r w:rsidR="002B37BF">
        <w:rPr>
          <w:rFonts w:cs="Cordia New" w:hint="cs"/>
          <w:szCs w:val="40"/>
          <w:cs/>
        </w:rPr>
        <w:t xml:space="preserve"> </w:t>
      </w:r>
    </w:p>
    <w:p w:rsidR="00C27D9F" w:rsidRPr="00C27D9F" w:rsidRDefault="00C27D9F" w:rsidP="002B37B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พวกเขาทั้งสองเดินมาที่โต๊ะของเพื่อข้าพเจ้าและพูดเกี่ยวกับการศึกษาของบุตรชายของเขาในอีกประเทศหนึ่งแต่ว่าบุตรชายของเพื่อนข้าพเจ้าได้พบว่าเขากล่าวเท็จและพวกเขาหาได้มีบุตรไม่คน</w:t>
      </w:r>
    </w:p>
    <w:p w:rsidR="002B37BF" w:rsidRDefault="00C27D9F" w:rsidP="002B37BF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ทั้งสองได้เห็นพ้องกันว่าสามสิบปีก่อนหน้าที่จะอยู่กินด้วยกันบนเงื่อนไขที่ว่าถ้าพวกเขาสามารถเข้าใจกันได้ซึ่งกันและกันแล้วเขาถึงจะทำการสมรสกันและจนกระทั่งบัดนี้เขาทั้งสองก็ยังมิได้ขวนขวายที่จะสมรสกันให้ถูกต้องตามกฎหมายตลอดไปไม่นี่คือการวางตัวที่เป็นแบบธรรมดาของชาวตะวันตก</w:t>
      </w:r>
      <w:r w:rsidRPr="00C27D9F">
        <w:rPr>
          <w:cs/>
        </w:rPr>
        <w:t>...</w:t>
      </w:r>
    </w:p>
    <w:p w:rsidR="002B37BF" w:rsidRDefault="002B37B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2B37BF" w:rsidRDefault="002B37BF" w:rsidP="002B37BF">
      <w:pPr>
        <w:pStyle w:val="libNormal"/>
        <w:ind w:firstLine="0"/>
      </w:pPr>
    </w:p>
    <w:p w:rsidR="002B37BF" w:rsidRDefault="00C27D9F" w:rsidP="002B37BF">
      <w:pPr>
        <w:pStyle w:val="libNormal"/>
        <w:ind w:firstLine="0"/>
      </w:pPr>
      <w:r w:rsidRPr="00C27D9F">
        <w:rPr>
          <w:rFonts w:hint="cs"/>
          <w:cs/>
        </w:rPr>
        <w:t>อัลมัรฮูมมุหักกิกี</w:t>
      </w:r>
      <w:r w:rsidRPr="00C27D9F">
        <w:rPr>
          <w:cs/>
        </w:rPr>
        <w:t>(</w:t>
      </w:r>
      <w:r w:rsidRPr="00C27D9F">
        <w:rPr>
          <w:rFonts w:hint="cs"/>
          <w:cs/>
        </w:rPr>
        <w:t>ผู้ล่วงลับ</w:t>
      </w:r>
      <w:r w:rsidRPr="00C27D9F">
        <w:rPr>
          <w:cs/>
        </w:rPr>
        <w:t>)</w:t>
      </w:r>
      <w:r w:rsidRPr="00C27D9F">
        <w:rPr>
          <w:rFonts w:hint="cs"/>
          <w:cs/>
        </w:rPr>
        <w:t>ซึ่งได้เคยบรรยายถึงเรื่องราวเมื่อครั้งที่ท่านได้รับการแต่งตั้งให้เป็นตัวแทนของท่านอยาตุลลอฮบูรูเญอร์ดี</w:t>
      </w:r>
      <w:r w:rsidRPr="00C27D9F">
        <w:rPr>
          <w:cs/>
        </w:rPr>
        <w:t>(</w:t>
      </w:r>
      <w:r w:rsidRPr="00C27D9F">
        <w:rPr>
          <w:rFonts w:hint="cs"/>
          <w:cs/>
        </w:rPr>
        <w:t>ขออัลลอฮทรงเมตตาท่าน</w:t>
      </w:r>
      <w:r w:rsidR="002B37BF">
        <w:rPr>
          <w:rFonts w:hint="cs"/>
          <w:cs/>
        </w:rPr>
        <w:t xml:space="preserve"> </w:t>
      </w:r>
      <w:r w:rsidRPr="00C27D9F">
        <w:rPr>
          <w:rFonts w:hint="cs"/>
          <w:cs/>
        </w:rPr>
        <w:t>ณ</w:t>
      </w:r>
      <w:r w:rsidR="002B37BF">
        <w:rPr>
          <w:rFonts w:hint="cs"/>
          <w:cs/>
        </w:rPr>
        <w:t xml:space="preserve"> </w:t>
      </w:r>
      <w:r w:rsidRPr="00C27D9F">
        <w:rPr>
          <w:rFonts w:hint="cs"/>
          <w:cs/>
        </w:rPr>
        <w:t>ประเทศเยอรมันนี</w:t>
      </w:r>
      <w:r w:rsidR="002B37BF">
        <w:rPr>
          <w:rFonts w:hint="cs"/>
          <w:cs/>
        </w:rPr>
        <w:t xml:space="preserve"> </w:t>
      </w:r>
      <w:r w:rsidRPr="00C27D9F">
        <w:rPr>
          <w:rFonts w:hint="cs"/>
          <w:cs/>
        </w:rPr>
        <w:t>ศาสตราจารย์ผู้ทรงคุณวุฒิผู้หนึ่งได้ไปมาหาสู่ท่านอยู่เสมอและการถกปัญหาศาสนากันของบุคคลทั้งสองมีผลทำให้ศาสตราจารย์ผู้นั้นเข้ารับศาสนาอิสลามในเวลาต่อมาครั้งหนึ่ง</w:t>
      </w:r>
    </w:p>
    <w:p w:rsidR="00C27D9F" w:rsidRPr="00C27D9F" w:rsidRDefault="00C27D9F" w:rsidP="002B37B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เมื่อศาสตราจารย์ผู้นั้นป่วยเป็นโร</w:t>
      </w:r>
      <w:r w:rsidR="002B37BF">
        <w:rPr>
          <w:rFonts w:hint="cs"/>
          <w:cs/>
        </w:rPr>
        <w:t>ค</w:t>
      </w:r>
      <w:r w:rsidRPr="00C27D9F">
        <w:rPr>
          <w:rFonts w:hint="cs"/>
          <w:cs/>
        </w:rPr>
        <w:t>มะเร็ง</w:t>
      </w:r>
      <w:r w:rsidR="002B37BF">
        <w:rPr>
          <w:rFonts w:hint="cs"/>
          <w:cs/>
        </w:rPr>
        <w:t xml:space="preserve"> </w:t>
      </w:r>
      <w:r w:rsidRPr="00C27D9F">
        <w:rPr>
          <w:rFonts w:hint="cs"/>
          <w:cs/>
        </w:rPr>
        <w:t>มุหักกิกีกับบรรดามุสลิมอื่นๆได้ไปเยี่ยมเขาภายในโรงพยาบาล</w:t>
      </w:r>
      <w:r w:rsidR="002B37BF">
        <w:rPr>
          <w:rFonts w:hint="cs"/>
          <w:cs/>
        </w:rPr>
        <w:t xml:space="preserve"> </w:t>
      </w:r>
      <w:r w:rsidRPr="00C27D9F">
        <w:rPr>
          <w:rFonts w:hint="cs"/>
          <w:cs/>
        </w:rPr>
        <w:t>วันหนึ่งเขาเริ่มคร่ำครวญถึงบุตรชายและภรรยาของเขาซึ่งครั้งหนึ่งเคยมาดูแลเขา</w:t>
      </w:r>
    </w:p>
    <w:p w:rsidR="00C27D9F" w:rsidRPr="00C27D9F" w:rsidRDefault="00C27D9F" w:rsidP="002B37B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หลังจากได้รับการบอกเล่าจากแพทย์ว่าเขาได้รับความทุกข์ทรมานจากโรคมะเร็งร้ายทั้งสองมั่นใจว่าเขาจะไม่มีโอกาสที่จะรอดชีวิตอย่างแน่นอนจึงกล่าวอำลาต่อเขาและมิเคยได้กลับมาหาเขาอีกเลย</w:t>
      </w:r>
    </w:p>
    <w:p w:rsidR="00C27D9F" w:rsidRPr="00C27D9F" w:rsidRDefault="00C27D9F" w:rsidP="002B37BF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วันหนึ่ง</w:t>
      </w:r>
      <w:r w:rsidR="00AB0BC2">
        <w:rPr>
          <w:rFonts w:hint="cs"/>
          <w:cs/>
        </w:rPr>
        <w:t xml:space="preserve"> </w:t>
      </w:r>
      <w:r w:rsidRPr="00C27D9F">
        <w:rPr>
          <w:rFonts w:hint="cs"/>
          <w:cs/>
        </w:rPr>
        <w:t>บรรดาเพื่อนชาวอิหร่านได้ทราบว่าเขาเสียชีวิตแล้วและพวกเขาทั้งหลายได้พากันไปร่วมพิธีฝังศพบุตรชายของเขาอยู่ที่นั่นด้วยในวันนั้นแต่ว่าเพื่อนๆชาวอิหร่านได้พบความจริงว่าเขาได้ขายเรือนร่างของบิดาให้แก่ทางโรงพยาบาลก่อนหน้าการเสียชีวิตของบิดาเสียอีกและบัดนี้เขาได้มาที่นี่</w:t>
      </w:r>
    </w:p>
    <w:p w:rsidR="002B37BF" w:rsidRDefault="00C27D9F" w:rsidP="002B37BF">
      <w:pPr>
        <w:pStyle w:val="libNormal"/>
        <w:ind w:firstLine="0"/>
      </w:pPr>
      <w:r w:rsidRPr="00C27D9F">
        <w:rPr>
          <w:rFonts w:hint="cs"/>
          <w:cs/>
        </w:rPr>
        <w:t>เพื่อที่จะรับเงินจำนวนดังกล่าว</w:t>
      </w:r>
      <w:r w:rsidRPr="00C27D9F">
        <w:rPr>
          <w:cs/>
        </w:rPr>
        <w:t>...</w:t>
      </w:r>
    </w:p>
    <w:p w:rsidR="002B37BF" w:rsidRDefault="00C27D9F" w:rsidP="002B37BF">
      <w:pPr>
        <w:pStyle w:val="libNormal"/>
        <w:ind w:firstLine="0"/>
      </w:pPr>
      <w:r w:rsidRPr="00C27D9F">
        <w:rPr>
          <w:rFonts w:hint="cs"/>
          <w:cs/>
        </w:rPr>
        <w:t>แต่จะต้องรำลึกอยู่เสมอว่าความเอ็นดูสงสารทั้งหมดมิได้เป็นความเที่ยงแท้ในทางธรรมชาติ</w:t>
      </w:r>
      <w:r w:rsidRPr="00C27D9F">
        <w:rPr>
          <w:cs/>
        </w:rPr>
        <w:t>(</w:t>
      </w:r>
      <w:r w:rsidRPr="00C27D9F">
        <w:rPr>
          <w:rFonts w:hint="cs"/>
          <w:cs/>
        </w:rPr>
        <w:t>ไปเสียทั้งหมด</w:t>
      </w:r>
      <w:r w:rsidRPr="00C27D9F">
        <w:rPr>
          <w:cs/>
        </w:rPr>
        <w:t>)</w:t>
      </w:r>
      <w:r w:rsidRPr="00C27D9F">
        <w:rPr>
          <w:rFonts w:hint="cs"/>
          <w:cs/>
        </w:rPr>
        <w:t>พวกเขาทั้งหลายค่อนข้างจะอยู่ในประเภทเห็นแก่ตัว</w:t>
      </w:r>
      <w:r w:rsidR="002B37BF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เพราะว่า</w:t>
      </w:r>
      <w:r w:rsidR="00AB0BC2">
        <w:rPr>
          <w:rFonts w:hint="cs"/>
          <w:cs/>
        </w:rPr>
        <w:t xml:space="preserve"> </w:t>
      </w:r>
      <w:r w:rsidRPr="00C27D9F">
        <w:rPr>
          <w:cs/>
        </w:rPr>
        <w:t>(</w:t>
      </w:r>
      <w:r w:rsidRPr="00C27D9F">
        <w:rPr>
          <w:rFonts w:hint="cs"/>
          <w:cs/>
        </w:rPr>
        <w:t>พวกเขายึดมั่นอยู่ในทฤษฎีที่ว</w:t>
      </w:r>
      <w:r w:rsidR="00AB0BC2">
        <w:rPr>
          <w:rFonts w:hint="cs"/>
          <w:cs/>
        </w:rPr>
        <w:t>่</w:t>
      </w:r>
      <w:r w:rsidRPr="00C27D9F">
        <w:rPr>
          <w:rFonts w:hint="cs"/>
          <w:cs/>
        </w:rPr>
        <w:t>า</w:t>
      </w:r>
      <w:r w:rsidRPr="00C27D9F">
        <w:rPr>
          <w:cs/>
        </w:rPr>
        <w:t>)</w:t>
      </w:r>
      <w:r w:rsidR="00AB0BC2">
        <w:rPr>
          <w:rFonts w:hint="cs"/>
          <w:cs/>
        </w:rPr>
        <w:t xml:space="preserve"> </w:t>
      </w:r>
      <w:r w:rsidRPr="00C27D9F">
        <w:rPr>
          <w:rFonts w:hint="cs"/>
          <w:cs/>
        </w:rPr>
        <w:t>ความสงสารหมายถึงการละทิ้งสิทธิอันถูกต้องชอบธรรมของบุคคลเองให้แก่ผู้อื่นเช่นบุคคลหนึ่งจะต้องระเว้นจากการละเมิดบนสิทธิของผู้อื่นทั้งหลายและเคารพในบรรดาสิทธิเหล่านั้นและจากนั้นก็ทำการปกป้องสิทธิของตนเองและใช้มันให้แก่ผู้อื่นอีก</w:t>
      </w:r>
    </w:p>
    <w:p w:rsidR="002B37BF" w:rsidRDefault="002B37BF" w:rsidP="002B37BF">
      <w:pPr>
        <w:pStyle w:val="libNormal"/>
        <w:ind w:firstLine="0"/>
        <w:rPr>
          <w:cs/>
        </w:rPr>
      </w:pPr>
    </w:p>
    <w:p w:rsidR="00C27D9F" w:rsidRPr="00AB0BC2" w:rsidRDefault="002B37BF" w:rsidP="00AB0BC2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A14FC0" w:rsidRDefault="00C27D9F" w:rsidP="00A14FC0">
      <w:pPr>
        <w:pStyle w:val="libNormal"/>
      </w:pPr>
      <w:r w:rsidRPr="00C27D9F">
        <w:rPr>
          <w:rFonts w:hint="cs"/>
          <w:cs/>
        </w:rPr>
        <w:lastRenderedPageBreak/>
        <w:t>เช่นเดียวกันกับบรรดาผู้ซึ่งสะสมทรัพย์สินเงินทองโดยวิธีการผิด</w:t>
      </w:r>
      <w:r w:rsidR="00A14FC0">
        <w:rPr>
          <w:rFonts w:hint="cs"/>
          <w:cs/>
        </w:rPr>
        <w:t xml:space="preserve"> </w:t>
      </w:r>
      <w:r w:rsidRPr="00C27D9F">
        <w:rPr>
          <w:rFonts w:hint="cs"/>
          <w:cs/>
        </w:rPr>
        <w:t>ใช่เป็นผู้มีใจคอกว้างขวางและทั้งไม่ใช่เป็นความเมตตากรุณาต่อสังคมเช่นนี้</w:t>
      </w:r>
      <w:r w:rsidR="00A14FC0">
        <w:rPr>
          <w:rFonts w:hint="cs"/>
          <w:cs/>
        </w:rPr>
        <w:t xml:space="preserve"> </w:t>
      </w:r>
      <w:r w:rsidRPr="00C27D9F">
        <w:rPr>
          <w:rFonts w:hint="cs"/>
          <w:cs/>
        </w:rPr>
        <w:t>คือเพื่อเห็นแก่การได้มาซึ่งชื่อเสียงที่ดีงาม</w:t>
      </w:r>
      <w:r w:rsidRPr="00C27D9F">
        <w:rPr>
          <w:cs/>
        </w:rPr>
        <w:t>...</w:t>
      </w:r>
    </w:p>
    <w:p w:rsidR="00A14FC0" w:rsidRDefault="00C27D9F" w:rsidP="00AB0BC2">
      <w:pPr>
        <w:pStyle w:val="libNormal"/>
        <w:ind w:firstLine="0"/>
      </w:pPr>
      <w:r w:rsidRPr="00C27D9F">
        <w:rPr>
          <w:rFonts w:hint="cs"/>
          <w:cs/>
        </w:rPr>
        <w:t>ตัวอย่างอื่นอีก</w:t>
      </w:r>
      <w:r w:rsidR="00A14FC0">
        <w:rPr>
          <w:rFonts w:hint="cs"/>
          <w:cs/>
        </w:rPr>
        <w:t xml:space="preserve"> </w:t>
      </w:r>
      <w:r w:rsidRPr="00C27D9F">
        <w:rPr>
          <w:rFonts w:hint="cs"/>
          <w:cs/>
        </w:rPr>
        <w:t>ก็คือ</w:t>
      </w:r>
      <w:r w:rsidR="00A14FC0">
        <w:rPr>
          <w:rFonts w:hint="cs"/>
          <w:cs/>
        </w:rPr>
        <w:t xml:space="preserve"> </w:t>
      </w:r>
      <w:r w:rsidRPr="00C27D9F">
        <w:rPr>
          <w:rFonts w:hint="cs"/>
          <w:cs/>
        </w:rPr>
        <w:t>การที่ได้อ้างตัวเป็นเจ้าของบ้านผู้ใจดีด้วยการให้การต้อนรับผู้คนในเวลาต่างๆกันและด้วยเหตุนี้จึงบังคับให้ภรรยาทำงนเยี่ยงทาสผู้หนึ่ง</w:t>
      </w:r>
      <w:r w:rsidR="00A14FC0">
        <w:rPr>
          <w:rFonts w:hint="cs"/>
          <w:cs/>
        </w:rPr>
        <w:t xml:space="preserve"> </w:t>
      </w:r>
      <w:r w:rsidR="00AB0BC2">
        <w:rPr>
          <w:rFonts w:hint="cs"/>
          <w:cs/>
        </w:rPr>
        <w:t xml:space="preserve"> </w:t>
      </w:r>
      <w:r w:rsidRPr="00C27D9F">
        <w:rPr>
          <w:rFonts w:hint="cs"/>
          <w:cs/>
        </w:rPr>
        <w:t>อิมามอาลี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ให้ความร่วมมือช่วยเหลืออยู่เสมอกับท่านหญิงฟาติมะห์</w:t>
      </w:r>
      <w:r w:rsidRPr="00C27D9F">
        <w:rPr>
          <w:cs/>
        </w:rPr>
        <w:t>(</w:t>
      </w:r>
      <w:r w:rsidRPr="00C27D9F">
        <w:rPr>
          <w:rFonts w:hint="cs"/>
          <w:cs/>
        </w:rPr>
        <w:t>อ</w:t>
      </w:r>
      <w:r w:rsidRPr="00C27D9F">
        <w:rPr>
          <w:cs/>
        </w:rPr>
        <w:t>)</w:t>
      </w:r>
      <w:r w:rsidRPr="00C27D9F">
        <w:rPr>
          <w:rFonts w:hint="cs"/>
          <w:cs/>
        </w:rPr>
        <w:t>ในเรื่องของกิจกรรมทั้งหลายภายในครอบครัวและเป็นไปอย่างสุภาพอ่อนโยนและเป็นประโยชน์เสมอมา</w:t>
      </w:r>
      <w:r w:rsidRPr="00C27D9F">
        <w:rPr>
          <w:cs/>
        </w:rPr>
        <w:t>...</w:t>
      </w:r>
    </w:p>
    <w:p w:rsidR="00C27D9F" w:rsidRPr="00C27D9F" w:rsidRDefault="00C27D9F" w:rsidP="00A14FC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มีเรื่องเล่าเกี่ยวกับอุละมาอฺผู้อาวุโสที่ประเสริฐท่านหนึ่งคือ</w:t>
      </w:r>
    </w:p>
    <w:p w:rsidR="00A14FC0" w:rsidRDefault="00C27D9F" w:rsidP="00A14FC0">
      <w:pPr>
        <w:pStyle w:val="libNormal"/>
        <w:ind w:firstLine="0"/>
      </w:pPr>
      <w:r w:rsidRPr="00C27D9F">
        <w:rPr>
          <w:rFonts w:hint="cs"/>
          <w:cs/>
        </w:rPr>
        <w:t>ฮัจญ์มิรซามะหัมหมัดตะกี</w:t>
      </w:r>
      <w:r w:rsidR="00A14FC0">
        <w:rPr>
          <w:rFonts w:hint="cs"/>
          <w:cs/>
        </w:rPr>
        <w:t xml:space="preserve"> </w:t>
      </w:r>
      <w:r w:rsidRPr="00C27D9F">
        <w:rPr>
          <w:rFonts w:hint="cs"/>
          <w:cs/>
        </w:rPr>
        <w:t>ชีราซี</w:t>
      </w:r>
      <w:r w:rsidR="00A14FC0">
        <w:rPr>
          <w:rFonts w:cs="Cordia New" w:hint="cs"/>
          <w:cs/>
        </w:rPr>
        <w:t xml:space="preserve"> </w:t>
      </w:r>
      <w:r w:rsidRPr="00C27D9F">
        <w:rPr>
          <w:rFonts w:hint="cs"/>
          <w:cs/>
        </w:rPr>
        <w:t>ในเรื่องที่เขามิเคยออกคำสั่งต่อผู้ใดเลย</w:t>
      </w:r>
    </w:p>
    <w:p w:rsidR="00A14FC0" w:rsidRDefault="00C27D9F" w:rsidP="00A14FC0">
      <w:pPr>
        <w:pStyle w:val="libNormal"/>
        <w:ind w:firstLine="0"/>
      </w:pPr>
      <w:r w:rsidRPr="00C27D9F">
        <w:rPr>
          <w:rFonts w:hint="cs"/>
          <w:cs/>
        </w:rPr>
        <w:t>ครั้งหนึ่งเขาป่วยและอาหารของเขาถูกนำมาวางไว้ใกล้กับประตู</w:t>
      </w:r>
      <w:r w:rsidR="00A14FC0">
        <w:rPr>
          <w:rFonts w:hint="cs"/>
          <w:cs/>
        </w:rPr>
        <w:t xml:space="preserve"> </w:t>
      </w:r>
      <w:r w:rsidRPr="00C27D9F">
        <w:rPr>
          <w:rFonts w:hint="cs"/>
          <w:cs/>
        </w:rPr>
        <w:t>เขาไม่สามารถที่จะลุกขึ้นมาเพื่อยกมันได้และในเวลาเดียวกัน</w:t>
      </w:r>
      <w:r w:rsidR="00A14FC0">
        <w:rPr>
          <w:rFonts w:cs="Cordia New" w:hint="cs"/>
          <w:szCs w:val="40"/>
          <w:cs/>
        </w:rPr>
        <w:t xml:space="preserve"> </w:t>
      </w:r>
      <w:r w:rsidRPr="00C27D9F">
        <w:rPr>
          <w:rFonts w:hint="cs"/>
          <w:cs/>
        </w:rPr>
        <w:t>เขาก็ละเว้นในการที่จะเรียกผู้หนึ่งผู้ใดเพื่อที่จะนำอาหารมาให้แต่เขาหลายชั่วโมงต่อมาญาติพี่น้องก็พบว่าอาหารเย็นไปเสียแล้วและยังคงวางอยู่ในที่เดิม</w:t>
      </w:r>
    </w:p>
    <w:p w:rsidR="00A14FC0" w:rsidRDefault="00C27D9F" w:rsidP="00AB0BC2">
      <w:pPr>
        <w:pStyle w:val="libNormal"/>
        <w:ind w:firstLine="0"/>
      </w:pPr>
      <w:r w:rsidRPr="00C27D9F">
        <w:rPr>
          <w:rFonts w:hint="cs"/>
          <w:cs/>
        </w:rPr>
        <w:t>อีกเรื่องหนึ่งที่บอกเล่าเกี่ยวกับศอฮาบะห์</w:t>
      </w:r>
      <w:r w:rsidRPr="00C27D9F">
        <w:rPr>
          <w:rFonts w:cs="Times New Roman"/>
          <w:lang w:bidi="ar-SA"/>
        </w:rPr>
        <w:t>(</w:t>
      </w:r>
      <w:r w:rsidRPr="00C27D9F">
        <w:rPr>
          <w:rFonts w:hint="cs"/>
          <w:cs/>
        </w:rPr>
        <w:t>สหาย</w:t>
      </w:r>
      <w:r w:rsidR="00A14FC0" w:rsidRPr="00C27D9F">
        <w:rPr>
          <w:rFonts w:hint="cs"/>
          <w:cs/>
        </w:rPr>
        <w:t xml:space="preserve">) บางคนของท่านศาสดา </w:t>
      </w:r>
      <w:r w:rsidR="00A14FC0" w:rsidRPr="00C27D9F">
        <w:rPr>
          <w:cs/>
        </w:rPr>
        <w:t>(</w:t>
      </w:r>
      <w:r w:rsidRPr="00C27D9F">
        <w:rPr>
          <w:rFonts w:hint="cs"/>
          <w:cs/>
        </w:rPr>
        <w:t>ศ</w:t>
      </w:r>
      <w:r w:rsidR="00A14FC0" w:rsidRPr="00C27D9F">
        <w:rPr>
          <w:rFonts w:hint="cs"/>
          <w:cs/>
        </w:rPr>
        <w:t>)</w:t>
      </w:r>
      <w:r w:rsidR="00A14FC0">
        <w:rPr>
          <w:rFonts w:hint="cs"/>
          <w:cs/>
        </w:rPr>
        <w:t xml:space="preserve"> ในสนามรบมูตะฮ์ซึ่งเป็นที่อัศจรรย์ใจอย่างแท้จริ</w:t>
      </w:r>
      <w:r w:rsidR="00A14FC0">
        <w:rPr>
          <w:cs/>
        </w:rPr>
        <w:t>ง</w:t>
      </w:r>
      <w:r w:rsidR="00A14FC0">
        <w:rPr>
          <w:rFonts w:hint="cs"/>
          <w:cs/>
        </w:rPr>
        <w:t xml:space="preserve"> </w:t>
      </w:r>
      <w:r w:rsidRPr="00C27D9F">
        <w:rPr>
          <w:rFonts w:hint="cs"/>
          <w:cs/>
        </w:rPr>
        <w:t>พวกที่ได้รับบาดเจ็บจำนวนหนึ่งนอนร้องครวญครางอยู่บนพื้นดินด้วยความกระหายน้ำ</w:t>
      </w:r>
      <w:r w:rsidR="00A14FC0">
        <w:rPr>
          <w:rFonts w:hint="cs"/>
          <w:cs/>
        </w:rPr>
        <w:t xml:space="preserve"> </w:t>
      </w:r>
      <w:r w:rsidRPr="00C27D9F">
        <w:rPr>
          <w:rFonts w:hint="cs"/>
          <w:cs/>
        </w:rPr>
        <w:t>ชายผู้หนึ่งนำภาชนะใส่น้ำมายังพวกเขา</w:t>
      </w:r>
      <w:r w:rsidR="00A14FC0">
        <w:rPr>
          <w:rFonts w:hint="cs"/>
          <w:cs/>
        </w:rPr>
        <w:t xml:space="preserve"> </w:t>
      </w:r>
      <w:r w:rsidRPr="00C27D9F">
        <w:rPr>
          <w:rFonts w:hint="cs"/>
          <w:cs/>
        </w:rPr>
        <w:t>เมื่อน้ำถูกส่งให้แก่ผู้หนึ่งจากพวกเขาบุคคลแรกชี้ไปที่อีกคนหนึ่งและกล่าวว่าเขาต้องการน้ำมากที่สุดและบุคคลที่สองก็ชี้ไปยังบุคคลที่สามเพื่อน้ำจะได้ถูกนำไปให้แก่เขาเมื่อผู้แบกน้ำเดินเข้าไปใกล้ชายคนที่สามจึงได้พบว่าเขาสิ้นชีวิตเสียก่อน</w:t>
      </w:r>
      <w:r w:rsidR="00A14FC0">
        <w:rPr>
          <w:rFonts w:hint="cs"/>
          <w:cs/>
        </w:rPr>
        <w:t xml:space="preserve"> </w:t>
      </w:r>
      <w:r w:rsidRPr="00C27D9F">
        <w:rPr>
          <w:rFonts w:hint="cs"/>
          <w:cs/>
        </w:rPr>
        <w:t>ดังนั้นเขาจึงกลับมายังชายคนที่สองแต่เขาก็เสียชีวิตแล้วเช่นเดียวกัน</w:t>
      </w:r>
    </w:p>
    <w:p w:rsidR="00C27D9F" w:rsidRPr="00C27D9F" w:rsidRDefault="00C27D9F" w:rsidP="00A14FC0">
      <w:pPr>
        <w:pStyle w:val="libNormal"/>
        <w:ind w:firstLine="0"/>
        <w:rPr>
          <w:rFonts w:cs="Times New Roman"/>
          <w:lang w:bidi="ar-SA"/>
        </w:rPr>
      </w:pPr>
      <w:r w:rsidRPr="00C27D9F">
        <w:rPr>
          <w:rFonts w:hint="cs"/>
          <w:cs/>
        </w:rPr>
        <w:t>และเมื่อเขากลับมายังชายคนแรกเขาก็สิ้นชีพแล้วเหมือนกัน</w:t>
      </w:r>
      <w:r w:rsidR="00680C1C">
        <w:rPr>
          <w:rFonts w:hint="cs"/>
          <w:cs/>
        </w:rPr>
        <w:t xml:space="preserve"> </w:t>
      </w:r>
      <w:r w:rsidRPr="00C27D9F">
        <w:rPr>
          <w:rFonts w:hint="cs"/>
          <w:cs/>
        </w:rPr>
        <w:t>นี่คือ</w:t>
      </w:r>
    </w:p>
    <w:p w:rsidR="00AB0BC2" w:rsidRDefault="00C27D9F" w:rsidP="00680C1C">
      <w:pPr>
        <w:pStyle w:val="libNormal"/>
        <w:ind w:firstLine="0"/>
        <w:rPr>
          <w:cs/>
        </w:rPr>
      </w:pPr>
      <w:r w:rsidRPr="00C27D9F">
        <w:rPr>
          <w:rFonts w:hint="cs"/>
          <w:cs/>
        </w:rPr>
        <w:t>การเสียสละไม่เห็นแก่ตนเองและเป็นการให้สิทธิต่อผู้อื่นก่อนตนเอง</w:t>
      </w:r>
      <w:r w:rsidR="00680C1C">
        <w:rPr>
          <w:rFonts w:hint="cs"/>
          <w:cs/>
        </w:rPr>
        <w:t xml:space="preserve"> </w:t>
      </w:r>
      <w:r w:rsidRPr="00C27D9F">
        <w:rPr>
          <w:rFonts w:hint="cs"/>
          <w:cs/>
        </w:rPr>
        <w:t>นั่นคือหนึ่งในจำนวนความยิ่งใหญ่แห่งคุณค่าทั้งหลายของมนุษย์</w:t>
      </w:r>
    </w:p>
    <w:p w:rsidR="004E700D" w:rsidRDefault="004E700D" w:rsidP="00AB0BC2">
      <w:pPr>
        <w:rPr>
          <w:rFonts w:ascii="Angsana New" w:hAnsi="Angsana New" w:cs="Cordia New"/>
          <w:sz w:val="32"/>
          <w:szCs w:val="30"/>
          <w:lang w:bidi="th-TH"/>
        </w:rPr>
      </w:pPr>
    </w:p>
    <w:sdt>
      <w:sdtPr>
        <w:rPr>
          <w:rFonts w:ascii="Times New Roman" w:eastAsia="SimSun" w:hAnsi="Times New Roman" w:cs="Times New Roman"/>
          <w:b w:val="0"/>
          <w:bCs w:val="0"/>
          <w:color w:val="auto"/>
          <w:sz w:val="24"/>
          <w:szCs w:val="24"/>
          <w:lang w:eastAsia="zh-CN"/>
        </w:rPr>
        <w:id w:val="593212"/>
        <w:docPartObj>
          <w:docPartGallery w:val="Table of Contents"/>
          <w:docPartUnique/>
        </w:docPartObj>
      </w:sdtPr>
      <w:sdtContent>
        <w:p w:rsidR="00336B67" w:rsidRDefault="00336B67">
          <w:pPr>
            <w:pStyle w:val="TOCHeading"/>
          </w:pPr>
          <w:r>
            <w:t>Contents</w:t>
          </w:r>
        </w:p>
        <w:p w:rsidR="00336B67" w:rsidRDefault="003C6A9C" w:rsidP="00336B67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r>
            <w:fldChar w:fldCharType="begin"/>
          </w:r>
          <w:r w:rsidR="00336B67">
            <w:instrText xml:space="preserve"> TOC \o "1-3" \h \z \u </w:instrText>
          </w:r>
          <w:r>
            <w:fldChar w:fldCharType="separate"/>
          </w:r>
        </w:p>
        <w:p w:rsidR="00336B67" w:rsidRDefault="00336B67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</w:p>
        <w:p w:rsidR="00336B67" w:rsidRDefault="003C6A9C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605992" w:history="1">
            <w:r w:rsidR="00336B67" w:rsidRPr="002022D7">
              <w:rPr>
                <w:rStyle w:val="Hyperlink"/>
                <w:rFonts w:cs="Angsana New" w:hint="cs"/>
                <w:noProof/>
                <w:cs/>
                <w:lang w:bidi="th-TH"/>
              </w:rPr>
              <w:t>คำนำของผู้แปล</w:t>
            </w:r>
            <w:r w:rsidR="00336B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6B67">
              <w:rPr>
                <w:noProof/>
                <w:webHidden/>
              </w:rPr>
              <w:instrText xml:space="preserve"> PAGEREF _Toc442605992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6B67">
              <w:rPr>
                <w:rFonts w:cs="Angsana New" w:hint="cs"/>
                <w:noProof/>
                <w:webHidden/>
                <w:cs/>
                <w:lang w:bidi="th-TH"/>
              </w:rPr>
              <w:t>๒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6B67" w:rsidRDefault="003C6A9C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605993" w:history="1">
            <w:r w:rsidR="00336B67" w:rsidRPr="002022D7">
              <w:rPr>
                <w:rStyle w:val="Hyperlink"/>
                <w:rFonts w:cs="Angsana New" w:hint="cs"/>
                <w:noProof/>
                <w:cs/>
                <w:lang w:bidi="th-TH"/>
              </w:rPr>
              <w:t>ด้วยพระนามแห่งอัลลอฮฺผู้ทรงกรุณาปรานี</w:t>
            </w:r>
            <w:r w:rsidR="00336B67" w:rsidRPr="002022D7">
              <w:rPr>
                <w:rStyle w:val="Hyperlink"/>
                <w:rFonts w:cs="Angsana New"/>
                <w:noProof/>
                <w:cs/>
                <w:lang w:bidi="th-TH"/>
              </w:rPr>
              <w:t xml:space="preserve"> </w:t>
            </w:r>
            <w:r w:rsidR="00336B67" w:rsidRPr="002022D7">
              <w:rPr>
                <w:rStyle w:val="Hyperlink"/>
                <w:rFonts w:cs="Angsana New" w:hint="cs"/>
                <w:noProof/>
                <w:cs/>
                <w:lang w:bidi="th-TH"/>
              </w:rPr>
              <w:t>ผู้ทรงเมตตานิรันดร</w:t>
            </w:r>
            <w:r w:rsidR="00336B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6B67">
              <w:rPr>
                <w:noProof/>
                <w:webHidden/>
              </w:rPr>
              <w:instrText xml:space="preserve"> PAGEREF _Toc442605993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6B67">
              <w:rPr>
                <w:rFonts w:cs="Angsana New" w:hint="cs"/>
                <w:noProof/>
                <w:webHidden/>
                <w:cs/>
                <w:lang w:bidi="th-TH"/>
              </w:rPr>
              <w:t>๒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6B67" w:rsidRDefault="003C6A9C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605994" w:history="1"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ภาคที่หนึ่ง</w:t>
            </w:r>
            <w:r w:rsidR="00336B67" w:rsidRPr="002022D7">
              <w:rPr>
                <w:rStyle w:val="Hyperlink"/>
                <w:rFonts w:cs="Cordia New"/>
                <w:noProof/>
                <w:cs/>
                <w:lang w:bidi="th-TH"/>
              </w:rPr>
              <w:t xml:space="preserve"> </w:t>
            </w:r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มนุษย์ผู้สมบูรณ์</w:t>
            </w:r>
            <w:r w:rsidR="00336B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6B67">
              <w:rPr>
                <w:noProof/>
                <w:webHidden/>
              </w:rPr>
              <w:instrText xml:space="preserve"> PAGEREF _Toc442605994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6B67">
              <w:rPr>
                <w:rFonts w:cs="Angsana New" w:hint="cs"/>
                <w:noProof/>
                <w:webHidden/>
                <w:cs/>
                <w:lang w:bidi="th-TH"/>
              </w:rPr>
              <w:t>๔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6B67" w:rsidRDefault="003C6A9C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605995" w:history="1"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มนุษย์ที่บกพร่องกับมนุษย์ที่ปกติดี</w:t>
            </w:r>
            <w:r w:rsidR="00336B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6B67">
              <w:rPr>
                <w:noProof/>
                <w:webHidden/>
              </w:rPr>
              <w:instrText xml:space="preserve"> PAGEREF _Toc442605995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6B67">
              <w:rPr>
                <w:rFonts w:cs="Angsana New" w:hint="cs"/>
                <w:noProof/>
                <w:webHidden/>
                <w:cs/>
                <w:lang w:bidi="th-TH"/>
              </w:rPr>
              <w:t>๔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6B67" w:rsidRDefault="003C6A9C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605996" w:history="1">
            <w:r w:rsidR="00336B67" w:rsidRPr="002022D7">
              <w:rPr>
                <w:rStyle w:val="Hyperlink"/>
                <w:rFonts w:ascii="Angsana New" w:hAnsi="Angsana New" w:cs="Angsana New" w:hint="cs"/>
                <w:noProof/>
                <w:cs/>
                <w:lang w:bidi="th-TH"/>
              </w:rPr>
              <w:t>ภายใต้การบรรยายในหัวข้อเรื่อง</w:t>
            </w:r>
            <w:r w:rsidR="00336B67" w:rsidRPr="002022D7">
              <w:rPr>
                <w:rStyle w:val="Hyperlink"/>
                <w:rFonts w:cs="Cordia New"/>
                <w:noProof/>
                <w:rtl/>
              </w:rPr>
              <w:t xml:space="preserve"> “</w:t>
            </w:r>
            <w:r w:rsidR="00336B67" w:rsidRPr="002022D7">
              <w:rPr>
                <w:rStyle w:val="Hyperlink"/>
                <w:rFonts w:ascii="Angsana New" w:hAnsi="Angsana New" w:cs="Angsana New" w:hint="cs"/>
                <w:noProof/>
                <w:cs/>
                <w:lang w:bidi="th-TH"/>
              </w:rPr>
              <w:t>มนุษย์ผู้สมบูรณ์</w:t>
            </w:r>
            <w:r w:rsidR="00336B67" w:rsidRPr="002022D7">
              <w:rPr>
                <w:rStyle w:val="Hyperlink"/>
                <w:rFonts w:cs="Cordia New"/>
                <w:noProof/>
                <w:rtl/>
              </w:rPr>
              <w:t>”</w:t>
            </w:r>
            <w:r w:rsidR="00336B67" w:rsidRPr="002022D7">
              <w:rPr>
                <w:rStyle w:val="Hyperlink"/>
                <w:rFonts w:ascii="Angsana New" w:hAnsi="Angsana New" w:cs="Angsana New" w:hint="cs"/>
                <w:noProof/>
                <w:cs/>
                <w:lang w:bidi="th-TH"/>
              </w:rPr>
              <w:t>จากทัศนะของอิสลาม</w:t>
            </w:r>
            <w:r w:rsidR="00336B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6B67">
              <w:rPr>
                <w:noProof/>
                <w:webHidden/>
              </w:rPr>
              <w:instrText xml:space="preserve"> PAGEREF _Toc442605996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6B67">
              <w:rPr>
                <w:rFonts w:cs="Angsana New" w:hint="cs"/>
                <w:noProof/>
                <w:webHidden/>
                <w:cs/>
                <w:lang w:bidi="th-TH"/>
              </w:rPr>
              <w:t>๔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6B67" w:rsidRDefault="003C6A9C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605997" w:history="1"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แนวทางในการรู้จักมนุษย์ผู้สมบูรณ์ในทัศนะอิสลาม</w:t>
            </w:r>
            <w:r w:rsidR="00336B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6B67">
              <w:rPr>
                <w:noProof/>
                <w:webHidden/>
              </w:rPr>
              <w:instrText xml:space="preserve"> PAGEREF _Toc442605997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6B67">
              <w:rPr>
                <w:rFonts w:cs="Angsana New" w:hint="cs"/>
                <w:noProof/>
                <w:webHidden/>
                <w:cs/>
                <w:lang w:bidi="th-TH"/>
              </w:rPr>
              <w:t>๕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6B67" w:rsidRDefault="003C6A9C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605998" w:history="1"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ความแตกต่างของคำว่า</w:t>
            </w:r>
            <w:r w:rsidR="00336B67" w:rsidRPr="002022D7">
              <w:rPr>
                <w:rStyle w:val="Hyperlink"/>
                <w:rFonts w:cs="Cordia New"/>
                <w:noProof/>
                <w:cs/>
                <w:lang w:bidi="th-TH"/>
              </w:rPr>
              <w:t xml:space="preserve"> </w:t>
            </w:r>
            <w:r w:rsidR="00336B67" w:rsidRPr="002022D7">
              <w:rPr>
                <w:rStyle w:val="Hyperlink"/>
                <w:rFonts w:cs="Cordia New"/>
                <w:noProof/>
                <w:lang w:bidi="th-TH"/>
              </w:rPr>
              <w:t>“</w:t>
            </w:r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สำเร็จ</w:t>
            </w:r>
            <w:r w:rsidR="00336B67" w:rsidRPr="002022D7">
              <w:rPr>
                <w:rStyle w:val="Hyperlink"/>
                <w:rFonts w:cs="Cordia New" w:hint="eastAsia"/>
                <w:noProof/>
                <w:lang w:bidi="th-TH"/>
              </w:rPr>
              <w:t>”</w:t>
            </w:r>
            <w:r w:rsidR="00336B67" w:rsidRPr="002022D7">
              <w:rPr>
                <w:rStyle w:val="Hyperlink"/>
                <w:rFonts w:cs="Cordia New"/>
                <w:noProof/>
                <w:lang w:bidi="th-TH"/>
              </w:rPr>
              <w:t xml:space="preserve"> </w:t>
            </w:r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กับ</w:t>
            </w:r>
            <w:r w:rsidR="00336B67" w:rsidRPr="002022D7">
              <w:rPr>
                <w:rStyle w:val="Hyperlink"/>
                <w:rFonts w:cs="Cordia New"/>
                <w:noProof/>
                <w:cs/>
                <w:lang w:bidi="th-TH"/>
              </w:rPr>
              <w:t xml:space="preserve"> </w:t>
            </w:r>
            <w:r w:rsidR="00336B67" w:rsidRPr="002022D7">
              <w:rPr>
                <w:rStyle w:val="Hyperlink"/>
                <w:rFonts w:cs="Cordia New"/>
                <w:noProof/>
                <w:lang w:bidi="th-TH"/>
              </w:rPr>
              <w:t>“</w:t>
            </w:r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สมบูรณ์</w:t>
            </w:r>
            <w:r w:rsidR="00336B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6B67">
              <w:rPr>
                <w:noProof/>
                <w:webHidden/>
              </w:rPr>
              <w:instrText xml:space="preserve"> PAGEREF _Toc442605998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6B67">
              <w:rPr>
                <w:rFonts w:cs="Angsana New" w:hint="cs"/>
                <w:noProof/>
                <w:webHidden/>
                <w:cs/>
                <w:lang w:bidi="th-TH"/>
              </w:rPr>
              <w:t>๗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6B67" w:rsidRDefault="003C6A9C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605999" w:history="1"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การใช้ศัพท์ของคำว่า</w:t>
            </w:r>
            <w:r w:rsidR="00336B67" w:rsidRPr="002022D7">
              <w:rPr>
                <w:rStyle w:val="Hyperlink"/>
                <w:rFonts w:cs="Cordia New"/>
                <w:noProof/>
                <w:cs/>
                <w:lang w:bidi="th-TH"/>
              </w:rPr>
              <w:t xml:space="preserve"> </w:t>
            </w:r>
            <w:r w:rsidR="00336B67" w:rsidRPr="002022D7">
              <w:rPr>
                <w:rStyle w:val="Hyperlink"/>
                <w:rFonts w:cs="Cordia New"/>
                <w:noProof/>
                <w:lang w:bidi="th-TH"/>
              </w:rPr>
              <w:t>“</w:t>
            </w:r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มนุษย์ผู้สมบูรณ์</w:t>
            </w:r>
            <w:r w:rsidR="00336B67" w:rsidRPr="002022D7">
              <w:rPr>
                <w:rStyle w:val="Hyperlink"/>
                <w:rFonts w:cs="Cordia New"/>
                <w:noProof/>
                <w:cs/>
                <w:lang w:bidi="th-TH"/>
              </w:rPr>
              <w:t>”</w:t>
            </w:r>
            <w:r w:rsidR="00336B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6B67">
              <w:rPr>
                <w:noProof/>
                <w:webHidden/>
              </w:rPr>
              <w:instrText xml:space="preserve"> PAGEREF _Toc442605999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6B67">
              <w:rPr>
                <w:rFonts w:cs="Angsana New" w:hint="cs"/>
                <w:noProof/>
                <w:webHidden/>
                <w:cs/>
                <w:lang w:bidi="th-TH"/>
              </w:rPr>
              <w:t>๘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6B67" w:rsidRDefault="003C6A9C">
          <w:pPr>
            <w:pStyle w:val="TOC1"/>
            <w:tabs>
              <w:tab w:val="right" w:leader="dot" w:pos="636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606000" w:history="1">
            <w:r w:rsidR="00336B67" w:rsidRPr="002022D7">
              <w:rPr>
                <w:rStyle w:val="Hyperlink"/>
                <w:rFonts w:cs="Cordia New" w:hint="cs"/>
                <w:noProof/>
                <w:cs/>
                <w:lang w:bidi="th-TH"/>
              </w:rPr>
              <w:t>ความผิดปกติทางร่างกายและจิตวิญญาณ</w:t>
            </w:r>
            <w:r w:rsidR="00336B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6B67">
              <w:rPr>
                <w:noProof/>
                <w:webHidden/>
              </w:rPr>
              <w:instrText xml:space="preserve"> PAGEREF _Toc442606000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6B67">
              <w:rPr>
                <w:rFonts w:cs="Angsana New" w:hint="cs"/>
                <w:noProof/>
                <w:webHidden/>
                <w:cs/>
                <w:lang w:bidi="th-TH"/>
              </w:rPr>
              <w:t>๑๐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6B67" w:rsidRDefault="003C6A9C">
          <w:r>
            <w:fldChar w:fldCharType="end"/>
          </w:r>
        </w:p>
      </w:sdtContent>
    </w:sdt>
    <w:p w:rsidR="00336B67" w:rsidRPr="00AB0BC2" w:rsidRDefault="00336B67" w:rsidP="00AB0BC2">
      <w:pPr>
        <w:rPr>
          <w:rFonts w:ascii="Angsana New" w:hAnsi="Angsana New" w:cs="Cordia New"/>
          <w:sz w:val="32"/>
          <w:szCs w:val="30"/>
          <w:lang w:bidi="th-TH"/>
        </w:rPr>
      </w:pPr>
    </w:p>
    <w:sectPr w:rsidR="00336B67" w:rsidRPr="00AB0BC2" w:rsidSect="004E126D">
      <w:footerReference w:type="default" r:id="rId8"/>
      <w:pgSz w:w="9979" w:h="14170" w:code="120"/>
      <w:pgMar w:top="1267" w:right="1800" w:bottom="1440" w:left="1800" w:header="720" w:footer="720" w:gutter="0"/>
      <w:pgNumType w:fmt="thaiNumber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CAD" w:rsidRDefault="00456CAD" w:rsidP="000D3015">
      <w:r>
        <w:separator/>
      </w:r>
    </w:p>
  </w:endnote>
  <w:endnote w:type="continuationSeparator" w:id="1">
    <w:p w:rsidR="00456CAD" w:rsidRDefault="00456CAD" w:rsidP="000D3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C" w:rsidRDefault="003C6A9C" w:rsidP="000D3015">
    <w:pPr>
      <w:pStyle w:val="Footer"/>
      <w:jc w:val="center"/>
    </w:pPr>
    <w:fldSimple w:instr=" PAGE   \* MERGEFORMAT ">
      <w:r w:rsidR="00F0341C" w:rsidRPr="00F0341C">
        <w:rPr>
          <w:rFonts w:ascii="Angsana New" w:hAnsi="Angsana New" w:cs="Angsana New" w:hint="cs"/>
          <w:noProof/>
          <w:cs/>
          <w:lang w:bidi="th-TH"/>
        </w:rPr>
        <w:t>๑๕๓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CAD" w:rsidRDefault="00456CAD" w:rsidP="000D3015">
      <w:r>
        <w:separator/>
      </w:r>
    </w:p>
  </w:footnote>
  <w:footnote w:type="continuationSeparator" w:id="1">
    <w:p w:rsidR="00456CAD" w:rsidRDefault="00456CAD" w:rsidP="000D30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444BF"/>
    <w:multiLevelType w:val="hybridMultilevel"/>
    <w:tmpl w:val="866C3E6C"/>
    <w:lvl w:ilvl="0" w:tplc="86ECA07E">
      <w:start w:val="1"/>
      <w:numFmt w:val="decimal"/>
      <w:lvlText w:val="%1)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hideSpellingErrors/>
  <w:hideGrammaticalErrors/>
  <w:attachedTemplate r:id="rId1"/>
  <w:stylePaneFormatFilter w:val="3F01"/>
  <w:stylePaneSortMethod w:val="00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9331DF"/>
    <w:rsid w:val="00007EAA"/>
    <w:rsid w:val="000205EB"/>
    <w:rsid w:val="00023F39"/>
    <w:rsid w:val="000408FC"/>
    <w:rsid w:val="000446FD"/>
    <w:rsid w:val="00064555"/>
    <w:rsid w:val="000652A6"/>
    <w:rsid w:val="00074611"/>
    <w:rsid w:val="00076305"/>
    <w:rsid w:val="00081B4E"/>
    <w:rsid w:val="000845C9"/>
    <w:rsid w:val="00097965"/>
    <w:rsid w:val="000A7590"/>
    <w:rsid w:val="000D2AAE"/>
    <w:rsid w:val="000D3015"/>
    <w:rsid w:val="000F45CE"/>
    <w:rsid w:val="000F58FA"/>
    <w:rsid w:val="00102DFA"/>
    <w:rsid w:val="001078CE"/>
    <w:rsid w:val="001335BD"/>
    <w:rsid w:val="00134BF7"/>
    <w:rsid w:val="0014072B"/>
    <w:rsid w:val="00146128"/>
    <w:rsid w:val="00147D77"/>
    <w:rsid w:val="00185438"/>
    <w:rsid w:val="00195EB6"/>
    <w:rsid w:val="001E1F67"/>
    <w:rsid w:val="001E79BD"/>
    <w:rsid w:val="0020085E"/>
    <w:rsid w:val="0021551C"/>
    <w:rsid w:val="00247BD3"/>
    <w:rsid w:val="00256E34"/>
    <w:rsid w:val="00277447"/>
    <w:rsid w:val="002B30FB"/>
    <w:rsid w:val="002B37BF"/>
    <w:rsid w:val="002D60AE"/>
    <w:rsid w:val="0032265B"/>
    <w:rsid w:val="00336B67"/>
    <w:rsid w:val="00340B62"/>
    <w:rsid w:val="00387CFB"/>
    <w:rsid w:val="003C412E"/>
    <w:rsid w:val="003C6A9C"/>
    <w:rsid w:val="003F0864"/>
    <w:rsid w:val="003F1054"/>
    <w:rsid w:val="00413041"/>
    <w:rsid w:val="00420C6D"/>
    <w:rsid w:val="00422E39"/>
    <w:rsid w:val="00432300"/>
    <w:rsid w:val="00440CE6"/>
    <w:rsid w:val="004444F7"/>
    <w:rsid w:val="004473BB"/>
    <w:rsid w:val="00454C85"/>
    <w:rsid w:val="00456CAD"/>
    <w:rsid w:val="004656C2"/>
    <w:rsid w:val="0048573F"/>
    <w:rsid w:val="0049397E"/>
    <w:rsid w:val="00494AA1"/>
    <w:rsid w:val="004C571A"/>
    <w:rsid w:val="004D3CE9"/>
    <w:rsid w:val="004D7715"/>
    <w:rsid w:val="004E126D"/>
    <w:rsid w:val="004E700D"/>
    <w:rsid w:val="004F385A"/>
    <w:rsid w:val="004F42B4"/>
    <w:rsid w:val="00500001"/>
    <w:rsid w:val="00514B6E"/>
    <w:rsid w:val="00545534"/>
    <w:rsid w:val="00550731"/>
    <w:rsid w:val="005520A1"/>
    <w:rsid w:val="00557AFF"/>
    <w:rsid w:val="005655EE"/>
    <w:rsid w:val="00567AC3"/>
    <w:rsid w:val="005724C1"/>
    <w:rsid w:val="00573C4F"/>
    <w:rsid w:val="00582FEC"/>
    <w:rsid w:val="0058366D"/>
    <w:rsid w:val="00585A35"/>
    <w:rsid w:val="005A6BE3"/>
    <w:rsid w:val="005B0E2B"/>
    <w:rsid w:val="005B6C6C"/>
    <w:rsid w:val="005C6EED"/>
    <w:rsid w:val="005F2E25"/>
    <w:rsid w:val="005F3232"/>
    <w:rsid w:val="00605D95"/>
    <w:rsid w:val="006133E2"/>
    <w:rsid w:val="006138E8"/>
    <w:rsid w:val="006152E1"/>
    <w:rsid w:val="00640A44"/>
    <w:rsid w:val="00646CC7"/>
    <w:rsid w:val="00646E83"/>
    <w:rsid w:val="00680C1C"/>
    <w:rsid w:val="00686A33"/>
    <w:rsid w:val="00693FDD"/>
    <w:rsid w:val="006A6D3C"/>
    <w:rsid w:val="006A7B54"/>
    <w:rsid w:val="006C31F1"/>
    <w:rsid w:val="006D7DDF"/>
    <w:rsid w:val="007162DC"/>
    <w:rsid w:val="007453D0"/>
    <w:rsid w:val="0075324E"/>
    <w:rsid w:val="00753D28"/>
    <w:rsid w:val="0075773C"/>
    <w:rsid w:val="007718C2"/>
    <w:rsid w:val="0077346F"/>
    <w:rsid w:val="00773977"/>
    <w:rsid w:val="00774774"/>
    <w:rsid w:val="00790C0D"/>
    <w:rsid w:val="007A0080"/>
    <w:rsid w:val="007B7206"/>
    <w:rsid w:val="007C0D5B"/>
    <w:rsid w:val="007C0FAC"/>
    <w:rsid w:val="007C26C3"/>
    <w:rsid w:val="007D5DF7"/>
    <w:rsid w:val="007F03EF"/>
    <w:rsid w:val="00800C7E"/>
    <w:rsid w:val="008021CF"/>
    <w:rsid w:val="008207BA"/>
    <w:rsid w:val="008246F9"/>
    <w:rsid w:val="00825D98"/>
    <w:rsid w:val="0083319E"/>
    <w:rsid w:val="008479E4"/>
    <w:rsid w:val="0085331E"/>
    <w:rsid w:val="008547EB"/>
    <w:rsid w:val="0086013A"/>
    <w:rsid w:val="00896C19"/>
    <w:rsid w:val="008A792A"/>
    <w:rsid w:val="008B02F0"/>
    <w:rsid w:val="008B29DC"/>
    <w:rsid w:val="008C449D"/>
    <w:rsid w:val="008E582E"/>
    <w:rsid w:val="008F1F11"/>
    <w:rsid w:val="00906700"/>
    <w:rsid w:val="00920A50"/>
    <w:rsid w:val="009331DF"/>
    <w:rsid w:val="00933209"/>
    <w:rsid w:val="009471F9"/>
    <w:rsid w:val="00960290"/>
    <w:rsid w:val="00970877"/>
    <w:rsid w:val="00971F7A"/>
    <w:rsid w:val="00972B31"/>
    <w:rsid w:val="00974D55"/>
    <w:rsid w:val="00A07E25"/>
    <w:rsid w:val="00A14FC0"/>
    <w:rsid w:val="00A15E01"/>
    <w:rsid w:val="00A24769"/>
    <w:rsid w:val="00A5468D"/>
    <w:rsid w:val="00A723B2"/>
    <w:rsid w:val="00A73D09"/>
    <w:rsid w:val="00A85CCC"/>
    <w:rsid w:val="00AB0BC2"/>
    <w:rsid w:val="00AB45FB"/>
    <w:rsid w:val="00AC3344"/>
    <w:rsid w:val="00AD175B"/>
    <w:rsid w:val="00AF07A4"/>
    <w:rsid w:val="00AF479B"/>
    <w:rsid w:val="00AF6A1F"/>
    <w:rsid w:val="00B257DC"/>
    <w:rsid w:val="00B73312"/>
    <w:rsid w:val="00B73623"/>
    <w:rsid w:val="00B755C4"/>
    <w:rsid w:val="00BA4DB0"/>
    <w:rsid w:val="00BD3BBD"/>
    <w:rsid w:val="00BD5AF6"/>
    <w:rsid w:val="00BE1590"/>
    <w:rsid w:val="00C2664E"/>
    <w:rsid w:val="00C267A9"/>
    <w:rsid w:val="00C27D9F"/>
    <w:rsid w:val="00C4191D"/>
    <w:rsid w:val="00C54A42"/>
    <w:rsid w:val="00C91053"/>
    <w:rsid w:val="00C93844"/>
    <w:rsid w:val="00CA67CF"/>
    <w:rsid w:val="00CB3CD7"/>
    <w:rsid w:val="00CC33E9"/>
    <w:rsid w:val="00CE4C2C"/>
    <w:rsid w:val="00CE7D20"/>
    <w:rsid w:val="00CE7F2A"/>
    <w:rsid w:val="00D25E24"/>
    <w:rsid w:val="00D26182"/>
    <w:rsid w:val="00D31859"/>
    <w:rsid w:val="00D33EF8"/>
    <w:rsid w:val="00D3708B"/>
    <w:rsid w:val="00D43C56"/>
    <w:rsid w:val="00D530A4"/>
    <w:rsid w:val="00D54587"/>
    <w:rsid w:val="00D64F38"/>
    <w:rsid w:val="00D71730"/>
    <w:rsid w:val="00D73F56"/>
    <w:rsid w:val="00D9759D"/>
    <w:rsid w:val="00DA45C8"/>
    <w:rsid w:val="00DB4EA9"/>
    <w:rsid w:val="00DC7EA6"/>
    <w:rsid w:val="00DE411E"/>
    <w:rsid w:val="00E13DC5"/>
    <w:rsid w:val="00E60339"/>
    <w:rsid w:val="00E656C5"/>
    <w:rsid w:val="00E8363A"/>
    <w:rsid w:val="00E97BBA"/>
    <w:rsid w:val="00EA2AD6"/>
    <w:rsid w:val="00EC4D98"/>
    <w:rsid w:val="00EC6144"/>
    <w:rsid w:val="00EE0316"/>
    <w:rsid w:val="00EE2C0D"/>
    <w:rsid w:val="00EF45F8"/>
    <w:rsid w:val="00F01ADD"/>
    <w:rsid w:val="00F0341C"/>
    <w:rsid w:val="00F043BD"/>
    <w:rsid w:val="00F10D51"/>
    <w:rsid w:val="00F13007"/>
    <w:rsid w:val="00F27273"/>
    <w:rsid w:val="00F36539"/>
    <w:rsid w:val="00F46EEB"/>
    <w:rsid w:val="00F50176"/>
    <w:rsid w:val="00F84D82"/>
    <w:rsid w:val="00F92D55"/>
    <w:rsid w:val="00FA6BA7"/>
    <w:rsid w:val="00FD35BE"/>
    <w:rsid w:val="00FE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rsid w:val="00387CFB"/>
    <w:rPr>
      <w:sz w:val="24"/>
      <w:szCs w:val="24"/>
      <w:lang w:eastAsia="zh-CN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387CFB"/>
    <w:pPr>
      <w:keepNext/>
      <w:spacing w:before="120"/>
      <w:outlineLvl w:val="0"/>
    </w:pPr>
    <w:rPr>
      <w:rFonts w:eastAsia="Angsana New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387CFB"/>
    <w:pPr>
      <w:keepNext/>
      <w:spacing w:before="120"/>
      <w:outlineLvl w:val="1"/>
    </w:pPr>
    <w:rPr>
      <w:rFonts w:eastAsia="Angsana New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387CFB"/>
    <w:pPr>
      <w:keepNext/>
      <w:spacing w:before="120"/>
      <w:outlineLvl w:val="2"/>
    </w:pPr>
    <w:rPr>
      <w:rFonts w:eastAsia="Angsana New"/>
      <w:color w:val="1F497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CFB"/>
    <w:rPr>
      <w:rFonts w:ascii="Angsana New" w:eastAsia="Angsana New" w:hAnsi="Angsana New" w:cs="Angsana New"/>
      <w:b/>
      <w:bCs/>
      <w:color w:val="1F497D"/>
      <w:kern w:val="32"/>
      <w:sz w:val="36"/>
      <w:szCs w:val="36"/>
      <w:lang w:eastAsia="zh-CN" w:bidi="th-TH"/>
    </w:rPr>
  </w:style>
  <w:style w:type="paragraph" w:customStyle="1" w:styleId="libAr">
    <w:name w:val="libAr"/>
    <w:link w:val="libArChar"/>
    <w:qFormat/>
    <w:rsid w:val="00387CFB"/>
    <w:pPr>
      <w:bidi/>
      <w:outlineLvl w:val="0"/>
    </w:pPr>
    <w:rPr>
      <w:rFonts w:eastAsia="Times New Roman" w:cs="Traditional Arabic"/>
      <w:kern w:val="36"/>
      <w:sz w:val="28"/>
      <w:szCs w:val="32"/>
    </w:rPr>
  </w:style>
  <w:style w:type="paragraph" w:customStyle="1" w:styleId="libNormal">
    <w:name w:val="libNormal"/>
    <w:link w:val="libNormalChar"/>
    <w:rsid w:val="00454C85"/>
    <w:pPr>
      <w:ind w:firstLine="288"/>
    </w:pPr>
    <w:rPr>
      <w:rFonts w:ascii="Angsana New" w:hAnsi="Angsana New" w:cs="Angsana New"/>
      <w:sz w:val="32"/>
      <w:szCs w:val="32"/>
      <w:lang w:eastAsia="zh-CN" w:bidi="th-TH"/>
    </w:rPr>
  </w:style>
  <w:style w:type="paragraph" w:customStyle="1" w:styleId="libArCenter">
    <w:name w:val="libArCenter"/>
    <w:basedOn w:val="libAr"/>
    <w:link w:val="libArCenterChar"/>
    <w:qFormat/>
    <w:rsid w:val="004D3CE9"/>
    <w:pPr>
      <w:jc w:val="center"/>
    </w:pPr>
    <w:rPr>
      <w:lang w:bidi="fa-IR"/>
    </w:rPr>
  </w:style>
  <w:style w:type="paragraph" w:customStyle="1" w:styleId="libCenter">
    <w:name w:val="libCenter"/>
    <w:basedOn w:val="libNormal"/>
    <w:qFormat/>
    <w:rsid w:val="004D3CE9"/>
    <w:pPr>
      <w:autoSpaceDE w:val="0"/>
      <w:autoSpaceDN w:val="0"/>
      <w:adjustRightInd w:val="0"/>
      <w:jc w:val="center"/>
    </w:pPr>
  </w:style>
  <w:style w:type="character" w:customStyle="1" w:styleId="libNormalChar">
    <w:name w:val="libNormal Char"/>
    <w:basedOn w:val="DefaultParagraphFont"/>
    <w:link w:val="libNormal"/>
    <w:rsid w:val="00454C85"/>
    <w:rPr>
      <w:rFonts w:ascii="Angsana New" w:hAnsi="Angsana New" w:cs="Angsana New"/>
      <w:sz w:val="32"/>
      <w:szCs w:val="32"/>
      <w:lang w:eastAsia="zh-CN" w:bidi="th-TH"/>
    </w:rPr>
  </w:style>
  <w:style w:type="paragraph" w:customStyle="1" w:styleId="libCenterBold2">
    <w:name w:val="libCenterBold2"/>
    <w:basedOn w:val="libCenter"/>
    <w:rsid w:val="004D3CE9"/>
    <w:rPr>
      <w:b/>
      <w:bCs/>
    </w:rPr>
  </w:style>
  <w:style w:type="paragraph" w:customStyle="1" w:styleId="libCenterBold1">
    <w:name w:val="libCenterBold1"/>
    <w:basedOn w:val="libCenterBold2"/>
    <w:rsid w:val="004D3CE9"/>
    <w:rPr>
      <w:sz w:val="36"/>
      <w:szCs w:val="36"/>
    </w:rPr>
  </w:style>
  <w:style w:type="paragraph" w:customStyle="1" w:styleId="libBoldItalic">
    <w:name w:val="libBoldItalic"/>
    <w:basedOn w:val="libNormal"/>
    <w:link w:val="libBoldItalicChar"/>
    <w:rsid w:val="00906700"/>
    <w:rPr>
      <w:b/>
      <w:bCs/>
      <w:i/>
      <w:iCs/>
      <w:spacing w:val="4"/>
    </w:rPr>
  </w:style>
  <w:style w:type="paragraph" w:customStyle="1" w:styleId="libBold1">
    <w:name w:val="libBold1"/>
    <w:basedOn w:val="libNormal"/>
    <w:link w:val="libBold1Char"/>
    <w:rsid w:val="00DC7EA6"/>
    <w:rPr>
      <w:rFonts w:eastAsia="Times New Roman"/>
      <w:b/>
      <w:bCs/>
      <w:spacing w:val="4"/>
      <w:szCs w:val="36"/>
    </w:rPr>
  </w:style>
  <w:style w:type="character" w:customStyle="1" w:styleId="libBoldItalicChar">
    <w:name w:val="libBoldItalic Char"/>
    <w:basedOn w:val="libNormalChar"/>
    <w:link w:val="libBoldItalic"/>
    <w:rsid w:val="00906700"/>
    <w:rPr>
      <w:b/>
      <w:bCs/>
      <w:i/>
      <w:iCs/>
      <w:spacing w:val="4"/>
    </w:rPr>
  </w:style>
  <w:style w:type="paragraph" w:customStyle="1" w:styleId="libBold2">
    <w:name w:val="libBold2"/>
    <w:basedOn w:val="libNormal"/>
    <w:link w:val="libBold2Char"/>
    <w:rsid w:val="00DC7EA6"/>
    <w:rPr>
      <w:b/>
      <w:bCs/>
    </w:rPr>
  </w:style>
  <w:style w:type="character" w:customStyle="1" w:styleId="libBold1Char">
    <w:name w:val="libBold1 Char"/>
    <w:basedOn w:val="libNormalChar"/>
    <w:link w:val="libBold1"/>
    <w:rsid w:val="00DC7EA6"/>
    <w:rPr>
      <w:rFonts w:eastAsia="Times New Roman"/>
      <w:b/>
      <w:bCs/>
      <w:spacing w:val="4"/>
      <w:szCs w:val="36"/>
    </w:rPr>
  </w:style>
  <w:style w:type="paragraph" w:customStyle="1" w:styleId="libRight">
    <w:name w:val="libRight"/>
    <w:basedOn w:val="libNormal"/>
    <w:link w:val="libRightChar"/>
    <w:rsid w:val="00DC7EA6"/>
    <w:pPr>
      <w:jc w:val="right"/>
    </w:pPr>
    <w:rPr>
      <w:rFonts w:eastAsia="Times New Roman"/>
    </w:rPr>
  </w:style>
  <w:style w:type="character" w:customStyle="1" w:styleId="libBold2Char">
    <w:name w:val="libBold2 Char"/>
    <w:basedOn w:val="libNormalChar"/>
    <w:link w:val="libBold2"/>
    <w:rsid w:val="00DC7EA6"/>
    <w:rPr>
      <w:b/>
      <w:bCs/>
    </w:rPr>
  </w:style>
  <w:style w:type="paragraph" w:customStyle="1" w:styleId="libRightItalic">
    <w:name w:val="libRightItalic"/>
    <w:basedOn w:val="libRight"/>
    <w:link w:val="libRightItalicChar"/>
    <w:rsid w:val="00DC7EA6"/>
    <w:rPr>
      <w:i/>
      <w:iCs/>
    </w:rPr>
  </w:style>
  <w:style w:type="paragraph" w:customStyle="1" w:styleId="libRightItalicBold">
    <w:name w:val="libRightItalicBold"/>
    <w:basedOn w:val="libRight"/>
    <w:link w:val="libRightItalicBoldChar"/>
    <w:rsid w:val="00DC7EA6"/>
    <w:rPr>
      <w:b/>
      <w:bCs/>
      <w:i/>
      <w:iCs/>
    </w:rPr>
  </w:style>
  <w:style w:type="character" w:customStyle="1" w:styleId="libRightChar">
    <w:name w:val="libRight Char"/>
    <w:basedOn w:val="libNormalChar"/>
    <w:link w:val="libRight"/>
    <w:rsid w:val="00DC7EA6"/>
    <w:rPr>
      <w:rFonts w:eastAsia="Times New Roman"/>
    </w:rPr>
  </w:style>
  <w:style w:type="character" w:customStyle="1" w:styleId="libRightItalicChar">
    <w:name w:val="libRightItalic Char"/>
    <w:basedOn w:val="libRightChar"/>
    <w:link w:val="libRightItalic"/>
    <w:rsid w:val="00DC7EA6"/>
    <w:rPr>
      <w:i/>
      <w:iCs/>
      <w:sz w:val="32"/>
      <w:szCs w:val="32"/>
    </w:rPr>
  </w:style>
  <w:style w:type="paragraph" w:customStyle="1" w:styleId="libRighBold">
    <w:name w:val="libRighBold"/>
    <w:basedOn w:val="libRight"/>
    <w:link w:val="libRighBoldChar"/>
    <w:rsid w:val="00DC7EA6"/>
    <w:rPr>
      <w:b/>
      <w:bCs/>
    </w:rPr>
  </w:style>
  <w:style w:type="character" w:customStyle="1" w:styleId="libRightItalicBoldChar">
    <w:name w:val="libRightItalicBold Char"/>
    <w:basedOn w:val="libRightChar"/>
    <w:link w:val="libRightItalicBold"/>
    <w:rsid w:val="00DC7EA6"/>
    <w:rPr>
      <w:b/>
      <w:bCs/>
      <w:i/>
      <w:iCs/>
    </w:rPr>
  </w:style>
  <w:style w:type="paragraph" w:customStyle="1" w:styleId="libItalic">
    <w:name w:val="libItalic"/>
    <w:basedOn w:val="libNormal"/>
    <w:link w:val="libItalicChar"/>
    <w:rsid w:val="00DC7EA6"/>
    <w:rPr>
      <w:i/>
      <w:iCs/>
    </w:rPr>
  </w:style>
  <w:style w:type="character" w:customStyle="1" w:styleId="libRighBoldChar">
    <w:name w:val="libRighBold Char"/>
    <w:basedOn w:val="libRightChar"/>
    <w:link w:val="libRighBold"/>
    <w:rsid w:val="00DC7EA6"/>
    <w:rPr>
      <w:b/>
      <w:bCs/>
    </w:rPr>
  </w:style>
  <w:style w:type="paragraph" w:customStyle="1" w:styleId="libLine">
    <w:name w:val="libLine"/>
    <w:basedOn w:val="libNormal"/>
    <w:link w:val="libLineChar"/>
    <w:rsid w:val="004E700D"/>
    <w:pPr>
      <w:ind w:firstLine="0"/>
    </w:pPr>
  </w:style>
  <w:style w:type="character" w:customStyle="1" w:styleId="libItalicChar">
    <w:name w:val="libItalic Char"/>
    <w:basedOn w:val="libNormalChar"/>
    <w:link w:val="libItalic"/>
    <w:rsid w:val="00DC7EA6"/>
    <w:rPr>
      <w:i/>
      <w:iCs/>
    </w:rPr>
  </w:style>
  <w:style w:type="paragraph" w:customStyle="1" w:styleId="libFootnote">
    <w:name w:val="libFootnote"/>
    <w:basedOn w:val="libNormal"/>
    <w:link w:val="libFootnoteChar"/>
    <w:rsid w:val="004E700D"/>
    <w:rPr>
      <w:sz w:val="28"/>
      <w:szCs w:val="28"/>
    </w:rPr>
  </w:style>
  <w:style w:type="character" w:customStyle="1" w:styleId="libLineChar">
    <w:name w:val="libLine Char"/>
    <w:basedOn w:val="libNormalChar"/>
    <w:link w:val="libLine"/>
    <w:rsid w:val="004E700D"/>
  </w:style>
  <w:style w:type="paragraph" w:customStyle="1" w:styleId="libFootnote0">
    <w:name w:val="libFootnote0"/>
    <w:basedOn w:val="libFootnote"/>
    <w:link w:val="libFootnote0Char"/>
    <w:rsid w:val="004E700D"/>
    <w:pPr>
      <w:ind w:firstLine="0"/>
    </w:pPr>
    <w:rPr>
      <w:rFonts w:eastAsia="Times New Roman"/>
    </w:rPr>
  </w:style>
  <w:style w:type="character" w:customStyle="1" w:styleId="libFootnoteChar">
    <w:name w:val="libFootnote Char"/>
    <w:basedOn w:val="libNormalChar"/>
    <w:link w:val="libFootnote"/>
    <w:rsid w:val="004E700D"/>
    <w:rPr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4E700D"/>
    <w:rPr>
      <w:color w:val="C00000"/>
      <w:sz w:val="30"/>
      <w:szCs w:val="30"/>
      <w:vertAlign w:val="superscript"/>
    </w:rPr>
  </w:style>
  <w:style w:type="character" w:customStyle="1" w:styleId="libFootnote0Char">
    <w:name w:val="libFootnote0 Char"/>
    <w:basedOn w:val="libFootnoteChar"/>
    <w:link w:val="libFootnote0"/>
    <w:rsid w:val="004E700D"/>
    <w:rPr>
      <w:rFonts w:eastAsia="Times New Roman"/>
    </w:rPr>
  </w:style>
  <w:style w:type="paragraph" w:customStyle="1" w:styleId="libFootnoteAie">
    <w:name w:val="libFootnoteAie"/>
    <w:basedOn w:val="libFootnote"/>
    <w:link w:val="libFootnoteAieChar"/>
    <w:rsid w:val="004E700D"/>
    <w:rPr>
      <w:color w:val="008000"/>
    </w:rPr>
  </w:style>
  <w:style w:type="character" w:customStyle="1" w:styleId="libFootnoteNumChar">
    <w:name w:val="libFootnoteNum Char"/>
    <w:basedOn w:val="libNormalChar"/>
    <w:link w:val="libFootnoteNum"/>
    <w:rsid w:val="004E700D"/>
    <w:rPr>
      <w:color w:val="C00000"/>
      <w:sz w:val="30"/>
      <w:szCs w:val="30"/>
      <w:vertAlign w:val="superscript"/>
    </w:rPr>
  </w:style>
  <w:style w:type="paragraph" w:customStyle="1" w:styleId="libFootnoteCenter">
    <w:name w:val="libFootnoteCenter"/>
    <w:basedOn w:val="libFootnote"/>
    <w:link w:val="libFootnoteCenterChar"/>
    <w:rsid w:val="004E700D"/>
    <w:pPr>
      <w:jc w:val="center"/>
    </w:pPr>
    <w:rPr>
      <w:rFonts w:eastAsia="Times New Roman"/>
    </w:rPr>
  </w:style>
  <w:style w:type="character" w:customStyle="1" w:styleId="libFootnoteAieChar">
    <w:name w:val="libFootnoteAie Char"/>
    <w:basedOn w:val="libFootnoteChar"/>
    <w:link w:val="libFootnoteAie"/>
    <w:rsid w:val="004E700D"/>
    <w:rPr>
      <w:color w:val="008000"/>
    </w:rPr>
  </w:style>
  <w:style w:type="paragraph" w:customStyle="1" w:styleId="libFootnoteCenterBold">
    <w:name w:val="libFootnoteCenterBold"/>
    <w:basedOn w:val="libFootnote"/>
    <w:link w:val="libFootnoteCenterBoldChar"/>
    <w:rsid w:val="00825D98"/>
    <w:pPr>
      <w:jc w:val="center"/>
    </w:pPr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E700D"/>
    <w:rPr>
      <w:rFonts w:eastAsia="Times New Roman"/>
    </w:rPr>
  </w:style>
  <w:style w:type="paragraph" w:customStyle="1" w:styleId="libFootnoteBold">
    <w:name w:val="libFootnoteBold"/>
    <w:basedOn w:val="libFootnote"/>
    <w:link w:val="libFootnoteBoldChar"/>
    <w:rsid w:val="00825D98"/>
    <w:rPr>
      <w:rFonts w:eastAsia="Times New Roman"/>
      <w:b/>
      <w:bCs/>
    </w:rPr>
  </w:style>
  <w:style w:type="character" w:customStyle="1" w:styleId="libFootnoteCenterBoldChar">
    <w:name w:val="libFootnoteCenterBold Char"/>
    <w:basedOn w:val="libFootnoteChar"/>
    <w:link w:val="libFootnoteCenterBold"/>
    <w:rsid w:val="00825D98"/>
    <w:rPr>
      <w:b/>
      <w:bCs/>
    </w:rPr>
  </w:style>
  <w:style w:type="paragraph" w:customStyle="1" w:styleId="libFootnoteRight">
    <w:name w:val="libFootnoteRight"/>
    <w:basedOn w:val="libFootnote"/>
    <w:link w:val="libFootnoteRightChar"/>
    <w:rsid w:val="00825D98"/>
    <w:pPr>
      <w:jc w:val="right"/>
    </w:pPr>
    <w:rPr>
      <w:rFonts w:eastAsia="Times New Roman"/>
    </w:rPr>
  </w:style>
  <w:style w:type="character" w:customStyle="1" w:styleId="libFootnoteBoldChar">
    <w:name w:val="libFootnoteBold Char"/>
    <w:basedOn w:val="libFootnoteChar"/>
    <w:link w:val="libFootnoteBold"/>
    <w:rsid w:val="00825D98"/>
    <w:rPr>
      <w:rFonts w:eastAsia="Times New Roman"/>
      <w:b/>
      <w:bCs/>
    </w:rPr>
  </w:style>
  <w:style w:type="paragraph" w:customStyle="1" w:styleId="libFootnoteRightBold">
    <w:name w:val="libFootnoteRightBold"/>
    <w:basedOn w:val="libFootnote"/>
    <w:link w:val="libFootnoteRightBoldChar"/>
    <w:rsid w:val="00825D98"/>
    <w:pPr>
      <w:jc w:val="right"/>
    </w:pPr>
    <w:rPr>
      <w:b/>
      <w:bCs/>
    </w:rPr>
  </w:style>
  <w:style w:type="character" w:customStyle="1" w:styleId="libFootnoteRightChar">
    <w:name w:val="libFootnoteRight Char"/>
    <w:basedOn w:val="libFootnoteChar"/>
    <w:link w:val="libFootnoteRight"/>
    <w:rsid w:val="00825D98"/>
    <w:rPr>
      <w:rFonts w:eastAsia="Times New Roman"/>
    </w:rPr>
  </w:style>
  <w:style w:type="paragraph" w:customStyle="1" w:styleId="libArAie">
    <w:name w:val="libArAie"/>
    <w:basedOn w:val="libAr"/>
    <w:link w:val="libArAieChar"/>
    <w:rsid w:val="00825D98"/>
    <w:rPr>
      <w:color w:val="008000"/>
    </w:rPr>
  </w:style>
  <w:style w:type="character" w:customStyle="1" w:styleId="libFootnoteRightBoldChar">
    <w:name w:val="libFootnoteRightBold Char"/>
    <w:basedOn w:val="libFootnoteChar"/>
    <w:link w:val="libFootnoteRightBold"/>
    <w:rsid w:val="00825D98"/>
    <w:rPr>
      <w:b/>
      <w:bCs/>
    </w:rPr>
  </w:style>
  <w:style w:type="paragraph" w:customStyle="1" w:styleId="libArFootnoteCenter">
    <w:name w:val="libArFootnoteCenter"/>
    <w:basedOn w:val="libAr"/>
    <w:link w:val="libArFootnoteCenterChar"/>
    <w:rsid w:val="00825D98"/>
    <w:pPr>
      <w:jc w:val="center"/>
    </w:pPr>
    <w:rPr>
      <w:sz w:val="24"/>
      <w:szCs w:val="28"/>
    </w:rPr>
  </w:style>
  <w:style w:type="character" w:customStyle="1" w:styleId="libArChar">
    <w:name w:val="libAr Char"/>
    <w:basedOn w:val="DefaultParagraphFont"/>
    <w:link w:val="libAr"/>
    <w:rsid w:val="00387CFB"/>
    <w:rPr>
      <w:rFonts w:eastAsia="Times New Roman" w:cs="Traditional Arabic"/>
      <w:kern w:val="36"/>
      <w:sz w:val="28"/>
      <w:szCs w:val="32"/>
      <w:lang w:val="en-US" w:eastAsia="en-US" w:bidi="ar-SA"/>
    </w:rPr>
  </w:style>
  <w:style w:type="character" w:customStyle="1" w:styleId="libArAieChar">
    <w:name w:val="libArAie Char"/>
    <w:basedOn w:val="libArChar"/>
    <w:link w:val="libArAie"/>
    <w:rsid w:val="00825D98"/>
    <w:rPr>
      <w:color w:val="008000"/>
    </w:rPr>
  </w:style>
  <w:style w:type="paragraph" w:customStyle="1" w:styleId="libArFootnote">
    <w:name w:val="libArFootnote"/>
    <w:basedOn w:val="libAr"/>
    <w:link w:val="libArFootnoteChar"/>
    <w:rsid w:val="00825D98"/>
    <w:rPr>
      <w:sz w:val="24"/>
      <w:szCs w:val="28"/>
    </w:rPr>
  </w:style>
  <w:style w:type="character" w:customStyle="1" w:styleId="libArFootnoteCenterChar">
    <w:name w:val="libArFootnoteCenter Char"/>
    <w:basedOn w:val="libArChar"/>
    <w:link w:val="libArFootnoteCenter"/>
    <w:rsid w:val="00825D98"/>
    <w:rPr>
      <w:sz w:val="24"/>
      <w:szCs w:val="28"/>
    </w:rPr>
  </w:style>
  <w:style w:type="paragraph" w:customStyle="1" w:styleId="libArFootnoteAie">
    <w:name w:val="libArFootnoteAie"/>
    <w:basedOn w:val="libArFootnote"/>
    <w:link w:val="libArFootnoteAieChar"/>
    <w:rsid w:val="00825D98"/>
    <w:rPr>
      <w:color w:val="008000"/>
    </w:rPr>
  </w:style>
  <w:style w:type="character" w:customStyle="1" w:styleId="libArFootnoteChar">
    <w:name w:val="libArFootnote Char"/>
    <w:basedOn w:val="libArChar"/>
    <w:link w:val="libArFootnote"/>
    <w:rsid w:val="00825D98"/>
    <w:rPr>
      <w:sz w:val="24"/>
      <w:szCs w:val="28"/>
    </w:rPr>
  </w:style>
  <w:style w:type="paragraph" w:customStyle="1" w:styleId="libArFootnoteBold">
    <w:name w:val="libArFootnoteBold"/>
    <w:basedOn w:val="libArFootnote"/>
    <w:link w:val="libArFootnoteBoldChar"/>
    <w:rsid w:val="00825D98"/>
    <w:rPr>
      <w:b/>
      <w:bCs/>
    </w:rPr>
  </w:style>
  <w:style w:type="character" w:customStyle="1" w:styleId="libArFootnoteAieChar">
    <w:name w:val="libArFootnoteAie Char"/>
    <w:basedOn w:val="libArFootnoteChar"/>
    <w:link w:val="libArFootnoteAie"/>
    <w:rsid w:val="00825D98"/>
    <w:rPr>
      <w:color w:val="008000"/>
    </w:rPr>
  </w:style>
  <w:style w:type="paragraph" w:customStyle="1" w:styleId="libArFootnoteCenterBold">
    <w:name w:val="libArFootnoteCenterBold"/>
    <w:basedOn w:val="libArFootnoteCenter"/>
    <w:link w:val="libArFootnoteCenterBoldChar"/>
    <w:rsid w:val="00825D98"/>
    <w:rPr>
      <w:b/>
      <w:bCs/>
    </w:rPr>
  </w:style>
  <w:style w:type="character" w:customStyle="1" w:styleId="libArFootnoteBoldChar">
    <w:name w:val="libArFootnoteBold Char"/>
    <w:basedOn w:val="libArFootnoteChar"/>
    <w:link w:val="libArFootnoteBold"/>
    <w:rsid w:val="00825D98"/>
    <w:rPr>
      <w:b/>
      <w:bCs/>
    </w:rPr>
  </w:style>
  <w:style w:type="paragraph" w:customStyle="1" w:styleId="libArCenterBold">
    <w:name w:val="libArCenterBold"/>
    <w:basedOn w:val="libArCenter"/>
    <w:link w:val="libArCenterBoldChar"/>
    <w:rsid w:val="00825D98"/>
    <w:rPr>
      <w:b/>
      <w:bCs/>
    </w:rPr>
  </w:style>
  <w:style w:type="character" w:customStyle="1" w:styleId="libArFootnoteCenterBoldChar">
    <w:name w:val="libArFootnoteCenterBold Char"/>
    <w:basedOn w:val="libArFootnoteCenterChar"/>
    <w:link w:val="libArFootnoteCenterBold"/>
    <w:rsid w:val="00825D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387CFB"/>
    <w:rPr>
      <w:rFonts w:ascii="Angsana New" w:eastAsia="Angsana New" w:hAnsi="Angsana New" w:cs="Angsana New"/>
      <w:b/>
      <w:bCs/>
      <w:color w:val="1F497D"/>
      <w:sz w:val="32"/>
      <w:szCs w:val="32"/>
      <w:lang w:eastAsia="zh-CN" w:bidi="th-TH"/>
    </w:rPr>
  </w:style>
  <w:style w:type="character" w:customStyle="1" w:styleId="libArCenterChar">
    <w:name w:val="libArCenter Char"/>
    <w:basedOn w:val="libArChar"/>
    <w:link w:val="libArCenter"/>
    <w:rsid w:val="00825D98"/>
    <w:rPr>
      <w:lang w:bidi="fa-IR"/>
    </w:rPr>
  </w:style>
  <w:style w:type="character" w:customStyle="1" w:styleId="libArCenterBoldChar">
    <w:name w:val="libArCenterBold Char"/>
    <w:basedOn w:val="libArCenterChar"/>
    <w:link w:val="libArCenterBold"/>
    <w:rsid w:val="00825D9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387CFB"/>
    <w:rPr>
      <w:rFonts w:ascii="Angsana New" w:eastAsia="Angsana New" w:hAnsi="Angsana New" w:cs="Angsana New"/>
      <w:color w:val="1F497D"/>
      <w:sz w:val="32"/>
      <w:szCs w:val="32"/>
      <w:lang w:eastAsia="zh-CN" w:bidi="th-TH"/>
    </w:rPr>
  </w:style>
  <w:style w:type="paragraph" w:customStyle="1" w:styleId="Heading1Center">
    <w:name w:val="Heading 1 Center"/>
    <w:basedOn w:val="Heading1"/>
    <w:link w:val="Heading1CenterChar"/>
    <w:rsid w:val="00387CFB"/>
    <w:pPr>
      <w:jc w:val="center"/>
    </w:pPr>
    <w:rPr>
      <w:rFonts w:eastAsia="Times New Roman"/>
    </w:rPr>
  </w:style>
  <w:style w:type="paragraph" w:customStyle="1" w:styleId="Heading2Center">
    <w:name w:val="Heading 2 Center"/>
    <w:basedOn w:val="Heading2"/>
    <w:link w:val="Heading2CenterChar"/>
    <w:rsid w:val="00387CFB"/>
    <w:pPr>
      <w:jc w:val="center"/>
    </w:pPr>
    <w:rPr>
      <w:rFonts w:eastAsia="Times New Roman"/>
    </w:rPr>
  </w:style>
  <w:style w:type="character" w:customStyle="1" w:styleId="Heading1CenterChar">
    <w:name w:val="Heading 1 Center Char"/>
    <w:basedOn w:val="Heading1Char"/>
    <w:link w:val="Heading1Center"/>
    <w:rsid w:val="00387CFB"/>
    <w:rPr>
      <w:rFonts w:eastAsia="Times New Roman"/>
    </w:rPr>
  </w:style>
  <w:style w:type="paragraph" w:customStyle="1" w:styleId="Heading3Center">
    <w:name w:val="Heading 3 Center"/>
    <w:basedOn w:val="Heading3"/>
    <w:link w:val="Heading3CenterChar"/>
    <w:rsid w:val="00387CFB"/>
    <w:pPr>
      <w:jc w:val="center"/>
    </w:pPr>
    <w:rPr>
      <w:rFonts w:eastAsia="Times New Roman"/>
    </w:rPr>
  </w:style>
  <w:style w:type="character" w:customStyle="1" w:styleId="Heading2CenterChar">
    <w:name w:val="Heading 2 Center Char"/>
    <w:basedOn w:val="Heading2Char"/>
    <w:link w:val="Heading2Center"/>
    <w:rsid w:val="00387CFB"/>
    <w:rPr>
      <w:rFonts w:eastAsia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0D3015"/>
    <w:pPr>
      <w:tabs>
        <w:tab w:val="center" w:pos="4513"/>
        <w:tab w:val="right" w:pos="9026"/>
      </w:tabs>
    </w:pPr>
  </w:style>
  <w:style w:type="character" w:customStyle="1" w:styleId="Heading3CenterChar">
    <w:name w:val="Heading 3 Center Char"/>
    <w:basedOn w:val="Heading3Char"/>
    <w:link w:val="Heading3Center"/>
    <w:rsid w:val="00387CFB"/>
    <w:rPr>
      <w:rFonts w:eastAsia="Times New Roman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D3015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D30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015"/>
    <w:rPr>
      <w:sz w:val="24"/>
      <w:szCs w:val="24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336B67"/>
    <w:pPr>
      <w:keepLines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336B6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36B6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B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B6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mal\Desktop\Tailandi%20book\Template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E03CC-8031-4033-B310-06657B3F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Template02</Template>
  <TotalTime>532</TotalTime>
  <Pages>1</Pages>
  <Words>28621</Words>
  <Characters>163141</Characters>
  <Application>Microsoft Office Word</Application>
  <DocSecurity>0</DocSecurity>
  <Lines>1359</Lines>
  <Paragraphs>382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191380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</dc:creator>
  <cp:lastModifiedBy>Jamal</cp:lastModifiedBy>
  <cp:revision>15</cp:revision>
  <dcterms:created xsi:type="dcterms:W3CDTF">2016-01-20T10:54:00Z</dcterms:created>
  <dcterms:modified xsi:type="dcterms:W3CDTF">2016-02-07T07:42:00Z</dcterms:modified>
</cp:coreProperties>
</file>