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CD2" w:rsidRDefault="00784CD2" w:rsidP="00EB06AB">
      <w:pPr>
        <w:pStyle w:val="libCenterTitr"/>
      </w:pPr>
    </w:p>
    <w:p w:rsidR="00784CD2" w:rsidRDefault="00784CD2" w:rsidP="00784CD2">
      <w:pPr>
        <w:pStyle w:val="libCenterBold1"/>
      </w:pPr>
      <w:r w:rsidRPr="00784CD2">
        <w:t>Alhassanain (p) Network for Islamic Heritage and Thought</w:t>
      </w:r>
    </w:p>
    <w:p w:rsidR="00784CD2" w:rsidRDefault="00784CD2" w:rsidP="00EB06AB">
      <w:pPr>
        <w:pStyle w:val="libCenterTitr"/>
      </w:pPr>
    </w:p>
    <w:p w:rsidR="00784CD2" w:rsidRDefault="00784CD2" w:rsidP="00EB06AB">
      <w:pPr>
        <w:pStyle w:val="libCenterTitr"/>
      </w:pPr>
    </w:p>
    <w:p w:rsidR="00A96127" w:rsidRPr="00A96127" w:rsidRDefault="00A96127" w:rsidP="00A96127">
      <w:pPr>
        <w:pStyle w:val="libCenterBold1"/>
        <w:rPr>
          <w:sz w:val="48"/>
          <w:szCs w:val="56"/>
        </w:rPr>
      </w:pPr>
      <w:r w:rsidRPr="00A96127">
        <w:rPr>
          <w:sz w:val="48"/>
          <w:szCs w:val="56"/>
        </w:rPr>
        <w:t>Names and Titles of Ameerul Momineen (asws):</w:t>
      </w:r>
    </w:p>
    <w:p w:rsidR="00784CD2" w:rsidRDefault="00A96127" w:rsidP="00A96127">
      <w:pPr>
        <w:pStyle w:val="libCenterBold1"/>
      </w:pPr>
      <w:r w:rsidRPr="00A96127">
        <w:rPr>
          <w:sz w:val="48"/>
          <w:szCs w:val="56"/>
        </w:rPr>
        <w:t>[Kitab Fi Asma wa Alqaab Ameerul Momineen Ali (asws) ibn Abi Talib (as)]</w:t>
      </w:r>
    </w:p>
    <w:p w:rsidR="00784CD2" w:rsidRDefault="00784CD2" w:rsidP="00EB06AB">
      <w:pPr>
        <w:pStyle w:val="libCenterBold1"/>
      </w:pPr>
    </w:p>
    <w:p w:rsidR="0081443C" w:rsidRDefault="0081443C" w:rsidP="00EB06AB">
      <w:pPr>
        <w:pStyle w:val="libCenterBold1"/>
      </w:pPr>
      <w:r>
        <w:t>By Abdul Rasool</w:t>
      </w: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784CD2" w:rsidP="00EB06AB">
      <w:pPr>
        <w:pStyle w:val="libCenterBold1"/>
      </w:pPr>
    </w:p>
    <w:p w:rsidR="00784CD2" w:rsidRDefault="00435C6A" w:rsidP="00EB06AB">
      <w:pPr>
        <w:pStyle w:val="libCenterBold1"/>
      </w:pPr>
      <w:hyperlink r:id="rId8" w:history="1">
        <w:r w:rsidR="00784CD2" w:rsidRPr="00F5215E">
          <w:rPr>
            <w:rStyle w:val="Hyperlink"/>
          </w:rPr>
          <w:t>www.alhassanain.org/english</w:t>
        </w:r>
      </w:hyperlink>
    </w:p>
    <w:p w:rsidR="00FE3B28" w:rsidRDefault="0081443C" w:rsidP="00612EA4">
      <w:pPr>
        <w:pStyle w:val="libNormal"/>
      </w:pPr>
      <w:r>
        <w:br w:type="page"/>
      </w:r>
    </w:p>
    <w:p w:rsidR="0081443C" w:rsidRDefault="0081443C" w:rsidP="000A4A0D">
      <w:pPr>
        <w:pStyle w:val="libCenter"/>
      </w:pPr>
    </w:p>
    <w:p w:rsidR="00FE3B28" w:rsidRDefault="00FE3B28" w:rsidP="000A4A0D">
      <w:pPr>
        <w:pStyle w:val="libCenter"/>
      </w:pPr>
    </w:p>
    <w:p w:rsidR="00C37327" w:rsidRDefault="00C37327" w:rsidP="000A4A0D">
      <w:pPr>
        <w:pStyle w:val="libCenter"/>
      </w:pPr>
    </w:p>
    <w:p w:rsidR="00C37327" w:rsidRDefault="00C37327" w:rsidP="000A4A0D">
      <w:pPr>
        <w:pStyle w:val="libCenter"/>
      </w:pPr>
    </w:p>
    <w:p w:rsidR="00C37327" w:rsidRDefault="000A4A0D" w:rsidP="000A4A0D">
      <w:pPr>
        <w:pStyle w:val="libCenter"/>
      </w:pPr>
      <w:r>
        <w:rPr>
          <w:noProof/>
        </w:rPr>
        <w:drawing>
          <wp:inline distT="0" distB="0" distL="0" distR="0">
            <wp:extent cx="4146550" cy="3881120"/>
            <wp:effectExtent l="19050" t="0" r="6350" b="0"/>
            <wp:docPr id="1" name="Picture 1" descr="D:\barkatullah\books\new books\jamadi 01\names_and_titles_of_ameerul_mominee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names_and_titles_of_ameerul_momineen\01.jpg"/>
                    <pic:cNvPicPr>
                      <a:picLocks noChangeAspect="1" noChangeArrowheads="1"/>
                    </pic:cNvPicPr>
                  </pic:nvPicPr>
                  <pic:blipFill>
                    <a:blip r:embed="rId9"/>
                    <a:srcRect/>
                    <a:stretch>
                      <a:fillRect/>
                    </a:stretch>
                  </pic:blipFill>
                  <pic:spPr bwMode="auto">
                    <a:xfrm>
                      <a:off x="0" y="0"/>
                      <a:ext cx="4146550" cy="3881120"/>
                    </a:xfrm>
                    <a:prstGeom prst="rect">
                      <a:avLst/>
                    </a:prstGeom>
                    <a:noFill/>
                    <a:ln w="9525">
                      <a:noFill/>
                      <a:miter lim="800000"/>
                      <a:headEnd/>
                      <a:tailEnd/>
                    </a:ln>
                  </pic:spPr>
                </pic:pic>
              </a:graphicData>
            </a:graphic>
          </wp:inline>
        </w:drawing>
      </w:r>
    </w:p>
    <w:p w:rsidR="00C37327" w:rsidRDefault="00C37327" w:rsidP="000A4A0D">
      <w:pPr>
        <w:pStyle w:val="libCenter"/>
      </w:pPr>
    </w:p>
    <w:p w:rsidR="00C37327" w:rsidRDefault="00C37327" w:rsidP="000A4A0D">
      <w:pPr>
        <w:pStyle w:val="libCenter"/>
      </w:pPr>
    </w:p>
    <w:p w:rsidR="00C37327" w:rsidRDefault="00C37327" w:rsidP="000A4A0D">
      <w:pPr>
        <w:pStyle w:val="libCenter"/>
      </w:pPr>
    </w:p>
    <w:p w:rsidR="00C37327" w:rsidRDefault="00C37327" w:rsidP="000A4A0D">
      <w:pPr>
        <w:pStyle w:val="libCenter"/>
      </w:pPr>
    </w:p>
    <w:p w:rsidR="00C37327" w:rsidRDefault="00C37327" w:rsidP="000A4A0D">
      <w:pPr>
        <w:pStyle w:val="libCenter"/>
      </w:pPr>
    </w:p>
    <w:p w:rsidR="00C37327" w:rsidRDefault="00C37327" w:rsidP="000A4A0D">
      <w:pPr>
        <w:pStyle w:val="libCenter"/>
      </w:pPr>
    </w:p>
    <w:p w:rsidR="0081443C" w:rsidRDefault="0081443C" w:rsidP="000A4A0D">
      <w:pPr>
        <w:pStyle w:val="libCenter"/>
      </w:pPr>
    </w:p>
    <w:p w:rsidR="0081443C" w:rsidRDefault="0081443C" w:rsidP="00612EA4">
      <w:pPr>
        <w:pStyle w:val="libNormal"/>
      </w:pPr>
      <w:r>
        <w:br w:type="page"/>
      </w:r>
    </w:p>
    <w:p w:rsidR="0081443C" w:rsidRDefault="0081443C" w:rsidP="00EB06AB">
      <w:pPr>
        <w:pStyle w:val="libCenterBold1"/>
      </w:pPr>
      <w:r>
        <w:lastRenderedPageBreak/>
        <w:t>All Rights Reserved</w:t>
      </w:r>
    </w:p>
    <w:p w:rsidR="0081443C" w:rsidRDefault="000A4A0D" w:rsidP="000A4A0D">
      <w:pPr>
        <w:pStyle w:val="libBold1"/>
      </w:pPr>
      <w:r>
        <w:t>Book Name:</w:t>
      </w:r>
      <w:r>
        <w:tab/>
      </w:r>
      <w:r w:rsidR="0081443C">
        <w:t>Asma wa Alqaab Ameerul Momineen (asws)</w:t>
      </w:r>
    </w:p>
    <w:p w:rsidR="0081443C" w:rsidRDefault="0081443C" w:rsidP="000A4A0D">
      <w:pPr>
        <w:pStyle w:val="libBold1"/>
      </w:pPr>
      <w:r>
        <w:t>Book Author</w:t>
      </w:r>
      <w:r w:rsidR="000A4A0D">
        <w:t>:</w:t>
      </w:r>
      <w:r w:rsidR="000A4A0D">
        <w:tab/>
      </w:r>
      <w:r w:rsidR="000A4A0D">
        <w:tab/>
      </w:r>
      <w:r>
        <w:t>Abdul Rasool</w:t>
      </w:r>
    </w:p>
    <w:p w:rsidR="0081443C" w:rsidRDefault="0081443C" w:rsidP="000A4A0D">
      <w:pPr>
        <w:pStyle w:val="libBold1"/>
      </w:pPr>
      <w:r>
        <w:t>Translator</w:t>
      </w:r>
      <w:r w:rsidR="000A4A0D">
        <w:t>:</w:t>
      </w:r>
      <w:r w:rsidR="000A4A0D">
        <w:tab/>
      </w:r>
      <w:r w:rsidR="000A4A0D">
        <w:tab/>
      </w:r>
      <w:r>
        <w:t>Syed Jazib Reza Kazmi</w:t>
      </w:r>
    </w:p>
    <w:p w:rsidR="0081443C" w:rsidRDefault="0081443C" w:rsidP="000A4A0D">
      <w:pPr>
        <w:pStyle w:val="libBold1"/>
      </w:pPr>
      <w:r>
        <w:t>Publisher</w:t>
      </w:r>
      <w:r w:rsidR="000A4A0D">
        <w:t>:</w:t>
      </w:r>
      <w:r w:rsidR="000A4A0D">
        <w:tab/>
      </w:r>
      <w:r w:rsidR="000A4A0D">
        <w:tab/>
      </w:r>
      <w:r w:rsidR="000A4A0D">
        <w:tab/>
      </w:r>
      <w:r>
        <w:t>Wilayat Mission ®</w:t>
      </w:r>
    </w:p>
    <w:p w:rsidR="0081443C" w:rsidRDefault="0081443C" w:rsidP="000A4A0D">
      <w:pPr>
        <w:pStyle w:val="libBold1"/>
      </w:pPr>
      <w:r>
        <w:t>Composer</w:t>
      </w:r>
      <w:r w:rsidR="000A4A0D">
        <w:t>:</w:t>
      </w:r>
      <w:r w:rsidR="000A4A0D">
        <w:tab/>
      </w:r>
      <w:r w:rsidR="000A4A0D">
        <w:tab/>
      </w:r>
      <w:r w:rsidR="000A4A0D">
        <w:tab/>
      </w:r>
      <w:r>
        <w:t>Syed Zamin Kazmi</w:t>
      </w:r>
    </w:p>
    <w:p w:rsidR="0081443C" w:rsidRDefault="0081443C" w:rsidP="000A4A0D">
      <w:pPr>
        <w:pStyle w:val="libBold1"/>
      </w:pPr>
      <w:r>
        <w:t>Title Designer</w:t>
      </w:r>
      <w:r w:rsidR="000A4A0D">
        <w:t>:</w:t>
      </w:r>
      <w:r w:rsidR="000A4A0D">
        <w:tab/>
      </w:r>
      <w:r w:rsidR="000A4A0D">
        <w:tab/>
      </w:r>
      <w:r>
        <w:t>JA Graphics</w:t>
      </w:r>
    </w:p>
    <w:p w:rsidR="0081443C" w:rsidRDefault="0081443C" w:rsidP="000A4A0D">
      <w:pPr>
        <w:pStyle w:val="libBold1"/>
      </w:pPr>
      <w:r>
        <w:t>Website</w:t>
      </w:r>
      <w:r w:rsidR="000A4A0D">
        <w:t>:</w:t>
      </w:r>
      <w:r w:rsidR="000A4A0D">
        <w:tab/>
      </w:r>
      <w:r w:rsidR="000A4A0D">
        <w:tab/>
      </w:r>
      <w:r w:rsidR="000A4A0D">
        <w:tab/>
      </w:r>
      <w:r>
        <w:t xml:space="preserve"> www.wilayatmission.com</w:t>
      </w:r>
    </w:p>
    <w:p w:rsidR="0081443C" w:rsidRDefault="0081443C" w:rsidP="000A4A0D">
      <w:pPr>
        <w:pStyle w:val="libBold1"/>
      </w:pPr>
      <w:r>
        <w:t>Email Address</w:t>
      </w:r>
      <w:r w:rsidR="000A4A0D">
        <w:t>:</w:t>
      </w:r>
      <w:r w:rsidR="000A4A0D">
        <w:tab/>
      </w:r>
      <w:r w:rsidR="000A4A0D">
        <w:tab/>
      </w:r>
      <w:r>
        <w:t xml:space="preserve"> info@wilayatmission.com</w:t>
      </w:r>
    </w:p>
    <w:p w:rsidR="0081443C" w:rsidRDefault="0081443C" w:rsidP="00612EA4">
      <w:pPr>
        <w:pStyle w:val="libNormal"/>
      </w:pPr>
      <w:r>
        <w:br w:type="page"/>
      </w:r>
    </w:p>
    <w:p w:rsidR="0081443C" w:rsidRDefault="0081443C" w:rsidP="00EB06AB">
      <w:pPr>
        <w:pStyle w:val="libItalic"/>
      </w:pPr>
      <w:r>
        <w:lastRenderedPageBreak/>
        <w:t>For full listings of translations available as well as upcoming projects please visit our</w:t>
      </w:r>
      <w:r w:rsidR="00EB06AB">
        <w:t xml:space="preserve"> </w:t>
      </w:r>
      <w:r>
        <w:t>website, www.wilayatmission.com , and join our mailing list to receive email</w:t>
      </w:r>
      <w:r w:rsidR="00EB06AB">
        <w:t xml:space="preserve"> </w:t>
      </w:r>
      <w:r>
        <w:t>otifications of all new releases.</w:t>
      </w:r>
    </w:p>
    <w:p w:rsidR="0081443C" w:rsidRDefault="0081443C" w:rsidP="00EB06AB">
      <w:pPr>
        <w:pStyle w:val="libItalic"/>
      </w:pPr>
      <w:r>
        <w:t>All rights reserved. No part of this publication may be reproduced or distributed in any</w:t>
      </w:r>
      <w:r w:rsidR="00EB06AB">
        <w:t xml:space="preserve"> </w:t>
      </w:r>
      <w:r>
        <w:t>format without prior written permission from Wilayat Mission ®.Copyright © Wilayat Mission® 2010</w:t>
      </w:r>
    </w:p>
    <w:p w:rsidR="0081443C" w:rsidRDefault="0081443C" w:rsidP="00612EA4">
      <w:pPr>
        <w:pStyle w:val="libNormal"/>
      </w:pPr>
      <w:r>
        <w:br w:type="page"/>
      </w:r>
    </w:p>
    <w:p w:rsidR="0081443C" w:rsidRDefault="0081443C" w:rsidP="00F51315">
      <w:pPr>
        <w:pStyle w:val="libBold1"/>
      </w:pPr>
      <w:r>
        <w:lastRenderedPageBreak/>
        <w:t>Ameerul Momineen (as) said:</w:t>
      </w:r>
    </w:p>
    <w:p w:rsidR="0081443C" w:rsidRDefault="0081443C" w:rsidP="00EB06AB">
      <w:pPr>
        <w:pStyle w:val="libItalic"/>
      </w:pPr>
      <w:r>
        <w:t>“I am that meaning of Allah which cannot be imagined or depicted by any artist. I am</w:t>
      </w:r>
      <w:r w:rsidR="00EB06AB">
        <w:t xml:space="preserve"> </w:t>
      </w:r>
      <w:r>
        <w:t>those Sacred Names of Allah which people have been ordered to call upon.”</w:t>
      </w:r>
    </w:p>
    <w:p w:rsidR="0081443C" w:rsidRDefault="0081443C" w:rsidP="00F51315">
      <w:pPr>
        <w:pStyle w:val="libBold1"/>
      </w:pPr>
      <w:r>
        <w:t>RasoolAllah (saw) said:</w:t>
      </w:r>
    </w:p>
    <w:p w:rsidR="0081443C" w:rsidRDefault="0081443C" w:rsidP="00EB06AB">
      <w:pPr>
        <w:pStyle w:val="libItalic"/>
      </w:pPr>
      <w:r>
        <w:t>“If people knew when Ali (as) was given the title of Ameerul Momineen, then they</w:t>
      </w:r>
      <w:r w:rsidR="00EB06AB">
        <w:t xml:space="preserve"> </w:t>
      </w:r>
      <w:r>
        <w:t>would never be able to deny the attributes of Ali (as). Allah gave Ali (as) the title of</w:t>
      </w:r>
      <w:r w:rsidR="00EB06AB">
        <w:t xml:space="preserve"> </w:t>
      </w:r>
      <w:r>
        <w:t>Ameerul Momineen when Adam (as) was in the process of being created.”</w:t>
      </w:r>
    </w:p>
    <w:p w:rsidR="0081443C" w:rsidRDefault="0081443C" w:rsidP="00F51315">
      <w:pPr>
        <w:pStyle w:val="libBold1"/>
      </w:pPr>
      <w:r>
        <w:t>Imam Jafar Sadiq (as) said:</w:t>
      </w:r>
    </w:p>
    <w:p w:rsidR="0081443C" w:rsidRDefault="0081443C" w:rsidP="00F51315">
      <w:pPr>
        <w:pStyle w:val="libItalic"/>
      </w:pPr>
      <w:r>
        <w:t>“We are those Ahlul Bayt (as) upon whose names the blessings of Allah has been</w:t>
      </w:r>
      <w:r w:rsidR="00EB06AB">
        <w:t xml:space="preserve"> </w:t>
      </w:r>
      <w:r>
        <w:t>bestowed. When Allah created the heavens and the earth, Allah ordered a crier to</w:t>
      </w:r>
      <w:r w:rsidR="00EB06AB">
        <w:t xml:space="preserve"> </w:t>
      </w:r>
      <w:r>
        <w:t>loudly call,</w:t>
      </w:r>
      <w:r w:rsidR="00EB06AB">
        <w:t xml:space="preserve"> </w:t>
      </w:r>
      <w:r>
        <w:t>Ashahadu anna la illaha ilallah (I testify there is no god except Allah) 3 times</w:t>
      </w:r>
      <w:r w:rsidR="00EB06AB">
        <w:t xml:space="preserve"> </w:t>
      </w:r>
      <w:r>
        <w:t>Ashahadu anna Muhammadin rasoolullah (I testify Muhammad (saw) is the</w:t>
      </w:r>
      <w:r w:rsidR="00EB06AB">
        <w:t xml:space="preserve"> </w:t>
      </w:r>
      <w:r>
        <w:t>messenger of Allah) 3 times</w:t>
      </w:r>
      <w:r w:rsidR="00F51315">
        <w:t xml:space="preserve"> </w:t>
      </w:r>
      <w:r>
        <w:t>Ashahadu anna Aliun Ameerul Momineen Haqqun (I testify that Ali (as) is the true and</w:t>
      </w:r>
      <w:r w:rsidR="00EB06AB">
        <w:t xml:space="preserve"> </w:t>
      </w:r>
      <w:r>
        <w:t>rightful Ameerul Momineen) 3 times</w:t>
      </w:r>
    </w:p>
    <w:p w:rsidR="0081443C" w:rsidRDefault="0081443C" w:rsidP="00EB06AB">
      <w:pPr>
        <w:pStyle w:val="libItalic"/>
      </w:pPr>
      <w:r>
        <w:t>(Mashariqul Anwar ul Yaqeen page no 170-173)</w:t>
      </w:r>
    </w:p>
    <w:p w:rsidR="00403004" w:rsidRDefault="00403004" w:rsidP="00403004">
      <w:pPr>
        <w:pStyle w:val="libNormal"/>
      </w:pPr>
      <w:r>
        <w:br w:type="page"/>
      </w:r>
    </w:p>
    <w:sdt>
      <w:sdtPr>
        <w:rPr>
          <w:rStyle w:val="libNormalChar"/>
          <w:b w:val="0"/>
          <w:bCs w:val="0"/>
        </w:rPr>
        <w:id w:val="13686171"/>
        <w:docPartObj>
          <w:docPartGallery w:val="Table of Contents"/>
          <w:docPartUnique/>
        </w:docPartObj>
      </w:sdtPr>
      <w:sdtEndPr>
        <w:rPr>
          <w:rStyle w:val="DefaultParagraphFont"/>
          <w:sz w:val="32"/>
        </w:rPr>
      </w:sdtEndPr>
      <w:sdtContent>
        <w:p w:rsidR="00E22AE1" w:rsidRDefault="00E22AE1" w:rsidP="00E22AE1">
          <w:pPr>
            <w:pStyle w:val="libCenterBold1"/>
          </w:pPr>
          <w:r>
            <w:t>Table of Contents</w:t>
          </w:r>
        </w:p>
        <w:p w:rsidR="00E22AE1" w:rsidRDefault="00435C6A" w:rsidP="00E22AE1">
          <w:pPr>
            <w:pStyle w:val="TOC1"/>
            <w:rPr>
              <w:rFonts w:asciiTheme="minorHAnsi" w:eastAsiaTheme="minorEastAsia" w:hAnsiTheme="minorHAnsi" w:cstheme="minorBidi"/>
              <w:b w:val="0"/>
              <w:bCs w:val="0"/>
              <w:color w:val="auto"/>
              <w:sz w:val="22"/>
              <w:szCs w:val="22"/>
              <w:rtl/>
            </w:rPr>
          </w:pPr>
          <w:r w:rsidRPr="00435C6A">
            <w:fldChar w:fldCharType="begin"/>
          </w:r>
          <w:r w:rsidR="00E22AE1">
            <w:instrText xml:space="preserve"> TOC \o "1-3" \h \z \u </w:instrText>
          </w:r>
          <w:r w:rsidRPr="00435C6A">
            <w:fldChar w:fldCharType="separate"/>
          </w:r>
          <w:hyperlink w:anchor="_Toc442791119" w:history="1">
            <w:r w:rsidR="00E22AE1" w:rsidRPr="0006534F">
              <w:rPr>
                <w:rStyle w:val="Hyperlink"/>
              </w:rPr>
              <w:t>Dedication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Toc442791119 \h</w:instrText>
            </w:r>
            <w:r w:rsidR="00E22AE1">
              <w:rPr>
                <w:webHidden/>
                <w:rtl/>
              </w:rPr>
              <w:instrText xml:space="preserve"> </w:instrText>
            </w:r>
            <w:r>
              <w:rPr>
                <w:webHidden/>
                <w:rtl/>
              </w:rPr>
            </w:r>
            <w:r>
              <w:rPr>
                <w:webHidden/>
                <w:rtl/>
              </w:rPr>
              <w:fldChar w:fldCharType="separate"/>
            </w:r>
            <w:r w:rsidR="00D46B75">
              <w:rPr>
                <w:webHidden/>
              </w:rPr>
              <w:t>29</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120" w:history="1">
            <w:r w:rsidR="00E22AE1" w:rsidRPr="0006534F">
              <w:rPr>
                <w:rStyle w:val="Hyperlink"/>
              </w:rPr>
              <w:t>Preface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Toc442791120 \h</w:instrText>
            </w:r>
            <w:r w:rsidR="00E22AE1">
              <w:rPr>
                <w:webHidden/>
                <w:rtl/>
              </w:rPr>
              <w:instrText xml:space="preserve"> </w:instrText>
            </w:r>
            <w:r>
              <w:rPr>
                <w:webHidden/>
                <w:rtl/>
              </w:rPr>
            </w:r>
            <w:r>
              <w:rPr>
                <w:webHidden/>
                <w:rtl/>
              </w:rPr>
              <w:fldChar w:fldCharType="separate"/>
            </w:r>
            <w:r w:rsidR="00D46B75">
              <w:rPr>
                <w:webHidden/>
              </w:rPr>
              <w:t>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1" w:history="1">
            <w:r w:rsidR="00E22AE1" w:rsidRPr="0006534F">
              <w:rPr>
                <w:rStyle w:val="Hyperlink"/>
              </w:rPr>
              <w:t>1. Moula Ali (asws)’s name is on the leaves of the trees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Toc442791121 \h</w:instrText>
            </w:r>
            <w:r w:rsidR="00E22AE1">
              <w:rPr>
                <w:webHidden/>
                <w:rtl/>
              </w:rPr>
              <w:instrText xml:space="preserve"> </w:instrText>
            </w:r>
            <w:r>
              <w:rPr>
                <w:webHidden/>
                <w:rtl/>
              </w:rPr>
            </w:r>
            <w:r>
              <w:rPr>
                <w:webHidden/>
                <w:rtl/>
              </w:rPr>
              <w:fldChar w:fldCharType="separate"/>
            </w:r>
            <w:r w:rsidR="00D46B75">
              <w:rPr>
                <w:webHidden/>
              </w:rPr>
              <w:t>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2" w:history="1">
            <w:r w:rsidR="00E22AE1" w:rsidRPr="0006534F">
              <w:rPr>
                <w:rStyle w:val="Hyperlink"/>
              </w:rPr>
              <w:t>2. Inside of fruit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Toc442791122 \h</w:instrText>
            </w:r>
            <w:r w:rsidR="00E22AE1">
              <w:rPr>
                <w:webHidden/>
                <w:rtl/>
              </w:rPr>
              <w:instrText xml:space="preserve"> </w:instrText>
            </w:r>
            <w:r>
              <w:rPr>
                <w:webHidden/>
                <w:rtl/>
              </w:rPr>
            </w:r>
            <w:r>
              <w:rPr>
                <w:webHidden/>
                <w:rtl/>
              </w:rPr>
              <w:fldChar w:fldCharType="separate"/>
            </w:r>
            <w:r w:rsidR="00D46B75">
              <w:rPr>
                <w:webHidden/>
              </w:rPr>
              <w:t>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3" w:history="1">
            <w:r w:rsidR="00E22AE1" w:rsidRPr="0006534F">
              <w:rPr>
                <w:rStyle w:val="Hyperlink"/>
              </w:rPr>
              <w:t>3. On the forehead of angels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Toc442791123 \h</w:instrText>
            </w:r>
            <w:r w:rsidR="00E22AE1">
              <w:rPr>
                <w:webHidden/>
                <w:rtl/>
              </w:rPr>
              <w:instrText xml:space="preserve"> </w:instrText>
            </w:r>
            <w:r>
              <w:rPr>
                <w:webHidden/>
                <w:rtl/>
              </w:rPr>
            </w:r>
            <w:r>
              <w:rPr>
                <w:webHidden/>
                <w:rtl/>
              </w:rPr>
              <w:fldChar w:fldCharType="separate"/>
            </w:r>
            <w:r w:rsidR="00D46B75">
              <w:rPr>
                <w:webHidden/>
              </w:rPr>
              <w:t>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4" w:history="1">
            <w:r w:rsidR="00E22AE1" w:rsidRPr="0006534F">
              <w:rPr>
                <w:rStyle w:val="Hyperlink"/>
              </w:rPr>
              <w:t>4. On the door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Toc442791124 \h</w:instrText>
            </w:r>
            <w:r w:rsidR="00E22AE1">
              <w:rPr>
                <w:webHidden/>
                <w:rtl/>
              </w:rPr>
              <w:instrText xml:space="preserve"> </w:instrText>
            </w:r>
            <w:r>
              <w:rPr>
                <w:webHidden/>
                <w:rtl/>
              </w:rPr>
            </w:r>
            <w:r>
              <w:rPr>
                <w:webHidden/>
                <w:rtl/>
              </w:rPr>
              <w:fldChar w:fldCharType="separate"/>
            </w:r>
            <w:r w:rsidR="00D46B75">
              <w:rPr>
                <w:webHidden/>
              </w:rPr>
              <w:t>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5" w:history="1">
            <w:r w:rsidR="00E22AE1" w:rsidRPr="0006534F">
              <w:rPr>
                <w:rStyle w:val="Hyperlink"/>
              </w:rPr>
              <w:t>5. On the door of heavens and on noorani veils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Toc442791125 \h</w:instrText>
            </w:r>
            <w:r w:rsidR="00E22AE1">
              <w:rPr>
                <w:webHidden/>
                <w:rtl/>
              </w:rPr>
              <w:instrText xml:space="preserve"> </w:instrText>
            </w:r>
            <w:r>
              <w:rPr>
                <w:webHidden/>
                <w:rtl/>
              </w:rPr>
            </w:r>
            <w:r>
              <w:rPr>
                <w:webHidden/>
                <w:rtl/>
              </w:rPr>
              <w:fldChar w:fldCharType="separate"/>
            </w:r>
            <w:r w:rsidR="00D46B75">
              <w:rPr>
                <w:webHidden/>
              </w:rPr>
              <w:t>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6" w:history="1">
            <w:r w:rsidR="00E22AE1" w:rsidRPr="0006534F">
              <w:rPr>
                <w:rStyle w:val="Hyperlink"/>
              </w:rPr>
              <w:t>6. On every veil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Toc442791126 \h</w:instrText>
            </w:r>
            <w:r w:rsidR="00E22AE1">
              <w:rPr>
                <w:webHidden/>
                <w:rtl/>
              </w:rPr>
              <w:instrText xml:space="preserve"> </w:instrText>
            </w:r>
            <w:r>
              <w:rPr>
                <w:webHidden/>
                <w:rtl/>
              </w:rPr>
            </w:r>
            <w:r>
              <w:rPr>
                <w:webHidden/>
                <w:rtl/>
              </w:rPr>
              <w:fldChar w:fldCharType="separate"/>
            </w:r>
            <w:r w:rsidR="00D46B75">
              <w:rPr>
                <w:webHidden/>
              </w:rPr>
              <w:t>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7" w:history="1">
            <w:r w:rsidR="00E22AE1" w:rsidRPr="0006534F">
              <w:rPr>
                <w:rStyle w:val="Hyperlink"/>
              </w:rPr>
              <w:t>7. On noorani flags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Toc442791127 \h</w:instrText>
            </w:r>
            <w:r w:rsidR="00E22AE1">
              <w:rPr>
                <w:webHidden/>
                <w:rtl/>
              </w:rPr>
              <w:instrText xml:space="preserve"> </w:instrText>
            </w:r>
            <w:r>
              <w:rPr>
                <w:webHidden/>
                <w:rtl/>
              </w:rPr>
            </w:r>
            <w:r>
              <w:rPr>
                <w:webHidden/>
                <w:rtl/>
              </w:rPr>
              <w:fldChar w:fldCharType="separate"/>
            </w:r>
            <w:r w:rsidR="00D46B75">
              <w:rPr>
                <w:webHidden/>
              </w:rPr>
              <w:t>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8" w:history="1">
            <w:r w:rsidR="00E22AE1" w:rsidRPr="0006534F">
              <w:rPr>
                <w:rStyle w:val="Hyperlink"/>
              </w:rPr>
              <w:t>8. On the doors of jannah and jahannum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Toc442791128 \h</w:instrText>
            </w:r>
            <w:r w:rsidR="00E22AE1">
              <w:rPr>
                <w:webHidden/>
                <w:rtl/>
              </w:rPr>
              <w:instrText xml:space="preserve"> </w:instrText>
            </w:r>
            <w:r>
              <w:rPr>
                <w:webHidden/>
                <w:rtl/>
              </w:rPr>
            </w:r>
            <w:r>
              <w:rPr>
                <w:webHidden/>
                <w:rtl/>
              </w:rPr>
              <w:fldChar w:fldCharType="separate"/>
            </w:r>
            <w:r w:rsidR="00D46B75">
              <w:rPr>
                <w:webHidden/>
              </w:rPr>
              <w:t>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29" w:history="1">
            <w:r w:rsidR="00E22AE1" w:rsidRPr="0006534F">
              <w:rPr>
                <w:rStyle w:val="Hyperlink"/>
              </w:rPr>
              <w:t>9. Write My Decrees and Fortunes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Toc442791129 \h</w:instrText>
            </w:r>
            <w:r w:rsidR="00E22AE1">
              <w:rPr>
                <w:webHidden/>
                <w:rtl/>
              </w:rPr>
              <w:instrText xml:space="preserve"> </w:instrText>
            </w:r>
            <w:r>
              <w:rPr>
                <w:webHidden/>
                <w:rtl/>
              </w:rPr>
            </w:r>
            <w:r>
              <w:rPr>
                <w:webHidden/>
                <w:rtl/>
              </w:rPr>
              <w:fldChar w:fldCharType="separate"/>
            </w:r>
            <w:r w:rsidR="00D46B75">
              <w:rPr>
                <w:webHidden/>
              </w:rPr>
              <w:t>34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0" w:history="1">
            <w:r w:rsidR="00E22AE1" w:rsidRPr="0006534F">
              <w:rPr>
                <w:rStyle w:val="Hyperlink"/>
              </w:rPr>
              <w:t>10. On the throne of Our Lord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Toc442791130 \h</w:instrText>
            </w:r>
            <w:r w:rsidR="00E22AE1">
              <w:rPr>
                <w:webHidden/>
                <w:rtl/>
              </w:rPr>
              <w:instrText xml:space="preserve"> </w:instrText>
            </w:r>
            <w:r>
              <w:rPr>
                <w:webHidden/>
                <w:rtl/>
              </w:rPr>
            </w:r>
            <w:r>
              <w:rPr>
                <w:webHidden/>
                <w:rtl/>
              </w:rPr>
              <w:fldChar w:fldCharType="separate"/>
            </w:r>
            <w:r w:rsidR="00D46B75">
              <w:rPr>
                <w:webHidden/>
              </w:rPr>
              <w:t>34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1" w:history="1">
            <w:r w:rsidR="00E22AE1" w:rsidRPr="0006534F">
              <w:rPr>
                <w:rStyle w:val="Hyperlink"/>
              </w:rPr>
              <w:t>11. On a tree in India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Toc442791131 \h</w:instrText>
            </w:r>
            <w:r w:rsidR="00E22AE1">
              <w:rPr>
                <w:webHidden/>
                <w:rtl/>
              </w:rPr>
              <w:instrText xml:space="preserve"> </w:instrText>
            </w:r>
            <w:r>
              <w:rPr>
                <w:webHidden/>
                <w:rtl/>
              </w:rPr>
            </w:r>
            <w:r>
              <w:rPr>
                <w:webHidden/>
                <w:rtl/>
              </w:rPr>
              <w:fldChar w:fldCharType="separate"/>
            </w:r>
            <w:r w:rsidR="00D46B75">
              <w:rPr>
                <w:webHidden/>
              </w:rPr>
              <w:t>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2" w:history="1">
            <w:r w:rsidR="00E22AE1" w:rsidRPr="0006534F">
              <w:rPr>
                <w:rStyle w:val="Hyperlink"/>
              </w:rPr>
              <w:t>12. On both sides of the sun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Toc442791132 \h</w:instrText>
            </w:r>
            <w:r w:rsidR="00E22AE1">
              <w:rPr>
                <w:webHidden/>
                <w:rtl/>
              </w:rPr>
              <w:instrText xml:space="preserve"> </w:instrText>
            </w:r>
            <w:r>
              <w:rPr>
                <w:webHidden/>
                <w:rtl/>
              </w:rPr>
            </w:r>
            <w:r>
              <w:rPr>
                <w:webHidden/>
                <w:rtl/>
              </w:rPr>
              <w:fldChar w:fldCharType="separate"/>
            </w:r>
            <w:r w:rsidR="00D46B75">
              <w:rPr>
                <w:webHidden/>
              </w:rPr>
              <w:t>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3" w:history="1">
            <w:r w:rsidR="00E22AE1" w:rsidRPr="0006534F">
              <w:rPr>
                <w:rStyle w:val="Hyperlink"/>
              </w:rPr>
              <w:t>13. On rocks, trees, and leaves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Toc442791133 \h</w:instrText>
            </w:r>
            <w:r w:rsidR="00E22AE1">
              <w:rPr>
                <w:webHidden/>
                <w:rtl/>
              </w:rPr>
              <w:instrText xml:space="preserve"> </w:instrText>
            </w:r>
            <w:r>
              <w:rPr>
                <w:webHidden/>
                <w:rtl/>
              </w:rPr>
            </w:r>
            <w:r>
              <w:rPr>
                <w:webHidden/>
                <w:rtl/>
              </w:rPr>
              <w:fldChar w:fldCharType="separate"/>
            </w:r>
            <w:r w:rsidR="00D46B75">
              <w:rPr>
                <w:webHidden/>
              </w:rPr>
              <w:t>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4" w:history="1">
            <w:r w:rsidR="00E22AE1" w:rsidRPr="0006534F">
              <w:rPr>
                <w:rStyle w:val="Hyperlink"/>
              </w:rPr>
              <w:t>14. On the veil of Arsh (Throne)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Toc442791134 \h</w:instrText>
            </w:r>
            <w:r w:rsidR="00E22AE1">
              <w:rPr>
                <w:webHidden/>
                <w:rtl/>
              </w:rPr>
              <w:instrText xml:space="preserve"> </w:instrText>
            </w:r>
            <w:r>
              <w:rPr>
                <w:webHidden/>
                <w:rtl/>
              </w:rPr>
            </w:r>
            <w:r>
              <w:rPr>
                <w:webHidden/>
                <w:rtl/>
              </w:rPr>
              <w:fldChar w:fldCharType="separate"/>
            </w:r>
            <w:r w:rsidR="00D46B75">
              <w:rPr>
                <w:webHidden/>
              </w:rPr>
              <w:t>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5" w:history="1">
            <w:r w:rsidR="00E22AE1" w:rsidRPr="0006534F">
              <w:rPr>
                <w:rStyle w:val="Hyperlink"/>
              </w:rPr>
              <w:t>15. On the pillars of the heavens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Toc442791135 \h</w:instrText>
            </w:r>
            <w:r w:rsidR="00E22AE1">
              <w:rPr>
                <w:webHidden/>
                <w:rtl/>
              </w:rPr>
              <w:instrText xml:space="preserve"> </w:instrText>
            </w:r>
            <w:r>
              <w:rPr>
                <w:webHidden/>
                <w:rtl/>
              </w:rPr>
            </w:r>
            <w:r>
              <w:rPr>
                <w:webHidden/>
                <w:rtl/>
              </w:rPr>
              <w:fldChar w:fldCharType="separate"/>
            </w:r>
            <w:r w:rsidR="00D46B75">
              <w:rPr>
                <w:webHidden/>
              </w:rPr>
              <w:t>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6" w:history="1">
            <w:r w:rsidR="00E22AE1" w:rsidRPr="0006534F">
              <w:rPr>
                <w:rStyle w:val="Hyperlink"/>
              </w:rPr>
              <w:t>16. On noorani crowns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Toc442791136 \h</w:instrText>
            </w:r>
            <w:r w:rsidR="00E22AE1">
              <w:rPr>
                <w:webHidden/>
                <w:rtl/>
              </w:rPr>
              <w:instrText xml:space="preserve"> </w:instrText>
            </w:r>
            <w:r>
              <w:rPr>
                <w:webHidden/>
                <w:rtl/>
              </w:rPr>
            </w:r>
            <w:r>
              <w:rPr>
                <w:webHidden/>
                <w:rtl/>
              </w:rPr>
              <w:fldChar w:fldCharType="separate"/>
            </w:r>
            <w:r w:rsidR="00D46B75">
              <w:rPr>
                <w:webHidden/>
              </w:rPr>
              <w:t>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7" w:history="1">
            <w:r w:rsidR="00E22AE1" w:rsidRPr="0006534F">
              <w:rPr>
                <w:rStyle w:val="Hyperlink"/>
              </w:rPr>
              <w:t>17. On the leaves of the trees in China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Toc442791137 \h</w:instrText>
            </w:r>
            <w:r w:rsidR="00E22AE1">
              <w:rPr>
                <w:webHidden/>
                <w:rtl/>
              </w:rPr>
              <w:instrText xml:space="preserve"> </w:instrText>
            </w:r>
            <w:r>
              <w:rPr>
                <w:webHidden/>
                <w:rtl/>
              </w:rPr>
            </w:r>
            <w:r>
              <w:rPr>
                <w:webHidden/>
                <w:rtl/>
              </w:rPr>
              <w:fldChar w:fldCharType="separate"/>
            </w:r>
            <w:r w:rsidR="00D46B75">
              <w:rPr>
                <w:webHidden/>
              </w:rPr>
              <w:t>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8" w:history="1">
            <w:r w:rsidR="00E22AE1" w:rsidRPr="0006534F">
              <w:rPr>
                <w:rStyle w:val="Hyperlink"/>
              </w:rPr>
              <w:t>18. In the book of Moula Ali (asws)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Toc442791138 \h</w:instrText>
            </w:r>
            <w:r w:rsidR="00E22AE1">
              <w:rPr>
                <w:webHidden/>
                <w:rtl/>
              </w:rPr>
              <w:instrText xml:space="preserve"> </w:instrText>
            </w:r>
            <w:r>
              <w:rPr>
                <w:webHidden/>
                <w:rtl/>
              </w:rPr>
            </w:r>
            <w:r>
              <w:rPr>
                <w:webHidden/>
                <w:rtl/>
              </w:rPr>
              <w:fldChar w:fldCharType="separate"/>
            </w:r>
            <w:r w:rsidR="00D46B75">
              <w:rPr>
                <w:webHidden/>
              </w:rPr>
              <w:t>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39" w:history="1">
            <w:r w:rsidR="00E22AE1" w:rsidRPr="0006534F">
              <w:rPr>
                <w:rStyle w:val="Hyperlink"/>
              </w:rPr>
              <w:t>19. On the leaves of the trees in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Toc442791139 \h</w:instrText>
            </w:r>
            <w:r w:rsidR="00E22AE1">
              <w:rPr>
                <w:webHidden/>
                <w:rtl/>
              </w:rPr>
              <w:instrText xml:space="preserve"> </w:instrText>
            </w:r>
            <w:r>
              <w:rPr>
                <w:webHidden/>
                <w:rtl/>
              </w:rPr>
            </w:r>
            <w:r>
              <w:rPr>
                <w:webHidden/>
                <w:rtl/>
              </w:rPr>
              <w:fldChar w:fldCharType="separate"/>
            </w:r>
            <w:r w:rsidR="00D46B75">
              <w:rPr>
                <w:webHidden/>
              </w:rPr>
              <w:t>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0" w:history="1">
            <w:r w:rsidR="00E22AE1" w:rsidRPr="0006534F">
              <w:rPr>
                <w:rStyle w:val="Hyperlink"/>
              </w:rPr>
              <w:t>20. On the wings of Jibrael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Toc442791140 \h</w:instrText>
            </w:r>
            <w:r w:rsidR="00E22AE1">
              <w:rPr>
                <w:webHidden/>
                <w:rtl/>
              </w:rPr>
              <w:instrText xml:space="preserve"> </w:instrText>
            </w:r>
            <w:r>
              <w:rPr>
                <w:webHidden/>
                <w:rtl/>
              </w:rPr>
            </w:r>
            <w:r>
              <w:rPr>
                <w:webHidden/>
                <w:rtl/>
              </w:rPr>
              <w:fldChar w:fldCharType="separate"/>
            </w:r>
            <w:r w:rsidR="00D46B75">
              <w:rPr>
                <w:webHidden/>
              </w:rPr>
              <w:t>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1" w:history="1">
            <w:r w:rsidR="00E22AE1" w:rsidRPr="0006534F">
              <w:rPr>
                <w:rStyle w:val="Hyperlink"/>
              </w:rPr>
              <w:t>21. A dua written on the wings of Jibrael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Toc442791141 \h</w:instrText>
            </w:r>
            <w:r w:rsidR="00E22AE1">
              <w:rPr>
                <w:webHidden/>
                <w:rtl/>
              </w:rPr>
              <w:instrText xml:space="preserve"> </w:instrText>
            </w:r>
            <w:r>
              <w:rPr>
                <w:webHidden/>
                <w:rtl/>
              </w:rPr>
            </w:r>
            <w:r>
              <w:rPr>
                <w:webHidden/>
                <w:rtl/>
              </w:rPr>
              <w:fldChar w:fldCharType="separate"/>
            </w:r>
            <w:r w:rsidR="00D46B75">
              <w:rPr>
                <w:webHidden/>
              </w:rPr>
              <w:t>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2" w:history="1">
            <w:r w:rsidR="00E22AE1" w:rsidRPr="0006534F">
              <w:rPr>
                <w:rStyle w:val="Hyperlink"/>
              </w:rPr>
              <w:t>22. On Chair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Toc442791142 \h</w:instrText>
            </w:r>
            <w:r w:rsidR="00E22AE1">
              <w:rPr>
                <w:webHidden/>
                <w:rtl/>
              </w:rPr>
              <w:instrText xml:space="preserve"> </w:instrText>
            </w:r>
            <w:r>
              <w:rPr>
                <w:webHidden/>
                <w:rtl/>
              </w:rPr>
            </w:r>
            <w:r>
              <w:rPr>
                <w:webHidden/>
                <w:rtl/>
              </w:rPr>
              <w:fldChar w:fldCharType="separate"/>
            </w:r>
            <w:r w:rsidR="00D46B75">
              <w:rPr>
                <w:webHidden/>
              </w:rPr>
              <w:t>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3" w:history="1">
            <w:r w:rsidR="00E22AE1" w:rsidRPr="0006534F">
              <w:rPr>
                <w:rStyle w:val="Hyperlink"/>
              </w:rPr>
              <w:t>23. Name of Moula Ali (asws) on tablet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Toc442791143 \h</w:instrText>
            </w:r>
            <w:r w:rsidR="00E22AE1">
              <w:rPr>
                <w:webHidden/>
                <w:rtl/>
              </w:rPr>
              <w:instrText xml:space="preserve"> </w:instrText>
            </w:r>
            <w:r>
              <w:rPr>
                <w:webHidden/>
                <w:rtl/>
              </w:rPr>
            </w:r>
            <w:r>
              <w:rPr>
                <w:webHidden/>
                <w:rtl/>
              </w:rPr>
              <w:fldChar w:fldCharType="separate"/>
            </w:r>
            <w:r w:rsidR="00D46B75">
              <w:rPr>
                <w:webHidden/>
              </w:rPr>
              <w:t>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4" w:history="1">
            <w:r w:rsidR="00E22AE1" w:rsidRPr="0006534F">
              <w:rPr>
                <w:rStyle w:val="Hyperlink"/>
              </w:rPr>
              <w:t>24. On the base of the Arsh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Toc442791144 \h</w:instrText>
            </w:r>
            <w:r w:rsidR="00E22AE1">
              <w:rPr>
                <w:webHidden/>
                <w:rtl/>
              </w:rPr>
              <w:instrText xml:space="preserve"> </w:instrText>
            </w:r>
            <w:r>
              <w:rPr>
                <w:webHidden/>
                <w:rtl/>
              </w:rPr>
            </w:r>
            <w:r>
              <w:rPr>
                <w:webHidden/>
                <w:rtl/>
              </w:rPr>
              <w:fldChar w:fldCharType="separate"/>
            </w:r>
            <w:r w:rsidR="00D46B75">
              <w:rPr>
                <w:webHidden/>
              </w:rPr>
              <w:t>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5" w:history="1">
            <w:r w:rsidR="00E22AE1" w:rsidRPr="0006534F">
              <w:rPr>
                <w:rStyle w:val="Hyperlink"/>
              </w:rPr>
              <w:t>25. On everything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Toc442791145 \h</w:instrText>
            </w:r>
            <w:r w:rsidR="00E22AE1">
              <w:rPr>
                <w:webHidden/>
                <w:rtl/>
              </w:rPr>
              <w:instrText xml:space="preserve"> </w:instrText>
            </w:r>
            <w:r>
              <w:rPr>
                <w:webHidden/>
                <w:rtl/>
              </w:rPr>
            </w:r>
            <w:r>
              <w:rPr>
                <w:webHidden/>
                <w:rtl/>
              </w:rPr>
              <w:fldChar w:fldCharType="separate"/>
            </w:r>
            <w:r w:rsidR="00D46B75">
              <w:rPr>
                <w:webHidden/>
              </w:rPr>
              <w:t>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6" w:history="1">
            <w:r w:rsidR="00E22AE1" w:rsidRPr="0006534F">
              <w:rPr>
                <w:rStyle w:val="Hyperlink"/>
              </w:rPr>
              <w:t>26. On the door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Toc442791146 \h</w:instrText>
            </w:r>
            <w:r w:rsidR="00E22AE1">
              <w:rPr>
                <w:webHidden/>
                <w:rtl/>
              </w:rPr>
              <w:instrText xml:space="preserve"> </w:instrText>
            </w:r>
            <w:r>
              <w:rPr>
                <w:webHidden/>
                <w:rtl/>
              </w:rPr>
            </w:r>
            <w:r>
              <w:rPr>
                <w:webHidden/>
                <w:rtl/>
              </w:rPr>
              <w:fldChar w:fldCharType="separate"/>
            </w:r>
            <w:r w:rsidR="00D46B75">
              <w:rPr>
                <w:webHidden/>
              </w:rPr>
              <w:t>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7" w:history="1">
            <w:r w:rsidR="00E22AE1" w:rsidRPr="0006534F">
              <w:rPr>
                <w:rStyle w:val="Hyperlink"/>
              </w:rPr>
              <w:t>27. On Arsh (Throne)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Toc442791147 \h</w:instrText>
            </w:r>
            <w:r w:rsidR="00E22AE1">
              <w:rPr>
                <w:webHidden/>
                <w:rtl/>
              </w:rPr>
              <w:instrText xml:space="preserve"> </w:instrText>
            </w:r>
            <w:r>
              <w:rPr>
                <w:webHidden/>
                <w:rtl/>
              </w:rPr>
            </w:r>
            <w:r>
              <w:rPr>
                <w:webHidden/>
                <w:rtl/>
              </w:rPr>
              <w:fldChar w:fldCharType="separate"/>
            </w:r>
            <w:r w:rsidR="00D46B75">
              <w:rPr>
                <w:webHidden/>
              </w:rPr>
              <w:t>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8" w:history="1">
            <w:r w:rsidR="00E22AE1" w:rsidRPr="0006534F">
              <w:rPr>
                <w:rStyle w:val="Hyperlink"/>
              </w:rPr>
              <w:t>28. Moula Ali (asws)’s name along with RasoolAllah (saw)’s name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Toc442791148 \h</w:instrText>
            </w:r>
            <w:r w:rsidR="00E22AE1">
              <w:rPr>
                <w:webHidden/>
                <w:rtl/>
              </w:rPr>
              <w:instrText xml:space="preserve"> </w:instrText>
            </w:r>
            <w:r>
              <w:rPr>
                <w:webHidden/>
                <w:rtl/>
              </w:rPr>
            </w:r>
            <w:r>
              <w:rPr>
                <w:webHidden/>
                <w:rtl/>
              </w:rPr>
              <w:fldChar w:fldCharType="separate"/>
            </w:r>
            <w:r w:rsidR="00D46B75">
              <w:rPr>
                <w:webHidden/>
              </w:rPr>
              <w:t>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49" w:history="1">
            <w:r w:rsidR="00E22AE1" w:rsidRPr="0006534F">
              <w:rPr>
                <w:rStyle w:val="Hyperlink"/>
              </w:rPr>
              <w:t>29. On the surface of the 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Toc442791149 \h</w:instrText>
            </w:r>
            <w:r w:rsidR="00E22AE1">
              <w:rPr>
                <w:webHidden/>
                <w:rtl/>
              </w:rPr>
              <w:instrText xml:space="preserve"> </w:instrText>
            </w:r>
            <w:r>
              <w:rPr>
                <w:webHidden/>
                <w:rtl/>
              </w:rPr>
            </w:r>
            <w:r>
              <w:rPr>
                <w:webHidden/>
                <w:rtl/>
              </w:rPr>
              <w:fldChar w:fldCharType="separate"/>
            </w:r>
            <w:r w:rsidR="00D46B75">
              <w:rPr>
                <w:webHidden/>
              </w:rPr>
              <w:t>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0" w:history="1">
            <w:r w:rsidR="00E22AE1" w:rsidRPr="0006534F">
              <w:rPr>
                <w:rStyle w:val="Hyperlink"/>
              </w:rPr>
              <w:t>30. On a great veil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Toc442791150 \h</w:instrText>
            </w:r>
            <w:r w:rsidR="00E22AE1">
              <w:rPr>
                <w:webHidden/>
                <w:rtl/>
              </w:rPr>
              <w:instrText xml:space="preserve"> </w:instrText>
            </w:r>
            <w:r>
              <w:rPr>
                <w:webHidden/>
                <w:rtl/>
              </w:rPr>
            </w:r>
            <w:r>
              <w:rPr>
                <w:webHidden/>
                <w:rtl/>
              </w:rPr>
              <w:fldChar w:fldCharType="separate"/>
            </w:r>
            <w:r w:rsidR="00D46B75">
              <w:rPr>
                <w:webHidden/>
              </w:rPr>
              <w:t>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1" w:history="1">
            <w:r w:rsidR="00E22AE1" w:rsidRPr="0006534F">
              <w:rPr>
                <w:rStyle w:val="Hyperlink"/>
              </w:rPr>
              <w:t>31. On the cheek of hoori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Toc442791151 \h</w:instrText>
            </w:r>
            <w:r w:rsidR="00E22AE1">
              <w:rPr>
                <w:webHidden/>
                <w:rtl/>
              </w:rPr>
              <w:instrText xml:space="preserve"> </w:instrText>
            </w:r>
            <w:r>
              <w:rPr>
                <w:webHidden/>
                <w:rtl/>
              </w:rPr>
            </w:r>
            <w:r>
              <w:rPr>
                <w:webHidden/>
                <w:rtl/>
              </w:rPr>
              <w:fldChar w:fldCharType="separate"/>
            </w:r>
            <w:r w:rsidR="00D46B75">
              <w:rPr>
                <w:webHidden/>
              </w:rPr>
              <w:t>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2" w:history="1">
            <w:r w:rsidR="00E22AE1" w:rsidRPr="0006534F">
              <w:rPr>
                <w:rStyle w:val="Hyperlink"/>
              </w:rPr>
              <w:t>32. On every creation in the universe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Toc442791152 \h</w:instrText>
            </w:r>
            <w:r w:rsidR="00E22AE1">
              <w:rPr>
                <w:webHidden/>
                <w:rtl/>
              </w:rPr>
              <w:instrText xml:space="preserve"> </w:instrText>
            </w:r>
            <w:r>
              <w:rPr>
                <w:webHidden/>
                <w:rtl/>
              </w:rPr>
            </w:r>
            <w:r>
              <w:rPr>
                <w:webHidden/>
                <w:rtl/>
              </w:rPr>
              <w:fldChar w:fldCharType="separate"/>
            </w:r>
            <w:r w:rsidR="00D46B75">
              <w:rPr>
                <w:webHidden/>
              </w:rPr>
              <w:t>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3" w:history="1">
            <w:r w:rsidR="00E22AE1" w:rsidRPr="0006534F">
              <w:rPr>
                <w:rStyle w:val="Hyperlink"/>
              </w:rPr>
              <w:t>33. The Chair did not come into existance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Toc442791153 \h</w:instrText>
            </w:r>
            <w:r w:rsidR="00E22AE1">
              <w:rPr>
                <w:webHidden/>
                <w:rtl/>
              </w:rPr>
              <w:instrText xml:space="preserve"> </w:instrText>
            </w:r>
            <w:r>
              <w:rPr>
                <w:webHidden/>
                <w:rtl/>
              </w:rPr>
            </w:r>
            <w:r>
              <w:rPr>
                <w:webHidden/>
                <w:rtl/>
              </w:rPr>
              <w:fldChar w:fldCharType="separate"/>
            </w:r>
            <w:r w:rsidR="00D46B75">
              <w:rPr>
                <w:webHidden/>
              </w:rPr>
              <w:t>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4" w:history="1">
            <w:r w:rsidR="00E22AE1" w:rsidRPr="0006534F">
              <w:rPr>
                <w:rStyle w:val="Hyperlink"/>
              </w:rPr>
              <w:t>34. On rock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Toc442791154 \h</w:instrText>
            </w:r>
            <w:r w:rsidR="00E22AE1">
              <w:rPr>
                <w:webHidden/>
                <w:rtl/>
              </w:rPr>
              <w:instrText xml:space="preserve"> </w:instrText>
            </w:r>
            <w:r>
              <w:rPr>
                <w:webHidden/>
                <w:rtl/>
              </w:rPr>
            </w:r>
            <w:r>
              <w:rPr>
                <w:webHidden/>
                <w:rtl/>
              </w:rPr>
              <w:fldChar w:fldCharType="separate"/>
            </w:r>
            <w:r w:rsidR="00D46B75">
              <w:rPr>
                <w:webHidden/>
              </w:rPr>
              <w:t>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5" w:history="1">
            <w:r w:rsidR="00E22AE1" w:rsidRPr="0006534F">
              <w:rPr>
                <w:rStyle w:val="Hyperlink"/>
              </w:rPr>
              <w:t>35. On the veils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Toc442791155 \h</w:instrText>
            </w:r>
            <w:r w:rsidR="00E22AE1">
              <w:rPr>
                <w:webHidden/>
                <w:rtl/>
              </w:rPr>
              <w:instrText xml:space="preserve"> </w:instrText>
            </w:r>
            <w:r>
              <w:rPr>
                <w:webHidden/>
                <w:rtl/>
              </w:rPr>
            </w:r>
            <w:r>
              <w:rPr>
                <w:webHidden/>
                <w:rtl/>
              </w:rPr>
              <w:fldChar w:fldCharType="separate"/>
            </w:r>
            <w:r w:rsidR="00D46B75">
              <w:rPr>
                <w:webHidden/>
              </w:rPr>
              <w:t>41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6" w:history="1">
            <w:r w:rsidR="00E22AE1" w:rsidRPr="0006534F">
              <w:rPr>
                <w:rStyle w:val="Hyperlink"/>
              </w:rPr>
              <w:t>36. On the wings of birds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Toc442791156 \h</w:instrText>
            </w:r>
            <w:r w:rsidR="00E22AE1">
              <w:rPr>
                <w:webHidden/>
                <w:rtl/>
              </w:rPr>
              <w:instrText xml:space="preserve"> </w:instrText>
            </w:r>
            <w:r>
              <w:rPr>
                <w:webHidden/>
                <w:rtl/>
              </w:rPr>
            </w:r>
            <w:r>
              <w:rPr>
                <w:webHidden/>
                <w:rtl/>
              </w:rPr>
              <w:fldChar w:fldCharType="separate"/>
            </w:r>
            <w:r w:rsidR="00D46B75">
              <w:rPr>
                <w:webHidden/>
              </w:rPr>
              <w:t>41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7" w:history="1">
            <w:r w:rsidR="00E22AE1" w:rsidRPr="0006534F">
              <w:rPr>
                <w:rStyle w:val="Hyperlink"/>
              </w:rPr>
              <w:t>37. On the veils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Toc442791157 \h</w:instrText>
            </w:r>
            <w:r w:rsidR="00E22AE1">
              <w:rPr>
                <w:webHidden/>
                <w:rtl/>
              </w:rPr>
              <w:instrText xml:space="preserve"> </w:instrText>
            </w:r>
            <w:r>
              <w:rPr>
                <w:webHidden/>
                <w:rtl/>
              </w:rPr>
            </w:r>
            <w:r>
              <w:rPr>
                <w:webHidden/>
                <w:rtl/>
              </w:rPr>
              <w:fldChar w:fldCharType="separate"/>
            </w:r>
            <w:r w:rsidR="00D46B75">
              <w:rPr>
                <w:webHidden/>
              </w:rPr>
              <w:t>41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8" w:history="1">
            <w:r w:rsidR="00E22AE1" w:rsidRPr="0006534F">
              <w:rPr>
                <w:rStyle w:val="Hyperlink"/>
              </w:rPr>
              <w:t>38. On Jabil Bilka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Toc442791158 \h</w:instrText>
            </w:r>
            <w:r w:rsidR="00E22AE1">
              <w:rPr>
                <w:webHidden/>
                <w:rtl/>
              </w:rPr>
              <w:instrText xml:space="preserve"> </w:instrText>
            </w:r>
            <w:r>
              <w:rPr>
                <w:webHidden/>
                <w:rtl/>
              </w:rPr>
            </w:r>
            <w:r>
              <w:rPr>
                <w:webHidden/>
                <w:rtl/>
              </w:rPr>
              <w:fldChar w:fldCharType="separate"/>
            </w:r>
            <w:r w:rsidR="00D46B75">
              <w:rPr>
                <w:webHidden/>
              </w:rPr>
              <w:t>41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59" w:history="1">
            <w:r w:rsidR="00E22AE1" w:rsidRPr="0006534F">
              <w:rPr>
                <w:rStyle w:val="Hyperlink"/>
              </w:rPr>
              <w:t>39. On the sides of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Toc442791159 \h</w:instrText>
            </w:r>
            <w:r w:rsidR="00E22AE1">
              <w:rPr>
                <w:webHidden/>
                <w:rtl/>
              </w:rPr>
              <w:instrText xml:space="preserve"> </w:instrText>
            </w:r>
            <w:r>
              <w:rPr>
                <w:webHidden/>
                <w:rtl/>
              </w:rPr>
            </w:r>
            <w:r>
              <w:rPr>
                <w:webHidden/>
                <w:rtl/>
              </w:rPr>
              <w:fldChar w:fldCharType="separate"/>
            </w:r>
            <w:r w:rsidR="00D46B75">
              <w:rPr>
                <w:webHidden/>
              </w:rPr>
              <w:t>41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0" w:history="1">
            <w:r w:rsidR="00E22AE1" w:rsidRPr="0006534F">
              <w:rPr>
                <w:rStyle w:val="Hyperlink"/>
              </w:rPr>
              <w:t>40. On Sidrat ul Muntaha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Toc442791160 \h</w:instrText>
            </w:r>
            <w:r w:rsidR="00E22AE1">
              <w:rPr>
                <w:webHidden/>
                <w:rtl/>
              </w:rPr>
              <w:instrText xml:space="preserve"> </w:instrText>
            </w:r>
            <w:r>
              <w:rPr>
                <w:webHidden/>
                <w:rtl/>
              </w:rPr>
            </w:r>
            <w:r>
              <w:rPr>
                <w:webHidden/>
                <w:rtl/>
              </w:rPr>
              <w:fldChar w:fldCharType="separate"/>
            </w:r>
            <w:r w:rsidR="00D46B75">
              <w:rPr>
                <w:webHidden/>
              </w:rPr>
              <w:t>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1" w:history="1">
            <w:r w:rsidR="00E22AE1" w:rsidRPr="0006534F">
              <w:rPr>
                <w:rStyle w:val="Hyperlink"/>
              </w:rPr>
              <w:t>41. On Al Makkan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Toc442791161 \h</w:instrText>
            </w:r>
            <w:r w:rsidR="00E22AE1">
              <w:rPr>
                <w:webHidden/>
                <w:rtl/>
              </w:rPr>
              <w:instrText xml:space="preserve"> </w:instrText>
            </w:r>
            <w:r>
              <w:rPr>
                <w:webHidden/>
                <w:rtl/>
              </w:rPr>
            </w:r>
            <w:r>
              <w:rPr>
                <w:webHidden/>
                <w:rtl/>
              </w:rPr>
              <w:fldChar w:fldCharType="separate"/>
            </w:r>
            <w:r w:rsidR="00D46B75">
              <w:rPr>
                <w:webHidden/>
              </w:rPr>
              <w:t>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2" w:history="1">
            <w:r w:rsidR="00E22AE1" w:rsidRPr="0006534F">
              <w:rPr>
                <w:rStyle w:val="Hyperlink"/>
              </w:rPr>
              <w:t>42. On Wind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Toc442791162 \h</w:instrText>
            </w:r>
            <w:r w:rsidR="00E22AE1">
              <w:rPr>
                <w:webHidden/>
                <w:rtl/>
              </w:rPr>
              <w:instrText xml:space="preserve"> </w:instrText>
            </w:r>
            <w:r>
              <w:rPr>
                <w:webHidden/>
                <w:rtl/>
              </w:rPr>
            </w:r>
            <w:r>
              <w:rPr>
                <w:webHidden/>
                <w:rtl/>
              </w:rPr>
              <w:fldChar w:fldCharType="separate"/>
            </w:r>
            <w:r w:rsidR="00D46B75">
              <w:rPr>
                <w:webHidden/>
              </w:rPr>
              <w:t>42</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163" w:history="1">
            <w:r w:rsidR="00E22AE1" w:rsidRPr="0006534F">
              <w:rPr>
                <w:rStyle w:val="Hyperlink"/>
              </w:rPr>
              <w:t xml:space="preserve">Alif </w:t>
            </w:r>
            <w:r w:rsidR="00E22AE1" w:rsidRPr="0006534F">
              <w:rPr>
                <w:rStyle w:val="Hyperlink"/>
                <w:rFonts w:hint="eastAsia"/>
                <w:rtl/>
              </w:rPr>
              <w:t>ا</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Toc442791163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4" w:history="1">
            <w:r w:rsidR="00E22AE1" w:rsidRPr="0006534F">
              <w:rPr>
                <w:rStyle w:val="Hyperlink"/>
              </w:rPr>
              <w:t>1. Al ansa al bateen (far from shirk and full of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Toc442791164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5" w:history="1">
            <w:r w:rsidR="00E22AE1" w:rsidRPr="0006534F">
              <w:rPr>
                <w:rStyle w:val="Hyperlink"/>
              </w:rPr>
              <w:t>2. Awal al momineen (First Momin)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Toc442791165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6" w:history="1">
            <w:r w:rsidR="00E22AE1" w:rsidRPr="0006534F">
              <w:rPr>
                <w:rStyle w:val="Hyperlink"/>
              </w:rPr>
              <w:t>3. Afzal khaliq Allah (Greatest from amongst the creation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Toc442791166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7" w:history="1">
            <w:r w:rsidR="00E22AE1" w:rsidRPr="0006534F">
              <w:rPr>
                <w:rStyle w:val="Hyperlink"/>
              </w:rPr>
              <w:t>4. Azan (Declaration)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Toc442791167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8" w:history="1">
            <w:r w:rsidR="00E22AE1" w:rsidRPr="0006534F">
              <w:rPr>
                <w:rStyle w:val="Hyperlink"/>
              </w:rPr>
              <w:t>5. Ameen (Trustee)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Toc442791168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69" w:history="1">
            <w:r w:rsidR="00E22AE1" w:rsidRPr="0006534F">
              <w:rPr>
                <w:rStyle w:val="Hyperlink"/>
              </w:rPr>
              <w:t>6. Alab (Father)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Toc442791169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0" w:history="1">
            <w:r w:rsidR="00E22AE1" w:rsidRPr="0006534F">
              <w:rPr>
                <w:rStyle w:val="Hyperlink"/>
              </w:rPr>
              <w:t>7. Al Iman (faith)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Toc442791170 \h</w:instrText>
            </w:r>
            <w:r w:rsidR="00E22AE1">
              <w:rPr>
                <w:webHidden/>
                <w:rtl/>
              </w:rPr>
              <w:instrText xml:space="preserve"> </w:instrText>
            </w:r>
            <w:r>
              <w:rPr>
                <w:webHidden/>
                <w:rtl/>
              </w:rPr>
            </w:r>
            <w:r>
              <w:rPr>
                <w:webHidden/>
                <w:rtl/>
              </w:rPr>
              <w:fldChar w:fldCharType="separate"/>
            </w:r>
            <w:r w:rsidR="00D46B75">
              <w:rPr>
                <w:webHidden/>
              </w:rPr>
              <w:t>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1" w:history="1">
            <w:r w:rsidR="00E22AE1" w:rsidRPr="0006534F">
              <w:rPr>
                <w:rStyle w:val="Hyperlink"/>
              </w:rPr>
              <w:t>8. Asab (Most Perfect)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Toc442791171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2" w:history="1">
            <w:r w:rsidR="00E22AE1" w:rsidRPr="0006534F">
              <w:rPr>
                <w:rStyle w:val="Hyperlink"/>
              </w:rPr>
              <w:t>9. Ameenullah (Trustee of the Knowledge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Toc442791172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3" w:history="1">
            <w:r w:rsidR="00E22AE1" w:rsidRPr="0006534F">
              <w:rPr>
                <w:rStyle w:val="Hyperlink"/>
              </w:rPr>
              <w:t>10. Ailiya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Toc442791173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4" w:history="1">
            <w:r w:rsidR="00E22AE1" w:rsidRPr="0006534F">
              <w:rPr>
                <w:rStyle w:val="Hyperlink"/>
              </w:rPr>
              <w:t>11. Ayatul Huda(sign of guidance)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Toc442791174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5" w:history="1">
            <w:r w:rsidR="00E22AE1" w:rsidRPr="0006534F">
              <w:rPr>
                <w:rStyle w:val="Hyperlink"/>
              </w:rPr>
              <w:t>12. Arya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Toc442791175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6" w:history="1">
            <w:r w:rsidR="00E22AE1" w:rsidRPr="0006534F">
              <w:rPr>
                <w:rStyle w:val="Hyperlink"/>
              </w:rPr>
              <w:t>13. Alaa al Rahman (Blessing of Rahman (Merciful))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Toc442791176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7" w:history="1">
            <w:r w:rsidR="00E22AE1" w:rsidRPr="0006534F">
              <w:rPr>
                <w:rStyle w:val="Hyperlink"/>
              </w:rPr>
              <w:t>14. Akhu al Tayyar (Brother of Jafar Tayyar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Toc442791177 \h</w:instrText>
            </w:r>
            <w:r w:rsidR="00E22AE1">
              <w:rPr>
                <w:webHidden/>
                <w:rtl/>
              </w:rPr>
              <w:instrText xml:space="preserve"> </w:instrText>
            </w:r>
            <w:r>
              <w:rPr>
                <w:webHidden/>
                <w:rtl/>
              </w:rPr>
            </w:r>
            <w:r>
              <w:rPr>
                <w:webHidden/>
                <w:rtl/>
              </w:rPr>
              <w:fldChar w:fldCharType="separate"/>
            </w:r>
            <w:r w:rsidR="00D46B75">
              <w:rPr>
                <w:webHidden/>
              </w:rPr>
              <w:t>44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8" w:history="1">
            <w:r w:rsidR="00E22AE1" w:rsidRPr="0006534F">
              <w:rPr>
                <w:rStyle w:val="Hyperlink"/>
              </w:rPr>
              <w:t>15. Ayat hub al Rasool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Toc442791178 \h</w:instrText>
            </w:r>
            <w:r w:rsidR="00E22AE1">
              <w:rPr>
                <w:webHidden/>
                <w:rtl/>
              </w:rPr>
              <w:instrText xml:space="preserve"> </w:instrText>
            </w:r>
            <w:r>
              <w:rPr>
                <w:webHidden/>
                <w:rtl/>
              </w:rPr>
            </w:r>
            <w:r>
              <w:rPr>
                <w:webHidden/>
                <w:rtl/>
              </w:rPr>
              <w:fldChar w:fldCharType="separate"/>
            </w:r>
            <w:r w:rsidR="00D46B75">
              <w:rPr>
                <w:webHidden/>
              </w:rPr>
              <w:t>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79" w:history="1">
            <w:r w:rsidR="00E22AE1" w:rsidRPr="0006534F">
              <w:rPr>
                <w:rStyle w:val="Hyperlink"/>
              </w:rPr>
              <w:t>16. Awal min yakhasam (First to stand on the day of judgment)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Toc442791179 \h</w:instrText>
            </w:r>
            <w:r w:rsidR="00E22AE1">
              <w:rPr>
                <w:webHidden/>
                <w:rtl/>
              </w:rPr>
              <w:instrText xml:space="preserve"> </w:instrText>
            </w:r>
            <w:r>
              <w:rPr>
                <w:webHidden/>
                <w:rtl/>
              </w:rPr>
            </w:r>
            <w:r>
              <w:rPr>
                <w:webHidden/>
                <w:rtl/>
              </w:rPr>
              <w:fldChar w:fldCharType="separate"/>
            </w:r>
            <w:r w:rsidR="00D46B75">
              <w:rPr>
                <w:webHidden/>
              </w:rPr>
              <w:t>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0" w:history="1">
            <w:r w:rsidR="00E22AE1" w:rsidRPr="0006534F">
              <w:rPr>
                <w:rStyle w:val="Hyperlink"/>
              </w:rPr>
              <w:t>17. Akhu al malaikat (Brother of Angels)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Toc442791180 \h</w:instrText>
            </w:r>
            <w:r w:rsidR="00E22AE1">
              <w:rPr>
                <w:webHidden/>
                <w:rtl/>
              </w:rPr>
              <w:instrText xml:space="preserve"> </w:instrText>
            </w:r>
            <w:r>
              <w:rPr>
                <w:webHidden/>
                <w:rtl/>
              </w:rPr>
            </w:r>
            <w:r>
              <w:rPr>
                <w:webHidden/>
                <w:rtl/>
              </w:rPr>
              <w:fldChar w:fldCharType="separate"/>
            </w:r>
            <w:r w:rsidR="00D46B75">
              <w:rPr>
                <w:webHidden/>
              </w:rPr>
              <w:t>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1" w:history="1">
            <w:r w:rsidR="00E22AE1" w:rsidRPr="0006534F">
              <w:rPr>
                <w:rStyle w:val="Hyperlink"/>
              </w:rPr>
              <w:t>18. Imam e Mubeen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Toc442791181 \h</w:instrText>
            </w:r>
            <w:r w:rsidR="00E22AE1">
              <w:rPr>
                <w:webHidden/>
                <w:rtl/>
              </w:rPr>
              <w:instrText xml:space="preserve"> </w:instrText>
            </w:r>
            <w:r>
              <w:rPr>
                <w:webHidden/>
                <w:rtl/>
              </w:rPr>
            </w:r>
            <w:r>
              <w:rPr>
                <w:webHidden/>
                <w:rtl/>
              </w:rPr>
              <w:fldChar w:fldCharType="separate"/>
            </w:r>
            <w:r w:rsidR="00D46B75">
              <w:rPr>
                <w:webHidden/>
              </w:rPr>
              <w:t>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2" w:history="1">
            <w:r w:rsidR="00E22AE1" w:rsidRPr="0006534F">
              <w:rPr>
                <w:rStyle w:val="Hyperlink"/>
              </w:rPr>
              <w:t>19. Ameerul Momineen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Toc442791182 \h</w:instrText>
            </w:r>
            <w:r w:rsidR="00E22AE1">
              <w:rPr>
                <w:webHidden/>
                <w:rtl/>
              </w:rPr>
              <w:instrText xml:space="preserve"> </w:instrText>
            </w:r>
            <w:r>
              <w:rPr>
                <w:webHidden/>
                <w:rtl/>
              </w:rPr>
            </w:r>
            <w:r>
              <w:rPr>
                <w:webHidden/>
                <w:rtl/>
              </w:rPr>
              <w:fldChar w:fldCharType="separate"/>
            </w:r>
            <w:r w:rsidR="00D46B75">
              <w:rPr>
                <w:webHidden/>
              </w:rPr>
              <w:t>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3" w:history="1">
            <w:r w:rsidR="00E22AE1" w:rsidRPr="0006534F">
              <w:rPr>
                <w:rStyle w:val="Hyperlink"/>
              </w:rPr>
              <w:t>20. Ahal E Atat (Imam of the Obedient)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Toc442791183 \h</w:instrText>
            </w:r>
            <w:r w:rsidR="00E22AE1">
              <w:rPr>
                <w:webHidden/>
                <w:rtl/>
              </w:rPr>
              <w:instrText xml:space="preserve"> </w:instrText>
            </w:r>
            <w:r>
              <w:rPr>
                <w:webHidden/>
                <w:rtl/>
              </w:rPr>
            </w:r>
            <w:r>
              <w:rPr>
                <w:webHidden/>
                <w:rtl/>
              </w:rPr>
              <w:fldChar w:fldCharType="separate"/>
            </w:r>
            <w:r w:rsidR="00D46B75">
              <w:rPr>
                <w:webHidden/>
              </w:rPr>
              <w:t>46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4" w:history="1">
            <w:r w:rsidR="00E22AE1" w:rsidRPr="0006534F">
              <w:rPr>
                <w:rStyle w:val="Hyperlink"/>
              </w:rPr>
              <w:t>21. Al Ameer (ruler)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Toc442791184 \h</w:instrText>
            </w:r>
            <w:r w:rsidR="00E22AE1">
              <w:rPr>
                <w:webHidden/>
                <w:rtl/>
              </w:rPr>
              <w:instrText xml:space="preserve"> </w:instrText>
            </w:r>
            <w:r>
              <w:rPr>
                <w:webHidden/>
                <w:rtl/>
              </w:rPr>
            </w:r>
            <w:r>
              <w:rPr>
                <w:webHidden/>
                <w:rtl/>
              </w:rPr>
              <w:fldChar w:fldCharType="separate"/>
            </w:r>
            <w:r w:rsidR="00D46B75">
              <w:rPr>
                <w:webHidden/>
              </w:rPr>
              <w:t>46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5" w:history="1">
            <w:r w:rsidR="00E22AE1" w:rsidRPr="0006534F">
              <w:rPr>
                <w:rStyle w:val="Hyperlink"/>
              </w:rPr>
              <w:t>22. Al Ahsan (doing of good)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Toc442791185 \h</w:instrText>
            </w:r>
            <w:r w:rsidR="00E22AE1">
              <w:rPr>
                <w:webHidden/>
                <w:rtl/>
              </w:rPr>
              <w:instrText xml:space="preserve"> </w:instrText>
            </w:r>
            <w:r>
              <w:rPr>
                <w:webHidden/>
                <w:rtl/>
              </w:rPr>
            </w:r>
            <w:r>
              <w:rPr>
                <w:webHidden/>
                <w:rtl/>
              </w:rPr>
              <w:fldChar w:fldCharType="separate"/>
            </w:r>
            <w:r w:rsidR="00D46B75">
              <w:rPr>
                <w:webHidden/>
              </w:rPr>
              <w:t>46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6" w:history="1">
            <w:r w:rsidR="00E22AE1" w:rsidRPr="0006534F">
              <w:rPr>
                <w:rStyle w:val="Hyperlink"/>
              </w:rPr>
              <w:t>23. Al Izan al Waiya (The ear that remembers)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Toc442791186 \h</w:instrText>
            </w:r>
            <w:r w:rsidR="00E22AE1">
              <w:rPr>
                <w:webHidden/>
                <w:rtl/>
              </w:rPr>
              <w:instrText xml:space="preserve"> </w:instrText>
            </w:r>
            <w:r>
              <w:rPr>
                <w:webHidden/>
                <w:rtl/>
              </w:rPr>
            </w:r>
            <w:r>
              <w:rPr>
                <w:webHidden/>
                <w:rtl/>
              </w:rPr>
              <w:fldChar w:fldCharType="separate"/>
            </w:r>
            <w:r w:rsidR="00D46B75">
              <w:rPr>
                <w:webHidden/>
              </w:rPr>
              <w:t>47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7" w:history="1">
            <w:r w:rsidR="00E22AE1" w:rsidRPr="0006534F">
              <w:rPr>
                <w:rStyle w:val="Hyperlink"/>
              </w:rPr>
              <w:t>24. Imam ul Khaliqat (Imam of the entire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Toc442791187 \h</w:instrText>
            </w:r>
            <w:r w:rsidR="00E22AE1">
              <w:rPr>
                <w:webHidden/>
                <w:rtl/>
              </w:rPr>
              <w:instrText xml:space="preserve"> </w:instrText>
            </w:r>
            <w:r>
              <w:rPr>
                <w:webHidden/>
                <w:rtl/>
              </w:rPr>
            </w:r>
            <w:r>
              <w:rPr>
                <w:webHidden/>
                <w:rtl/>
              </w:rPr>
              <w:fldChar w:fldCharType="separate"/>
            </w:r>
            <w:r w:rsidR="00D46B75">
              <w:rPr>
                <w:webHidden/>
              </w:rPr>
              <w:t>47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8" w:history="1">
            <w:r w:rsidR="00E22AE1" w:rsidRPr="0006534F">
              <w:rPr>
                <w:rStyle w:val="Hyperlink"/>
              </w:rPr>
              <w:t>25. Abul Rahateen (Father of two Flowers)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Toc442791188 \h</w:instrText>
            </w:r>
            <w:r w:rsidR="00E22AE1">
              <w:rPr>
                <w:webHidden/>
                <w:rtl/>
              </w:rPr>
              <w:instrText xml:space="preserve"> </w:instrText>
            </w:r>
            <w:r>
              <w:rPr>
                <w:webHidden/>
                <w:rtl/>
              </w:rPr>
            </w:r>
            <w:r>
              <w:rPr>
                <w:webHidden/>
                <w:rtl/>
              </w:rPr>
              <w:fldChar w:fldCharType="separate"/>
            </w:r>
            <w:r w:rsidR="00D46B75">
              <w:rPr>
                <w:webHidden/>
              </w:rPr>
              <w:t>47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89" w:history="1">
            <w:r w:rsidR="00E22AE1" w:rsidRPr="0006534F">
              <w:rPr>
                <w:rStyle w:val="Hyperlink"/>
              </w:rPr>
              <w:t>26. Al Ayat ul Mahakmat (Decisive Verses)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Toc442791189 \h</w:instrText>
            </w:r>
            <w:r w:rsidR="00E22AE1">
              <w:rPr>
                <w:webHidden/>
                <w:rtl/>
              </w:rPr>
              <w:instrText xml:space="preserve"> </w:instrText>
            </w:r>
            <w:r>
              <w:rPr>
                <w:webHidden/>
                <w:rtl/>
              </w:rPr>
            </w:r>
            <w:r>
              <w:rPr>
                <w:webHidden/>
                <w:rtl/>
              </w:rPr>
              <w:fldChar w:fldCharType="separate"/>
            </w:r>
            <w:r w:rsidR="00D46B75">
              <w:rPr>
                <w:webHidden/>
              </w:rPr>
              <w:t>47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0" w:history="1">
            <w:r w:rsidR="00E22AE1" w:rsidRPr="0006534F">
              <w:rPr>
                <w:rStyle w:val="Hyperlink"/>
              </w:rPr>
              <w:t>27. Awal Ward ala al hawaz (First to arrive at spring of Kauser)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Toc442791190 \h</w:instrText>
            </w:r>
            <w:r w:rsidR="00E22AE1">
              <w:rPr>
                <w:webHidden/>
                <w:rtl/>
              </w:rPr>
              <w:instrText xml:space="preserve"> </w:instrText>
            </w:r>
            <w:r>
              <w:rPr>
                <w:webHidden/>
                <w:rtl/>
              </w:rPr>
            </w:r>
            <w:r>
              <w:rPr>
                <w:webHidden/>
                <w:rtl/>
              </w:rPr>
              <w:fldChar w:fldCharType="separate"/>
            </w:r>
            <w:r w:rsidR="00D46B75">
              <w:rPr>
                <w:webHidden/>
              </w:rPr>
              <w:t>48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1" w:history="1">
            <w:r w:rsidR="00E22AE1" w:rsidRPr="0006534F">
              <w:rPr>
                <w:rStyle w:val="Hyperlink"/>
              </w:rPr>
              <w:t>28. Abu Turab (Father of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Toc442791191 \h</w:instrText>
            </w:r>
            <w:r w:rsidR="00E22AE1">
              <w:rPr>
                <w:webHidden/>
                <w:rtl/>
              </w:rPr>
              <w:instrText xml:space="preserve"> </w:instrText>
            </w:r>
            <w:r>
              <w:rPr>
                <w:webHidden/>
                <w:rtl/>
              </w:rPr>
            </w:r>
            <w:r>
              <w:rPr>
                <w:webHidden/>
                <w:rtl/>
              </w:rPr>
              <w:fldChar w:fldCharType="separate"/>
            </w:r>
            <w:r w:rsidR="00D46B75">
              <w:rPr>
                <w:webHidden/>
              </w:rPr>
              <w:t>48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2" w:history="1">
            <w:r w:rsidR="00E22AE1" w:rsidRPr="0006534F">
              <w:rPr>
                <w:rStyle w:val="Hyperlink"/>
              </w:rPr>
              <w:t>29. Ayat Musa (as) wa Haroon (as): (Sign for Musa (as) and Haroon (as)</w:t>
            </w:r>
            <w:r w:rsidR="00E22AE1">
              <w:rPr>
                <w:webHidden/>
                <w:rtl/>
              </w:rPr>
              <w:tab/>
            </w:r>
            <w:r w:rsidR="00292F8F">
              <w:rPr>
                <w:webHidden/>
              </w:rPr>
              <w:tab/>
            </w:r>
            <w:r w:rsidR="00292F8F">
              <w:rPr>
                <w:webHidden/>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Toc442791192 \h</w:instrText>
            </w:r>
            <w:r w:rsidR="00E22AE1">
              <w:rPr>
                <w:webHidden/>
                <w:rtl/>
              </w:rPr>
              <w:instrText xml:space="preserve"> </w:instrText>
            </w:r>
            <w:r>
              <w:rPr>
                <w:webHidden/>
                <w:rtl/>
              </w:rPr>
            </w:r>
            <w:r>
              <w:rPr>
                <w:webHidden/>
                <w:rtl/>
              </w:rPr>
              <w:fldChar w:fldCharType="separate"/>
            </w:r>
            <w:r w:rsidR="00D46B75">
              <w:rPr>
                <w:webHidden/>
              </w:rPr>
              <w:t>48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3" w:history="1">
            <w:r w:rsidR="00E22AE1" w:rsidRPr="0006534F">
              <w:rPr>
                <w:rStyle w:val="Hyperlink"/>
              </w:rPr>
              <w:t>30. Ayat Muhammad (saw) (Sign of Muhammad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Toc442791193 \h</w:instrText>
            </w:r>
            <w:r w:rsidR="00E22AE1">
              <w:rPr>
                <w:webHidden/>
                <w:rtl/>
              </w:rPr>
              <w:instrText xml:space="preserve"> </w:instrText>
            </w:r>
            <w:r>
              <w:rPr>
                <w:webHidden/>
                <w:rtl/>
              </w:rPr>
            </w:r>
            <w:r>
              <w:rPr>
                <w:webHidden/>
                <w:rtl/>
              </w:rPr>
              <w:fldChar w:fldCharType="separate"/>
            </w:r>
            <w:r w:rsidR="00D46B75">
              <w:rPr>
                <w:webHidden/>
              </w:rPr>
              <w:t>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4" w:history="1">
            <w:r w:rsidR="00E22AE1" w:rsidRPr="0006534F">
              <w:rPr>
                <w:rStyle w:val="Hyperlink"/>
              </w:rPr>
              <w:t>31. Asal e Deen (Foundation of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Toc442791194 \h</w:instrText>
            </w:r>
            <w:r w:rsidR="00E22AE1">
              <w:rPr>
                <w:webHidden/>
                <w:rtl/>
              </w:rPr>
              <w:instrText xml:space="preserve"> </w:instrText>
            </w:r>
            <w:r>
              <w:rPr>
                <w:webHidden/>
                <w:rtl/>
              </w:rPr>
            </w:r>
            <w:r>
              <w:rPr>
                <w:webHidden/>
                <w:rtl/>
              </w:rPr>
              <w:fldChar w:fldCharType="separate"/>
            </w:r>
            <w:r w:rsidR="00D46B75">
              <w:rPr>
                <w:webHidden/>
              </w:rPr>
              <w:t>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5" w:history="1">
            <w:r w:rsidR="00E22AE1" w:rsidRPr="0006534F">
              <w:rPr>
                <w:rStyle w:val="Hyperlink"/>
              </w:rPr>
              <w:t>32. Awal ul Aimmat (First Imams)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Toc442791195 \h</w:instrText>
            </w:r>
            <w:r w:rsidR="00E22AE1">
              <w:rPr>
                <w:webHidden/>
                <w:rtl/>
              </w:rPr>
              <w:instrText xml:space="preserve"> </w:instrText>
            </w:r>
            <w:r>
              <w:rPr>
                <w:webHidden/>
                <w:rtl/>
              </w:rPr>
            </w:r>
            <w:r>
              <w:rPr>
                <w:webHidden/>
                <w:rtl/>
              </w:rPr>
              <w:fldChar w:fldCharType="separate"/>
            </w:r>
            <w:r w:rsidR="00D46B75">
              <w:rPr>
                <w:webHidden/>
              </w:rPr>
              <w:t>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6" w:history="1">
            <w:r w:rsidR="00E22AE1" w:rsidRPr="0006534F">
              <w:rPr>
                <w:rStyle w:val="Hyperlink"/>
              </w:rPr>
              <w:t>33. Awal ul Musleen (First Namazi)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Toc442791196 \h</w:instrText>
            </w:r>
            <w:r w:rsidR="00E22AE1">
              <w:rPr>
                <w:webHidden/>
                <w:rtl/>
              </w:rPr>
              <w:instrText xml:space="preserve"> </w:instrText>
            </w:r>
            <w:r>
              <w:rPr>
                <w:webHidden/>
                <w:rtl/>
              </w:rPr>
            </w:r>
            <w:r>
              <w:rPr>
                <w:webHidden/>
                <w:rtl/>
              </w:rPr>
              <w:fldChar w:fldCharType="separate"/>
            </w:r>
            <w:r w:rsidR="00D46B75">
              <w:rPr>
                <w:webHidden/>
              </w:rPr>
              <w:t>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7" w:history="1">
            <w:r w:rsidR="00E22AE1" w:rsidRPr="0006534F">
              <w:rPr>
                <w:rStyle w:val="Hyperlink"/>
              </w:rPr>
              <w:t>34. Ibrahim fi Sakhiya (Ibrahim (as) in generosity)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Toc442791197 \h</w:instrText>
            </w:r>
            <w:r w:rsidR="00E22AE1">
              <w:rPr>
                <w:webHidden/>
                <w:rtl/>
              </w:rPr>
              <w:instrText xml:space="preserve"> </w:instrText>
            </w:r>
            <w:r>
              <w:rPr>
                <w:webHidden/>
                <w:rtl/>
              </w:rPr>
            </w:r>
            <w:r>
              <w:rPr>
                <w:webHidden/>
                <w:rtl/>
              </w:rPr>
              <w:fldChar w:fldCharType="separate"/>
            </w:r>
            <w:r w:rsidR="00D46B75">
              <w:rPr>
                <w:webHidden/>
              </w:rPr>
              <w:t>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8" w:history="1">
            <w:r w:rsidR="00E22AE1" w:rsidRPr="0006534F">
              <w:rPr>
                <w:rStyle w:val="Hyperlink"/>
              </w:rPr>
              <w:t>35. Akhu RasoolAllah (saw) (Brother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Toc442791198 \h</w:instrText>
            </w:r>
            <w:r w:rsidR="00E22AE1">
              <w:rPr>
                <w:webHidden/>
                <w:rtl/>
              </w:rPr>
              <w:instrText xml:space="preserve"> </w:instrText>
            </w:r>
            <w:r>
              <w:rPr>
                <w:webHidden/>
                <w:rtl/>
              </w:rPr>
            </w:r>
            <w:r>
              <w:rPr>
                <w:webHidden/>
                <w:rtl/>
              </w:rPr>
              <w:fldChar w:fldCharType="separate"/>
            </w:r>
            <w:r w:rsidR="00D46B75">
              <w:rPr>
                <w:webHidden/>
              </w:rPr>
              <w:t>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199" w:history="1">
            <w:r w:rsidR="00E22AE1" w:rsidRPr="0006534F">
              <w:rPr>
                <w:rStyle w:val="Hyperlink"/>
              </w:rPr>
              <w:t>36. Anees ul Masbahat (one who loves the beads of tasbeeh)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Toc442791199 \h</w:instrText>
            </w:r>
            <w:r w:rsidR="00E22AE1">
              <w:rPr>
                <w:webHidden/>
                <w:rtl/>
              </w:rPr>
              <w:instrText xml:space="preserve"> </w:instrText>
            </w:r>
            <w:r>
              <w:rPr>
                <w:webHidden/>
                <w:rtl/>
              </w:rPr>
            </w:r>
            <w:r>
              <w:rPr>
                <w:webHidden/>
                <w:rtl/>
              </w:rPr>
              <w:fldChar w:fldCharType="separate"/>
            </w:r>
            <w:r w:rsidR="00D46B75">
              <w:rPr>
                <w:webHidden/>
              </w:rPr>
              <w:t>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0" w:history="1">
            <w:r w:rsidR="00E22AE1" w:rsidRPr="0006534F">
              <w:rPr>
                <w:rStyle w:val="Hyperlink"/>
              </w:rPr>
              <w:t>37. Abul Hasan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Toc442791200 \h</w:instrText>
            </w:r>
            <w:r w:rsidR="00E22AE1">
              <w:rPr>
                <w:webHidden/>
                <w:rtl/>
              </w:rPr>
              <w:instrText xml:space="preserve"> </w:instrText>
            </w:r>
            <w:r>
              <w:rPr>
                <w:webHidden/>
                <w:rtl/>
              </w:rPr>
            </w:r>
            <w:r>
              <w:rPr>
                <w:webHidden/>
                <w:rtl/>
              </w:rPr>
              <w:fldChar w:fldCharType="separate"/>
            </w:r>
            <w:r w:rsidR="00D46B75">
              <w:rPr>
                <w:webHidden/>
              </w:rPr>
              <w:t>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1" w:history="1">
            <w:r w:rsidR="00E22AE1" w:rsidRPr="0006534F">
              <w:rPr>
                <w:rStyle w:val="Hyperlink"/>
              </w:rPr>
              <w:t>38. Awal Mazloom (First to be oppressed)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Toc442791201 \h</w:instrText>
            </w:r>
            <w:r w:rsidR="00E22AE1">
              <w:rPr>
                <w:webHidden/>
                <w:rtl/>
              </w:rPr>
              <w:instrText xml:space="preserve"> </w:instrText>
            </w:r>
            <w:r>
              <w:rPr>
                <w:webHidden/>
                <w:rtl/>
              </w:rPr>
            </w:r>
            <w:r>
              <w:rPr>
                <w:webHidden/>
                <w:rtl/>
              </w:rPr>
              <w:fldChar w:fldCharType="separate"/>
            </w:r>
            <w:r w:rsidR="00D46B75">
              <w:rPr>
                <w:webHidden/>
              </w:rPr>
              <w:t>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2" w:history="1">
            <w:r w:rsidR="00E22AE1" w:rsidRPr="0006534F">
              <w:rPr>
                <w:rStyle w:val="Hyperlink"/>
              </w:rPr>
              <w:t>39. Al Akbar ul ghair mominoon (Reward that will never finish)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Toc442791202 \h</w:instrText>
            </w:r>
            <w:r w:rsidR="00E22AE1">
              <w:rPr>
                <w:webHidden/>
                <w:rtl/>
              </w:rPr>
              <w:instrText xml:space="preserve"> </w:instrText>
            </w:r>
            <w:r>
              <w:rPr>
                <w:webHidden/>
                <w:rtl/>
              </w:rPr>
            </w:r>
            <w:r>
              <w:rPr>
                <w:webHidden/>
                <w:rtl/>
              </w:rPr>
              <w:fldChar w:fldCharType="separate"/>
            </w:r>
            <w:r w:rsidR="00D46B75">
              <w:rPr>
                <w:webHidden/>
              </w:rPr>
              <w:t>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3" w:history="1">
            <w:r w:rsidR="00E22AE1" w:rsidRPr="0006534F">
              <w:rPr>
                <w:rStyle w:val="Hyperlink"/>
              </w:rPr>
              <w:t>40. Al Ayat ul Minzalat min Asmaa: (sign from the heavens)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Toc442791203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4" w:history="1">
            <w:r w:rsidR="00E22AE1" w:rsidRPr="0006534F">
              <w:rPr>
                <w:rStyle w:val="Hyperlink"/>
              </w:rPr>
              <w:t>41. Asal al Imamate (Foundation of Imamate)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Toc442791204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5" w:history="1">
            <w:r w:rsidR="00E22AE1" w:rsidRPr="0006534F">
              <w:rPr>
                <w:rStyle w:val="Hyperlink"/>
              </w:rPr>
              <w:t>42. Al Awal fi al Deen (First of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Toc442791205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6" w:history="1">
            <w:r w:rsidR="00E22AE1" w:rsidRPr="0006534F">
              <w:rPr>
                <w:rStyle w:val="Hyperlink"/>
              </w:rPr>
              <w:t>43. Al Awal wa al Khair (First and Last)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Toc442791206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7" w:history="1">
            <w:r w:rsidR="00E22AE1" w:rsidRPr="0006534F">
              <w:rPr>
                <w:rStyle w:val="Hyperlink"/>
              </w:rPr>
              <w:t>44. Asad ul Nashara (Lion of Preaching)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Toc442791207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8" w:history="1">
            <w:r w:rsidR="00E22AE1" w:rsidRPr="0006534F">
              <w:rPr>
                <w:rStyle w:val="Hyperlink"/>
              </w:rPr>
              <w:t>45. Ameer ul Nayreen (Master of sun and 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Toc442791208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09" w:history="1">
            <w:r w:rsidR="00E22AE1" w:rsidRPr="0006534F">
              <w:rPr>
                <w:rStyle w:val="Hyperlink"/>
              </w:rPr>
              <w:t>46. Ayat ul Nusrat (Sign of help)</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Toc442791209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0" w:history="1">
            <w:r w:rsidR="00E22AE1" w:rsidRPr="0006534F">
              <w:rPr>
                <w:rStyle w:val="Hyperlink"/>
              </w:rPr>
              <w:t>47. Umm ul Kitab (Reality of the book)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Toc442791210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1" w:history="1">
            <w:r w:rsidR="00E22AE1" w:rsidRPr="0006534F">
              <w:rPr>
                <w:rStyle w:val="Hyperlink"/>
              </w:rPr>
              <w:t>48. Asas ul Majd (Foundation of ownership)</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Toc442791211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2" w:history="1">
            <w:r w:rsidR="00E22AE1" w:rsidRPr="0006534F">
              <w:rPr>
                <w:rStyle w:val="Hyperlink"/>
              </w:rPr>
              <w:t>49. Ayat Bani Israel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Toc442791212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3" w:history="1">
            <w:r w:rsidR="00E22AE1" w:rsidRPr="0006534F">
              <w:rPr>
                <w:rStyle w:val="Hyperlink"/>
              </w:rPr>
              <w:t>50. Al Azfat (filled pot)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Toc442791213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4" w:history="1">
            <w:r w:rsidR="00E22AE1" w:rsidRPr="0006534F">
              <w:rPr>
                <w:rStyle w:val="Hyperlink"/>
              </w:rPr>
              <w:t>51. Al Asal ul Qadeem (Immortal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Toc442791214 \h</w:instrText>
            </w:r>
            <w:r w:rsidR="00E22AE1">
              <w:rPr>
                <w:webHidden/>
                <w:rtl/>
              </w:rPr>
              <w:instrText xml:space="preserve"> </w:instrText>
            </w:r>
            <w:r>
              <w:rPr>
                <w:webHidden/>
                <w:rtl/>
              </w:rPr>
            </w:r>
            <w:r>
              <w:rPr>
                <w:webHidden/>
                <w:rtl/>
              </w:rPr>
              <w:fldChar w:fldCharType="separate"/>
            </w:r>
            <w:r w:rsidR="00D46B75">
              <w:rPr>
                <w:webHidden/>
              </w:rPr>
              <w:t>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5" w:history="1">
            <w:r w:rsidR="00E22AE1" w:rsidRPr="0006534F">
              <w:rPr>
                <w:rStyle w:val="Hyperlink"/>
              </w:rPr>
              <w:t>52. Ism Allah (Name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Toc442791215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6" w:history="1">
            <w:r w:rsidR="00E22AE1" w:rsidRPr="0006534F">
              <w:rPr>
                <w:rStyle w:val="Hyperlink"/>
              </w:rPr>
              <w:t>53. Ayat ul Sabqeen (Sign of Previous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Toc442791216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7" w:history="1">
            <w:r w:rsidR="00E22AE1" w:rsidRPr="0006534F">
              <w:rPr>
                <w:rStyle w:val="Hyperlink"/>
              </w:rPr>
              <w:t>54. Asmaa ul Husna (Greatest name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Toc442791217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8" w:history="1">
            <w:r w:rsidR="00E22AE1" w:rsidRPr="0006534F">
              <w:rPr>
                <w:rStyle w:val="Hyperlink"/>
              </w:rPr>
              <w:t>55. Ameer ul Ghazwaat (Master of Wars)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Toc442791218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19" w:history="1">
            <w:r w:rsidR="00E22AE1" w:rsidRPr="0006534F">
              <w:rPr>
                <w:rStyle w:val="Hyperlink"/>
              </w:rPr>
              <w:t>56. Al Akbar fi al Yaqeen (height of certainty)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Toc442791219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0" w:history="1">
            <w:r w:rsidR="00E22AE1" w:rsidRPr="0006534F">
              <w:rPr>
                <w:rStyle w:val="Hyperlink"/>
              </w:rPr>
              <w:t>57. Imam of Aal e Yaseen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Toc442791220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1" w:history="1">
            <w:r w:rsidR="00E22AE1" w:rsidRPr="0006534F">
              <w:rPr>
                <w:rStyle w:val="Hyperlink"/>
              </w:rPr>
              <w:t>58. Alaa Al Rahman (Blessing of Rahman)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Toc442791221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2" w:history="1">
            <w:r w:rsidR="00E22AE1" w:rsidRPr="0006534F">
              <w:rPr>
                <w:rStyle w:val="Hyperlink"/>
              </w:rPr>
              <w:t>59. Aman al Ahzab (protector of groups)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Toc442791222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3" w:history="1">
            <w:r w:rsidR="00E22AE1" w:rsidRPr="0006534F">
              <w:rPr>
                <w:rStyle w:val="Hyperlink"/>
              </w:rPr>
              <w:t>60. Azhoor al Tariq (Light in the darkness)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Toc442791223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4" w:history="1">
            <w:r w:rsidR="00E22AE1" w:rsidRPr="0006534F">
              <w:rPr>
                <w:rStyle w:val="Hyperlink"/>
              </w:rPr>
              <w:t>61. Ajtheyaa al Zanj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Toc442791224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5" w:history="1">
            <w:r w:rsidR="00E22AE1" w:rsidRPr="0006534F">
              <w:rPr>
                <w:rStyle w:val="Hyperlink"/>
              </w:rPr>
              <w:t>62. Abriya al Zaboor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Toc442791225 \h</w:instrText>
            </w:r>
            <w:r w:rsidR="00E22AE1">
              <w:rPr>
                <w:webHidden/>
                <w:rtl/>
              </w:rPr>
              <w:instrText xml:space="preserve"> </w:instrText>
            </w:r>
            <w:r>
              <w:rPr>
                <w:webHidden/>
                <w:rtl/>
              </w:rPr>
            </w:r>
            <w:r>
              <w:rPr>
                <w:webHidden/>
                <w:rtl/>
              </w:rPr>
              <w:fldChar w:fldCharType="separate"/>
            </w:r>
            <w:r w:rsidR="00D46B75">
              <w:rPr>
                <w:webHidden/>
              </w:rPr>
              <w:t>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6" w:history="1">
            <w:r w:rsidR="00E22AE1" w:rsidRPr="0006534F">
              <w:rPr>
                <w:rStyle w:val="Hyperlink"/>
              </w:rPr>
              <w:t>63. Aliyia Injeel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Toc442791226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7" w:history="1">
            <w:r w:rsidR="00E22AE1" w:rsidRPr="0006534F">
              <w:rPr>
                <w:rStyle w:val="Hyperlink"/>
              </w:rPr>
              <w:t>64. Istamsak Al Araat (a strong rope for holding)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Toc442791227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8" w:history="1">
            <w:r w:rsidR="00E22AE1" w:rsidRPr="0006534F">
              <w:rPr>
                <w:rStyle w:val="Hyperlink"/>
              </w:rPr>
              <w:t>65. Abriya al Taurat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Toc442791228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29" w:history="1">
            <w:r w:rsidR="00E22AE1" w:rsidRPr="0006534F">
              <w:rPr>
                <w:rStyle w:val="Hyperlink"/>
              </w:rPr>
              <w:t>66. Imam ul Muttaqeen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Toc442791229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0" w:history="1">
            <w:r w:rsidR="00E22AE1" w:rsidRPr="0006534F">
              <w:rPr>
                <w:rStyle w:val="Hyperlink"/>
              </w:rPr>
              <w:t>67. Abul Aimmat (Father of Great Imams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Toc442791230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1" w:history="1">
            <w:r w:rsidR="00E22AE1" w:rsidRPr="0006534F">
              <w:rPr>
                <w:rStyle w:val="Hyperlink"/>
              </w:rPr>
              <w:t>68. Anees ul Huam (known for immense thirst)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Toc442791231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2" w:history="1">
            <w:r w:rsidR="00E22AE1" w:rsidRPr="0006534F">
              <w:rPr>
                <w:rStyle w:val="Hyperlink"/>
              </w:rPr>
              <w:t>69. Awafarul Sama ( great listener)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Toc442791232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3" w:history="1">
            <w:r w:rsidR="00E22AE1" w:rsidRPr="0006534F">
              <w:rPr>
                <w:rStyle w:val="Hyperlink"/>
              </w:rPr>
              <w:t>70. Awal ul Sadiqeen (First Truthful)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Toc442791233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4" w:history="1">
            <w:r w:rsidR="00E22AE1" w:rsidRPr="0006534F">
              <w:rPr>
                <w:rStyle w:val="Hyperlink"/>
              </w:rPr>
              <w:t>71. Amar ul Salsal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Toc442791234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5" w:history="1">
            <w:r w:rsidR="00E22AE1" w:rsidRPr="0006534F">
              <w:rPr>
                <w:rStyle w:val="Hyperlink"/>
              </w:rPr>
              <w:t>72. Ayat ul Hilm (sign of wisdom)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Toc442791235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6" w:history="1">
            <w:r w:rsidR="00E22AE1" w:rsidRPr="0006534F">
              <w:rPr>
                <w:rStyle w:val="Hyperlink"/>
              </w:rPr>
              <w:t>73. Awal ul Sabat (first in the Family)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Toc442791236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7" w:history="1">
            <w:r w:rsidR="00E22AE1" w:rsidRPr="0006534F">
              <w:rPr>
                <w:rStyle w:val="Hyperlink"/>
              </w:rPr>
              <w:t>74. Amin ul Mafawaz (Protector of those who render)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Toc442791237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8" w:history="1">
            <w:r w:rsidR="00E22AE1" w:rsidRPr="0006534F">
              <w:rPr>
                <w:rStyle w:val="Hyperlink"/>
              </w:rPr>
              <w:t>75. Asal ul Qadi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Toc442791238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39" w:history="1">
            <w:r w:rsidR="00E22AE1" w:rsidRPr="0006534F">
              <w:rPr>
                <w:rStyle w:val="Hyperlink"/>
              </w:rPr>
              <w:t>76. Arth ul Mawarith (Inheritance of those who inherit)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Toc442791239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0" w:history="1">
            <w:r w:rsidR="00E22AE1" w:rsidRPr="0006534F">
              <w:rPr>
                <w:rStyle w:val="Hyperlink"/>
              </w:rPr>
              <w:t>77. Anfath ul Nafath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Toc442791240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1" w:history="1">
            <w:r w:rsidR="00E22AE1" w:rsidRPr="0006534F">
              <w:rPr>
                <w:rStyle w:val="Hyperlink"/>
              </w:rPr>
              <w:t>78. Al Imam ul Mubeen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Toc442791241 \h</w:instrText>
            </w:r>
            <w:r w:rsidR="00E22AE1">
              <w:rPr>
                <w:webHidden/>
                <w:rtl/>
              </w:rPr>
              <w:instrText xml:space="preserve"> </w:instrText>
            </w:r>
            <w:r>
              <w:rPr>
                <w:webHidden/>
                <w:rtl/>
              </w:rPr>
            </w:r>
            <w:r>
              <w:rPr>
                <w:webHidden/>
                <w:rtl/>
              </w:rPr>
              <w:fldChar w:fldCharType="separate"/>
            </w:r>
            <w:r w:rsidR="00D46B75">
              <w:rPr>
                <w:webHidden/>
              </w:rPr>
              <w:t>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2" w:history="1">
            <w:r w:rsidR="00E22AE1" w:rsidRPr="0006534F">
              <w:rPr>
                <w:rStyle w:val="Hyperlink"/>
              </w:rPr>
              <w:t>79. Abraam ul Nazir (Warner)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Toc442791242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3" w:history="1">
            <w:r w:rsidR="00E22AE1" w:rsidRPr="0006534F">
              <w:rPr>
                <w:rStyle w:val="Hyperlink"/>
              </w:rPr>
              <w:t>80. Ameen ul Hasab (Trustee of accountability)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Toc442791243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4" w:history="1">
            <w:r w:rsidR="00E22AE1" w:rsidRPr="0006534F">
              <w:rPr>
                <w:rStyle w:val="Hyperlink"/>
              </w:rPr>
              <w:t>81. Alfat ul Ailaf (love of every lover)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Toc442791244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5" w:history="1">
            <w:r w:rsidR="00E22AE1" w:rsidRPr="0006534F">
              <w:rPr>
                <w:rStyle w:val="Hyperlink"/>
              </w:rPr>
              <w:t>82. Asaf Hud (storm of Hud)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Toc442791245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6" w:history="1">
            <w:r w:rsidR="00E22AE1" w:rsidRPr="0006534F">
              <w:rPr>
                <w:rStyle w:val="Hyperlink"/>
              </w:rPr>
              <w:t>83. Awariya ul Zaboor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Toc442791246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7" w:history="1">
            <w:r w:rsidR="00E22AE1" w:rsidRPr="0006534F">
              <w:rPr>
                <w:rStyle w:val="Hyperlink"/>
              </w:rPr>
              <w:t>84. Imam ul Muhashir (Imam of the day of judgment)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Toc442791247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8" w:history="1">
            <w:r w:rsidR="00E22AE1" w:rsidRPr="0006534F">
              <w:rPr>
                <w:rStyle w:val="Hyperlink"/>
              </w:rPr>
              <w:t>85. Awal ul Masadiqeen (First who testified)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Toc442791248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49" w:history="1">
            <w:r w:rsidR="00E22AE1" w:rsidRPr="0006534F">
              <w:rPr>
                <w:rStyle w:val="Hyperlink"/>
              </w:rPr>
              <w:t>86. Imam ul Mufassareen (Imam of Interpreters)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Toc442791249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0" w:history="1">
            <w:r w:rsidR="00E22AE1" w:rsidRPr="0006534F">
              <w:rPr>
                <w:rStyle w:val="Hyperlink"/>
              </w:rPr>
              <w:t>87. Amanat ul Ahzab (Trustee of Groups)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Toc442791250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1" w:history="1">
            <w:r w:rsidR="00E22AE1" w:rsidRPr="0006534F">
              <w:rPr>
                <w:rStyle w:val="Hyperlink"/>
              </w:rPr>
              <w:t>88. Imam ul Muzlheen (Imam of righteous)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Toc442791251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2" w:history="1">
            <w:r w:rsidR="00E22AE1" w:rsidRPr="0006534F">
              <w:rPr>
                <w:rStyle w:val="Hyperlink"/>
              </w:rPr>
              <w:t>89. Amanat Yaseen (Trustee of Yaseen)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Toc442791252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3" w:history="1">
            <w:r w:rsidR="00E22AE1" w:rsidRPr="0006534F">
              <w:rPr>
                <w:rStyle w:val="Hyperlink"/>
              </w:rPr>
              <w:t>90. Ayat ul Qamar (Sign of 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Toc442791253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4" w:history="1">
            <w:r w:rsidR="00E22AE1" w:rsidRPr="0006534F">
              <w:rPr>
                <w:rStyle w:val="Hyperlink"/>
              </w:rPr>
              <w:t>91. Ameen ul Malmoon (Protector of protectors)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Toc442791254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5" w:history="1">
            <w:r w:rsidR="00E22AE1" w:rsidRPr="0006534F">
              <w:rPr>
                <w:rStyle w:val="Hyperlink"/>
              </w:rPr>
              <w:t>92. Imam Arbab (Imam who creates braveness)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Toc442791255 \h</w:instrText>
            </w:r>
            <w:r w:rsidR="00E22AE1">
              <w:rPr>
                <w:webHidden/>
                <w:rtl/>
              </w:rPr>
              <w:instrText xml:space="preserve"> </w:instrText>
            </w:r>
            <w:r>
              <w:rPr>
                <w:webHidden/>
                <w:rtl/>
              </w:rPr>
            </w:r>
            <w:r>
              <w:rPr>
                <w:webHidden/>
                <w:rtl/>
              </w:rPr>
              <w:fldChar w:fldCharType="separate"/>
            </w:r>
            <w:r w:rsidR="00D46B75">
              <w:rPr>
                <w:webHidden/>
              </w:rPr>
              <w:t>54</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256" w:history="1">
            <w:r w:rsidR="00E22AE1" w:rsidRPr="0006534F">
              <w:rPr>
                <w:rStyle w:val="Hyperlink"/>
              </w:rPr>
              <w:t xml:space="preserve">Bay </w:t>
            </w:r>
            <w:r w:rsidR="00E22AE1" w:rsidRPr="0006534F">
              <w:rPr>
                <w:rStyle w:val="Hyperlink"/>
                <w:rFonts w:hint="eastAsia"/>
                <w:rtl/>
              </w:rPr>
              <w:t>ب</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Toc442791256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7" w:history="1">
            <w:r w:rsidR="00E22AE1" w:rsidRPr="0006534F">
              <w:rPr>
                <w:rStyle w:val="Hyperlink"/>
              </w:rPr>
              <w:t>1. Bab (Door)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Toc442791257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8" w:history="1">
            <w:r w:rsidR="00E22AE1" w:rsidRPr="0006534F">
              <w:rPr>
                <w:rStyle w:val="Hyperlink"/>
              </w:rPr>
              <w:t>2. Bihar (Ocean)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Toc442791258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59" w:history="1">
            <w:r w:rsidR="00E22AE1" w:rsidRPr="0006534F">
              <w:rPr>
                <w:rStyle w:val="Hyperlink"/>
              </w:rPr>
              <w:t>3. Batareeq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Toc442791259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0" w:history="1">
            <w:r w:rsidR="00E22AE1" w:rsidRPr="0006534F">
              <w:rPr>
                <w:rStyle w:val="Hyperlink"/>
              </w:rPr>
              <w:t>4. Bab ul Dar ul Hikmat (Door of the city of wisdom)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Toc442791260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1" w:history="1">
            <w:r w:rsidR="00E22AE1" w:rsidRPr="0006534F">
              <w:rPr>
                <w:rStyle w:val="Hyperlink"/>
              </w:rPr>
              <w:t>5. Bab ul Jannat (Door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Toc442791261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2" w:history="1">
            <w:r w:rsidR="00E22AE1" w:rsidRPr="0006534F">
              <w:rPr>
                <w:rStyle w:val="Hyperlink"/>
              </w:rPr>
              <w:t>6. Briya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Toc442791262 \h</w:instrText>
            </w:r>
            <w:r w:rsidR="00E22AE1">
              <w:rPr>
                <w:webHidden/>
                <w:rtl/>
              </w:rPr>
              <w:instrText xml:space="preserve"> </w:instrText>
            </w:r>
            <w:r>
              <w:rPr>
                <w:webHidden/>
                <w:rtl/>
              </w:rPr>
            </w:r>
            <w:r>
              <w:rPr>
                <w:webHidden/>
                <w:rtl/>
              </w:rPr>
              <w:fldChar w:fldCharType="separate"/>
            </w:r>
            <w:r w:rsidR="00D46B75">
              <w:rPr>
                <w:webHidden/>
              </w:rPr>
              <w:t>56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3" w:history="1">
            <w:r w:rsidR="00E22AE1" w:rsidRPr="0006534F">
              <w:rPr>
                <w:rStyle w:val="Hyperlink"/>
              </w:rPr>
              <w:t>7. Bazaat ul Rasool (Part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Toc442791263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4" w:history="1">
            <w:r w:rsidR="00E22AE1" w:rsidRPr="0006534F">
              <w:rPr>
                <w:rStyle w:val="Hyperlink"/>
              </w:rPr>
              <w:t>8. Bas ul Shadeed (Severe punishment)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Toc442791264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5" w:history="1">
            <w:r w:rsidR="00E22AE1" w:rsidRPr="0006534F">
              <w:rPr>
                <w:rStyle w:val="Hyperlink"/>
              </w:rPr>
              <w:t>9. Bitris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Toc442791265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6" w:history="1">
            <w:r w:rsidR="00E22AE1" w:rsidRPr="0006534F">
              <w:rPr>
                <w:rStyle w:val="Hyperlink"/>
              </w:rPr>
              <w:t>10. Bab Hitat (Door of repentance)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Toc442791266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7" w:history="1">
            <w:r w:rsidR="00E22AE1" w:rsidRPr="0006534F">
              <w:rPr>
                <w:rStyle w:val="Hyperlink"/>
              </w:rPr>
              <w:t>11. Beit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Toc442791267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8" w:history="1">
            <w:r w:rsidR="00E22AE1" w:rsidRPr="0006534F">
              <w:rPr>
                <w:rStyle w:val="Hyperlink"/>
              </w:rPr>
              <w:t>12. Bateen min al Alim (Absolute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Toc442791268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69" w:history="1">
            <w:r w:rsidR="00E22AE1" w:rsidRPr="0006534F">
              <w:rPr>
                <w:rStyle w:val="Hyperlink"/>
              </w:rPr>
              <w:t>13. Balagh (Clear message)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Toc442791269 \h</w:instrText>
            </w:r>
            <w:r w:rsidR="00E22AE1">
              <w:rPr>
                <w:webHidden/>
                <w:rtl/>
              </w:rPr>
              <w:instrText xml:space="preserve"> </w:instrText>
            </w:r>
            <w:r>
              <w:rPr>
                <w:webHidden/>
                <w:rtl/>
              </w:rPr>
            </w:r>
            <w:r>
              <w:rPr>
                <w:webHidden/>
                <w:rtl/>
              </w:rPr>
              <w:fldChar w:fldCharType="separate"/>
            </w:r>
            <w:r w:rsidR="00D46B75">
              <w:rPr>
                <w:webHidden/>
              </w:rPr>
              <w:t>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0" w:history="1">
            <w:r w:rsidR="00E22AE1" w:rsidRPr="0006534F">
              <w:rPr>
                <w:rStyle w:val="Hyperlink"/>
              </w:rPr>
              <w:t>14. Baqeel Beit ul Mamoor (apparent of Beitul Mamoor)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Toc442791270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1" w:history="1">
            <w:r w:rsidR="00E22AE1" w:rsidRPr="0006534F">
              <w:rPr>
                <w:rStyle w:val="Hyperlink"/>
              </w:rPr>
              <w:t>15. Bab ul Abu Ab (Door of all doors)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Toc442791271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2" w:history="1">
            <w:r w:rsidR="00E22AE1" w:rsidRPr="0006534F">
              <w:rPr>
                <w:rStyle w:val="Hyperlink"/>
              </w:rPr>
              <w:t>16. Batin ala al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Toc442791272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3" w:history="1">
            <w:r w:rsidR="00E22AE1" w:rsidRPr="0006534F">
              <w:rPr>
                <w:rStyle w:val="Hyperlink"/>
              </w:rPr>
              <w:t>17. Batin wa al Zahir (hidden and apparent)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Toc442791273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4" w:history="1">
            <w:r w:rsidR="00E22AE1" w:rsidRPr="0006534F">
              <w:rPr>
                <w:rStyle w:val="Hyperlink"/>
              </w:rPr>
              <w:t>18. Barq al Lamooa (bright lightning)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Toc442791274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5" w:history="1">
            <w:r w:rsidR="00E22AE1" w:rsidRPr="0006534F">
              <w:rPr>
                <w:rStyle w:val="Hyperlink"/>
              </w:rPr>
              <w:t>19. Bas Allah (wrath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Toc442791275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6" w:history="1">
            <w:r w:rsidR="00E22AE1" w:rsidRPr="0006534F">
              <w:rPr>
                <w:rStyle w:val="Hyperlink"/>
              </w:rPr>
              <w:t>20. Batishtullah (blow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Toc442791276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7" w:history="1">
            <w:r w:rsidR="00E22AE1" w:rsidRPr="0006534F">
              <w:rPr>
                <w:rStyle w:val="Hyperlink"/>
              </w:rPr>
              <w:t>21. Beitullah (House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Toc442791277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8" w:history="1">
            <w:r w:rsidR="00E22AE1" w:rsidRPr="0006534F">
              <w:rPr>
                <w:rStyle w:val="Hyperlink"/>
              </w:rPr>
              <w:t>22. Bihar ul Alim (Ocean of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Toc442791278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79" w:history="1">
            <w:r w:rsidR="00E22AE1" w:rsidRPr="0006534F">
              <w:rPr>
                <w:rStyle w:val="Hyperlink"/>
              </w:rPr>
              <w:t>23. Baooza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Toc442791279 \h</w:instrText>
            </w:r>
            <w:r w:rsidR="00E22AE1">
              <w:rPr>
                <w:webHidden/>
                <w:rtl/>
              </w:rPr>
              <w:instrText xml:space="preserve"> </w:instrText>
            </w:r>
            <w:r>
              <w:rPr>
                <w:webHidden/>
                <w:rtl/>
              </w:rPr>
            </w:r>
            <w:r>
              <w:rPr>
                <w:webHidden/>
                <w:rtl/>
              </w:rPr>
              <w:fldChar w:fldCharType="separate"/>
            </w:r>
            <w:r w:rsidR="00D46B75">
              <w:rPr>
                <w:webHidden/>
              </w:rPr>
              <w:t>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0" w:history="1">
            <w:r w:rsidR="00E22AE1" w:rsidRPr="0006534F">
              <w:rPr>
                <w:rStyle w:val="Hyperlink"/>
              </w:rPr>
              <w:t>24. Badr al Mazia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Toc442791280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1" w:history="1">
            <w:r w:rsidR="00E22AE1" w:rsidRPr="0006534F">
              <w:rPr>
                <w:rStyle w:val="Hyperlink"/>
              </w:rPr>
              <w:t>25. Barjaloon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Toc442791281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2" w:history="1">
            <w:r w:rsidR="00E22AE1" w:rsidRPr="0006534F">
              <w:rPr>
                <w:rStyle w:val="Hyperlink"/>
              </w:rPr>
              <w:t>26. Burhan Bihar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Toc442791282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3" w:history="1">
            <w:r w:rsidR="00E22AE1" w:rsidRPr="0006534F">
              <w:rPr>
                <w:rStyle w:val="Hyperlink"/>
              </w:rPr>
              <w:t>27. Bast al Ajah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Toc442791283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4" w:history="1">
            <w:r w:rsidR="00E22AE1" w:rsidRPr="0006534F">
              <w:rPr>
                <w:rStyle w:val="Hyperlink"/>
              </w:rPr>
              <w:t>28. Bralqasm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Toc442791284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5" w:history="1">
            <w:r w:rsidR="00E22AE1" w:rsidRPr="0006534F">
              <w:rPr>
                <w:rStyle w:val="Hyperlink"/>
              </w:rPr>
              <w:t>29. Bab al Hajrat (door of the rooms)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Toc442791285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6" w:history="1">
            <w:r w:rsidR="00E22AE1" w:rsidRPr="0006534F">
              <w:rPr>
                <w:rStyle w:val="Hyperlink"/>
              </w:rPr>
              <w:t>30. Bal al Batool (husband of Batool 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Toc442791286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7" w:history="1">
            <w:r w:rsidR="00E22AE1" w:rsidRPr="0006534F">
              <w:rPr>
                <w:rStyle w:val="Hyperlink"/>
              </w:rPr>
              <w:t>31. Bitreek al Habash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Toc442791287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8" w:history="1">
            <w:r w:rsidR="00E22AE1" w:rsidRPr="0006534F">
              <w:rPr>
                <w:rStyle w:val="Hyperlink"/>
              </w:rPr>
              <w:t>32. Birsoom al Roos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Toc442791288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89" w:history="1">
            <w:r w:rsidR="00E22AE1" w:rsidRPr="0006534F">
              <w:rPr>
                <w:rStyle w:val="Hyperlink"/>
              </w:rPr>
              <w:t>33. Badr al Birooj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Toc442791289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0" w:history="1">
            <w:r w:rsidR="00E22AE1" w:rsidRPr="0006534F">
              <w:rPr>
                <w:rStyle w:val="Hyperlink"/>
              </w:rPr>
              <w:t>34. Bab al Hatah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Toc442791290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1" w:history="1">
            <w:r w:rsidR="00E22AE1" w:rsidRPr="0006534F">
              <w:rPr>
                <w:rStyle w:val="Hyperlink"/>
              </w:rPr>
              <w:t>35. Basheer al Falaq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Toc442791291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2" w:history="1">
            <w:r w:rsidR="00E22AE1" w:rsidRPr="0006534F">
              <w:rPr>
                <w:rStyle w:val="Hyperlink"/>
              </w:rPr>
              <w:t>36. Baseerah al Basair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Toc442791292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3" w:history="1">
            <w:r w:rsidR="00E22AE1" w:rsidRPr="0006534F">
              <w:rPr>
                <w:rStyle w:val="Hyperlink"/>
              </w:rPr>
              <w:t>37. Bareed al Mihamat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Toc442791293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4" w:history="1">
            <w:r w:rsidR="00E22AE1" w:rsidRPr="0006534F">
              <w:rPr>
                <w:rStyle w:val="Hyperlink"/>
              </w:rPr>
              <w:t>38. Basharatul Bashaeerah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Toc442791294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5" w:history="1">
            <w:r w:rsidR="00E22AE1" w:rsidRPr="0006534F">
              <w:rPr>
                <w:rStyle w:val="Hyperlink"/>
              </w:rPr>
              <w:t>39. Baqeel Bait al Mamoor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Toc442791295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6" w:history="1">
            <w:r w:rsidR="00E22AE1" w:rsidRPr="0006534F">
              <w:rPr>
                <w:rStyle w:val="Hyperlink"/>
              </w:rPr>
              <w:t>40. Batin ala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Toc442791296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7" w:history="1">
            <w:r w:rsidR="00E22AE1" w:rsidRPr="0006534F">
              <w:rPr>
                <w:rStyle w:val="Hyperlink"/>
              </w:rPr>
              <w:t>41. Batin al Soor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Toc442791297 \h</w:instrText>
            </w:r>
            <w:r w:rsidR="00E22AE1">
              <w:rPr>
                <w:webHidden/>
                <w:rtl/>
              </w:rPr>
              <w:instrText xml:space="preserve"> </w:instrText>
            </w:r>
            <w:r>
              <w:rPr>
                <w:webHidden/>
                <w:rtl/>
              </w:rPr>
            </w:r>
            <w:r>
              <w:rPr>
                <w:webHidden/>
                <w:rtl/>
              </w:rPr>
              <w:fldChar w:fldCharType="separate"/>
            </w:r>
            <w:r w:rsidR="00D46B75">
              <w:rPr>
                <w:webHidden/>
              </w:rPr>
              <w:t>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8" w:history="1">
            <w:r w:rsidR="00E22AE1" w:rsidRPr="0006534F">
              <w:rPr>
                <w:rStyle w:val="Hyperlink"/>
              </w:rPr>
              <w:t>42. Bayd al Mada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Toc442791298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299" w:history="1">
            <w:r w:rsidR="00E22AE1" w:rsidRPr="0006534F">
              <w:rPr>
                <w:rStyle w:val="Hyperlink"/>
              </w:rPr>
              <w:t>43. Bayzah al Balad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Toc442791299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0" w:history="1">
            <w:r w:rsidR="00E22AE1" w:rsidRPr="0006534F">
              <w:rPr>
                <w:rStyle w:val="Hyperlink"/>
              </w:rPr>
              <w:t>44. Baitul Mamoor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Toc442791300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1" w:history="1">
            <w:r w:rsidR="00E22AE1" w:rsidRPr="0006534F">
              <w:rPr>
                <w:rStyle w:val="Hyperlink"/>
              </w:rPr>
              <w:t>45. Batin al Sidq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Toc442791301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2" w:history="1">
            <w:r w:rsidR="00E22AE1" w:rsidRPr="0006534F">
              <w:rPr>
                <w:rStyle w:val="Hyperlink"/>
              </w:rPr>
              <w:t>46. Badr al Masbaheen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Toc442791302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3" w:history="1">
            <w:r w:rsidR="00E22AE1" w:rsidRPr="0006534F">
              <w:rPr>
                <w:rStyle w:val="Hyperlink"/>
              </w:rPr>
              <w:t>47. Burhan (Proof)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Toc442791303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4" w:history="1">
            <w:r w:rsidR="00E22AE1" w:rsidRPr="0006534F">
              <w:rPr>
                <w:rStyle w:val="Hyperlink"/>
              </w:rPr>
              <w:t>48. Badr al Barooj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Toc442791304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5" w:history="1">
            <w:r w:rsidR="00E22AE1" w:rsidRPr="0006534F">
              <w:rPr>
                <w:rStyle w:val="Hyperlink"/>
              </w:rPr>
              <w:t>49 . Bitris al Rum (Bright 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Toc442791305 \h</w:instrText>
            </w:r>
            <w:r w:rsidR="00E22AE1">
              <w:rPr>
                <w:webHidden/>
                <w:rtl/>
              </w:rPr>
              <w:instrText xml:space="preserve"> </w:instrText>
            </w:r>
            <w:r>
              <w:rPr>
                <w:webHidden/>
                <w:rtl/>
              </w:rPr>
            </w:r>
            <w:r>
              <w:rPr>
                <w:webHidden/>
                <w:rtl/>
              </w:rPr>
              <w:fldChar w:fldCharType="separate"/>
            </w:r>
            <w:r w:rsidR="00D46B75">
              <w:rPr>
                <w:webHidden/>
              </w:rPr>
              <w:t>60</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306" w:history="1">
            <w:r w:rsidR="00E22AE1" w:rsidRPr="0006534F">
              <w:rPr>
                <w:rStyle w:val="Hyperlink"/>
              </w:rPr>
              <w:t xml:space="preserve">Ta </w:t>
            </w:r>
            <w:r w:rsidR="00E22AE1" w:rsidRPr="0006534F">
              <w:rPr>
                <w:rStyle w:val="Hyperlink"/>
                <w:rFonts w:hint="eastAsia"/>
                <w:rtl/>
              </w:rPr>
              <w:t>ت</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Toc442791306 \h</w:instrText>
            </w:r>
            <w:r w:rsidR="00E22AE1">
              <w:rPr>
                <w:webHidden/>
                <w:rtl/>
              </w:rPr>
              <w:instrText xml:space="preserve"> </w:instrText>
            </w:r>
            <w:r>
              <w:rPr>
                <w:webHidden/>
                <w:rtl/>
              </w:rPr>
            </w:r>
            <w:r>
              <w:rPr>
                <w:webHidden/>
                <w:rtl/>
              </w:rPr>
              <w:fldChar w:fldCharType="separate"/>
            </w:r>
            <w:r w:rsidR="00D46B75">
              <w:rPr>
                <w:webHidden/>
              </w:rPr>
              <w:t>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7" w:history="1">
            <w:r w:rsidR="00E22AE1" w:rsidRPr="0006534F">
              <w:rPr>
                <w:rStyle w:val="Hyperlink"/>
              </w:rPr>
              <w:t>1. Taj RasoolAllah (saw) (Crown of the Prophet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Toc442791307 \h</w:instrText>
            </w:r>
            <w:r w:rsidR="00E22AE1">
              <w:rPr>
                <w:webHidden/>
                <w:rtl/>
              </w:rPr>
              <w:instrText xml:space="preserve"> </w:instrText>
            </w:r>
            <w:r>
              <w:rPr>
                <w:webHidden/>
                <w:rtl/>
              </w:rPr>
            </w:r>
            <w:r>
              <w:rPr>
                <w:webHidden/>
                <w:rtl/>
              </w:rPr>
              <w:fldChar w:fldCharType="separate"/>
            </w:r>
            <w:r w:rsidR="00D46B75">
              <w:rPr>
                <w:webHidden/>
              </w:rPr>
              <w:t>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8" w:history="1">
            <w:r w:rsidR="00E22AE1" w:rsidRPr="0006534F">
              <w:rPr>
                <w:rStyle w:val="Hyperlink"/>
              </w:rPr>
              <w:t>2. Tajarat (Trade)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Toc442791308 \h</w:instrText>
            </w:r>
            <w:r w:rsidR="00E22AE1">
              <w:rPr>
                <w:webHidden/>
                <w:rtl/>
              </w:rPr>
              <w:instrText xml:space="preserve"> </w:instrText>
            </w:r>
            <w:r>
              <w:rPr>
                <w:webHidden/>
                <w:rtl/>
              </w:rPr>
            </w:r>
            <w:r>
              <w:rPr>
                <w:webHidden/>
                <w:rtl/>
              </w:rPr>
              <w:fldChar w:fldCharType="separate"/>
            </w:r>
            <w:r w:rsidR="00D46B75">
              <w:rPr>
                <w:webHidden/>
              </w:rPr>
              <w:t>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09" w:history="1">
            <w:r w:rsidR="00E22AE1" w:rsidRPr="0006534F">
              <w:rPr>
                <w:rStyle w:val="Hyperlink"/>
              </w:rPr>
              <w:t>3. Tamam ul Naamat (Seal of all blessings)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Toc442791309 \h</w:instrText>
            </w:r>
            <w:r w:rsidR="00E22AE1">
              <w:rPr>
                <w:webHidden/>
                <w:rtl/>
              </w:rPr>
              <w:instrText xml:space="preserve"> </w:instrText>
            </w:r>
            <w:r>
              <w:rPr>
                <w:webHidden/>
                <w:rtl/>
              </w:rPr>
            </w:r>
            <w:r>
              <w:rPr>
                <w:webHidden/>
                <w:rtl/>
              </w:rPr>
              <w:fldChar w:fldCharType="separate"/>
            </w:r>
            <w:r w:rsidR="00D46B75">
              <w:rPr>
                <w:webHidden/>
              </w:rPr>
              <w:t>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0" w:history="1">
            <w:r w:rsidR="00E22AE1" w:rsidRPr="0006534F">
              <w:rPr>
                <w:rStyle w:val="Hyperlink"/>
              </w:rPr>
              <w:t>4. Tarjman Allah (Representative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Toc442791310 \h</w:instrText>
            </w:r>
            <w:r w:rsidR="00E22AE1">
              <w:rPr>
                <w:webHidden/>
                <w:rtl/>
              </w:rPr>
              <w:instrText xml:space="preserve"> </w:instrText>
            </w:r>
            <w:r>
              <w:rPr>
                <w:webHidden/>
                <w:rtl/>
              </w:rPr>
            </w:r>
            <w:r>
              <w:rPr>
                <w:webHidden/>
                <w:rtl/>
              </w:rPr>
              <w:fldChar w:fldCharType="separate"/>
            </w:r>
            <w:r w:rsidR="00D46B75">
              <w:rPr>
                <w:webHidden/>
              </w:rPr>
              <w:t>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1" w:history="1">
            <w:r w:rsidR="00E22AE1" w:rsidRPr="0006534F">
              <w:rPr>
                <w:rStyle w:val="Hyperlink"/>
              </w:rPr>
              <w:t>5. Tali ul Mabut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Toc442791311 \h</w:instrText>
            </w:r>
            <w:r w:rsidR="00E22AE1">
              <w:rPr>
                <w:webHidden/>
                <w:rtl/>
              </w:rPr>
              <w:instrText xml:space="preserve"> </w:instrText>
            </w:r>
            <w:r>
              <w:rPr>
                <w:webHidden/>
                <w:rtl/>
              </w:rPr>
            </w:r>
            <w:r>
              <w:rPr>
                <w:webHidden/>
                <w:rtl/>
              </w:rPr>
              <w:fldChar w:fldCharType="separate"/>
            </w:r>
            <w:r w:rsidR="00D46B75">
              <w:rPr>
                <w:webHidden/>
              </w:rPr>
              <w:t>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2" w:history="1">
            <w:r w:rsidR="00E22AE1" w:rsidRPr="0006534F">
              <w:rPr>
                <w:rStyle w:val="Hyperlink"/>
              </w:rPr>
              <w:t>6. Tawbat ul Nadm (Repentance of the remorseful)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Toc442791312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3" w:history="1">
            <w:r w:rsidR="00E22AE1" w:rsidRPr="0006534F">
              <w:rPr>
                <w:rStyle w:val="Hyperlink"/>
              </w:rPr>
              <w:t>7. Tazkrat Awal Taha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Toc442791313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4" w:history="1">
            <w:r w:rsidR="00E22AE1" w:rsidRPr="0006534F">
              <w:rPr>
                <w:rStyle w:val="Hyperlink"/>
              </w:rPr>
              <w:t>8. Tarjmat ul Sad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Toc442791314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5" w:history="1">
            <w:r w:rsidR="00E22AE1" w:rsidRPr="0006534F">
              <w:rPr>
                <w:rStyle w:val="Hyperlink"/>
              </w:rPr>
              <w:t>9. Tabeen ul Nayeen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Toc442791315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6" w:history="1">
            <w:r w:rsidR="00E22AE1" w:rsidRPr="0006534F">
              <w:rPr>
                <w:rStyle w:val="Hyperlink"/>
              </w:rPr>
              <w:t>10. Takseer ul Aanaf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Toc442791316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7" w:history="1">
            <w:r w:rsidR="00E22AE1" w:rsidRPr="0006534F">
              <w:rPr>
                <w:rStyle w:val="Hyperlink"/>
              </w:rPr>
              <w:t>11. Tabeen ul Nisa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Toc442791317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18" w:history="1">
            <w:r w:rsidR="00E22AE1" w:rsidRPr="0006534F">
              <w:rPr>
                <w:rStyle w:val="Hyperlink"/>
              </w:rPr>
              <w:t>12. Tawbat ul Aanaf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Toc442791318 \h</w:instrText>
            </w:r>
            <w:r w:rsidR="00E22AE1">
              <w:rPr>
                <w:webHidden/>
                <w:rtl/>
              </w:rPr>
              <w:instrText xml:space="preserve"> </w:instrText>
            </w:r>
            <w:r>
              <w:rPr>
                <w:webHidden/>
                <w:rtl/>
              </w:rPr>
            </w:r>
            <w:r>
              <w:rPr>
                <w:webHidden/>
                <w:rtl/>
              </w:rPr>
              <w:fldChar w:fldCharType="separate"/>
            </w:r>
            <w:r w:rsidR="00D46B75">
              <w:rPr>
                <w:webHidden/>
              </w:rPr>
              <w:t>65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319" w:history="1">
            <w:r w:rsidR="00E22AE1" w:rsidRPr="0006534F">
              <w:rPr>
                <w:rStyle w:val="Hyperlink"/>
              </w:rPr>
              <w:t xml:space="preserve">Tha </w:t>
            </w:r>
            <w:r w:rsidR="00E22AE1" w:rsidRPr="0006534F">
              <w:rPr>
                <w:rStyle w:val="Hyperlink"/>
                <w:rFonts w:hint="eastAsia"/>
                <w:rtl/>
              </w:rPr>
              <w:t>ث</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Toc442791319 \h</w:instrText>
            </w:r>
            <w:r w:rsidR="00E22AE1">
              <w:rPr>
                <w:webHidden/>
                <w:rtl/>
              </w:rPr>
              <w:instrText xml:space="preserve"> </w:instrText>
            </w:r>
            <w:r>
              <w:rPr>
                <w:webHidden/>
                <w:rtl/>
              </w:rPr>
            </w:r>
            <w:r>
              <w:rPr>
                <w:webHidden/>
                <w:rtl/>
              </w:rPr>
              <w:fldChar w:fldCharType="separate"/>
            </w:r>
            <w:r w:rsidR="00D46B75">
              <w:rPr>
                <w:webHidden/>
              </w:rPr>
              <w:t>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0" w:history="1">
            <w:r w:rsidR="00E22AE1" w:rsidRPr="0006534F">
              <w:rPr>
                <w:rStyle w:val="Hyperlink"/>
              </w:rPr>
              <w:t>1. Thaqal RasoolAllah (saw) (Equal to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Toc442791320 \h</w:instrText>
            </w:r>
            <w:r w:rsidR="00E22AE1">
              <w:rPr>
                <w:webHidden/>
                <w:rtl/>
              </w:rPr>
              <w:instrText xml:space="preserve"> </w:instrText>
            </w:r>
            <w:r>
              <w:rPr>
                <w:webHidden/>
                <w:rtl/>
              </w:rPr>
            </w:r>
            <w:r>
              <w:rPr>
                <w:webHidden/>
                <w:rtl/>
              </w:rPr>
              <w:fldChar w:fldCharType="separate"/>
            </w:r>
            <w:r w:rsidR="00D46B75">
              <w:rPr>
                <w:webHidden/>
              </w:rPr>
              <w:t>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1" w:history="1">
            <w:r w:rsidR="00E22AE1" w:rsidRPr="0006534F">
              <w:rPr>
                <w:rStyle w:val="Hyperlink"/>
              </w:rPr>
              <w:t>2. Thawab (Reward)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Toc442791321 \h</w:instrText>
            </w:r>
            <w:r w:rsidR="00E22AE1">
              <w:rPr>
                <w:webHidden/>
                <w:rtl/>
              </w:rPr>
              <w:instrText xml:space="preserve"> </w:instrText>
            </w:r>
            <w:r>
              <w:rPr>
                <w:webHidden/>
                <w:rtl/>
              </w:rPr>
            </w:r>
            <w:r>
              <w:rPr>
                <w:webHidden/>
                <w:rtl/>
              </w:rPr>
              <w:fldChar w:fldCharType="separate"/>
            </w:r>
            <w:r w:rsidR="00D46B75">
              <w:rPr>
                <w:webHidden/>
              </w:rPr>
              <w:t>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2" w:history="1">
            <w:r w:rsidR="00E22AE1" w:rsidRPr="0006534F">
              <w:rPr>
                <w:rStyle w:val="Hyperlink"/>
              </w:rPr>
              <w:t>3. Thumr ul Janni (Fruit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Toc442791322 \h</w:instrText>
            </w:r>
            <w:r w:rsidR="00E22AE1">
              <w:rPr>
                <w:webHidden/>
                <w:rtl/>
              </w:rPr>
              <w:instrText xml:space="preserve"> </w:instrText>
            </w:r>
            <w:r>
              <w:rPr>
                <w:webHidden/>
                <w:rtl/>
              </w:rPr>
            </w:r>
            <w:r>
              <w:rPr>
                <w:webHidden/>
                <w:rtl/>
              </w:rPr>
              <w:fldChar w:fldCharType="separate"/>
            </w:r>
            <w:r w:rsidR="00D46B75">
              <w:rPr>
                <w:webHidden/>
              </w:rPr>
              <w:t>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3" w:history="1">
            <w:r w:rsidR="00E22AE1" w:rsidRPr="0006534F">
              <w:rPr>
                <w:rStyle w:val="Hyperlink"/>
              </w:rPr>
              <w:t>4. Thaqab ul Kasaf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Toc442791323 \h</w:instrText>
            </w:r>
            <w:r w:rsidR="00E22AE1">
              <w:rPr>
                <w:webHidden/>
                <w:rtl/>
              </w:rPr>
              <w:instrText xml:space="preserve"> </w:instrText>
            </w:r>
            <w:r>
              <w:rPr>
                <w:webHidden/>
                <w:rtl/>
              </w:rPr>
            </w:r>
            <w:r>
              <w:rPr>
                <w:webHidden/>
                <w:rtl/>
              </w:rPr>
              <w:fldChar w:fldCharType="separate"/>
            </w:r>
            <w:r w:rsidR="00D46B75">
              <w:rPr>
                <w:webHidden/>
              </w:rPr>
              <w:t>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4" w:history="1">
            <w:r w:rsidR="00E22AE1" w:rsidRPr="0006534F">
              <w:rPr>
                <w:rStyle w:val="Hyperlink"/>
              </w:rPr>
              <w:t>5. Thaban ul Kaleem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Toc442791324 \h</w:instrText>
            </w:r>
            <w:r w:rsidR="00E22AE1">
              <w:rPr>
                <w:webHidden/>
                <w:rtl/>
              </w:rPr>
              <w:instrText xml:space="preserve"> </w:instrText>
            </w:r>
            <w:r>
              <w:rPr>
                <w:webHidden/>
                <w:rtl/>
              </w:rPr>
            </w:r>
            <w:r>
              <w:rPr>
                <w:webHidden/>
                <w:rtl/>
              </w:rPr>
              <w:fldChar w:fldCharType="separate"/>
            </w:r>
            <w:r w:rsidR="00D46B75">
              <w:rPr>
                <w:webHidden/>
              </w:rPr>
              <w:t>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5" w:history="1">
            <w:r w:rsidR="00E22AE1" w:rsidRPr="0006534F">
              <w:rPr>
                <w:rStyle w:val="Hyperlink"/>
              </w:rPr>
              <w:t>6. Thabeer ul Tark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Toc442791325 \h</w:instrText>
            </w:r>
            <w:r w:rsidR="00E22AE1">
              <w:rPr>
                <w:webHidden/>
                <w:rtl/>
              </w:rPr>
              <w:instrText xml:space="preserve"> </w:instrText>
            </w:r>
            <w:r>
              <w:rPr>
                <w:webHidden/>
                <w:rtl/>
              </w:rPr>
            </w:r>
            <w:r>
              <w:rPr>
                <w:webHidden/>
                <w:rtl/>
              </w:rPr>
              <w:fldChar w:fldCharType="separate"/>
            </w:r>
            <w:r w:rsidR="00D46B75">
              <w:rPr>
                <w:webHidden/>
              </w:rPr>
              <w:t>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6" w:history="1">
            <w:r w:rsidR="00E22AE1" w:rsidRPr="0006534F">
              <w:rPr>
                <w:rStyle w:val="Hyperlink"/>
              </w:rPr>
              <w:t>7. Thalit (Groups)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Toc442791326 \h</w:instrText>
            </w:r>
            <w:r w:rsidR="00E22AE1">
              <w:rPr>
                <w:webHidden/>
                <w:rtl/>
              </w:rPr>
              <w:instrText xml:space="preserve"> </w:instrText>
            </w:r>
            <w:r>
              <w:rPr>
                <w:webHidden/>
                <w:rtl/>
              </w:rPr>
            </w:r>
            <w:r>
              <w:rPr>
                <w:webHidden/>
                <w:rtl/>
              </w:rPr>
              <w:fldChar w:fldCharType="separate"/>
            </w:r>
            <w:r w:rsidR="00D46B75">
              <w:rPr>
                <w:webHidden/>
              </w:rPr>
              <w:t>68</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327" w:history="1">
            <w:r w:rsidR="00E22AE1" w:rsidRPr="0006534F">
              <w:rPr>
                <w:rStyle w:val="Hyperlink"/>
              </w:rPr>
              <w:t xml:space="preserve">Jeem </w:t>
            </w:r>
            <w:r w:rsidR="00E22AE1" w:rsidRPr="0006534F">
              <w:rPr>
                <w:rStyle w:val="Hyperlink"/>
                <w:rFonts w:hint="eastAsia"/>
                <w:rtl/>
              </w:rPr>
              <w:t>ج</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Toc442791327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8" w:history="1">
            <w:r w:rsidR="00E22AE1" w:rsidRPr="0006534F">
              <w:rPr>
                <w:rStyle w:val="Hyperlink"/>
              </w:rPr>
              <w:t>1. Junb Allah (Duty to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Toc442791328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29" w:history="1">
            <w:r w:rsidR="00E22AE1" w:rsidRPr="0006534F">
              <w:rPr>
                <w:rStyle w:val="Hyperlink"/>
              </w:rPr>
              <w:t>2. Jalis ala Al Fardoos (One who sits on Fardoos)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Toc442791329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0" w:history="1">
            <w:r w:rsidR="00E22AE1" w:rsidRPr="0006534F">
              <w:rPr>
                <w:rStyle w:val="Hyperlink"/>
              </w:rPr>
              <w:t>3. Jun ul Shoams (Brightness of Suns)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Toc442791330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1" w:history="1">
            <w:r w:rsidR="00E22AE1" w:rsidRPr="0006534F">
              <w:rPr>
                <w:rStyle w:val="Hyperlink"/>
              </w:rPr>
              <w:t>4. Johir ul Qadim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Toc442791331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2" w:history="1">
            <w:r w:rsidR="00E22AE1" w:rsidRPr="0006534F">
              <w:rPr>
                <w:rStyle w:val="Hyperlink"/>
              </w:rPr>
              <w:t>5. Jamaa al Ayat (Compiler of Signs)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Toc442791332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3" w:history="1">
            <w:r w:rsidR="00E22AE1" w:rsidRPr="0006534F">
              <w:rPr>
                <w:rStyle w:val="Hyperlink"/>
              </w:rPr>
              <w:t>6. Johir al Iklas (Pearl of Sincerity)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Toc442791333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4" w:history="1">
            <w:r w:rsidR="00E22AE1" w:rsidRPr="0006534F">
              <w:rPr>
                <w:rStyle w:val="Hyperlink"/>
              </w:rPr>
              <w:t>7. Jumlit al Anaam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Toc442791334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5" w:history="1">
            <w:r w:rsidR="00E22AE1" w:rsidRPr="0006534F">
              <w:rPr>
                <w:rStyle w:val="Hyperlink"/>
              </w:rPr>
              <w:t>8. Ginnah al Buraq (Wing of Buraq)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Toc442791335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6" w:history="1">
            <w:r w:rsidR="00E22AE1" w:rsidRPr="0006534F">
              <w:rPr>
                <w:rStyle w:val="Hyperlink"/>
              </w:rPr>
              <w:t>9. Jaal al Aalim al Qaleem (Creator of the nations of the world)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Toc442791336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7" w:history="1">
            <w:r w:rsidR="00E22AE1" w:rsidRPr="0006534F">
              <w:rPr>
                <w:rStyle w:val="Hyperlink"/>
              </w:rPr>
              <w:t>10. Janbutha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Toc442791337 \h</w:instrText>
            </w:r>
            <w:r w:rsidR="00E22AE1">
              <w:rPr>
                <w:webHidden/>
                <w:rtl/>
              </w:rPr>
              <w:instrText xml:space="preserve"> </w:instrText>
            </w:r>
            <w:r>
              <w:rPr>
                <w:webHidden/>
                <w:rtl/>
              </w:rPr>
            </w:r>
            <w:r>
              <w:rPr>
                <w:webHidden/>
                <w:rtl/>
              </w:rPr>
              <w:fldChar w:fldCharType="separate"/>
            </w:r>
            <w:r w:rsidR="00D46B75">
              <w:rPr>
                <w:webHidden/>
              </w:rPr>
              <w:t>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8" w:history="1">
            <w:r w:rsidR="00E22AE1" w:rsidRPr="0006534F">
              <w:rPr>
                <w:rStyle w:val="Hyperlink"/>
              </w:rPr>
              <w:t>11. Janab ul Tur (voice of Tur)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Toc442791338 \h</w:instrText>
            </w:r>
            <w:r w:rsidR="00E22AE1">
              <w:rPr>
                <w:webHidden/>
                <w:rtl/>
              </w:rPr>
              <w:instrText xml:space="preserve"> </w:instrText>
            </w:r>
            <w:r>
              <w:rPr>
                <w:webHidden/>
                <w:rtl/>
              </w:rPr>
            </w:r>
            <w:r>
              <w:rPr>
                <w:webHidden/>
                <w:rtl/>
              </w:rPr>
              <w:fldChar w:fldCharType="separate"/>
            </w:r>
            <w:r w:rsidR="00D46B75">
              <w:rPr>
                <w:webHidden/>
              </w:rPr>
              <w:t>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39" w:history="1">
            <w:r w:rsidR="00E22AE1" w:rsidRPr="0006534F">
              <w:rPr>
                <w:rStyle w:val="Hyperlink"/>
              </w:rPr>
              <w:t>12. Jarjis al Faranj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Toc442791339 \h</w:instrText>
            </w:r>
            <w:r w:rsidR="00E22AE1">
              <w:rPr>
                <w:webHidden/>
                <w:rtl/>
              </w:rPr>
              <w:instrText xml:space="preserve"> </w:instrText>
            </w:r>
            <w:r>
              <w:rPr>
                <w:webHidden/>
                <w:rtl/>
              </w:rPr>
            </w:r>
            <w:r>
              <w:rPr>
                <w:webHidden/>
                <w:rtl/>
              </w:rPr>
              <w:fldChar w:fldCharType="separate"/>
            </w:r>
            <w:r w:rsidR="00D46B75">
              <w:rPr>
                <w:webHidden/>
              </w:rPr>
              <w:t>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0" w:history="1">
            <w:r w:rsidR="00E22AE1" w:rsidRPr="0006534F">
              <w:rPr>
                <w:rStyle w:val="Hyperlink"/>
              </w:rPr>
              <w:t>13. Jod ul Jawad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Toc442791340 \h</w:instrText>
            </w:r>
            <w:r w:rsidR="00E22AE1">
              <w:rPr>
                <w:webHidden/>
                <w:rtl/>
              </w:rPr>
              <w:instrText xml:space="preserve"> </w:instrText>
            </w:r>
            <w:r>
              <w:rPr>
                <w:webHidden/>
                <w:rtl/>
              </w:rPr>
            </w:r>
            <w:r>
              <w:rPr>
                <w:webHidden/>
                <w:rtl/>
              </w:rPr>
              <w:fldChar w:fldCharType="separate"/>
            </w:r>
            <w:r w:rsidR="00D46B75">
              <w:rPr>
                <w:webHidden/>
              </w:rPr>
              <w:t>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1" w:history="1">
            <w:r w:rsidR="00E22AE1" w:rsidRPr="0006534F">
              <w:rPr>
                <w:rStyle w:val="Hyperlink"/>
              </w:rPr>
              <w:t>14. Jalist al Asaad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Toc442791341 \h</w:instrText>
            </w:r>
            <w:r w:rsidR="00E22AE1">
              <w:rPr>
                <w:webHidden/>
                <w:rtl/>
              </w:rPr>
              <w:instrText xml:space="preserve"> </w:instrText>
            </w:r>
            <w:r>
              <w:rPr>
                <w:webHidden/>
                <w:rtl/>
              </w:rPr>
            </w:r>
            <w:r>
              <w:rPr>
                <w:webHidden/>
                <w:rtl/>
              </w:rPr>
              <w:fldChar w:fldCharType="separate"/>
            </w:r>
            <w:r w:rsidR="00D46B75">
              <w:rPr>
                <w:webHidden/>
              </w:rPr>
              <w:t>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2" w:history="1">
            <w:r w:rsidR="00E22AE1" w:rsidRPr="0006534F">
              <w:rPr>
                <w:rStyle w:val="Hyperlink"/>
              </w:rPr>
              <w:t>15. Jowaz al Sarat (Passage over Pul e Sirat)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Toc442791342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3" w:history="1">
            <w:r w:rsidR="00E22AE1" w:rsidRPr="0006534F">
              <w:rPr>
                <w:rStyle w:val="Hyperlink"/>
              </w:rPr>
              <w:t>16. Jadool al Hasab (Scale of Accountability)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Toc442791343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4" w:history="1">
            <w:r w:rsidR="00E22AE1" w:rsidRPr="0006534F">
              <w:rPr>
                <w:rStyle w:val="Hyperlink"/>
              </w:rPr>
              <w:t>17. Junbata al Zanj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Toc442791344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5" w:history="1">
            <w:r w:rsidR="00E22AE1" w:rsidRPr="0006534F">
              <w:rPr>
                <w:rStyle w:val="Hyperlink"/>
              </w:rPr>
              <w:t>18. Joharat al Thameenat (Precious Pearl)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Toc442791345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6" w:history="1">
            <w:r w:rsidR="00E22AE1" w:rsidRPr="0006534F">
              <w:rPr>
                <w:rStyle w:val="Hyperlink"/>
              </w:rPr>
              <w:t>19. Jabil Qaaf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Toc442791346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7" w:history="1">
            <w:r w:rsidR="00E22AE1" w:rsidRPr="0006534F">
              <w:rPr>
                <w:rStyle w:val="Hyperlink"/>
              </w:rPr>
              <w:t>20. Jabil al Shamakh (Holy Mountain)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Toc442791347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8" w:history="1">
            <w:r w:rsidR="00E22AE1" w:rsidRPr="0006534F">
              <w:rPr>
                <w:rStyle w:val="Hyperlink"/>
              </w:rPr>
              <w:t>21. Jabil al Rasikh (Strong Mountain)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Toc442791348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49" w:history="1">
            <w:r w:rsidR="00E22AE1" w:rsidRPr="0006534F">
              <w:rPr>
                <w:rStyle w:val="Hyperlink"/>
              </w:rPr>
              <w:t>22. Jamaa al Quran (Compiler of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Toc442791349 \h</w:instrText>
            </w:r>
            <w:r w:rsidR="00E22AE1">
              <w:rPr>
                <w:webHidden/>
                <w:rtl/>
              </w:rPr>
              <w:instrText xml:space="preserve"> </w:instrText>
            </w:r>
            <w:r>
              <w:rPr>
                <w:webHidden/>
                <w:rtl/>
              </w:rPr>
            </w:r>
            <w:r>
              <w:rPr>
                <w:webHidden/>
                <w:rtl/>
              </w:rPr>
              <w:fldChar w:fldCharType="separate"/>
            </w:r>
            <w:r w:rsidR="00D46B75">
              <w:rPr>
                <w:webHidden/>
              </w:rPr>
              <w:t>75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350" w:history="1">
            <w:r w:rsidR="00E22AE1" w:rsidRPr="0006534F">
              <w:rPr>
                <w:rStyle w:val="Hyperlink"/>
              </w:rPr>
              <w:t xml:space="preserve">Ha </w:t>
            </w:r>
            <w:r w:rsidR="00E22AE1" w:rsidRPr="0006534F">
              <w:rPr>
                <w:rStyle w:val="Hyperlink"/>
                <w:rFonts w:hint="eastAsia"/>
                <w:rtl/>
              </w:rPr>
              <w:t>ح</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Toc442791350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1" w:history="1">
            <w:r w:rsidR="00E22AE1" w:rsidRPr="0006534F">
              <w:rPr>
                <w:rStyle w:val="Hyperlink"/>
              </w:rPr>
              <w:t>1. Hasanat (Virtue)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Toc442791351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2" w:history="1">
            <w:r w:rsidR="00E22AE1" w:rsidRPr="0006534F">
              <w:rPr>
                <w:rStyle w:val="Hyperlink"/>
              </w:rPr>
              <w:t>2. Haq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Toc442791352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3" w:history="1">
            <w:r w:rsidR="00E22AE1" w:rsidRPr="0006534F">
              <w:rPr>
                <w:rStyle w:val="Hyperlink"/>
              </w:rPr>
              <w:t>3. Habil Min Allah (Rope from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Toc442791353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4" w:history="1">
            <w:r w:rsidR="00E22AE1" w:rsidRPr="0006534F">
              <w:rPr>
                <w:rStyle w:val="Hyperlink"/>
              </w:rPr>
              <w:t>4. Habil Allah (Rope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Toc442791354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5" w:history="1">
            <w:r w:rsidR="00E22AE1" w:rsidRPr="0006534F">
              <w:rPr>
                <w:rStyle w:val="Hyperlink"/>
              </w:rPr>
              <w:t>5. Habib Allah (Beloved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Toc442791355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6" w:history="1">
            <w:r w:rsidR="00E22AE1" w:rsidRPr="0006534F">
              <w:rPr>
                <w:rStyle w:val="Hyperlink"/>
              </w:rPr>
              <w:t>6. Hakeem min Al Hukmaa (Wisest of the Wise)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Toc442791356 \h</w:instrText>
            </w:r>
            <w:r w:rsidR="00E22AE1">
              <w:rPr>
                <w:webHidden/>
                <w:rtl/>
              </w:rPr>
              <w:instrText xml:space="preserve"> </w:instrText>
            </w:r>
            <w:r>
              <w:rPr>
                <w:webHidden/>
                <w:rtl/>
              </w:rPr>
            </w:r>
            <w:r>
              <w:rPr>
                <w:webHidden/>
                <w:rtl/>
              </w:rPr>
              <w:fldChar w:fldCharType="separate"/>
            </w:r>
            <w:r w:rsidR="00D46B75">
              <w:rPr>
                <w:webHidden/>
              </w:rPr>
              <w:t>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7" w:history="1">
            <w:r w:rsidR="00E22AE1" w:rsidRPr="0006534F">
              <w:rPr>
                <w:rStyle w:val="Hyperlink"/>
              </w:rPr>
              <w:t>7. Habik (Paths)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Toc442791357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8" w:history="1">
            <w:r w:rsidR="00E22AE1" w:rsidRPr="0006534F">
              <w:rPr>
                <w:rStyle w:val="Hyperlink"/>
              </w:rPr>
              <w:t>8. Harab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Toc442791358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59" w:history="1">
            <w:r w:rsidR="00E22AE1" w:rsidRPr="0006534F">
              <w:rPr>
                <w:rStyle w:val="Hyperlink"/>
              </w:rPr>
              <w:t>9. Hamil Lowaa al duniya wa al akhira (Standard bearer of RasoolAllah (saw) in this world and in the hereafter)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Toc442791359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0" w:history="1">
            <w:r w:rsidR="00E22AE1" w:rsidRPr="0006534F">
              <w:rPr>
                <w:rStyle w:val="Hyperlink"/>
              </w:rPr>
              <w:t>10. Haider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Toc442791360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1" w:history="1">
            <w:r w:rsidR="00E22AE1" w:rsidRPr="0006534F">
              <w:rPr>
                <w:rStyle w:val="Hyperlink"/>
              </w:rPr>
              <w:t>11. Hujjat ul Azma (Greatest Proof)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Toc442791361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2" w:history="1">
            <w:r w:rsidR="00E22AE1" w:rsidRPr="0006534F">
              <w:rPr>
                <w:rStyle w:val="Hyperlink"/>
              </w:rPr>
              <w:t>12. Hajir al 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Toc442791362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3" w:history="1">
            <w:r w:rsidR="00E22AE1" w:rsidRPr="0006534F">
              <w:rPr>
                <w:rStyle w:val="Hyperlink"/>
              </w:rPr>
              <w:t>13. Harm Allah al Akbar (Greatest Harm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Toc442791363 \h</w:instrText>
            </w:r>
            <w:r w:rsidR="00E22AE1">
              <w:rPr>
                <w:webHidden/>
                <w:rtl/>
              </w:rPr>
              <w:instrText xml:space="preserve"> </w:instrText>
            </w:r>
            <w:r>
              <w:rPr>
                <w:webHidden/>
                <w:rtl/>
              </w:rPr>
            </w:r>
            <w:r>
              <w:rPr>
                <w:webHidden/>
                <w:rtl/>
              </w:rPr>
              <w:fldChar w:fldCharType="separate"/>
            </w:r>
            <w:r w:rsidR="00D46B75">
              <w:rPr>
                <w:webHidden/>
              </w:rPr>
              <w:t>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4" w:history="1">
            <w:r w:rsidR="00E22AE1" w:rsidRPr="0006534F">
              <w:rPr>
                <w:rStyle w:val="Hyperlink"/>
              </w:rPr>
              <w:t>14. Hujjat al Khasam (Proof upon the enemies)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Toc442791364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5" w:history="1">
            <w:r w:rsidR="00E22AE1" w:rsidRPr="0006534F">
              <w:rPr>
                <w:rStyle w:val="Hyperlink"/>
              </w:rPr>
              <w:t>15. Haq ul Yaqeen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Toc442791365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6" w:history="1">
            <w:r w:rsidR="00E22AE1" w:rsidRPr="0006534F">
              <w:rPr>
                <w:rStyle w:val="Hyperlink"/>
              </w:rPr>
              <w:t>16. Hafiz ul Alowah (Protector of Tablets)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Toc442791366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7" w:history="1">
            <w:r w:rsidR="00E22AE1" w:rsidRPr="0006534F">
              <w:rPr>
                <w:rStyle w:val="Hyperlink"/>
              </w:rPr>
              <w:t>17. Hujjat ul Hajjaj (Proof upon proofs)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Toc442791367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8" w:history="1">
            <w:r w:rsidR="00E22AE1" w:rsidRPr="0006534F">
              <w:rPr>
                <w:rStyle w:val="Hyperlink"/>
              </w:rPr>
              <w:t>18. Haris ul Ashraq (Protector of World)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Toc442791368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69" w:history="1">
            <w:r w:rsidR="00E22AE1" w:rsidRPr="0006534F">
              <w:rPr>
                <w:rStyle w:val="Hyperlink"/>
              </w:rPr>
              <w:t>19. Habil Allah al Almateen (Strong rope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Toc442791369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0" w:history="1">
            <w:r w:rsidR="00E22AE1" w:rsidRPr="0006534F">
              <w:rPr>
                <w:rStyle w:val="Hyperlink"/>
              </w:rPr>
              <w:t>20. Habil min al Nas (Rope amongst people)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Toc442791370 \h</w:instrText>
            </w:r>
            <w:r w:rsidR="00E22AE1">
              <w:rPr>
                <w:webHidden/>
                <w:rtl/>
              </w:rPr>
              <w:instrText xml:space="preserve"> </w:instrText>
            </w:r>
            <w:r>
              <w:rPr>
                <w:webHidden/>
                <w:rtl/>
              </w:rPr>
            </w:r>
            <w:r>
              <w:rPr>
                <w:webHidden/>
                <w:rtl/>
              </w:rPr>
              <w:fldChar w:fldCharType="separate"/>
            </w:r>
            <w:r w:rsidR="00D46B75">
              <w:rPr>
                <w:webHidden/>
              </w:rPr>
              <w:t>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1" w:history="1">
            <w:r w:rsidR="00E22AE1" w:rsidRPr="0006534F">
              <w:rPr>
                <w:rStyle w:val="Hyperlink"/>
              </w:rPr>
              <w:t>21. Haqqa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Toc442791371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2" w:history="1">
            <w:r w:rsidR="00E22AE1" w:rsidRPr="0006534F">
              <w:rPr>
                <w:rStyle w:val="Hyperlink"/>
              </w:rPr>
              <w:t>22. Hizb Allah (Party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Toc442791372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3" w:history="1">
            <w:r w:rsidR="00E22AE1" w:rsidRPr="0006534F">
              <w:rPr>
                <w:rStyle w:val="Hyperlink"/>
              </w:rPr>
              <w:t>23. Habil ul Matteen (Strong Rope)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Toc442791373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4" w:history="1">
            <w:r w:rsidR="00E22AE1" w:rsidRPr="0006534F">
              <w:rPr>
                <w:rStyle w:val="Hyperlink"/>
              </w:rPr>
              <w:t>24. Hawameem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Toc442791374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5" w:history="1">
            <w:r w:rsidR="00E22AE1" w:rsidRPr="0006534F">
              <w:rPr>
                <w:rStyle w:val="Hyperlink"/>
              </w:rPr>
              <w:t>25. Hayat al Arifeen (Life of Arifeen (people who have marifat)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Toc442791375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6" w:history="1">
            <w:r w:rsidR="00E22AE1" w:rsidRPr="0006534F">
              <w:rPr>
                <w:rStyle w:val="Hyperlink"/>
              </w:rPr>
              <w:t>26. Hawi al Mazlat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Toc442791376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7" w:history="1">
            <w:r w:rsidR="00E22AE1" w:rsidRPr="0006534F">
              <w:rPr>
                <w:rStyle w:val="Hyperlink"/>
              </w:rPr>
              <w:t>27. Hatim al Aajim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Toc442791377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8" w:history="1">
            <w:r w:rsidR="00E22AE1" w:rsidRPr="0006534F">
              <w:rPr>
                <w:rStyle w:val="Hyperlink"/>
              </w:rPr>
              <w:t>28. Hijab al Ghafoor (Veil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Toc442791378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79" w:history="1">
            <w:r w:rsidR="00E22AE1" w:rsidRPr="0006534F">
              <w:rPr>
                <w:rStyle w:val="Hyperlink"/>
              </w:rPr>
              <w:t>29. Hamil al Ikleel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Toc442791379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0" w:history="1">
            <w:r w:rsidR="00E22AE1" w:rsidRPr="0006534F">
              <w:rPr>
                <w:rStyle w:val="Hyperlink"/>
              </w:rPr>
              <w:t>30. Hafeef Arman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Toc442791380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1" w:history="1">
            <w:r w:rsidR="00E22AE1" w:rsidRPr="0006534F">
              <w:rPr>
                <w:rStyle w:val="Hyperlink"/>
              </w:rPr>
              <w:t>31. Habib al Ahbab (Friend of Friends)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Toc442791381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2" w:history="1">
            <w:r w:rsidR="00E22AE1" w:rsidRPr="0006534F">
              <w:rPr>
                <w:rStyle w:val="Hyperlink"/>
              </w:rPr>
              <w:t>32. Hafaz al Kalimat (One who remembers words)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Toc442791382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3" w:history="1">
            <w:r w:rsidR="00E22AE1" w:rsidRPr="0006534F">
              <w:rPr>
                <w:rStyle w:val="Hyperlink"/>
              </w:rPr>
              <w:t>33. Hameera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Toc442791383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4" w:history="1">
            <w:r w:rsidR="00E22AE1" w:rsidRPr="0006534F">
              <w:rPr>
                <w:rStyle w:val="Hyperlink"/>
              </w:rPr>
              <w:t>34. Haqeeqat al Asrar (Reality of secrets)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Toc442791384 \h</w:instrText>
            </w:r>
            <w:r w:rsidR="00E22AE1">
              <w:rPr>
                <w:webHidden/>
                <w:rtl/>
              </w:rPr>
              <w:instrText xml:space="preserve"> </w:instrText>
            </w:r>
            <w:r>
              <w:rPr>
                <w:webHidden/>
                <w:rtl/>
              </w:rPr>
            </w:r>
            <w:r>
              <w:rPr>
                <w:webHidden/>
                <w:rtl/>
              </w:rPr>
              <w:fldChar w:fldCharType="separate"/>
            </w:r>
            <w:r w:rsidR="00D46B75">
              <w:rPr>
                <w:webHidden/>
              </w:rPr>
              <w:t>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5" w:history="1">
            <w:r w:rsidR="00E22AE1" w:rsidRPr="0006534F">
              <w:rPr>
                <w:rStyle w:val="Hyperlink"/>
              </w:rPr>
              <w:t>35. Ham al Anaf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Toc442791385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6" w:history="1">
            <w:r w:rsidR="00E22AE1" w:rsidRPr="0006534F">
              <w:rPr>
                <w:rStyle w:val="Hyperlink"/>
              </w:rPr>
              <w:t>36. Hua al Huameem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Toc442791386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7" w:history="1">
            <w:r w:rsidR="00E22AE1" w:rsidRPr="0006534F">
              <w:rPr>
                <w:rStyle w:val="Hyperlink"/>
              </w:rPr>
              <w:t>37. Hafaz al Quran (memorizer of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Toc442791387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8" w:history="1">
            <w:r w:rsidR="00E22AE1" w:rsidRPr="0006534F">
              <w:rPr>
                <w:rStyle w:val="Hyperlink"/>
              </w:rPr>
              <w:t>38. Hafeef al Ary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Toc442791388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89" w:history="1">
            <w:r w:rsidR="00E22AE1" w:rsidRPr="0006534F">
              <w:rPr>
                <w:rStyle w:val="Hyperlink"/>
              </w:rPr>
              <w:t>39. Haider al Aslaa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Toc442791389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0" w:history="1">
            <w:r w:rsidR="00E22AE1" w:rsidRPr="0006534F">
              <w:rPr>
                <w:rStyle w:val="Hyperlink"/>
              </w:rPr>
              <w:t>40. Hamil al Lowaa (Standard Bearer)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Toc442791390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1" w:history="1">
            <w:r w:rsidR="00E22AE1" w:rsidRPr="0006534F">
              <w:rPr>
                <w:rStyle w:val="Hyperlink"/>
              </w:rPr>
              <w:t>41. Hatimul Adayan (guide of religions)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Toc442791391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2" w:history="1">
            <w:r w:rsidR="00E22AE1" w:rsidRPr="0006534F">
              <w:rPr>
                <w:rStyle w:val="Hyperlink"/>
              </w:rPr>
              <w:t>42. Haqeeqatul Adayan (reality of the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Toc442791392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3" w:history="1">
            <w:r w:rsidR="00E22AE1" w:rsidRPr="0006534F">
              <w:rPr>
                <w:rStyle w:val="Hyperlink"/>
              </w:rPr>
              <w:t>43. Haleelat al Makhalid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Toc442791393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4" w:history="1">
            <w:r w:rsidR="00E22AE1" w:rsidRPr="0006534F">
              <w:rPr>
                <w:rStyle w:val="Hyperlink"/>
              </w:rPr>
              <w:t>44. Hikmat ul Amoor (wisdom of all commandments)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Toc442791394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5" w:history="1">
            <w:r w:rsidR="00E22AE1" w:rsidRPr="0006534F">
              <w:rPr>
                <w:rStyle w:val="Hyperlink"/>
              </w:rPr>
              <w:t>45. Hikmat ul Hikmat (Wisdom of wisdom)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Toc442791395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6" w:history="1">
            <w:r w:rsidR="00E22AE1" w:rsidRPr="0006534F">
              <w:rPr>
                <w:rStyle w:val="Hyperlink"/>
              </w:rPr>
              <w:t>46. Hafaz al Tariqat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Toc442791396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7" w:history="1">
            <w:r w:rsidR="00E22AE1" w:rsidRPr="0006534F">
              <w:rPr>
                <w:rStyle w:val="Hyperlink"/>
              </w:rPr>
              <w:t>47. Hafiz al Ayat (memorizer of tablets)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Toc442791397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398" w:history="1">
            <w:r w:rsidR="00E22AE1" w:rsidRPr="0006534F">
              <w:rPr>
                <w:rStyle w:val="Hyperlink"/>
              </w:rPr>
              <w:t>48. Hafiz al Alowah (Memorizer of Tablets)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Toc442791398 \h</w:instrText>
            </w:r>
            <w:r w:rsidR="00E22AE1">
              <w:rPr>
                <w:webHidden/>
                <w:rtl/>
              </w:rPr>
              <w:instrText xml:space="preserve"> </w:instrText>
            </w:r>
            <w:r>
              <w:rPr>
                <w:webHidden/>
                <w:rtl/>
              </w:rPr>
            </w:r>
            <w:r>
              <w:rPr>
                <w:webHidden/>
                <w:rtl/>
              </w:rPr>
              <w:fldChar w:fldCharType="separate"/>
            </w:r>
            <w:r w:rsidR="00D46B75">
              <w:rPr>
                <w:webHidden/>
              </w:rPr>
              <w:t>80</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399" w:history="1">
            <w:r w:rsidR="00E22AE1" w:rsidRPr="0006534F">
              <w:rPr>
                <w:rStyle w:val="Hyperlink"/>
              </w:rPr>
              <w:t xml:space="preserve">Kha </w:t>
            </w:r>
            <w:r w:rsidR="00E22AE1" w:rsidRPr="0006534F">
              <w:rPr>
                <w:rStyle w:val="Hyperlink"/>
                <w:rFonts w:hint="eastAsia"/>
                <w:rtl/>
              </w:rPr>
              <w:t>خ</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Toc442791399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0" w:history="1">
            <w:r w:rsidR="00E22AE1" w:rsidRPr="0006534F">
              <w:rPr>
                <w:rStyle w:val="Hyperlink"/>
              </w:rPr>
              <w:t>1. Khairul Barit (Best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Toc442791400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1" w:history="1">
            <w:r w:rsidR="00E22AE1" w:rsidRPr="0006534F">
              <w:rPr>
                <w:rStyle w:val="Hyperlink"/>
              </w:rPr>
              <w:t>2. Khairul Ummat (Best of the ummah)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Toc442791401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2" w:history="1">
            <w:r w:rsidR="00E22AE1" w:rsidRPr="0006534F">
              <w:rPr>
                <w:rStyle w:val="Hyperlink"/>
              </w:rPr>
              <w:t>3. Khairul Bashir (Best of men)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Toc442791402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3" w:history="1">
            <w:r w:rsidR="00E22AE1" w:rsidRPr="0006534F">
              <w:rPr>
                <w:rStyle w:val="Hyperlink"/>
              </w:rPr>
              <w:t>4. Khairatullah (Chosen by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Toc442791403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4" w:history="1">
            <w:r w:rsidR="00E22AE1" w:rsidRPr="0006534F">
              <w:rPr>
                <w:rStyle w:val="Hyperlink"/>
              </w:rPr>
              <w:t>5. Kharisiya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Toc442791404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5" w:history="1">
            <w:r w:rsidR="00E22AE1" w:rsidRPr="0006534F">
              <w:rPr>
                <w:rStyle w:val="Hyperlink"/>
              </w:rPr>
              <w:t>6. Khairul Wasieen (Best of the Successors)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Toc442791405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6" w:history="1">
            <w:r w:rsidR="00E22AE1" w:rsidRPr="0006534F">
              <w:rPr>
                <w:rStyle w:val="Hyperlink"/>
              </w:rPr>
              <w:t>7. Khaleel Allah (Friend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Toc442791406 \h</w:instrText>
            </w:r>
            <w:r w:rsidR="00E22AE1">
              <w:rPr>
                <w:webHidden/>
                <w:rtl/>
              </w:rPr>
              <w:instrText xml:space="preserve"> </w:instrText>
            </w:r>
            <w:r>
              <w:rPr>
                <w:webHidden/>
                <w:rtl/>
              </w:rPr>
            </w:r>
            <w:r>
              <w:rPr>
                <w:webHidden/>
                <w:rtl/>
              </w:rPr>
              <w:fldChar w:fldCharType="separate"/>
            </w:r>
            <w:r w:rsidR="00D46B75">
              <w:rPr>
                <w:webHidden/>
              </w:rPr>
              <w:t>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7" w:history="1">
            <w:r w:rsidR="00E22AE1" w:rsidRPr="0006534F">
              <w:rPr>
                <w:rStyle w:val="Hyperlink"/>
              </w:rPr>
              <w:t>8. Khairul Nas (Best among the people)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Toc442791407 \h</w:instrText>
            </w:r>
            <w:r w:rsidR="00E22AE1">
              <w:rPr>
                <w:webHidden/>
                <w:rtl/>
              </w:rPr>
              <w:instrText xml:space="preserve"> </w:instrText>
            </w:r>
            <w:r>
              <w:rPr>
                <w:webHidden/>
                <w:rtl/>
              </w:rPr>
            </w:r>
            <w:r>
              <w:rPr>
                <w:webHidden/>
                <w:rtl/>
              </w:rPr>
              <w:fldChar w:fldCharType="separate"/>
            </w:r>
            <w:r w:rsidR="00D46B75">
              <w:rPr>
                <w:webHidden/>
              </w:rPr>
              <w:t>82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8" w:history="1">
            <w:r w:rsidR="00E22AE1" w:rsidRPr="0006534F">
              <w:rPr>
                <w:rStyle w:val="Hyperlink"/>
              </w:rPr>
              <w:t>9. Khairul Awaliya (Best Wali)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Toc442791408 \h</w:instrText>
            </w:r>
            <w:r w:rsidR="00E22AE1">
              <w:rPr>
                <w:webHidden/>
                <w:rtl/>
              </w:rPr>
              <w:instrText xml:space="preserve"> </w:instrText>
            </w:r>
            <w:r>
              <w:rPr>
                <w:webHidden/>
                <w:rtl/>
              </w:rPr>
            </w:r>
            <w:r>
              <w:rPr>
                <w:webHidden/>
                <w:rtl/>
              </w:rPr>
              <w:fldChar w:fldCharType="separate"/>
            </w:r>
            <w:r w:rsidR="00D46B75">
              <w:rPr>
                <w:webHidden/>
              </w:rPr>
              <w:t>82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09" w:history="1">
            <w:r w:rsidR="00E22AE1" w:rsidRPr="0006534F">
              <w:rPr>
                <w:rStyle w:val="Hyperlink"/>
              </w:rPr>
              <w:t>10. Khalifatul Allah (Caliph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Toc442791409 \h</w:instrText>
            </w:r>
            <w:r w:rsidR="00E22AE1">
              <w:rPr>
                <w:webHidden/>
                <w:rtl/>
              </w:rPr>
              <w:instrText xml:space="preserve"> </w:instrText>
            </w:r>
            <w:r>
              <w:rPr>
                <w:webHidden/>
                <w:rtl/>
              </w:rPr>
            </w:r>
            <w:r>
              <w:rPr>
                <w:webHidden/>
                <w:rtl/>
              </w:rPr>
              <w:fldChar w:fldCharType="separate"/>
            </w:r>
            <w:r w:rsidR="00D46B75">
              <w:rPr>
                <w:webHidden/>
              </w:rPr>
              <w:t>82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0" w:history="1">
            <w:r w:rsidR="00E22AE1" w:rsidRPr="0006534F">
              <w:rPr>
                <w:rStyle w:val="Hyperlink"/>
              </w:rPr>
              <w:t>11. Khair min Khalf al Nabi (Best Inheritance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Toc442791410 \h</w:instrText>
            </w:r>
            <w:r w:rsidR="00E22AE1">
              <w:rPr>
                <w:webHidden/>
                <w:rtl/>
              </w:rPr>
              <w:instrText xml:space="preserve"> </w:instrText>
            </w:r>
            <w:r>
              <w:rPr>
                <w:webHidden/>
                <w:rtl/>
              </w:rPr>
            </w:r>
            <w:r>
              <w:rPr>
                <w:webHidden/>
                <w:rtl/>
              </w:rPr>
              <w:fldChar w:fldCharType="separate"/>
            </w:r>
            <w:r w:rsidR="00D46B75">
              <w:rPr>
                <w:webHidden/>
              </w:rPr>
              <w:t>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1" w:history="1">
            <w:r w:rsidR="00E22AE1" w:rsidRPr="0006534F">
              <w:rPr>
                <w:rStyle w:val="Hyperlink"/>
              </w:rPr>
              <w:t>12. Khalifatul Muhammad (saw) (Caliph of Muhammad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Toc442791411 \h</w:instrText>
            </w:r>
            <w:r w:rsidR="00E22AE1">
              <w:rPr>
                <w:webHidden/>
                <w:rtl/>
              </w:rPr>
              <w:instrText xml:space="preserve"> </w:instrText>
            </w:r>
            <w:r>
              <w:rPr>
                <w:webHidden/>
                <w:rtl/>
              </w:rPr>
            </w:r>
            <w:r>
              <w:rPr>
                <w:webHidden/>
                <w:rtl/>
              </w:rPr>
              <w:fldChar w:fldCharType="separate"/>
            </w:r>
            <w:r w:rsidR="00D46B75">
              <w:rPr>
                <w:webHidden/>
              </w:rPr>
              <w:t>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2" w:history="1">
            <w:r w:rsidR="00E22AE1" w:rsidRPr="0006534F">
              <w:rPr>
                <w:rStyle w:val="Hyperlink"/>
              </w:rPr>
              <w:t>13. Khatim al Wasieen (Seal of Successors)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Toc442791412 \h</w:instrText>
            </w:r>
            <w:r w:rsidR="00E22AE1">
              <w:rPr>
                <w:webHidden/>
                <w:rtl/>
              </w:rPr>
              <w:instrText xml:space="preserve"> </w:instrText>
            </w:r>
            <w:r>
              <w:rPr>
                <w:webHidden/>
                <w:rtl/>
              </w:rPr>
            </w:r>
            <w:r>
              <w:rPr>
                <w:webHidden/>
                <w:rtl/>
              </w:rPr>
              <w:fldChar w:fldCharType="separate"/>
            </w:r>
            <w:r w:rsidR="00D46B75">
              <w:rPr>
                <w:webHidden/>
              </w:rPr>
              <w:t>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3" w:history="1">
            <w:r w:rsidR="00E22AE1" w:rsidRPr="0006534F">
              <w:rPr>
                <w:rStyle w:val="Hyperlink"/>
              </w:rPr>
              <w:t>14. Khazan Sar RasoolAllah (saw) (Trustee of the Secrets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Toc442791413 \h</w:instrText>
            </w:r>
            <w:r w:rsidR="00E22AE1">
              <w:rPr>
                <w:webHidden/>
                <w:rtl/>
              </w:rPr>
              <w:instrText xml:space="preserve"> </w:instrText>
            </w:r>
            <w:r>
              <w:rPr>
                <w:webHidden/>
                <w:rtl/>
              </w:rPr>
            </w:r>
            <w:r>
              <w:rPr>
                <w:webHidden/>
                <w:rtl/>
              </w:rPr>
              <w:fldChar w:fldCharType="separate"/>
            </w:r>
            <w:r w:rsidR="00D46B75">
              <w:rPr>
                <w:webHidden/>
              </w:rPr>
              <w:t>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4" w:history="1">
            <w:r w:rsidR="00E22AE1" w:rsidRPr="0006534F">
              <w:rPr>
                <w:rStyle w:val="Hyperlink"/>
              </w:rPr>
              <w:t>15. Khasaf al Naal (Mender of Shoe)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Toc442791414 \h</w:instrText>
            </w:r>
            <w:r w:rsidR="00E22AE1">
              <w:rPr>
                <w:webHidden/>
                <w:rtl/>
              </w:rPr>
              <w:instrText xml:space="preserve"> </w:instrText>
            </w:r>
            <w:r>
              <w:rPr>
                <w:webHidden/>
                <w:rtl/>
              </w:rPr>
            </w:r>
            <w:r>
              <w:rPr>
                <w:webHidden/>
                <w:rtl/>
              </w:rPr>
              <w:fldChar w:fldCharType="separate"/>
            </w:r>
            <w:r w:rsidR="00D46B75">
              <w:rPr>
                <w:webHidden/>
              </w:rPr>
              <w:t>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5" w:history="1">
            <w:r w:rsidR="00E22AE1" w:rsidRPr="0006534F">
              <w:rPr>
                <w:rStyle w:val="Hyperlink"/>
              </w:rPr>
              <w:t>16. Khairatullah min Khaliqat (Best of the creation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Toc442791415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6" w:history="1">
            <w:r w:rsidR="00E22AE1" w:rsidRPr="0006534F">
              <w:rPr>
                <w:rStyle w:val="Hyperlink"/>
              </w:rPr>
              <w:t>17. Khazanat (Precious treasure)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Toc442791416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7" w:history="1">
            <w:r w:rsidR="00E22AE1" w:rsidRPr="0006534F">
              <w:rPr>
                <w:rStyle w:val="Hyperlink"/>
              </w:rPr>
              <w:t>18. Al Mastakhalif (Representative of Allah upon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Toc442791417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8" w:history="1">
            <w:r w:rsidR="00E22AE1" w:rsidRPr="0006534F">
              <w:rPr>
                <w:rStyle w:val="Hyperlink"/>
              </w:rPr>
              <w:t>19. Khat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Toc442791418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19" w:history="1">
            <w:r w:rsidR="00E22AE1" w:rsidRPr="0006534F">
              <w:rPr>
                <w:rStyle w:val="Hyperlink"/>
              </w:rPr>
              <w:t>20. Khashaay (Submissive ones)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Toc442791419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0" w:history="1">
            <w:r w:rsidR="00E22AE1" w:rsidRPr="0006534F">
              <w:rPr>
                <w:rStyle w:val="Hyperlink"/>
              </w:rPr>
              <w:t>21. Khazan ilm Allah (Trustee of the Knowledge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Toc442791420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1" w:history="1">
            <w:r w:rsidR="00E22AE1" w:rsidRPr="0006534F">
              <w:rPr>
                <w:rStyle w:val="Hyperlink"/>
              </w:rPr>
              <w:t>22. Khaleel Jibrael (as) (Friend of Jibrael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Toc442791421 \h</w:instrText>
            </w:r>
            <w:r w:rsidR="00E22AE1">
              <w:rPr>
                <w:webHidden/>
                <w:rtl/>
              </w:rPr>
              <w:instrText xml:space="preserve"> </w:instrText>
            </w:r>
            <w:r>
              <w:rPr>
                <w:webHidden/>
                <w:rtl/>
              </w:rPr>
            </w:r>
            <w:r>
              <w:rPr>
                <w:webHidden/>
                <w:rtl/>
              </w:rPr>
              <w:fldChar w:fldCharType="separate"/>
            </w:r>
            <w:r w:rsidR="00D46B75">
              <w:rPr>
                <w:webHidden/>
              </w:rPr>
              <w:t>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2" w:history="1">
            <w:r w:rsidR="00E22AE1" w:rsidRPr="0006534F">
              <w:rPr>
                <w:rStyle w:val="Hyperlink"/>
              </w:rPr>
              <w:t>23. Khairul Umam (Best of ummah)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Toc442791422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3" w:history="1">
            <w:r w:rsidR="00E22AE1" w:rsidRPr="0006534F">
              <w:rPr>
                <w:rStyle w:val="Hyperlink"/>
              </w:rPr>
              <w:t>24. Khalasat al Asara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Toc442791423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4" w:history="1">
            <w:r w:rsidR="00E22AE1" w:rsidRPr="0006534F">
              <w:rPr>
                <w:rStyle w:val="Hyperlink"/>
              </w:rPr>
              <w:t>25. Khams al Kisa (Fifth of the Cloak)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Toc442791424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5" w:history="1">
            <w:r w:rsidR="00E22AE1" w:rsidRPr="0006534F">
              <w:rPr>
                <w:rStyle w:val="Hyperlink"/>
              </w:rPr>
              <w:t>26. Khairat al Akhiyar (Best of the best)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Toc442791425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6" w:history="1">
            <w:r w:rsidR="00E22AE1" w:rsidRPr="0006534F">
              <w:rPr>
                <w:rStyle w:val="Hyperlink"/>
              </w:rPr>
              <w:t>27. Khairat ul Nireen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Toc442791426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7" w:history="1">
            <w:r w:rsidR="00E22AE1" w:rsidRPr="0006534F">
              <w:rPr>
                <w:rStyle w:val="Hyperlink"/>
              </w:rPr>
              <w:t>28. Khatim al Awajim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Toc442791427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8" w:history="1">
            <w:r w:rsidR="00E22AE1" w:rsidRPr="0006534F">
              <w:rPr>
                <w:rStyle w:val="Hyperlink"/>
              </w:rPr>
              <w:t>29. Khairatul Mahin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Toc442791428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29" w:history="1">
            <w:r w:rsidR="00E22AE1" w:rsidRPr="0006534F">
              <w:rPr>
                <w:rStyle w:val="Hyperlink"/>
              </w:rPr>
              <w:t>30. Khalifatul Risalat (Caliph of Risalat)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Toc442791429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0" w:history="1">
            <w:r w:rsidR="00E22AE1" w:rsidRPr="0006534F">
              <w:rPr>
                <w:rStyle w:val="Hyperlink"/>
              </w:rPr>
              <w:t>31. Khila Khaleel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Toc442791430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1" w:history="1">
            <w:r w:rsidR="00E22AE1" w:rsidRPr="0006534F">
              <w:rPr>
                <w:rStyle w:val="Hyperlink"/>
              </w:rPr>
              <w:t>32. Khiba al Qurah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Toc442791431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2" w:history="1">
            <w:r w:rsidR="00E22AE1" w:rsidRPr="0006534F">
              <w:rPr>
                <w:rStyle w:val="Hyperlink"/>
              </w:rPr>
              <w:t>33. Khair ul Awileen (Best of previous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Toc442791432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3" w:history="1">
            <w:r w:rsidR="00E22AE1" w:rsidRPr="0006534F">
              <w:rPr>
                <w:rStyle w:val="Hyperlink"/>
              </w:rPr>
              <w:t>34. Khashaay (Submissive ones)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Toc442791433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4" w:history="1">
            <w:r w:rsidR="00E22AE1" w:rsidRPr="0006534F">
              <w:rPr>
                <w:rStyle w:val="Hyperlink"/>
              </w:rPr>
              <w:t>35. Khali min kal zur (far from every lie)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Toc442791434 \h</w:instrText>
            </w:r>
            <w:r w:rsidR="00E22AE1">
              <w:rPr>
                <w:webHidden/>
                <w:rtl/>
              </w:rPr>
              <w:instrText xml:space="preserve"> </w:instrText>
            </w:r>
            <w:r>
              <w:rPr>
                <w:webHidden/>
                <w:rtl/>
              </w:rPr>
            </w:r>
            <w:r>
              <w:rPr>
                <w:webHidden/>
                <w:rtl/>
              </w:rPr>
              <w:fldChar w:fldCharType="separate"/>
            </w:r>
            <w:r w:rsidR="00D46B75">
              <w:rPr>
                <w:webHidden/>
              </w:rPr>
              <w:t>85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435" w:history="1">
            <w:r w:rsidR="00E22AE1" w:rsidRPr="0006534F">
              <w:rPr>
                <w:rStyle w:val="Hyperlink"/>
              </w:rPr>
              <w:t xml:space="preserve">Dal </w:t>
            </w:r>
            <w:r w:rsidR="00E22AE1" w:rsidRPr="0006534F">
              <w:rPr>
                <w:rStyle w:val="Hyperlink"/>
                <w:rFonts w:hint="eastAsia"/>
                <w:rtl/>
              </w:rPr>
              <w:t>د</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Toc442791435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6" w:history="1">
            <w:r w:rsidR="00E22AE1" w:rsidRPr="0006534F">
              <w:rPr>
                <w:rStyle w:val="Hyperlink"/>
              </w:rPr>
              <w:t>1. Deen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Toc442791436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7" w:history="1">
            <w:r w:rsidR="00E22AE1" w:rsidRPr="0006534F">
              <w:rPr>
                <w:rStyle w:val="Hyperlink"/>
              </w:rPr>
              <w:t>2. Dal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Toc442791437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8" w:history="1">
            <w:r w:rsidR="00E22AE1" w:rsidRPr="0006534F">
              <w:rPr>
                <w:rStyle w:val="Hyperlink"/>
              </w:rPr>
              <w:t>3. Daamatul Islam (Pillar of Islam)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Toc442791438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39" w:history="1">
            <w:r w:rsidR="00E22AE1" w:rsidRPr="0006534F">
              <w:rPr>
                <w:rStyle w:val="Hyperlink"/>
              </w:rPr>
              <w:t>4. Dawood fi Zahdah (Worship of Dawood)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Toc442791439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0" w:history="1">
            <w:r w:rsidR="00E22AE1" w:rsidRPr="0006534F">
              <w:rPr>
                <w:rStyle w:val="Hyperlink"/>
              </w:rPr>
              <w:t>5. Diyan al deen (Ruler of the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Toc442791440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1" w:history="1">
            <w:r w:rsidR="00E22AE1" w:rsidRPr="0006534F">
              <w:rPr>
                <w:rStyle w:val="Hyperlink"/>
              </w:rPr>
              <w:t>6. Dabah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Toc442791441 \h</w:instrText>
            </w:r>
            <w:r w:rsidR="00E22AE1">
              <w:rPr>
                <w:webHidden/>
                <w:rtl/>
              </w:rPr>
              <w:instrText xml:space="preserve"> </w:instrText>
            </w:r>
            <w:r>
              <w:rPr>
                <w:webHidden/>
                <w:rtl/>
              </w:rPr>
            </w:r>
            <w:r>
              <w:rPr>
                <w:webHidden/>
                <w:rtl/>
              </w:rPr>
              <w:fldChar w:fldCharType="separate"/>
            </w:r>
            <w:r w:rsidR="00D46B75">
              <w:rPr>
                <w:webHidden/>
              </w:rPr>
              <w:t>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2" w:history="1">
            <w:r w:rsidR="00E22AE1" w:rsidRPr="0006534F">
              <w:rPr>
                <w:rStyle w:val="Hyperlink"/>
              </w:rPr>
              <w:t>7. Diyan al Nas (Ruler of men)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Toc442791442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3" w:history="1">
            <w:r w:rsidR="00E22AE1" w:rsidRPr="0006534F">
              <w:rPr>
                <w:rStyle w:val="Hyperlink"/>
              </w:rPr>
              <w:t>8. Daleel al Samawat (Proof of heavens)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Toc442791443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4" w:history="1">
            <w:r w:rsidR="00E22AE1" w:rsidRPr="0006534F">
              <w:rPr>
                <w:rStyle w:val="Hyperlink"/>
              </w:rPr>
              <w:t>9. Doosar al Brajum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Toc442791444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5" w:history="1">
            <w:r w:rsidR="00E22AE1" w:rsidRPr="0006534F">
              <w:rPr>
                <w:rStyle w:val="Hyperlink"/>
              </w:rPr>
              <w:t>10. Darflah al Fars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Toc442791445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6" w:history="1">
            <w:r w:rsidR="00E22AE1" w:rsidRPr="0006534F">
              <w:rPr>
                <w:rStyle w:val="Hyperlink"/>
              </w:rPr>
              <w:t>11. Dafa al Shifaa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Toc442791446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7" w:history="1">
            <w:r w:rsidR="00E22AE1" w:rsidRPr="0006534F">
              <w:rPr>
                <w:rStyle w:val="Hyperlink"/>
              </w:rPr>
              <w:t>12. Dayam al deen (pillar of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Toc442791447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8" w:history="1">
            <w:r w:rsidR="00E22AE1" w:rsidRPr="0006534F">
              <w:rPr>
                <w:rStyle w:val="Hyperlink"/>
              </w:rPr>
              <w:t>13. Doha al Aslayah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Toc442791448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49" w:history="1">
            <w:r w:rsidR="00E22AE1" w:rsidRPr="0006534F">
              <w:rPr>
                <w:rStyle w:val="Hyperlink"/>
              </w:rPr>
              <w:t>14. Daraa al Haseen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Toc442791449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0" w:history="1">
            <w:r w:rsidR="00E22AE1" w:rsidRPr="0006534F">
              <w:rPr>
                <w:rStyle w:val="Hyperlink"/>
              </w:rPr>
              <w:t>15. Daaya (summoner)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Toc442791450 \h</w:instrText>
            </w:r>
            <w:r w:rsidR="00E22AE1">
              <w:rPr>
                <w:webHidden/>
                <w:rtl/>
              </w:rPr>
              <w:instrText xml:space="preserve"> </w:instrText>
            </w:r>
            <w:r>
              <w:rPr>
                <w:webHidden/>
                <w:rtl/>
              </w:rPr>
            </w:r>
            <w:r>
              <w:rPr>
                <w:webHidden/>
                <w:rtl/>
              </w:rPr>
              <w:fldChar w:fldCharType="separate"/>
            </w:r>
            <w:r w:rsidR="00D46B75">
              <w:rPr>
                <w:webHidden/>
              </w:rPr>
              <w:t>88</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451" w:history="1">
            <w:r w:rsidR="00E22AE1" w:rsidRPr="0006534F">
              <w:rPr>
                <w:rStyle w:val="Hyperlink"/>
              </w:rPr>
              <w:t xml:space="preserve">Dhal </w:t>
            </w:r>
            <w:r w:rsidR="00E22AE1" w:rsidRPr="0006534F">
              <w:rPr>
                <w:rStyle w:val="Hyperlink"/>
                <w:rFonts w:hint="eastAsia"/>
                <w:rtl/>
              </w:rPr>
              <w:t>ذ</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Toc442791451 \h</w:instrText>
            </w:r>
            <w:r w:rsidR="00E22AE1">
              <w:rPr>
                <w:webHidden/>
                <w:rtl/>
              </w:rPr>
              <w:instrText xml:space="preserve"> </w:instrText>
            </w:r>
            <w:r>
              <w:rPr>
                <w:webHidden/>
                <w:rtl/>
              </w:rPr>
            </w:r>
            <w:r>
              <w:rPr>
                <w:webHidden/>
                <w:rtl/>
              </w:rPr>
              <w:fldChar w:fldCharType="separate"/>
            </w:r>
            <w:r w:rsidR="00D46B75">
              <w:rPr>
                <w:webHidden/>
              </w:rPr>
              <w:t>90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2" w:history="1">
            <w:r w:rsidR="00E22AE1" w:rsidRPr="0006534F">
              <w:rPr>
                <w:rStyle w:val="Hyperlink"/>
              </w:rPr>
              <w:t>1. Dhayad ain al Houz (One who will remove from the Pool of Kausar)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Toc442791452 \h</w:instrText>
            </w:r>
            <w:r w:rsidR="00E22AE1">
              <w:rPr>
                <w:webHidden/>
                <w:rtl/>
              </w:rPr>
              <w:instrText xml:space="preserve"> </w:instrText>
            </w:r>
            <w:r>
              <w:rPr>
                <w:webHidden/>
                <w:rtl/>
              </w:rPr>
            </w:r>
            <w:r>
              <w:rPr>
                <w:webHidden/>
                <w:rtl/>
              </w:rPr>
              <w:fldChar w:fldCharType="separate"/>
            </w:r>
            <w:r w:rsidR="00D46B75">
              <w:rPr>
                <w:webHidden/>
              </w:rPr>
              <w:t>90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3" w:history="1">
            <w:r w:rsidR="00E22AE1" w:rsidRPr="0006534F">
              <w:rPr>
                <w:rStyle w:val="Hyperlink"/>
              </w:rPr>
              <w:t>2. Dhul Qalb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Toc442791453 \h</w:instrText>
            </w:r>
            <w:r w:rsidR="00E22AE1">
              <w:rPr>
                <w:webHidden/>
                <w:rtl/>
              </w:rPr>
              <w:instrText xml:space="preserve"> </w:instrText>
            </w:r>
            <w:r>
              <w:rPr>
                <w:webHidden/>
                <w:rtl/>
              </w:rPr>
            </w:r>
            <w:r>
              <w:rPr>
                <w:webHidden/>
                <w:rtl/>
              </w:rPr>
              <w:fldChar w:fldCharType="separate"/>
            </w:r>
            <w:r w:rsidR="00D46B75">
              <w:rPr>
                <w:webHidden/>
              </w:rPr>
              <w:t>90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4" w:history="1">
            <w:r w:rsidR="00E22AE1" w:rsidRPr="0006534F">
              <w:rPr>
                <w:rStyle w:val="Hyperlink"/>
              </w:rPr>
              <w:t>3. Dhakar (male)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Toc442791454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5" w:history="1">
            <w:r w:rsidR="00E22AE1" w:rsidRPr="0006534F">
              <w:rPr>
                <w:rStyle w:val="Hyperlink"/>
              </w:rPr>
              <w:t>4. Dhikr (Remembrance)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Toc442791455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6" w:history="1">
            <w:r w:rsidR="00E22AE1" w:rsidRPr="0006534F">
              <w:rPr>
                <w:rStyle w:val="Hyperlink"/>
              </w:rPr>
              <w:t>5. Dhu Qurani al Janah (Distributor of the treasures of heaven)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Toc442791456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7" w:history="1">
            <w:r w:rsidR="00E22AE1" w:rsidRPr="0006534F">
              <w:rPr>
                <w:rStyle w:val="Hyperlink"/>
              </w:rPr>
              <w:t>6. Dhab ain al Nasuan (Titles and Kunyats of Ameerul Momineen asws)</w:t>
            </w:r>
            <w:r w:rsidR="00E22AE1">
              <w:rPr>
                <w:webHidden/>
                <w:rtl/>
              </w:rPr>
              <w:tab/>
            </w:r>
            <w:r w:rsidR="00292F8F">
              <w:rPr>
                <w:webHidden/>
              </w:rPr>
              <w:tab/>
            </w:r>
            <w:r w:rsidR="00292F8F">
              <w:rPr>
                <w:webHidden/>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Toc442791457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8" w:history="1">
            <w:r w:rsidR="00E22AE1" w:rsidRPr="0006534F">
              <w:rPr>
                <w:rStyle w:val="Hyperlink"/>
              </w:rPr>
              <w:t>7. Dhat al Dhawat (Reality of all realities)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Toc442791458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59" w:history="1">
            <w:r w:rsidR="00E22AE1" w:rsidRPr="0006534F">
              <w:rPr>
                <w:rStyle w:val="Hyperlink"/>
              </w:rPr>
              <w:t>8. Dhakheerah al Shakoor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Toc442791459 \h</w:instrText>
            </w:r>
            <w:r w:rsidR="00E22AE1">
              <w:rPr>
                <w:webHidden/>
                <w:rtl/>
              </w:rPr>
              <w:instrText xml:space="preserve"> </w:instrText>
            </w:r>
            <w:r>
              <w:rPr>
                <w:webHidden/>
                <w:rtl/>
              </w:rPr>
            </w:r>
            <w:r>
              <w:rPr>
                <w:webHidden/>
                <w:rtl/>
              </w:rPr>
              <w:fldChar w:fldCharType="separate"/>
            </w:r>
            <w:r w:rsidR="00D46B75">
              <w:rPr>
                <w:webHidden/>
              </w:rPr>
              <w:t>91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0" w:history="1">
            <w:r w:rsidR="00E22AE1" w:rsidRPr="0006534F">
              <w:rPr>
                <w:rStyle w:val="Hyperlink"/>
              </w:rPr>
              <w:t>9. Dharbis al Khataa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Toc442791460 \h</w:instrText>
            </w:r>
            <w:r w:rsidR="00E22AE1">
              <w:rPr>
                <w:webHidden/>
                <w:rtl/>
              </w:rPr>
              <w:instrText xml:space="preserve"> </w:instrText>
            </w:r>
            <w:r>
              <w:rPr>
                <w:webHidden/>
                <w:rtl/>
              </w:rPr>
            </w:r>
            <w:r>
              <w:rPr>
                <w:webHidden/>
                <w:rtl/>
              </w:rPr>
              <w:fldChar w:fldCharType="separate"/>
            </w:r>
            <w:r w:rsidR="00D46B75">
              <w:rPr>
                <w:webHidden/>
              </w:rPr>
              <w:t>92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1" w:history="1">
            <w:r w:rsidR="00E22AE1" w:rsidRPr="0006534F">
              <w:rPr>
                <w:rStyle w:val="Hyperlink"/>
              </w:rPr>
              <w:t>10. Dharmaj al Arsh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Toc442791461 \h</w:instrText>
            </w:r>
            <w:r w:rsidR="00E22AE1">
              <w:rPr>
                <w:webHidden/>
                <w:rtl/>
              </w:rPr>
              <w:instrText xml:space="preserve"> </w:instrText>
            </w:r>
            <w:r>
              <w:rPr>
                <w:webHidden/>
                <w:rtl/>
              </w:rPr>
            </w:r>
            <w:r>
              <w:rPr>
                <w:webHidden/>
                <w:rtl/>
              </w:rPr>
              <w:fldChar w:fldCharType="separate"/>
            </w:r>
            <w:r w:rsidR="00D46B75">
              <w:rPr>
                <w:webHidden/>
              </w:rPr>
              <w:t>92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2" w:history="1">
            <w:r w:rsidR="00E22AE1" w:rsidRPr="0006534F">
              <w:rPr>
                <w:rStyle w:val="Hyperlink"/>
              </w:rPr>
              <w:t>11. Dhakheeratul Dhakhayar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Toc442791462 \h</w:instrText>
            </w:r>
            <w:r w:rsidR="00E22AE1">
              <w:rPr>
                <w:webHidden/>
                <w:rtl/>
              </w:rPr>
              <w:instrText xml:space="preserve"> </w:instrText>
            </w:r>
            <w:r>
              <w:rPr>
                <w:webHidden/>
                <w:rtl/>
              </w:rPr>
            </w:r>
            <w:r>
              <w:rPr>
                <w:webHidden/>
                <w:rtl/>
              </w:rPr>
              <w:fldChar w:fldCharType="separate"/>
            </w:r>
            <w:r w:rsidR="00D46B75">
              <w:rPr>
                <w:webHidden/>
              </w:rPr>
              <w:t>92</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463" w:history="1">
            <w:r w:rsidR="00E22AE1" w:rsidRPr="0006534F">
              <w:rPr>
                <w:rStyle w:val="Hyperlink"/>
              </w:rPr>
              <w:t xml:space="preserve">Ra </w:t>
            </w:r>
            <w:r w:rsidR="00E22AE1" w:rsidRPr="0006534F">
              <w:rPr>
                <w:rStyle w:val="Hyperlink"/>
                <w:rFonts w:hint="eastAsia"/>
                <w:rtl/>
              </w:rPr>
              <w:t>ر</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Toc442791463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4" w:history="1">
            <w:r w:rsidR="00E22AE1" w:rsidRPr="0006534F">
              <w:rPr>
                <w:rStyle w:val="Hyperlink"/>
              </w:rPr>
              <w:t>1. Rahmah (mercy)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Toc442791464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5" w:history="1">
            <w:r w:rsidR="00E22AE1" w:rsidRPr="0006534F">
              <w:rPr>
                <w:rStyle w:val="Hyperlink"/>
              </w:rPr>
              <w:t>2. Radfah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Toc442791465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6" w:history="1">
            <w:r w:rsidR="00E22AE1" w:rsidRPr="0006534F">
              <w:rPr>
                <w:rStyle w:val="Hyperlink"/>
              </w:rPr>
              <w:t>3. Raskh fi al Alim (full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Toc442791466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7" w:history="1">
            <w:r w:rsidR="00E22AE1" w:rsidRPr="0006534F">
              <w:rPr>
                <w:rStyle w:val="Hyperlink"/>
              </w:rPr>
              <w:t>4. Rayatul Hadi (Flag of guidance)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Toc442791467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8" w:history="1">
            <w:r w:rsidR="00E22AE1" w:rsidRPr="0006534F">
              <w:rPr>
                <w:rStyle w:val="Hyperlink"/>
              </w:rPr>
              <w:t>5. Rabaa al arbaat (Fourth of Four)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Toc442791468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69" w:history="1">
            <w:r w:rsidR="00E22AE1" w:rsidRPr="0006534F">
              <w:rPr>
                <w:rStyle w:val="Hyperlink"/>
              </w:rPr>
              <w:t>6. Rabaa al Khalifa (Fourth Caliph)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Toc442791469 \h</w:instrText>
            </w:r>
            <w:r w:rsidR="00E22AE1">
              <w:rPr>
                <w:webHidden/>
                <w:rtl/>
              </w:rPr>
              <w:instrText xml:space="preserve"> </w:instrText>
            </w:r>
            <w:r>
              <w:rPr>
                <w:webHidden/>
                <w:rtl/>
              </w:rPr>
            </w:r>
            <w:r>
              <w:rPr>
                <w:webHidden/>
                <w:rtl/>
              </w:rPr>
              <w:fldChar w:fldCharType="separate"/>
            </w:r>
            <w:r w:rsidR="00D46B75">
              <w:rPr>
                <w:webHidden/>
              </w:rPr>
              <w:t>94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0" w:history="1">
            <w:r w:rsidR="00E22AE1" w:rsidRPr="0006534F">
              <w:rPr>
                <w:rStyle w:val="Hyperlink"/>
              </w:rPr>
              <w:t>7. Rabib RasoolAllah (saw) (Raised by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Toc442791470 \h</w:instrText>
            </w:r>
            <w:r w:rsidR="00E22AE1">
              <w:rPr>
                <w:webHidden/>
                <w:rtl/>
              </w:rPr>
              <w:instrText xml:space="preserve"> </w:instrText>
            </w:r>
            <w:r>
              <w:rPr>
                <w:webHidden/>
                <w:rtl/>
              </w:rPr>
            </w:r>
            <w:r>
              <w:rPr>
                <w:webHidden/>
                <w:rtl/>
              </w:rPr>
              <w:fldChar w:fldCharType="separate"/>
            </w:r>
            <w:r w:rsidR="00D46B75">
              <w:rPr>
                <w:webHidden/>
              </w:rPr>
              <w:t>95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1" w:history="1">
            <w:r w:rsidR="00E22AE1" w:rsidRPr="0006534F">
              <w:rPr>
                <w:rStyle w:val="Hyperlink"/>
              </w:rPr>
              <w:t>8. Rajal al A’araf (Man of Araaf)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Toc442791471 \h</w:instrText>
            </w:r>
            <w:r w:rsidR="00E22AE1">
              <w:rPr>
                <w:webHidden/>
                <w:rtl/>
              </w:rPr>
              <w:instrText xml:space="preserve"> </w:instrText>
            </w:r>
            <w:r>
              <w:rPr>
                <w:webHidden/>
                <w:rtl/>
              </w:rPr>
            </w:r>
            <w:r>
              <w:rPr>
                <w:webHidden/>
                <w:rtl/>
              </w:rPr>
              <w:fldChar w:fldCharType="separate"/>
            </w:r>
            <w:r w:rsidR="00D46B75">
              <w:rPr>
                <w:webHidden/>
              </w:rPr>
              <w:t>95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2" w:history="1">
            <w:r w:rsidR="00E22AE1" w:rsidRPr="0006534F">
              <w:rPr>
                <w:rStyle w:val="Hyperlink"/>
              </w:rPr>
              <w:t>9. Rukan al deen (Pillar of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Toc442791472 \h</w:instrText>
            </w:r>
            <w:r w:rsidR="00E22AE1">
              <w:rPr>
                <w:webHidden/>
                <w:rtl/>
              </w:rPr>
              <w:instrText xml:space="preserve"> </w:instrText>
            </w:r>
            <w:r>
              <w:rPr>
                <w:webHidden/>
                <w:rtl/>
              </w:rPr>
            </w:r>
            <w:r>
              <w:rPr>
                <w:webHidden/>
                <w:rtl/>
              </w:rPr>
              <w:fldChar w:fldCharType="separate"/>
            </w:r>
            <w:r w:rsidR="00D46B75">
              <w:rPr>
                <w:webHidden/>
              </w:rPr>
              <w:t>95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3" w:history="1">
            <w:r w:rsidR="00E22AE1" w:rsidRPr="0006534F">
              <w:rPr>
                <w:rStyle w:val="Hyperlink"/>
              </w:rPr>
              <w:t>10. Rayis al bakaian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Toc442791473 \h</w:instrText>
            </w:r>
            <w:r w:rsidR="00E22AE1">
              <w:rPr>
                <w:webHidden/>
                <w:rtl/>
              </w:rPr>
              <w:instrText xml:space="preserve"> </w:instrText>
            </w:r>
            <w:r>
              <w:rPr>
                <w:webHidden/>
                <w:rtl/>
              </w:rPr>
            </w:r>
            <w:r>
              <w:rPr>
                <w:webHidden/>
                <w:rtl/>
              </w:rPr>
              <w:fldChar w:fldCharType="separate"/>
            </w:r>
            <w:r w:rsidR="00D46B75">
              <w:rPr>
                <w:webHidden/>
              </w:rPr>
              <w:t>95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4" w:history="1">
            <w:r w:rsidR="00E22AE1" w:rsidRPr="0006534F">
              <w:rPr>
                <w:rStyle w:val="Hyperlink"/>
              </w:rPr>
              <w:t>11. Ruq al Munshoor (Scripture of Munshoor)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Toc442791474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5" w:history="1">
            <w:r w:rsidR="00E22AE1" w:rsidRPr="0006534F">
              <w:rPr>
                <w:rStyle w:val="Hyperlink"/>
              </w:rPr>
              <w:t>12. Ramitul Qowasaf (Man with resonating voice)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Toc442791475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6" w:history="1">
            <w:r w:rsidR="00E22AE1" w:rsidRPr="0006534F">
              <w:rPr>
                <w:rStyle w:val="Hyperlink"/>
              </w:rPr>
              <w:t>13. Rajal al A’araf (man of Araaf)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Toc442791476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7" w:history="1">
            <w:r w:rsidR="00E22AE1" w:rsidRPr="0006534F">
              <w:rPr>
                <w:rStyle w:val="Hyperlink"/>
              </w:rPr>
              <w:t>14. Raqib al Marsad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Toc442791477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8" w:history="1">
            <w:r w:rsidR="00E22AE1" w:rsidRPr="0006534F">
              <w:rPr>
                <w:rStyle w:val="Hyperlink"/>
              </w:rPr>
              <w:t>15. Rasid al Najm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Toc442791478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79" w:history="1">
            <w:r w:rsidR="00E22AE1" w:rsidRPr="0006534F">
              <w:rPr>
                <w:rStyle w:val="Hyperlink"/>
              </w:rPr>
              <w:t>16. Rahmatul Nafaa (most benevolent mercy)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Toc442791479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0" w:history="1">
            <w:r w:rsidR="00E22AE1" w:rsidRPr="0006534F">
              <w:rPr>
                <w:rStyle w:val="Hyperlink"/>
              </w:rPr>
              <w:t>17. Raseen al Bala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Toc442791480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1" w:history="1">
            <w:r w:rsidR="00E22AE1" w:rsidRPr="0006534F">
              <w:rPr>
                <w:rStyle w:val="Hyperlink"/>
              </w:rPr>
              <w:t>18. Rayis al Masbahat (Master of those who praise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Toc442791481 \h</w:instrText>
            </w:r>
            <w:r w:rsidR="00E22AE1">
              <w:rPr>
                <w:webHidden/>
                <w:rtl/>
              </w:rPr>
              <w:instrText xml:space="preserve"> </w:instrText>
            </w:r>
            <w:r>
              <w:rPr>
                <w:webHidden/>
                <w:rtl/>
              </w:rPr>
            </w:r>
            <w:r>
              <w:rPr>
                <w:webHidden/>
                <w:rtl/>
              </w:rPr>
              <w:fldChar w:fldCharType="separate"/>
            </w:r>
            <w:r w:rsidR="00D46B75">
              <w:rPr>
                <w:webHidden/>
              </w:rPr>
              <w:t>96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2" w:history="1">
            <w:r w:rsidR="00E22AE1" w:rsidRPr="0006534F">
              <w:rPr>
                <w:rStyle w:val="Hyperlink"/>
              </w:rPr>
              <w:t>19. Raskh al Jabil (strongest mountain)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Toc442791482 \h</w:instrText>
            </w:r>
            <w:r w:rsidR="00E22AE1">
              <w:rPr>
                <w:webHidden/>
                <w:rtl/>
              </w:rPr>
              <w:instrText xml:space="preserve"> </w:instrText>
            </w:r>
            <w:r>
              <w:rPr>
                <w:webHidden/>
                <w:rtl/>
              </w:rPr>
            </w:r>
            <w:r>
              <w:rPr>
                <w:webHidden/>
                <w:rtl/>
              </w:rPr>
              <w:fldChar w:fldCharType="separate"/>
            </w:r>
            <w:r w:rsidR="00D46B75">
              <w:rPr>
                <w:webHidden/>
              </w:rPr>
              <w:t>97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3" w:history="1">
            <w:r w:rsidR="00E22AE1" w:rsidRPr="0006534F">
              <w:rPr>
                <w:rStyle w:val="Hyperlink"/>
              </w:rPr>
              <w:t>20. Rosiyan al Tarajam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Toc442791483 \h</w:instrText>
            </w:r>
            <w:r w:rsidR="00E22AE1">
              <w:rPr>
                <w:webHidden/>
                <w:rtl/>
              </w:rPr>
              <w:instrText xml:space="preserve"> </w:instrText>
            </w:r>
            <w:r>
              <w:rPr>
                <w:webHidden/>
                <w:rtl/>
              </w:rPr>
            </w:r>
            <w:r>
              <w:rPr>
                <w:webHidden/>
                <w:rtl/>
              </w:rPr>
              <w:fldChar w:fldCharType="separate"/>
            </w:r>
            <w:r w:rsidR="00D46B75">
              <w:rPr>
                <w:webHidden/>
              </w:rPr>
              <w:t>97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4" w:history="1">
            <w:r w:rsidR="00E22AE1" w:rsidRPr="0006534F">
              <w:rPr>
                <w:rStyle w:val="Hyperlink"/>
              </w:rPr>
              <w:t>21. Rooh al Ashabah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Toc442791484 \h</w:instrText>
            </w:r>
            <w:r w:rsidR="00E22AE1">
              <w:rPr>
                <w:webHidden/>
                <w:rtl/>
              </w:rPr>
              <w:instrText xml:space="preserve"> </w:instrText>
            </w:r>
            <w:r>
              <w:rPr>
                <w:webHidden/>
                <w:rtl/>
              </w:rPr>
            </w:r>
            <w:r>
              <w:rPr>
                <w:webHidden/>
                <w:rtl/>
              </w:rPr>
              <w:fldChar w:fldCharType="separate"/>
            </w:r>
            <w:r w:rsidR="00D46B75">
              <w:rPr>
                <w:webHidden/>
              </w:rPr>
              <w:t>97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5" w:history="1">
            <w:r w:rsidR="00E22AE1" w:rsidRPr="0006534F">
              <w:rPr>
                <w:rStyle w:val="Hyperlink"/>
              </w:rPr>
              <w:t>22. Rizwan Allah (will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Toc442791485 \h</w:instrText>
            </w:r>
            <w:r w:rsidR="00E22AE1">
              <w:rPr>
                <w:webHidden/>
                <w:rtl/>
              </w:rPr>
              <w:instrText xml:space="preserve"> </w:instrText>
            </w:r>
            <w:r>
              <w:rPr>
                <w:webHidden/>
                <w:rtl/>
              </w:rPr>
            </w:r>
            <w:r>
              <w:rPr>
                <w:webHidden/>
                <w:rtl/>
              </w:rPr>
              <w:fldChar w:fldCharType="separate"/>
            </w:r>
            <w:r w:rsidR="00D46B75">
              <w:rPr>
                <w:webHidden/>
              </w:rPr>
              <w:t>97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6" w:history="1">
            <w:r w:rsidR="00E22AE1" w:rsidRPr="0006534F">
              <w:rPr>
                <w:rStyle w:val="Hyperlink"/>
              </w:rPr>
              <w:t>23. Rafi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Toc442791486 \h</w:instrText>
            </w:r>
            <w:r w:rsidR="00E22AE1">
              <w:rPr>
                <w:webHidden/>
                <w:rtl/>
              </w:rPr>
              <w:instrText xml:space="preserve"> </w:instrText>
            </w:r>
            <w:r>
              <w:rPr>
                <w:webHidden/>
                <w:rtl/>
              </w:rPr>
            </w:r>
            <w:r>
              <w:rPr>
                <w:webHidden/>
                <w:rtl/>
              </w:rPr>
              <w:fldChar w:fldCharType="separate"/>
            </w:r>
            <w:r w:rsidR="00D46B75">
              <w:rPr>
                <w:webHidden/>
              </w:rPr>
              <w:t>97</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487" w:history="1">
            <w:r w:rsidR="00E22AE1" w:rsidRPr="0006534F">
              <w:rPr>
                <w:rStyle w:val="Hyperlink"/>
              </w:rPr>
              <w:t xml:space="preserve">Za </w:t>
            </w:r>
            <w:r w:rsidR="00E22AE1" w:rsidRPr="0006534F">
              <w:rPr>
                <w:rStyle w:val="Hyperlink"/>
                <w:rFonts w:hint="eastAsia"/>
                <w:rtl/>
              </w:rPr>
              <w:t>ز</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Toc442791487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8" w:history="1">
            <w:r w:rsidR="00E22AE1" w:rsidRPr="0006534F">
              <w:rPr>
                <w:rStyle w:val="Hyperlink"/>
              </w:rPr>
              <w:t>1. Zaid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Toc442791488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89" w:history="1">
            <w:r w:rsidR="00E22AE1" w:rsidRPr="0006534F">
              <w:rPr>
                <w:rStyle w:val="Hyperlink"/>
              </w:rPr>
              <w:t>2. Zeenat al Majalis (Beautification of gathering)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Toc442791489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0" w:history="1">
            <w:r w:rsidR="00E22AE1" w:rsidRPr="0006534F">
              <w:rPr>
                <w:rStyle w:val="Hyperlink"/>
              </w:rPr>
              <w:t>3. Zawj al Aramil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Toc442791490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1" w:history="1">
            <w:r w:rsidR="00E22AE1" w:rsidRPr="0006534F">
              <w:rPr>
                <w:rStyle w:val="Hyperlink"/>
              </w:rPr>
              <w:t>4. Zahil al Kowakab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Toc442791491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2" w:history="1">
            <w:r w:rsidR="00E22AE1" w:rsidRPr="0006534F">
              <w:rPr>
                <w:rStyle w:val="Hyperlink"/>
              </w:rPr>
              <w:t>5. Zajir al Bihar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Toc442791492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3" w:history="1">
            <w:r w:rsidR="00E22AE1" w:rsidRPr="0006534F">
              <w:rPr>
                <w:rStyle w:val="Hyperlink"/>
              </w:rPr>
              <w:t>6. Zaman al Matul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Toc442791493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4" w:history="1">
            <w:r w:rsidR="00E22AE1" w:rsidRPr="0006534F">
              <w:rPr>
                <w:rStyle w:val="Hyperlink"/>
              </w:rPr>
              <w:t>7. Zarkim al Ghaylan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Toc442791494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5" w:history="1">
            <w:r w:rsidR="00E22AE1" w:rsidRPr="0006534F">
              <w:rPr>
                <w:rStyle w:val="Hyperlink"/>
              </w:rPr>
              <w:t>8. Zahrah al Noor (noor of flowers)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Toc442791495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6" w:history="1">
            <w:r w:rsidR="00E22AE1" w:rsidRPr="0006534F">
              <w:rPr>
                <w:rStyle w:val="Hyperlink"/>
              </w:rPr>
              <w:t>9. Zaki al Waghiya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Toc442791496 \h</w:instrText>
            </w:r>
            <w:r w:rsidR="00E22AE1">
              <w:rPr>
                <w:webHidden/>
                <w:rtl/>
              </w:rPr>
              <w:instrText xml:space="preserve"> </w:instrText>
            </w:r>
            <w:r>
              <w:rPr>
                <w:webHidden/>
                <w:rtl/>
              </w:rPr>
            </w:r>
            <w:r>
              <w:rPr>
                <w:webHidden/>
                <w:rtl/>
              </w:rPr>
              <w:fldChar w:fldCharType="separate"/>
            </w:r>
            <w:r w:rsidR="00D46B75">
              <w:rPr>
                <w:webHidden/>
              </w:rPr>
              <w:t>99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7" w:history="1">
            <w:r w:rsidR="00E22AE1" w:rsidRPr="0006534F">
              <w:rPr>
                <w:rStyle w:val="Hyperlink"/>
              </w:rPr>
              <w:t>10. Zajir al Qowasif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Toc442791497 \h</w:instrText>
            </w:r>
            <w:r w:rsidR="00E22AE1">
              <w:rPr>
                <w:webHidden/>
                <w:rtl/>
              </w:rPr>
              <w:instrText xml:space="preserve"> </w:instrText>
            </w:r>
            <w:r>
              <w:rPr>
                <w:webHidden/>
                <w:rtl/>
              </w:rPr>
            </w:r>
            <w:r>
              <w:rPr>
                <w:webHidden/>
                <w:rtl/>
              </w:rPr>
              <w:fldChar w:fldCharType="separate"/>
            </w:r>
            <w:r w:rsidR="00D46B75">
              <w:rPr>
                <w:webHidden/>
              </w:rPr>
              <w:t>100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8" w:history="1">
            <w:r w:rsidR="00E22AE1" w:rsidRPr="0006534F">
              <w:rPr>
                <w:rStyle w:val="Hyperlink"/>
              </w:rPr>
              <w:t>11. Zimlah al Faris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Toc442791498 \h</w:instrText>
            </w:r>
            <w:r w:rsidR="00E22AE1">
              <w:rPr>
                <w:webHidden/>
                <w:rtl/>
              </w:rPr>
              <w:instrText xml:space="preserve"> </w:instrText>
            </w:r>
            <w:r>
              <w:rPr>
                <w:webHidden/>
                <w:rtl/>
              </w:rPr>
            </w:r>
            <w:r>
              <w:rPr>
                <w:webHidden/>
                <w:rtl/>
              </w:rPr>
              <w:fldChar w:fldCharType="separate"/>
            </w:r>
            <w:r w:rsidR="00D46B75">
              <w:rPr>
                <w:webHidden/>
              </w:rPr>
              <w:t>100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499" w:history="1">
            <w:r w:rsidR="00E22AE1" w:rsidRPr="0006534F">
              <w:rPr>
                <w:rStyle w:val="Hyperlink"/>
              </w:rPr>
              <w:t>12. Zawj Syedatul Nisa al Alameen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Toc442791499 \h</w:instrText>
            </w:r>
            <w:r w:rsidR="00E22AE1">
              <w:rPr>
                <w:webHidden/>
                <w:rtl/>
              </w:rPr>
              <w:instrText xml:space="preserve"> </w:instrText>
            </w:r>
            <w:r>
              <w:rPr>
                <w:webHidden/>
                <w:rtl/>
              </w:rPr>
            </w:r>
            <w:r>
              <w:rPr>
                <w:webHidden/>
                <w:rtl/>
              </w:rPr>
              <w:fldChar w:fldCharType="separate"/>
            </w:r>
            <w:r w:rsidR="00D46B75">
              <w:rPr>
                <w:webHidden/>
              </w:rPr>
              <w:t>100</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500" w:history="1">
            <w:r w:rsidR="00E22AE1" w:rsidRPr="0006534F">
              <w:rPr>
                <w:rStyle w:val="Hyperlink"/>
              </w:rPr>
              <w:t xml:space="preserve">Seen </w:t>
            </w:r>
            <w:r w:rsidR="00E22AE1" w:rsidRPr="0006534F">
              <w:rPr>
                <w:rStyle w:val="Hyperlink"/>
                <w:rFonts w:hint="eastAsia"/>
                <w:rtl/>
              </w:rPr>
              <w:t>س</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Toc442791500 \h</w:instrText>
            </w:r>
            <w:r w:rsidR="00E22AE1">
              <w:rPr>
                <w:webHidden/>
                <w:rtl/>
              </w:rPr>
              <w:instrText xml:space="preserve"> </w:instrText>
            </w:r>
            <w:r>
              <w:rPr>
                <w:webHidden/>
                <w:rtl/>
              </w:rPr>
            </w:r>
            <w:r>
              <w:rPr>
                <w:webHidden/>
                <w:rtl/>
              </w:rPr>
              <w:fldChar w:fldCharType="separate"/>
            </w:r>
            <w:r w:rsidR="00D46B75">
              <w:rPr>
                <w:webHidden/>
              </w:rPr>
              <w:t>103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1" w:history="1">
            <w:r w:rsidR="00E22AE1" w:rsidRPr="0006534F">
              <w:rPr>
                <w:rStyle w:val="Hyperlink"/>
              </w:rPr>
              <w:t>1. Syedal Muslameen (Master of Muslims)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Toc442791501 \h</w:instrText>
            </w:r>
            <w:r w:rsidR="00E22AE1">
              <w:rPr>
                <w:webHidden/>
                <w:rtl/>
              </w:rPr>
              <w:instrText xml:space="preserve"> </w:instrText>
            </w:r>
            <w:r>
              <w:rPr>
                <w:webHidden/>
                <w:rtl/>
              </w:rPr>
            </w:r>
            <w:r>
              <w:rPr>
                <w:webHidden/>
                <w:rtl/>
              </w:rPr>
              <w:fldChar w:fldCharType="separate"/>
            </w:r>
            <w:r w:rsidR="00D46B75">
              <w:rPr>
                <w:webHidden/>
              </w:rPr>
              <w:t>103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2" w:history="1">
            <w:r w:rsidR="00E22AE1" w:rsidRPr="0006534F">
              <w:rPr>
                <w:rStyle w:val="Hyperlink"/>
              </w:rPr>
              <w:t>2. Syed ul Arab (Master of Arabs)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Toc442791502 \h</w:instrText>
            </w:r>
            <w:r w:rsidR="00E22AE1">
              <w:rPr>
                <w:webHidden/>
                <w:rtl/>
              </w:rPr>
              <w:instrText xml:space="preserve"> </w:instrText>
            </w:r>
            <w:r>
              <w:rPr>
                <w:webHidden/>
                <w:rtl/>
              </w:rPr>
            </w:r>
            <w:r>
              <w:rPr>
                <w:webHidden/>
                <w:rtl/>
              </w:rPr>
              <w:fldChar w:fldCharType="separate"/>
            </w:r>
            <w:r w:rsidR="00D46B75">
              <w:rPr>
                <w:webHidden/>
              </w:rPr>
              <w:t>103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3" w:history="1">
            <w:r w:rsidR="00E22AE1" w:rsidRPr="0006534F">
              <w:rPr>
                <w:rStyle w:val="Hyperlink"/>
              </w:rPr>
              <w:t>3. Safah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Toc442791503 \h</w:instrText>
            </w:r>
            <w:r w:rsidR="00E22AE1">
              <w:rPr>
                <w:webHidden/>
                <w:rtl/>
              </w:rPr>
              <w:instrText xml:space="preserve"> </w:instrText>
            </w:r>
            <w:r>
              <w:rPr>
                <w:webHidden/>
                <w:rtl/>
              </w:rPr>
            </w:r>
            <w:r>
              <w:rPr>
                <w:webHidden/>
                <w:rtl/>
              </w:rPr>
              <w:fldChar w:fldCharType="separate"/>
            </w:r>
            <w:r w:rsidR="00D46B75">
              <w:rPr>
                <w:webHidden/>
              </w:rPr>
              <w:t>103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4" w:history="1">
            <w:r w:rsidR="00E22AE1" w:rsidRPr="0006534F">
              <w:rPr>
                <w:rStyle w:val="Hyperlink"/>
              </w:rPr>
              <w:t>4. Salamti (Peace)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Toc442791504 \h</w:instrText>
            </w:r>
            <w:r w:rsidR="00E22AE1">
              <w:rPr>
                <w:webHidden/>
                <w:rtl/>
              </w:rPr>
              <w:instrText xml:space="preserve"> </w:instrText>
            </w:r>
            <w:r>
              <w:rPr>
                <w:webHidden/>
                <w:rtl/>
              </w:rPr>
            </w:r>
            <w:r>
              <w:rPr>
                <w:webHidden/>
                <w:rtl/>
              </w:rPr>
              <w:fldChar w:fldCharType="separate"/>
            </w:r>
            <w:r w:rsidR="00D46B75">
              <w:rPr>
                <w:webHidden/>
              </w:rPr>
              <w:t>103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5" w:history="1">
            <w:r w:rsidR="00E22AE1" w:rsidRPr="0006534F">
              <w:rPr>
                <w:rStyle w:val="Hyperlink"/>
              </w:rPr>
              <w:t>5. Syed (master)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Toc442791505 \h</w:instrText>
            </w:r>
            <w:r w:rsidR="00E22AE1">
              <w:rPr>
                <w:webHidden/>
                <w:rtl/>
              </w:rPr>
              <w:instrText xml:space="preserve"> </w:instrText>
            </w:r>
            <w:r>
              <w:rPr>
                <w:webHidden/>
                <w:rtl/>
              </w:rPr>
            </w:r>
            <w:r>
              <w:rPr>
                <w:webHidden/>
                <w:rtl/>
              </w:rPr>
              <w:fldChar w:fldCharType="separate"/>
            </w:r>
            <w:r w:rsidR="00D46B75">
              <w:rPr>
                <w:webHidden/>
              </w:rPr>
              <w:t>104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6" w:history="1">
            <w:r w:rsidR="00E22AE1" w:rsidRPr="0006534F">
              <w:rPr>
                <w:rStyle w:val="Hyperlink"/>
              </w:rPr>
              <w:t>6. Sahabaal Bayzaa (white cloud)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Toc442791506 \h</w:instrText>
            </w:r>
            <w:r w:rsidR="00E22AE1">
              <w:rPr>
                <w:webHidden/>
                <w:rtl/>
              </w:rPr>
              <w:instrText xml:space="preserve"> </w:instrText>
            </w:r>
            <w:r>
              <w:rPr>
                <w:webHidden/>
                <w:rtl/>
              </w:rPr>
            </w:r>
            <w:r>
              <w:rPr>
                <w:webHidden/>
                <w:rtl/>
              </w:rPr>
              <w:fldChar w:fldCharType="separate"/>
            </w:r>
            <w:r w:rsidR="00D46B75">
              <w:rPr>
                <w:webHidden/>
              </w:rPr>
              <w:t>104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7" w:history="1">
            <w:r w:rsidR="00E22AE1" w:rsidRPr="0006534F">
              <w:rPr>
                <w:rStyle w:val="Hyperlink"/>
              </w:rPr>
              <w:t>7. Syed al Khaliq (Master of the entire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Toc442791507 \h</w:instrText>
            </w:r>
            <w:r w:rsidR="00E22AE1">
              <w:rPr>
                <w:webHidden/>
                <w:rtl/>
              </w:rPr>
              <w:instrText xml:space="preserve"> </w:instrText>
            </w:r>
            <w:r>
              <w:rPr>
                <w:webHidden/>
                <w:rtl/>
              </w:rPr>
            </w:r>
            <w:r>
              <w:rPr>
                <w:webHidden/>
                <w:rtl/>
              </w:rPr>
              <w:fldChar w:fldCharType="separate"/>
            </w:r>
            <w:r w:rsidR="00D46B75">
              <w:rPr>
                <w:webHidden/>
              </w:rPr>
              <w:t>104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8" w:history="1">
            <w:r w:rsidR="00E22AE1" w:rsidRPr="0006534F">
              <w:rPr>
                <w:rStyle w:val="Hyperlink"/>
              </w:rPr>
              <w:t>8. Safeef Nuh (Arc of Nuh)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Toc442791508 \h</w:instrText>
            </w:r>
            <w:r w:rsidR="00E22AE1">
              <w:rPr>
                <w:webHidden/>
                <w:rtl/>
              </w:rPr>
              <w:instrText xml:space="preserve"> </w:instrText>
            </w:r>
            <w:r>
              <w:rPr>
                <w:webHidden/>
                <w:rtl/>
              </w:rPr>
            </w:r>
            <w:r>
              <w:rPr>
                <w:webHidden/>
                <w:rtl/>
              </w:rPr>
              <w:fldChar w:fldCharType="separate"/>
            </w:r>
            <w:r w:rsidR="00D46B75">
              <w:rPr>
                <w:webHidden/>
              </w:rPr>
              <w:t>104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09" w:history="1">
            <w:r w:rsidR="00E22AE1" w:rsidRPr="0006534F">
              <w:rPr>
                <w:rStyle w:val="Hyperlink"/>
              </w:rPr>
              <w:t>9. Sabiq al Khairat (Good deeds)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Toc442791509 \h</w:instrText>
            </w:r>
            <w:r w:rsidR="00E22AE1">
              <w:rPr>
                <w:webHidden/>
                <w:rtl/>
              </w:rPr>
              <w:instrText xml:space="preserve"> </w:instrText>
            </w:r>
            <w:r>
              <w:rPr>
                <w:webHidden/>
                <w:rtl/>
              </w:rPr>
            </w:r>
            <w:r>
              <w:rPr>
                <w:webHidden/>
                <w:rtl/>
              </w:rPr>
              <w:fldChar w:fldCharType="separate"/>
            </w:r>
            <w:r w:rsidR="00D46B75">
              <w:rPr>
                <w:webHidden/>
              </w:rPr>
              <w:t>104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0" w:history="1">
            <w:r w:rsidR="00E22AE1" w:rsidRPr="0006534F">
              <w:rPr>
                <w:rStyle w:val="Hyperlink"/>
              </w:rPr>
              <w:t>10. Saqi al Kausar (distributor of the water of the pool of Kausar)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Toc442791510 \h</w:instrText>
            </w:r>
            <w:r w:rsidR="00E22AE1">
              <w:rPr>
                <w:webHidden/>
                <w:rtl/>
              </w:rPr>
              <w:instrText xml:space="preserve"> </w:instrText>
            </w:r>
            <w:r>
              <w:rPr>
                <w:webHidden/>
                <w:rtl/>
              </w:rPr>
            </w:r>
            <w:r>
              <w:rPr>
                <w:webHidden/>
                <w:rtl/>
              </w:rPr>
              <w:fldChar w:fldCharType="separate"/>
            </w:r>
            <w:r w:rsidR="00D46B75">
              <w:rPr>
                <w:webHidden/>
              </w:rPr>
              <w:t>105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1" w:history="1">
            <w:r w:rsidR="00E22AE1" w:rsidRPr="0006534F">
              <w:rPr>
                <w:rStyle w:val="Hyperlink"/>
              </w:rPr>
              <w:t>11. Sabeeq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Toc442791511 \h</w:instrText>
            </w:r>
            <w:r w:rsidR="00E22AE1">
              <w:rPr>
                <w:webHidden/>
                <w:rtl/>
              </w:rPr>
              <w:instrText xml:space="preserve"> </w:instrText>
            </w:r>
            <w:r>
              <w:rPr>
                <w:webHidden/>
                <w:rtl/>
              </w:rPr>
            </w:r>
            <w:r>
              <w:rPr>
                <w:webHidden/>
                <w:rtl/>
              </w:rPr>
              <w:fldChar w:fldCharType="separate"/>
            </w:r>
            <w:r w:rsidR="00D46B75">
              <w:rPr>
                <w:webHidden/>
              </w:rPr>
              <w:t>105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2" w:history="1">
            <w:r w:rsidR="00E22AE1" w:rsidRPr="0006534F">
              <w:rPr>
                <w:rStyle w:val="Hyperlink"/>
              </w:rPr>
              <w:t>12. Syed Ahlul Jannah (Master of the people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Toc442791512 \h</w:instrText>
            </w:r>
            <w:r w:rsidR="00E22AE1">
              <w:rPr>
                <w:webHidden/>
                <w:rtl/>
              </w:rPr>
              <w:instrText xml:space="preserve"> </w:instrText>
            </w:r>
            <w:r>
              <w:rPr>
                <w:webHidden/>
                <w:rtl/>
              </w:rPr>
            </w:r>
            <w:r>
              <w:rPr>
                <w:webHidden/>
                <w:rtl/>
              </w:rPr>
              <w:fldChar w:fldCharType="separate"/>
            </w:r>
            <w:r w:rsidR="00D46B75">
              <w:rPr>
                <w:webHidden/>
              </w:rPr>
              <w:t>105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3" w:history="1">
            <w:r w:rsidR="00E22AE1" w:rsidRPr="0006534F">
              <w:rPr>
                <w:rStyle w:val="Hyperlink"/>
              </w:rPr>
              <w:t>13. Syed ul Sheeb (master of elderly)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Toc442791513 \h</w:instrText>
            </w:r>
            <w:r w:rsidR="00E22AE1">
              <w:rPr>
                <w:webHidden/>
                <w:rtl/>
              </w:rPr>
              <w:instrText xml:space="preserve"> </w:instrText>
            </w:r>
            <w:r>
              <w:rPr>
                <w:webHidden/>
                <w:rtl/>
              </w:rPr>
            </w:r>
            <w:r>
              <w:rPr>
                <w:webHidden/>
                <w:rtl/>
              </w:rPr>
              <w:fldChar w:fldCharType="separate"/>
            </w:r>
            <w:r w:rsidR="00D46B75">
              <w:rPr>
                <w:webHidden/>
              </w:rPr>
              <w:t>105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4" w:history="1">
            <w:r w:rsidR="00E22AE1" w:rsidRPr="0006534F">
              <w:rPr>
                <w:rStyle w:val="Hyperlink"/>
              </w:rPr>
              <w:t>14. Saif Allah (Sword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Toc442791514 \h</w:instrText>
            </w:r>
            <w:r w:rsidR="00E22AE1">
              <w:rPr>
                <w:webHidden/>
                <w:rtl/>
              </w:rPr>
              <w:instrText xml:space="preserve"> </w:instrText>
            </w:r>
            <w:r>
              <w:rPr>
                <w:webHidden/>
                <w:rtl/>
              </w:rPr>
            </w:r>
            <w:r>
              <w:rPr>
                <w:webHidden/>
                <w:rtl/>
              </w:rPr>
              <w:fldChar w:fldCharType="separate"/>
            </w:r>
            <w:r w:rsidR="00D46B75">
              <w:rPr>
                <w:webHidden/>
              </w:rPr>
              <w:t>105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5" w:history="1">
            <w:r w:rsidR="00E22AE1" w:rsidRPr="0006534F">
              <w:rPr>
                <w:rStyle w:val="Hyperlink"/>
              </w:rPr>
              <w:t>15. Syed Ahlul Arz (Master of the people of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Toc442791515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6" w:history="1">
            <w:r w:rsidR="00E22AE1" w:rsidRPr="0006534F">
              <w:rPr>
                <w:rStyle w:val="Hyperlink"/>
              </w:rPr>
              <w:t>16. Syed ul Wasieen (Master of successors)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Toc442791516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7" w:history="1">
            <w:r w:rsidR="00E22AE1" w:rsidRPr="0006534F">
              <w:rPr>
                <w:rStyle w:val="Hyperlink"/>
              </w:rPr>
              <w:t>17. Sabeel al Maqeem (road that still abides)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Toc442791517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8" w:history="1">
            <w:r w:rsidR="00E22AE1" w:rsidRPr="0006534F">
              <w:rPr>
                <w:rStyle w:val="Hyperlink"/>
              </w:rPr>
              <w:t>18. Samaa (heavens)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Toc442791518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19" w:history="1">
            <w:r w:rsidR="00E22AE1" w:rsidRPr="0006534F">
              <w:rPr>
                <w:rStyle w:val="Hyperlink"/>
              </w:rPr>
              <w:t>19. Sa’a (hour)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Toc442791519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0" w:history="1">
            <w:r w:rsidR="00E22AE1" w:rsidRPr="0006534F">
              <w:rPr>
                <w:rStyle w:val="Hyperlink"/>
              </w:rPr>
              <w:t>20. Sayiq al Raad (Creator of lightning)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Toc442791520 \h</w:instrText>
            </w:r>
            <w:r w:rsidR="00E22AE1">
              <w:rPr>
                <w:webHidden/>
                <w:rtl/>
              </w:rPr>
              <w:instrText xml:space="preserve"> </w:instrText>
            </w:r>
            <w:r>
              <w:rPr>
                <w:webHidden/>
                <w:rtl/>
              </w:rPr>
            </w:r>
            <w:r>
              <w:rPr>
                <w:webHidden/>
                <w:rtl/>
              </w:rPr>
              <w:fldChar w:fldCharType="separate"/>
            </w:r>
            <w:r w:rsidR="00D46B75">
              <w:rPr>
                <w:webHidden/>
              </w:rPr>
              <w:t>106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1" w:history="1">
            <w:r w:rsidR="00E22AE1" w:rsidRPr="0006534F">
              <w:rPr>
                <w:rStyle w:val="Hyperlink"/>
              </w:rPr>
              <w:t>21. Samandal al Aflak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Toc442791521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2" w:history="1">
            <w:r w:rsidR="00E22AE1" w:rsidRPr="0006534F">
              <w:rPr>
                <w:rStyle w:val="Hyperlink"/>
              </w:rPr>
              <w:t>22. Saqif al Marfooa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Toc442791522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3" w:history="1">
            <w:r w:rsidR="00E22AE1" w:rsidRPr="0006534F">
              <w:rPr>
                <w:rStyle w:val="Hyperlink"/>
              </w:rPr>
              <w:t>23. Simak al Bahu</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Toc442791523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4" w:history="1">
            <w:r w:rsidR="00E22AE1" w:rsidRPr="0006534F">
              <w:rPr>
                <w:rStyle w:val="Hyperlink"/>
              </w:rPr>
              <w:t>24. Sabeel Allah (way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Toc442791524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5" w:history="1">
            <w:r w:rsidR="00E22AE1" w:rsidRPr="0006534F">
              <w:rPr>
                <w:rStyle w:val="Hyperlink"/>
              </w:rPr>
              <w:t>25. Soot Azab Allah (Blow of the Wrath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Toc442791525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6" w:history="1">
            <w:r w:rsidR="00E22AE1" w:rsidRPr="0006534F">
              <w:rPr>
                <w:rStyle w:val="Hyperlink"/>
              </w:rPr>
              <w:t>26. Sidrat ul Muntaha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Toc442791526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7" w:history="1">
            <w:r w:rsidR="00E22AE1" w:rsidRPr="0006534F">
              <w:rPr>
                <w:rStyle w:val="Hyperlink"/>
              </w:rPr>
              <w:t>27. Saleel al Athar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Toc442791527 \h</w:instrText>
            </w:r>
            <w:r w:rsidR="00E22AE1">
              <w:rPr>
                <w:webHidden/>
                <w:rtl/>
              </w:rPr>
              <w:instrText xml:space="preserve"> </w:instrText>
            </w:r>
            <w:r>
              <w:rPr>
                <w:webHidden/>
                <w:rtl/>
              </w:rPr>
            </w:r>
            <w:r>
              <w:rPr>
                <w:webHidden/>
                <w:rtl/>
              </w:rPr>
              <w:fldChar w:fldCharType="separate"/>
            </w:r>
            <w:r w:rsidR="00D46B75">
              <w:rPr>
                <w:webHidden/>
              </w:rPr>
              <w:t>107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8" w:history="1">
            <w:r w:rsidR="00E22AE1" w:rsidRPr="0006534F">
              <w:rPr>
                <w:rStyle w:val="Hyperlink"/>
              </w:rPr>
              <w:t>28. Safeer Allah (Representative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Toc442791528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29" w:history="1">
            <w:r w:rsidR="00E22AE1" w:rsidRPr="0006534F">
              <w:rPr>
                <w:rStyle w:val="Hyperlink"/>
              </w:rPr>
              <w:t>29. Sa’ad al Zahra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Toc442791529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0" w:history="1">
            <w:r w:rsidR="00E22AE1" w:rsidRPr="0006534F">
              <w:rPr>
                <w:rStyle w:val="Hyperlink"/>
              </w:rPr>
              <w:t>30. Sar al Khafiyat (secret of secrets)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Toc442791530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1" w:history="1">
            <w:r w:rsidR="00E22AE1" w:rsidRPr="0006534F">
              <w:rPr>
                <w:rStyle w:val="Hyperlink"/>
              </w:rPr>
              <w:t>31. Simak al Jabil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Toc442791531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2" w:history="1">
            <w:r w:rsidR="00E22AE1" w:rsidRPr="0006534F">
              <w:rPr>
                <w:rStyle w:val="Hyperlink"/>
              </w:rPr>
              <w:t>32. Sar Ibrahim (secret of Ibrahim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Toc442791532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3" w:history="1">
            <w:r w:rsidR="00E22AE1" w:rsidRPr="0006534F">
              <w:rPr>
                <w:rStyle w:val="Hyperlink"/>
              </w:rPr>
              <w:t>33. Saad al Jad (fortune of His forefathers)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Toc442791533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4" w:history="1">
            <w:r w:rsidR="00E22AE1" w:rsidRPr="0006534F">
              <w:rPr>
                <w:rStyle w:val="Hyperlink"/>
              </w:rPr>
              <w:t>34. Soorat al Natalaha (verse of recitors)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Toc442791534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5" w:history="1">
            <w:r w:rsidR="00E22AE1" w:rsidRPr="0006534F">
              <w:rPr>
                <w:rStyle w:val="Hyperlink"/>
              </w:rPr>
              <w:t>35. Sabiq al Zumr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Toc442791535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6" w:history="1">
            <w:r w:rsidR="00E22AE1" w:rsidRPr="0006534F">
              <w:rPr>
                <w:rStyle w:val="Hyperlink"/>
              </w:rPr>
              <w:t>36. Sowal Miti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Toc442791536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7" w:history="1">
            <w:r w:rsidR="00E22AE1" w:rsidRPr="0006534F">
              <w:rPr>
                <w:rStyle w:val="Hyperlink"/>
              </w:rPr>
              <w:t>37. Saif Allah al Maslool (unsheathed sword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Toc442791537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8" w:history="1">
            <w:r w:rsidR="00E22AE1" w:rsidRPr="0006534F">
              <w:rPr>
                <w:rStyle w:val="Hyperlink"/>
              </w:rPr>
              <w:t>38. Saqi al Atash (quencher of thirst)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Toc442791538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39" w:history="1">
            <w:r w:rsidR="00E22AE1" w:rsidRPr="0006534F">
              <w:rPr>
                <w:rStyle w:val="Hyperlink"/>
              </w:rPr>
              <w:t>39. Sands al Rum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Toc442791539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0" w:history="1">
            <w:r w:rsidR="00E22AE1" w:rsidRPr="0006534F">
              <w:rPr>
                <w:rStyle w:val="Hyperlink"/>
              </w:rPr>
              <w:t>40. Sad al Ashamos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Toc442791540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1" w:history="1">
            <w:r w:rsidR="00E22AE1" w:rsidRPr="0006534F">
              <w:rPr>
                <w:rStyle w:val="Hyperlink"/>
              </w:rPr>
              <w:t>41. Sahil al Tabaa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Toc442791541 \h</w:instrText>
            </w:r>
            <w:r w:rsidR="00E22AE1">
              <w:rPr>
                <w:webHidden/>
                <w:rtl/>
              </w:rPr>
              <w:instrText xml:space="preserve"> </w:instrText>
            </w:r>
            <w:r>
              <w:rPr>
                <w:webHidden/>
                <w:rtl/>
              </w:rPr>
            </w:r>
            <w:r>
              <w:rPr>
                <w:webHidden/>
                <w:rtl/>
              </w:rPr>
              <w:fldChar w:fldCharType="separate"/>
            </w:r>
            <w:r w:rsidR="00D46B75">
              <w:rPr>
                <w:webHidden/>
              </w:rPr>
              <w:t>108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2" w:history="1">
            <w:r w:rsidR="00E22AE1" w:rsidRPr="0006534F">
              <w:rPr>
                <w:rStyle w:val="Hyperlink"/>
              </w:rPr>
              <w:t>42. Sar al Asrar (secret of secrets)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Toc442791542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3" w:history="1">
            <w:r w:rsidR="00E22AE1" w:rsidRPr="0006534F">
              <w:rPr>
                <w:rStyle w:val="Hyperlink"/>
              </w:rPr>
              <w:t>43. Sameer al Mahrab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Toc442791543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4" w:history="1">
            <w:r w:rsidR="00E22AE1" w:rsidRPr="0006534F">
              <w:rPr>
                <w:rStyle w:val="Hyperlink"/>
              </w:rPr>
              <w:t>44. Syed Badr (master of Badr)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Toc442791544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5" w:history="1">
            <w:r w:rsidR="00E22AE1" w:rsidRPr="0006534F">
              <w:rPr>
                <w:rStyle w:val="Hyperlink"/>
              </w:rPr>
              <w:t>45. Sameeda al Bisaq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Toc442791545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6" w:history="1">
            <w:r w:rsidR="00E22AE1" w:rsidRPr="0006534F">
              <w:rPr>
                <w:rStyle w:val="Hyperlink"/>
              </w:rPr>
              <w:t>46. Sarookh al Jamaharat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Toc442791546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7" w:history="1">
            <w:r w:rsidR="00E22AE1" w:rsidRPr="0006534F">
              <w:rPr>
                <w:rStyle w:val="Hyperlink"/>
              </w:rPr>
              <w:t>47. Sowal al Talib (question of the questioner)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Toc442791547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8" w:history="1">
            <w:r w:rsidR="00E22AE1" w:rsidRPr="0006534F">
              <w:rPr>
                <w:rStyle w:val="Hyperlink"/>
              </w:rPr>
              <w:t>48. Sabq al Mahshir (master of mahshir)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Toc442791548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49" w:history="1">
            <w:r w:rsidR="00E22AE1" w:rsidRPr="0006534F">
              <w:rPr>
                <w:rStyle w:val="Hyperlink"/>
              </w:rPr>
              <w:t>49. Saqi al Kauthar (distributor of the water of Kauthar)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Toc442791549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0" w:history="1">
            <w:r w:rsidR="00E22AE1" w:rsidRPr="0006534F">
              <w:rPr>
                <w:rStyle w:val="Hyperlink"/>
              </w:rPr>
              <w:t>50. Soor al Maarif (verse of recognition)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Toc442791550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1" w:history="1">
            <w:r w:rsidR="00E22AE1" w:rsidRPr="0006534F">
              <w:rPr>
                <w:rStyle w:val="Hyperlink"/>
              </w:rPr>
              <w:t>51. Sowal al Masail(solver of difficulties)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Toc442791551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2" w:history="1">
            <w:r w:rsidR="00E22AE1" w:rsidRPr="0006534F">
              <w:rPr>
                <w:rStyle w:val="Hyperlink"/>
              </w:rPr>
              <w:t>52. Saleel al Sarar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Toc442791552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3" w:history="1">
            <w:r w:rsidR="00E22AE1" w:rsidRPr="0006534F">
              <w:rPr>
                <w:rStyle w:val="Hyperlink"/>
              </w:rPr>
              <w:t>53. Siham al Fraqd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Toc442791553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4" w:history="1">
            <w:r w:rsidR="00E22AE1" w:rsidRPr="0006534F">
              <w:rPr>
                <w:rStyle w:val="Hyperlink"/>
              </w:rPr>
              <w:t>54. Simak al Bahu</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Toc442791554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5" w:history="1">
            <w:r w:rsidR="00E22AE1" w:rsidRPr="0006534F">
              <w:rPr>
                <w:rStyle w:val="Hyperlink"/>
              </w:rPr>
              <w:t>55. Surat ul Baqarah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Toc442791555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6" w:history="1">
            <w:r w:rsidR="00E22AE1" w:rsidRPr="0006534F">
              <w:rPr>
                <w:rStyle w:val="Hyperlink"/>
              </w:rPr>
              <w:t>56. Sabq al Zumr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Toc442791556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7" w:history="1">
            <w:r w:rsidR="00E22AE1" w:rsidRPr="0006534F">
              <w:rPr>
                <w:rStyle w:val="Hyperlink"/>
              </w:rPr>
              <w:t>57. Sham al Dhariyat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Toc442791557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8" w:history="1">
            <w:r w:rsidR="00E22AE1" w:rsidRPr="0006534F">
              <w:rPr>
                <w:rStyle w:val="Hyperlink"/>
              </w:rPr>
              <w:t>58. Sar al Haroof (secret of the letters)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Toc442791558 \h</w:instrText>
            </w:r>
            <w:r w:rsidR="00E22AE1">
              <w:rPr>
                <w:webHidden/>
                <w:rtl/>
              </w:rPr>
              <w:instrText xml:space="preserve"> </w:instrText>
            </w:r>
            <w:r>
              <w:rPr>
                <w:webHidden/>
                <w:rtl/>
              </w:rPr>
            </w:r>
            <w:r>
              <w:rPr>
                <w:webHidden/>
                <w:rtl/>
              </w:rPr>
              <w:fldChar w:fldCharType="separate"/>
            </w:r>
            <w:r w:rsidR="00D46B75">
              <w:rPr>
                <w:webHidden/>
              </w:rPr>
              <w:t>109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59" w:history="1">
            <w:r w:rsidR="00E22AE1" w:rsidRPr="0006534F">
              <w:rPr>
                <w:rStyle w:val="Hyperlink"/>
              </w:rPr>
              <w:t>59. Saif al Maslool (unsheathed sword)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Toc442791559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0" w:history="1">
            <w:r w:rsidR="00E22AE1" w:rsidRPr="0006534F">
              <w:rPr>
                <w:rStyle w:val="Hyperlink"/>
              </w:rPr>
              <w:t>60. Saad al Aiyaqimat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Toc442791560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1" w:history="1">
            <w:r w:rsidR="00E22AE1" w:rsidRPr="0006534F">
              <w:rPr>
                <w:rStyle w:val="Hyperlink"/>
              </w:rPr>
              <w:t>61. Saids al Ashmoom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Toc442791561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2" w:history="1">
            <w:r w:rsidR="00E22AE1" w:rsidRPr="0006534F">
              <w:rPr>
                <w:rStyle w:val="Hyperlink"/>
              </w:rPr>
              <w:t>62. Sabib al Asbab (reason of every reason)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Toc442791562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3" w:history="1">
            <w:r w:rsidR="00E22AE1" w:rsidRPr="0006534F">
              <w:rPr>
                <w:rStyle w:val="Hyperlink"/>
              </w:rPr>
              <w:t>63. Salimi al Mata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Toc442791563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4" w:history="1">
            <w:r w:rsidR="00E22AE1" w:rsidRPr="0006534F">
              <w:rPr>
                <w:rStyle w:val="Hyperlink"/>
              </w:rPr>
              <w:t>64. Sajar al Bihar (swelling of the oceans)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Toc442791564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5" w:history="1">
            <w:r w:rsidR="00E22AE1" w:rsidRPr="0006534F">
              <w:rPr>
                <w:rStyle w:val="Hyperlink"/>
              </w:rPr>
              <w:t>65. Saiq (driver)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Toc442791565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6" w:history="1">
            <w:r w:rsidR="00E22AE1" w:rsidRPr="0006534F">
              <w:rPr>
                <w:rStyle w:val="Hyperlink"/>
              </w:rPr>
              <w:t>66. Safeer al Safraa (representative of representatives)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Toc442791566 \h</w:instrText>
            </w:r>
            <w:r w:rsidR="00E22AE1">
              <w:rPr>
                <w:webHidden/>
                <w:rtl/>
              </w:rPr>
              <w:instrText xml:space="preserve"> </w:instrText>
            </w:r>
            <w:r>
              <w:rPr>
                <w:webHidden/>
                <w:rtl/>
              </w:rPr>
            </w:r>
            <w:r>
              <w:rPr>
                <w:webHidden/>
                <w:rtl/>
              </w:rPr>
              <w:fldChar w:fldCharType="separate"/>
            </w:r>
            <w:r w:rsidR="00D46B75">
              <w:rPr>
                <w:webHidden/>
              </w:rPr>
              <w:t>110</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567" w:history="1">
            <w:r w:rsidR="00E22AE1" w:rsidRPr="0006534F">
              <w:rPr>
                <w:rStyle w:val="Hyperlink"/>
              </w:rPr>
              <w:t xml:space="preserve">Sheen </w:t>
            </w:r>
            <w:r w:rsidR="00E22AE1" w:rsidRPr="0006534F">
              <w:rPr>
                <w:rStyle w:val="Hyperlink"/>
                <w:rFonts w:hint="eastAsia"/>
                <w:rtl/>
              </w:rPr>
              <w:t>ش</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Toc442791567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8" w:history="1">
            <w:r w:rsidR="00E22AE1" w:rsidRPr="0006534F">
              <w:rPr>
                <w:rStyle w:val="Hyperlink"/>
              </w:rPr>
              <w:t>1. Shajrah al Mubarakah (blessed tree)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Toc442791568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69" w:history="1">
            <w:r w:rsidR="00E22AE1" w:rsidRPr="0006534F">
              <w:rPr>
                <w:rStyle w:val="Hyperlink"/>
              </w:rPr>
              <w:t>2. Shams al Talaa (rising sun)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Toc442791569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0" w:history="1">
            <w:r w:rsidR="00E22AE1" w:rsidRPr="0006534F">
              <w:rPr>
                <w:rStyle w:val="Hyperlink"/>
              </w:rPr>
              <w:t>3. Shifah (intercessor)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Toc442791570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1" w:history="1">
            <w:r w:rsidR="00E22AE1" w:rsidRPr="0006534F">
              <w:rPr>
                <w:rStyle w:val="Hyperlink"/>
              </w:rPr>
              <w:t>4. Shafah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Toc442791571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2" w:history="1">
            <w:r w:rsidR="00E22AE1" w:rsidRPr="0006534F">
              <w:rPr>
                <w:rStyle w:val="Hyperlink"/>
              </w:rPr>
              <w:t>5. Shar al Haram (Sacred month)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Toc442791572 \h</w:instrText>
            </w:r>
            <w:r w:rsidR="00E22AE1">
              <w:rPr>
                <w:webHidden/>
                <w:rtl/>
              </w:rPr>
              <w:instrText xml:space="preserve"> </w:instrText>
            </w:r>
            <w:r>
              <w:rPr>
                <w:webHidden/>
                <w:rtl/>
              </w:rPr>
            </w:r>
            <w:r>
              <w:rPr>
                <w:webHidden/>
                <w:rtl/>
              </w:rPr>
              <w:fldChar w:fldCharType="separate"/>
            </w:r>
            <w:r w:rsidR="00D46B75">
              <w:rPr>
                <w:webHidden/>
              </w:rPr>
              <w:t>112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3" w:history="1">
            <w:r w:rsidR="00E22AE1" w:rsidRPr="0006534F">
              <w:rPr>
                <w:rStyle w:val="Hyperlink"/>
              </w:rPr>
              <w:t>6. Shajrah (tree of nabuwiat)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Toc442791573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4" w:history="1">
            <w:r w:rsidR="00E22AE1" w:rsidRPr="0006534F">
              <w:rPr>
                <w:rStyle w:val="Hyperlink"/>
              </w:rPr>
              <w:t>7. Shhab al Thaqib (shooting star)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Toc442791574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5" w:history="1">
            <w:r w:rsidR="00E22AE1" w:rsidRPr="0006534F">
              <w:rPr>
                <w:rStyle w:val="Hyperlink"/>
              </w:rPr>
              <w:t>8. Sharf al Duayr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Toc442791575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6" w:history="1">
            <w:r w:rsidR="00E22AE1" w:rsidRPr="0006534F">
              <w:rPr>
                <w:rStyle w:val="Hyperlink"/>
              </w:rPr>
              <w:t>9. Shhab al Haraq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Toc442791576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7" w:history="1">
            <w:r w:rsidR="00E22AE1" w:rsidRPr="0006534F">
              <w:rPr>
                <w:rStyle w:val="Hyperlink"/>
              </w:rPr>
              <w:t>10. Sha’a al Asaas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Toc442791577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8" w:history="1">
            <w:r w:rsidR="00E22AE1" w:rsidRPr="0006534F">
              <w:rPr>
                <w:rStyle w:val="Hyperlink"/>
              </w:rPr>
              <w:t>11. Shan al Imthan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Toc442791578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79" w:history="1">
            <w:r w:rsidR="00E22AE1" w:rsidRPr="0006534F">
              <w:rPr>
                <w:rStyle w:val="Hyperlink"/>
              </w:rPr>
              <w:t>12. Shahd al Ahad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Toc442791579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0" w:history="1">
            <w:r w:rsidR="00E22AE1" w:rsidRPr="0006534F">
              <w:rPr>
                <w:rStyle w:val="Hyperlink"/>
              </w:rPr>
              <w:t>13. Sheen al Sarah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Toc442791580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1" w:history="1">
            <w:r w:rsidR="00E22AE1" w:rsidRPr="0006534F">
              <w:rPr>
                <w:rStyle w:val="Hyperlink"/>
              </w:rPr>
              <w:t>14. Shaar al Zabraqan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Toc442791581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2" w:history="1">
            <w:r w:rsidR="00E22AE1" w:rsidRPr="0006534F">
              <w:rPr>
                <w:rStyle w:val="Hyperlink"/>
              </w:rPr>
              <w:t>15. Shaheed (witness)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Toc442791582 \h</w:instrText>
            </w:r>
            <w:r w:rsidR="00E22AE1">
              <w:rPr>
                <w:webHidden/>
                <w:rtl/>
              </w:rPr>
              <w:instrText xml:space="preserve"> </w:instrText>
            </w:r>
            <w:r>
              <w:rPr>
                <w:webHidden/>
                <w:rtl/>
              </w:rPr>
            </w:r>
            <w:r>
              <w:rPr>
                <w:webHidden/>
                <w:rtl/>
              </w:rPr>
              <w:fldChar w:fldCharType="separate"/>
            </w:r>
            <w:r w:rsidR="00D46B75">
              <w:rPr>
                <w:webHidden/>
              </w:rPr>
              <w:t>113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3" w:history="1">
            <w:r w:rsidR="00E22AE1" w:rsidRPr="0006534F">
              <w:rPr>
                <w:rStyle w:val="Hyperlink"/>
              </w:rPr>
              <w:t>16. Shiaya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Toc442791583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4" w:history="1">
            <w:r w:rsidR="00E22AE1" w:rsidRPr="0006534F">
              <w:rPr>
                <w:rStyle w:val="Hyperlink"/>
              </w:rPr>
              <w:t>17. Shajra Toba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Toc442791584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5" w:history="1">
            <w:r w:rsidR="00E22AE1" w:rsidRPr="0006534F">
              <w:rPr>
                <w:rStyle w:val="Hyperlink"/>
              </w:rPr>
              <w:t>18. Sharf al Sharf (one who gives honor to the honor)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Toc442791585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6" w:history="1">
            <w:r w:rsidR="00E22AE1" w:rsidRPr="0006534F">
              <w:rPr>
                <w:rStyle w:val="Hyperlink"/>
              </w:rPr>
              <w:t>19. Shaqeeq al Rasool (near kin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Toc442791586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7" w:history="1">
            <w:r w:rsidR="00E22AE1" w:rsidRPr="0006534F">
              <w:rPr>
                <w:rStyle w:val="Hyperlink"/>
              </w:rPr>
              <w:t>20. Sheet al Brahimah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Toc442791587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8" w:history="1">
            <w:r w:rsidR="00E22AE1" w:rsidRPr="0006534F">
              <w:rPr>
                <w:rStyle w:val="Hyperlink"/>
              </w:rPr>
              <w:t>21. Shabeer al Tark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Toc442791588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89" w:history="1">
            <w:r w:rsidR="00E22AE1" w:rsidRPr="0006534F">
              <w:rPr>
                <w:rStyle w:val="Hyperlink"/>
              </w:rPr>
              <w:t>22. Shimlas al Shark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Toc442791589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0" w:history="1">
            <w:r w:rsidR="00E22AE1" w:rsidRPr="0006534F">
              <w:rPr>
                <w:rStyle w:val="Hyperlink"/>
              </w:rPr>
              <w:t>23. Shabashbab rizkum al Ailan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Toc442791590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1" w:history="1">
            <w:r w:rsidR="00E22AE1" w:rsidRPr="0006534F">
              <w:rPr>
                <w:rStyle w:val="Hyperlink"/>
              </w:rPr>
              <w:t>24. Shimla al Hataa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Toc442791591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2" w:history="1">
            <w:r w:rsidR="00E22AE1" w:rsidRPr="0006534F">
              <w:rPr>
                <w:rStyle w:val="Hyperlink"/>
              </w:rPr>
              <w:t>25. Shabshab al Karooj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Toc442791592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3" w:history="1">
            <w:r w:rsidR="00E22AE1" w:rsidRPr="0006534F">
              <w:rPr>
                <w:rStyle w:val="Hyperlink"/>
              </w:rPr>
              <w:t>26. Shadeed al Qua (most powerful)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Toc442791593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4" w:history="1">
            <w:r w:rsidR="00E22AE1" w:rsidRPr="0006534F">
              <w:rPr>
                <w:rStyle w:val="Hyperlink"/>
              </w:rPr>
              <w:t>27. Shifaa al Aleel (cure of the sick)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Toc442791594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5" w:history="1">
            <w:r w:rsidR="00E22AE1" w:rsidRPr="0006534F">
              <w:rPr>
                <w:rStyle w:val="Hyperlink"/>
              </w:rPr>
              <w:t>28. Shifiaa youm al mahshoor (intercessor on the day of judgment)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Toc442791595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6" w:history="1">
            <w:r w:rsidR="00E22AE1" w:rsidRPr="0006534F">
              <w:rPr>
                <w:rStyle w:val="Hyperlink"/>
              </w:rPr>
              <w:t>29. Shajrat al Anwar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Toc442791596 \h</w:instrText>
            </w:r>
            <w:r w:rsidR="00E22AE1">
              <w:rPr>
                <w:webHidden/>
                <w:rtl/>
              </w:rPr>
              <w:instrText xml:space="preserve"> </w:instrText>
            </w:r>
            <w:r>
              <w:rPr>
                <w:webHidden/>
                <w:rtl/>
              </w:rPr>
            </w:r>
            <w:r>
              <w:rPr>
                <w:webHidden/>
                <w:rtl/>
              </w:rPr>
              <w:fldChar w:fldCharType="separate"/>
            </w:r>
            <w:r w:rsidR="00D46B75">
              <w:rPr>
                <w:webHidden/>
              </w:rPr>
              <w:t>114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7" w:history="1">
            <w:r w:rsidR="00E22AE1" w:rsidRPr="0006534F">
              <w:rPr>
                <w:rStyle w:val="Hyperlink"/>
              </w:rPr>
              <w:t>30. Shimlal Jabal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Toc442791597 \h</w:instrText>
            </w:r>
            <w:r w:rsidR="00E22AE1">
              <w:rPr>
                <w:webHidden/>
                <w:rtl/>
              </w:rPr>
              <w:instrText xml:space="preserve"> </w:instrText>
            </w:r>
            <w:r>
              <w:rPr>
                <w:webHidden/>
                <w:rtl/>
              </w:rPr>
            </w:r>
            <w:r>
              <w:rPr>
                <w:webHidden/>
                <w:rtl/>
              </w:rPr>
              <w:fldChar w:fldCharType="separate"/>
            </w:r>
            <w:r w:rsidR="00D46B75">
              <w:rPr>
                <w:webHidden/>
              </w:rPr>
              <w:t>115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8" w:history="1">
            <w:r w:rsidR="00E22AE1" w:rsidRPr="0006534F">
              <w:rPr>
                <w:rStyle w:val="Hyperlink"/>
              </w:rPr>
              <w:t>31. Shareef al Dhat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Toc442791598 \h</w:instrText>
            </w:r>
            <w:r w:rsidR="00E22AE1">
              <w:rPr>
                <w:webHidden/>
                <w:rtl/>
              </w:rPr>
              <w:instrText xml:space="preserve"> </w:instrText>
            </w:r>
            <w:r>
              <w:rPr>
                <w:webHidden/>
                <w:rtl/>
              </w:rPr>
            </w:r>
            <w:r>
              <w:rPr>
                <w:webHidden/>
                <w:rtl/>
              </w:rPr>
              <w:fldChar w:fldCharType="separate"/>
            </w:r>
            <w:r w:rsidR="00D46B75">
              <w:rPr>
                <w:webHidden/>
              </w:rPr>
              <w:t>115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599" w:history="1">
            <w:r w:rsidR="00E22AE1" w:rsidRPr="0006534F">
              <w:rPr>
                <w:rStyle w:val="Hyperlink"/>
              </w:rPr>
              <w:t>32. Shahd al Ahad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Toc442791599 \h</w:instrText>
            </w:r>
            <w:r w:rsidR="00E22AE1">
              <w:rPr>
                <w:webHidden/>
                <w:rtl/>
              </w:rPr>
              <w:instrText xml:space="preserve"> </w:instrText>
            </w:r>
            <w:r>
              <w:rPr>
                <w:webHidden/>
                <w:rtl/>
              </w:rPr>
            </w:r>
            <w:r>
              <w:rPr>
                <w:webHidden/>
                <w:rtl/>
              </w:rPr>
              <w:fldChar w:fldCharType="separate"/>
            </w:r>
            <w:r w:rsidR="00D46B75">
              <w:rPr>
                <w:webHidden/>
              </w:rPr>
              <w:t>115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0" w:history="1">
            <w:r w:rsidR="00E22AE1" w:rsidRPr="0006534F">
              <w:rPr>
                <w:rStyle w:val="Hyperlink"/>
              </w:rPr>
              <w:t>33. Shanshar al Karooj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Toc442791600 \h</w:instrText>
            </w:r>
            <w:r w:rsidR="00E22AE1">
              <w:rPr>
                <w:webHidden/>
                <w:rtl/>
              </w:rPr>
              <w:instrText xml:space="preserve"> </w:instrText>
            </w:r>
            <w:r>
              <w:rPr>
                <w:webHidden/>
                <w:rtl/>
              </w:rPr>
            </w:r>
            <w:r>
              <w:rPr>
                <w:webHidden/>
                <w:rtl/>
              </w:rPr>
              <w:fldChar w:fldCharType="separate"/>
            </w:r>
            <w:r w:rsidR="00D46B75">
              <w:rPr>
                <w:webHidden/>
              </w:rPr>
              <w:t>115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1" w:history="1">
            <w:r w:rsidR="00E22AE1" w:rsidRPr="0006534F">
              <w:rPr>
                <w:rStyle w:val="Hyperlink"/>
              </w:rPr>
              <w:t>34. Shajr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Toc442791601 \h</w:instrText>
            </w:r>
            <w:r w:rsidR="00E22AE1">
              <w:rPr>
                <w:webHidden/>
                <w:rtl/>
              </w:rPr>
              <w:instrText xml:space="preserve"> </w:instrText>
            </w:r>
            <w:r>
              <w:rPr>
                <w:webHidden/>
                <w:rtl/>
              </w:rPr>
            </w:r>
            <w:r>
              <w:rPr>
                <w:webHidden/>
                <w:rtl/>
              </w:rPr>
              <w:fldChar w:fldCharType="separate"/>
            </w:r>
            <w:r w:rsidR="00D46B75">
              <w:rPr>
                <w:webHidden/>
              </w:rPr>
              <w:t>115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602" w:history="1">
            <w:r w:rsidR="00E22AE1" w:rsidRPr="0006534F">
              <w:rPr>
                <w:rStyle w:val="Hyperlink"/>
              </w:rPr>
              <w:t xml:space="preserve">Swad </w:t>
            </w:r>
            <w:r w:rsidR="00E22AE1" w:rsidRPr="0006534F">
              <w:rPr>
                <w:rStyle w:val="Hyperlink"/>
                <w:rFonts w:hint="eastAsia"/>
                <w:rtl/>
              </w:rPr>
              <w:t>ص</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Toc442791602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3" w:history="1">
            <w:r w:rsidR="00E22AE1" w:rsidRPr="0006534F">
              <w:rPr>
                <w:rStyle w:val="Hyperlink"/>
              </w:rPr>
              <w:t>1. Sirat al Mustaqeem (Straight path)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Toc442791603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4" w:history="1">
            <w:r w:rsidR="00E22AE1" w:rsidRPr="0006534F">
              <w:rPr>
                <w:rStyle w:val="Hyperlink"/>
              </w:rPr>
              <w:t>2. Sahib al howz (Owner of the Spring)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Toc442791604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5" w:history="1">
            <w:r w:rsidR="00E22AE1" w:rsidRPr="0006534F">
              <w:rPr>
                <w:rStyle w:val="Hyperlink"/>
              </w:rPr>
              <w:t>3. Sifwatullah (representatives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Toc442791605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6" w:history="1">
            <w:r w:rsidR="00E22AE1" w:rsidRPr="0006534F">
              <w:rPr>
                <w:rStyle w:val="Hyperlink"/>
              </w:rPr>
              <w:t>4. Sahib al Asa Wal Meem (Owner of Asa and Meem)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Toc442791606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7" w:history="1">
            <w:r w:rsidR="00E22AE1" w:rsidRPr="0006534F">
              <w:rPr>
                <w:rStyle w:val="Hyperlink"/>
              </w:rPr>
              <w:t>5. Shar al Rasool (saw) (Son in law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Toc442791607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8" w:history="1">
            <w:r w:rsidR="00E22AE1" w:rsidRPr="0006534F">
              <w:rPr>
                <w:rStyle w:val="Hyperlink"/>
              </w:rPr>
              <w:t>6. Sadiq (truthful)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Toc442791608 \h</w:instrText>
            </w:r>
            <w:r w:rsidR="00E22AE1">
              <w:rPr>
                <w:webHidden/>
                <w:rtl/>
              </w:rPr>
              <w:instrText xml:space="preserve"> </w:instrText>
            </w:r>
            <w:r>
              <w:rPr>
                <w:webHidden/>
                <w:rtl/>
              </w:rPr>
            </w:r>
            <w:r>
              <w:rPr>
                <w:webHidden/>
                <w:rtl/>
              </w:rPr>
              <w:fldChar w:fldCharType="separate"/>
            </w:r>
            <w:r w:rsidR="00D46B75">
              <w:rPr>
                <w:webHidden/>
              </w:rPr>
              <w:t>116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09" w:history="1">
            <w:r w:rsidR="00E22AE1" w:rsidRPr="0006534F">
              <w:rPr>
                <w:rStyle w:val="Hyperlink"/>
              </w:rPr>
              <w:t>7. Sahib al Krat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Toc442791609 \h</w:instrText>
            </w:r>
            <w:r w:rsidR="00E22AE1">
              <w:rPr>
                <w:webHidden/>
                <w:rtl/>
              </w:rPr>
              <w:instrText xml:space="preserve"> </w:instrText>
            </w:r>
            <w:r>
              <w:rPr>
                <w:webHidden/>
                <w:rtl/>
              </w:rPr>
            </w:r>
            <w:r>
              <w:rPr>
                <w:webHidden/>
                <w:rtl/>
              </w:rPr>
              <w:fldChar w:fldCharType="separate"/>
            </w:r>
            <w:r w:rsidR="00D46B75">
              <w:rPr>
                <w:webHidden/>
              </w:rPr>
              <w:t>117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0" w:history="1">
            <w:r w:rsidR="00E22AE1" w:rsidRPr="0006534F">
              <w:rPr>
                <w:rStyle w:val="Hyperlink"/>
              </w:rPr>
              <w:t>8. Salih al Momineen (believers who do good)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Toc442791610 \h</w:instrText>
            </w:r>
            <w:r w:rsidR="00E22AE1">
              <w:rPr>
                <w:webHidden/>
                <w:rtl/>
              </w:rPr>
              <w:instrText xml:space="preserve"> </w:instrText>
            </w:r>
            <w:r>
              <w:rPr>
                <w:webHidden/>
                <w:rtl/>
              </w:rPr>
            </w:r>
            <w:r>
              <w:rPr>
                <w:webHidden/>
                <w:rtl/>
              </w:rPr>
              <w:fldChar w:fldCharType="separate"/>
            </w:r>
            <w:r w:rsidR="00D46B75">
              <w:rPr>
                <w:webHidden/>
              </w:rPr>
              <w:t>117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1" w:history="1">
            <w:r w:rsidR="00E22AE1" w:rsidRPr="0006534F">
              <w:rPr>
                <w:rStyle w:val="Hyperlink"/>
              </w:rPr>
              <w:t>9. Sadeeq al Akbar (Most trustworthy)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Toc442791611 \h</w:instrText>
            </w:r>
            <w:r w:rsidR="00E22AE1">
              <w:rPr>
                <w:webHidden/>
                <w:rtl/>
              </w:rPr>
              <w:instrText xml:space="preserve"> </w:instrText>
            </w:r>
            <w:r>
              <w:rPr>
                <w:webHidden/>
                <w:rtl/>
              </w:rPr>
            </w:r>
            <w:r>
              <w:rPr>
                <w:webHidden/>
                <w:rtl/>
              </w:rPr>
              <w:fldChar w:fldCharType="separate"/>
            </w:r>
            <w:r w:rsidR="00D46B75">
              <w:rPr>
                <w:webHidden/>
              </w:rPr>
              <w:t>117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2" w:history="1">
            <w:r w:rsidR="00E22AE1" w:rsidRPr="0006534F">
              <w:rPr>
                <w:rStyle w:val="Hyperlink"/>
              </w:rPr>
              <w:t>10. Sahib al Lowah (Owner of flag in this world and the hereafter)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Toc442791612 \h</w:instrText>
            </w:r>
            <w:r w:rsidR="00E22AE1">
              <w:rPr>
                <w:webHidden/>
                <w:rtl/>
              </w:rPr>
              <w:instrText xml:space="preserve"> </w:instrText>
            </w:r>
            <w:r>
              <w:rPr>
                <w:webHidden/>
                <w:rtl/>
              </w:rPr>
            </w:r>
            <w:r>
              <w:rPr>
                <w:webHidden/>
                <w:rtl/>
              </w:rPr>
              <w:fldChar w:fldCharType="separate"/>
            </w:r>
            <w:r w:rsidR="00D46B75">
              <w:rPr>
                <w:webHidden/>
              </w:rPr>
              <w:t>117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3" w:history="1">
            <w:r w:rsidR="00E22AE1" w:rsidRPr="0006534F">
              <w:rPr>
                <w:rStyle w:val="Hyperlink"/>
              </w:rPr>
              <w:t>11. Salat ul Wasta (Middle prayer)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Toc442791613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4" w:history="1">
            <w:r w:rsidR="00E22AE1" w:rsidRPr="0006534F">
              <w:rPr>
                <w:rStyle w:val="Hyperlink"/>
              </w:rPr>
              <w:t>12. Sahib al Nar (Lord of hell)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Toc442791614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5" w:history="1">
            <w:r w:rsidR="00E22AE1" w:rsidRPr="0006534F">
              <w:rPr>
                <w:rStyle w:val="Hyperlink"/>
              </w:rPr>
              <w:t>13. Sahib al Lailat ul Qadr (Lord of Lailat ul Qadr (night of power))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Toc442791615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6" w:history="1">
            <w:r w:rsidR="00E22AE1" w:rsidRPr="0006534F">
              <w:rPr>
                <w:rStyle w:val="Hyperlink"/>
              </w:rPr>
              <w:t>14. Sirat al Hameed (Praised path)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Toc442791616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7" w:history="1">
            <w:r w:rsidR="00E22AE1" w:rsidRPr="0006534F">
              <w:rPr>
                <w:rStyle w:val="Hyperlink"/>
              </w:rPr>
              <w:t>15. Sirat ul Sovi (straight path)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Toc442791617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8" w:history="1">
            <w:r w:rsidR="00E22AE1" w:rsidRPr="0006534F">
              <w:rPr>
                <w:rStyle w:val="Hyperlink"/>
              </w:rPr>
              <w:t>16. Shar (son in law)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Toc442791618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19" w:history="1">
            <w:r w:rsidR="00E22AE1" w:rsidRPr="0006534F">
              <w:rPr>
                <w:rStyle w:val="Hyperlink"/>
              </w:rPr>
              <w:t>17. Samit (silent)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Toc442791619 \h</w:instrText>
            </w:r>
            <w:r w:rsidR="00E22AE1">
              <w:rPr>
                <w:webHidden/>
                <w:rtl/>
              </w:rPr>
              <w:instrText xml:space="preserve"> </w:instrText>
            </w:r>
            <w:r>
              <w:rPr>
                <w:webHidden/>
                <w:rtl/>
              </w:rPr>
            </w:r>
            <w:r>
              <w:rPr>
                <w:webHidden/>
                <w:rtl/>
              </w:rPr>
              <w:fldChar w:fldCharType="separate"/>
            </w:r>
            <w:r w:rsidR="00D46B75">
              <w:rPr>
                <w:webHidden/>
              </w:rPr>
              <w:t>118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0" w:history="1">
            <w:r w:rsidR="00E22AE1" w:rsidRPr="0006534F">
              <w:rPr>
                <w:rStyle w:val="Hyperlink"/>
              </w:rPr>
              <w:t>18. Sahib al Hashir (lord of day of judgement)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Toc442791620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1" w:history="1">
            <w:r w:rsidR="00E22AE1" w:rsidRPr="0006534F">
              <w:rPr>
                <w:rStyle w:val="Hyperlink"/>
              </w:rPr>
              <w:t>19. Sahib al Jannah wal Nar (Lord of heaven and hell)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Toc442791621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2" w:history="1">
            <w:r w:rsidR="00E22AE1" w:rsidRPr="0006534F">
              <w:rPr>
                <w:rStyle w:val="Hyperlink"/>
              </w:rPr>
              <w:t>20. Sahib ul Alham (Lord of Inspiration)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Toc442791622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3" w:history="1">
            <w:r w:rsidR="00E22AE1" w:rsidRPr="0006534F">
              <w:rPr>
                <w:rStyle w:val="Hyperlink"/>
              </w:rPr>
              <w:t>21. Sahib ul Majzat (lord of miracles)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Toc442791623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4" w:history="1">
            <w:r w:rsidR="00E22AE1" w:rsidRPr="0006534F">
              <w:rPr>
                <w:rStyle w:val="Hyperlink"/>
              </w:rPr>
              <w:t>22. Sahib ul Saif wal Stuh (Lord of invitation and sword)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Toc442791624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5" w:history="1">
            <w:r w:rsidR="00E22AE1" w:rsidRPr="0006534F">
              <w:rPr>
                <w:rStyle w:val="Hyperlink"/>
              </w:rPr>
              <w:t>23. Sahib ul Naqah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Toc442791625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6" w:history="1">
            <w:r w:rsidR="00E22AE1" w:rsidRPr="0006534F">
              <w:rPr>
                <w:rStyle w:val="Hyperlink"/>
              </w:rPr>
              <w:t>24. Sahib ul Rajat (Lord of the return)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Toc442791626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7" w:history="1">
            <w:r w:rsidR="00E22AE1" w:rsidRPr="0006534F">
              <w:rPr>
                <w:rStyle w:val="Hyperlink"/>
              </w:rPr>
              <w:t>25. Sahib ul Zalzala (Lord of trembling)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Toc442791627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8" w:history="1">
            <w:r w:rsidR="00E22AE1" w:rsidRPr="0006534F">
              <w:rPr>
                <w:rStyle w:val="Hyperlink"/>
              </w:rPr>
              <w:t>26. Sakhah (loud voice)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Toc442791628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29" w:history="1">
            <w:r w:rsidR="00E22AE1" w:rsidRPr="0006534F">
              <w:rPr>
                <w:rStyle w:val="Hyperlink"/>
              </w:rPr>
              <w:t>27. Saaqah ala al Adaa (wrath upon the enemies)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Toc442791629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0" w:history="1">
            <w:r w:rsidR="00E22AE1" w:rsidRPr="0006534F">
              <w:rPr>
                <w:rStyle w:val="Hyperlink"/>
              </w:rPr>
              <w:t>28. Sibaghatullah (Color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Toc442791630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1" w:history="1">
            <w:r w:rsidR="00E22AE1" w:rsidRPr="0006534F">
              <w:rPr>
                <w:rStyle w:val="Hyperlink"/>
              </w:rPr>
              <w:t>29. Sahib Sar RasoolAllah (saw) (Protector of the secrets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Toc442791631 \h</w:instrText>
            </w:r>
            <w:r w:rsidR="00E22AE1">
              <w:rPr>
                <w:webHidden/>
                <w:rtl/>
              </w:rPr>
              <w:instrText xml:space="preserve"> </w:instrText>
            </w:r>
            <w:r>
              <w:rPr>
                <w:webHidden/>
                <w:rtl/>
              </w:rPr>
            </w:r>
            <w:r>
              <w:rPr>
                <w:webHidden/>
                <w:rtl/>
              </w:rPr>
              <w:fldChar w:fldCharType="separate"/>
            </w:r>
            <w:r w:rsidR="00D46B75">
              <w:rPr>
                <w:webHidden/>
              </w:rPr>
              <w:t>119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2" w:history="1">
            <w:r w:rsidR="00E22AE1" w:rsidRPr="0006534F">
              <w:rPr>
                <w:rStyle w:val="Hyperlink"/>
              </w:rPr>
              <w:t>30. Sahib ul Dawat (lord of signs)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Toc442791632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3" w:history="1">
            <w:r w:rsidR="00E22AE1" w:rsidRPr="0006534F">
              <w:rPr>
                <w:rStyle w:val="Hyperlink"/>
              </w:rPr>
              <w:t>31. Sahib al Salawat (lord of supplications)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Toc442791633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4" w:history="1">
            <w:r w:rsidR="00E22AE1" w:rsidRPr="0006534F">
              <w:rPr>
                <w:rStyle w:val="Hyperlink"/>
              </w:rPr>
              <w:t>32. Sahib al Nifhat (lord of blessings)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Toc442791634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5" w:history="1">
            <w:r w:rsidR="00E22AE1" w:rsidRPr="0006534F">
              <w:rPr>
                <w:rStyle w:val="Hyperlink"/>
              </w:rPr>
              <w:t>33. Sahib ul Dalalat (lord of signs)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Toc442791635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6" w:history="1">
            <w:r w:rsidR="00E22AE1" w:rsidRPr="0006534F">
              <w:rPr>
                <w:rStyle w:val="Hyperlink"/>
              </w:rPr>
              <w:t>34. Sahib ul Ayat al Ajeebat (lord of wonderous signs)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Toc442791636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7" w:history="1">
            <w:r w:rsidR="00E22AE1" w:rsidRPr="0006534F">
              <w:rPr>
                <w:rStyle w:val="Hyperlink"/>
              </w:rPr>
              <w:t>35. Sahib ul Yemen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Toc442791637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8" w:history="1">
            <w:r w:rsidR="00E22AE1" w:rsidRPr="0006534F">
              <w:rPr>
                <w:rStyle w:val="Hyperlink"/>
              </w:rPr>
              <w:t>36. Sahib ul Hibat baad al Hibat (one who bestows upon blessings)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Toc442791638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39" w:history="1">
            <w:r w:rsidR="00E22AE1" w:rsidRPr="0006534F">
              <w:rPr>
                <w:rStyle w:val="Hyperlink"/>
              </w:rPr>
              <w:t>37. Sahib ul Jibrael (as) (Lord of Jibrael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Toc442791639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0" w:history="1">
            <w:r w:rsidR="00E22AE1" w:rsidRPr="0006534F">
              <w:rPr>
                <w:rStyle w:val="Hyperlink"/>
              </w:rPr>
              <w:t>38. Sahib ul Jamal al Ahmar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Toc442791640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1" w:history="1">
            <w:r w:rsidR="00E22AE1" w:rsidRPr="0006534F">
              <w:rPr>
                <w:rStyle w:val="Hyperlink"/>
              </w:rPr>
              <w:t>39. Sahib ul Khizr (as) (Lord of Khizr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Toc442791641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2" w:history="1">
            <w:r w:rsidR="00E22AE1" w:rsidRPr="0006534F">
              <w:rPr>
                <w:rStyle w:val="Hyperlink"/>
              </w:rPr>
              <w:t>40. Sahib ul Bayzaa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Toc442791642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3" w:history="1">
            <w:r w:rsidR="00E22AE1" w:rsidRPr="0006534F">
              <w:rPr>
                <w:rStyle w:val="Hyperlink"/>
              </w:rPr>
              <w:t>41. Sahib ul Feehaa (Lord of rainbows)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Toc442791643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4" w:history="1">
            <w:r w:rsidR="00E22AE1" w:rsidRPr="0006534F">
              <w:rPr>
                <w:rStyle w:val="Hyperlink"/>
              </w:rPr>
              <w:t>42. Sahib ul Quroon al Awli (Lord of previous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Toc442791644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5" w:history="1">
            <w:r w:rsidR="00E22AE1" w:rsidRPr="0006534F">
              <w:rPr>
                <w:rStyle w:val="Hyperlink"/>
              </w:rPr>
              <w:t>43. Sahib ul Rayat al Safar (Lord of saffron colored flags)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Toc442791645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6" w:history="1">
            <w:r w:rsidR="00E22AE1" w:rsidRPr="0006534F">
              <w:rPr>
                <w:rStyle w:val="Hyperlink"/>
              </w:rPr>
              <w:t>44. Sahib ul Rayat al Hamr (Lord of crimson colored flags)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Toc442791646 \h</w:instrText>
            </w:r>
            <w:r w:rsidR="00E22AE1">
              <w:rPr>
                <w:webHidden/>
                <w:rtl/>
              </w:rPr>
              <w:instrText xml:space="preserve"> </w:instrText>
            </w:r>
            <w:r>
              <w:rPr>
                <w:webHidden/>
                <w:rtl/>
              </w:rPr>
            </w:r>
            <w:r>
              <w:rPr>
                <w:webHidden/>
                <w:rtl/>
              </w:rPr>
              <w:fldChar w:fldCharType="separate"/>
            </w:r>
            <w:r w:rsidR="00D46B75">
              <w:rPr>
                <w:webHidden/>
              </w:rPr>
              <w:t>120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7" w:history="1">
            <w:r w:rsidR="00E22AE1" w:rsidRPr="0006534F">
              <w:rPr>
                <w:rStyle w:val="Hyperlink"/>
              </w:rPr>
              <w:t>45. Sahib ul Musa wa Yusha (Lord of Musa and Yusha)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Toc442791647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8" w:history="1">
            <w:r w:rsidR="00E22AE1" w:rsidRPr="0006534F">
              <w:rPr>
                <w:rStyle w:val="Hyperlink"/>
              </w:rPr>
              <w:t>46. Sahib ul Qatr wal Matr (Lord of rain)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Toc442791648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49" w:history="1">
            <w:r w:rsidR="00E22AE1" w:rsidRPr="0006534F">
              <w:rPr>
                <w:rStyle w:val="Hyperlink"/>
              </w:rPr>
              <w:t>47. Sahibul Amr al Azeem (Lord of the greatest cause)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Toc442791649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0" w:history="1">
            <w:r w:rsidR="00E22AE1" w:rsidRPr="0006534F">
              <w:rPr>
                <w:rStyle w:val="Hyperlink"/>
              </w:rPr>
              <w:t>48. Sahib ul Zalzil wal Khasoof (Lord of trembling and lightning)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Toc442791650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1" w:history="1">
            <w:r w:rsidR="00E22AE1" w:rsidRPr="0006534F">
              <w:rPr>
                <w:rStyle w:val="Hyperlink"/>
              </w:rPr>
              <w:t>49. Sahib ul Salat (Lord of prayer)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Toc442791651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2" w:history="1">
            <w:r w:rsidR="00E22AE1" w:rsidRPr="0006534F">
              <w:rPr>
                <w:rStyle w:val="Hyperlink"/>
              </w:rPr>
              <w:t>50. Sahib ul Rad ul Akbar (Lord of the resonating voice)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Toc442791652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3" w:history="1">
            <w:r w:rsidR="00E22AE1" w:rsidRPr="0006534F">
              <w:rPr>
                <w:rStyle w:val="Hyperlink"/>
              </w:rPr>
              <w:t>51. Sahib ul Bihar al Akbar (Lord of the greatest ocean)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Toc442791653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4" w:history="1">
            <w:r w:rsidR="00E22AE1" w:rsidRPr="0006534F">
              <w:rPr>
                <w:rStyle w:val="Hyperlink"/>
              </w:rPr>
              <w:t>52. Sahib ul Khaliq al Awal (Lord of the first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Toc442791654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5" w:history="1">
            <w:r w:rsidR="00E22AE1" w:rsidRPr="0006534F">
              <w:rPr>
                <w:rStyle w:val="Hyperlink"/>
              </w:rPr>
              <w:t>53. Sahib ul Toofan al Awal (Lord of the first storm)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Toc442791655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6" w:history="1">
            <w:r w:rsidR="00E22AE1" w:rsidRPr="0006534F">
              <w:rPr>
                <w:rStyle w:val="Hyperlink"/>
              </w:rPr>
              <w:t>54. Sahib ul Sail al Arm (Lord of the great flood)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Toc442791656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7" w:history="1">
            <w:r w:rsidR="00E22AE1" w:rsidRPr="0006534F">
              <w:rPr>
                <w:rStyle w:val="Hyperlink"/>
              </w:rPr>
              <w:t>55. Sahibul Toofan al Thani (Lord of the second storm)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Toc442791657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8" w:history="1">
            <w:r w:rsidR="00E22AE1" w:rsidRPr="0006534F">
              <w:rPr>
                <w:rStyle w:val="Hyperlink"/>
              </w:rPr>
              <w:t>56. Salat al Momin (prayer of the momin)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Toc442791658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59" w:history="1">
            <w:r w:rsidR="00E22AE1" w:rsidRPr="0006534F">
              <w:rPr>
                <w:rStyle w:val="Hyperlink"/>
              </w:rPr>
              <w:t>57. Sahif (Scripture)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Toc442791659 \h</w:instrText>
            </w:r>
            <w:r w:rsidR="00E22AE1">
              <w:rPr>
                <w:webHidden/>
                <w:rtl/>
              </w:rPr>
              <w:instrText xml:space="preserve"> </w:instrText>
            </w:r>
            <w:r>
              <w:rPr>
                <w:webHidden/>
                <w:rtl/>
              </w:rPr>
            </w:r>
            <w:r>
              <w:rPr>
                <w:webHidden/>
                <w:rtl/>
              </w:rPr>
              <w:fldChar w:fldCharType="separate"/>
            </w:r>
            <w:r w:rsidR="00D46B75">
              <w:rPr>
                <w:webHidden/>
              </w:rPr>
              <w:t>121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0" w:history="1">
            <w:r w:rsidR="00E22AE1" w:rsidRPr="0006534F">
              <w:rPr>
                <w:rStyle w:val="Hyperlink"/>
              </w:rPr>
              <w:t>58. Sahib ul Azliya al Awliya (Lord of beginnings)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Toc442791660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1" w:history="1">
            <w:r w:rsidR="00E22AE1" w:rsidRPr="0006534F">
              <w:rPr>
                <w:rStyle w:val="Hyperlink"/>
              </w:rPr>
              <w:t>59. Sahib ul Tur (Lord of Tur)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Toc442791661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2" w:history="1">
            <w:r w:rsidR="00E22AE1" w:rsidRPr="0006534F">
              <w:rPr>
                <w:rStyle w:val="Hyperlink"/>
              </w:rPr>
              <w:t>60. Sahib Madeen (Lord of Madeen)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Toc442791662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3" w:history="1">
            <w:r w:rsidR="00E22AE1" w:rsidRPr="0006534F">
              <w:rPr>
                <w:rStyle w:val="Hyperlink"/>
              </w:rPr>
              <w:t>61. Sahib ul Jinnat al Khalud (Lord of everlasting jinns)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Toc442791663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4" w:history="1">
            <w:r w:rsidR="00E22AE1" w:rsidRPr="0006534F">
              <w:rPr>
                <w:rStyle w:val="Hyperlink"/>
              </w:rPr>
              <w:t>62. Sanaa al Aqaleem (establisher of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Toc442791664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5" w:history="1">
            <w:r w:rsidR="00E22AE1" w:rsidRPr="0006534F">
              <w:rPr>
                <w:rStyle w:val="Hyperlink"/>
              </w:rPr>
              <w:t>63. Sahib ul Jahannum (Lord of hell)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Toc442791665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6" w:history="1">
            <w:r w:rsidR="00E22AE1" w:rsidRPr="0006534F">
              <w:rPr>
                <w:rStyle w:val="Hyperlink"/>
              </w:rPr>
              <w:t>64. Sahib ul Asrar al Maknunat (Lord of secrets)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Toc442791666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7" w:history="1">
            <w:r w:rsidR="00E22AE1" w:rsidRPr="0006534F">
              <w:rPr>
                <w:rStyle w:val="Hyperlink"/>
              </w:rPr>
              <w:t>65. Sahib ul Jabaliqa wa Jabrisa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Toc442791667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8" w:history="1">
            <w:r w:rsidR="00E22AE1" w:rsidRPr="0006534F">
              <w:rPr>
                <w:rStyle w:val="Hyperlink"/>
              </w:rPr>
              <w:t>66. Safi Mikael (One who orders Mikael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Toc442791668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69" w:history="1">
            <w:r w:rsidR="00E22AE1" w:rsidRPr="0006534F">
              <w:rPr>
                <w:rStyle w:val="Hyperlink"/>
              </w:rPr>
              <w:t>67. Sahib ul Jadideen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Toc442791669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0" w:history="1">
            <w:r w:rsidR="00E22AE1" w:rsidRPr="0006534F">
              <w:rPr>
                <w:rStyle w:val="Hyperlink"/>
              </w:rPr>
              <w:t>68. Sirat ul Hamd (Praised path)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Toc442791670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1" w:history="1">
            <w:r w:rsidR="00E22AE1" w:rsidRPr="0006534F">
              <w:rPr>
                <w:rStyle w:val="Hyperlink"/>
              </w:rPr>
              <w:t>69. Siffuh al Imran (Owner of Aal e Imran)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Toc442791671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2" w:history="1">
            <w:r w:rsidR="00E22AE1" w:rsidRPr="0006534F">
              <w:rPr>
                <w:rStyle w:val="Hyperlink"/>
              </w:rPr>
              <w:t>70. Sahibul Iylaf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Toc442791672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3" w:history="1">
            <w:r w:rsidR="00E22AE1" w:rsidRPr="0006534F">
              <w:rPr>
                <w:rStyle w:val="Hyperlink"/>
              </w:rPr>
              <w:t>71. Sahibul Anfal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Toc442791673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4" w:history="1">
            <w:r w:rsidR="00E22AE1" w:rsidRPr="0006534F">
              <w:rPr>
                <w:rStyle w:val="Hyperlink"/>
              </w:rPr>
              <w:t>72. Sad wal Meem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Toc442791674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5" w:history="1">
            <w:r w:rsidR="00E22AE1" w:rsidRPr="0006534F">
              <w:rPr>
                <w:rStyle w:val="Hyperlink"/>
              </w:rPr>
              <w:t>73. Sahib ul Nahj (Lord of paths)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Toc442791675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6" w:history="1">
            <w:r w:rsidR="00E22AE1" w:rsidRPr="0006534F">
              <w:rPr>
                <w:rStyle w:val="Hyperlink"/>
              </w:rPr>
              <w:t>74. Sahibul Najm (Lord of stars)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Toc442791676 \h</w:instrText>
            </w:r>
            <w:r w:rsidR="00E22AE1">
              <w:rPr>
                <w:webHidden/>
                <w:rtl/>
              </w:rPr>
              <w:instrText xml:space="preserve"> </w:instrText>
            </w:r>
            <w:r>
              <w:rPr>
                <w:webHidden/>
                <w:rtl/>
              </w:rPr>
            </w:r>
            <w:r>
              <w:rPr>
                <w:webHidden/>
                <w:rtl/>
              </w:rPr>
              <w:fldChar w:fldCharType="separate"/>
            </w:r>
            <w:r w:rsidR="00D46B75">
              <w:rPr>
                <w:webHidden/>
              </w:rPr>
              <w:t>122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7" w:history="1">
            <w:r w:rsidR="00E22AE1" w:rsidRPr="0006534F">
              <w:rPr>
                <w:rStyle w:val="Hyperlink"/>
              </w:rPr>
              <w:t>75. Sahibul Izan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Toc442791677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8" w:history="1">
            <w:r w:rsidR="00E22AE1" w:rsidRPr="0006534F">
              <w:rPr>
                <w:rStyle w:val="Hyperlink"/>
              </w:rPr>
              <w:t>76. Safoo al Jaleel (Blessed by the Almighty)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Toc442791678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79" w:history="1">
            <w:r w:rsidR="00E22AE1" w:rsidRPr="0006534F">
              <w:rPr>
                <w:rStyle w:val="Hyperlink"/>
              </w:rPr>
              <w:t>77. Sahib ul Yaqeen (Lord of certainty)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Toc442791679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0" w:history="1">
            <w:r w:rsidR="00E22AE1" w:rsidRPr="0006534F">
              <w:rPr>
                <w:rStyle w:val="Hyperlink"/>
              </w:rPr>
              <w:t>78. Sahibul Moajzat (Lord of miracles)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Toc442791680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1" w:history="1">
            <w:r w:rsidR="00E22AE1" w:rsidRPr="0006534F">
              <w:rPr>
                <w:rStyle w:val="Hyperlink"/>
              </w:rPr>
              <w:t>79. Siraya al Fatik (ever lasting destruction)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Toc442791681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2" w:history="1">
            <w:r w:rsidR="00E22AE1" w:rsidRPr="0006534F">
              <w:rPr>
                <w:rStyle w:val="Hyperlink"/>
              </w:rPr>
              <w:t>80. Salah al Salih (virtue of the pious)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Toc442791682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3" w:history="1">
            <w:r w:rsidR="00E22AE1" w:rsidRPr="0006534F">
              <w:rPr>
                <w:rStyle w:val="Hyperlink"/>
              </w:rPr>
              <w:t>81. Silah al Asal (reward of good deeds)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Toc442791683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4" w:history="1">
            <w:r w:rsidR="00E22AE1" w:rsidRPr="0006534F">
              <w:rPr>
                <w:rStyle w:val="Hyperlink"/>
              </w:rPr>
              <w:t>82. Simsam al Jihad (Sword of jihad)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Toc442791684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5" w:history="1">
            <w:r w:rsidR="00E22AE1" w:rsidRPr="0006534F">
              <w:rPr>
                <w:rStyle w:val="Hyperlink"/>
              </w:rPr>
              <w:t>83. Sawab al Khalaf (corrector of wrongdoings)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Toc442791685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6" w:history="1">
            <w:r w:rsidR="00E22AE1" w:rsidRPr="0006534F">
              <w:rPr>
                <w:rStyle w:val="Hyperlink"/>
              </w:rPr>
              <w:t>84. Sahifa al Momin (Book of momin’s deeds)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Toc442791686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7" w:history="1">
            <w:r w:rsidR="00E22AE1" w:rsidRPr="0006534F">
              <w:rPr>
                <w:rStyle w:val="Hyperlink"/>
              </w:rPr>
              <w:t>85. Safwatul Safa (summary of virtues)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Toc442791687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8" w:history="1">
            <w:r w:rsidR="00E22AE1" w:rsidRPr="0006534F">
              <w:rPr>
                <w:rStyle w:val="Hyperlink"/>
              </w:rPr>
              <w:t>86. Sadaa Bilhaq (announcer of haq)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Toc442791688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89" w:history="1">
            <w:r w:rsidR="00E22AE1" w:rsidRPr="0006534F">
              <w:rPr>
                <w:rStyle w:val="Hyperlink"/>
              </w:rPr>
              <w:t>87. Sadiq al Mistal (trustworthy of the difficult path)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Toc442791689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0" w:history="1">
            <w:r w:rsidR="00E22AE1" w:rsidRPr="0006534F">
              <w:rPr>
                <w:rStyle w:val="Hyperlink"/>
              </w:rPr>
              <w:t>88. Sahibul Rajaat (Lord of the return)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Toc442791690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1" w:history="1">
            <w:r w:rsidR="00E22AE1" w:rsidRPr="0006534F">
              <w:rPr>
                <w:rStyle w:val="Hyperlink"/>
              </w:rPr>
              <w:t>89. Sahibul Sowlat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Toc442791691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2" w:history="1">
            <w:r w:rsidR="00E22AE1" w:rsidRPr="0006534F">
              <w:rPr>
                <w:rStyle w:val="Hyperlink"/>
              </w:rPr>
              <w:t>90. Sahibul Hinat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Toc442791692 \h</w:instrText>
            </w:r>
            <w:r w:rsidR="00E22AE1">
              <w:rPr>
                <w:webHidden/>
                <w:rtl/>
              </w:rPr>
              <w:instrText xml:space="preserve"> </w:instrText>
            </w:r>
            <w:r>
              <w:rPr>
                <w:webHidden/>
                <w:rtl/>
              </w:rPr>
            </w:r>
            <w:r>
              <w:rPr>
                <w:webHidden/>
                <w:rtl/>
              </w:rPr>
              <w:fldChar w:fldCharType="separate"/>
            </w:r>
            <w:r w:rsidR="00D46B75">
              <w:rPr>
                <w:webHidden/>
              </w:rPr>
              <w:t>123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3" w:history="1">
            <w:r w:rsidR="00E22AE1" w:rsidRPr="0006534F">
              <w:rPr>
                <w:rStyle w:val="Hyperlink"/>
              </w:rPr>
              <w:t>91. Sahibul A’araaf (Lord of elevated places)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Toc442791693 \h</w:instrText>
            </w:r>
            <w:r w:rsidR="00E22AE1">
              <w:rPr>
                <w:webHidden/>
                <w:rtl/>
              </w:rPr>
              <w:instrText xml:space="preserve"> </w:instrText>
            </w:r>
            <w:r>
              <w:rPr>
                <w:webHidden/>
                <w:rtl/>
              </w:rPr>
            </w:r>
            <w:r>
              <w:rPr>
                <w:webHidden/>
                <w:rtl/>
              </w:rPr>
              <w:fldChar w:fldCharType="separate"/>
            </w:r>
            <w:r w:rsidR="00D46B75">
              <w:rPr>
                <w:webHidden/>
              </w:rPr>
              <w:t>124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4" w:history="1">
            <w:r w:rsidR="00E22AE1" w:rsidRPr="0006534F">
              <w:rPr>
                <w:rStyle w:val="Hyperlink"/>
              </w:rPr>
              <w:t>92. Sadeeq (truthful)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Toc442791694 \h</w:instrText>
            </w:r>
            <w:r w:rsidR="00E22AE1">
              <w:rPr>
                <w:webHidden/>
                <w:rtl/>
              </w:rPr>
              <w:instrText xml:space="preserve"> </w:instrText>
            </w:r>
            <w:r>
              <w:rPr>
                <w:webHidden/>
                <w:rtl/>
              </w:rPr>
            </w:r>
            <w:r>
              <w:rPr>
                <w:webHidden/>
                <w:rtl/>
              </w:rPr>
              <w:fldChar w:fldCharType="separate"/>
            </w:r>
            <w:r w:rsidR="00D46B75">
              <w:rPr>
                <w:webHidden/>
              </w:rPr>
              <w:t>124</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695" w:history="1">
            <w:r w:rsidR="00E22AE1" w:rsidRPr="0006534F">
              <w:rPr>
                <w:rStyle w:val="Hyperlink"/>
              </w:rPr>
              <w:t xml:space="preserve">Zwad </w:t>
            </w:r>
            <w:r w:rsidR="00E22AE1" w:rsidRPr="0006534F">
              <w:rPr>
                <w:rStyle w:val="Hyperlink"/>
                <w:rFonts w:hint="eastAsia"/>
                <w:rtl/>
              </w:rPr>
              <w:t>ض</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Toc442791695 \h</w:instrText>
            </w:r>
            <w:r w:rsidR="00E22AE1">
              <w:rPr>
                <w:webHidden/>
                <w:rtl/>
              </w:rPr>
              <w:instrText xml:space="preserve"> </w:instrText>
            </w:r>
            <w:r>
              <w:rPr>
                <w:webHidden/>
                <w:rtl/>
              </w:rPr>
            </w:r>
            <w:r>
              <w:rPr>
                <w:webHidden/>
                <w:rtl/>
              </w:rPr>
              <w:fldChar w:fldCharType="separate"/>
            </w:r>
            <w:r w:rsidR="00D46B75">
              <w:rPr>
                <w:webHidden/>
              </w:rPr>
              <w:t>125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6" w:history="1">
            <w:r w:rsidR="00E22AE1" w:rsidRPr="0006534F">
              <w:rPr>
                <w:rStyle w:val="Hyperlink"/>
              </w:rPr>
              <w:t>1. Ziya al Braq (light of braq)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Toc442791696 \h</w:instrText>
            </w:r>
            <w:r w:rsidR="00E22AE1">
              <w:rPr>
                <w:webHidden/>
                <w:rtl/>
              </w:rPr>
              <w:instrText xml:space="preserve"> </w:instrText>
            </w:r>
            <w:r>
              <w:rPr>
                <w:webHidden/>
                <w:rtl/>
              </w:rPr>
            </w:r>
            <w:r>
              <w:rPr>
                <w:webHidden/>
                <w:rtl/>
              </w:rPr>
              <w:fldChar w:fldCharType="separate"/>
            </w:r>
            <w:r w:rsidR="00D46B75">
              <w:rPr>
                <w:webHidden/>
              </w:rPr>
              <w:t>125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7" w:history="1">
            <w:r w:rsidR="00E22AE1" w:rsidRPr="0006534F">
              <w:rPr>
                <w:rStyle w:val="Hyperlink"/>
              </w:rPr>
              <w:t>2. Zeegam al Ghazwat (lion of wars)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Toc442791697 \h</w:instrText>
            </w:r>
            <w:r w:rsidR="00E22AE1">
              <w:rPr>
                <w:webHidden/>
                <w:rtl/>
              </w:rPr>
              <w:instrText xml:space="preserve"> </w:instrText>
            </w:r>
            <w:r>
              <w:rPr>
                <w:webHidden/>
                <w:rtl/>
              </w:rPr>
            </w:r>
            <w:r>
              <w:rPr>
                <w:webHidden/>
                <w:rtl/>
              </w:rPr>
              <w:fldChar w:fldCharType="separate"/>
            </w:r>
            <w:r w:rsidR="00D46B75">
              <w:rPr>
                <w:webHidden/>
              </w:rPr>
              <w:t>125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8" w:history="1">
            <w:r w:rsidR="00E22AE1" w:rsidRPr="0006534F">
              <w:rPr>
                <w:rStyle w:val="Hyperlink"/>
              </w:rPr>
              <w:t>3. Zarb Baziulzulfiqar (one who fought with Zulfiqar)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Toc442791698 \h</w:instrText>
            </w:r>
            <w:r w:rsidR="00E22AE1">
              <w:rPr>
                <w:webHidden/>
                <w:rtl/>
              </w:rPr>
              <w:instrText xml:space="preserve"> </w:instrText>
            </w:r>
            <w:r>
              <w:rPr>
                <w:webHidden/>
                <w:rtl/>
              </w:rPr>
            </w:r>
            <w:r>
              <w:rPr>
                <w:webHidden/>
                <w:rtl/>
              </w:rPr>
              <w:fldChar w:fldCharType="separate"/>
            </w:r>
            <w:r w:rsidR="00D46B75">
              <w:rPr>
                <w:webHidden/>
              </w:rPr>
              <w:t>125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699" w:history="1">
            <w:r w:rsidR="00E22AE1" w:rsidRPr="0006534F">
              <w:rPr>
                <w:rStyle w:val="Hyperlink"/>
              </w:rPr>
              <w:t>4. Zarb Badr wa Hunain (fought in Badr and Hunain)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Toc442791699 \h</w:instrText>
            </w:r>
            <w:r w:rsidR="00E22AE1">
              <w:rPr>
                <w:webHidden/>
                <w:rtl/>
              </w:rPr>
              <w:instrText xml:space="preserve"> </w:instrText>
            </w:r>
            <w:r>
              <w:rPr>
                <w:webHidden/>
                <w:rtl/>
              </w:rPr>
            </w:r>
            <w:r>
              <w:rPr>
                <w:webHidden/>
                <w:rtl/>
              </w:rPr>
              <w:fldChar w:fldCharType="separate"/>
            </w:r>
            <w:r w:rsidR="00D46B75">
              <w:rPr>
                <w:webHidden/>
              </w:rPr>
              <w:t>125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00" w:history="1">
            <w:r w:rsidR="00E22AE1" w:rsidRPr="0006534F">
              <w:rPr>
                <w:rStyle w:val="Hyperlink"/>
              </w:rPr>
              <w:t xml:space="preserve">TA </w:t>
            </w:r>
            <w:r w:rsidR="00E22AE1" w:rsidRPr="0006534F">
              <w:rPr>
                <w:rStyle w:val="Hyperlink"/>
                <w:rFonts w:hint="eastAsia"/>
                <w:rtl/>
              </w:rPr>
              <w:t>ط</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Toc442791700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1" w:history="1">
            <w:r w:rsidR="00E22AE1" w:rsidRPr="0006534F">
              <w:rPr>
                <w:rStyle w:val="Hyperlink"/>
              </w:rPr>
              <w:t>1. Taain bilramheen (One who fought with two spears)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Toc442791701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2" w:history="1">
            <w:r w:rsidR="00E22AE1" w:rsidRPr="0006534F">
              <w:rPr>
                <w:rStyle w:val="Hyperlink"/>
              </w:rPr>
              <w:t>2. Teen (Clay)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Toc442791702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3" w:history="1">
            <w:r w:rsidR="00E22AE1" w:rsidRPr="0006534F">
              <w:rPr>
                <w:rStyle w:val="Hyperlink"/>
              </w:rPr>
              <w:t>3. Tariq al Quam (Straight way)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Toc442791703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4" w:history="1">
            <w:r w:rsidR="00E22AE1" w:rsidRPr="0006534F">
              <w:rPr>
                <w:rStyle w:val="Hyperlink"/>
              </w:rPr>
              <w:t>4. Tiya al Armas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Toc442791704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5" w:history="1">
            <w:r w:rsidR="00E22AE1" w:rsidRPr="0006534F">
              <w:rPr>
                <w:rStyle w:val="Hyperlink"/>
              </w:rPr>
              <w:t>5. Tud al Atwad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Toc442791705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6" w:history="1">
            <w:r w:rsidR="00E22AE1" w:rsidRPr="0006534F">
              <w:rPr>
                <w:rStyle w:val="Hyperlink"/>
              </w:rPr>
              <w:t>6. Tahir Mutahir (Sacred and Pure)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Toc442791706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7" w:history="1">
            <w:r w:rsidR="00E22AE1" w:rsidRPr="0006534F">
              <w:rPr>
                <w:rStyle w:val="Hyperlink"/>
              </w:rPr>
              <w:t>7. Tur (mount)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Toc442791707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8" w:history="1">
            <w:r w:rsidR="00E22AE1" w:rsidRPr="0006534F">
              <w:rPr>
                <w:rStyle w:val="Hyperlink"/>
              </w:rPr>
              <w:t>8. Teerta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Toc442791708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09" w:history="1">
            <w:r w:rsidR="00E22AE1" w:rsidRPr="0006534F">
              <w:rPr>
                <w:rStyle w:val="Hyperlink"/>
              </w:rPr>
              <w:t>9. Tahir al Tahar (Purest of the pure)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Toc442791709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0" w:history="1">
            <w:r w:rsidR="00E22AE1" w:rsidRPr="0006534F">
              <w:rPr>
                <w:rStyle w:val="Hyperlink"/>
              </w:rPr>
              <w:t>10. Tareeq illallah (Path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Toc442791710 \h</w:instrText>
            </w:r>
            <w:r w:rsidR="00E22AE1">
              <w:rPr>
                <w:webHidden/>
                <w:rtl/>
              </w:rPr>
              <w:instrText xml:space="preserve"> </w:instrText>
            </w:r>
            <w:r>
              <w:rPr>
                <w:webHidden/>
                <w:rtl/>
              </w:rPr>
            </w:r>
            <w:r>
              <w:rPr>
                <w:webHidden/>
                <w:rtl/>
              </w:rPr>
              <w:fldChar w:fldCharType="separate"/>
            </w:r>
            <w:r w:rsidR="00D46B75">
              <w:rPr>
                <w:webHidden/>
              </w:rPr>
              <w:t>126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1" w:history="1">
            <w:r w:rsidR="00E22AE1" w:rsidRPr="0006534F">
              <w:rPr>
                <w:rStyle w:val="Hyperlink"/>
              </w:rPr>
              <w:t>11. Tur Saneen (Mount Sinai)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Toc442791711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2" w:history="1">
            <w:r w:rsidR="00E22AE1" w:rsidRPr="0006534F">
              <w:rPr>
                <w:rStyle w:val="Hyperlink"/>
              </w:rPr>
              <w:t>12. Taneen bab al jannah (Voice of the door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Toc442791712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3" w:history="1">
            <w:r w:rsidR="00E22AE1" w:rsidRPr="0006534F">
              <w:rPr>
                <w:rStyle w:val="Hyperlink"/>
              </w:rPr>
              <w:t>13. Tareeqat (right way)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Toc442791713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4" w:history="1">
            <w:r w:rsidR="00E22AE1" w:rsidRPr="0006534F">
              <w:rPr>
                <w:rStyle w:val="Hyperlink"/>
              </w:rPr>
              <w:t>14. Tamah al Kubra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Toc442791714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5" w:history="1">
            <w:r w:rsidR="00E22AE1" w:rsidRPr="0006534F">
              <w:rPr>
                <w:rStyle w:val="Hyperlink"/>
              </w:rPr>
              <w:t>15. Tayab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Toc442791715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6" w:history="1">
            <w:r w:rsidR="00E22AE1" w:rsidRPr="0006534F">
              <w:rPr>
                <w:rStyle w:val="Hyperlink"/>
              </w:rPr>
              <w:t>16. Tahir (Holy)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Toc442791716 \h</w:instrText>
            </w:r>
            <w:r w:rsidR="00E22AE1">
              <w:rPr>
                <w:webHidden/>
                <w:rtl/>
              </w:rPr>
              <w:instrText xml:space="preserve"> </w:instrText>
            </w:r>
            <w:r>
              <w:rPr>
                <w:webHidden/>
                <w:rtl/>
              </w:rPr>
            </w:r>
            <w:r>
              <w:rPr>
                <w:webHidden/>
                <w:rtl/>
              </w:rPr>
              <w:fldChar w:fldCharType="separate"/>
            </w:r>
            <w:r w:rsidR="00D46B75">
              <w:rPr>
                <w:webHidden/>
              </w:rPr>
              <w:t>127</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17" w:history="1">
            <w:r w:rsidR="00E22AE1" w:rsidRPr="0006534F">
              <w:rPr>
                <w:rStyle w:val="Hyperlink"/>
              </w:rPr>
              <w:t xml:space="preserve">ZA </w:t>
            </w:r>
            <w:r w:rsidR="00E22AE1" w:rsidRPr="0006534F">
              <w:rPr>
                <w:rStyle w:val="Hyperlink"/>
                <w:rFonts w:hint="eastAsia"/>
                <w:rtl/>
              </w:rPr>
              <w:t>ظ</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Toc442791717 \h</w:instrText>
            </w:r>
            <w:r w:rsidR="00E22AE1">
              <w:rPr>
                <w:webHidden/>
                <w:rtl/>
              </w:rPr>
              <w:instrText xml:space="preserve"> </w:instrText>
            </w:r>
            <w:r>
              <w:rPr>
                <w:webHidden/>
                <w:rtl/>
              </w:rPr>
            </w:r>
            <w:r>
              <w:rPr>
                <w:webHidden/>
                <w:rtl/>
              </w:rPr>
              <w:fldChar w:fldCharType="separate"/>
            </w:r>
            <w:r w:rsidR="00D46B75">
              <w:rPr>
                <w:webHidden/>
              </w:rPr>
              <w:t>128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8" w:history="1">
            <w:r w:rsidR="00E22AE1" w:rsidRPr="0006534F">
              <w:rPr>
                <w:rStyle w:val="Hyperlink"/>
              </w:rPr>
              <w:t>1. Zahir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Toc442791718 \h</w:instrText>
            </w:r>
            <w:r w:rsidR="00E22AE1">
              <w:rPr>
                <w:webHidden/>
                <w:rtl/>
              </w:rPr>
              <w:instrText xml:space="preserve"> </w:instrText>
            </w:r>
            <w:r>
              <w:rPr>
                <w:webHidden/>
                <w:rtl/>
              </w:rPr>
            </w:r>
            <w:r>
              <w:rPr>
                <w:webHidden/>
                <w:rtl/>
              </w:rPr>
              <w:fldChar w:fldCharType="separate"/>
            </w:r>
            <w:r w:rsidR="00D46B75">
              <w:rPr>
                <w:webHidden/>
              </w:rPr>
              <w:t>128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19" w:history="1">
            <w:r w:rsidR="00E22AE1" w:rsidRPr="0006534F">
              <w:rPr>
                <w:rStyle w:val="Hyperlink"/>
              </w:rPr>
              <w:t>2. Zalil al Ghamam (shadow of the cloud)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Toc442791719 \h</w:instrText>
            </w:r>
            <w:r w:rsidR="00E22AE1">
              <w:rPr>
                <w:webHidden/>
                <w:rtl/>
              </w:rPr>
              <w:instrText xml:space="preserve"> </w:instrText>
            </w:r>
            <w:r>
              <w:rPr>
                <w:webHidden/>
                <w:rtl/>
              </w:rPr>
            </w:r>
            <w:r>
              <w:rPr>
                <w:webHidden/>
                <w:rtl/>
              </w:rPr>
              <w:fldChar w:fldCharType="separate"/>
            </w:r>
            <w:r w:rsidR="00D46B75">
              <w:rPr>
                <w:webHidden/>
              </w:rPr>
              <w:t>128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0" w:history="1">
            <w:r w:rsidR="00E22AE1" w:rsidRPr="0006534F">
              <w:rPr>
                <w:rStyle w:val="Hyperlink"/>
              </w:rPr>
              <w:t>3. Zahir fi al Israr (Reality of secrets)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Toc442791720 \h</w:instrText>
            </w:r>
            <w:r w:rsidR="00E22AE1">
              <w:rPr>
                <w:webHidden/>
                <w:rtl/>
              </w:rPr>
              <w:instrText xml:space="preserve"> </w:instrText>
            </w:r>
            <w:r>
              <w:rPr>
                <w:webHidden/>
                <w:rtl/>
              </w:rPr>
            </w:r>
            <w:r>
              <w:rPr>
                <w:webHidden/>
                <w:rtl/>
              </w:rPr>
              <w:fldChar w:fldCharType="separate"/>
            </w:r>
            <w:r w:rsidR="00D46B75">
              <w:rPr>
                <w:webHidden/>
              </w:rPr>
              <w:t>129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1" w:history="1">
            <w:r w:rsidR="00E22AE1" w:rsidRPr="0006534F">
              <w:rPr>
                <w:rStyle w:val="Hyperlink"/>
              </w:rPr>
              <w:t>4. Zahir maa al Anbiya (one who appeared with the prophets)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Toc442791721 \h</w:instrText>
            </w:r>
            <w:r w:rsidR="00E22AE1">
              <w:rPr>
                <w:webHidden/>
                <w:rtl/>
              </w:rPr>
              <w:instrText xml:space="preserve"> </w:instrText>
            </w:r>
            <w:r>
              <w:rPr>
                <w:webHidden/>
                <w:rtl/>
              </w:rPr>
            </w:r>
            <w:r>
              <w:rPr>
                <w:webHidden/>
                <w:rtl/>
              </w:rPr>
              <w:fldChar w:fldCharType="separate"/>
            </w:r>
            <w:r w:rsidR="00D46B75">
              <w:rPr>
                <w:webHidden/>
              </w:rPr>
              <w:t>129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2" w:history="1">
            <w:r w:rsidR="00E22AE1" w:rsidRPr="0006534F">
              <w:rPr>
                <w:rStyle w:val="Hyperlink"/>
              </w:rPr>
              <w:t>5. Zahr qabail al ans (helper of tribes)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Toc442791722 \h</w:instrText>
            </w:r>
            <w:r w:rsidR="00E22AE1">
              <w:rPr>
                <w:webHidden/>
                <w:rtl/>
              </w:rPr>
              <w:instrText xml:space="preserve"> </w:instrText>
            </w:r>
            <w:r>
              <w:rPr>
                <w:webHidden/>
                <w:rtl/>
              </w:rPr>
            </w:r>
            <w:r>
              <w:rPr>
                <w:webHidden/>
                <w:rtl/>
              </w:rPr>
              <w:fldChar w:fldCharType="separate"/>
            </w:r>
            <w:r w:rsidR="00D46B75">
              <w:rPr>
                <w:webHidden/>
              </w:rPr>
              <w:t>129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3" w:history="1">
            <w:r w:rsidR="00E22AE1" w:rsidRPr="0006534F">
              <w:rPr>
                <w:rStyle w:val="Hyperlink"/>
              </w:rPr>
              <w:t>6. Zahr al Farsh (helper of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Toc442791723 \h</w:instrText>
            </w:r>
            <w:r w:rsidR="00E22AE1">
              <w:rPr>
                <w:webHidden/>
                <w:rtl/>
              </w:rPr>
              <w:instrText xml:space="preserve"> </w:instrText>
            </w:r>
            <w:r>
              <w:rPr>
                <w:webHidden/>
                <w:rtl/>
              </w:rPr>
            </w:r>
            <w:r>
              <w:rPr>
                <w:webHidden/>
                <w:rtl/>
              </w:rPr>
              <w:fldChar w:fldCharType="separate"/>
            </w:r>
            <w:r w:rsidR="00D46B75">
              <w:rPr>
                <w:webHidden/>
              </w:rPr>
              <w:t>129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4" w:history="1">
            <w:r w:rsidR="00E22AE1" w:rsidRPr="0006534F">
              <w:rPr>
                <w:rStyle w:val="Hyperlink"/>
              </w:rPr>
              <w:t>7. Zahr al Azhar (helper of helpers)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Toc442791724 \h</w:instrText>
            </w:r>
            <w:r w:rsidR="00E22AE1">
              <w:rPr>
                <w:webHidden/>
                <w:rtl/>
              </w:rPr>
              <w:instrText xml:space="preserve"> </w:instrText>
            </w:r>
            <w:r>
              <w:rPr>
                <w:webHidden/>
                <w:rtl/>
              </w:rPr>
            </w:r>
            <w:r>
              <w:rPr>
                <w:webHidden/>
                <w:rtl/>
              </w:rPr>
              <w:fldChar w:fldCharType="separate"/>
            </w:r>
            <w:r w:rsidR="00D46B75">
              <w:rPr>
                <w:webHidden/>
              </w:rPr>
              <w:t>129</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25" w:history="1">
            <w:r w:rsidR="00E22AE1" w:rsidRPr="0006534F">
              <w:rPr>
                <w:rStyle w:val="Hyperlink"/>
              </w:rPr>
              <w:t xml:space="preserve">Ain </w:t>
            </w:r>
            <w:r w:rsidR="00E22AE1" w:rsidRPr="0006534F">
              <w:rPr>
                <w:rStyle w:val="Hyperlink"/>
                <w:rFonts w:hint="eastAsia"/>
                <w:rtl/>
              </w:rPr>
              <w:t>ع</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Toc442791725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6" w:history="1">
            <w:r w:rsidR="00E22AE1" w:rsidRPr="0006534F">
              <w:rPr>
                <w:rStyle w:val="Hyperlink"/>
              </w:rPr>
              <w:t>1. Ali ul Hakeem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Toc442791726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7" w:history="1">
            <w:r w:rsidR="00E22AE1" w:rsidRPr="0006534F">
              <w:rPr>
                <w:rStyle w:val="Hyperlink"/>
              </w:rPr>
              <w:t>2. Andah ilm al Kitab (one who possesses the knowledge of the book)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Toc442791727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8" w:history="1">
            <w:r w:rsidR="00E22AE1" w:rsidRPr="0006534F">
              <w:rPr>
                <w:rStyle w:val="Hyperlink"/>
              </w:rPr>
              <w:t>3. Azwoo al Rasool (saw) (Part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Toc442791728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29" w:history="1">
            <w:r w:rsidR="00E22AE1" w:rsidRPr="0006534F">
              <w:rPr>
                <w:rStyle w:val="Hyperlink"/>
              </w:rPr>
              <w:t>4. Alamah (landmarks)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Toc442791729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0" w:history="1">
            <w:r w:rsidR="00E22AE1" w:rsidRPr="0006534F">
              <w:rPr>
                <w:rStyle w:val="Hyperlink"/>
              </w:rPr>
              <w:t>5. Aalim (scholar)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Toc442791730 \h</w:instrText>
            </w:r>
            <w:r w:rsidR="00E22AE1">
              <w:rPr>
                <w:webHidden/>
                <w:rtl/>
              </w:rPr>
              <w:instrText xml:space="preserve"> </w:instrText>
            </w:r>
            <w:r>
              <w:rPr>
                <w:webHidden/>
                <w:rtl/>
              </w:rPr>
            </w:r>
            <w:r>
              <w:rPr>
                <w:webHidden/>
                <w:rtl/>
              </w:rPr>
              <w:fldChar w:fldCharType="separate"/>
            </w:r>
            <w:r w:rsidR="00D46B75">
              <w:rPr>
                <w:webHidden/>
              </w:rPr>
              <w:t>130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1" w:history="1">
            <w:r w:rsidR="00E22AE1" w:rsidRPr="0006534F">
              <w:rPr>
                <w:rStyle w:val="Hyperlink"/>
              </w:rPr>
              <w:t>6. Al uqabah (Ascent)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Toc442791731 \h</w:instrText>
            </w:r>
            <w:r w:rsidR="00E22AE1">
              <w:rPr>
                <w:webHidden/>
                <w:rtl/>
              </w:rPr>
              <w:instrText xml:space="preserve"> </w:instrText>
            </w:r>
            <w:r>
              <w:rPr>
                <w:webHidden/>
                <w:rtl/>
              </w:rPr>
            </w:r>
            <w:r>
              <w:rPr>
                <w:webHidden/>
                <w:rtl/>
              </w:rPr>
              <w:fldChar w:fldCharType="separate"/>
            </w:r>
            <w:r w:rsidR="00D46B75">
              <w:rPr>
                <w:webHidden/>
              </w:rPr>
              <w:t>131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2" w:history="1">
            <w:r w:rsidR="00E22AE1" w:rsidRPr="0006534F">
              <w:rPr>
                <w:rStyle w:val="Hyperlink"/>
              </w:rPr>
              <w:t>7. Awaz al Nabi (Likeness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Toc442791732 \h</w:instrText>
            </w:r>
            <w:r w:rsidR="00E22AE1">
              <w:rPr>
                <w:webHidden/>
                <w:rtl/>
              </w:rPr>
              <w:instrText xml:space="preserve"> </w:instrText>
            </w:r>
            <w:r>
              <w:rPr>
                <w:webHidden/>
                <w:rtl/>
              </w:rPr>
            </w:r>
            <w:r>
              <w:rPr>
                <w:webHidden/>
                <w:rtl/>
              </w:rPr>
              <w:fldChar w:fldCharType="separate"/>
            </w:r>
            <w:r w:rsidR="00D46B75">
              <w:rPr>
                <w:webHidden/>
              </w:rPr>
              <w:t>131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3" w:history="1">
            <w:r w:rsidR="00E22AE1" w:rsidRPr="0006534F">
              <w:rPr>
                <w:rStyle w:val="Hyperlink"/>
              </w:rPr>
              <w:t>8. Abdullah (servant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Toc442791733 \h</w:instrText>
            </w:r>
            <w:r w:rsidR="00E22AE1">
              <w:rPr>
                <w:webHidden/>
                <w:rtl/>
              </w:rPr>
              <w:instrText xml:space="preserve"> </w:instrText>
            </w:r>
            <w:r>
              <w:rPr>
                <w:webHidden/>
                <w:rtl/>
              </w:rPr>
            </w:r>
            <w:r>
              <w:rPr>
                <w:webHidden/>
                <w:rtl/>
              </w:rPr>
              <w:fldChar w:fldCharType="separate"/>
            </w:r>
            <w:r w:rsidR="00D46B75">
              <w:rPr>
                <w:webHidden/>
              </w:rPr>
              <w:t>131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4" w:history="1">
            <w:r w:rsidR="00E22AE1" w:rsidRPr="0006534F">
              <w:rPr>
                <w:rStyle w:val="Hyperlink"/>
              </w:rPr>
              <w:t>9. Aali (exalted)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Toc442791734 \h</w:instrText>
            </w:r>
            <w:r w:rsidR="00E22AE1">
              <w:rPr>
                <w:webHidden/>
                <w:rtl/>
              </w:rPr>
              <w:instrText xml:space="preserve"> </w:instrText>
            </w:r>
            <w:r>
              <w:rPr>
                <w:webHidden/>
                <w:rtl/>
              </w:rPr>
            </w:r>
            <w:r>
              <w:rPr>
                <w:webHidden/>
                <w:rtl/>
              </w:rPr>
              <w:fldChar w:fldCharType="separate"/>
            </w:r>
            <w:r w:rsidR="00D46B75">
              <w:rPr>
                <w:webHidden/>
              </w:rPr>
              <w:t>131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5" w:history="1">
            <w:r w:rsidR="00E22AE1" w:rsidRPr="0006534F">
              <w:rPr>
                <w:rStyle w:val="Hyperlink"/>
              </w:rPr>
              <w:t>10. Amwad al islam (Pillar of islam)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Toc442791735 \h</w:instrText>
            </w:r>
            <w:r w:rsidR="00E22AE1">
              <w:rPr>
                <w:webHidden/>
                <w:rtl/>
              </w:rPr>
              <w:instrText xml:space="preserve"> </w:instrText>
            </w:r>
            <w:r>
              <w:rPr>
                <w:webHidden/>
                <w:rtl/>
              </w:rPr>
            </w:r>
            <w:r>
              <w:rPr>
                <w:webHidden/>
                <w:rtl/>
              </w:rPr>
              <w:fldChar w:fldCharType="separate"/>
            </w:r>
            <w:r w:rsidR="00D46B75">
              <w:rPr>
                <w:webHidden/>
              </w:rPr>
              <w:t>131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6" w:history="1">
            <w:r w:rsidR="00E22AE1" w:rsidRPr="0006534F">
              <w:rPr>
                <w:rStyle w:val="Hyperlink"/>
              </w:rPr>
              <w:t>11. Aalim al Arz (most knowledgeable on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Toc442791736 \h</w:instrText>
            </w:r>
            <w:r w:rsidR="00E22AE1">
              <w:rPr>
                <w:webHidden/>
                <w:rtl/>
              </w:rPr>
              <w:instrText xml:space="preserve"> </w:instrText>
            </w:r>
            <w:r>
              <w:rPr>
                <w:webHidden/>
                <w:rtl/>
              </w:rPr>
            </w:r>
            <w:r>
              <w:rPr>
                <w:webHidden/>
                <w:rtl/>
              </w:rPr>
              <w:fldChar w:fldCharType="separate"/>
            </w:r>
            <w:r w:rsidR="00D46B75">
              <w:rPr>
                <w:webHidden/>
              </w:rPr>
              <w:t>132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7" w:history="1">
            <w:r w:rsidR="00E22AE1" w:rsidRPr="0006534F">
              <w:rPr>
                <w:rStyle w:val="Hyperlink"/>
              </w:rPr>
              <w:t>12. Ilm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Toc442791737 \h</w:instrText>
            </w:r>
            <w:r w:rsidR="00E22AE1">
              <w:rPr>
                <w:webHidden/>
                <w:rtl/>
              </w:rPr>
              <w:instrText xml:space="preserve"> </w:instrText>
            </w:r>
            <w:r>
              <w:rPr>
                <w:webHidden/>
                <w:rtl/>
              </w:rPr>
            </w:r>
            <w:r>
              <w:rPr>
                <w:webHidden/>
                <w:rtl/>
              </w:rPr>
              <w:fldChar w:fldCharType="separate"/>
            </w:r>
            <w:r w:rsidR="00D46B75">
              <w:rPr>
                <w:webHidden/>
              </w:rPr>
              <w:t>132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8" w:history="1">
            <w:r w:rsidR="00E22AE1" w:rsidRPr="0006534F">
              <w:rPr>
                <w:rStyle w:val="Hyperlink"/>
              </w:rPr>
              <w:t>13. Ayeen al Mazloomah (oppressed eye)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Toc442791738 \h</w:instrText>
            </w:r>
            <w:r w:rsidR="00E22AE1">
              <w:rPr>
                <w:webHidden/>
                <w:rtl/>
              </w:rPr>
              <w:instrText xml:space="preserve"> </w:instrText>
            </w:r>
            <w:r>
              <w:rPr>
                <w:webHidden/>
                <w:rtl/>
              </w:rPr>
            </w:r>
            <w:r>
              <w:rPr>
                <w:webHidden/>
                <w:rtl/>
              </w:rPr>
              <w:fldChar w:fldCharType="separate"/>
            </w:r>
            <w:r w:rsidR="00D46B75">
              <w:rPr>
                <w:webHidden/>
              </w:rPr>
              <w:t>132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39" w:history="1">
            <w:r w:rsidR="00E22AE1" w:rsidRPr="0006534F">
              <w:rPr>
                <w:rStyle w:val="Hyperlink"/>
              </w:rPr>
              <w:t>14. Ahad (promise)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Toc442791739 \h</w:instrText>
            </w:r>
            <w:r w:rsidR="00E22AE1">
              <w:rPr>
                <w:webHidden/>
                <w:rtl/>
              </w:rPr>
              <w:instrText xml:space="preserve"> </w:instrText>
            </w:r>
            <w:r>
              <w:rPr>
                <w:webHidden/>
                <w:rtl/>
              </w:rPr>
            </w:r>
            <w:r>
              <w:rPr>
                <w:webHidden/>
                <w:rtl/>
              </w:rPr>
              <w:fldChar w:fldCharType="separate"/>
            </w:r>
            <w:r w:rsidR="00D46B75">
              <w:rPr>
                <w:webHidden/>
              </w:rPr>
              <w:t>132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0" w:history="1">
            <w:r w:rsidR="00E22AE1" w:rsidRPr="0006534F">
              <w:rPr>
                <w:rStyle w:val="Hyperlink"/>
              </w:rPr>
              <w:t>15. Azd al Rasool (hand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Toc442791740 \h</w:instrText>
            </w:r>
            <w:r w:rsidR="00E22AE1">
              <w:rPr>
                <w:webHidden/>
                <w:rtl/>
              </w:rPr>
              <w:instrText xml:space="preserve"> </w:instrText>
            </w:r>
            <w:r>
              <w:rPr>
                <w:webHidden/>
                <w:rtl/>
              </w:rPr>
            </w:r>
            <w:r>
              <w:rPr>
                <w:webHidden/>
                <w:rtl/>
              </w:rPr>
              <w:fldChar w:fldCharType="separate"/>
            </w:r>
            <w:r w:rsidR="00D46B75">
              <w:rPr>
                <w:webHidden/>
              </w:rPr>
              <w:t>132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1" w:history="1">
            <w:r w:rsidR="00E22AE1" w:rsidRPr="0006534F">
              <w:rPr>
                <w:rStyle w:val="Hyperlink"/>
              </w:rPr>
              <w:t>16. Ali</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Toc442791741 \h</w:instrText>
            </w:r>
            <w:r w:rsidR="00E22AE1">
              <w:rPr>
                <w:webHidden/>
                <w:rtl/>
              </w:rPr>
              <w:instrText xml:space="preserve"> </w:instrText>
            </w:r>
            <w:r>
              <w:rPr>
                <w:webHidden/>
                <w:rtl/>
              </w:rPr>
            </w:r>
            <w:r>
              <w:rPr>
                <w:webHidden/>
                <w:rtl/>
              </w:rPr>
              <w:fldChar w:fldCharType="separate"/>
            </w:r>
            <w:r w:rsidR="00D46B75">
              <w:rPr>
                <w:webHidden/>
              </w:rPr>
              <w:t>133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2" w:history="1">
            <w:r w:rsidR="00E22AE1" w:rsidRPr="0006534F">
              <w:rPr>
                <w:rStyle w:val="Hyperlink"/>
              </w:rPr>
              <w:t>17. Ahad al Mukid (strong promise of allegiance)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Toc442791742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3" w:history="1">
            <w:r w:rsidR="00E22AE1" w:rsidRPr="0006534F">
              <w:rPr>
                <w:rStyle w:val="Hyperlink"/>
              </w:rPr>
              <w:t>18. Adl (justice)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Toc442791743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4" w:history="1">
            <w:r w:rsidR="00E22AE1" w:rsidRPr="0006534F">
              <w:rPr>
                <w:rStyle w:val="Hyperlink"/>
              </w:rPr>
              <w:t>19. Aalim bil Taurah wal Injeel (the one who possesses the knowledge of Taurah and Injeel)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Toc442791744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5" w:history="1">
            <w:r w:rsidR="00E22AE1" w:rsidRPr="0006534F">
              <w:rPr>
                <w:rStyle w:val="Hyperlink"/>
              </w:rPr>
              <w:t>20. Aqd al Iman (foundation of faith)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Toc442791745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6" w:history="1">
            <w:r w:rsidR="00E22AE1" w:rsidRPr="0006534F">
              <w:rPr>
                <w:rStyle w:val="Hyperlink"/>
              </w:rPr>
              <w:t>21. Aqab al Kufar (punishment of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Toc442791746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7" w:history="1">
            <w:r w:rsidR="00E22AE1" w:rsidRPr="0006534F">
              <w:rPr>
                <w:rStyle w:val="Hyperlink"/>
              </w:rPr>
              <w:t>22. Ayeen al Aayeen (Lord of greatness)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Toc442791747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8" w:history="1">
            <w:r w:rsidR="00E22AE1" w:rsidRPr="0006534F">
              <w:rPr>
                <w:rStyle w:val="Hyperlink"/>
              </w:rPr>
              <w:t>23. Asmah al Urs (purity of the universe)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Toc442791748 \h</w:instrText>
            </w:r>
            <w:r w:rsidR="00E22AE1">
              <w:rPr>
                <w:webHidden/>
                <w:rtl/>
              </w:rPr>
              <w:instrText xml:space="preserve"> </w:instrText>
            </w:r>
            <w:r>
              <w:rPr>
                <w:webHidden/>
                <w:rtl/>
              </w:rPr>
            </w:r>
            <w:r>
              <w:rPr>
                <w:webHidden/>
                <w:rtl/>
              </w:rPr>
              <w:fldChar w:fldCharType="separate"/>
            </w:r>
            <w:r w:rsidR="00D46B75">
              <w:rPr>
                <w:webHidden/>
              </w:rPr>
              <w:t>135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49" w:history="1">
            <w:r w:rsidR="00E22AE1" w:rsidRPr="0006534F">
              <w:rPr>
                <w:rStyle w:val="Hyperlink"/>
              </w:rPr>
              <w:t>24. Aybatul Ilm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Toc442791749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0" w:history="1">
            <w:r w:rsidR="00E22AE1" w:rsidRPr="0006534F">
              <w:rPr>
                <w:rStyle w:val="Hyperlink"/>
              </w:rPr>
              <w:t>25. Ahad al Mahood (promise of the one who promises)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Toc442791750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1" w:history="1">
            <w:r w:rsidR="00E22AE1" w:rsidRPr="0006534F">
              <w:rPr>
                <w:rStyle w:val="Hyperlink"/>
              </w:rPr>
              <w:t>26. Asam al Asmah (purity of pure)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Toc442791751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2" w:history="1">
            <w:r w:rsidR="00E22AE1" w:rsidRPr="0006534F">
              <w:rPr>
                <w:rStyle w:val="Hyperlink"/>
              </w:rPr>
              <w:t>27. Alim al Aalim (scholar of scholars)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Toc442791752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3" w:history="1">
            <w:r w:rsidR="00E22AE1" w:rsidRPr="0006534F">
              <w:rPr>
                <w:rStyle w:val="Hyperlink"/>
              </w:rPr>
              <w:t>28. Abd Awab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Toc442791753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4" w:history="1">
            <w:r w:rsidR="00E22AE1" w:rsidRPr="0006534F">
              <w:rPr>
                <w:rStyle w:val="Hyperlink"/>
              </w:rPr>
              <w:t>29. Asam al Shoahad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Toc442791754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5" w:history="1">
            <w:r w:rsidR="00E22AE1" w:rsidRPr="0006534F">
              <w:rPr>
                <w:rStyle w:val="Hyperlink"/>
              </w:rPr>
              <w:t>30. Aamal al Amil (the one who acts)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Toc442791755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6" w:history="1">
            <w:r w:rsidR="00E22AE1" w:rsidRPr="0006534F">
              <w:rPr>
                <w:rStyle w:val="Hyperlink"/>
              </w:rPr>
              <w:t>31. Atard al tafzeel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Toc442791756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7" w:history="1">
            <w:r w:rsidR="00E22AE1" w:rsidRPr="0006534F">
              <w:rPr>
                <w:rStyle w:val="Hyperlink"/>
              </w:rPr>
              <w:t>32. Ayun al Meezan (eyes of the scale)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Toc442791757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8" w:history="1">
            <w:r w:rsidR="00E22AE1" w:rsidRPr="0006534F">
              <w:rPr>
                <w:rStyle w:val="Hyperlink"/>
              </w:rPr>
              <w:t>33. Alaneet al Mabood (apparent of the lord)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Toc442791758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59" w:history="1">
            <w:r w:rsidR="00E22AE1" w:rsidRPr="0006534F">
              <w:rPr>
                <w:rStyle w:val="Hyperlink"/>
              </w:rPr>
              <w:t>34. Aqood al Makrameen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Toc442791759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0" w:history="1">
            <w:r w:rsidR="00E22AE1" w:rsidRPr="0006534F">
              <w:rPr>
                <w:rStyle w:val="Hyperlink"/>
              </w:rPr>
              <w:t>35. Amad al Rukn(pillar of tauheed)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Toc442791760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1" w:history="1">
            <w:r w:rsidR="00E22AE1" w:rsidRPr="0006534F">
              <w:rPr>
                <w:rStyle w:val="Hyperlink"/>
              </w:rPr>
              <w:t>36. Azab (wrath)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Toc442791761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2" w:history="1">
            <w:r w:rsidR="00E22AE1" w:rsidRPr="0006534F">
              <w:rPr>
                <w:rStyle w:val="Hyperlink"/>
              </w:rPr>
              <w:t>37. Azoobatul Anhar (sweetness of rivers)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Toc442791762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3" w:history="1">
            <w:r w:rsidR="00E22AE1" w:rsidRPr="0006534F">
              <w:rPr>
                <w:rStyle w:val="Hyperlink"/>
              </w:rPr>
              <w:t>38. Afeef al Tun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Toc442791763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4" w:history="1">
            <w:r w:rsidR="00E22AE1" w:rsidRPr="0006534F">
              <w:rPr>
                <w:rStyle w:val="Hyperlink"/>
              </w:rPr>
              <w:t>39. Ateed al Fraqid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Toc442791764 \h</w:instrText>
            </w:r>
            <w:r w:rsidR="00E22AE1">
              <w:rPr>
                <w:webHidden/>
                <w:rtl/>
              </w:rPr>
              <w:instrText xml:space="preserve"> </w:instrText>
            </w:r>
            <w:r>
              <w:rPr>
                <w:webHidden/>
                <w:rtl/>
              </w:rPr>
            </w:r>
            <w:r>
              <w:rPr>
                <w:webHidden/>
                <w:rtl/>
              </w:rPr>
              <w:fldChar w:fldCharType="separate"/>
            </w:r>
            <w:r w:rsidR="00D46B75">
              <w:rPr>
                <w:webHidden/>
              </w:rPr>
              <w:t>136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5" w:history="1">
            <w:r w:rsidR="00E22AE1" w:rsidRPr="0006534F">
              <w:rPr>
                <w:rStyle w:val="Hyperlink"/>
              </w:rPr>
              <w:t>40. Asmatul Mihaj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Toc442791765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6" w:history="1">
            <w:r w:rsidR="00E22AE1" w:rsidRPr="0006534F">
              <w:rPr>
                <w:rStyle w:val="Hyperlink"/>
              </w:rPr>
              <w:t>41. Ateed Qaf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Toc442791766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7" w:history="1">
            <w:r w:rsidR="00E22AE1" w:rsidRPr="0006534F">
              <w:rPr>
                <w:rStyle w:val="Hyperlink"/>
              </w:rPr>
              <w:t>42. Alamatul Talaq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Toc442791767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8" w:history="1">
            <w:r w:rsidR="00E22AE1" w:rsidRPr="0006534F">
              <w:rPr>
                <w:rStyle w:val="Hyperlink"/>
              </w:rPr>
              <w:t>43. Azoobatul Qatr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Toc442791768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69" w:history="1">
            <w:r w:rsidR="00E22AE1" w:rsidRPr="0006534F">
              <w:rPr>
                <w:rStyle w:val="Hyperlink"/>
              </w:rPr>
              <w:t>44. Amood al Islam (pillar of islam)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Toc442791769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0" w:history="1">
            <w:r w:rsidR="00E22AE1" w:rsidRPr="0006534F">
              <w:rPr>
                <w:rStyle w:val="Hyperlink"/>
              </w:rPr>
              <w:t>45. Araoon al Karahee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Toc442791770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1" w:history="1">
            <w:r w:rsidR="00E22AE1" w:rsidRPr="0006534F">
              <w:rPr>
                <w:rStyle w:val="Hyperlink"/>
              </w:rPr>
              <w:t>46. Isa al Zaman (Isa of the time)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Toc442791771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2" w:history="1">
            <w:r w:rsidR="00E22AE1" w:rsidRPr="0006534F">
              <w:rPr>
                <w:rStyle w:val="Hyperlink"/>
              </w:rPr>
              <w:t>47. Amad al Ins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Toc442791772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3" w:history="1">
            <w:r w:rsidR="00E22AE1" w:rsidRPr="0006534F">
              <w:rPr>
                <w:rStyle w:val="Hyperlink"/>
              </w:rPr>
              <w:t>48. Asmatul Awamiz</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Toc442791773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4" w:history="1">
            <w:r w:rsidR="00E22AE1" w:rsidRPr="0006534F">
              <w:rPr>
                <w:rStyle w:val="Hyperlink"/>
              </w:rPr>
              <w:t>49. Auratullah (strong chain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Toc442791774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5" w:history="1">
            <w:r w:rsidR="00E22AE1" w:rsidRPr="0006534F">
              <w:rPr>
                <w:rStyle w:val="Hyperlink"/>
              </w:rPr>
              <w:t>50. Ayun al Momineen (helper of believers)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Toc442791775 \h</w:instrText>
            </w:r>
            <w:r w:rsidR="00E22AE1">
              <w:rPr>
                <w:webHidden/>
                <w:rtl/>
              </w:rPr>
              <w:instrText xml:space="preserve"> </w:instrText>
            </w:r>
            <w:r>
              <w:rPr>
                <w:webHidden/>
                <w:rtl/>
              </w:rPr>
            </w:r>
            <w:r>
              <w:rPr>
                <w:webHidden/>
                <w:rtl/>
              </w:rPr>
              <w:fldChar w:fldCharType="separate"/>
            </w:r>
            <w:r w:rsidR="00D46B75">
              <w:rPr>
                <w:webHidden/>
              </w:rPr>
              <w:t>137</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76" w:history="1">
            <w:r w:rsidR="00E22AE1" w:rsidRPr="0006534F">
              <w:rPr>
                <w:rStyle w:val="Hyperlink"/>
              </w:rPr>
              <w:t xml:space="preserve">Ghain </w:t>
            </w:r>
            <w:r w:rsidR="00E22AE1" w:rsidRPr="0006534F">
              <w:rPr>
                <w:rStyle w:val="Hyperlink"/>
                <w:rFonts w:hint="eastAsia"/>
                <w:rtl/>
              </w:rPr>
              <w:t>غ</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Toc442791776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7" w:history="1">
            <w:r w:rsidR="00E22AE1" w:rsidRPr="0006534F">
              <w:rPr>
                <w:rStyle w:val="Hyperlink"/>
              </w:rPr>
              <w:t>1. Ghazran al Sharteen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Toc442791777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8" w:history="1">
            <w:r w:rsidR="00E22AE1" w:rsidRPr="0006534F">
              <w:rPr>
                <w:rStyle w:val="Hyperlink"/>
              </w:rPr>
              <w:t>2. Ghashiyah (overwhelming)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Toc442791778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79" w:history="1">
            <w:r w:rsidR="00E22AE1" w:rsidRPr="0006534F">
              <w:rPr>
                <w:rStyle w:val="Hyperlink"/>
              </w:rPr>
              <w:t>3. Ghiyath al Malik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Toc442791779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0" w:history="1">
            <w:r w:rsidR="00E22AE1" w:rsidRPr="0006534F">
              <w:rPr>
                <w:rStyle w:val="Hyperlink"/>
              </w:rPr>
              <w:t>4. Ghiyath al Zank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Toc442791780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1" w:history="1">
            <w:r w:rsidR="00E22AE1" w:rsidRPr="0006534F">
              <w:rPr>
                <w:rStyle w:val="Hyperlink"/>
              </w:rPr>
              <w:t>5. Ghram al Ghaleel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Toc442791781 \h</w:instrText>
            </w:r>
            <w:r w:rsidR="00E22AE1">
              <w:rPr>
                <w:webHidden/>
                <w:rtl/>
              </w:rPr>
              <w:instrText xml:space="preserve"> </w:instrText>
            </w:r>
            <w:r>
              <w:rPr>
                <w:webHidden/>
                <w:rtl/>
              </w:rPr>
            </w:r>
            <w:r>
              <w:rPr>
                <w:webHidden/>
                <w:rtl/>
              </w:rPr>
              <w:fldChar w:fldCharType="separate"/>
            </w:r>
            <w:r w:rsidR="00D46B75">
              <w:rPr>
                <w:webHidden/>
              </w:rPr>
              <w:t>138</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82" w:history="1">
            <w:r w:rsidR="00E22AE1" w:rsidRPr="0006534F">
              <w:rPr>
                <w:rStyle w:val="Hyperlink"/>
              </w:rPr>
              <w:t xml:space="preserve">FA </w:t>
            </w:r>
            <w:r w:rsidR="00E22AE1" w:rsidRPr="0006534F">
              <w:rPr>
                <w:rStyle w:val="Hyperlink"/>
                <w:rFonts w:hint="eastAsia"/>
                <w:rtl/>
              </w:rPr>
              <w:t>ف</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Toc442791782 \h</w:instrText>
            </w:r>
            <w:r w:rsidR="00E22AE1">
              <w:rPr>
                <w:webHidden/>
                <w:rtl/>
              </w:rPr>
              <w:instrText xml:space="preserve"> </w:instrText>
            </w:r>
            <w:r>
              <w:rPr>
                <w:webHidden/>
                <w:rtl/>
              </w:rPr>
            </w:r>
            <w:r>
              <w:rPr>
                <w:webHidden/>
                <w:rtl/>
              </w:rPr>
              <w:fldChar w:fldCharType="separate"/>
            </w:r>
            <w:r w:rsidR="00D46B75">
              <w:rPr>
                <w:webHidden/>
              </w:rPr>
              <w:t>139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3" w:history="1">
            <w:r w:rsidR="00E22AE1" w:rsidRPr="0006534F">
              <w:rPr>
                <w:rStyle w:val="Hyperlink"/>
              </w:rPr>
              <w:t>1. Fata (Brave youth)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Toc442791783 \h</w:instrText>
            </w:r>
            <w:r w:rsidR="00E22AE1">
              <w:rPr>
                <w:webHidden/>
                <w:rtl/>
              </w:rPr>
              <w:instrText xml:space="preserve"> </w:instrText>
            </w:r>
            <w:r>
              <w:rPr>
                <w:webHidden/>
                <w:rtl/>
              </w:rPr>
            </w:r>
            <w:r>
              <w:rPr>
                <w:webHidden/>
                <w:rtl/>
              </w:rPr>
              <w:fldChar w:fldCharType="separate"/>
            </w:r>
            <w:r w:rsidR="00D46B75">
              <w:rPr>
                <w:webHidden/>
              </w:rPr>
              <w:t>139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4" w:history="1">
            <w:r w:rsidR="00E22AE1" w:rsidRPr="0006534F">
              <w:rPr>
                <w:rStyle w:val="Hyperlink"/>
              </w:rPr>
              <w:t>2. Farooq al ummah (Honor of the nation)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Toc442791784 \h</w:instrText>
            </w:r>
            <w:r w:rsidR="00E22AE1">
              <w:rPr>
                <w:webHidden/>
                <w:rtl/>
              </w:rPr>
              <w:instrText xml:space="preserve"> </w:instrText>
            </w:r>
            <w:r>
              <w:rPr>
                <w:webHidden/>
                <w:rtl/>
              </w:rPr>
            </w:r>
            <w:r>
              <w:rPr>
                <w:webHidden/>
                <w:rtl/>
              </w:rPr>
              <w:fldChar w:fldCharType="separate"/>
            </w:r>
            <w:r w:rsidR="00D46B75">
              <w:rPr>
                <w:webHidden/>
              </w:rPr>
              <w:t>139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5" w:history="1">
            <w:r w:rsidR="00E22AE1" w:rsidRPr="0006534F">
              <w:rPr>
                <w:rStyle w:val="Hyperlink"/>
              </w:rPr>
              <w:t>3. Firoz</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Toc442791785 \h</w:instrText>
            </w:r>
            <w:r w:rsidR="00E22AE1">
              <w:rPr>
                <w:webHidden/>
                <w:rtl/>
              </w:rPr>
              <w:instrText xml:space="preserve"> </w:instrText>
            </w:r>
            <w:r>
              <w:rPr>
                <w:webHidden/>
                <w:rtl/>
              </w:rPr>
            </w:r>
            <w:r>
              <w:rPr>
                <w:webHidden/>
                <w:rtl/>
              </w:rPr>
              <w:fldChar w:fldCharType="separate"/>
            </w:r>
            <w:r w:rsidR="00D46B75">
              <w:rPr>
                <w:webHidden/>
              </w:rPr>
              <w:t>139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6" w:history="1">
            <w:r w:rsidR="00E22AE1" w:rsidRPr="0006534F">
              <w:rPr>
                <w:rStyle w:val="Hyperlink"/>
              </w:rPr>
              <w:t>4. Fasl al Qaza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Toc442791786 \h</w:instrText>
            </w:r>
            <w:r w:rsidR="00E22AE1">
              <w:rPr>
                <w:webHidden/>
                <w:rtl/>
              </w:rPr>
              <w:instrText xml:space="preserve"> </w:instrText>
            </w:r>
            <w:r>
              <w:rPr>
                <w:webHidden/>
                <w:rtl/>
              </w:rPr>
            </w:r>
            <w:r>
              <w:rPr>
                <w:webHidden/>
                <w:rtl/>
              </w:rPr>
              <w:fldChar w:fldCharType="separate"/>
            </w:r>
            <w:r w:rsidR="00D46B75">
              <w:rPr>
                <w:webHidden/>
              </w:rPr>
              <w:t>139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7" w:history="1">
            <w:r w:rsidR="00E22AE1" w:rsidRPr="0006534F">
              <w:rPr>
                <w:rStyle w:val="Hyperlink"/>
              </w:rPr>
              <w:t>5. Fra al Kareem(branch of mercy)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Toc442791787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8" w:history="1">
            <w:r w:rsidR="00E22AE1" w:rsidRPr="0006534F">
              <w:rPr>
                <w:rStyle w:val="Hyperlink"/>
              </w:rPr>
              <w:t>6. Falk al Lajaj (lord of the brave)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Toc442791788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89" w:history="1">
            <w:r w:rsidR="00E22AE1" w:rsidRPr="0006534F">
              <w:rPr>
                <w:rStyle w:val="Hyperlink"/>
              </w:rPr>
              <w:t>7. Fazl dhi al Hamim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Toc442791789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0" w:history="1">
            <w:r w:rsidR="00E22AE1" w:rsidRPr="0006534F">
              <w:rPr>
                <w:rStyle w:val="Hyperlink"/>
              </w:rPr>
              <w:t>8. Farqid al Simak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Toc442791790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1" w:history="1">
            <w:r w:rsidR="00E22AE1" w:rsidRPr="0006534F">
              <w:rPr>
                <w:rStyle w:val="Hyperlink"/>
              </w:rPr>
              <w:t>9. Fazl al Khitab (blessed speech)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Toc442791791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2" w:history="1">
            <w:r w:rsidR="00E22AE1" w:rsidRPr="0006534F">
              <w:rPr>
                <w:rStyle w:val="Hyperlink"/>
              </w:rPr>
              <w:t>10. Fasool al Baqarah (meaning of Sura Baqarah)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Toc442791792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3" w:history="1">
            <w:r w:rsidR="00E22AE1" w:rsidRPr="0006534F">
              <w:rPr>
                <w:rStyle w:val="Hyperlink"/>
              </w:rPr>
              <w:t>11. Fatir al Nafaah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Toc442791793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4" w:history="1">
            <w:r w:rsidR="00E22AE1" w:rsidRPr="0006534F">
              <w:rPr>
                <w:rStyle w:val="Hyperlink"/>
              </w:rPr>
              <w:t>12. Fajar al Fikhr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Toc442791794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5" w:history="1">
            <w:r w:rsidR="00E22AE1" w:rsidRPr="0006534F">
              <w:rPr>
                <w:rStyle w:val="Hyperlink"/>
              </w:rPr>
              <w:t>13. Fars al Fawaris (nobility of the noble)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Toc442791795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6" w:history="1">
            <w:r w:rsidR="00E22AE1" w:rsidRPr="0006534F">
              <w:rPr>
                <w:rStyle w:val="Hyperlink"/>
              </w:rPr>
              <w:t>14. Furqan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Toc442791796 \h</w:instrText>
            </w:r>
            <w:r w:rsidR="00E22AE1">
              <w:rPr>
                <w:webHidden/>
                <w:rtl/>
              </w:rPr>
              <w:instrText xml:space="preserve"> </w:instrText>
            </w:r>
            <w:r>
              <w:rPr>
                <w:webHidden/>
                <w:rtl/>
              </w:rPr>
            </w:r>
            <w:r>
              <w:rPr>
                <w:webHidden/>
                <w:rtl/>
              </w:rPr>
              <w:fldChar w:fldCharType="separate"/>
            </w:r>
            <w:r w:rsidR="00D46B75">
              <w:rPr>
                <w:webHidden/>
              </w:rPr>
              <w:t>140</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797" w:history="1">
            <w:r w:rsidR="00E22AE1" w:rsidRPr="0006534F">
              <w:rPr>
                <w:rStyle w:val="Hyperlink"/>
              </w:rPr>
              <w:t xml:space="preserve">Qaf </w:t>
            </w:r>
            <w:r w:rsidR="00E22AE1" w:rsidRPr="0006534F">
              <w:rPr>
                <w:rStyle w:val="Hyperlink"/>
                <w:rFonts w:hint="eastAsia"/>
                <w:rtl/>
              </w:rPr>
              <w:t>ق</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Toc442791797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8" w:history="1">
            <w:r w:rsidR="00E22AE1" w:rsidRPr="0006534F">
              <w:rPr>
                <w:rStyle w:val="Hyperlink"/>
              </w:rPr>
              <w:t>1. Qasr al Masheed (Beautiful palace)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Toc442791798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799" w:history="1">
            <w:r w:rsidR="00E22AE1" w:rsidRPr="0006534F">
              <w:rPr>
                <w:rStyle w:val="Hyperlink"/>
              </w:rPr>
              <w:t>2. Quran al Azeem(great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Toc442791799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0" w:history="1">
            <w:r w:rsidR="00E22AE1" w:rsidRPr="0006534F">
              <w:rPr>
                <w:rStyle w:val="Hyperlink"/>
              </w:rPr>
              <w:t>3. Qaid al Ghar al Mahjaleen (Leader of those with shining foreheads)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Toc442791800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1" w:history="1">
            <w:r w:rsidR="00E22AE1" w:rsidRPr="0006534F">
              <w:rPr>
                <w:rStyle w:val="Hyperlink"/>
              </w:rPr>
              <w:t>4. Qamar (moon)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Toc442791801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2" w:history="1">
            <w:r w:rsidR="00E22AE1" w:rsidRPr="0006534F">
              <w:rPr>
                <w:rStyle w:val="Hyperlink"/>
              </w:rPr>
              <w:t>5. Qatil al Fajrah (Killer of unrighteous)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Toc442791802 \h</w:instrText>
            </w:r>
            <w:r w:rsidR="00E22AE1">
              <w:rPr>
                <w:webHidden/>
                <w:rtl/>
              </w:rPr>
              <w:instrText xml:space="preserve"> </w:instrText>
            </w:r>
            <w:r>
              <w:rPr>
                <w:webHidden/>
                <w:rtl/>
              </w:rPr>
            </w:r>
            <w:r>
              <w:rPr>
                <w:webHidden/>
                <w:rtl/>
              </w:rPr>
              <w:fldChar w:fldCharType="separate"/>
            </w:r>
            <w:r w:rsidR="00D46B75">
              <w:rPr>
                <w:webHidden/>
              </w:rPr>
              <w:t>142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3" w:history="1">
            <w:r w:rsidR="00E22AE1" w:rsidRPr="0006534F">
              <w:rPr>
                <w:rStyle w:val="Hyperlink"/>
              </w:rPr>
              <w:t>6. Qaid al Atqiya (Leader of pious)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Toc442791803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4" w:history="1">
            <w:r w:rsidR="00E22AE1" w:rsidRPr="0006534F">
              <w:rPr>
                <w:rStyle w:val="Hyperlink"/>
              </w:rPr>
              <w:t>7. Qasim bil Suiyah (One who treats every person equally)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Toc442791804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5" w:history="1">
            <w:r w:rsidR="00E22AE1" w:rsidRPr="0006534F">
              <w:rPr>
                <w:rStyle w:val="Hyperlink"/>
              </w:rPr>
              <w:t>8. Qalam (Pen)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Toc442791805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6" w:history="1">
            <w:r w:rsidR="00E22AE1" w:rsidRPr="0006534F">
              <w:rPr>
                <w:rStyle w:val="Hyperlink"/>
              </w:rPr>
              <w:t>9. Qul al Mukhtalif (Different sayings)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Toc442791806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7" w:history="1">
            <w:r w:rsidR="00E22AE1" w:rsidRPr="0006534F">
              <w:rPr>
                <w:rStyle w:val="Hyperlink"/>
              </w:rPr>
              <w:t>10. Qarah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Toc442791807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8" w:history="1">
            <w:r w:rsidR="00E22AE1" w:rsidRPr="0006534F">
              <w:rPr>
                <w:rStyle w:val="Hyperlink"/>
              </w:rPr>
              <w:t>11. Qarin min Hadeed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Toc442791808 \h</w:instrText>
            </w:r>
            <w:r w:rsidR="00E22AE1">
              <w:rPr>
                <w:webHidden/>
                <w:rtl/>
              </w:rPr>
              <w:instrText xml:space="preserve"> </w:instrText>
            </w:r>
            <w:r>
              <w:rPr>
                <w:webHidden/>
                <w:rtl/>
              </w:rPr>
            </w:r>
            <w:r>
              <w:rPr>
                <w:webHidden/>
                <w:rtl/>
              </w:rPr>
              <w:fldChar w:fldCharType="separate"/>
            </w:r>
            <w:r w:rsidR="00D46B75">
              <w:rPr>
                <w:webHidden/>
              </w:rPr>
              <w:t>143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09" w:history="1">
            <w:r w:rsidR="00E22AE1" w:rsidRPr="0006534F">
              <w:rPr>
                <w:rStyle w:val="Hyperlink"/>
              </w:rPr>
              <w:t>12. Qatb al Dayjoor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Toc442791809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0" w:history="1">
            <w:r w:rsidR="00E22AE1" w:rsidRPr="0006534F">
              <w:rPr>
                <w:rStyle w:val="Hyperlink"/>
              </w:rPr>
              <w:t>13. Qamar al Surtan(moon and constellations)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Toc442791810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1" w:history="1">
            <w:r w:rsidR="00E22AE1" w:rsidRPr="0006534F">
              <w:rPr>
                <w:rStyle w:val="Hyperlink"/>
              </w:rPr>
              <w:t>14. Qus al Arak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Toc442791811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2" w:history="1">
            <w:r w:rsidR="00E22AE1" w:rsidRPr="0006534F">
              <w:rPr>
                <w:rStyle w:val="Hyperlink"/>
              </w:rPr>
              <w:t>15. Qastas al Qatr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Toc442791812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3" w:history="1">
            <w:r w:rsidR="00E22AE1" w:rsidRPr="0006534F">
              <w:rPr>
                <w:rStyle w:val="Hyperlink"/>
              </w:rPr>
              <w:t>16. Qasim Ilm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Toc442791813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4" w:history="1">
            <w:r w:rsidR="00E22AE1" w:rsidRPr="0006534F">
              <w:rPr>
                <w:rStyle w:val="Hyperlink"/>
              </w:rPr>
              <w:t>17. Qatil al Jin (killer of jinns)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Toc442791814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5" w:history="1">
            <w:r w:rsidR="00E22AE1" w:rsidRPr="0006534F">
              <w:rPr>
                <w:rStyle w:val="Hyperlink"/>
              </w:rPr>
              <w:t>18. Qaseem al Jinan (distributor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Toc442791815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6" w:history="1">
            <w:r w:rsidR="00E22AE1" w:rsidRPr="0006534F">
              <w:rPr>
                <w:rStyle w:val="Hyperlink"/>
              </w:rPr>
              <w:t>19. Qalaa al Bab (remover of the door)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Toc442791816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7" w:history="1">
            <w:r w:rsidR="00E22AE1" w:rsidRPr="0006534F">
              <w:rPr>
                <w:rStyle w:val="Hyperlink"/>
              </w:rPr>
              <w:t>20. Qatil min Bagha (slayer of the rebellious)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Toc442791817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8" w:history="1">
            <w:r w:rsidR="00E22AE1" w:rsidRPr="0006534F">
              <w:rPr>
                <w:rStyle w:val="Hyperlink"/>
              </w:rPr>
              <w:t>21. Qurn al Aqran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Toc442791818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19" w:history="1">
            <w:r w:rsidR="00E22AE1" w:rsidRPr="0006534F">
              <w:rPr>
                <w:rStyle w:val="Hyperlink"/>
              </w:rPr>
              <w:t>22. Qaid al Amlak (guide of kings)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Toc442791819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0" w:history="1">
            <w:r w:rsidR="00E22AE1" w:rsidRPr="0006534F">
              <w:rPr>
                <w:rStyle w:val="Hyperlink"/>
              </w:rPr>
              <w:t>23. Qutb al Aqtab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Toc442791820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1" w:history="1">
            <w:r w:rsidR="00E22AE1" w:rsidRPr="0006534F">
              <w:rPr>
                <w:rStyle w:val="Hyperlink"/>
              </w:rPr>
              <w:t>24. Qudrat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Toc442791821 \h</w:instrText>
            </w:r>
            <w:r w:rsidR="00E22AE1">
              <w:rPr>
                <w:webHidden/>
                <w:rtl/>
              </w:rPr>
              <w:instrText xml:space="preserve"> </w:instrText>
            </w:r>
            <w:r>
              <w:rPr>
                <w:webHidden/>
                <w:rtl/>
              </w:rPr>
            </w:r>
            <w:r>
              <w:rPr>
                <w:webHidden/>
                <w:rtl/>
              </w:rPr>
              <w:fldChar w:fldCharType="separate"/>
            </w:r>
            <w:r w:rsidR="00D46B75">
              <w:rPr>
                <w:webHidden/>
              </w:rPr>
              <w:t>145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2" w:history="1">
            <w:r w:rsidR="00E22AE1" w:rsidRPr="0006534F">
              <w:rPr>
                <w:rStyle w:val="Hyperlink"/>
              </w:rPr>
              <w:t>25. Qalb Allah (heart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Toc442791822 \h</w:instrText>
            </w:r>
            <w:r w:rsidR="00E22AE1">
              <w:rPr>
                <w:webHidden/>
                <w:rtl/>
              </w:rPr>
              <w:instrText xml:space="preserve"> </w:instrText>
            </w:r>
            <w:r>
              <w:rPr>
                <w:webHidden/>
                <w:rtl/>
              </w:rPr>
            </w:r>
            <w:r>
              <w:rPr>
                <w:webHidden/>
                <w:rtl/>
              </w:rPr>
              <w:fldChar w:fldCharType="separate"/>
            </w:r>
            <w:r w:rsidR="00D46B75">
              <w:rPr>
                <w:webHidden/>
              </w:rPr>
              <w:t>149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3" w:history="1">
            <w:r w:rsidR="00E22AE1" w:rsidRPr="0006534F">
              <w:rPr>
                <w:rStyle w:val="Hyperlink"/>
              </w:rPr>
              <w:t>26. Qateel Koofan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Toc442791823 \h</w:instrText>
            </w:r>
            <w:r w:rsidR="00E22AE1">
              <w:rPr>
                <w:webHidden/>
                <w:rtl/>
              </w:rPr>
              <w:instrText xml:space="preserve"> </w:instrText>
            </w:r>
            <w:r>
              <w:rPr>
                <w:webHidden/>
                <w:rtl/>
              </w:rPr>
            </w:r>
            <w:r>
              <w:rPr>
                <w:webHidden/>
                <w:rtl/>
              </w:rPr>
              <w:fldChar w:fldCharType="separate"/>
            </w:r>
            <w:r w:rsidR="00D46B75">
              <w:rPr>
                <w:webHidden/>
              </w:rPr>
              <w:t>149</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824" w:history="1">
            <w:r w:rsidR="00E22AE1" w:rsidRPr="0006534F">
              <w:rPr>
                <w:rStyle w:val="Hyperlink"/>
              </w:rPr>
              <w:t xml:space="preserve">Kaf </w:t>
            </w:r>
            <w:r w:rsidR="00E22AE1" w:rsidRPr="0006534F">
              <w:rPr>
                <w:rStyle w:val="Hyperlink"/>
                <w:rFonts w:hint="eastAsia"/>
                <w:rtl/>
              </w:rPr>
              <w:t>ك</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Toc442791824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5" w:history="1">
            <w:r w:rsidR="00E22AE1" w:rsidRPr="0006534F">
              <w:rPr>
                <w:rStyle w:val="Hyperlink"/>
              </w:rPr>
              <w:t>1. Kirar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Toc442791825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6" w:history="1">
            <w:r w:rsidR="00E22AE1" w:rsidRPr="0006534F">
              <w:rPr>
                <w:rStyle w:val="Hyperlink"/>
              </w:rPr>
              <w:t>2. Kufv al Zahra (The equal for Syeda 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Toc442791826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7" w:history="1">
            <w:r w:rsidR="00E22AE1" w:rsidRPr="0006534F">
              <w:rPr>
                <w:rStyle w:val="Hyperlink"/>
              </w:rPr>
              <w:t>3. Kabeer (Greatest)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Toc442791827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8" w:history="1">
            <w:r w:rsidR="00E22AE1" w:rsidRPr="0006534F">
              <w:rPr>
                <w:rStyle w:val="Hyperlink"/>
              </w:rPr>
              <w:t>4. Kalimah (word)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Toc442791828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29" w:history="1">
            <w:r w:rsidR="00E22AE1" w:rsidRPr="0006534F">
              <w:rPr>
                <w:rStyle w:val="Hyperlink"/>
              </w:rPr>
              <w:t>5. Kalimatullah al Aliya (Greatest word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Toc442791829 \h</w:instrText>
            </w:r>
            <w:r w:rsidR="00E22AE1">
              <w:rPr>
                <w:webHidden/>
                <w:rtl/>
              </w:rPr>
              <w:instrText xml:space="preserve"> </w:instrText>
            </w:r>
            <w:r>
              <w:rPr>
                <w:webHidden/>
                <w:rtl/>
              </w:rPr>
            </w:r>
            <w:r>
              <w:rPr>
                <w:webHidden/>
                <w:rtl/>
              </w:rPr>
              <w:fldChar w:fldCharType="separate"/>
            </w:r>
            <w:r w:rsidR="00D46B75">
              <w:rPr>
                <w:webHidden/>
              </w:rPr>
              <w:t>150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0" w:history="1">
            <w:r w:rsidR="00E22AE1" w:rsidRPr="0006534F">
              <w:rPr>
                <w:rStyle w:val="Hyperlink"/>
              </w:rPr>
              <w:t>6. Kitab al Minzil (Revealed Book)</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Toc442791830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1" w:history="1">
            <w:r w:rsidR="00E22AE1" w:rsidRPr="0006534F">
              <w:rPr>
                <w:rStyle w:val="Hyperlink"/>
              </w:rPr>
              <w:t>7. Kalimatul Tamah (Absolute word from amongst the words)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Toc442791831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2" w:history="1">
            <w:r w:rsidR="00E22AE1" w:rsidRPr="0006534F">
              <w:rPr>
                <w:rStyle w:val="Hyperlink"/>
              </w:rPr>
              <w:t>8. Kamal ul Deen (completion of the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Toc442791832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3" w:history="1">
            <w:r w:rsidR="00E22AE1" w:rsidRPr="0006534F">
              <w:rPr>
                <w:rStyle w:val="Hyperlink"/>
              </w:rPr>
              <w:t>9. Kahf al Aramil (helper of widows)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Toc442791833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4" w:history="1">
            <w:r w:rsidR="00E22AE1" w:rsidRPr="0006534F">
              <w:rPr>
                <w:rStyle w:val="Hyperlink"/>
              </w:rPr>
              <w:t>10. Kirkir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Toc442791834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5" w:history="1">
            <w:r w:rsidR="00E22AE1" w:rsidRPr="0006534F">
              <w:rPr>
                <w:rStyle w:val="Hyperlink"/>
              </w:rPr>
              <w:t>11. Kawan al Makan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Toc442791835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6" w:history="1">
            <w:r w:rsidR="00E22AE1" w:rsidRPr="0006534F">
              <w:rPr>
                <w:rStyle w:val="Hyperlink"/>
              </w:rPr>
              <w:t>12. Khays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Toc442791836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7" w:history="1">
            <w:r w:rsidR="00E22AE1" w:rsidRPr="0006534F">
              <w:rPr>
                <w:rStyle w:val="Hyperlink"/>
              </w:rPr>
              <w:t>13. Kon al Farq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Toc442791837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8" w:history="1">
            <w:r w:rsidR="00E22AE1" w:rsidRPr="0006534F">
              <w:rPr>
                <w:rStyle w:val="Hyperlink"/>
              </w:rPr>
              <w:t>14. Klua al Wahsh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Toc442791838 \h</w:instrText>
            </w:r>
            <w:r w:rsidR="00E22AE1">
              <w:rPr>
                <w:webHidden/>
                <w:rtl/>
              </w:rPr>
              <w:instrText xml:space="preserve"> </w:instrText>
            </w:r>
            <w:r>
              <w:rPr>
                <w:webHidden/>
                <w:rtl/>
              </w:rPr>
            </w:r>
            <w:r>
              <w:rPr>
                <w:webHidden/>
                <w:rtl/>
              </w:rPr>
              <w:fldChar w:fldCharType="separate"/>
            </w:r>
            <w:r w:rsidR="00D46B75">
              <w:rPr>
                <w:webHidden/>
              </w:rPr>
              <w:t>151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39" w:history="1">
            <w:r w:rsidR="00E22AE1" w:rsidRPr="0006534F">
              <w:rPr>
                <w:rStyle w:val="Hyperlink"/>
              </w:rPr>
              <w:t>15. Kamard al Hinood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Toc442791839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0" w:history="1">
            <w:r w:rsidR="00E22AE1" w:rsidRPr="0006534F">
              <w:rPr>
                <w:rStyle w:val="Hyperlink"/>
              </w:rPr>
              <w:t>16. Kirkis al Sidoos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Toc442791840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1" w:history="1">
            <w:r w:rsidR="00E22AE1" w:rsidRPr="0006534F">
              <w:rPr>
                <w:rStyle w:val="Hyperlink"/>
              </w:rPr>
              <w:t>17. Kaboor al Farq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Toc442791841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2" w:history="1">
            <w:r w:rsidR="00E22AE1" w:rsidRPr="0006534F">
              <w:rPr>
                <w:rStyle w:val="Hyperlink"/>
              </w:rPr>
              <w:t>18. Kashif al Radaa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Toc442791842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3" w:history="1">
            <w:r w:rsidR="00E22AE1" w:rsidRPr="0006534F">
              <w:rPr>
                <w:rStyle w:val="Hyperlink"/>
              </w:rPr>
              <w:t>19. Kafoo al Wafa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Toc442791843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4" w:history="1">
            <w:r w:rsidR="00E22AE1" w:rsidRPr="0006534F">
              <w:rPr>
                <w:rStyle w:val="Hyperlink"/>
              </w:rPr>
              <w:t>20. Kiwan al Khan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Toc442791844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5" w:history="1">
            <w:r w:rsidR="00E22AE1" w:rsidRPr="0006534F">
              <w:rPr>
                <w:rStyle w:val="Hyperlink"/>
              </w:rPr>
              <w:t>21. Kasi al Arah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Toc442791845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6" w:history="1">
            <w:r w:rsidR="00E22AE1" w:rsidRPr="0006534F">
              <w:rPr>
                <w:rStyle w:val="Hyperlink"/>
              </w:rPr>
              <w:t>22. Kinz Israr al Nabuwat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Toc442791846 \h</w:instrText>
            </w:r>
            <w:r w:rsidR="00E22AE1">
              <w:rPr>
                <w:webHidden/>
                <w:rtl/>
              </w:rPr>
              <w:instrText xml:space="preserve"> </w:instrText>
            </w:r>
            <w:r>
              <w:rPr>
                <w:webHidden/>
                <w:rtl/>
              </w:rPr>
            </w:r>
            <w:r>
              <w:rPr>
                <w:webHidden/>
                <w:rtl/>
              </w:rPr>
              <w:fldChar w:fldCharType="separate"/>
            </w:r>
            <w:r w:rsidR="00D46B75">
              <w:rPr>
                <w:webHidden/>
              </w:rPr>
              <w:t>152</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847" w:history="1">
            <w:r w:rsidR="00E22AE1" w:rsidRPr="0006534F">
              <w:rPr>
                <w:rStyle w:val="Hyperlink"/>
              </w:rPr>
              <w:t xml:space="preserve">Lam </w:t>
            </w:r>
            <w:r w:rsidR="00E22AE1" w:rsidRPr="0006534F">
              <w:rPr>
                <w:rStyle w:val="Hyperlink"/>
                <w:rFonts w:hint="eastAsia"/>
                <w:rtl/>
              </w:rPr>
              <w:t>ل</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Toc442791847 \h</w:instrText>
            </w:r>
            <w:r w:rsidR="00E22AE1">
              <w:rPr>
                <w:webHidden/>
                <w:rtl/>
              </w:rPr>
              <w:instrText xml:space="preserve"> </w:instrText>
            </w:r>
            <w:r>
              <w:rPr>
                <w:webHidden/>
                <w:rtl/>
              </w:rPr>
            </w:r>
            <w:r>
              <w:rPr>
                <w:webHidden/>
                <w:rtl/>
              </w:rPr>
              <w:fldChar w:fldCharType="separate"/>
            </w:r>
            <w:r w:rsidR="00D46B75">
              <w:rPr>
                <w:webHidden/>
              </w:rPr>
              <w:t>153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8" w:history="1">
            <w:r w:rsidR="00E22AE1" w:rsidRPr="0006534F">
              <w:rPr>
                <w:rStyle w:val="Hyperlink"/>
              </w:rPr>
              <w:t>1. Lisanullah (tongue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Toc442791848 \h</w:instrText>
            </w:r>
            <w:r w:rsidR="00E22AE1">
              <w:rPr>
                <w:webHidden/>
                <w:rtl/>
              </w:rPr>
              <w:instrText xml:space="preserve"> </w:instrText>
            </w:r>
            <w:r>
              <w:rPr>
                <w:webHidden/>
                <w:rtl/>
              </w:rPr>
            </w:r>
            <w:r>
              <w:rPr>
                <w:webHidden/>
                <w:rtl/>
              </w:rPr>
              <w:fldChar w:fldCharType="separate"/>
            </w:r>
            <w:r w:rsidR="00D46B75">
              <w:rPr>
                <w:webHidden/>
              </w:rPr>
              <w:t>153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49" w:history="1">
            <w:r w:rsidR="00E22AE1" w:rsidRPr="0006534F">
              <w:rPr>
                <w:rStyle w:val="Hyperlink"/>
              </w:rPr>
              <w:t>2. Lith al Muhadeen (Lion of those who believe in the oneness of Allah)</w:t>
            </w:r>
            <w:r w:rsidR="00E22AE1">
              <w:rPr>
                <w:webHidden/>
                <w:rtl/>
              </w:rPr>
              <w:tab/>
            </w:r>
            <w:r w:rsidR="00292F8F">
              <w:rPr>
                <w:webHidden/>
              </w:rPr>
              <w:tab/>
            </w:r>
            <w:r w:rsidR="00292F8F">
              <w:rPr>
                <w:webHidden/>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Toc442791849 \h</w:instrText>
            </w:r>
            <w:r w:rsidR="00E22AE1">
              <w:rPr>
                <w:webHidden/>
                <w:rtl/>
              </w:rPr>
              <w:instrText xml:space="preserve"> </w:instrText>
            </w:r>
            <w:r>
              <w:rPr>
                <w:webHidden/>
                <w:rtl/>
              </w:rPr>
            </w:r>
            <w:r>
              <w:rPr>
                <w:webHidden/>
                <w:rtl/>
              </w:rPr>
              <w:fldChar w:fldCharType="separate"/>
            </w:r>
            <w:r w:rsidR="00D46B75">
              <w:rPr>
                <w:webHidden/>
              </w:rPr>
              <w:t>153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0" w:history="1">
            <w:r w:rsidR="00E22AE1" w:rsidRPr="0006534F">
              <w:rPr>
                <w:rStyle w:val="Hyperlink"/>
              </w:rPr>
              <w:t>3. Lisanul Sadiq(tongue of the trustworthy)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Toc442791850 \h</w:instrText>
            </w:r>
            <w:r w:rsidR="00E22AE1">
              <w:rPr>
                <w:webHidden/>
                <w:rtl/>
              </w:rPr>
              <w:instrText xml:space="preserve"> </w:instrText>
            </w:r>
            <w:r>
              <w:rPr>
                <w:webHidden/>
                <w:rtl/>
              </w:rPr>
            </w:r>
            <w:r>
              <w:rPr>
                <w:webHidden/>
                <w:rtl/>
              </w:rPr>
              <w:fldChar w:fldCharType="separate"/>
            </w:r>
            <w:r w:rsidR="00D46B75">
              <w:rPr>
                <w:webHidden/>
              </w:rPr>
              <w:t>154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1" w:history="1">
            <w:r w:rsidR="00E22AE1" w:rsidRPr="0006534F">
              <w:rPr>
                <w:rStyle w:val="Hyperlink"/>
              </w:rPr>
              <w:t>4. Lisanul Sidq(tongue of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Toc442791851 \h</w:instrText>
            </w:r>
            <w:r w:rsidR="00E22AE1">
              <w:rPr>
                <w:webHidden/>
                <w:rtl/>
              </w:rPr>
              <w:instrText xml:space="preserve"> </w:instrText>
            </w:r>
            <w:r>
              <w:rPr>
                <w:webHidden/>
                <w:rtl/>
              </w:rPr>
            </w:r>
            <w:r>
              <w:rPr>
                <w:webHidden/>
                <w:rtl/>
              </w:rPr>
              <w:fldChar w:fldCharType="separate"/>
            </w:r>
            <w:r w:rsidR="00D46B75">
              <w:rPr>
                <w:webHidden/>
              </w:rPr>
              <w:t>154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2" w:history="1">
            <w:r w:rsidR="00E22AE1" w:rsidRPr="0006534F">
              <w:rPr>
                <w:rStyle w:val="Hyperlink"/>
              </w:rPr>
              <w:t>5. Ladheedh al Thamar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Toc442791852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3" w:history="1">
            <w:r w:rsidR="00E22AE1" w:rsidRPr="0006534F">
              <w:rPr>
                <w:rStyle w:val="Hyperlink"/>
              </w:rPr>
              <w:t>6. Lith al Zaham (lion of the battlefield)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Toc442791853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4" w:history="1">
            <w:r w:rsidR="00E22AE1" w:rsidRPr="0006534F">
              <w:rPr>
                <w:rStyle w:val="Hyperlink"/>
              </w:rPr>
              <w:t>7. Lahz al Lowahz</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Toc442791854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5" w:history="1">
            <w:r w:rsidR="00E22AE1" w:rsidRPr="0006534F">
              <w:rPr>
                <w:rStyle w:val="Hyperlink"/>
              </w:rPr>
              <w:t>8. Lowa al Rakiz</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Toc442791855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6" w:history="1">
            <w:r w:rsidR="00E22AE1" w:rsidRPr="0006534F">
              <w:rPr>
                <w:rStyle w:val="Hyperlink"/>
              </w:rPr>
              <w:t>9. Lahj al Minhaj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Toc442791856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7" w:history="1">
            <w:r w:rsidR="00E22AE1" w:rsidRPr="0006534F">
              <w:rPr>
                <w:rStyle w:val="Hyperlink"/>
              </w:rPr>
              <w:t>10. Loosh al Sadoos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Toc442791857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8" w:history="1">
            <w:r w:rsidR="00E22AE1" w:rsidRPr="0006534F">
              <w:rPr>
                <w:rStyle w:val="Hyperlink"/>
              </w:rPr>
              <w:t>11. Lulu al Asdaf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Toc442791858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59" w:history="1">
            <w:r w:rsidR="00E22AE1" w:rsidRPr="0006534F">
              <w:rPr>
                <w:rStyle w:val="Hyperlink"/>
              </w:rPr>
              <w:t>12. Lisan al Shakur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Toc442791859 \h</w:instrText>
            </w:r>
            <w:r w:rsidR="00E22AE1">
              <w:rPr>
                <w:webHidden/>
                <w:rtl/>
              </w:rPr>
              <w:instrText xml:space="preserve"> </w:instrText>
            </w:r>
            <w:r>
              <w:rPr>
                <w:webHidden/>
                <w:rtl/>
              </w:rPr>
            </w:r>
            <w:r>
              <w:rPr>
                <w:webHidden/>
                <w:rtl/>
              </w:rPr>
              <w:fldChar w:fldCharType="separate"/>
            </w:r>
            <w:r w:rsidR="00D46B75">
              <w:rPr>
                <w:webHidden/>
              </w:rPr>
              <w:t>155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1860" w:history="1">
            <w:r w:rsidR="00E22AE1" w:rsidRPr="0006534F">
              <w:rPr>
                <w:rStyle w:val="Hyperlink"/>
              </w:rPr>
              <w:t xml:space="preserve">Meem </w:t>
            </w:r>
            <w:r w:rsidR="00E22AE1" w:rsidRPr="0006534F">
              <w:rPr>
                <w:rStyle w:val="Hyperlink"/>
                <w:rFonts w:hint="eastAsia"/>
                <w:rtl/>
              </w:rPr>
              <w:t>م</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Toc442791860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1" w:history="1">
            <w:r w:rsidR="00E22AE1" w:rsidRPr="0006534F">
              <w:rPr>
                <w:rStyle w:val="Hyperlink"/>
              </w:rPr>
              <w:t>1. Muhaddath (Narrator of hadith)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Toc442791861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2" w:history="1">
            <w:r w:rsidR="00E22AE1" w:rsidRPr="0006534F">
              <w:rPr>
                <w:rStyle w:val="Hyperlink"/>
              </w:rPr>
              <w:t>2. Mohsin (doer of good)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Toc442791862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3" w:history="1">
            <w:r w:rsidR="00E22AE1" w:rsidRPr="0006534F">
              <w:rPr>
                <w:rStyle w:val="Hyperlink"/>
              </w:rPr>
              <w:t>3. Muttarjim Kitabullah (Interpretor of the Book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Toc442791863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4" w:history="1">
            <w:r w:rsidR="00E22AE1" w:rsidRPr="0006534F">
              <w:rPr>
                <w:rStyle w:val="Hyperlink"/>
              </w:rPr>
              <w:t>4. Muwatmin ala Sarullah (Trustee of the Mysteries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Toc442791864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5" w:history="1">
            <w:r w:rsidR="00E22AE1" w:rsidRPr="0006534F">
              <w:rPr>
                <w:rStyle w:val="Hyperlink"/>
              </w:rPr>
              <w:t>5. Mazowj Ahul Janah (One who arranges the marriages of the inhabitants of jannah)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Toc442791865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6" w:history="1">
            <w:r w:rsidR="00E22AE1" w:rsidRPr="0006534F">
              <w:rPr>
                <w:rStyle w:val="Hyperlink"/>
              </w:rPr>
              <w:t>6. Mowziatul Rasalat (The station of Prophet hood)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Toc442791866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7" w:history="1">
            <w:r w:rsidR="00E22AE1" w:rsidRPr="0006534F">
              <w:rPr>
                <w:rStyle w:val="Hyperlink"/>
              </w:rPr>
              <w:t>7. Mutahir (Purity)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Toc442791867 \h</w:instrText>
            </w:r>
            <w:r w:rsidR="00E22AE1">
              <w:rPr>
                <w:webHidden/>
                <w:rtl/>
              </w:rPr>
              <w:instrText xml:space="preserve"> </w:instrText>
            </w:r>
            <w:r>
              <w:rPr>
                <w:webHidden/>
                <w:rtl/>
              </w:rPr>
            </w:r>
            <w:r>
              <w:rPr>
                <w:webHidden/>
                <w:rtl/>
              </w:rPr>
              <w:fldChar w:fldCharType="separate"/>
            </w:r>
            <w:r w:rsidR="00D46B75">
              <w:rPr>
                <w:webHidden/>
              </w:rPr>
              <w:t>157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8" w:history="1">
            <w:r w:rsidR="00E22AE1" w:rsidRPr="0006534F">
              <w:rPr>
                <w:rStyle w:val="Hyperlink"/>
              </w:rPr>
              <w:t>8. Muntizir (Awaiting)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Toc442791868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69" w:history="1">
            <w:r w:rsidR="00E22AE1" w:rsidRPr="0006534F">
              <w:rPr>
                <w:rStyle w:val="Hyperlink"/>
              </w:rPr>
              <w:t>9. Munkisul Riyat (One who was never defeated in battle)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Toc442791869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0" w:history="1">
            <w:r w:rsidR="00E22AE1" w:rsidRPr="0006534F">
              <w:rPr>
                <w:rStyle w:val="Hyperlink"/>
              </w:rPr>
              <w:t>10. Murtadha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Toc442791870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1" w:history="1">
            <w:r w:rsidR="00E22AE1" w:rsidRPr="0006534F">
              <w:rPr>
                <w:rStyle w:val="Hyperlink"/>
              </w:rPr>
              <w:t>11. Miliya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Toc442791871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2" w:history="1">
            <w:r w:rsidR="00E22AE1" w:rsidRPr="0006534F">
              <w:rPr>
                <w:rStyle w:val="Hyperlink"/>
              </w:rPr>
              <w:t>12. Matusim (those who examine)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Toc442791872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3" w:history="1">
            <w:r w:rsidR="00E22AE1" w:rsidRPr="0006534F">
              <w:rPr>
                <w:rStyle w:val="Hyperlink"/>
              </w:rPr>
              <w:t>13. Mishru Jabeel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Toc442791873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4" w:history="1">
            <w:r w:rsidR="00E22AE1" w:rsidRPr="0006534F">
              <w:rPr>
                <w:rStyle w:val="Hyperlink"/>
              </w:rPr>
              <w:t>14. Mashood (one who the testimony is for )</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Toc442791874 \h</w:instrText>
            </w:r>
            <w:r w:rsidR="00E22AE1">
              <w:rPr>
                <w:webHidden/>
                <w:rtl/>
              </w:rPr>
              <w:instrText xml:space="preserve"> </w:instrText>
            </w:r>
            <w:r>
              <w:rPr>
                <w:webHidden/>
                <w:rtl/>
              </w:rPr>
            </w:r>
            <w:r>
              <w:rPr>
                <w:webHidden/>
                <w:rtl/>
              </w:rPr>
              <w:fldChar w:fldCharType="separate"/>
            </w:r>
            <w:r w:rsidR="00D46B75">
              <w:rPr>
                <w:webHidden/>
              </w:rPr>
              <w:t>158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5" w:history="1">
            <w:r w:rsidR="00E22AE1" w:rsidRPr="0006534F">
              <w:rPr>
                <w:rStyle w:val="Hyperlink"/>
              </w:rPr>
              <w:t>15. Mudmur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Toc442791875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6" w:history="1">
            <w:r w:rsidR="00E22AE1" w:rsidRPr="0006534F">
              <w:rPr>
                <w:rStyle w:val="Hyperlink"/>
              </w:rPr>
              <w:t>16. Memoon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Toc442791876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7" w:history="1">
            <w:r w:rsidR="00E22AE1" w:rsidRPr="0006534F">
              <w:rPr>
                <w:rStyle w:val="Hyperlink"/>
              </w:rPr>
              <w:t>17. Muezzin (caller)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Toc442791877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8" w:history="1">
            <w:r w:rsidR="00E22AE1" w:rsidRPr="0006534F">
              <w:rPr>
                <w:rStyle w:val="Hyperlink"/>
              </w:rPr>
              <w:t>18. Mowt ul Ahmar (Red Death)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Toc442791878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79" w:history="1">
            <w:r w:rsidR="00E22AE1" w:rsidRPr="0006534F">
              <w:rPr>
                <w:rStyle w:val="Hyperlink"/>
              </w:rPr>
              <w:t>19. Maeen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Toc442791879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0" w:history="1">
            <w:r w:rsidR="00E22AE1" w:rsidRPr="0006534F">
              <w:rPr>
                <w:rStyle w:val="Hyperlink"/>
              </w:rPr>
              <w:t>20. Minsoom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Toc442791880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1" w:history="1">
            <w:r w:rsidR="00E22AE1" w:rsidRPr="0006534F">
              <w:rPr>
                <w:rStyle w:val="Hyperlink"/>
              </w:rPr>
              <w:t>21. Moula al Birya (Master of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Toc442791881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2" w:history="1">
            <w:r w:rsidR="00E22AE1" w:rsidRPr="0006534F">
              <w:rPr>
                <w:rStyle w:val="Hyperlink"/>
              </w:rPr>
              <w:t>22. Maqeem al Hujjah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Toc442791882 \h</w:instrText>
            </w:r>
            <w:r w:rsidR="00E22AE1">
              <w:rPr>
                <w:webHidden/>
                <w:rtl/>
              </w:rPr>
              <w:instrText xml:space="preserve"> </w:instrText>
            </w:r>
            <w:r>
              <w:rPr>
                <w:webHidden/>
                <w:rtl/>
              </w:rPr>
            </w:r>
            <w:r>
              <w:rPr>
                <w:webHidden/>
                <w:rtl/>
              </w:rPr>
              <w:fldChar w:fldCharType="separate"/>
            </w:r>
            <w:r w:rsidR="00D46B75">
              <w:rPr>
                <w:webHidden/>
              </w:rPr>
              <w:t>159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3" w:history="1">
            <w:r w:rsidR="00E22AE1" w:rsidRPr="0006534F">
              <w:rPr>
                <w:rStyle w:val="Hyperlink"/>
              </w:rPr>
              <w:t>23. Misbahul Dajaa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Toc442791883 \h</w:instrText>
            </w:r>
            <w:r w:rsidR="00E22AE1">
              <w:rPr>
                <w:webHidden/>
                <w:rtl/>
              </w:rPr>
              <w:instrText xml:space="preserve"> </w:instrText>
            </w:r>
            <w:r>
              <w:rPr>
                <w:webHidden/>
                <w:rtl/>
              </w:rPr>
            </w:r>
            <w:r>
              <w:rPr>
                <w:webHidden/>
                <w:rtl/>
              </w:rPr>
              <w:fldChar w:fldCharType="separate"/>
            </w:r>
            <w:r w:rsidR="00D46B75">
              <w:rPr>
                <w:webHidden/>
              </w:rPr>
              <w:t>160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4" w:history="1">
            <w:r w:rsidR="00E22AE1" w:rsidRPr="0006534F">
              <w:rPr>
                <w:rStyle w:val="Hyperlink"/>
              </w:rPr>
              <w:t>24. Musa fi Batashah (in the power of Musa)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Toc442791884 \h</w:instrText>
            </w:r>
            <w:r w:rsidR="00E22AE1">
              <w:rPr>
                <w:webHidden/>
                <w:rtl/>
              </w:rPr>
              <w:instrText xml:space="preserve"> </w:instrText>
            </w:r>
            <w:r>
              <w:rPr>
                <w:webHidden/>
                <w:rtl/>
              </w:rPr>
            </w:r>
            <w:r>
              <w:rPr>
                <w:webHidden/>
                <w:rtl/>
              </w:rPr>
              <w:fldChar w:fldCharType="separate"/>
            </w:r>
            <w:r w:rsidR="00D46B75">
              <w:rPr>
                <w:webHidden/>
              </w:rPr>
              <w:t>160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5" w:history="1">
            <w:r w:rsidR="00E22AE1" w:rsidRPr="0006534F">
              <w:rPr>
                <w:rStyle w:val="Hyperlink"/>
              </w:rPr>
              <w:t>25. Manar al Iman (Pillar of faith)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Toc442791885 \h</w:instrText>
            </w:r>
            <w:r w:rsidR="00E22AE1">
              <w:rPr>
                <w:webHidden/>
                <w:rtl/>
              </w:rPr>
              <w:instrText xml:space="preserve"> </w:instrText>
            </w:r>
            <w:r>
              <w:rPr>
                <w:webHidden/>
                <w:rtl/>
              </w:rPr>
            </w:r>
            <w:r>
              <w:rPr>
                <w:webHidden/>
                <w:rtl/>
              </w:rPr>
              <w:fldChar w:fldCharType="separate"/>
            </w:r>
            <w:r w:rsidR="00D46B75">
              <w:rPr>
                <w:webHidden/>
              </w:rPr>
              <w:t>160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6" w:history="1">
            <w:r w:rsidR="00E22AE1" w:rsidRPr="0006534F">
              <w:rPr>
                <w:rStyle w:val="Hyperlink"/>
              </w:rPr>
              <w:t>26. Mishkat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Toc442791886 \h</w:instrText>
            </w:r>
            <w:r w:rsidR="00E22AE1">
              <w:rPr>
                <w:webHidden/>
                <w:rtl/>
              </w:rPr>
              <w:instrText xml:space="preserve"> </w:instrText>
            </w:r>
            <w:r>
              <w:rPr>
                <w:webHidden/>
                <w:rtl/>
              </w:rPr>
            </w:r>
            <w:r>
              <w:rPr>
                <w:webHidden/>
                <w:rtl/>
              </w:rPr>
              <w:fldChar w:fldCharType="separate"/>
            </w:r>
            <w:r w:rsidR="00D46B75">
              <w:rPr>
                <w:webHidden/>
              </w:rPr>
              <w:t>160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7" w:history="1">
            <w:r w:rsidR="00E22AE1" w:rsidRPr="0006534F">
              <w:rPr>
                <w:rStyle w:val="Hyperlink"/>
              </w:rPr>
              <w:t>27. Minhatul Kubra (Greatest Mercy)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Toc442791887 \h</w:instrText>
            </w:r>
            <w:r w:rsidR="00E22AE1">
              <w:rPr>
                <w:webHidden/>
                <w:rtl/>
              </w:rPr>
              <w:instrText xml:space="preserve"> </w:instrText>
            </w:r>
            <w:r>
              <w:rPr>
                <w:webHidden/>
                <w:rtl/>
              </w:rPr>
            </w:r>
            <w:r>
              <w:rPr>
                <w:webHidden/>
                <w:rtl/>
              </w:rPr>
              <w:fldChar w:fldCharType="separate"/>
            </w:r>
            <w:r w:rsidR="00D46B75">
              <w:rPr>
                <w:webHidden/>
              </w:rPr>
              <w:t>160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8" w:history="1">
            <w:r w:rsidR="00E22AE1" w:rsidRPr="0006534F">
              <w:rPr>
                <w:rStyle w:val="Hyperlink"/>
              </w:rPr>
              <w:t>28. Momin (true believer)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Toc442791888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89" w:history="1">
            <w:r w:rsidR="00E22AE1" w:rsidRPr="0006534F">
              <w:rPr>
                <w:rStyle w:val="Hyperlink"/>
              </w:rPr>
              <w:t>29. Minfiq (those who spend)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Toc442791889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0" w:history="1">
            <w:r w:rsidR="00E22AE1" w:rsidRPr="0006534F">
              <w:rPr>
                <w:rStyle w:val="Hyperlink"/>
              </w:rPr>
              <w:t>30. Mizanullah (scale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Toc442791890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1" w:history="1">
            <w:r w:rsidR="00E22AE1" w:rsidRPr="0006534F">
              <w:rPr>
                <w:rStyle w:val="Hyperlink"/>
              </w:rPr>
              <w:t>31. Madhal ul Jababrah (humiliator of oppressors)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Toc442791891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2" w:history="1">
            <w:r w:rsidR="00E22AE1" w:rsidRPr="0006534F">
              <w:rPr>
                <w:rStyle w:val="Hyperlink"/>
              </w:rPr>
              <w:t>32. Mahalik Asahab al Ras (slayer of Asahab al Ras)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Toc442791892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3" w:history="1">
            <w:r w:rsidR="00E22AE1" w:rsidRPr="0006534F">
              <w:rPr>
                <w:rStyle w:val="Hyperlink"/>
              </w:rPr>
              <w:t>33. Mazher al Ajeebat wal Ayat (Manifestation of the wonderous signs)</w:t>
            </w:r>
            <w:r w:rsidR="00E22AE1">
              <w:rPr>
                <w:webHidden/>
                <w:rtl/>
              </w:rPr>
              <w:tab/>
            </w:r>
            <w:r w:rsidR="00292F8F">
              <w:rPr>
                <w:webHidden/>
              </w:rPr>
              <w:tab/>
            </w:r>
            <w:r w:rsidR="00292F8F">
              <w:rPr>
                <w:webHidden/>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Toc442791893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4" w:history="1">
            <w:r w:rsidR="00E22AE1" w:rsidRPr="0006534F">
              <w:rPr>
                <w:rStyle w:val="Hyperlink"/>
              </w:rPr>
              <w:t>34. Mufazail al Fazailat (most superior)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Toc442791894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5" w:history="1">
            <w:r w:rsidR="00E22AE1" w:rsidRPr="0006534F">
              <w:rPr>
                <w:rStyle w:val="Hyperlink"/>
              </w:rPr>
              <w:t>35. Mihal al Afaaf (source of purity)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Toc442791895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6" w:history="1">
            <w:r w:rsidR="00E22AE1" w:rsidRPr="0006534F">
              <w:rPr>
                <w:rStyle w:val="Hyperlink"/>
              </w:rPr>
              <w:t>36. Madan al Ansaaf (administer of justice)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Toc442791896 \h</w:instrText>
            </w:r>
            <w:r w:rsidR="00E22AE1">
              <w:rPr>
                <w:webHidden/>
                <w:rtl/>
              </w:rPr>
              <w:instrText xml:space="preserve"> </w:instrText>
            </w:r>
            <w:r>
              <w:rPr>
                <w:webHidden/>
                <w:rtl/>
              </w:rPr>
            </w:r>
            <w:r>
              <w:rPr>
                <w:webHidden/>
                <w:rtl/>
              </w:rPr>
              <w:fldChar w:fldCharType="separate"/>
            </w:r>
            <w:r w:rsidR="00D46B75">
              <w:rPr>
                <w:webHidden/>
              </w:rPr>
              <w:t>161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7" w:history="1">
            <w:r w:rsidR="00E22AE1" w:rsidRPr="0006534F">
              <w:rPr>
                <w:rStyle w:val="Hyperlink"/>
              </w:rPr>
              <w:t>37. Madhal al Shajaan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Toc442791897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8" w:history="1">
            <w:r w:rsidR="00E22AE1" w:rsidRPr="0006534F">
              <w:rPr>
                <w:rStyle w:val="Hyperlink"/>
              </w:rPr>
              <w:t>38. Mumjad al Hasab(Lord of the day of judgement)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Toc442791898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899" w:history="1">
            <w:r w:rsidR="00E22AE1" w:rsidRPr="0006534F">
              <w:rPr>
                <w:rStyle w:val="Hyperlink"/>
              </w:rPr>
              <w:t>39. Mirhoob al Shadaa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Toc442791899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0" w:history="1">
            <w:r w:rsidR="00E22AE1" w:rsidRPr="0006534F">
              <w:rPr>
                <w:rStyle w:val="Hyperlink"/>
              </w:rPr>
              <w:t>40. Mowziahul Haqeeqat (revealer of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Toc442791900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1" w:history="1">
            <w:r w:rsidR="00E22AE1" w:rsidRPr="0006534F">
              <w:rPr>
                <w:rStyle w:val="Hyperlink"/>
              </w:rPr>
              <w:t>41. Mizanahul Wadiyah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Toc442791901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2" w:history="1">
            <w:r w:rsidR="00E22AE1" w:rsidRPr="0006534F">
              <w:rPr>
                <w:rStyle w:val="Hyperlink"/>
              </w:rPr>
              <w:t>42. Mibtal al Abtal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Toc442791902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3" w:history="1">
            <w:r w:rsidR="00E22AE1" w:rsidRPr="0006534F">
              <w:rPr>
                <w:rStyle w:val="Hyperlink"/>
              </w:rPr>
              <w:t>43. Midhal al Iqbal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Toc442791903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4" w:history="1">
            <w:r w:rsidR="00E22AE1" w:rsidRPr="0006534F">
              <w:rPr>
                <w:rStyle w:val="Hyperlink"/>
              </w:rPr>
              <w:t>44. Mukhamidul Fatin (destroyer of fitna)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Toc442791904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5" w:history="1">
            <w:r w:rsidR="00E22AE1" w:rsidRPr="0006534F">
              <w:rPr>
                <w:rStyle w:val="Hyperlink"/>
              </w:rPr>
              <w:t>45. Misadir al Mihan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Toc442791905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6" w:history="1">
            <w:r w:rsidR="00E22AE1" w:rsidRPr="0006534F">
              <w:rPr>
                <w:rStyle w:val="Hyperlink"/>
              </w:rPr>
              <w:t>46. Miknoon al Hijab (secret of the veil)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Toc442791906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7" w:history="1">
            <w:r w:rsidR="00E22AE1" w:rsidRPr="0006534F">
              <w:rPr>
                <w:rStyle w:val="Hyperlink"/>
              </w:rPr>
              <w:t>47. Misbahul Zulm (light in the darkness)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Toc442791907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8" w:history="1">
            <w:r w:rsidR="00E22AE1" w:rsidRPr="0006534F">
              <w:rPr>
                <w:rStyle w:val="Hyperlink"/>
              </w:rPr>
              <w:t>48. Mimdooh Hul Ata (praised one of Hul Ata (76:5-22))</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Toc442791908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09" w:history="1">
            <w:r w:rsidR="00E22AE1" w:rsidRPr="0006534F">
              <w:rPr>
                <w:rStyle w:val="Hyperlink"/>
              </w:rPr>
              <w:t>49. Mahkam al Fazl (absolute blessedness)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Toc442791909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0" w:history="1">
            <w:r w:rsidR="00E22AE1" w:rsidRPr="0006534F">
              <w:rPr>
                <w:rStyle w:val="Hyperlink"/>
              </w:rPr>
              <w:t>50. Misbahul Qaloob(noor of hearts)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Toc442791910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1" w:history="1">
            <w:r w:rsidR="00E22AE1" w:rsidRPr="0006534F">
              <w:rPr>
                <w:rStyle w:val="Hyperlink"/>
              </w:rPr>
              <w:t>51. Maksar al Asnam (destroyer of idols)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Toc442791911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2" w:history="1">
            <w:r w:rsidR="00E22AE1" w:rsidRPr="0006534F">
              <w:rPr>
                <w:rStyle w:val="Hyperlink"/>
              </w:rPr>
              <w:t>52. Mohin al Bitarq (destroyer of stars)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Toc442791912 \h</w:instrText>
            </w:r>
            <w:r w:rsidR="00E22AE1">
              <w:rPr>
                <w:webHidden/>
                <w:rtl/>
              </w:rPr>
              <w:instrText xml:space="preserve"> </w:instrText>
            </w:r>
            <w:r>
              <w:rPr>
                <w:webHidden/>
                <w:rtl/>
              </w:rPr>
            </w:r>
            <w:r>
              <w:rPr>
                <w:webHidden/>
                <w:rtl/>
              </w:rPr>
              <w:fldChar w:fldCharType="separate"/>
            </w:r>
            <w:r w:rsidR="00D46B75">
              <w:rPr>
                <w:webHidden/>
              </w:rPr>
              <w:t>162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3" w:history="1">
            <w:r w:rsidR="00E22AE1" w:rsidRPr="0006534F">
              <w:rPr>
                <w:rStyle w:val="Hyperlink"/>
              </w:rPr>
              <w:t>53. Matalaa ala akhbar al auliyaeen (informer of previous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Toc442791913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4" w:history="1">
            <w:r w:rsidR="00E22AE1" w:rsidRPr="0006534F">
              <w:rPr>
                <w:rStyle w:val="Hyperlink"/>
              </w:rPr>
              <w:t>54. Mahdi al Awan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Toc442791914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5" w:history="1">
            <w:r w:rsidR="00E22AE1" w:rsidRPr="0006534F">
              <w:rPr>
                <w:rStyle w:val="Hyperlink"/>
              </w:rPr>
              <w:t>55. Mushtri al Koakib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Toc442791915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6" w:history="1">
            <w:r w:rsidR="00E22AE1" w:rsidRPr="0006534F">
              <w:rPr>
                <w:rStyle w:val="Hyperlink"/>
              </w:rPr>
              <w:t>56. Mitlu sabaa wal Waqaah (the one whose name is recited in Sura Sabaa and Sura Waqia)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Toc442791916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7" w:history="1">
            <w:r w:rsidR="00E22AE1" w:rsidRPr="0006534F">
              <w:rPr>
                <w:rStyle w:val="Hyperlink"/>
              </w:rPr>
              <w:t>57. Mikhbar an waqiya al akhreen (teller of fortunes)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Toc442791917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8" w:history="1">
            <w:r w:rsidR="00E22AE1" w:rsidRPr="0006534F">
              <w:rPr>
                <w:rStyle w:val="Hyperlink"/>
              </w:rPr>
              <w:t>58. Makhatab al Amuwat (one who speaks with the dead)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Toc442791918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19" w:history="1">
            <w:r w:rsidR="00E22AE1" w:rsidRPr="0006534F">
              <w:rPr>
                <w:rStyle w:val="Hyperlink"/>
              </w:rPr>
              <w:t>59. Miklam al Thabaan (one who spoke with the snake of Musa 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Toc442791919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0" w:history="1">
            <w:r w:rsidR="00E22AE1" w:rsidRPr="0006534F">
              <w:rPr>
                <w:rStyle w:val="Hyperlink"/>
              </w:rPr>
              <w:t>60. Mahalk al Hijab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Toc442791920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1" w:history="1">
            <w:r w:rsidR="00E22AE1" w:rsidRPr="0006534F">
              <w:rPr>
                <w:rStyle w:val="Hyperlink"/>
              </w:rPr>
              <w:t>61. Mafarq al Ahzab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Toc442791921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2" w:history="1">
            <w:r w:rsidR="00E22AE1" w:rsidRPr="0006534F">
              <w:rPr>
                <w:rStyle w:val="Hyperlink"/>
              </w:rPr>
              <w:t>62. Mishkatul Noor (lamp of noor)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Toc442791922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3" w:history="1">
            <w:r w:rsidR="00E22AE1" w:rsidRPr="0006534F">
              <w:rPr>
                <w:rStyle w:val="Hyperlink"/>
              </w:rPr>
              <w:t>63. Mablagh al anbiya (one who delivered divine inspiration)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Toc442791923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4" w:history="1">
            <w:r w:rsidR="00E22AE1" w:rsidRPr="0006534F">
              <w:rPr>
                <w:rStyle w:val="Hyperlink"/>
              </w:rPr>
              <w:t>64. Mafarj al Karb (remover of sufferings)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Toc442791924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5" w:history="1">
            <w:r w:rsidR="00E22AE1" w:rsidRPr="0006534F">
              <w:rPr>
                <w:rStyle w:val="Hyperlink"/>
              </w:rPr>
              <w:t>65. Mudhah al Qadhiya (interpretor of verdicts)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Toc442791925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6" w:history="1">
            <w:r w:rsidR="00E22AE1" w:rsidRPr="0006534F">
              <w:rPr>
                <w:rStyle w:val="Hyperlink"/>
              </w:rPr>
              <w:t>66. Mastoodaa al Wasiya (trustee of wills)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Toc442791926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7" w:history="1">
            <w:r w:rsidR="00E22AE1" w:rsidRPr="0006534F">
              <w:rPr>
                <w:rStyle w:val="Hyperlink"/>
              </w:rPr>
              <w:t>67. Minhatul Manah (mercy of the merciful)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Toc442791927 \h</w:instrText>
            </w:r>
            <w:r w:rsidR="00E22AE1">
              <w:rPr>
                <w:webHidden/>
                <w:rtl/>
              </w:rPr>
              <w:instrText xml:space="preserve"> </w:instrText>
            </w:r>
            <w:r>
              <w:rPr>
                <w:webHidden/>
                <w:rtl/>
              </w:rPr>
            </w:r>
            <w:r>
              <w:rPr>
                <w:webHidden/>
                <w:rtl/>
              </w:rPr>
              <w:fldChar w:fldCharType="separate"/>
            </w:r>
            <w:r w:rsidR="00D46B75">
              <w:rPr>
                <w:webHidden/>
              </w:rPr>
              <w:t>163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8" w:history="1">
            <w:r w:rsidR="00E22AE1" w:rsidRPr="0006534F">
              <w:rPr>
                <w:rStyle w:val="Hyperlink"/>
              </w:rPr>
              <w:t>68. Moarif al Awarif (marifat of saints)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Toc442791928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29" w:history="1">
            <w:r w:rsidR="00E22AE1" w:rsidRPr="0006534F">
              <w:rPr>
                <w:rStyle w:val="Hyperlink"/>
              </w:rPr>
              <w:t>69. Mahallul Shiklat (solver of difficulties)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Toc442791929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0" w:history="1">
            <w:r w:rsidR="00E22AE1" w:rsidRPr="0006534F">
              <w:rPr>
                <w:rStyle w:val="Hyperlink"/>
              </w:rPr>
              <w:t>70. Mazeel al Shabhat (remover of doubts)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Toc442791930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1" w:history="1">
            <w:r w:rsidR="00E22AE1" w:rsidRPr="0006534F">
              <w:rPr>
                <w:rStyle w:val="Hyperlink"/>
              </w:rPr>
              <w:t>71. Matil al Qiyas (remover of qiyas)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Toc442791931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2" w:history="1">
            <w:r w:rsidR="00E22AE1" w:rsidRPr="0006534F">
              <w:rPr>
                <w:rStyle w:val="Hyperlink"/>
              </w:rPr>
              <w:t>72. Aamal al Awamil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Toc442791932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3" w:history="1">
            <w:r w:rsidR="00E22AE1" w:rsidRPr="0006534F">
              <w:rPr>
                <w:rStyle w:val="Hyperlink"/>
              </w:rPr>
              <w:t>73. Majamaa al Shatat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Toc442791933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4" w:history="1">
            <w:r w:rsidR="00E22AE1" w:rsidRPr="0006534F">
              <w:rPr>
                <w:rStyle w:val="Hyperlink"/>
              </w:rPr>
              <w:t>74. Meezan al Bateen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Toc442791934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5" w:history="1">
            <w:r w:rsidR="00E22AE1" w:rsidRPr="0006534F">
              <w:rPr>
                <w:rStyle w:val="Hyperlink"/>
              </w:rPr>
              <w:t>75. Mareekh al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Toc442791935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6" w:history="1">
            <w:r w:rsidR="00E22AE1" w:rsidRPr="0006534F">
              <w:rPr>
                <w:rStyle w:val="Hyperlink"/>
              </w:rPr>
              <w:t>76. Madim al Amal (one who answers prayers)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Toc442791936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7" w:history="1">
            <w:r w:rsidR="00E22AE1" w:rsidRPr="0006534F">
              <w:rPr>
                <w:rStyle w:val="Hyperlink"/>
              </w:rPr>
              <w:t>77. Mafajir al Anhar (distributor of rivers)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Toc442791937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8" w:history="1">
            <w:r w:rsidR="00E22AE1" w:rsidRPr="0006534F">
              <w:rPr>
                <w:rStyle w:val="Hyperlink"/>
              </w:rPr>
              <w:t>78. Madhab al Thamar (one who sweetens the fruits)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Toc442791938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39" w:history="1">
            <w:r w:rsidR="00E22AE1" w:rsidRPr="0006534F">
              <w:rPr>
                <w:rStyle w:val="Hyperlink"/>
              </w:rPr>
              <w:t>79. Mafeez al Firat (distributor of Firat)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Toc442791939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0" w:history="1">
            <w:r w:rsidR="00E22AE1" w:rsidRPr="0006534F">
              <w:rPr>
                <w:rStyle w:val="Hyperlink"/>
              </w:rPr>
              <w:t>80. Marib al Taurah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Toc442791940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1" w:history="1">
            <w:r w:rsidR="00E22AE1" w:rsidRPr="0006534F">
              <w:rPr>
                <w:rStyle w:val="Hyperlink"/>
              </w:rPr>
              <w:t>81. Mabeen al Sahaf (recitor of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Toc442791941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2" w:history="1">
            <w:r w:rsidR="00E22AE1" w:rsidRPr="0006534F">
              <w:rPr>
                <w:rStyle w:val="Hyperlink"/>
              </w:rPr>
              <w:t>82. Mifsaha al Zaboor (one who has complete knowledge of Zaboor)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Toc442791942 \h</w:instrText>
            </w:r>
            <w:r w:rsidR="00E22AE1">
              <w:rPr>
                <w:webHidden/>
                <w:rtl/>
              </w:rPr>
              <w:instrText xml:space="preserve"> </w:instrText>
            </w:r>
            <w:r>
              <w:rPr>
                <w:webHidden/>
                <w:rtl/>
              </w:rPr>
            </w:r>
            <w:r>
              <w:rPr>
                <w:webHidden/>
                <w:rtl/>
              </w:rPr>
              <w:fldChar w:fldCharType="separate"/>
            </w:r>
            <w:r w:rsidR="00D46B75">
              <w:rPr>
                <w:webHidden/>
              </w:rPr>
              <w:t>164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3" w:history="1">
            <w:r w:rsidR="00E22AE1" w:rsidRPr="0006534F">
              <w:rPr>
                <w:rStyle w:val="Hyperlink"/>
              </w:rPr>
              <w:t>83. Maool al Taweel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Toc442791943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4" w:history="1">
            <w:r w:rsidR="00E22AE1" w:rsidRPr="0006534F">
              <w:rPr>
                <w:rStyle w:val="Hyperlink"/>
              </w:rPr>
              <w:t>84. Mafasir al Injeel (interpretor of Injeel)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Toc442791944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5" w:history="1">
            <w:r w:rsidR="00E22AE1" w:rsidRPr="0006534F">
              <w:rPr>
                <w:rStyle w:val="Hyperlink"/>
              </w:rPr>
              <w:t>85. Mahee al Barrat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Toc442791945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6" w:history="1">
            <w:r w:rsidR="00E22AE1" w:rsidRPr="0006534F">
              <w:rPr>
                <w:rStyle w:val="Hyperlink"/>
              </w:rPr>
              <w:t>86. Mithqal al Meezan (most weighty on the scale)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Toc442791946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7" w:history="1">
            <w:r w:rsidR="00E22AE1" w:rsidRPr="0006534F">
              <w:rPr>
                <w:rStyle w:val="Hyperlink"/>
              </w:rPr>
              <w:t>87. Mahakim al Raad ( crack of thunder)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Toc442791947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8" w:history="1">
            <w:r w:rsidR="00E22AE1" w:rsidRPr="0006534F">
              <w:rPr>
                <w:rStyle w:val="Hyperlink"/>
              </w:rPr>
              <w:t>88. Mastanabit Hud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Toc442791948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49" w:history="1">
            <w:r w:rsidR="00E22AE1" w:rsidRPr="0006534F">
              <w:rPr>
                <w:rStyle w:val="Hyperlink"/>
              </w:rPr>
              <w:t>89. Makhatib Ahul Kahf (one who spoke with the people of the Cave)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Toc442791949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0" w:history="1">
            <w:r w:rsidR="00E22AE1" w:rsidRPr="0006534F">
              <w:rPr>
                <w:rStyle w:val="Hyperlink"/>
              </w:rPr>
              <w:t>90. Mahboob al Saf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Toc442791950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1" w:history="1">
            <w:r w:rsidR="00E22AE1" w:rsidRPr="0006534F">
              <w:rPr>
                <w:rStyle w:val="Hyperlink"/>
              </w:rPr>
              <w:t>91. Mooza Mareem (protector of Miriam 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Toc442791951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2" w:history="1">
            <w:r w:rsidR="00E22AE1" w:rsidRPr="0006534F">
              <w:rPr>
                <w:rStyle w:val="Hyperlink"/>
              </w:rPr>
              <w:t>92. Miftah al Awasaf (Lord of storms)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Toc442791952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3" w:history="1">
            <w:r w:rsidR="00E22AE1" w:rsidRPr="0006534F">
              <w:rPr>
                <w:rStyle w:val="Hyperlink"/>
              </w:rPr>
              <w:t>93. Minzil al Karamah (source of honor)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Toc442791953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4" w:history="1">
            <w:r w:rsidR="00E22AE1" w:rsidRPr="0006534F">
              <w:rPr>
                <w:rStyle w:val="Hyperlink"/>
              </w:rPr>
              <w:t>94. Muathiq al Meethaq (writing of oaths)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Toc442791954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5" w:history="1">
            <w:r w:rsidR="00E22AE1" w:rsidRPr="0006534F">
              <w:rPr>
                <w:rStyle w:val="Hyperlink"/>
              </w:rPr>
              <w:t>95. Misbab al Asbab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Toc442791955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6" w:history="1">
            <w:r w:rsidR="00E22AE1" w:rsidRPr="0006534F">
              <w:rPr>
                <w:rStyle w:val="Hyperlink"/>
              </w:rPr>
              <w:t>96. Meezan al Hasab (scale of accountability)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Toc442791956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7" w:history="1">
            <w:r w:rsidR="00E22AE1" w:rsidRPr="0006534F">
              <w:rPr>
                <w:rStyle w:val="Hyperlink"/>
              </w:rPr>
              <w:t>97. Mikhbar an al Dhat (revealer of essences)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Toc442791957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8" w:history="1">
            <w:r w:rsidR="00E22AE1" w:rsidRPr="0006534F">
              <w:rPr>
                <w:rStyle w:val="Hyperlink"/>
              </w:rPr>
              <w:t>98. Maburhan bilayat (one mentioned in the verses)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Toc442791958 \h</w:instrText>
            </w:r>
            <w:r w:rsidR="00E22AE1">
              <w:rPr>
                <w:webHidden/>
                <w:rtl/>
              </w:rPr>
              <w:instrText xml:space="preserve"> </w:instrText>
            </w:r>
            <w:r>
              <w:rPr>
                <w:webHidden/>
                <w:rtl/>
              </w:rPr>
            </w:r>
            <w:r>
              <w:rPr>
                <w:webHidden/>
                <w:rtl/>
              </w:rPr>
              <w:fldChar w:fldCharType="separate"/>
            </w:r>
            <w:r w:rsidR="00D46B75">
              <w:rPr>
                <w:webHidden/>
              </w:rPr>
              <w:t>165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59" w:history="1">
            <w:r w:rsidR="00E22AE1" w:rsidRPr="0006534F">
              <w:rPr>
                <w:rStyle w:val="Hyperlink"/>
              </w:rPr>
              <w:t>99. Misdad al Khalaiq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Toc442791959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0" w:history="1">
            <w:r w:rsidR="00E22AE1" w:rsidRPr="0006534F">
              <w:rPr>
                <w:rStyle w:val="Hyperlink"/>
              </w:rPr>
              <w:t>100. Mahafif al Hafaif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Toc442791960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1" w:history="1">
            <w:r w:rsidR="00E22AE1" w:rsidRPr="0006534F">
              <w:rPr>
                <w:rStyle w:val="Hyperlink"/>
              </w:rPr>
              <w:t>101. Mitia al Afoo</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Toc442791961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2" w:history="1">
            <w:r w:rsidR="00E22AE1" w:rsidRPr="0006534F">
              <w:rPr>
                <w:rStyle w:val="Hyperlink"/>
              </w:rPr>
              <w:t>102. Miqeel al Shab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Toc442791962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3" w:history="1">
            <w:r w:rsidR="00E22AE1" w:rsidRPr="0006534F">
              <w:rPr>
                <w:rStyle w:val="Hyperlink"/>
              </w:rPr>
              <w:t>103. Mirtab al Hukm (one who possesses the commandment)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Toc442791963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4" w:history="1">
            <w:r w:rsidR="00E22AE1" w:rsidRPr="0006534F">
              <w:rPr>
                <w:rStyle w:val="Hyperlink"/>
              </w:rPr>
              <w:t>104. Mishtree al Koakib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Toc442791964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5" w:history="1">
            <w:r w:rsidR="00E22AE1" w:rsidRPr="0006534F">
              <w:rPr>
                <w:rStyle w:val="Hyperlink"/>
              </w:rPr>
              <w:t>105. Mihajah al Fal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Toc442791965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6" w:history="1">
            <w:r w:rsidR="00E22AE1" w:rsidRPr="0006534F">
              <w:rPr>
                <w:rStyle w:val="Hyperlink"/>
              </w:rPr>
              <w:t>106. Madeer Maadah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Toc442791966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7" w:history="1">
            <w:r w:rsidR="00E22AE1" w:rsidRPr="0006534F">
              <w:rPr>
                <w:rStyle w:val="Hyperlink"/>
              </w:rPr>
              <w:t>107. Musoof al Noon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Toc442791967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8" w:history="1">
            <w:r w:rsidR="00E22AE1" w:rsidRPr="0006534F">
              <w:rPr>
                <w:rStyle w:val="Hyperlink"/>
              </w:rPr>
              <w:t>108. Minoon al Rezaa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Toc442791968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69" w:history="1">
            <w:r w:rsidR="00E22AE1" w:rsidRPr="0006534F">
              <w:rPr>
                <w:rStyle w:val="Hyperlink"/>
              </w:rPr>
              <w:t>109. Mafeeth al Deen (protector of the religion)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Toc442791969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0" w:history="1">
            <w:r w:rsidR="00E22AE1" w:rsidRPr="0006534F">
              <w:rPr>
                <w:rStyle w:val="Hyperlink"/>
              </w:rPr>
              <w:t>110. Mikral al Awasif (Lord of storms)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Toc442791970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1" w:history="1">
            <w:r w:rsidR="00E22AE1" w:rsidRPr="0006534F">
              <w:rPr>
                <w:rStyle w:val="Hyperlink"/>
              </w:rPr>
              <w:t>111. Mizan al Sihaib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Toc442791971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2" w:history="1">
            <w:r w:rsidR="00E22AE1" w:rsidRPr="0006534F">
              <w:rPr>
                <w:rStyle w:val="Hyperlink"/>
              </w:rPr>
              <w:t>112. Mifzal walid al anbiya (honor of the offspring of prophets)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Toc442791972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3" w:history="1">
            <w:r w:rsidR="00E22AE1" w:rsidRPr="0006534F">
              <w:rPr>
                <w:rStyle w:val="Hyperlink"/>
              </w:rPr>
              <w:t>113. Mikr al Furqan (repeater of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Toc442791973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4" w:history="1">
            <w:r w:rsidR="00E22AE1" w:rsidRPr="0006534F">
              <w:rPr>
                <w:rStyle w:val="Hyperlink"/>
              </w:rPr>
              <w:t>114. Mahukm al Towaseen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Toc442791974 \h</w:instrText>
            </w:r>
            <w:r w:rsidR="00E22AE1">
              <w:rPr>
                <w:webHidden/>
                <w:rtl/>
              </w:rPr>
              <w:instrText xml:space="preserve"> </w:instrText>
            </w:r>
            <w:r>
              <w:rPr>
                <w:webHidden/>
                <w:rtl/>
              </w:rPr>
            </w:r>
            <w:r>
              <w:rPr>
                <w:webHidden/>
                <w:rtl/>
              </w:rPr>
              <w:fldChar w:fldCharType="separate"/>
            </w:r>
            <w:r w:rsidR="00D46B75">
              <w:rPr>
                <w:webHidden/>
              </w:rPr>
              <w:t>166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5" w:history="1">
            <w:r w:rsidR="00E22AE1" w:rsidRPr="0006534F">
              <w:rPr>
                <w:rStyle w:val="Hyperlink"/>
              </w:rPr>
              <w:t>115. Moeed al Safat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Toc442791975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6" w:history="1">
            <w:r w:rsidR="00E22AE1" w:rsidRPr="0006534F">
              <w:rPr>
                <w:rStyle w:val="Hyperlink"/>
              </w:rPr>
              <w:t>116. Misahim al Dhariyat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Toc442791976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7" w:history="1">
            <w:r w:rsidR="00E22AE1" w:rsidRPr="0006534F">
              <w:rPr>
                <w:rStyle w:val="Hyperlink"/>
              </w:rPr>
              <w:t>117. Miknoon al Hijab (mystery of veils)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Toc442791977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8" w:history="1">
            <w:r w:rsidR="00E22AE1" w:rsidRPr="0006534F">
              <w:rPr>
                <w:rStyle w:val="Hyperlink"/>
              </w:rPr>
              <w:t>118. Mithal al Hadeed (Iron mentioned in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Toc442791978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79" w:history="1">
            <w:r w:rsidR="00E22AE1" w:rsidRPr="0006534F">
              <w:rPr>
                <w:rStyle w:val="Hyperlink"/>
              </w:rPr>
              <w:t>119. Misbah al Zulm (lamp in the darkness)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Toc442791979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0" w:history="1">
            <w:r w:rsidR="00E22AE1" w:rsidRPr="0006534F">
              <w:rPr>
                <w:rStyle w:val="Hyperlink"/>
              </w:rPr>
              <w:t>120. Mumdooh bhil ata (praised one in Hul Ata (76:5-22))</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Toc442791980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1" w:history="1">
            <w:r w:rsidR="00E22AE1" w:rsidRPr="0006534F">
              <w:rPr>
                <w:rStyle w:val="Hyperlink"/>
              </w:rPr>
              <w:t>121. Mihukm al Azl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Toc442791981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2" w:history="1">
            <w:r w:rsidR="00E22AE1" w:rsidRPr="0006534F">
              <w:rPr>
                <w:rStyle w:val="Hyperlink"/>
              </w:rPr>
              <w:t>122. Mamoon al Sur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Toc442791982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3" w:history="1">
            <w:r w:rsidR="00E22AE1" w:rsidRPr="0006534F">
              <w:rPr>
                <w:rStyle w:val="Hyperlink"/>
              </w:rPr>
              <w:t>123. Moalif al Shatat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Toc442791983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4" w:history="1">
            <w:r w:rsidR="00E22AE1" w:rsidRPr="0006534F">
              <w:rPr>
                <w:rStyle w:val="Hyperlink"/>
              </w:rPr>
              <w:t>124. Manks al Asnam (destroyer of idols)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Toc442791984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5" w:history="1">
            <w:r w:rsidR="00E22AE1" w:rsidRPr="0006534F">
              <w:rPr>
                <w:rStyle w:val="Hyperlink"/>
              </w:rPr>
              <w:t>125. Morid al Warood (one who will return and reveal)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Toc442791985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6" w:history="1">
            <w:r w:rsidR="00E22AE1" w:rsidRPr="0006534F">
              <w:rPr>
                <w:rStyle w:val="Hyperlink"/>
              </w:rPr>
              <w:t>126. Moakhee al Yoshih (brother of Yoshih)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Toc442791986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7" w:history="1">
            <w:r w:rsidR="00E22AE1" w:rsidRPr="0006534F">
              <w:rPr>
                <w:rStyle w:val="Hyperlink"/>
              </w:rPr>
              <w:t>127. Momin Rezaa Musa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Toc442791987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8" w:history="1">
            <w:r w:rsidR="00E22AE1" w:rsidRPr="0006534F">
              <w:rPr>
                <w:rStyle w:val="Hyperlink"/>
              </w:rPr>
              <w:t>128. Mishateer al Neeran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Toc442791988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89" w:history="1">
            <w:r w:rsidR="00E22AE1" w:rsidRPr="0006534F">
              <w:rPr>
                <w:rStyle w:val="Hyperlink"/>
              </w:rPr>
              <w:t>129. Mabeed al Kafarah (remover of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Toc442791989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0" w:history="1">
            <w:r w:rsidR="00E22AE1" w:rsidRPr="0006534F">
              <w:rPr>
                <w:rStyle w:val="Hyperlink"/>
              </w:rPr>
              <w:t>130. Maheemin al Amim (caretaker of the nations)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Toc442791990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1" w:history="1">
            <w:r w:rsidR="00E22AE1" w:rsidRPr="0006534F">
              <w:rPr>
                <w:rStyle w:val="Hyperlink"/>
              </w:rPr>
              <w:t>131. Misdad al Khalaiq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Toc442791991 \h</w:instrText>
            </w:r>
            <w:r w:rsidR="00E22AE1">
              <w:rPr>
                <w:webHidden/>
                <w:rtl/>
              </w:rPr>
              <w:instrText xml:space="preserve"> </w:instrText>
            </w:r>
            <w:r>
              <w:rPr>
                <w:webHidden/>
                <w:rtl/>
              </w:rPr>
            </w:r>
            <w:r>
              <w:rPr>
                <w:webHidden/>
                <w:rtl/>
              </w:rPr>
              <w:fldChar w:fldCharType="separate"/>
            </w:r>
            <w:r w:rsidR="00D46B75">
              <w:rPr>
                <w:webHidden/>
              </w:rPr>
              <w:t>167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2" w:history="1">
            <w:r w:rsidR="00E22AE1" w:rsidRPr="0006534F">
              <w:rPr>
                <w:rStyle w:val="Hyperlink"/>
              </w:rPr>
              <w:t>132. Mihaqeeq al Haqaiq (revealer of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Toc442791992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3" w:history="1">
            <w:r w:rsidR="00E22AE1" w:rsidRPr="0006534F">
              <w:rPr>
                <w:rStyle w:val="Hyperlink"/>
              </w:rPr>
              <w:t>133. Mirtab al Hukm (establisher of the commandment)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Toc442791993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4" w:history="1">
            <w:r w:rsidR="00E22AE1" w:rsidRPr="0006534F">
              <w:rPr>
                <w:rStyle w:val="Hyperlink"/>
              </w:rPr>
              <w:t>134. Mabeeh al Amil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Toc442791994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5" w:history="1">
            <w:r w:rsidR="00E22AE1" w:rsidRPr="0006534F">
              <w:rPr>
                <w:rStyle w:val="Hyperlink"/>
              </w:rPr>
              <w:t>135. Muhaddath al Shatat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Toc442791995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6" w:history="1">
            <w:r w:rsidR="00E22AE1" w:rsidRPr="0006534F">
              <w:rPr>
                <w:rStyle w:val="Hyperlink"/>
              </w:rPr>
              <w:t>136. Mireekh al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Toc442791996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7" w:history="1">
            <w:r w:rsidR="00E22AE1" w:rsidRPr="0006534F">
              <w:rPr>
                <w:rStyle w:val="Hyperlink"/>
              </w:rPr>
              <w:t>137. Misahib al Hadeedian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Toc442791997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8" w:history="1">
            <w:r w:rsidR="00E22AE1" w:rsidRPr="0006534F">
              <w:rPr>
                <w:rStyle w:val="Hyperlink"/>
              </w:rPr>
              <w:t>138. Mahat al Qasas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Toc442791998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1999" w:history="1">
            <w:r w:rsidR="00E22AE1" w:rsidRPr="0006534F">
              <w:rPr>
                <w:rStyle w:val="Hyperlink"/>
              </w:rPr>
              <w:t>139. Miqadim al amal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Toc442791999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0" w:history="1">
            <w:r w:rsidR="00E22AE1" w:rsidRPr="0006534F">
              <w:rPr>
                <w:rStyle w:val="Hyperlink"/>
              </w:rPr>
              <w:t>140. Mafajir al Anhar (establisher of rivers)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Toc442792000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1" w:history="1">
            <w:r w:rsidR="00E22AE1" w:rsidRPr="0006534F">
              <w:rPr>
                <w:rStyle w:val="Hyperlink"/>
              </w:rPr>
              <w:t>141. Madhab al Thumar (one who gives sweetness to fruits)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Toc442792001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2" w:history="1">
            <w:r w:rsidR="00E22AE1" w:rsidRPr="0006534F">
              <w:rPr>
                <w:rStyle w:val="Hyperlink"/>
              </w:rPr>
              <w:t>142. Mulk bin mulk (King son of a king)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Toc442792002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3" w:history="1">
            <w:r w:rsidR="00E22AE1" w:rsidRPr="0006534F">
              <w:rPr>
                <w:rStyle w:val="Hyperlink"/>
              </w:rPr>
              <w:t>143. Mabeen al Sahaf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Toc442792003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4" w:history="1">
            <w:r w:rsidR="00E22AE1" w:rsidRPr="0006534F">
              <w:rPr>
                <w:rStyle w:val="Hyperlink"/>
              </w:rPr>
              <w:t>144. Mifsah al Zaboor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Toc442792004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5" w:history="1">
            <w:r w:rsidR="00E22AE1" w:rsidRPr="0006534F">
              <w:rPr>
                <w:rStyle w:val="Hyperlink"/>
              </w:rPr>
              <w:t>145. Mawal al Taweel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Toc442792005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6" w:history="1">
            <w:r w:rsidR="00E22AE1" w:rsidRPr="0006534F">
              <w:rPr>
                <w:rStyle w:val="Hyperlink"/>
              </w:rPr>
              <w:t>146. Mufassir al Injeel (interpretor of Injeel)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Toc442792006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7" w:history="1">
            <w:r w:rsidR="00E22AE1" w:rsidRPr="0006534F">
              <w:rPr>
                <w:rStyle w:val="Hyperlink"/>
              </w:rPr>
              <w:t>147. Munjid al Birrah (forefather of the pious)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Toc442792007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8" w:history="1">
            <w:r w:rsidR="00E22AE1" w:rsidRPr="0006534F">
              <w:rPr>
                <w:rStyle w:val="Hyperlink"/>
              </w:rPr>
              <w:t>148. Mahajah al Miqal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Toc442792008 \h</w:instrText>
            </w:r>
            <w:r w:rsidR="00E22AE1">
              <w:rPr>
                <w:webHidden/>
                <w:rtl/>
              </w:rPr>
              <w:instrText xml:space="preserve"> </w:instrText>
            </w:r>
            <w:r>
              <w:rPr>
                <w:webHidden/>
                <w:rtl/>
              </w:rPr>
            </w:r>
            <w:r>
              <w:rPr>
                <w:webHidden/>
                <w:rtl/>
              </w:rPr>
              <w:fldChar w:fldCharType="separate"/>
            </w:r>
            <w:r w:rsidR="00D46B75">
              <w:rPr>
                <w:webHidden/>
              </w:rPr>
              <w:t>168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09" w:history="1">
            <w:r w:rsidR="00E22AE1" w:rsidRPr="0006534F">
              <w:rPr>
                <w:rStyle w:val="Hyperlink"/>
              </w:rPr>
              <w:t>149. Ma’adah al Kashif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Toc442792009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0" w:history="1">
            <w:r w:rsidR="00E22AE1" w:rsidRPr="0006534F">
              <w:rPr>
                <w:rStyle w:val="Hyperlink"/>
              </w:rPr>
              <w:t>150. Mabawath bani Israel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Toc442792010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1" w:history="1">
            <w:r w:rsidR="00E22AE1" w:rsidRPr="0006534F">
              <w:rPr>
                <w:rStyle w:val="Hyperlink"/>
              </w:rPr>
              <w:t>151. Musoof al Momineen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Toc442792011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2" w:history="1">
            <w:r w:rsidR="00E22AE1" w:rsidRPr="0006534F">
              <w:rPr>
                <w:rStyle w:val="Hyperlink"/>
              </w:rPr>
              <w:t>152. Moakhee Yusha bin Nun (brother of Yusha bin Nun)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Toc442792012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3" w:history="1">
            <w:r w:rsidR="00E22AE1" w:rsidRPr="0006534F">
              <w:rPr>
                <w:rStyle w:val="Hyperlink"/>
              </w:rPr>
              <w:t>153. Meemoon wasi Isa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Toc442792013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4" w:history="1">
            <w:r w:rsidR="00E22AE1" w:rsidRPr="0006534F">
              <w:rPr>
                <w:rStyle w:val="Hyperlink"/>
              </w:rPr>
              <w:t>154. Musateer al Neeran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Toc442792014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5" w:history="1">
            <w:r w:rsidR="00E22AE1" w:rsidRPr="0006534F">
              <w:rPr>
                <w:rStyle w:val="Hyperlink"/>
              </w:rPr>
              <w:t>155. Mabeed al Kafarah (destroyer of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Toc442792015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6" w:history="1">
            <w:r w:rsidR="00E22AE1" w:rsidRPr="0006534F">
              <w:rPr>
                <w:rStyle w:val="Hyperlink"/>
              </w:rPr>
              <w:t>156. Mabeen al Mishklat (remover of difficulties)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Toc442792016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7" w:history="1">
            <w:r w:rsidR="00E22AE1" w:rsidRPr="0006534F">
              <w:rPr>
                <w:rStyle w:val="Hyperlink"/>
              </w:rPr>
              <w:t>157. Minzil al Safat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Toc442792017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8" w:history="1">
            <w:r w:rsidR="00E22AE1" w:rsidRPr="0006534F">
              <w:rPr>
                <w:rStyle w:val="Hyperlink"/>
              </w:rPr>
              <w:t>158. Mowathir al Mathir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Toc442792018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19" w:history="1">
            <w:r w:rsidR="00E22AE1" w:rsidRPr="0006534F">
              <w:rPr>
                <w:rStyle w:val="Hyperlink"/>
              </w:rPr>
              <w:t>159. Meezan al Qast (scale on the day of judgement)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Toc442792019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0" w:history="1">
            <w:r w:rsidR="00E22AE1" w:rsidRPr="0006534F">
              <w:rPr>
                <w:rStyle w:val="Hyperlink"/>
              </w:rPr>
              <w:t>160. Murdee al kamah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Toc442792020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1" w:history="1">
            <w:r w:rsidR="00E22AE1" w:rsidRPr="0006534F">
              <w:rPr>
                <w:rStyle w:val="Hyperlink"/>
              </w:rPr>
              <w:t>161. Madhab al Kareem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Toc442792021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2" w:history="1">
            <w:r w:rsidR="00E22AE1" w:rsidRPr="0006534F">
              <w:rPr>
                <w:rStyle w:val="Hyperlink"/>
              </w:rPr>
              <w:t>162. Mathani was Quran al Kareem (seven oft repeated verses and Quran)</w:t>
            </w:r>
            <w:r w:rsidR="00E22AE1">
              <w:rPr>
                <w:webHidden/>
                <w:rtl/>
              </w:rPr>
              <w:tab/>
            </w:r>
            <w:r w:rsidR="00292F8F">
              <w:rPr>
                <w:webHidden/>
              </w:rPr>
              <w:tab/>
            </w:r>
            <w:r w:rsidR="00292F8F">
              <w:rPr>
                <w:webHidden/>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Toc442792022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3" w:history="1">
            <w:r w:rsidR="00E22AE1" w:rsidRPr="0006534F">
              <w:rPr>
                <w:rStyle w:val="Hyperlink"/>
              </w:rPr>
              <w:t>163. Mabrij al Abraj</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Toc442792023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4" w:history="1">
            <w:r w:rsidR="00E22AE1" w:rsidRPr="0006534F">
              <w:rPr>
                <w:rStyle w:val="Hyperlink"/>
              </w:rPr>
              <w:t>164. Mifatha al Afraj (remover of hardships)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Toc442792024 \h</w:instrText>
            </w:r>
            <w:r w:rsidR="00E22AE1">
              <w:rPr>
                <w:webHidden/>
                <w:rtl/>
              </w:rPr>
              <w:instrText xml:space="preserve"> </w:instrText>
            </w:r>
            <w:r>
              <w:rPr>
                <w:webHidden/>
                <w:rtl/>
              </w:rPr>
            </w:r>
            <w:r>
              <w:rPr>
                <w:webHidden/>
                <w:rtl/>
              </w:rPr>
              <w:fldChar w:fldCharType="separate"/>
            </w:r>
            <w:r w:rsidR="00D46B75">
              <w:rPr>
                <w:webHidden/>
              </w:rPr>
              <w:t>169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5" w:history="1">
            <w:r w:rsidR="00E22AE1" w:rsidRPr="0006534F">
              <w:rPr>
                <w:rStyle w:val="Hyperlink"/>
              </w:rPr>
              <w:t>165. Mijree al Anhar (establisher of rivers)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Toc442792025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6" w:history="1">
            <w:r w:rsidR="00E22AE1" w:rsidRPr="0006534F">
              <w:rPr>
                <w:rStyle w:val="Hyperlink"/>
              </w:rPr>
              <w:t>166. Madbir al Aalim (most wise)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Toc442792026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7" w:history="1">
            <w:r w:rsidR="00E22AE1" w:rsidRPr="0006534F">
              <w:rPr>
                <w:rStyle w:val="Hyperlink"/>
              </w:rPr>
              <w:t>167. Mintaq Isa fi al Hamd Sabiya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Toc442792027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8" w:history="1">
            <w:r w:rsidR="00E22AE1" w:rsidRPr="0006534F">
              <w:rPr>
                <w:rStyle w:val="Hyperlink"/>
              </w:rPr>
              <w:t>168. Mahasee kul shain (authority over all of creation)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Toc442792028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29" w:history="1">
            <w:r w:rsidR="00E22AE1" w:rsidRPr="0006534F">
              <w:rPr>
                <w:rStyle w:val="Hyperlink"/>
              </w:rPr>
              <w:t>169. Mahalik Aad (destroyer of the people of Aad)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Toc442792029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0" w:history="1">
            <w:r w:rsidR="00E22AE1" w:rsidRPr="0006534F">
              <w:rPr>
                <w:rStyle w:val="Hyperlink"/>
              </w:rPr>
              <w:t>170. Mahalik Thamud (destroyer of Thamud)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Toc442792030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1" w:history="1">
            <w:r w:rsidR="00E22AE1" w:rsidRPr="0006534F">
              <w:rPr>
                <w:rStyle w:val="Hyperlink"/>
              </w:rPr>
              <w:t>171. Maskhar lah al Sihab wal Raad wal Barq (one for whom clouds, thunder, and all of creation was created)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Toc442792031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2" w:history="1">
            <w:r w:rsidR="00E22AE1" w:rsidRPr="0006534F">
              <w:rPr>
                <w:rStyle w:val="Hyperlink"/>
              </w:rPr>
              <w:t>172. Minhool Ism Allah (one who has the name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Toc442792032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3" w:history="1">
            <w:r w:rsidR="00E22AE1" w:rsidRPr="0006534F">
              <w:rPr>
                <w:rStyle w:val="Hyperlink"/>
              </w:rPr>
              <w:t>173. Mahasib al Khaliq (one before whom the whole creation will be gathered)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Toc442792033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4" w:history="1">
            <w:r w:rsidR="00E22AE1" w:rsidRPr="0006534F">
              <w:rPr>
                <w:rStyle w:val="Hyperlink"/>
              </w:rPr>
              <w:t>174. Matee (bestower of blessings)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Toc442792034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5" w:history="1">
            <w:r w:rsidR="00E22AE1" w:rsidRPr="0006534F">
              <w:rPr>
                <w:rStyle w:val="Hyperlink"/>
              </w:rPr>
              <w:t>175. Mabeed al Shajaan (one at the forefront of the battlefield)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Toc442792035 \h</w:instrText>
            </w:r>
            <w:r w:rsidR="00E22AE1">
              <w:rPr>
                <w:webHidden/>
                <w:rtl/>
              </w:rPr>
              <w:instrText xml:space="preserve"> </w:instrText>
            </w:r>
            <w:r>
              <w:rPr>
                <w:webHidden/>
                <w:rtl/>
              </w:rPr>
            </w:r>
            <w:r>
              <w:rPr>
                <w:webHidden/>
                <w:rtl/>
              </w:rPr>
              <w:fldChar w:fldCharType="separate"/>
            </w:r>
            <w:r w:rsidR="00D46B75">
              <w:rPr>
                <w:webHidden/>
              </w:rPr>
              <w:t>170</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6" w:history="1">
            <w:r w:rsidR="00E22AE1" w:rsidRPr="0006534F">
              <w:rPr>
                <w:rStyle w:val="Hyperlink"/>
              </w:rPr>
              <w:t>176. Mahsood (One whom the people are envious of)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Toc442792036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7" w:history="1">
            <w:r w:rsidR="00E22AE1" w:rsidRPr="0006534F">
              <w:rPr>
                <w:rStyle w:val="Hyperlink"/>
              </w:rPr>
              <w:t>177. Mahat al Qasas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Toc442792037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8" w:history="1">
            <w:r w:rsidR="00E22AE1" w:rsidRPr="0006534F">
              <w:rPr>
                <w:rStyle w:val="Hyperlink"/>
              </w:rPr>
              <w:t>178. Mahee al Birrah (life of the pious)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Toc442792038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39" w:history="1">
            <w:r w:rsidR="00E22AE1" w:rsidRPr="0006534F">
              <w:rPr>
                <w:rStyle w:val="Hyperlink"/>
              </w:rPr>
              <w:t>179. Mahukm al Raad (lord of thunder)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Toc442792039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0" w:history="1">
            <w:r w:rsidR="00E22AE1" w:rsidRPr="0006534F">
              <w:rPr>
                <w:rStyle w:val="Hyperlink"/>
              </w:rPr>
              <w:t>180. Mahboob al Saaf (meaning of Sura Saaf)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Toc442792040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1" w:history="1">
            <w:r w:rsidR="00E22AE1" w:rsidRPr="0006534F">
              <w:rPr>
                <w:rStyle w:val="Hyperlink"/>
              </w:rPr>
              <w:t>181. Mahaqiq al Haqaiq (revealer of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Toc442792041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2" w:history="1">
            <w:r w:rsidR="00E22AE1" w:rsidRPr="0006534F">
              <w:rPr>
                <w:rStyle w:val="Hyperlink"/>
              </w:rPr>
              <w:t>182. Mikhtas bil Rahmah (chosen by Allah for His mercy)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Toc442792042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3" w:history="1">
            <w:r w:rsidR="00E22AE1" w:rsidRPr="0006534F">
              <w:rPr>
                <w:rStyle w:val="Hyperlink"/>
              </w:rPr>
              <w:t>183. Mikhzee al Kafreen (denouncer of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Toc442792043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4" w:history="1">
            <w:r w:rsidR="00E22AE1" w:rsidRPr="0006534F">
              <w:rPr>
                <w:rStyle w:val="Hyperlink"/>
              </w:rPr>
              <w:t>184. Mutzakirbay (Reminder)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Toc442792044 \h</w:instrText>
            </w:r>
            <w:r w:rsidR="00E22AE1">
              <w:rPr>
                <w:webHidden/>
                <w:rtl/>
              </w:rPr>
              <w:instrText xml:space="preserve"> </w:instrText>
            </w:r>
            <w:r>
              <w:rPr>
                <w:webHidden/>
                <w:rtl/>
              </w:rPr>
            </w:r>
            <w:r>
              <w:rPr>
                <w:webHidden/>
                <w:rtl/>
              </w:rPr>
              <w:fldChar w:fldCharType="separate"/>
            </w:r>
            <w:r w:rsidR="00D46B75">
              <w:rPr>
                <w:webHidden/>
              </w:rPr>
              <w:t>171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5" w:history="1">
            <w:r w:rsidR="00E22AE1" w:rsidRPr="0006534F">
              <w:rPr>
                <w:rStyle w:val="Hyperlink"/>
              </w:rPr>
              <w:t>185. Mirghan al Fajrah (Destroyer of oppressors)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Toc442792045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6" w:history="1">
            <w:r w:rsidR="00E22AE1" w:rsidRPr="0006534F">
              <w:rPr>
                <w:rStyle w:val="Hyperlink"/>
              </w:rPr>
              <w:t>186. Misdad al Khalaiq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Toc442792046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7" w:history="1">
            <w:r w:rsidR="00E22AE1" w:rsidRPr="0006534F">
              <w:rPr>
                <w:rStyle w:val="Hyperlink"/>
              </w:rPr>
              <w:t>187. Misbab al Asbab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Toc442792047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8" w:history="1">
            <w:r w:rsidR="00E22AE1" w:rsidRPr="0006534F">
              <w:rPr>
                <w:rStyle w:val="Hyperlink"/>
              </w:rPr>
              <w:t>188. Misbah al Dajaa (Lamp in the darkness)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Toc442792048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49" w:history="1">
            <w:r w:rsidR="00E22AE1" w:rsidRPr="0006534F">
              <w:rPr>
                <w:rStyle w:val="Hyperlink"/>
              </w:rPr>
              <w:t>189. Masadiq (Truth)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Toc442792049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0" w:history="1">
            <w:r w:rsidR="00E22AE1" w:rsidRPr="0006534F">
              <w:rPr>
                <w:rStyle w:val="Hyperlink"/>
              </w:rPr>
              <w:t>190. Min andah ilm al kitab (knowledge of the book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Toc442792050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1" w:history="1">
            <w:r w:rsidR="00E22AE1" w:rsidRPr="0006534F">
              <w:rPr>
                <w:rStyle w:val="Hyperlink"/>
              </w:rPr>
              <w:t>191. Mafatah al Jannah (Key of Paradise)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Toc442792051 \h</w:instrText>
            </w:r>
            <w:r w:rsidR="00E22AE1">
              <w:rPr>
                <w:webHidden/>
                <w:rtl/>
              </w:rPr>
              <w:instrText xml:space="preserve"> </w:instrText>
            </w:r>
            <w:r>
              <w:rPr>
                <w:webHidden/>
                <w:rtl/>
              </w:rPr>
            </w:r>
            <w:r>
              <w:rPr>
                <w:webHidden/>
                <w:rtl/>
              </w:rPr>
              <w:fldChar w:fldCharType="separate"/>
            </w:r>
            <w:r w:rsidR="00D46B75">
              <w:rPr>
                <w:webHidden/>
              </w:rPr>
              <w:t>172</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2" w:history="1">
            <w:r w:rsidR="00E22AE1" w:rsidRPr="0006534F">
              <w:rPr>
                <w:rStyle w:val="Hyperlink"/>
              </w:rPr>
              <w:t>192. Miqatil Ahul Kirah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Toc442792052 \h</w:instrText>
            </w:r>
            <w:r w:rsidR="00E22AE1">
              <w:rPr>
                <w:webHidden/>
                <w:rtl/>
              </w:rPr>
              <w:instrText xml:space="preserve"> </w:instrText>
            </w:r>
            <w:r>
              <w:rPr>
                <w:webHidden/>
                <w:rtl/>
              </w:rPr>
            </w:r>
            <w:r>
              <w:rPr>
                <w:webHidden/>
                <w:rtl/>
              </w:rPr>
              <w:fldChar w:fldCharType="separate"/>
            </w:r>
            <w:r w:rsidR="00D46B75">
              <w:rPr>
                <w:webHidden/>
              </w:rPr>
              <w:t>173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3" w:history="1">
            <w:r w:rsidR="00E22AE1" w:rsidRPr="0006534F">
              <w:rPr>
                <w:rStyle w:val="Hyperlink"/>
              </w:rPr>
              <w:t>193. Munajee (One who pays sadqa)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Toc442792053 \h</w:instrText>
            </w:r>
            <w:r w:rsidR="00E22AE1">
              <w:rPr>
                <w:webHidden/>
                <w:rtl/>
              </w:rPr>
              <w:instrText xml:space="preserve"> </w:instrText>
            </w:r>
            <w:r>
              <w:rPr>
                <w:webHidden/>
                <w:rtl/>
              </w:rPr>
            </w:r>
            <w:r>
              <w:rPr>
                <w:webHidden/>
                <w:rtl/>
              </w:rPr>
              <w:fldChar w:fldCharType="separate"/>
            </w:r>
            <w:r w:rsidR="00D46B75">
              <w:rPr>
                <w:webHidden/>
              </w:rPr>
              <w:t>173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4" w:history="1">
            <w:r w:rsidR="00E22AE1" w:rsidRPr="0006534F">
              <w:rPr>
                <w:rStyle w:val="Hyperlink"/>
              </w:rPr>
              <w:t>194. Mustaqeem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Toc442792054 \h</w:instrText>
            </w:r>
            <w:r w:rsidR="00E22AE1">
              <w:rPr>
                <w:webHidden/>
                <w:rtl/>
              </w:rPr>
              <w:instrText xml:space="preserve"> </w:instrText>
            </w:r>
            <w:r>
              <w:rPr>
                <w:webHidden/>
                <w:rtl/>
              </w:rPr>
            </w:r>
            <w:r>
              <w:rPr>
                <w:webHidden/>
                <w:rtl/>
              </w:rPr>
              <w:fldChar w:fldCharType="separate"/>
            </w:r>
            <w:r w:rsidR="00D46B75">
              <w:rPr>
                <w:webHidden/>
              </w:rPr>
              <w:t>173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5" w:history="1">
            <w:r w:rsidR="00E22AE1" w:rsidRPr="0006534F">
              <w:rPr>
                <w:rStyle w:val="Hyperlink"/>
              </w:rPr>
              <w:t>195. Munadee (caller)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Toc442792055 \h</w:instrText>
            </w:r>
            <w:r w:rsidR="00E22AE1">
              <w:rPr>
                <w:webHidden/>
                <w:rtl/>
              </w:rPr>
              <w:instrText xml:space="preserve"> </w:instrText>
            </w:r>
            <w:r>
              <w:rPr>
                <w:webHidden/>
                <w:rtl/>
              </w:rPr>
            </w:r>
            <w:r>
              <w:rPr>
                <w:webHidden/>
                <w:rtl/>
              </w:rPr>
              <w:fldChar w:fldCharType="separate"/>
            </w:r>
            <w:r w:rsidR="00D46B75">
              <w:rPr>
                <w:webHidden/>
              </w:rPr>
              <w:t>173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6" w:history="1">
            <w:r w:rsidR="00E22AE1" w:rsidRPr="0006534F">
              <w:rPr>
                <w:rStyle w:val="Hyperlink"/>
              </w:rPr>
              <w:t>196. Muhajir al Hajrateen (Immigrant who made two migrations)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Toc442792056 \h</w:instrText>
            </w:r>
            <w:r w:rsidR="00E22AE1">
              <w:rPr>
                <w:webHidden/>
                <w:rtl/>
              </w:rPr>
              <w:instrText xml:space="preserve"> </w:instrText>
            </w:r>
            <w:r>
              <w:rPr>
                <w:webHidden/>
                <w:rtl/>
              </w:rPr>
            </w:r>
            <w:r>
              <w:rPr>
                <w:webHidden/>
                <w:rtl/>
              </w:rPr>
              <w:fldChar w:fldCharType="separate"/>
            </w:r>
            <w:r w:rsidR="00D46B75">
              <w:rPr>
                <w:webHidden/>
              </w:rPr>
              <w:t>173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7" w:history="1">
            <w:r w:rsidR="00E22AE1" w:rsidRPr="0006534F">
              <w:rPr>
                <w:rStyle w:val="Hyperlink"/>
              </w:rPr>
              <w:t>197. Matoosim (Examiner)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Toc442792057 \h</w:instrText>
            </w:r>
            <w:r w:rsidR="00E22AE1">
              <w:rPr>
                <w:webHidden/>
                <w:rtl/>
              </w:rPr>
              <w:instrText xml:space="preserve"> </w:instrText>
            </w:r>
            <w:r>
              <w:rPr>
                <w:webHidden/>
                <w:rtl/>
              </w:rPr>
            </w:r>
            <w:r>
              <w:rPr>
                <w:webHidden/>
                <w:rtl/>
              </w:rPr>
              <w:fldChar w:fldCharType="separate"/>
            </w:r>
            <w:r w:rsidR="00D46B75">
              <w:rPr>
                <w:webHidden/>
              </w:rPr>
              <w:t>174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8" w:history="1">
            <w:r w:rsidR="00E22AE1" w:rsidRPr="0006534F">
              <w:rPr>
                <w:rStyle w:val="Hyperlink"/>
              </w:rPr>
              <w:t>198. Meezan al Aamal (Scale of Deeds)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Toc442792058 \h</w:instrText>
            </w:r>
            <w:r w:rsidR="00E22AE1">
              <w:rPr>
                <w:webHidden/>
                <w:rtl/>
              </w:rPr>
              <w:instrText xml:space="preserve"> </w:instrText>
            </w:r>
            <w:r>
              <w:rPr>
                <w:webHidden/>
                <w:rtl/>
              </w:rPr>
            </w:r>
            <w:r>
              <w:rPr>
                <w:webHidden/>
                <w:rtl/>
              </w:rPr>
              <w:fldChar w:fldCharType="separate"/>
            </w:r>
            <w:r w:rsidR="00D46B75">
              <w:rPr>
                <w:webHidden/>
              </w:rPr>
              <w:t>174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59" w:history="1">
            <w:r w:rsidR="00E22AE1" w:rsidRPr="0006534F">
              <w:rPr>
                <w:rStyle w:val="Hyperlink"/>
              </w:rPr>
              <w:t>199. Meezan (scale)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Toc442792059 \h</w:instrText>
            </w:r>
            <w:r w:rsidR="00E22AE1">
              <w:rPr>
                <w:webHidden/>
                <w:rtl/>
              </w:rPr>
              <w:instrText xml:space="preserve"> </w:instrText>
            </w:r>
            <w:r>
              <w:rPr>
                <w:webHidden/>
                <w:rtl/>
              </w:rPr>
            </w:r>
            <w:r>
              <w:rPr>
                <w:webHidden/>
                <w:rtl/>
              </w:rPr>
              <w:fldChar w:fldCharType="separate"/>
            </w:r>
            <w:r w:rsidR="00D46B75">
              <w:rPr>
                <w:webHidden/>
              </w:rPr>
              <w:t>174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0" w:history="1">
            <w:r w:rsidR="00E22AE1" w:rsidRPr="0006534F">
              <w:rPr>
                <w:rStyle w:val="Hyperlink"/>
              </w:rPr>
              <w:t>200. Meemoon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Toc442792060 \h</w:instrText>
            </w:r>
            <w:r w:rsidR="00E22AE1">
              <w:rPr>
                <w:webHidden/>
                <w:rtl/>
              </w:rPr>
              <w:instrText xml:space="preserve"> </w:instrText>
            </w:r>
            <w:r>
              <w:rPr>
                <w:webHidden/>
                <w:rtl/>
              </w:rPr>
            </w:r>
            <w:r>
              <w:rPr>
                <w:webHidden/>
                <w:rtl/>
              </w:rPr>
              <w:fldChar w:fldCharType="separate"/>
            </w:r>
            <w:r w:rsidR="00D46B75">
              <w:rPr>
                <w:webHidden/>
              </w:rPr>
              <w:t>174</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2061" w:history="1">
            <w:r w:rsidR="00E22AE1" w:rsidRPr="0006534F">
              <w:rPr>
                <w:rStyle w:val="Hyperlink"/>
              </w:rPr>
              <w:t xml:space="preserve">Noon </w:t>
            </w:r>
            <w:r w:rsidR="00E22AE1" w:rsidRPr="0006534F">
              <w:rPr>
                <w:rStyle w:val="Hyperlink"/>
                <w:rFonts w:hint="eastAsia"/>
                <w:rtl/>
              </w:rPr>
              <w:t>ن</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Toc442792061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2" w:history="1">
            <w:r w:rsidR="00E22AE1" w:rsidRPr="0006534F">
              <w:rPr>
                <w:rStyle w:val="Hyperlink"/>
              </w:rPr>
              <w:t>1. Naeem (blessing)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Toc442792062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3" w:history="1">
            <w:r w:rsidR="00E22AE1" w:rsidRPr="0006534F">
              <w:rPr>
                <w:rStyle w:val="Hyperlink"/>
              </w:rPr>
              <w:t>2. Noor al Arzeen (Noor of the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Toc442792063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4" w:history="1">
            <w:r w:rsidR="00E22AE1" w:rsidRPr="0006534F">
              <w:rPr>
                <w:rStyle w:val="Hyperlink"/>
              </w:rPr>
              <w:t>3. Naba al Azeem (Great News)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Toc442792064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5" w:history="1">
            <w:r w:rsidR="00E22AE1" w:rsidRPr="0006534F">
              <w:rPr>
                <w:rStyle w:val="Hyperlink"/>
              </w:rPr>
              <w:t>4. Naqis al Matmainah (soul at rest)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Toc442792065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6" w:history="1">
            <w:r w:rsidR="00E22AE1" w:rsidRPr="0006534F">
              <w:rPr>
                <w:rStyle w:val="Hyperlink"/>
              </w:rPr>
              <w:t>5. Nasir (helper)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Toc442792066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7" w:history="1">
            <w:r w:rsidR="00E22AE1" w:rsidRPr="0006534F">
              <w:rPr>
                <w:rStyle w:val="Hyperlink"/>
              </w:rPr>
              <w:t>6. Nasser (help)</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Toc442792067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8" w:history="1">
            <w:r w:rsidR="00E22AE1" w:rsidRPr="0006534F">
              <w:rPr>
                <w:rStyle w:val="Hyperlink"/>
              </w:rPr>
              <w:t>7. Nahr (river)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Toc442792068 \h</w:instrText>
            </w:r>
            <w:r w:rsidR="00E22AE1">
              <w:rPr>
                <w:webHidden/>
                <w:rtl/>
              </w:rPr>
              <w:instrText xml:space="preserve"> </w:instrText>
            </w:r>
            <w:r>
              <w:rPr>
                <w:webHidden/>
                <w:rtl/>
              </w:rPr>
            </w:r>
            <w:r>
              <w:rPr>
                <w:webHidden/>
                <w:rtl/>
              </w:rPr>
              <w:fldChar w:fldCharType="separate"/>
            </w:r>
            <w:r w:rsidR="00D46B75">
              <w:rPr>
                <w:webHidden/>
              </w:rPr>
              <w:t>176</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69" w:history="1">
            <w:r w:rsidR="00E22AE1" w:rsidRPr="0006534F">
              <w:rPr>
                <w:rStyle w:val="Hyperlink"/>
              </w:rPr>
              <w:t>8. Nafs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Toc442792069 \h</w:instrText>
            </w:r>
            <w:r w:rsidR="00E22AE1">
              <w:rPr>
                <w:webHidden/>
                <w:rtl/>
              </w:rPr>
              <w:instrText xml:space="preserve"> </w:instrText>
            </w:r>
            <w:r>
              <w:rPr>
                <w:webHidden/>
                <w:rtl/>
              </w:rPr>
            </w:r>
            <w:r>
              <w:rPr>
                <w:webHidden/>
                <w:rtl/>
              </w:rPr>
              <w:fldChar w:fldCharType="separate"/>
            </w:r>
            <w:r w:rsidR="00D46B75">
              <w:rPr>
                <w:webHidden/>
              </w:rPr>
              <w:t>177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0" w:history="1">
            <w:r w:rsidR="00E22AE1" w:rsidRPr="0006534F">
              <w:rPr>
                <w:rStyle w:val="Hyperlink"/>
              </w:rPr>
              <w:t>9. Nazeer RasoolAllah (saw) (Likeness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Toc442792070 \h</w:instrText>
            </w:r>
            <w:r w:rsidR="00E22AE1">
              <w:rPr>
                <w:webHidden/>
                <w:rtl/>
              </w:rPr>
              <w:instrText xml:space="preserve"> </w:instrText>
            </w:r>
            <w:r>
              <w:rPr>
                <w:webHidden/>
                <w:rtl/>
              </w:rPr>
            </w:r>
            <w:r>
              <w:rPr>
                <w:webHidden/>
                <w:rtl/>
              </w:rPr>
              <w:fldChar w:fldCharType="separate"/>
            </w:r>
            <w:r w:rsidR="00D46B75">
              <w:rPr>
                <w:webHidden/>
              </w:rPr>
              <w:t>177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1" w:history="1">
            <w:r w:rsidR="00E22AE1" w:rsidRPr="0006534F">
              <w:rPr>
                <w:rStyle w:val="Hyperlink"/>
              </w:rPr>
              <w:t>10. Najeeb (representative)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Toc442792071 \h</w:instrText>
            </w:r>
            <w:r w:rsidR="00E22AE1">
              <w:rPr>
                <w:webHidden/>
                <w:rtl/>
              </w:rPr>
              <w:instrText xml:space="preserve"> </w:instrText>
            </w:r>
            <w:r>
              <w:rPr>
                <w:webHidden/>
                <w:rtl/>
              </w:rPr>
            </w:r>
            <w:r>
              <w:rPr>
                <w:webHidden/>
                <w:rtl/>
              </w:rPr>
              <w:fldChar w:fldCharType="separate"/>
            </w:r>
            <w:r w:rsidR="00D46B75">
              <w:rPr>
                <w:webHidden/>
              </w:rPr>
              <w:t>177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2" w:history="1">
            <w:r w:rsidR="00E22AE1" w:rsidRPr="0006534F">
              <w:rPr>
                <w:rStyle w:val="Hyperlink"/>
              </w:rPr>
              <w:t>11. Noor al Satfeen (Noor of the blessed servants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Toc442792072 \h</w:instrText>
            </w:r>
            <w:r w:rsidR="00E22AE1">
              <w:rPr>
                <w:webHidden/>
                <w:rtl/>
              </w:rPr>
              <w:instrText xml:space="preserve"> </w:instrText>
            </w:r>
            <w:r>
              <w:rPr>
                <w:webHidden/>
                <w:rtl/>
              </w:rPr>
            </w:r>
            <w:r>
              <w:rPr>
                <w:webHidden/>
                <w:rtl/>
              </w:rPr>
              <w:fldChar w:fldCharType="separate"/>
            </w:r>
            <w:r w:rsidR="00D46B75">
              <w:rPr>
                <w:webHidden/>
              </w:rPr>
              <w:t>177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3" w:history="1">
            <w:r w:rsidR="00E22AE1" w:rsidRPr="0006534F">
              <w:rPr>
                <w:rStyle w:val="Hyperlink"/>
              </w:rPr>
              <w:t>12. Noor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Toc442792073 \h</w:instrText>
            </w:r>
            <w:r w:rsidR="00E22AE1">
              <w:rPr>
                <w:webHidden/>
                <w:rtl/>
              </w:rPr>
              <w:instrText xml:space="preserve"> </w:instrText>
            </w:r>
            <w:r>
              <w:rPr>
                <w:webHidden/>
                <w:rtl/>
              </w:rPr>
            </w:r>
            <w:r>
              <w:rPr>
                <w:webHidden/>
                <w:rtl/>
              </w:rPr>
              <w:fldChar w:fldCharType="separate"/>
            </w:r>
            <w:r w:rsidR="00D46B75">
              <w:rPr>
                <w:webHidden/>
              </w:rPr>
              <w:t>177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4" w:history="1">
            <w:r w:rsidR="00E22AE1" w:rsidRPr="0006534F">
              <w:rPr>
                <w:rStyle w:val="Hyperlink"/>
              </w:rPr>
              <w:t>13. Natiq ain Quran (One who speaks about Quran)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Toc442792074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5" w:history="1">
            <w:r w:rsidR="00E22AE1" w:rsidRPr="0006534F">
              <w:rPr>
                <w:rStyle w:val="Hyperlink"/>
              </w:rPr>
              <w:t>14. Nuqtah (Dot)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Toc442792075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6" w:history="1">
            <w:r w:rsidR="00E22AE1" w:rsidRPr="0006534F">
              <w:rPr>
                <w:rStyle w:val="Hyperlink"/>
              </w:rPr>
              <w:t>15. Nasib (Son in law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Toc442792076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7" w:history="1">
            <w:r w:rsidR="00E22AE1" w:rsidRPr="0006534F">
              <w:rPr>
                <w:rStyle w:val="Hyperlink"/>
              </w:rPr>
              <w:t>16. Noor al Aaqib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Toc442792077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8" w:history="1">
            <w:r w:rsidR="00E22AE1" w:rsidRPr="0006534F">
              <w:rPr>
                <w:rStyle w:val="Hyperlink"/>
              </w:rPr>
              <w:t>17. Noor al Noor (Noor of all noors)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Toc442792078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79" w:history="1">
            <w:r w:rsidR="00E22AE1" w:rsidRPr="0006534F">
              <w:rPr>
                <w:rStyle w:val="Hyperlink"/>
              </w:rPr>
              <w:t>18. Nemat (Blessing)</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Toc442792079 \h</w:instrText>
            </w:r>
            <w:r w:rsidR="00E22AE1">
              <w:rPr>
                <w:webHidden/>
                <w:rtl/>
              </w:rPr>
              <w:instrText xml:space="preserve"> </w:instrText>
            </w:r>
            <w:r>
              <w:rPr>
                <w:webHidden/>
                <w:rtl/>
              </w:rPr>
            </w:r>
            <w:r>
              <w:rPr>
                <w:webHidden/>
                <w:rtl/>
              </w:rPr>
              <w:fldChar w:fldCharType="separate"/>
            </w:r>
            <w:r w:rsidR="00D46B75">
              <w:rPr>
                <w:webHidden/>
              </w:rPr>
              <w:t>178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0" w:history="1">
            <w:r w:rsidR="00E22AE1" w:rsidRPr="0006534F">
              <w:rPr>
                <w:rStyle w:val="Hyperlink"/>
              </w:rPr>
              <w:t>19. Nasib al Amil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Toc442792080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1" w:history="1">
            <w:r w:rsidR="00E22AE1" w:rsidRPr="0006534F">
              <w:rPr>
                <w:rStyle w:val="Hyperlink"/>
              </w:rPr>
              <w:t>20. Namik al Biriya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Toc442792081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2" w:history="1">
            <w:r w:rsidR="00E22AE1" w:rsidRPr="0006534F">
              <w:rPr>
                <w:rStyle w:val="Hyperlink"/>
              </w:rPr>
              <w:t>21. Najatul Falk (arc of salvation)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Toc442792082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3" w:history="1">
            <w:r w:rsidR="00E22AE1" w:rsidRPr="0006534F">
              <w:rPr>
                <w:rStyle w:val="Hyperlink"/>
              </w:rPr>
              <w:t>22. Nahalatul Jaleel (path of greateness)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Toc442792083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4" w:history="1">
            <w:r w:rsidR="00E22AE1" w:rsidRPr="0006534F">
              <w:rPr>
                <w:rStyle w:val="Hyperlink"/>
              </w:rPr>
              <w:t>23. Noor al Sabheen (noor of those who perform tasbeeh)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Toc442792084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5" w:history="1">
            <w:r w:rsidR="00E22AE1" w:rsidRPr="0006534F">
              <w:rPr>
                <w:rStyle w:val="Hyperlink"/>
              </w:rPr>
              <w:t>24. Noon wa Qalam (Noon and Pen)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Toc442792085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6" w:history="1">
            <w:r w:rsidR="00E22AE1" w:rsidRPr="0006534F">
              <w:rPr>
                <w:rStyle w:val="Hyperlink"/>
              </w:rPr>
              <w:t>25. Nayam ala al Frash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Toc442792086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7" w:history="1">
            <w:r w:rsidR="00E22AE1" w:rsidRPr="0006534F">
              <w:rPr>
                <w:rStyle w:val="Hyperlink"/>
              </w:rPr>
              <w:t>26. Naskh al Miree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Toc442792087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8" w:history="1">
            <w:r w:rsidR="00E22AE1" w:rsidRPr="0006534F">
              <w:rPr>
                <w:rStyle w:val="Hyperlink"/>
              </w:rPr>
              <w:t>27. Nafees al Nafas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Toc442792088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89" w:history="1">
            <w:r w:rsidR="00E22AE1" w:rsidRPr="0006534F">
              <w:rPr>
                <w:rStyle w:val="Hyperlink"/>
              </w:rPr>
              <w:t>28. Najm Allah (Star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Toc442792089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0" w:history="1">
            <w:r w:rsidR="00E22AE1" w:rsidRPr="0006534F">
              <w:rPr>
                <w:rStyle w:val="Hyperlink"/>
              </w:rPr>
              <w:t>29. Noor al Wara (Noor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Toc442792090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1" w:history="1">
            <w:r w:rsidR="00E22AE1" w:rsidRPr="0006534F">
              <w:rPr>
                <w:rStyle w:val="Hyperlink"/>
              </w:rPr>
              <w:t>30. Najmatul Wasail</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Toc442792091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2" w:history="1">
            <w:r w:rsidR="00E22AE1" w:rsidRPr="0006534F">
              <w:rPr>
                <w:rStyle w:val="Hyperlink"/>
              </w:rPr>
              <w:t>31. Naqim ala al Kufar (wrath upon kufar)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Toc442792092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3" w:history="1">
            <w:r w:rsidR="00E22AE1" w:rsidRPr="0006534F">
              <w:rPr>
                <w:rStyle w:val="Hyperlink"/>
              </w:rPr>
              <w:t>32. Noor al Ghayahab (noor of the unseen)</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Toc442792093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4" w:history="1">
            <w:r w:rsidR="00E22AE1" w:rsidRPr="0006534F">
              <w:rPr>
                <w:rStyle w:val="Hyperlink"/>
              </w:rPr>
              <w:t>33. Noor al Arwah (noor of spirits)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Toc442792094 \h</w:instrText>
            </w:r>
            <w:r w:rsidR="00E22AE1">
              <w:rPr>
                <w:webHidden/>
                <w:rtl/>
              </w:rPr>
              <w:instrText xml:space="preserve"> </w:instrText>
            </w:r>
            <w:r>
              <w:rPr>
                <w:webHidden/>
                <w:rtl/>
              </w:rPr>
            </w:r>
            <w:r>
              <w:rPr>
                <w:webHidden/>
                <w:rtl/>
              </w:rPr>
              <w:fldChar w:fldCharType="separate"/>
            </w:r>
            <w:r w:rsidR="00D46B75">
              <w:rPr>
                <w:webHidden/>
              </w:rPr>
              <w:t>179</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2095" w:history="1">
            <w:r w:rsidR="00E22AE1" w:rsidRPr="0006534F">
              <w:rPr>
                <w:rStyle w:val="Hyperlink"/>
              </w:rPr>
              <w:t xml:space="preserve">Ha </w:t>
            </w:r>
            <w:r w:rsidR="00E22AE1" w:rsidRPr="0006534F">
              <w:rPr>
                <w:rStyle w:val="Hyperlink"/>
                <w:rFonts w:hint="eastAsia"/>
                <w:rtl/>
              </w:rPr>
              <w:t>ه</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Toc442792095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6" w:history="1">
            <w:r w:rsidR="00E22AE1" w:rsidRPr="0006534F">
              <w:rPr>
                <w:rStyle w:val="Hyperlink"/>
              </w:rPr>
              <w:t>1. Hadaiyatul Malik (guidance of kings)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Toc442792096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7" w:history="1">
            <w:r w:rsidR="00E22AE1" w:rsidRPr="0006534F">
              <w:rPr>
                <w:rStyle w:val="Hyperlink"/>
              </w:rPr>
              <w:t>2. Harqil al Karamah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Toc442792097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8" w:history="1">
            <w:r w:rsidR="00E22AE1" w:rsidRPr="0006534F">
              <w:rPr>
                <w:rStyle w:val="Hyperlink"/>
              </w:rPr>
              <w:t>3. Haiwalee al Najoom</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Toc442792098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099" w:history="1">
            <w:r w:rsidR="00E22AE1" w:rsidRPr="0006534F">
              <w:rPr>
                <w:rStyle w:val="Hyperlink"/>
              </w:rPr>
              <w:t>4. Halal al Shar (moon of the month)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Toc442792099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0" w:history="1">
            <w:r w:rsidR="00E22AE1" w:rsidRPr="0006534F">
              <w:rPr>
                <w:rStyle w:val="Hyperlink"/>
              </w:rPr>
              <w:t>5. Hadiya (guidance)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Toc442792100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1" w:history="1">
            <w:r w:rsidR="00E22AE1" w:rsidRPr="0006534F">
              <w:rPr>
                <w:rStyle w:val="Hyperlink"/>
              </w:rPr>
              <w:t>6. Hadi (Guide)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Toc442792101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2" w:history="1">
            <w:r w:rsidR="00E22AE1" w:rsidRPr="0006534F">
              <w:rPr>
                <w:rStyle w:val="Hyperlink"/>
              </w:rPr>
              <w:t>7. Hibtullah al Muhammad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Toc442792102 \h</w:instrText>
            </w:r>
            <w:r w:rsidR="00E22AE1">
              <w:rPr>
                <w:webHidden/>
                <w:rtl/>
              </w:rPr>
              <w:instrText xml:space="preserve"> </w:instrText>
            </w:r>
            <w:r>
              <w:rPr>
                <w:webHidden/>
                <w:rtl/>
              </w:rPr>
            </w:r>
            <w:r>
              <w:rPr>
                <w:webHidden/>
                <w:rtl/>
              </w:rPr>
              <w:fldChar w:fldCharType="separate"/>
            </w:r>
            <w:r w:rsidR="00D46B75">
              <w:rPr>
                <w:webHidden/>
              </w:rPr>
              <w:t>181</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2103" w:history="1">
            <w:r w:rsidR="00E22AE1" w:rsidRPr="0006534F">
              <w:rPr>
                <w:rStyle w:val="Hyperlink"/>
              </w:rPr>
              <w:t xml:space="preserve">Wao </w:t>
            </w:r>
            <w:r w:rsidR="00E22AE1" w:rsidRPr="0006534F">
              <w:rPr>
                <w:rStyle w:val="Hyperlink"/>
                <w:rFonts w:hint="eastAsia"/>
                <w:rtl/>
              </w:rPr>
              <w:t>و</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Toc442792103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4" w:history="1">
            <w:r w:rsidR="00E22AE1" w:rsidRPr="0006534F">
              <w:rPr>
                <w:rStyle w:val="Hyperlink"/>
              </w:rPr>
              <w:t>1. Wazeer al Mustafa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Toc442792104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5" w:history="1">
            <w:r w:rsidR="00E22AE1" w:rsidRPr="0006534F">
              <w:rPr>
                <w:rStyle w:val="Hyperlink"/>
              </w:rPr>
              <w:t>2. Wad Amongst muslims, Moula Ali (asws)’s name is Wad 3. Waeed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Toc442792105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6" w:history="1">
            <w:r w:rsidR="00E22AE1" w:rsidRPr="0006534F">
              <w:rPr>
                <w:rStyle w:val="Hyperlink"/>
              </w:rPr>
              <w:t>4. Wali Zalfa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Toc442792106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7" w:history="1">
            <w:r w:rsidR="00E22AE1" w:rsidRPr="0006534F">
              <w:rPr>
                <w:rStyle w:val="Hyperlink"/>
              </w:rPr>
              <w:t>5. Wazaa al Arz</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Toc442792107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8" w:history="1">
            <w:r w:rsidR="00E22AE1" w:rsidRPr="0006534F">
              <w:rPr>
                <w:rStyle w:val="Hyperlink"/>
              </w:rPr>
              <w:t>6. Wali al Awliya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Toc442792108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09" w:history="1">
            <w:r w:rsidR="00E22AE1" w:rsidRPr="0006534F">
              <w:rPr>
                <w:rStyle w:val="Hyperlink"/>
              </w:rPr>
              <w:t>7. Wali Anbiya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Toc442792109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0" w:history="1">
            <w:r w:rsidR="00E22AE1" w:rsidRPr="0006534F">
              <w:rPr>
                <w:rStyle w:val="Hyperlink"/>
              </w:rPr>
              <w:t>8. Wazaa al Ahqaf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Toc442792110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1" w:history="1">
            <w:r w:rsidR="00E22AE1" w:rsidRPr="0006534F">
              <w:rPr>
                <w:rStyle w:val="Hyperlink"/>
              </w:rPr>
              <w:t>9. Waeed</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Toc442792111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2" w:history="1">
            <w:r w:rsidR="00E22AE1" w:rsidRPr="0006534F">
              <w:rPr>
                <w:rStyle w:val="Hyperlink"/>
              </w:rPr>
              <w:t>10. Wafq al Awafaq</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Toc442792112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3" w:history="1">
            <w:r w:rsidR="00E22AE1" w:rsidRPr="0006534F">
              <w:rPr>
                <w:rStyle w:val="Hyperlink"/>
              </w:rPr>
              <w:t>11. Waseem Hijab</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Toc442792113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4" w:history="1">
            <w:r w:rsidR="00E22AE1" w:rsidRPr="0006534F">
              <w:rPr>
                <w:rStyle w:val="Hyperlink"/>
              </w:rPr>
              <w:t>12. Warith al Khatar (inheritor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Toc442792114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5" w:history="1">
            <w:r w:rsidR="00E22AE1" w:rsidRPr="0006534F">
              <w:rPr>
                <w:rStyle w:val="Hyperlink"/>
              </w:rPr>
              <w:t>13. Warith al Aloom (inheritor of all knowledge)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Toc442792115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6" w:history="1">
            <w:r w:rsidR="00E22AE1" w:rsidRPr="0006534F">
              <w:rPr>
                <w:rStyle w:val="Hyperlink"/>
              </w:rPr>
              <w:t>14. Wazaa al Shariah (establisher of sharia)</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Toc442792116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7" w:history="1">
            <w:r w:rsidR="00E22AE1" w:rsidRPr="0006534F">
              <w:rPr>
                <w:rStyle w:val="Hyperlink"/>
              </w:rPr>
              <w:t>15. Warith al Anbiya (inheritor of the prophets)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Toc442792117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8" w:history="1">
            <w:r w:rsidR="00E22AE1" w:rsidRPr="0006534F">
              <w:rPr>
                <w:rStyle w:val="Hyperlink"/>
              </w:rPr>
              <w:t>16. Walid (Parents)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Toc442792118 \h</w:instrText>
            </w:r>
            <w:r w:rsidR="00E22AE1">
              <w:rPr>
                <w:webHidden/>
                <w:rtl/>
              </w:rPr>
              <w:instrText xml:space="preserve"> </w:instrText>
            </w:r>
            <w:r>
              <w:rPr>
                <w:webHidden/>
                <w:rtl/>
              </w:rPr>
            </w:r>
            <w:r>
              <w:rPr>
                <w:webHidden/>
                <w:rtl/>
              </w:rPr>
              <w:fldChar w:fldCharType="separate"/>
            </w:r>
            <w:r w:rsidR="00D46B75">
              <w:rPr>
                <w:webHidden/>
              </w:rPr>
              <w:t>183</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19" w:history="1">
            <w:r w:rsidR="00E22AE1" w:rsidRPr="0006534F">
              <w:rPr>
                <w:rStyle w:val="Hyperlink"/>
              </w:rPr>
              <w:t>17. Warith RasoolAllah (saw) (inheritor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Toc442792119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0" w:history="1">
            <w:r w:rsidR="00E22AE1" w:rsidRPr="0006534F">
              <w:rPr>
                <w:rStyle w:val="Hyperlink"/>
              </w:rPr>
              <w:t>18. Waa ilm RasoolAllah (saw) (vessle of the knowledge of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Toc442792120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1" w:history="1">
            <w:r w:rsidR="00E22AE1" w:rsidRPr="0006534F">
              <w:rPr>
                <w:rStyle w:val="Hyperlink"/>
              </w:rPr>
              <w:t>19. Wazeer (representative)</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Toc442792121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2" w:history="1">
            <w:r w:rsidR="00E22AE1" w:rsidRPr="0006534F">
              <w:rPr>
                <w:rStyle w:val="Hyperlink"/>
              </w:rPr>
              <w:t>20. Wasilah ila Allah (wasilah from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Toc442792122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3" w:history="1">
            <w:r w:rsidR="00E22AE1" w:rsidRPr="0006534F">
              <w:rPr>
                <w:rStyle w:val="Hyperlink"/>
              </w:rPr>
              <w:t>21. Waheed al Shaheed (first martyr)</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Toc442792123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4" w:history="1">
            <w:r w:rsidR="00E22AE1" w:rsidRPr="0006534F">
              <w:rPr>
                <w:rStyle w:val="Hyperlink"/>
              </w:rPr>
              <w:t>22. Watid al Arz (nail of earth)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Toc442792124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5" w:history="1">
            <w:r w:rsidR="00E22AE1" w:rsidRPr="0006534F">
              <w:rPr>
                <w:rStyle w:val="Hyperlink"/>
              </w:rPr>
              <w:t>23. Wali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Toc442792125 \h</w:instrText>
            </w:r>
            <w:r w:rsidR="00E22AE1">
              <w:rPr>
                <w:webHidden/>
                <w:rtl/>
              </w:rPr>
              <w:instrText xml:space="preserve"> </w:instrText>
            </w:r>
            <w:r>
              <w:rPr>
                <w:webHidden/>
                <w:rtl/>
              </w:rPr>
            </w:r>
            <w:r>
              <w:rPr>
                <w:webHidden/>
                <w:rtl/>
              </w:rPr>
              <w:fldChar w:fldCharType="separate"/>
            </w:r>
            <w:r w:rsidR="00D46B75">
              <w:rPr>
                <w:webHidden/>
              </w:rPr>
              <w:t>184</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6" w:history="1">
            <w:r w:rsidR="00E22AE1" w:rsidRPr="0006534F">
              <w:rPr>
                <w:rStyle w:val="Hyperlink"/>
              </w:rPr>
              <w:t>24. Waqif ala al Tutanjeen (one who can speak in all languages)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Toc442792126 \h</w:instrText>
            </w:r>
            <w:r w:rsidR="00E22AE1">
              <w:rPr>
                <w:webHidden/>
                <w:rtl/>
              </w:rPr>
              <w:instrText xml:space="preserve"> </w:instrText>
            </w:r>
            <w:r>
              <w:rPr>
                <w:webHidden/>
                <w:rtl/>
              </w:rPr>
            </w:r>
            <w:r>
              <w:rPr>
                <w:webHidden/>
                <w:rtl/>
              </w:rPr>
              <w:fldChar w:fldCharType="separate"/>
            </w:r>
            <w:r w:rsidR="00D46B75">
              <w:rPr>
                <w:webHidden/>
              </w:rPr>
              <w:t>185</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7" w:history="1">
            <w:r w:rsidR="00E22AE1" w:rsidRPr="0006534F">
              <w:rPr>
                <w:rStyle w:val="Hyperlink"/>
              </w:rPr>
              <w:t>25. Wali RasoolAllah (saw)</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Toc442792127 \h</w:instrText>
            </w:r>
            <w:r w:rsidR="00E22AE1">
              <w:rPr>
                <w:webHidden/>
                <w:rtl/>
              </w:rPr>
              <w:instrText xml:space="preserve"> </w:instrText>
            </w:r>
            <w:r>
              <w:rPr>
                <w:webHidden/>
                <w:rtl/>
              </w:rPr>
            </w:r>
            <w:r>
              <w:rPr>
                <w:webHidden/>
                <w:rtl/>
              </w:rPr>
              <w:fldChar w:fldCharType="separate"/>
            </w:r>
            <w:r w:rsidR="00D46B75">
              <w:rPr>
                <w:webHidden/>
              </w:rPr>
              <w:t>185</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2128" w:history="1">
            <w:r w:rsidR="00E22AE1" w:rsidRPr="0006534F">
              <w:rPr>
                <w:rStyle w:val="Hyperlink"/>
              </w:rPr>
              <w:t xml:space="preserve">Yay </w:t>
            </w:r>
            <w:r w:rsidR="00E22AE1" w:rsidRPr="0006534F">
              <w:rPr>
                <w:rStyle w:val="Hyperlink"/>
                <w:rFonts w:hint="eastAsia"/>
                <w:rtl/>
              </w:rPr>
              <w:t>ي</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Toc442792128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29" w:history="1">
            <w:r w:rsidR="00E22AE1" w:rsidRPr="0006534F">
              <w:rPr>
                <w:rStyle w:val="Hyperlink"/>
              </w:rPr>
              <w:t>1. Yusha al Amah (Yusha of ummah)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Toc442792129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0" w:history="1">
            <w:r w:rsidR="00E22AE1" w:rsidRPr="0006534F">
              <w:rPr>
                <w:rStyle w:val="Hyperlink"/>
              </w:rPr>
              <w:t>2. Yasoob al Momineen (Master of believers)</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Toc442792130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1" w:history="1">
            <w:r w:rsidR="00E22AE1" w:rsidRPr="0006534F">
              <w:rPr>
                <w:rStyle w:val="Hyperlink"/>
              </w:rPr>
              <w:t>3. Yasir (comfort)</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Toc442792131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2" w:history="1">
            <w:r w:rsidR="00E22AE1" w:rsidRPr="0006534F">
              <w:rPr>
                <w:rStyle w:val="Hyperlink"/>
              </w:rPr>
              <w:t>4. Yousaf fi Jamalah (Beauty of Yusuf)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Toc442792132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3" w:history="1">
            <w:r w:rsidR="00E22AE1" w:rsidRPr="0006534F">
              <w:rPr>
                <w:rStyle w:val="Hyperlink"/>
              </w:rPr>
              <w:t>5. Youm al Ahad (Sunday)</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Toc442792133 \h</w:instrText>
            </w:r>
            <w:r w:rsidR="00E22AE1">
              <w:rPr>
                <w:webHidden/>
                <w:rtl/>
              </w:rPr>
              <w:instrText xml:space="preserve"> </w:instrText>
            </w:r>
            <w:r>
              <w:rPr>
                <w:webHidden/>
                <w:rtl/>
              </w:rPr>
            </w:r>
            <w:r>
              <w:rPr>
                <w:webHidden/>
                <w:rtl/>
              </w:rPr>
              <w:fldChar w:fldCharType="separate"/>
            </w:r>
            <w:r w:rsidR="00D46B75">
              <w:rPr>
                <w:webHidden/>
              </w:rPr>
              <w:t>187</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4" w:history="1">
            <w:r w:rsidR="00E22AE1" w:rsidRPr="0006534F">
              <w:rPr>
                <w:rStyle w:val="Hyperlink"/>
              </w:rPr>
              <w:t>6. Yadullah (Hand of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Toc442792134 \h</w:instrText>
            </w:r>
            <w:r w:rsidR="00E22AE1">
              <w:rPr>
                <w:webHidden/>
                <w:rtl/>
              </w:rPr>
              <w:instrText xml:space="preserve"> </w:instrText>
            </w:r>
            <w:r>
              <w:rPr>
                <w:webHidden/>
                <w:rtl/>
              </w:rPr>
            </w:r>
            <w:r>
              <w:rPr>
                <w:webHidden/>
                <w:rtl/>
              </w:rPr>
              <w:fldChar w:fldCharType="separate"/>
            </w:r>
            <w:r w:rsidR="00D46B75">
              <w:rPr>
                <w:webHidden/>
              </w:rPr>
              <w:t>188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5" w:history="1">
            <w:r w:rsidR="00E22AE1" w:rsidRPr="0006534F">
              <w:rPr>
                <w:rStyle w:val="Hyperlink"/>
              </w:rPr>
              <w:t>7. Yemen Allah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Toc442792135 \h</w:instrText>
            </w:r>
            <w:r w:rsidR="00E22AE1">
              <w:rPr>
                <w:webHidden/>
                <w:rtl/>
              </w:rPr>
              <w:instrText xml:space="preserve"> </w:instrText>
            </w:r>
            <w:r>
              <w:rPr>
                <w:webHidden/>
                <w:rtl/>
              </w:rPr>
            </w:r>
            <w:r>
              <w:rPr>
                <w:webHidden/>
                <w:rtl/>
              </w:rPr>
              <w:fldChar w:fldCharType="separate"/>
            </w:r>
            <w:r w:rsidR="00D46B75">
              <w:rPr>
                <w:webHidden/>
              </w:rPr>
              <w:t>188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6" w:history="1">
            <w:r w:rsidR="00E22AE1" w:rsidRPr="0006534F">
              <w:rPr>
                <w:rStyle w:val="Hyperlink"/>
              </w:rPr>
              <w:t>8. Yafat al Kashif</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Toc442792136 \h</w:instrText>
            </w:r>
            <w:r w:rsidR="00E22AE1">
              <w:rPr>
                <w:webHidden/>
                <w:rtl/>
              </w:rPr>
              <w:instrText xml:space="preserve"> </w:instrText>
            </w:r>
            <w:r>
              <w:rPr>
                <w:webHidden/>
                <w:rtl/>
              </w:rPr>
            </w:r>
            <w:r>
              <w:rPr>
                <w:webHidden/>
                <w:rtl/>
              </w:rPr>
              <w:fldChar w:fldCharType="separate"/>
            </w:r>
            <w:r w:rsidR="00D46B75">
              <w:rPr>
                <w:webHidden/>
              </w:rPr>
              <w:t>188</w:t>
            </w:r>
            <w:r>
              <w:rPr>
                <w:webHidden/>
                <w:rtl/>
              </w:rPr>
              <w:fldChar w:fldCharType="end"/>
            </w:r>
          </w:hyperlink>
        </w:p>
        <w:p w:rsidR="00E22AE1" w:rsidRDefault="00435C6A" w:rsidP="00E22AE1">
          <w:pPr>
            <w:pStyle w:val="TOC2"/>
            <w:rPr>
              <w:rFonts w:asciiTheme="minorHAnsi" w:eastAsiaTheme="minorEastAsia" w:hAnsiTheme="minorHAnsi" w:cstheme="minorBidi"/>
              <w:color w:val="auto"/>
              <w:sz w:val="22"/>
              <w:szCs w:val="22"/>
              <w:rtl/>
            </w:rPr>
          </w:pPr>
          <w:hyperlink w:anchor="_Toc442792137" w:history="1">
            <w:r w:rsidR="00E22AE1" w:rsidRPr="0006534F">
              <w:rPr>
                <w:rStyle w:val="Hyperlink"/>
              </w:rPr>
              <w:t>9. Yafat al Arakimah</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Toc442792137 \h</w:instrText>
            </w:r>
            <w:r w:rsidR="00E22AE1">
              <w:rPr>
                <w:webHidden/>
                <w:rtl/>
              </w:rPr>
              <w:instrText xml:space="preserve"> </w:instrText>
            </w:r>
            <w:r>
              <w:rPr>
                <w:webHidden/>
                <w:rtl/>
              </w:rPr>
            </w:r>
            <w:r>
              <w:rPr>
                <w:webHidden/>
                <w:rtl/>
              </w:rPr>
              <w:fldChar w:fldCharType="separate"/>
            </w:r>
            <w:r w:rsidR="00D46B75">
              <w:rPr>
                <w:webHidden/>
              </w:rPr>
              <w:t>188</w:t>
            </w:r>
            <w:r>
              <w:rPr>
                <w:webHidden/>
                <w:rtl/>
              </w:rPr>
              <w:fldChar w:fldCharType="end"/>
            </w:r>
          </w:hyperlink>
        </w:p>
        <w:p w:rsidR="00E22AE1" w:rsidRDefault="00435C6A" w:rsidP="00E22AE1">
          <w:pPr>
            <w:pStyle w:val="TOC1"/>
            <w:rPr>
              <w:rFonts w:asciiTheme="minorHAnsi" w:eastAsiaTheme="minorEastAsia" w:hAnsiTheme="minorHAnsi" w:cstheme="minorBidi"/>
              <w:b w:val="0"/>
              <w:bCs w:val="0"/>
              <w:color w:val="auto"/>
              <w:sz w:val="22"/>
              <w:szCs w:val="22"/>
              <w:rtl/>
            </w:rPr>
          </w:pPr>
          <w:hyperlink w:anchor="_Toc442792138" w:history="1">
            <w:r w:rsidR="00E22AE1" w:rsidRPr="0006534F">
              <w:rPr>
                <w:rStyle w:val="Hyperlink"/>
              </w:rPr>
              <w:t xml:space="preserve">Hamza </w:t>
            </w:r>
            <w:r w:rsidR="00E22AE1" w:rsidRPr="0006534F">
              <w:rPr>
                <w:rStyle w:val="Hyperlink"/>
                <w:rFonts w:hint="eastAsia"/>
                <w:rtl/>
              </w:rPr>
              <w:t>ء</w:t>
            </w:r>
            <w:r w:rsidR="00E22AE1">
              <w:rPr>
                <w:webHidden/>
                <w:rtl/>
              </w:rPr>
              <w:tab/>
            </w:r>
            <w:r>
              <w:rPr>
                <w:webHidden/>
                <w:rtl/>
              </w:rPr>
              <w:fldChar w:fldCharType="begin"/>
            </w:r>
            <w:r w:rsidR="00E22AE1">
              <w:rPr>
                <w:webHidden/>
                <w:rtl/>
              </w:rPr>
              <w:instrText xml:space="preserve"> </w:instrText>
            </w:r>
            <w:r w:rsidR="00E22AE1">
              <w:rPr>
                <w:webHidden/>
              </w:rPr>
              <w:instrText>PAGEREF</w:instrText>
            </w:r>
            <w:r w:rsidR="00E22AE1">
              <w:rPr>
                <w:webHidden/>
                <w:rtl/>
              </w:rPr>
              <w:instrText xml:space="preserve"> _</w:instrText>
            </w:r>
            <w:r w:rsidR="00E22AE1">
              <w:rPr>
                <w:webHidden/>
              </w:rPr>
              <w:instrText>Toc442792138 \h</w:instrText>
            </w:r>
            <w:r w:rsidR="00E22AE1">
              <w:rPr>
                <w:webHidden/>
                <w:rtl/>
              </w:rPr>
              <w:instrText xml:space="preserve"> </w:instrText>
            </w:r>
            <w:r>
              <w:rPr>
                <w:webHidden/>
                <w:rtl/>
              </w:rPr>
            </w:r>
            <w:r>
              <w:rPr>
                <w:webHidden/>
                <w:rtl/>
              </w:rPr>
              <w:fldChar w:fldCharType="separate"/>
            </w:r>
            <w:r w:rsidR="00D46B75">
              <w:rPr>
                <w:webHidden/>
              </w:rPr>
              <w:t>189</w:t>
            </w:r>
            <w:r>
              <w:rPr>
                <w:webHidden/>
                <w:rtl/>
              </w:rPr>
              <w:fldChar w:fldCharType="end"/>
            </w:r>
          </w:hyperlink>
        </w:p>
        <w:p w:rsidR="00E22AE1" w:rsidRDefault="00435C6A" w:rsidP="00E22AE1">
          <w:r>
            <w:fldChar w:fldCharType="end"/>
          </w:r>
        </w:p>
      </w:sdtContent>
    </w:sdt>
    <w:p w:rsidR="00612EA4" w:rsidRDefault="00612EA4" w:rsidP="00612EA4">
      <w:pPr>
        <w:pStyle w:val="libNormal"/>
      </w:pPr>
      <w:r>
        <w:br w:type="page"/>
      </w:r>
    </w:p>
    <w:p w:rsidR="00612EA4" w:rsidRDefault="00612EA4" w:rsidP="00AE7A6E">
      <w:pPr>
        <w:pStyle w:val="Heading1Center"/>
      </w:pPr>
      <w:bookmarkStart w:id="0" w:name="_Toc442791119"/>
      <w:r>
        <w:lastRenderedPageBreak/>
        <w:t>Dedication</w:t>
      </w:r>
      <w:bookmarkEnd w:id="0"/>
    </w:p>
    <w:p w:rsidR="00EC54B6" w:rsidRDefault="00EC54B6" w:rsidP="003318C4">
      <w:pPr>
        <w:pStyle w:val="libBold2"/>
      </w:pPr>
      <w:r>
        <w:t>O’my Moula (as) Ameerul Momineen!</w:t>
      </w:r>
    </w:p>
    <w:p w:rsidR="00EC54B6" w:rsidRDefault="00EC54B6" w:rsidP="00EC54B6">
      <w:pPr>
        <w:pStyle w:val="libNormal"/>
      </w:pPr>
      <w:r>
        <w:t>I am a beggar. I am jahil (ignorant). Whatever I have written in your praise, if it is goo</w:t>
      </w:r>
      <w:r w:rsidR="004D1165">
        <w:t xml:space="preserve">d, </w:t>
      </w:r>
      <w:r>
        <w:t>then it is only due to your blessings. I do not even need to ask in order to gain Your merc</w:t>
      </w:r>
      <w:r w:rsidR="004D1165">
        <w:t xml:space="preserve">y </w:t>
      </w:r>
      <w:r>
        <w:t>because You are aware of all things and all things come from You. Whenever I becom</w:t>
      </w:r>
      <w:r w:rsidR="004D1165">
        <w:t xml:space="preserve">e </w:t>
      </w:r>
      <w:r>
        <w:t>speechless, You gave me the words because You are the one who removed the love o</w:t>
      </w:r>
      <w:r w:rsidR="004D1165">
        <w:t xml:space="preserve">f </w:t>
      </w:r>
      <w:r>
        <w:t>everything from Your lovers that is other than You. Your lovers have become lost in You</w:t>
      </w:r>
      <w:r w:rsidR="004D1165">
        <w:t xml:space="preserve">r </w:t>
      </w:r>
      <w:r>
        <w:t>love. Their eyes see nothing other than You. They seek Your kindness. They seek Your hel</w:t>
      </w:r>
      <w:r w:rsidR="004D1165">
        <w:t xml:space="preserve">p </w:t>
      </w:r>
      <w:r>
        <w:t>whenever this world turns against them. You are not hidden from those who love You.</w:t>
      </w:r>
    </w:p>
    <w:p w:rsidR="00FE3B28" w:rsidRDefault="00EC54B6" w:rsidP="00845972">
      <w:pPr>
        <w:pStyle w:val="libBold1"/>
      </w:pPr>
      <w:r>
        <w:t>Abdul Rasool</w:t>
      </w:r>
    </w:p>
    <w:p w:rsidR="00612EA4" w:rsidRDefault="00612EA4" w:rsidP="00612EA4">
      <w:pPr>
        <w:pStyle w:val="libNormal"/>
      </w:pPr>
      <w:r>
        <w:br w:type="page"/>
      </w:r>
    </w:p>
    <w:p w:rsidR="00612EA4" w:rsidRDefault="00612EA4" w:rsidP="00AE7A6E">
      <w:pPr>
        <w:pStyle w:val="Heading1Center"/>
      </w:pPr>
      <w:bookmarkStart w:id="1" w:name="_Toc442791120"/>
      <w:r>
        <w:lastRenderedPageBreak/>
        <w:t>Preface</w:t>
      </w:r>
      <w:bookmarkEnd w:id="1"/>
    </w:p>
    <w:p w:rsidR="00EC54B6" w:rsidRDefault="00EC54B6" w:rsidP="00EC54B6">
      <w:pPr>
        <w:pStyle w:val="libNormal"/>
      </w:pPr>
      <w:r>
        <w:t>All the praise is for Allah who is the Lord of the whole universe. Salutations be upon H</w:t>
      </w:r>
      <w:r w:rsidR="004D1165">
        <w:t xml:space="preserve">z </w:t>
      </w:r>
      <w:r>
        <w:t>Muhammad (saw) who is the mercy upon the entire universe and upon His Holy Offsprin</w:t>
      </w:r>
      <w:r w:rsidR="004D1165">
        <w:t xml:space="preserve">g </w:t>
      </w:r>
      <w:r>
        <w:t>(as) whom Allah created as Masoom (infallible), Paak (pure), and with Noor and upo</w:t>
      </w:r>
      <w:r w:rsidR="004D1165">
        <w:t xml:space="preserve">n </w:t>
      </w:r>
      <w:r>
        <w:t>Their Companions, may Allah’s mercy be upon them, those who lived during the times o</w:t>
      </w:r>
      <w:r w:rsidR="004D1165">
        <w:t xml:space="preserve">f </w:t>
      </w:r>
      <w:r>
        <w:t>the Imams (as) and those who will come from then until the day of judgment. Allah’</w:t>
      </w:r>
      <w:r w:rsidR="004D1165">
        <w:t xml:space="preserve">s </w:t>
      </w:r>
      <w:r>
        <w:t>eternal wrath and punishment be upon Their enemies; those during Their times and thos</w:t>
      </w:r>
      <w:r w:rsidR="004D1165">
        <w:t xml:space="preserve">e </w:t>
      </w:r>
      <w:r>
        <w:t>from then until the day of judgment.</w:t>
      </w:r>
    </w:p>
    <w:p w:rsidR="00EC54B6" w:rsidRDefault="00EC54B6" w:rsidP="00C23B6A">
      <w:pPr>
        <w:pStyle w:val="libNormal"/>
      </w:pPr>
      <w:r>
        <w:t xml:space="preserve">This book </w:t>
      </w:r>
      <w:r w:rsidRPr="0091257C">
        <w:rPr>
          <w:rStyle w:val="libBoldItalicChar"/>
        </w:rPr>
        <w:t>“Fi Asma wa Alqaab wa Ameerul Momineen (as)”</w:t>
      </w:r>
      <w:r>
        <w:t xml:space="preserve"> is regarding the names an</w:t>
      </w:r>
      <w:r w:rsidR="004D1165">
        <w:t xml:space="preserve">d </w:t>
      </w:r>
      <w:r>
        <w:t>titles of Ameerul Momineen (asws) which are mentioned in Quran, hadith, and sayings o</w:t>
      </w:r>
      <w:r w:rsidR="004D1165">
        <w:t xml:space="preserve">f </w:t>
      </w:r>
      <w:r>
        <w:t>Masooms (as). We have written these in alphabetical order. In this book, we hav</w:t>
      </w:r>
      <w:r w:rsidR="004D1165">
        <w:t xml:space="preserve">e </w:t>
      </w:r>
      <w:r>
        <w:t>mentioned almost 1000 different names and titles of Ameerul Momineen (asws). In realit</w:t>
      </w:r>
      <w:r w:rsidR="004D1165">
        <w:t xml:space="preserve">y, </w:t>
      </w:r>
      <w:r>
        <w:t>it is like a drop in the ocean when compared to the attributes of Moula Ali (asws). Th</w:t>
      </w:r>
      <w:r w:rsidR="004D1165">
        <w:t xml:space="preserve">e </w:t>
      </w:r>
      <w:r>
        <w:t>attributes of Moula (asws) can never be measured. The entire knowledge of the prophet</w:t>
      </w:r>
      <w:r w:rsidR="004D1165">
        <w:t xml:space="preserve">s, </w:t>
      </w:r>
      <w:r>
        <w:t>secrets of their successors, glory of the Awliya (friends of Allah) are like a raindrop fallin</w:t>
      </w:r>
      <w:r w:rsidR="004D1165">
        <w:t xml:space="preserve">g </w:t>
      </w:r>
      <w:r>
        <w:t>into the ocean in comparison with the attributes of Moula Ali (asws). The name of Moula Al</w:t>
      </w:r>
      <w:r w:rsidR="004D1165">
        <w:t xml:space="preserve">i </w:t>
      </w:r>
      <w:r>
        <w:t>(asws) has been written on everything throughout the entire universe because this is th</w:t>
      </w:r>
      <w:r w:rsidR="004D1165">
        <w:t xml:space="preserve">e </w:t>
      </w:r>
      <w:r>
        <w:t>name of Allah. In other words, this book is specifically for those with marifa</w:t>
      </w:r>
      <w:r w:rsidR="004D1165">
        <w:t xml:space="preserve">t </w:t>
      </w:r>
      <w:r>
        <w:t>(understanding). Allah created the whole universe through His complete knowledge and b</w:t>
      </w:r>
      <w:r w:rsidR="004D1165">
        <w:t xml:space="preserve">y </w:t>
      </w:r>
      <w:r>
        <w:t>His mercy and blessed His creation with the marifat (understanding and recognition) of Hi</w:t>
      </w:r>
      <w:r w:rsidR="004D1165">
        <w:t xml:space="preserve">s </w:t>
      </w:r>
      <w:r>
        <w:t>zaat (self). If this was not so, then no one would be able to recognize any other. Marifa</w:t>
      </w:r>
      <w:r w:rsidR="004D1165">
        <w:t xml:space="preserve">t </w:t>
      </w:r>
      <w:r>
        <w:t>demands that the creation recognizes its Lord. It is not possible to recognize the zaat (self)</w:t>
      </w:r>
      <w:r w:rsidR="00C23B6A">
        <w:t xml:space="preserve"> </w:t>
      </w:r>
      <w:r>
        <w:t>of Allah directly. Therefore, Allah sent His Prophets and Their Successors in order t</w:t>
      </w:r>
      <w:r w:rsidR="004D1165">
        <w:t xml:space="preserve">o </w:t>
      </w:r>
      <w:r>
        <w:t>convey His orders to His creation. The Seal of all Prophets is RasoolAllah (saw) and Hi</w:t>
      </w:r>
      <w:r w:rsidR="004D1165">
        <w:t xml:space="preserve">s </w:t>
      </w:r>
      <w:r>
        <w:t xml:space="preserve">Successor is Ameerul Momineen (asws). The procedure of marifat (recognition) is not </w:t>
      </w:r>
      <w:r w:rsidR="004D1165">
        <w:t xml:space="preserve">a </w:t>
      </w:r>
      <w:r>
        <w:t>new process. It has been in existence from the beginning of creation and can be foun</w:t>
      </w:r>
      <w:r w:rsidR="004D1165">
        <w:t xml:space="preserve">d </w:t>
      </w:r>
      <w:r>
        <w:t>throughout the universe and in the seven heavens. Some of the orders of Allah are taqwin</w:t>
      </w:r>
      <w:r w:rsidR="004D1165">
        <w:t xml:space="preserve">i </w:t>
      </w:r>
      <w:r>
        <w:t>and some are tashreehi. Allah sent a prophet amongst every nation as a source of th</w:t>
      </w:r>
      <w:r w:rsidR="004D1165">
        <w:t xml:space="preserve">e </w:t>
      </w:r>
      <w:r>
        <w:t>deliverance of the message of Allah to the people and as a way for the people to gain th</w:t>
      </w:r>
      <w:r w:rsidR="004D1165">
        <w:t xml:space="preserve">e </w:t>
      </w:r>
      <w:r>
        <w:t>marifat (recognition) of Allah through His (Allah) ism. Allah appointed specific jinns fro</w:t>
      </w:r>
      <w:r w:rsidR="004D1165">
        <w:t xml:space="preserve">m </w:t>
      </w:r>
      <w:r>
        <w:t>amongst the jinns in order that His message may be conveyed to them as well. Fro</w:t>
      </w:r>
      <w:r w:rsidR="004D1165">
        <w:t xml:space="preserve">m </w:t>
      </w:r>
      <w:r>
        <w:t>amongst the minerals Allah appointed one that would convey His message to all. The Is</w:t>
      </w:r>
      <w:r w:rsidR="004D1165">
        <w:t xml:space="preserve">m </w:t>
      </w:r>
      <w:r>
        <w:t>(name) of Allah is His attributes and the only way we can gain the marifat (recognition) o</w:t>
      </w:r>
      <w:r w:rsidR="004D1165">
        <w:t xml:space="preserve">f </w:t>
      </w:r>
      <w:r>
        <w:t>Allah is through His Ism. In Quran where Allah says “and call Me by those beautifu</w:t>
      </w:r>
      <w:r w:rsidR="004D1165">
        <w:t xml:space="preserve">l </w:t>
      </w:r>
      <w:r>
        <w:t>names”, it is a clear hint for those who have marifat, but some things are not meant to b</w:t>
      </w:r>
      <w:r w:rsidR="004D1165">
        <w:t xml:space="preserve">e </w:t>
      </w:r>
      <w:r>
        <w:t>spoken out loud so instead they must be whispered to those who have understanding.</w:t>
      </w:r>
    </w:p>
    <w:p w:rsidR="00B02886" w:rsidRDefault="00B02886" w:rsidP="00B02886">
      <w:pPr>
        <w:pStyle w:val="libNormal"/>
      </w:pPr>
      <w:r>
        <w:br w:type="page"/>
      </w:r>
    </w:p>
    <w:p w:rsidR="00B02886" w:rsidRDefault="00B02886" w:rsidP="00B02886">
      <w:pPr>
        <w:pStyle w:val="libCenterBold1"/>
      </w:pPr>
      <w:r w:rsidRPr="00B02886">
        <w:lastRenderedPageBreak/>
        <w:t>The following hadiths and narrations are in reference to those things upon which Allah places the name of Ameerul Momineen (asws).</w:t>
      </w:r>
    </w:p>
    <w:p w:rsidR="00EC54B6" w:rsidRDefault="00EC54B6" w:rsidP="00175E59">
      <w:pPr>
        <w:pStyle w:val="Heading2Center"/>
      </w:pPr>
      <w:bookmarkStart w:id="2" w:name="_Toc442791121"/>
      <w:r>
        <w:t>1. Moula Ali (asws)’s name is on the leaves of the trees of jannah</w:t>
      </w:r>
      <w:bookmarkEnd w:id="2"/>
    </w:p>
    <w:p w:rsidR="00EC54B6" w:rsidRDefault="00EC54B6" w:rsidP="00EC54B6">
      <w:pPr>
        <w:pStyle w:val="libNormal"/>
      </w:pPr>
      <w:r>
        <w:t>In the hadith regarding the incident of Miraj, RasoolAllah (saw) says, “When I was taken t</w:t>
      </w:r>
      <w:r w:rsidR="004D1165">
        <w:t xml:space="preserve">o </w:t>
      </w:r>
      <w:r>
        <w:t>the 6th heaven, the angels who were present there called Me by My name like I was one o</w:t>
      </w:r>
      <w:r w:rsidR="004D1165">
        <w:t xml:space="preserve">f </w:t>
      </w:r>
      <w:r>
        <w:t>their fellow angels. I asked “Do you recognize Me”? They replied, “How could we no</w:t>
      </w:r>
      <w:r w:rsidR="004D1165">
        <w:t xml:space="preserve">t </w:t>
      </w:r>
      <w:r>
        <w:t>recognize You? There is a tree beside the door of Jannah which Allah created and upon it</w:t>
      </w:r>
      <w:r w:rsidR="004D1165">
        <w:t xml:space="preserve">s </w:t>
      </w:r>
      <w:r>
        <w:t>each leaf it is written in noor “There is no god except Allah, Muhammad (saw) is th</w:t>
      </w:r>
      <w:r w:rsidR="004D1165">
        <w:t xml:space="preserve">e </w:t>
      </w:r>
      <w:r>
        <w:t>Messenger of Allah, and Ali (asws) is Wali of Allah, His strong chain and strong rope”.</w:t>
      </w:r>
    </w:p>
    <w:p w:rsidR="00EC54B6" w:rsidRDefault="00EC54B6" w:rsidP="009D029C">
      <w:pPr>
        <w:pStyle w:val="libItalic"/>
      </w:pPr>
      <w:r>
        <w:t>(Al Mahtazir page 80)</w:t>
      </w:r>
    </w:p>
    <w:p w:rsidR="00EC54B6" w:rsidRDefault="00EC54B6" w:rsidP="00175E59">
      <w:pPr>
        <w:pStyle w:val="Heading2Center"/>
      </w:pPr>
      <w:bookmarkStart w:id="3" w:name="_Toc442791122"/>
      <w:r>
        <w:t>2. Inside of fruit</w:t>
      </w:r>
      <w:bookmarkEnd w:id="3"/>
    </w:p>
    <w:p w:rsidR="00EC54B6" w:rsidRDefault="00EC54B6" w:rsidP="009D029C">
      <w:pPr>
        <w:pStyle w:val="libNormal"/>
      </w:pPr>
      <w:r>
        <w:t>Ibne Abbas (ra) narrates “When Ameerul Momineen (asws) dealt a fatal blow to amr bi</w:t>
      </w:r>
      <w:r w:rsidR="004D1165">
        <w:t xml:space="preserve">n </w:t>
      </w:r>
      <w:r>
        <w:t>abdodh, He (Ameerul Momineen asws) returned to RasoolAllah (saw) and the blood wa</w:t>
      </w:r>
      <w:r w:rsidR="004D1165">
        <w:t xml:space="preserve">s </w:t>
      </w:r>
      <w:r>
        <w:t>dripping from His sword. Upon seeing Ameerul Momineen (asws), RasoolAllah (saw)</w:t>
      </w:r>
      <w:r w:rsidR="009D029C">
        <w:t xml:space="preserve"> </w:t>
      </w:r>
      <w:r>
        <w:t>raised the slogan of “Allahu akbar” and the other muslims followed Him. At that tim</w:t>
      </w:r>
      <w:r w:rsidR="004D1165">
        <w:t xml:space="preserve">e, </w:t>
      </w:r>
      <w:r>
        <w:t>RasoolAllah (saw) said, “O’Allah, bless Ali (asws) with such attribute which no one has ha</w:t>
      </w:r>
      <w:r w:rsidR="004D1165">
        <w:t xml:space="preserve">d </w:t>
      </w:r>
      <w:r>
        <w:t xml:space="preserve">before Him nor will anyone be able to gain after Him”. Meanwhile, Jibrael (as) came with </w:t>
      </w:r>
      <w:r w:rsidR="004D1165">
        <w:t xml:space="preserve">a </w:t>
      </w:r>
      <w:r>
        <w:t>fruit from jannah and said, “Allah sends salam for You and orders to give this fruit to Al</w:t>
      </w:r>
      <w:r w:rsidR="004D1165">
        <w:t xml:space="preserve">i </w:t>
      </w:r>
      <w:r>
        <w:t>(asws) as a gift.” Jibrael (as) gave this fruit in the hand of Ameerul Momineen (asws). I</w:t>
      </w:r>
      <w:r w:rsidR="004D1165">
        <w:t xml:space="preserve">t </w:t>
      </w:r>
      <w:r>
        <w:t>split in half. There was a green surface inside and upon it was written “This gift is fro</w:t>
      </w:r>
      <w:r w:rsidR="004D1165">
        <w:t xml:space="preserve">m </w:t>
      </w:r>
      <w:r>
        <w:t>Allah for Ali (asws) ibn Abi Talib (as)”.</w:t>
      </w:r>
    </w:p>
    <w:p w:rsidR="00EC54B6" w:rsidRDefault="00EC54B6" w:rsidP="009D029C">
      <w:pPr>
        <w:pStyle w:val="libItalic"/>
      </w:pPr>
      <w:r>
        <w:t>(Fazail ibn Shazaan page 92)</w:t>
      </w:r>
    </w:p>
    <w:p w:rsidR="00EC54B6" w:rsidRDefault="00EC54B6" w:rsidP="00175E59">
      <w:pPr>
        <w:pStyle w:val="Heading2Center"/>
      </w:pPr>
      <w:bookmarkStart w:id="4" w:name="_Toc442791123"/>
      <w:r>
        <w:t>3. On the forehead of angels</w:t>
      </w:r>
      <w:bookmarkEnd w:id="4"/>
    </w:p>
    <w:p w:rsidR="00EC54B6" w:rsidRDefault="00EC54B6" w:rsidP="00947C60">
      <w:pPr>
        <w:pStyle w:val="libNormal"/>
      </w:pPr>
      <w:r>
        <w:t>Muhammad ibn Hanafi narrates RasoolAllah (saw) said, “On the night of Miraj, I saw a</w:t>
      </w:r>
      <w:r w:rsidR="004D1165">
        <w:t xml:space="preserve">n </w:t>
      </w:r>
      <w:r>
        <w:t>angel that half of its body was made from fire and the other half was made of ice. Upo</w:t>
      </w:r>
      <w:r w:rsidR="004D1165">
        <w:t xml:space="preserve">n </w:t>
      </w:r>
      <w:r>
        <w:t>his forehead was written, “Allah helped Muhammad (saw) through Ali (asws)”. I wa</w:t>
      </w:r>
      <w:r w:rsidR="004D1165">
        <w:t xml:space="preserve">s </w:t>
      </w:r>
      <w:r>
        <w:t>amazed. The angel said, “Why are You amazed? Allah wrote this on my forehead 2000</w:t>
      </w:r>
      <w:r w:rsidR="00947C60">
        <w:t xml:space="preserve"> </w:t>
      </w:r>
      <w:r>
        <w:t>years before the creation of the heavens and earth.”</w:t>
      </w:r>
    </w:p>
    <w:p w:rsidR="00EC54B6" w:rsidRDefault="00EC54B6" w:rsidP="009D029C">
      <w:pPr>
        <w:pStyle w:val="libItalic"/>
      </w:pPr>
      <w:r>
        <w:t>(Al Mahtazir page 99)</w:t>
      </w:r>
    </w:p>
    <w:p w:rsidR="00EC54B6" w:rsidRDefault="00EC54B6" w:rsidP="00175E59">
      <w:pPr>
        <w:pStyle w:val="Heading2Center"/>
      </w:pPr>
      <w:bookmarkStart w:id="5" w:name="_Toc442791124"/>
      <w:r>
        <w:t>4. On the door of jannah</w:t>
      </w:r>
      <w:bookmarkEnd w:id="5"/>
    </w:p>
    <w:p w:rsidR="00EC54B6" w:rsidRDefault="00EC54B6" w:rsidP="00EC54B6">
      <w:pPr>
        <w:pStyle w:val="libNormal"/>
      </w:pPr>
      <w:r>
        <w:t>Ahmad bin Hanbal narrates from Hz Jabir (ra) that RasoolAllah (saw) said, “I sa</w:t>
      </w:r>
      <w:r w:rsidR="004D1165">
        <w:t xml:space="preserve">w </w:t>
      </w:r>
      <w:r>
        <w:t>written on the door of Jannah “There is no god except Allah, Muhammad (saw) is Hi</w:t>
      </w:r>
      <w:r w:rsidR="004D1165">
        <w:t xml:space="preserve">s </w:t>
      </w:r>
      <w:r>
        <w:t>Messenger, and Ali (asws) is Muhammad (saw)’s brother”.</w:t>
      </w:r>
    </w:p>
    <w:p w:rsidR="00EC54B6" w:rsidRDefault="00EC54B6" w:rsidP="009D029C">
      <w:pPr>
        <w:pStyle w:val="libItalic"/>
      </w:pPr>
      <w:r>
        <w:t>(Al Mahtazir page 102)</w:t>
      </w:r>
    </w:p>
    <w:p w:rsidR="00EC54B6" w:rsidRDefault="00EC54B6" w:rsidP="00175E59">
      <w:pPr>
        <w:pStyle w:val="Heading2Center"/>
      </w:pPr>
      <w:bookmarkStart w:id="6" w:name="_Toc442791125"/>
      <w:r>
        <w:t>5. On the door of heavens and on noorani veils</w:t>
      </w:r>
      <w:bookmarkEnd w:id="6"/>
    </w:p>
    <w:p w:rsidR="00EC54B6" w:rsidRDefault="00EC54B6" w:rsidP="00EC54B6">
      <w:pPr>
        <w:pStyle w:val="libNormal"/>
      </w:pPr>
      <w:r>
        <w:t>Hz Jabir (ra) bin Abdullah (ra) narrates that RasoolAllah (saw) said, “I do no</w:t>
      </w:r>
      <w:r w:rsidR="004D1165">
        <w:t xml:space="preserve">t </w:t>
      </w:r>
      <w:r>
        <w:t>understand why the people accuse Me for honoring Ali (asws). I swear by the glory o</w:t>
      </w:r>
      <w:r w:rsidR="004D1165">
        <w:t xml:space="preserve">f </w:t>
      </w:r>
      <w:r>
        <w:t xml:space="preserve">Allah, My Lord ordered Me to honor Ali (asws). Allah </w:t>
      </w:r>
      <w:r>
        <w:lastRenderedPageBreak/>
        <w:t>made Him Ameerul Momineen an</w:t>
      </w:r>
      <w:r w:rsidR="004D1165">
        <w:t xml:space="preserve">d </w:t>
      </w:r>
      <w:r>
        <w:t>Imam of My ummah (nation). O’people! When I was taken to the 7th heaven (on th</w:t>
      </w:r>
      <w:r w:rsidR="004D1165">
        <w:t xml:space="preserve">e </w:t>
      </w:r>
      <w:r>
        <w:t>night of ascension), I saw written on the door of the heavens, “There is no god excep</w:t>
      </w:r>
      <w:r w:rsidR="004D1165">
        <w:t xml:space="preserve">t </w:t>
      </w:r>
      <w:r>
        <w:t>Allah, Muhammad (saw) is Messenger of Allah, and Ali (asws) is Ameerul Momineen”.</w:t>
      </w:r>
    </w:p>
    <w:p w:rsidR="00EC54B6" w:rsidRDefault="00EC54B6" w:rsidP="00EC54B6">
      <w:pPr>
        <w:pStyle w:val="libNormal"/>
      </w:pPr>
      <w:r>
        <w:t>When I reached the noorani veils, I saw written upon every noorani veil “There is n</w:t>
      </w:r>
      <w:r w:rsidR="004D1165">
        <w:t xml:space="preserve">o </w:t>
      </w:r>
      <w:r>
        <w:t>god except Allah, Muhammad (saw) is His Messenger and Ali (asws) is Ameeru</w:t>
      </w:r>
      <w:r w:rsidR="004D1165">
        <w:t xml:space="preserve">l </w:t>
      </w:r>
      <w:r>
        <w:t>Momineen”. When I reached to the Throne, upon every corner of the throne wa</w:t>
      </w:r>
      <w:r w:rsidR="004D1165">
        <w:t xml:space="preserve">s </w:t>
      </w:r>
      <w:r>
        <w:t>written, “There is no god except Allah, Muhammad (saw) is His Messenger, and Al</w:t>
      </w:r>
      <w:r w:rsidR="004D1165">
        <w:t xml:space="preserve">i </w:t>
      </w:r>
      <w:r>
        <w:t>(asws) is Ameerul Momineen”.</w:t>
      </w:r>
    </w:p>
    <w:p w:rsidR="00EC54B6" w:rsidRDefault="00EC54B6" w:rsidP="009D029C">
      <w:pPr>
        <w:pStyle w:val="libItalic"/>
      </w:pPr>
      <w:r>
        <w:t>(Al Mahtazir page 170)</w:t>
      </w:r>
    </w:p>
    <w:p w:rsidR="00EC54B6" w:rsidRDefault="00EC54B6" w:rsidP="00175E59">
      <w:pPr>
        <w:pStyle w:val="Heading2Center"/>
      </w:pPr>
      <w:bookmarkStart w:id="7" w:name="_Toc442791126"/>
      <w:r>
        <w:t>6. On every veil of jannah</w:t>
      </w:r>
      <w:bookmarkEnd w:id="7"/>
    </w:p>
    <w:p w:rsidR="00EC54B6" w:rsidRDefault="00EC54B6" w:rsidP="00EC54B6">
      <w:pPr>
        <w:pStyle w:val="libNormal"/>
      </w:pPr>
      <w:r>
        <w:t>Hz Sulaim bin Qais narrates RasoolAllah (saw) said, “Ali (asws) is like the shining sun i</w:t>
      </w:r>
      <w:r w:rsidR="004D1165">
        <w:t xml:space="preserve">n </w:t>
      </w:r>
      <w:r>
        <w:t>the 7th heaven. In this world, He is like a bright shining moon in the night. Allah blessed Al</w:t>
      </w:r>
      <w:r w:rsidR="004D1165">
        <w:t xml:space="preserve">i </w:t>
      </w:r>
      <w:r>
        <w:t>(asws) with such honor and knowledge that if it were to be distributed throughout th</w:t>
      </w:r>
      <w:r w:rsidR="004D1165">
        <w:t xml:space="preserve">e </w:t>
      </w:r>
      <w:r>
        <w:t>entire world, it still would not finish. He is polite like Lut (as), kind like Isa (as), devotee lik</w:t>
      </w:r>
      <w:r w:rsidR="004D1165">
        <w:t xml:space="preserve">e </w:t>
      </w:r>
      <w:r>
        <w:t>Ayub (as), forehead like Ibrahim (as), beauty is like Solomon (as), and His power is like tha</w:t>
      </w:r>
      <w:r w:rsidR="004D1165">
        <w:t xml:space="preserve">t </w:t>
      </w:r>
      <w:r>
        <w:t>of Dawood (as). Ali (asws)’s name is written on every veil in Jannah. Allah blessed Al</w:t>
      </w:r>
      <w:r w:rsidR="004D1165">
        <w:t xml:space="preserve">i </w:t>
      </w:r>
      <w:r>
        <w:t>(asws) with this actuality and Me also”.</w:t>
      </w:r>
    </w:p>
    <w:p w:rsidR="00EC54B6" w:rsidRDefault="00EC54B6" w:rsidP="00175E59">
      <w:pPr>
        <w:pStyle w:val="Heading2Center"/>
      </w:pPr>
      <w:bookmarkStart w:id="8" w:name="_Toc442791127"/>
      <w:r>
        <w:t>7. On noorani flags</w:t>
      </w:r>
      <w:bookmarkEnd w:id="8"/>
    </w:p>
    <w:p w:rsidR="00EC54B6" w:rsidRDefault="00EC54B6" w:rsidP="00EC54B6">
      <w:pPr>
        <w:pStyle w:val="libNormal"/>
      </w:pPr>
      <w:r>
        <w:t>Hz Jabir (ra) bin Abdullah (ra) says, “We were present with RasoolAllah (saw) in Nabw</w:t>
      </w:r>
      <w:r w:rsidR="004D1165">
        <w:t xml:space="preserve">i </w:t>
      </w:r>
      <w:r>
        <w:t>Mosque. A companion mentioned jannah. RasoolAllah (saw) said, “Allah has a noorani flag.</w:t>
      </w:r>
    </w:p>
    <w:p w:rsidR="00EC54B6" w:rsidRDefault="00EC54B6" w:rsidP="00EC54B6">
      <w:pPr>
        <w:pStyle w:val="libNormal"/>
      </w:pPr>
      <w:r>
        <w:t>Its pole is made of emeralds. Allah created it 2000 years before the creation of the heavens.</w:t>
      </w:r>
    </w:p>
    <w:p w:rsidR="00EC54B6" w:rsidRDefault="00EC54B6" w:rsidP="00EC54B6">
      <w:pPr>
        <w:pStyle w:val="libNormal"/>
      </w:pPr>
      <w:r>
        <w:t xml:space="preserve">Upon it is written, “There is no god except Allah, Muhammad (saw) is His messenger, Aal </w:t>
      </w:r>
      <w:r w:rsidR="004D1165">
        <w:t xml:space="preserve">e </w:t>
      </w:r>
      <w:r>
        <w:t>Muhammad (as) is the best nation and O’Ali (asws)! You are the most honored an</w:t>
      </w:r>
      <w:r w:rsidR="004D1165">
        <w:t xml:space="preserve">d </w:t>
      </w:r>
      <w:r>
        <w:t>blessed”. Upon hearing this Moula (asws) said, “All praise is for Allah who blessed Us wit</w:t>
      </w:r>
      <w:r w:rsidR="004D1165">
        <w:t xml:space="preserve">h </w:t>
      </w:r>
      <w:r>
        <w:t>this honor. Allah gave Us this honor through You, O’RasoolAllah (saw).” Then RasoolAlla</w:t>
      </w:r>
      <w:r w:rsidR="004D1165">
        <w:t xml:space="preserve">h </w:t>
      </w:r>
      <w:r>
        <w:t>(saw) said, “O’Ali (asws)! Do You not know the one who loves Us will be with Us”. The</w:t>
      </w:r>
      <w:r w:rsidR="004D1165">
        <w:t xml:space="preserve">n </w:t>
      </w:r>
      <w:r>
        <w:t>RasoolAllah (saw) recited this ayah “fi maqhd sidqa inda malaika maqtader” (54:55 I</w:t>
      </w:r>
      <w:r w:rsidR="004D1165">
        <w:t xml:space="preserve">n </w:t>
      </w:r>
      <w:r>
        <w:t>the seat of honor with a most Powerful King)</w:t>
      </w:r>
    </w:p>
    <w:p w:rsidR="00EC54B6" w:rsidRDefault="00EC54B6" w:rsidP="009D029C">
      <w:pPr>
        <w:pStyle w:val="libItalic"/>
      </w:pPr>
      <w:r>
        <w:t>(Amali Toolsi Second Edition pg 705)</w:t>
      </w:r>
    </w:p>
    <w:p w:rsidR="00EC54B6" w:rsidRDefault="00EC54B6" w:rsidP="00175E59">
      <w:pPr>
        <w:pStyle w:val="Heading2Center"/>
      </w:pPr>
      <w:bookmarkStart w:id="9" w:name="_Toc442791128"/>
      <w:r>
        <w:t>8. On the doors of jannah and jahannum</w:t>
      </w:r>
      <w:bookmarkEnd w:id="9"/>
    </w:p>
    <w:p w:rsidR="00EC54B6" w:rsidRDefault="00EC54B6" w:rsidP="00EC54B6">
      <w:pPr>
        <w:pStyle w:val="libNormal"/>
      </w:pPr>
      <w:r>
        <w:t>Hz Ibne Masood narrates RasoolAllah (saw) said, “When I was taken towards the heaven</w:t>
      </w:r>
      <w:r w:rsidR="004D1165">
        <w:t xml:space="preserve">s, </w:t>
      </w:r>
      <w:r>
        <w:t>Jibrael (as) said, “Allah ordered Me to present both jannah and jahannum to You.”</w:t>
      </w:r>
    </w:p>
    <w:p w:rsidR="00EC54B6" w:rsidRDefault="00EC54B6" w:rsidP="00EC54B6">
      <w:pPr>
        <w:pStyle w:val="libNormal"/>
      </w:pPr>
      <w:r>
        <w:t>RasoolAllah (saw) said, “When they were brought before Me, I saw jannah and its blessing</w:t>
      </w:r>
      <w:r w:rsidR="004D1165">
        <w:t xml:space="preserve">s </w:t>
      </w:r>
      <w:r>
        <w:t>and jahannum and its punishment. There were 8 doors of jannah. On each door, 4</w:t>
      </w:r>
      <w:r w:rsidR="00947C60">
        <w:t xml:space="preserve"> </w:t>
      </w:r>
      <w:r>
        <w:t>sentences were written. Every word was greater than the whole universe for those peopl</w:t>
      </w:r>
      <w:r w:rsidR="004D1165">
        <w:t xml:space="preserve">e </w:t>
      </w:r>
      <w:r>
        <w:t>who understand and follow.” Jibrael (as) said, “ O’RasoolAllah (saw)! Read what is writte</w:t>
      </w:r>
      <w:r w:rsidR="004D1165">
        <w:t xml:space="preserve">n </w:t>
      </w:r>
      <w:r>
        <w:t>on the doors of jannah”. I said, “I have read all of the things which were written on th</w:t>
      </w:r>
      <w:r w:rsidR="004D1165">
        <w:t xml:space="preserve">e </w:t>
      </w:r>
      <w:r>
        <w:t xml:space="preserve">doors of Jannah. Upon the first door was written, “There is no god </w:t>
      </w:r>
      <w:r>
        <w:lastRenderedPageBreak/>
        <w:t>except Allah. Muhamma</w:t>
      </w:r>
      <w:r w:rsidR="004D1165">
        <w:t xml:space="preserve">d </w:t>
      </w:r>
      <w:r>
        <w:t>(saw) is His Messenger, and Ali (asws) is the Wali of Allah. There is a purpose fo</w:t>
      </w:r>
      <w:r w:rsidR="004D1165">
        <w:t xml:space="preserve">r </w:t>
      </w:r>
      <w:r>
        <w:t>everything. The purpose of life is four things; contentment, to kill rancourness, refrain</w:t>
      </w:r>
      <w:r w:rsidR="004D1165">
        <w:t xml:space="preserve">s </w:t>
      </w:r>
      <w:r>
        <w:t>from enviousness and the accompaniment of good people”. On the second door it wa</w:t>
      </w:r>
      <w:r w:rsidR="004D1165">
        <w:t xml:space="preserve">s </w:t>
      </w:r>
      <w:r>
        <w:t xml:space="preserve">written, “There is no god except Allah, Muhammad (saw) is His Messenger, and Ali </w:t>
      </w:r>
      <w:r w:rsidR="0066696E">
        <w:t xml:space="preserve">(asws) </w:t>
      </w:r>
      <w:r>
        <w:t>is the Wali of Allah. There are four methods in which one can gain success on the day o</w:t>
      </w:r>
      <w:r w:rsidR="004D1165">
        <w:t xml:space="preserve">f </w:t>
      </w:r>
      <w:r>
        <w:t>judgment; being kind to orphans, helping widows, fulfilling the needs of muslims, an</w:t>
      </w:r>
      <w:r w:rsidR="004D1165">
        <w:t xml:space="preserve">d </w:t>
      </w:r>
      <w:r>
        <w:t>taking care of the poor”. On the third door was written, “There is no god except Alla</w:t>
      </w:r>
      <w:r w:rsidR="004D1165">
        <w:t xml:space="preserve">h, </w:t>
      </w:r>
      <w:r>
        <w:t>Muhammad (saw) is His messenger, and Ali (asws) is the Wali of Allah. In this world goo</w:t>
      </w:r>
      <w:r w:rsidR="004D1165">
        <w:t xml:space="preserve">d </w:t>
      </w:r>
      <w:r>
        <w:t>health depends upon four habits; speaking less, sleeping less, walking less, and eating less”.</w:t>
      </w:r>
    </w:p>
    <w:p w:rsidR="00EC54B6" w:rsidRDefault="00EC54B6" w:rsidP="00EC54B6">
      <w:pPr>
        <w:pStyle w:val="libNormal"/>
      </w:pPr>
      <w:r>
        <w:t>On the fourth door was written, “There is no god except Allah, Muhammad (saw) is Hi</w:t>
      </w:r>
      <w:r w:rsidR="004D1165">
        <w:t xml:space="preserve">s </w:t>
      </w:r>
      <w:r>
        <w:t>messenger, and Ali (asws) is the Wali of Allah. Anyone who believes in Allah and the Day o</w:t>
      </w:r>
      <w:r w:rsidR="004D1165">
        <w:t xml:space="preserve">f </w:t>
      </w:r>
      <w:r>
        <w:t>Judgment should honor his guests. One who believes in Allah and the Day of Judgmen</w:t>
      </w:r>
      <w:r w:rsidR="004D1165">
        <w:t xml:space="preserve">t </w:t>
      </w:r>
      <w:r>
        <w:t>should respect and honor his parents. One who believes in Allah and the Day of Judgmen</w:t>
      </w:r>
      <w:r w:rsidR="004D1165">
        <w:t xml:space="preserve">t </w:t>
      </w:r>
      <w:r>
        <w:t>should say only good things or otherwise remain silent.” On the fifth door was writte</w:t>
      </w:r>
      <w:r w:rsidR="004D1165">
        <w:t xml:space="preserve">n, </w:t>
      </w:r>
      <w:r>
        <w:t>“There is no god except Allah, Muhammad (saw) is His Messenger, and Ali (asws) is th</w:t>
      </w:r>
      <w:r w:rsidR="004D1165">
        <w:t xml:space="preserve">e </w:t>
      </w:r>
      <w:r>
        <w:t>Wali of Allah. One who wants that no one should abuse him or dishonors him and does no</w:t>
      </w:r>
      <w:r w:rsidR="004D1165">
        <w:t xml:space="preserve">t </w:t>
      </w:r>
      <w:r>
        <w:t>wish to oppress someone nor be oppressed himself, then he must hold tight to the powerfu</w:t>
      </w:r>
      <w:r w:rsidR="004D1165">
        <w:t xml:space="preserve">l </w:t>
      </w:r>
      <w:r>
        <w:t>chain and continuously say “La illaha illallah, Muhammadin rasullullah, Aliunwaliullah”. O</w:t>
      </w:r>
      <w:r w:rsidR="004D1165">
        <w:t xml:space="preserve">n </w:t>
      </w:r>
      <w:r>
        <w:t>the sixth door of jannah was written, “There is no god except Allah, Muhammad (saw) is th</w:t>
      </w:r>
      <w:r w:rsidR="004D1165">
        <w:t xml:space="preserve">e </w:t>
      </w:r>
      <w:r>
        <w:t>Messenger of Allah, and Ali (asws) is the Wali of Allah. One who wants his grave to b</w:t>
      </w:r>
      <w:r w:rsidR="004D1165">
        <w:t xml:space="preserve">e </w:t>
      </w:r>
      <w:r>
        <w:t>widened should build mosque. One who wants the earthworms to not eat his body in th</w:t>
      </w:r>
      <w:r w:rsidR="004D1165">
        <w:t xml:space="preserve">e </w:t>
      </w:r>
      <w:r>
        <w:t>grave should spend the majority of his time in the mosque. One who wants to be clothed i</w:t>
      </w:r>
      <w:r w:rsidR="004D1165">
        <w:t xml:space="preserve">n </w:t>
      </w:r>
      <w:r>
        <w:t>the hereafter should provide dress to the poor. One who wants to be healthy and powerfu</w:t>
      </w:r>
      <w:r w:rsidR="004D1165">
        <w:t xml:space="preserve">l </w:t>
      </w:r>
      <w:r>
        <w:t>should propagate the zikr (remembrance) of Allah. One who wants to remain in janna</w:t>
      </w:r>
      <w:r w:rsidR="004D1165">
        <w:t xml:space="preserve">h </w:t>
      </w:r>
      <w:r>
        <w:t>should remain in the mosque.” On the seventh door was written, “There is no god excep</w:t>
      </w:r>
      <w:r w:rsidR="004D1165">
        <w:t xml:space="preserve">t </w:t>
      </w:r>
      <w:r>
        <w:t>Allah. Muhammad (saw) is His Messenger and Ali (asws) is the Wali of Allah. Four act</w:t>
      </w:r>
      <w:r w:rsidR="004D1165">
        <w:t xml:space="preserve">s </w:t>
      </w:r>
      <w:r>
        <w:t>brighten one’s heart.</w:t>
      </w:r>
    </w:p>
    <w:p w:rsidR="00EC54B6" w:rsidRDefault="00EC54B6" w:rsidP="00175E59">
      <w:pPr>
        <w:pStyle w:val="libBold1"/>
      </w:pPr>
      <w:r>
        <w:t>1. Visiting the sick</w:t>
      </w:r>
    </w:p>
    <w:p w:rsidR="00EC54B6" w:rsidRDefault="00EC54B6" w:rsidP="00175E59">
      <w:pPr>
        <w:pStyle w:val="libBold1"/>
      </w:pPr>
      <w:r>
        <w:t>2. Attending funerals</w:t>
      </w:r>
    </w:p>
    <w:p w:rsidR="00EC54B6" w:rsidRDefault="00EC54B6" w:rsidP="00175E59">
      <w:pPr>
        <w:pStyle w:val="libBold1"/>
      </w:pPr>
      <w:r>
        <w:t>3. Buying kafan</w:t>
      </w:r>
    </w:p>
    <w:p w:rsidR="00FE3B28" w:rsidRDefault="00EC54B6" w:rsidP="00175E59">
      <w:pPr>
        <w:pStyle w:val="libBold1"/>
      </w:pPr>
      <w:r>
        <w:t>4. Paying debts</w:t>
      </w:r>
    </w:p>
    <w:p w:rsidR="00EC54B6" w:rsidRDefault="00EC54B6" w:rsidP="00EC54B6">
      <w:pPr>
        <w:pStyle w:val="libNormal"/>
      </w:pPr>
      <w:r>
        <w:t>On the eighth door was written, “There is no god except Allah. Muhammad (saw) is Hi</w:t>
      </w:r>
      <w:r w:rsidR="004D1165">
        <w:t xml:space="preserve">s </w:t>
      </w:r>
      <w:r>
        <w:t>Messenger, and Ali (asws) is the Wali of Allah. One who wants to enter jannah throug</w:t>
      </w:r>
      <w:r w:rsidR="004D1165">
        <w:t xml:space="preserve">h </w:t>
      </w:r>
      <w:r>
        <w:t>these eight doors should adopt these four rituals; sadqa, generosity, morality, an</w:t>
      </w:r>
      <w:r w:rsidR="004D1165">
        <w:t xml:space="preserve">d </w:t>
      </w:r>
      <w:r>
        <w:t>removing hardships from people.” Then I saw the doors of jahannum (hell). On the firs</w:t>
      </w:r>
      <w:r w:rsidR="004D1165">
        <w:t xml:space="preserve">t </w:t>
      </w:r>
      <w:r>
        <w:t>door three sayings were written; “Whoever remains hopeful of Allah will be happy. Wh</w:t>
      </w:r>
      <w:r w:rsidR="004D1165">
        <w:t xml:space="preserve">o </w:t>
      </w:r>
      <w:r>
        <w:t>has fear of Allah will be in peace. That person will be destroyed who hoped from ghai</w:t>
      </w:r>
      <w:r w:rsidR="004D1165">
        <w:t xml:space="preserve">r </w:t>
      </w:r>
      <w:r>
        <w:t>Allah and feared ghair Allah (other than Allah)”. On the second door was written; “One wh</w:t>
      </w:r>
      <w:r w:rsidR="004D1165">
        <w:t xml:space="preserve">o </w:t>
      </w:r>
      <w:r>
        <w:t>wants to be raised with clothing on the Day of Judgment should provide dress in this worl</w:t>
      </w:r>
      <w:r w:rsidR="004D1165">
        <w:t xml:space="preserve">d </w:t>
      </w:r>
      <w:r>
        <w:t>to those without dress. One who does not want to be thirsty on the Day of Judgment shoul</w:t>
      </w:r>
      <w:r w:rsidR="004D1165">
        <w:t xml:space="preserve">d </w:t>
      </w:r>
      <w:r>
        <w:t xml:space="preserve">give </w:t>
      </w:r>
      <w:r>
        <w:lastRenderedPageBreak/>
        <w:t>water to the thirsty in this world. One who does not want to remain hungry on the Da</w:t>
      </w:r>
      <w:r w:rsidR="004D1165">
        <w:t xml:space="preserve">y </w:t>
      </w:r>
      <w:r>
        <w:t>of Judgment should feed the hungry in this world.” On the third door was written, “Allah’</w:t>
      </w:r>
      <w:r w:rsidR="004D1165">
        <w:t xml:space="preserve">s </w:t>
      </w:r>
      <w:r>
        <w:t>curse be upon the kafirs. Allah’s curse be upon the miserly. Allah’s curse be upon th</w:t>
      </w:r>
      <w:r w:rsidR="004D1165">
        <w:t xml:space="preserve">e </w:t>
      </w:r>
      <w:r>
        <w:t>oppressors.” On the fourth door these three sayings were written, “One who insults isla</w:t>
      </w:r>
      <w:r w:rsidR="004D1165">
        <w:t xml:space="preserve">m, </w:t>
      </w:r>
      <w:r>
        <w:t>may Allah degrade him. One who insults Ahlul Bayt (as), may Allah humiliate him. One wh</w:t>
      </w:r>
      <w:r w:rsidR="004D1165">
        <w:t xml:space="preserve">o </w:t>
      </w:r>
      <w:r>
        <w:t>helps the oppressor, may Allah curse him.” On the fifth door was written, “Do not follo</w:t>
      </w:r>
      <w:r w:rsidR="004D1165">
        <w:t xml:space="preserve">w </w:t>
      </w:r>
      <w:r>
        <w:t>your desires because desires take you away from iman. Do not speak abusively as i</w:t>
      </w:r>
      <w:r w:rsidR="004D1165">
        <w:t xml:space="preserve">t </w:t>
      </w:r>
      <w:r>
        <w:t>removes the mercy of Allah and do not be helpful to the oppressors.” On the sixth door, i</w:t>
      </w:r>
      <w:r w:rsidR="004D1165">
        <w:t xml:space="preserve">t </w:t>
      </w:r>
      <w:r>
        <w:t>was written, “I (jahannum) am haram on those who offer tahajjud prayers and on thos</w:t>
      </w:r>
      <w:r w:rsidR="004D1165">
        <w:t xml:space="preserve">e </w:t>
      </w:r>
      <w:r>
        <w:t>who fast.” On the seventh door was written, “Be accountable for your deeds before you wil</w:t>
      </w:r>
      <w:r w:rsidR="004D1165">
        <w:t xml:space="preserve">l </w:t>
      </w:r>
      <w:r>
        <w:t>be made to be accountable. Call Allah before you return back to Him then you will no longe</w:t>
      </w:r>
      <w:r w:rsidR="004D1165">
        <w:t xml:space="preserve">r </w:t>
      </w:r>
      <w:r>
        <w:t>be able to call upon Him.”</w:t>
      </w:r>
    </w:p>
    <w:p w:rsidR="00EC54B6" w:rsidRDefault="00EC54B6" w:rsidP="009D029C">
      <w:pPr>
        <w:pStyle w:val="libItalic"/>
      </w:pPr>
      <w:r>
        <w:t>(Fazail ibn Shazaan page 152)</w:t>
      </w:r>
    </w:p>
    <w:p w:rsidR="00EC54B6" w:rsidRDefault="00EC54B6" w:rsidP="00175E59">
      <w:pPr>
        <w:pStyle w:val="Heading2Center"/>
      </w:pPr>
      <w:bookmarkStart w:id="10" w:name="_Toc442791129"/>
      <w:r>
        <w:t>9. Write My Decrees and Fortunes</w:t>
      </w:r>
      <w:bookmarkEnd w:id="10"/>
    </w:p>
    <w:p w:rsidR="00FE3B28" w:rsidRDefault="00EC54B6" w:rsidP="00EC54B6">
      <w:pPr>
        <w:pStyle w:val="libNormal"/>
      </w:pPr>
      <w:r>
        <w:t>In the hadith regarding the noorani creation of RasoolAllah (saw), it is written that Alla</w:t>
      </w:r>
      <w:r w:rsidR="004D1165">
        <w:t xml:space="preserve">h </w:t>
      </w:r>
      <w:r>
        <w:t>made a jewel from the noor of Muhammad (saw) and then divided it into two parts. H</w:t>
      </w:r>
      <w:r w:rsidR="004D1165">
        <w:t xml:space="preserve">e </w:t>
      </w:r>
      <w:r>
        <w:t>looked upon one part with the eye of jalal (respectful fear), and it turned into sweet water.</w:t>
      </w:r>
    </w:p>
    <w:p w:rsidR="00EC54B6" w:rsidRDefault="00EC54B6" w:rsidP="00EC54B6">
      <w:pPr>
        <w:pStyle w:val="libNormal"/>
      </w:pPr>
      <w:r>
        <w:t>Upon the second part, He looked with the eye of kindness, and it turned into Arsh (Throne).</w:t>
      </w:r>
    </w:p>
    <w:p w:rsidR="00EC54B6" w:rsidRDefault="00EC54B6" w:rsidP="00C23B6A">
      <w:pPr>
        <w:pStyle w:val="libNormal"/>
      </w:pPr>
      <w:r>
        <w:t>Then He created Kursi (chair) from the noor of the Arsh and created Looh (Tablet) from th</w:t>
      </w:r>
      <w:r w:rsidR="004D1165">
        <w:t xml:space="preserve">e </w:t>
      </w:r>
      <w:r>
        <w:t>noor of Kursi and created Qalam (Pen) from the noor of Looh and ordered Him to write M</w:t>
      </w:r>
      <w:r w:rsidR="004D1165">
        <w:t xml:space="preserve">y </w:t>
      </w:r>
      <w:r>
        <w:t>tauheed. For 1000 years the Pen was awestruck and lost in the words of Allah. When H</w:t>
      </w:r>
      <w:r w:rsidR="004D1165">
        <w:t xml:space="preserve">e </w:t>
      </w:r>
      <w:r>
        <w:t xml:space="preserve">came out of His stupor, Allah ordered Him to write and He asked, “O’My Lord, what should </w:t>
      </w:r>
      <w:r w:rsidR="004D1165">
        <w:t xml:space="preserve">I </w:t>
      </w:r>
      <w:r>
        <w:t>write”? Allah said, “La illaha illallah Muhammadin rasoolullah”. When the Pen heard th</w:t>
      </w:r>
      <w:r w:rsidR="004D1165">
        <w:t xml:space="preserve">e </w:t>
      </w:r>
      <w:r>
        <w:t>name of Muhammad (saw) He fell into sajda. He began reciting “Subhana wahid Al Qaha</w:t>
      </w:r>
      <w:r w:rsidR="004D1165">
        <w:t xml:space="preserve">r, </w:t>
      </w:r>
      <w:r>
        <w:t>Subhanul Azeem al Azam”. Then He lifted His head from sajda and wrote “La illaha illalla</w:t>
      </w:r>
      <w:r w:rsidR="004D1165">
        <w:t xml:space="preserve">h </w:t>
      </w:r>
      <w:r>
        <w:t>Muhammadin rasoolullah”. Then He (Pen) asked, “O’My Lord, who is this Muhammad (saw)</w:t>
      </w:r>
      <w:r w:rsidR="00C23B6A">
        <w:t xml:space="preserve"> </w:t>
      </w:r>
      <w:r>
        <w:t>whose name and zirk (remembrance) You have included in Your name and zik</w:t>
      </w:r>
      <w:r w:rsidR="004D1165">
        <w:t xml:space="preserve">r </w:t>
      </w:r>
      <w:r>
        <w:t>(remembrance)?” Allah said, “O’Pen! If He had not been there, I would have not created Yo</w:t>
      </w:r>
      <w:r w:rsidR="004D1165">
        <w:t xml:space="preserve">u </w:t>
      </w:r>
      <w:r>
        <w:t>and the whole universe. He is Bashir (informer) and Nazir (warner) and Siraj e Muni</w:t>
      </w:r>
      <w:r w:rsidR="004D1165">
        <w:t xml:space="preserve">r </w:t>
      </w:r>
      <w:r>
        <w:t>(bright sun), Haseeb (noble).” When the Pen heard the attributes of RasoolAllah (saw), H</w:t>
      </w:r>
      <w:r w:rsidR="004D1165">
        <w:t xml:space="preserve">e </w:t>
      </w:r>
      <w:r>
        <w:t>was overcome with such great feelings of love for RasoolAllah (saw) that He began sayin</w:t>
      </w:r>
      <w:r w:rsidR="004D1165">
        <w:t xml:space="preserve">g, </w:t>
      </w:r>
      <w:r>
        <w:t>“Assalamu alaika ya RasoolAllah (saw)”. RasoolAllah (saw) replied to Him and said, “Peac</w:t>
      </w:r>
      <w:r w:rsidR="004D1165">
        <w:t xml:space="preserve">e </w:t>
      </w:r>
      <w:r>
        <w:t>and blessing of Allah upon You as well”. This is the reason that saying salam is sunnah, an</w:t>
      </w:r>
      <w:r w:rsidR="004D1165">
        <w:t xml:space="preserve">d </w:t>
      </w:r>
      <w:r>
        <w:t>it is also the reason that replying is wajib (compulsory). Then Allah asked the Pen to writ</w:t>
      </w:r>
      <w:r w:rsidR="004D1165">
        <w:t xml:space="preserve">e </w:t>
      </w:r>
      <w:r>
        <w:t>all of His decrees and destinies as well as all of that which will be created until th</w:t>
      </w:r>
      <w:r w:rsidR="004D1165">
        <w:t xml:space="preserve">e </w:t>
      </w:r>
      <w:r>
        <w:t>judgement.</w:t>
      </w:r>
    </w:p>
    <w:p w:rsidR="00EC54B6" w:rsidRDefault="00EC54B6" w:rsidP="009D029C">
      <w:pPr>
        <w:pStyle w:val="libItalic"/>
      </w:pPr>
      <w:r>
        <w:t>(Biharul Anwar vol 15 pg 28)</w:t>
      </w:r>
    </w:p>
    <w:p w:rsidR="00EC54B6" w:rsidRDefault="00EC54B6" w:rsidP="00175E59">
      <w:pPr>
        <w:pStyle w:val="Heading2Center"/>
      </w:pPr>
      <w:bookmarkStart w:id="11" w:name="_Toc442791130"/>
      <w:r>
        <w:t>10. On the throne of Our Lord</w:t>
      </w:r>
      <w:bookmarkEnd w:id="11"/>
    </w:p>
    <w:p w:rsidR="00EC54B6" w:rsidRDefault="00EC54B6" w:rsidP="00EC54B6">
      <w:pPr>
        <w:pStyle w:val="libNormal"/>
      </w:pPr>
      <w:r>
        <w:lastRenderedPageBreak/>
        <w:t>Imam Musa (as) ibn Jafar (as) says, “We are present at the Arsh (Throne) of Our Lord. It i</w:t>
      </w:r>
      <w:r w:rsidR="004D1165">
        <w:t xml:space="preserve">s </w:t>
      </w:r>
      <w:r>
        <w:t>written there “Muhammad (saw) is the greatest of all the prophets. Ali (asws) is th</w:t>
      </w:r>
      <w:r w:rsidR="004D1165">
        <w:t xml:space="preserve">e </w:t>
      </w:r>
      <w:r>
        <w:t>greatest of the successors and their master. Fatima (sa) is the Master of all women. I am th</w:t>
      </w:r>
      <w:r w:rsidR="004D1165">
        <w:t xml:space="preserve">e </w:t>
      </w:r>
      <w:r>
        <w:t>revenge taker of Sifeen, Basra, and Karbala. One who will love Us and hate Our enemies wil</w:t>
      </w:r>
      <w:r w:rsidR="004D1165">
        <w:t xml:space="preserve">l </w:t>
      </w:r>
      <w:r>
        <w:t>be with Us in jannah and will be the owner of the rivers of jannah. “</w:t>
      </w:r>
    </w:p>
    <w:p w:rsidR="00EC54B6" w:rsidRDefault="00EC54B6" w:rsidP="009D029C">
      <w:pPr>
        <w:pStyle w:val="libItalic"/>
      </w:pPr>
      <w:r>
        <w:t>(Al Ikhtasas pg 87)</w:t>
      </w:r>
    </w:p>
    <w:p w:rsidR="00FE3B28" w:rsidRDefault="00EC54B6" w:rsidP="00175E59">
      <w:pPr>
        <w:pStyle w:val="Heading2Center"/>
      </w:pPr>
      <w:bookmarkStart w:id="12" w:name="_Toc442791131"/>
      <w:r>
        <w:t>11. On a tree in India</w:t>
      </w:r>
      <w:bookmarkEnd w:id="12"/>
    </w:p>
    <w:p w:rsidR="00EC54B6" w:rsidRDefault="00EC54B6" w:rsidP="00C23B6A">
      <w:pPr>
        <w:pStyle w:val="libNormal"/>
      </w:pPr>
      <w:r>
        <w:t>Qulb bin Wail narrates “I saw a tree in India and upon its flowers was writte</w:t>
      </w:r>
      <w:r w:rsidR="004D1165">
        <w:t xml:space="preserve">n </w:t>
      </w:r>
      <w:r>
        <w:t>“Muhammadin rasoolullah”. I saw numerous trees and rocks that had Muhammad (saw)</w:t>
      </w:r>
      <w:r w:rsidR="00C23B6A">
        <w:t xml:space="preserve"> </w:t>
      </w:r>
      <w:r>
        <w:t>and Ali (asws) written on them.”</w:t>
      </w:r>
    </w:p>
    <w:p w:rsidR="00EC54B6" w:rsidRDefault="00EC54B6" w:rsidP="00175E59">
      <w:pPr>
        <w:pStyle w:val="Heading2Center"/>
      </w:pPr>
      <w:bookmarkStart w:id="13" w:name="_Toc442791132"/>
      <w:r>
        <w:t>12. On both sides of the sun</w:t>
      </w:r>
      <w:bookmarkEnd w:id="13"/>
    </w:p>
    <w:p w:rsidR="00EC54B6" w:rsidRDefault="00EC54B6" w:rsidP="00C23B6A">
      <w:pPr>
        <w:pStyle w:val="libNormal"/>
      </w:pPr>
      <w:r>
        <w:t>Abdullah bin Masood narrates “ I heard RasoolAllah (saw) saying “The sun has tw</w:t>
      </w:r>
      <w:r w:rsidR="004D1165">
        <w:t xml:space="preserve">o </w:t>
      </w:r>
      <w:r>
        <w:t>directions and two sides. One is towards those who live in the heavens and one is toward</w:t>
      </w:r>
      <w:r w:rsidR="004D1165">
        <w:t xml:space="preserve">s </w:t>
      </w:r>
      <w:r>
        <w:t>those who live on the earth. Upon both sides there is writing.” Then RasoolAllah (saw)</w:t>
      </w:r>
      <w:r w:rsidR="00C23B6A">
        <w:t xml:space="preserve"> </w:t>
      </w:r>
      <w:r>
        <w:t xml:space="preserve">asked, “Do you know what is written on it”? We replied, “Allah and His Messenger kno </w:t>
      </w:r>
      <w:r w:rsidR="004D1165">
        <w:t xml:space="preserve">w </w:t>
      </w:r>
      <w:r>
        <w:t>best.” RasoolAllah (saw) said, “On the side of the sun that is towards the heavens it i</w:t>
      </w:r>
      <w:r w:rsidR="004D1165">
        <w:t xml:space="preserve">s </w:t>
      </w:r>
      <w:r>
        <w:t>written “Allah noor al samawat wal arz”. (Allah is the noor of heavens and earth) On th</w:t>
      </w:r>
      <w:r w:rsidR="004D1165">
        <w:t xml:space="preserve">e </w:t>
      </w:r>
      <w:r>
        <w:t xml:space="preserve">side of the sun that is towards the earth, it is written “Ali (asws) noorul arzain” (Ali </w:t>
      </w:r>
      <w:r w:rsidR="0066696E">
        <w:t xml:space="preserve">(asws) </w:t>
      </w:r>
      <w:r>
        <w:t>is noor of the entire earth).”</w:t>
      </w:r>
    </w:p>
    <w:p w:rsidR="00EC54B6" w:rsidRDefault="00EC54B6" w:rsidP="009D029C">
      <w:pPr>
        <w:pStyle w:val="libItalic"/>
      </w:pPr>
      <w:r>
        <w:t>(Irshad ul Quloob Second Edition pg 182)</w:t>
      </w:r>
    </w:p>
    <w:p w:rsidR="00EC54B6" w:rsidRDefault="00EC54B6" w:rsidP="00175E59">
      <w:pPr>
        <w:pStyle w:val="Heading2Center"/>
      </w:pPr>
      <w:bookmarkStart w:id="14" w:name="_Toc442791133"/>
      <w:r>
        <w:t>13. On rocks, trees, and leaves</w:t>
      </w:r>
      <w:bookmarkEnd w:id="14"/>
    </w:p>
    <w:p w:rsidR="00EC54B6" w:rsidRDefault="00EC54B6" w:rsidP="00EC54B6">
      <w:pPr>
        <w:pStyle w:val="libNormal"/>
      </w:pPr>
      <w:r>
        <w:t xml:space="preserve">RasoolAllah (saw) said, “On the night of Miraj (ascension towards heavens), I did not see </w:t>
      </w:r>
      <w:r w:rsidR="004D1165">
        <w:t xml:space="preserve">a </w:t>
      </w:r>
      <w:r>
        <w:t>single door, veil, tree, leaf, or fruit that did not have the name of Ali (asws) written on it. Al</w:t>
      </w:r>
      <w:r w:rsidR="004D1165">
        <w:t xml:space="preserve">i </w:t>
      </w:r>
      <w:r>
        <w:t>(asws)’s name is written on everything.”</w:t>
      </w:r>
    </w:p>
    <w:p w:rsidR="00EC54B6" w:rsidRDefault="00EC54B6" w:rsidP="009D029C">
      <w:pPr>
        <w:pStyle w:val="libItalic"/>
      </w:pPr>
      <w:r>
        <w:t>(Mashariqul Anwar ul Yaqeen pg 149)</w:t>
      </w:r>
    </w:p>
    <w:p w:rsidR="00EC54B6" w:rsidRDefault="00EC54B6" w:rsidP="00175E59">
      <w:pPr>
        <w:pStyle w:val="Heading2Center"/>
      </w:pPr>
      <w:bookmarkStart w:id="15" w:name="_Toc442791134"/>
      <w:r>
        <w:t>14. On the veil of Arsh (Throne)</w:t>
      </w:r>
      <w:bookmarkEnd w:id="15"/>
    </w:p>
    <w:p w:rsidR="00EC54B6" w:rsidRDefault="00EC54B6" w:rsidP="00EC54B6">
      <w:pPr>
        <w:pStyle w:val="libNormal"/>
      </w:pPr>
      <w:r>
        <w:t>Abu Saeed Khuri narrates “One day we were sat with RasoolAllah (saw) when a perso</w:t>
      </w:r>
      <w:r w:rsidR="004D1165">
        <w:t xml:space="preserve">n </w:t>
      </w:r>
      <w:r>
        <w:t xml:space="preserve">came and asked, “O’RasoolAllah (saw)! </w:t>
      </w:r>
      <w:r w:rsidRPr="00B472C8">
        <w:t xml:space="preserve">Iblees </w:t>
      </w:r>
      <w:r w:rsidRPr="00852C05">
        <w:t>(la)</w:t>
      </w:r>
      <w:r>
        <w:t xml:space="preserve"> said to Allah, “astabart am kunto min a</w:t>
      </w:r>
      <w:r w:rsidR="004D1165">
        <w:t xml:space="preserve">l </w:t>
      </w:r>
      <w:r>
        <w:t>aleen”. Who are “aleen” (superior) in this? Are there people who are even more superio</w:t>
      </w:r>
      <w:r w:rsidR="004D1165">
        <w:t xml:space="preserve">r </w:t>
      </w:r>
      <w:r>
        <w:t>than the angels?” RasoolAllah (saw) replied, “I, Ali (asws), Fatima (sa), Hasan (as), an</w:t>
      </w:r>
      <w:r w:rsidR="004D1165">
        <w:t xml:space="preserve">d </w:t>
      </w:r>
      <w:r>
        <w:t>Hussain (as) were in a tent behind the veil of Arsh (Throne). We praised Allah 2000 year</w:t>
      </w:r>
      <w:r w:rsidR="004D1165">
        <w:t xml:space="preserve">s </w:t>
      </w:r>
      <w:r>
        <w:t>before the creation of Adam (as). When Allah created Adam (as) and ordered the angels t</w:t>
      </w:r>
      <w:r w:rsidR="004D1165">
        <w:t xml:space="preserve">o </w:t>
      </w:r>
      <w:r>
        <w:t xml:space="preserve">perform sajda to Him, He gave this order because of Us. However, </w:t>
      </w:r>
      <w:r w:rsidRPr="00B472C8">
        <w:t xml:space="preserve">Iblees </w:t>
      </w:r>
      <w:r w:rsidRPr="00852C05">
        <w:t>(la)</w:t>
      </w:r>
      <w:r>
        <w:t xml:space="preserve"> refused. The</w:t>
      </w:r>
      <w:r w:rsidR="004D1165">
        <w:t xml:space="preserve">n </w:t>
      </w:r>
      <w:r>
        <w:t xml:space="preserve">Allah asked him “O’Iblees </w:t>
      </w:r>
      <w:r w:rsidRPr="00852C05">
        <w:t>(la)</w:t>
      </w:r>
      <w:r>
        <w:t>! Why do you refuse to perform sajda of the one whom I mad</w:t>
      </w:r>
      <w:r w:rsidR="004D1165">
        <w:t xml:space="preserve">e </w:t>
      </w:r>
      <w:r>
        <w:t>with My own hands? You have become arrogant or do you consider yourself to be amon</w:t>
      </w:r>
      <w:r w:rsidR="004D1165">
        <w:t xml:space="preserve">g </w:t>
      </w:r>
      <w:r>
        <w:t>the superior beings whose names are written on the veil of Arsh?” Then RasoolAllah (saw),</w:t>
      </w:r>
    </w:p>
    <w:p w:rsidR="00EC54B6" w:rsidRDefault="00EC54B6" w:rsidP="00EC54B6">
      <w:pPr>
        <w:pStyle w:val="libNormal"/>
      </w:pPr>
      <w:r>
        <w:t>“We are the doors of Allah through which He reveals. We are the source of guidance, an</w:t>
      </w:r>
      <w:r w:rsidR="004D1165">
        <w:t xml:space="preserve">d </w:t>
      </w:r>
      <w:r>
        <w:t>those who seek guidance do so through Us. One who loves Us Allah will love him and bles</w:t>
      </w:r>
      <w:r w:rsidR="004D1165">
        <w:t xml:space="preserve">s </w:t>
      </w:r>
      <w:r>
        <w:t>him with jannah. One who hates Us Allah will hate him and throw him into jahannum”.</w:t>
      </w:r>
    </w:p>
    <w:p w:rsidR="00EC54B6" w:rsidRDefault="00EC54B6" w:rsidP="009D029C">
      <w:pPr>
        <w:pStyle w:val="libItalic"/>
      </w:pPr>
      <w:r>
        <w:lastRenderedPageBreak/>
        <w:t>(Fazail ul Shia pg 49)</w:t>
      </w:r>
    </w:p>
    <w:p w:rsidR="00EC54B6" w:rsidRDefault="00EC54B6" w:rsidP="00175E59">
      <w:pPr>
        <w:pStyle w:val="Heading2Center"/>
      </w:pPr>
      <w:bookmarkStart w:id="16" w:name="_Toc442791135"/>
      <w:r>
        <w:t>15. On the pillars of the heavens</w:t>
      </w:r>
      <w:bookmarkEnd w:id="16"/>
    </w:p>
    <w:p w:rsidR="00EC54B6" w:rsidRDefault="00EC54B6" w:rsidP="00EC54B6">
      <w:pPr>
        <w:pStyle w:val="libNormal"/>
      </w:pPr>
      <w:r>
        <w:t>A woman from amongst the jinns came to RasoolAllah (saw) and embraced islam. Sh</w:t>
      </w:r>
      <w:r w:rsidR="004D1165">
        <w:t xml:space="preserve">e </w:t>
      </w:r>
      <w:r>
        <w:t>would visit with RasoolAllah (saw) once in the week. One time she did not return until afte</w:t>
      </w:r>
      <w:r w:rsidR="004D1165">
        <w:t xml:space="preserve">r </w:t>
      </w:r>
      <w:r>
        <w:t>40 days. RasoolAllah (saw) asked her what was the reason of her being so late in coming.</w:t>
      </w:r>
    </w:p>
    <w:p w:rsidR="00EC54B6" w:rsidRDefault="00EC54B6" w:rsidP="00EC54B6">
      <w:pPr>
        <w:pStyle w:val="libNormal"/>
      </w:pPr>
      <w:r>
        <w:t>She said, “I had to visit that ocean which covers this whole world. There I saw a person sa</w:t>
      </w:r>
      <w:r w:rsidR="004D1165">
        <w:t xml:space="preserve">t </w:t>
      </w:r>
      <w:r>
        <w:t>upon its bank on a great mountain. He had his hands raised towards the heavens and wa</w:t>
      </w:r>
      <w:r w:rsidR="004D1165">
        <w:t xml:space="preserve">s </w:t>
      </w:r>
      <w:r>
        <w:t>saying, “O’Allah! I ask You to forgive me for the sake of Muhammad (saw), Ali (asws),</w:t>
      </w:r>
    </w:p>
    <w:p w:rsidR="00EC54B6" w:rsidRDefault="00EC54B6" w:rsidP="00EC54B6">
      <w:pPr>
        <w:pStyle w:val="libNormal"/>
      </w:pPr>
      <w:r>
        <w:t>Fatima (sa), Hasan (as), and Hussain (as), but You did not forgive me.” I asked him, “Wh</w:t>
      </w:r>
      <w:r w:rsidR="004D1165">
        <w:t xml:space="preserve">o </w:t>
      </w:r>
      <w:r>
        <w:t xml:space="preserve">are you?” He said, “I am </w:t>
      </w:r>
      <w:r w:rsidRPr="00B472C8">
        <w:t xml:space="preserve">Iblees </w:t>
      </w:r>
      <w:r w:rsidRPr="00852C05">
        <w:t>(la)</w:t>
      </w:r>
      <w:r>
        <w:t>”. I asked again, “How do you know these personalities”?</w:t>
      </w:r>
    </w:p>
    <w:p w:rsidR="00EC54B6" w:rsidRDefault="00EC54B6" w:rsidP="00EC54B6">
      <w:pPr>
        <w:pStyle w:val="libNormal"/>
      </w:pPr>
      <w:r>
        <w:t xml:space="preserve">He replied, “I had worshipped Allah for a very long time on this earth and in the heavens. </w:t>
      </w:r>
      <w:r w:rsidR="004D1165">
        <w:t xml:space="preserve">I </w:t>
      </w:r>
      <w:r>
        <w:t>have not seen a single pillar in the heavens where it is not written “There is no god excep</w:t>
      </w:r>
      <w:r w:rsidR="004D1165">
        <w:t xml:space="preserve">t </w:t>
      </w:r>
      <w:r>
        <w:t>Allah, Muhammad (saw) is His Messenger, and Ali (asws) is Ameerul Momineen throug</w:t>
      </w:r>
      <w:r w:rsidR="004D1165">
        <w:t xml:space="preserve">h </w:t>
      </w:r>
      <w:r>
        <w:t>whom Allah helped Muhammad (saw).”</w:t>
      </w:r>
    </w:p>
    <w:p w:rsidR="00EC54B6" w:rsidRDefault="00EC54B6" w:rsidP="009D029C">
      <w:pPr>
        <w:pStyle w:val="libItalic"/>
      </w:pPr>
      <w:r>
        <w:t>(Al Mohasin pg 273)</w:t>
      </w:r>
    </w:p>
    <w:p w:rsidR="00EC54B6" w:rsidRDefault="00EC54B6" w:rsidP="00175E59">
      <w:pPr>
        <w:pStyle w:val="Heading2Center"/>
      </w:pPr>
      <w:bookmarkStart w:id="17" w:name="_Toc442791136"/>
      <w:r>
        <w:t>16. On noorani crowns</w:t>
      </w:r>
      <w:bookmarkEnd w:id="17"/>
    </w:p>
    <w:p w:rsidR="00EC54B6" w:rsidRDefault="00EC54B6" w:rsidP="00EC54B6">
      <w:pPr>
        <w:pStyle w:val="libNormal"/>
      </w:pPr>
      <w:r>
        <w:t>RasoolAllah (saw) said to Moula Ali (asws), “On the day of judgement You will be brough</w:t>
      </w:r>
      <w:r w:rsidR="004D1165">
        <w:t xml:space="preserve">t </w:t>
      </w:r>
      <w:r>
        <w:t>forward in a noorani caravan and You will be wearing a noorani crown that has 4 sides. O</w:t>
      </w:r>
      <w:r w:rsidR="004D1165">
        <w:t xml:space="preserve">n </w:t>
      </w:r>
      <w:r>
        <w:t>each side these 3 lines will be written; “There is no god except Allah, Muhammad (saw) i</w:t>
      </w:r>
      <w:r w:rsidR="004D1165">
        <w:t xml:space="preserve">s </w:t>
      </w:r>
      <w:r>
        <w:t>Allah’s Messenger, and Ali (asws) is Wali of Allah.” Then a great chair will be brough</w:t>
      </w:r>
      <w:r w:rsidR="004D1165">
        <w:t xml:space="preserve">t </w:t>
      </w:r>
      <w:r>
        <w:t>forward and the keys of jannah will be given to You. The whole creation will be presente</w:t>
      </w:r>
      <w:r w:rsidR="004D1165">
        <w:t xml:space="preserve">d </w:t>
      </w:r>
      <w:r>
        <w:t>before You. You will take Your shia into jannah and throw Your enemies into hell becaus</w:t>
      </w:r>
      <w:r w:rsidR="004D1165">
        <w:t xml:space="preserve">e </w:t>
      </w:r>
      <w:r>
        <w:t>You are the distributor of jannah and jahannum. You are the trustee of Allah.”</w:t>
      </w:r>
    </w:p>
    <w:p w:rsidR="00EC54B6" w:rsidRDefault="00EC54B6" w:rsidP="009D029C">
      <w:pPr>
        <w:pStyle w:val="libItalic"/>
      </w:pPr>
      <w:r>
        <w:t>(Mashariqul Anwar ul Yaqeen pg 181)</w:t>
      </w:r>
    </w:p>
    <w:p w:rsidR="00EC54B6" w:rsidRDefault="00EC54B6" w:rsidP="00175E59">
      <w:pPr>
        <w:pStyle w:val="Heading2Center"/>
      </w:pPr>
      <w:bookmarkStart w:id="18" w:name="_Toc442791137"/>
      <w:r>
        <w:t>17. On the leaves of the trees in China</w:t>
      </w:r>
      <w:bookmarkEnd w:id="18"/>
    </w:p>
    <w:p w:rsidR="00EC54B6" w:rsidRDefault="00EC54B6" w:rsidP="00EC54B6">
      <w:pPr>
        <w:pStyle w:val="libNormal"/>
      </w:pPr>
      <w:r>
        <w:t>Muhammd bin Sanan narrates “One day I was sat with Imam Sadiq (as) and a person came.</w:t>
      </w:r>
    </w:p>
    <w:p w:rsidR="00EC54B6" w:rsidRDefault="00EC54B6" w:rsidP="00EC54B6">
      <w:pPr>
        <w:pStyle w:val="libNormal"/>
      </w:pPr>
      <w:r>
        <w:t>Imam (as) replied, “Who is at the door”? I said, “A man from China”. Imam (as) said, “Brin</w:t>
      </w:r>
      <w:r w:rsidR="004D1165">
        <w:t xml:space="preserve">g </w:t>
      </w:r>
      <w:r>
        <w:t>him inside”. Imam (as) asked him, “Do you know Us in China”? He replied, “Yes” . The</w:t>
      </w:r>
      <w:r w:rsidR="004D1165">
        <w:t xml:space="preserve">n </w:t>
      </w:r>
      <w:r>
        <w:t>Imam (as) asked, “How do you know Us”? He replied, “O’Son of RasoolAllah (saw)! There i</w:t>
      </w:r>
      <w:r w:rsidR="004D1165">
        <w:t xml:space="preserve">s </w:t>
      </w:r>
      <w:r>
        <w:t>a tree in China and every year a flower grows from it. It changes its color twice in the day.</w:t>
      </w:r>
    </w:p>
    <w:p w:rsidR="00EC54B6" w:rsidRDefault="00EC54B6" w:rsidP="00EC54B6">
      <w:pPr>
        <w:pStyle w:val="libNormal"/>
      </w:pPr>
      <w:r>
        <w:t>In the morning we see written on it “La illaha illallah Muhammadin rasoolullah”, and in th</w:t>
      </w:r>
      <w:r w:rsidR="004D1165">
        <w:t xml:space="preserve">e </w:t>
      </w:r>
      <w:r>
        <w:t>evening “La illaha illallah Ali calipha RasoolAllah (saw)”.</w:t>
      </w:r>
    </w:p>
    <w:p w:rsidR="00EC54B6" w:rsidRDefault="00EC54B6" w:rsidP="009D029C">
      <w:pPr>
        <w:pStyle w:val="libItalic"/>
      </w:pPr>
      <w:r>
        <w:t>(Madina tul Moajiz Second Edition pg 460)</w:t>
      </w:r>
    </w:p>
    <w:p w:rsidR="00EC54B6" w:rsidRDefault="00EC54B6" w:rsidP="00175E59">
      <w:pPr>
        <w:pStyle w:val="Heading2Center"/>
      </w:pPr>
      <w:bookmarkStart w:id="19" w:name="_Toc442791138"/>
      <w:r>
        <w:t>18. In the book of Moula Ali (asws)</w:t>
      </w:r>
      <w:bookmarkEnd w:id="19"/>
    </w:p>
    <w:p w:rsidR="00EC54B6" w:rsidRDefault="00EC54B6" w:rsidP="00EC54B6">
      <w:pPr>
        <w:pStyle w:val="libNormal"/>
      </w:pPr>
      <w:r>
        <w:t>Abu Jafar (as) says, “I saw the book of Moula Ali (asws) and upon it was written “The wort</w:t>
      </w:r>
      <w:r w:rsidR="004D1165">
        <w:t xml:space="preserve">h </w:t>
      </w:r>
      <w:r>
        <w:t xml:space="preserve">of every man depends on his level of marifat. Allah will </w:t>
      </w:r>
      <w:r>
        <w:lastRenderedPageBreak/>
        <w:t>punish or reward according to th</w:t>
      </w:r>
      <w:r w:rsidR="004D1165">
        <w:t xml:space="preserve">e </w:t>
      </w:r>
      <w:r>
        <w:t>amount of intellect that was given to him in this world.”</w:t>
      </w:r>
    </w:p>
    <w:p w:rsidR="00EC54B6" w:rsidRDefault="00EC54B6" w:rsidP="00C23B6A">
      <w:pPr>
        <w:pStyle w:val="libItalic"/>
      </w:pPr>
      <w:r>
        <w:t>(Maani ul Akbar)</w:t>
      </w:r>
    </w:p>
    <w:p w:rsidR="00EC54B6" w:rsidRDefault="00EC54B6" w:rsidP="00175E59">
      <w:pPr>
        <w:pStyle w:val="Heading2Center"/>
      </w:pPr>
      <w:bookmarkStart w:id="20" w:name="_Toc442791139"/>
      <w:r>
        <w:t>19. On the leaves of the trees in jannah</w:t>
      </w:r>
      <w:bookmarkEnd w:id="20"/>
    </w:p>
    <w:p w:rsidR="00EC54B6" w:rsidRDefault="00EC54B6" w:rsidP="00EC54B6">
      <w:pPr>
        <w:pStyle w:val="libNormal"/>
      </w:pPr>
      <w:r>
        <w:t>RasoolAllah (saw) said in the hadith of Miraj, “When I was taken to the fifth heaven, th</w:t>
      </w:r>
      <w:r w:rsidR="004D1165">
        <w:t xml:space="preserve">e </w:t>
      </w:r>
      <w:r>
        <w:t>angels who were present there welcomed Me like I was one of their fellow angels (the</w:t>
      </w:r>
      <w:r w:rsidR="004D1165">
        <w:t xml:space="preserve">y </w:t>
      </w:r>
      <w:r>
        <w:t>called Me by My name). I said to them, “How do you know Us and recognize Us in thi</w:t>
      </w:r>
      <w:r w:rsidR="004D1165">
        <w:t xml:space="preserve">s </w:t>
      </w:r>
      <w:r>
        <w:t>way”? They replied, “How could we not recognize You”? Whenever we pass by the Arsh w</w:t>
      </w:r>
      <w:r w:rsidR="004D1165">
        <w:t xml:space="preserve">e </w:t>
      </w:r>
      <w:r>
        <w:t>see these writings “There is no god except Allah, Muhammad (saw) is His Messenger, an</w:t>
      </w:r>
      <w:r w:rsidR="004D1165">
        <w:t xml:space="preserve">d </w:t>
      </w:r>
      <w:r>
        <w:t>Allah helped Him through Ali (asws) ibn Abi Talib (as).” This is how we know that Al</w:t>
      </w:r>
      <w:r w:rsidR="004D1165">
        <w:t xml:space="preserve">i </w:t>
      </w:r>
      <w:r>
        <w:t>(asws) is the Wali of Allah. Say our salams to Ameerul Momineen (asws).” Then I was take</w:t>
      </w:r>
      <w:r w:rsidR="004D1165">
        <w:t xml:space="preserve">n </w:t>
      </w:r>
      <w:r>
        <w:t>to the sixth heaven. The angels who were present there welcomed Me in the same manne</w:t>
      </w:r>
      <w:r w:rsidR="004D1165">
        <w:t xml:space="preserve">r </w:t>
      </w:r>
      <w:r>
        <w:t>as the previous angels. I asked them, “O’angels! How do you know Us”? The y replied, “Whe</w:t>
      </w:r>
      <w:r w:rsidR="004D1165">
        <w:t xml:space="preserve">n </w:t>
      </w:r>
      <w:r>
        <w:t>Allah created jannah, there is a tree beside its door and upon its every leaf it is written wit</w:t>
      </w:r>
      <w:r w:rsidR="004D1165">
        <w:t xml:space="preserve">h </w:t>
      </w:r>
      <w:r>
        <w:t>noor “There is no god except Allah, Muhammad (saw) is His Messenger, and Ali (asws) i</w:t>
      </w:r>
      <w:r w:rsidR="004D1165">
        <w:t xml:space="preserve">s </w:t>
      </w:r>
      <w:r>
        <w:t>His strong chain and rope and the caretaker of the whole of creation. Say our salam to Al</w:t>
      </w:r>
      <w:r w:rsidR="004D1165">
        <w:t xml:space="preserve">i </w:t>
      </w:r>
      <w:r>
        <w:t>(asws).”</w:t>
      </w:r>
    </w:p>
    <w:p w:rsidR="00EC54B6" w:rsidRDefault="00EC54B6" w:rsidP="009D029C">
      <w:pPr>
        <w:pStyle w:val="libItalic"/>
      </w:pPr>
      <w:r>
        <w:t>(Tafseer e Furat pg 133)</w:t>
      </w:r>
    </w:p>
    <w:p w:rsidR="00EC54B6" w:rsidRDefault="00EC54B6" w:rsidP="00175E59">
      <w:pPr>
        <w:pStyle w:val="Heading2Center"/>
      </w:pPr>
      <w:bookmarkStart w:id="21" w:name="_Toc442791140"/>
      <w:r>
        <w:t>20. On the wings of Jibrael (as)</w:t>
      </w:r>
      <w:bookmarkEnd w:id="21"/>
    </w:p>
    <w:p w:rsidR="00EC54B6" w:rsidRDefault="00EC54B6" w:rsidP="00EC54B6">
      <w:pPr>
        <w:pStyle w:val="libNormal"/>
      </w:pPr>
      <w:r>
        <w:t>RasoolAllah (saw) said, “Once Jibrael (as) spread his wings. On one wing was writte</w:t>
      </w:r>
      <w:r w:rsidR="004D1165">
        <w:t xml:space="preserve">n </w:t>
      </w:r>
      <w:r>
        <w:t>“There is no god except Allah and Muhammad (saw) is His Messenger”. On the other win</w:t>
      </w:r>
      <w:r w:rsidR="004D1165">
        <w:t xml:space="preserve">g </w:t>
      </w:r>
      <w:r>
        <w:t>was written “There is no god except Allah and Ali (asws) is Wali of Allah”.</w:t>
      </w:r>
    </w:p>
    <w:p w:rsidR="00EC54B6" w:rsidRDefault="00EC54B6" w:rsidP="00175E59">
      <w:pPr>
        <w:pStyle w:val="Heading2Center"/>
      </w:pPr>
      <w:bookmarkStart w:id="22" w:name="_Toc442791141"/>
      <w:r>
        <w:t>21. A dua written on the wings of Jibrael (as)</w:t>
      </w:r>
      <w:bookmarkEnd w:id="22"/>
    </w:p>
    <w:p w:rsidR="00EC54B6" w:rsidRDefault="00EC54B6" w:rsidP="00EC54B6">
      <w:pPr>
        <w:pStyle w:val="libNormal"/>
      </w:pPr>
      <w:r>
        <w:t>When the Jewish gathered to murder Hz Isa (as), Jibrael (as ) took Him under His wing.</w:t>
      </w:r>
    </w:p>
    <w:p w:rsidR="00EC54B6" w:rsidRDefault="00EC54B6" w:rsidP="00C23B6A">
      <w:pPr>
        <w:pStyle w:val="libNormal"/>
      </w:pPr>
      <w:r>
        <w:t>Then Hz Isa (as) said on his wing was written, “O’Allah! I praise You with that Name (Ali)</w:t>
      </w:r>
      <w:r w:rsidR="00C23B6A">
        <w:t xml:space="preserve"> </w:t>
      </w:r>
      <w:r>
        <w:t>which is most honored, most glorious, and most high. This name is the cause of the surviva</w:t>
      </w:r>
      <w:r w:rsidR="004D1165">
        <w:t xml:space="preserve">l </w:t>
      </w:r>
      <w:r>
        <w:t>of the entire creation. Protect me from all sufferings and difficulties which I face everyday.”</w:t>
      </w:r>
    </w:p>
    <w:p w:rsidR="00EC54B6" w:rsidRDefault="00EC54B6" w:rsidP="00C23B6A">
      <w:pPr>
        <w:pStyle w:val="libItalic"/>
      </w:pPr>
      <w:r>
        <w:t>(Al Noor ul Mubeen fi Qasas al Anbia wa Mursaleen)</w:t>
      </w:r>
    </w:p>
    <w:p w:rsidR="00EC54B6" w:rsidRDefault="00EC54B6" w:rsidP="00175E59">
      <w:pPr>
        <w:pStyle w:val="Heading2Center"/>
      </w:pPr>
      <w:bookmarkStart w:id="23" w:name="_Toc442791142"/>
      <w:r>
        <w:t>22. On Chair</w:t>
      </w:r>
      <w:bookmarkEnd w:id="23"/>
    </w:p>
    <w:p w:rsidR="00FE3B28" w:rsidRDefault="00EC54B6" w:rsidP="00EC54B6">
      <w:pPr>
        <w:pStyle w:val="libNormal"/>
      </w:pPr>
      <w:r>
        <w:t>RasoolAllah (saw) said, “Arsh, Kursi, and the heavens would never have been establishe</w:t>
      </w:r>
      <w:r w:rsidR="004D1165">
        <w:t xml:space="preserve">d </w:t>
      </w:r>
      <w:r>
        <w:t>nor would the earth and heavens have been able to survive if there had not been written o</w:t>
      </w:r>
      <w:r w:rsidR="004D1165">
        <w:t xml:space="preserve">n </w:t>
      </w:r>
      <w:r>
        <w:t>them “La illaha illallah Muhammadin rasoolullah Aliun Ameerul Momineen”</w:t>
      </w:r>
    </w:p>
    <w:p w:rsidR="00EC54B6" w:rsidRDefault="00EC54B6" w:rsidP="00C23B6A">
      <w:pPr>
        <w:pStyle w:val="libItalic"/>
      </w:pPr>
      <w:r>
        <w:t>(Al Waiz)</w:t>
      </w:r>
    </w:p>
    <w:p w:rsidR="00EC54B6" w:rsidRDefault="00EC54B6" w:rsidP="00175E59">
      <w:pPr>
        <w:pStyle w:val="Heading2Center"/>
      </w:pPr>
      <w:bookmarkStart w:id="24" w:name="_Toc442791143"/>
      <w:r>
        <w:t>23. Name of Moula Ali (asws) on tablet</w:t>
      </w:r>
      <w:bookmarkEnd w:id="24"/>
    </w:p>
    <w:p w:rsidR="00EC54B6" w:rsidRDefault="00EC54B6" w:rsidP="00C23B6A">
      <w:pPr>
        <w:pStyle w:val="libNormal"/>
      </w:pPr>
      <w:r>
        <w:t>When Moula Ali (asws) appeared in the house of Hz Abu Talib (as), He (Hz Abu Talib as)</w:t>
      </w:r>
      <w:r w:rsidR="00C23B6A">
        <w:t xml:space="preserve"> </w:t>
      </w:r>
      <w:r>
        <w:t>held the hand of His Mother, Fatima (sa) binte Asad (as), placed Moula Ali (asws) on Hi</w:t>
      </w:r>
      <w:r w:rsidR="004D1165">
        <w:t xml:space="preserve">s </w:t>
      </w:r>
      <w:r>
        <w:t>chest, and went towards a river and said, “O’the Lord of dark nights and bright sun! Tell u</w:t>
      </w:r>
      <w:r w:rsidR="004D1165">
        <w:t xml:space="preserve">s </w:t>
      </w:r>
      <w:r>
        <w:t xml:space="preserve">what is the mystery </w:t>
      </w:r>
      <w:r>
        <w:lastRenderedPageBreak/>
        <w:t>behind the name “Ali”? Before Us appeared something that was simila</w:t>
      </w:r>
      <w:r w:rsidR="004D1165">
        <w:t xml:space="preserve">r </w:t>
      </w:r>
      <w:r>
        <w:t>to a cloud on the heaven, Hz Abu Talib (as) took hold of it and returned back. In th</w:t>
      </w:r>
      <w:r w:rsidR="004D1165">
        <w:t xml:space="preserve">e </w:t>
      </w:r>
      <w:r>
        <w:t xml:space="preserve">morning He saw it was a green tablet and written upon it was “We have blessed You with </w:t>
      </w:r>
      <w:r w:rsidR="004D1165">
        <w:t xml:space="preserve">a </w:t>
      </w:r>
      <w:r>
        <w:t>tahir (pure), honored, and glorious Son. The meaning of His name is Most High Most Great.</w:t>
      </w:r>
    </w:p>
    <w:p w:rsidR="00EC54B6" w:rsidRDefault="00EC54B6" w:rsidP="00EC54B6">
      <w:pPr>
        <w:pStyle w:val="libNormal"/>
      </w:pPr>
      <w:r>
        <w:t>This tablet was placed inside of the Kaaba until Hasham bin Abdul Mulk removed it fro</w:t>
      </w:r>
      <w:r w:rsidR="004D1165">
        <w:t xml:space="preserve">m </w:t>
      </w:r>
      <w:r>
        <w:t>there.”</w:t>
      </w:r>
    </w:p>
    <w:p w:rsidR="00EC54B6" w:rsidRDefault="00EC54B6" w:rsidP="009D029C">
      <w:pPr>
        <w:pStyle w:val="libItalic"/>
      </w:pPr>
      <w:r>
        <w:t>(Fazail ibne Shazaan pg 12)</w:t>
      </w:r>
    </w:p>
    <w:p w:rsidR="00EC54B6" w:rsidRDefault="00EC54B6" w:rsidP="00175E59">
      <w:pPr>
        <w:pStyle w:val="Heading2Center"/>
      </w:pPr>
      <w:bookmarkStart w:id="25" w:name="_Toc442791144"/>
      <w:r>
        <w:t>24. On the base of the Arsh</w:t>
      </w:r>
      <w:bookmarkEnd w:id="25"/>
    </w:p>
    <w:p w:rsidR="00EC54B6" w:rsidRDefault="00EC54B6" w:rsidP="00EC54B6">
      <w:pPr>
        <w:pStyle w:val="libNormal"/>
      </w:pPr>
      <w:r>
        <w:t>Imam Reza (as) says, “When Allah ordered the angels to perform sajda to Adam (as) an</w:t>
      </w:r>
      <w:r w:rsidR="004D1165">
        <w:t xml:space="preserve">d </w:t>
      </w:r>
      <w:r>
        <w:t>allowed him to enter jannah and blessed him with such honor, Adam (as) thought in hi</w:t>
      </w:r>
      <w:r w:rsidR="004D1165">
        <w:t xml:space="preserve">s </w:t>
      </w:r>
      <w:r>
        <w:t>heart “Has Allah made anyone who is greater than me”? The voice of Allah came “O’Adam!</w:t>
      </w:r>
    </w:p>
    <w:p w:rsidR="00EC54B6" w:rsidRDefault="00EC54B6" w:rsidP="00EC54B6">
      <w:pPr>
        <w:pStyle w:val="libNormal"/>
      </w:pPr>
      <w:r>
        <w:t>Lift your head and see the base of the Arsh. When he looked, he saw written there “There i</w:t>
      </w:r>
      <w:r w:rsidR="004D1165">
        <w:t xml:space="preserve">s </w:t>
      </w:r>
      <w:r>
        <w:t>no god except Allah. Muhammad (saw) is His Messenger. Ali (asws) ibn Abi Talib i</w:t>
      </w:r>
      <w:r w:rsidR="004D1165">
        <w:t xml:space="preserve">s </w:t>
      </w:r>
      <w:r>
        <w:t>Ameerul Momineen. His Wife Fatima Zahra (sa) is the Mistress of all the women of all th</w:t>
      </w:r>
      <w:r w:rsidR="004D1165">
        <w:t xml:space="preserve">e </w:t>
      </w:r>
      <w:r>
        <w:t>worlds. Hasan (as) and Hussain (as) are the Masters of Jannah.”</w:t>
      </w:r>
    </w:p>
    <w:p w:rsidR="00EC54B6" w:rsidRDefault="00EC54B6" w:rsidP="00C23B6A">
      <w:pPr>
        <w:pStyle w:val="libItalic"/>
      </w:pPr>
      <w:r>
        <w:t>(Al Jowahir ul Sannia)</w:t>
      </w:r>
    </w:p>
    <w:p w:rsidR="00EC54B6" w:rsidRDefault="00EC54B6" w:rsidP="00175E59">
      <w:pPr>
        <w:pStyle w:val="Heading2Center"/>
      </w:pPr>
      <w:bookmarkStart w:id="26" w:name="_Toc442791145"/>
      <w:r>
        <w:t>25. On everything</w:t>
      </w:r>
      <w:bookmarkEnd w:id="26"/>
    </w:p>
    <w:p w:rsidR="00EC54B6" w:rsidRDefault="00EC54B6" w:rsidP="00EC54B6">
      <w:pPr>
        <w:pStyle w:val="libNormal"/>
      </w:pPr>
      <w:r>
        <w:t>When Allah created Arsh, He wrote on it “La illaha illallah Muhamamdin rasoolullah Aliu</w:t>
      </w:r>
      <w:r w:rsidR="004D1165">
        <w:t xml:space="preserve">n </w:t>
      </w:r>
      <w:r>
        <w:t>Ameerul Momineen”. Allah wrote the same words on water, Chair, Tablet, on the face o</w:t>
      </w:r>
      <w:r w:rsidR="004D1165">
        <w:t xml:space="preserve">f </w:t>
      </w:r>
      <w:r>
        <w:t>Israfeel (as), on the wings of Jibrael (as), on the sides of the earth and heavens, on the top</w:t>
      </w:r>
      <w:r w:rsidR="004D1165">
        <w:t xml:space="preserve">s </w:t>
      </w:r>
      <w:r>
        <w:t>of the mountains, on the sun and moon.”</w:t>
      </w:r>
    </w:p>
    <w:p w:rsidR="00EC54B6" w:rsidRDefault="00EC54B6" w:rsidP="00C23B6A">
      <w:pPr>
        <w:pStyle w:val="libItalic"/>
      </w:pPr>
      <w:r>
        <w:t>(Al Jowahir ul Sannia)</w:t>
      </w:r>
    </w:p>
    <w:p w:rsidR="00EC54B6" w:rsidRDefault="00EC54B6" w:rsidP="00175E59">
      <w:pPr>
        <w:pStyle w:val="Heading2Center"/>
      </w:pPr>
      <w:bookmarkStart w:id="27" w:name="_Toc442791146"/>
      <w:r>
        <w:t>26. On the door of jannah</w:t>
      </w:r>
      <w:bookmarkEnd w:id="27"/>
    </w:p>
    <w:p w:rsidR="00EC54B6" w:rsidRDefault="00EC54B6" w:rsidP="00EC54B6">
      <w:pPr>
        <w:pStyle w:val="libNormal"/>
      </w:pPr>
      <w:r>
        <w:t>RasoolAllah (saw) said, “These words were written on the door of janna</w:t>
      </w:r>
      <w:r w:rsidR="004D1165">
        <w:t xml:space="preserve">h </w:t>
      </w:r>
      <w:r>
        <w:t>“There is no god except Allah, Muhammad (saw) is His Messenger, Ali (asws) is His brothe</w:t>
      </w:r>
      <w:r w:rsidR="004D1165">
        <w:t xml:space="preserve">r </w:t>
      </w:r>
      <w:r>
        <w:t>and Wali of Allah. His Wilayat was made wajib (compulsory) 2000 years before th</w:t>
      </w:r>
      <w:r w:rsidR="004D1165">
        <w:t xml:space="preserve">e </w:t>
      </w:r>
      <w:r>
        <w:t>creation of the earth and heavens. One who wants that when Allah sees him He (Allah) i</w:t>
      </w:r>
      <w:r w:rsidR="004D1165">
        <w:t xml:space="preserve">s </w:t>
      </w:r>
      <w:r>
        <w:t>pleased with him then he love Ali (asws) and His Offspring because They are My Friend</w:t>
      </w:r>
      <w:r w:rsidR="004D1165">
        <w:t xml:space="preserve">s, </w:t>
      </w:r>
      <w:r>
        <w:t>Caliphs and Beloved.”</w:t>
      </w:r>
    </w:p>
    <w:p w:rsidR="00EC54B6" w:rsidRDefault="00EC54B6" w:rsidP="00C23B6A">
      <w:pPr>
        <w:pStyle w:val="libItalic"/>
      </w:pPr>
      <w:r>
        <w:t>(Al Jowahir ul Sannia)</w:t>
      </w:r>
    </w:p>
    <w:p w:rsidR="00EC54B6" w:rsidRDefault="00EC54B6" w:rsidP="00175E59">
      <w:pPr>
        <w:pStyle w:val="Heading2Center"/>
      </w:pPr>
      <w:bookmarkStart w:id="28" w:name="_Toc442791147"/>
      <w:r>
        <w:t>27. On Arsh (Throne)</w:t>
      </w:r>
      <w:bookmarkEnd w:id="28"/>
    </w:p>
    <w:p w:rsidR="00EC54B6" w:rsidRDefault="00EC54B6" w:rsidP="00EC54B6">
      <w:pPr>
        <w:pStyle w:val="libNormal"/>
      </w:pPr>
      <w:r>
        <w:t>Once all of the children of Adam (as) were gathered together in one place. They wer</w:t>
      </w:r>
      <w:r w:rsidR="004D1165">
        <w:t xml:space="preserve">e </w:t>
      </w:r>
      <w:r>
        <w:t>debating about who was greater in the creation of Allah. Some said “Our father, Adam (as)”.</w:t>
      </w:r>
    </w:p>
    <w:p w:rsidR="00EC54B6" w:rsidRDefault="00EC54B6" w:rsidP="00EC54B6">
      <w:pPr>
        <w:pStyle w:val="libNormal"/>
      </w:pPr>
      <w:r>
        <w:t>Some said, “Honored angels”. Some said, “Those angels who carry the Arsh are greater”.</w:t>
      </w:r>
    </w:p>
    <w:p w:rsidR="00EC54B6" w:rsidRDefault="00EC54B6" w:rsidP="00EC54B6">
      <w:pPr>
        <w:pStyle w:val="libNormal"/>
      </w:pPr>
      <w:r>
        <w:t>During this time Habbatullah came and they informed him of their differences. Then h</w:t>
      </w:r>
      <w:r w:rsidR="004D1165">
        <w:t xml:space="preserve">e </w:t>
      </w:r>
      <w:r>
        <w:t>went to Hz Adam (as) and informed him that his brothers were disputing about who wa</w:t>
      </w:r>
      <w:r w:rsidR="004D1165">
        <w:t xml:space="preserve">s </w:t>
      </w:r>
      <w:r>
        <w:t>greater in the creation of Allah. I (Habbatullah) had no answer so I could not tell them.</w:t>
      </w:r>
    </w:p>
    <w:p w:rsidR="00EC54B6" w:rsidRDefault="00EC54B6" w:rsidP="00EC54B6">
      <w:pPr>
        <w:pStyle w:val="libNormal"/>
      </w:pPr>
      <w:r>
        <w:lastRenderedPageBreak/>
        <w:t>Adam (as) said, “O’my son! I was standing in front of Allah and I saw these words writte</w:t>
      </w:r>
      <w:r w:rsidR="004D1165">
        <w:t xml:space="preserve">n </w:t>
      </w:r>
      <w:r>
        <w:t>on the Arsh ;“In the name of Allah who is merciful and kind. Muhammad (saw) and Hi</w:t>
      </w:r>
      <w:r w:rsidR="004D1165">
        <w:t xml:space="preserve">s </w:t>
      </w:r>
      <w:r>
        <w:t>Offspring are the best among the Chosen Ones.”</w:t>
      </w:r>
    </w:p>
    <w:p w:rsidR="00EC54B6" w:rsidRDefault="00EC54B6" w:rsidP="00C23B6A">
      <w:pPr>
        <w:pStyle w:val="libItalic"/>
      </w:pPr>
      <w:r>
        <w:t>(Qasas ul Rawindi)</w:t>
      </w:r>
    </w:p>
    <w:p w:rsidR="00EC54B6" w:rsidRDefault="00EC54B6" w:rsidP="00175E59">
      <w:pPr>
        <w:pStyle w:val="Heading2Center"/>
      </w:pPr>
      <w:bookmarkStart w:id="29" w:name="_Toc442791148"/>
      <w:r>
        <w:t>28. Moula Ali (asws)’s name along with RasoolAllah (saw)’s name</w:t>
      </w:r>
      <w:bookmarkEnd w:id="29"/>
    </w:p>
    <w:p w:rsidR="00EC54B6" w:rsidRDefault="00EC54B6" w:rsidP="00EC54B6">
      <w:pPr>
        <w:pStyle w:val="libNormal"/>
      </w:pPr>
      <w:r>
        <w:t>RasoolAllah (saw) said, “O’Ali (asws)! I saw Your name in four places alongside My name.</w:t>
      </w:r>
    </w:p>
    <w:p w:rsidR="00EC54B6" w:rsidRDefault="00EC54B6" w:rsidP="00EC54B6">
      <w:pPr>
        <w:pStyle w:val="libNormal"/>
      </w:pPr>
      <w:r>
        <w:t>On Miraj, when I reached Baitul Maquddas I saw a rock there that had written on it “Ther</w:t>
      </w:r>
      <w:r w:rsidR="004D1165">
        <w:t xml:space="preserve">e </w:t>
      </w:r>
      <w:r>
        <w:t>is no god except Allah, Muhammad (saw) is His Messenger, and Allah helped Him throug</w:t>
      </w:r>
      <w:r w:rsidR="004D1165">
        <w:t xml:space="preserve">h </w:t>
      </w:r>
      <w:r>
        <w:t>His successor, Ali (asws)”. When I reached Sidrat ul Muntaha, I saw written on it “I a</w:t>
      </w:r>
      <w:r w:rsidR="004D1165">
        <w:t xml:space="preserve">m </w:t>
      </w:r>
      <w:r>
        <w:t>Allah. There is no god except Me. Muhammad (saw) is My Chosen from amongst M</w:t>
      </w:r>
      <w:r w:rsidR="004D1165">
        <w:t xml:space="preserve">y </w:t>
      </w:r>
      <w:r>
        <w:t>creation. I helped Him through His successor, Ali (asws).” When I reached the Arsh of Alla</w:t>
      </w:r>
      <w:r w:rsidR="004D1165">
        <w:t xml:space="preserve">h, </w:t>
      </w:r>
      <w:r>
        <w:t>I saw written on its base “I am Allah. There is no god except Me. Muhammad (saw) is M</w:t>
      </w:r>
      <w:r w:rsidR="004D1165">
        <w:t xml:space="preserve">y </w:t>
      </w:r>
      <w:r>
        <w:t>Beloved from amongst My creation. I helped Him through His successor, Ali (asws)”. Whe</w:t>
      </w:r>
      <w:r w:rsidR="004D1165">
        <w:t xml:space="preserve">n </w:t>
      </w:r>
      <w:r>
        <w:t>I reached jannah, I saw written on its door “There is no god except Me. Muhammad (saw) i</w:t>
      </w:r>
      <w:r w:rsidR="004D1165">
        <w:t xml:space="preserve">s </w:t>
      </w:r>
      <w:r>
        <w:t>My Beloved from amongst My creation. I helped Him through His successor, Ali (asws)”.</w:t>
      </w:r>
    </w:p>
    <w:p w:rsidR="00EC54B6" w:rsidRDefault="00EC54B6" w:rsidP="00C23B6A">
      <w:pPr>
        <w:pStyle w:val="libItalic"/>
      </w:pPr>
      <w:r>
        <w:t>(Makaram al Akhlaq)</w:t>
      </w:r>
    </w:p>
    <w:p w:rsidR="00EC54B6" w:rsidRDefault="00EC54B6" w:rsidP="00175E59">
      <w:pPr>
        <w:pStyle w:val="Heading2Center"/>
      </w:pPr>
      <w:bookmarkStart w:id="30" w:name="_Toc442791149"/>
      <w:r>
        <w:t>29. On the surface of the moon</w:t>
      </w:r>
      <w:bookmarkEnd w:id="30"/>
    </w:p>
    <w:p w:rsidR="00EC54B6" w:rsidRDefault="00EC54B6" w:rsidP="00EC54B6">
      <w:pPr>
        <w:pStyle w:val="libNormal"/>
      </w:pPr>
      <w:r>
        <w:t>Imam Abu Abdullah (as) said, “When Allah created the moon He wrote “La illaha illalla</w:t>
      </w:r>
      <w:r w:rsidR="004D1165">
        <w:t xml:space="preserve">h </w:t>
      </w:r>
      <w:r>
        <w:t>Muhamamdin rasoolullah Aliun Ameerul Momineen” on it. This writing are those blac</w:t>
      </w:r>
      <w:r w:rsidR="004D1165">
        <w:t xml:space="preserve">k </w:t>
      </w:r>
      <w:r>
        <w:t>spots which you see on the moon”.</w:t>
      </w:r>
    </w:p>
    <w:p w:rsidR="00EC54B6" w:rsidRDefault="00EC54B6" w:rsidP="009D029C">
      <w:pPr>
        <w:pStyle w:val="libItalic"/>
      </w:pPr>
      <w:r>
        <w:t>(Al Itejaj First Edition pg 83)</w:t>
      </w:r>
    </w:p>
    <w:p w:rsidR="00EC54B6" w:rsidRDefault="00EC54B6" w:rsidP="00175E59">
      <w:pPr>
        <w:pStyle w:val="Heading2Center"/>
      </w:pPr>
      <w:bookmarkStart w:id="31" w:name="_Toc442791150"/>
      <w:r>
        <w:t>30. On a great veil</w:t>
      </w:r>
      <w:bookmarkEnd w:id="31"/>
    </w:p>
    <w:p w:rsidR="00EC54B6" w:rsidRDefault="00EC54B6" w:rsidP="00EC54B6">
      <w:pPr>
        <w:pStyle w:val="libNormal"/>
      </w:pPr>
      <w:r>
        <w:t>Moula Ali (asws) said, “Adam (as) learned the kalima (testimony) from His Lord, and the</w:t>
      </w:r>
      <w:r w:rsidR="004D1165">
        <w:t xml:space="preserve">n </w:t>
      </w:r>
      <w:r>
        <w:t>said, “O’Allah! I sought Your forgiveness through the Wasila of Muhammad (saw). Did Yo</w:t>
      </w:r>
      <w:r w:rsidR="004D1165">
        <w:t xml:space="preserve">u </w:t>
      </w:r>
      <w:r>
        <w:t>accept my repentance”? Allah said, “How did you know about Muhammad (saw)”? H</w:t>
      </w:r>
      <w:r w:rsidR="004D1165">
        <w:t xml:space="preserve">e </w:t>
      </w:r>
      <w:r>
        <w:t>replied, “ I saw this name on a great veil when I was present in jannah”.</w:t>
      </w:r>
    </w:p>
    <w:p w:rsidR="00EC54B6" w:rsidRDefault="00EC54B6" w:rsidP="009D029C">
      <w:pPr>
        <w:pStyle w:val="libItalic"/>
      </w:pPr>
      <w:r>
        <w:t>(Tafseer ul Ayyashi First Edition pg 41)</w:t>
      </w:r>
    </w:p>
    <w:p w:rsidR="00EC54B6" w:rsidRDefault="00EC54B6" w:rsidP="00175E59">
      <w:pPr>
        <w:pStyle w:val="Heading2Center"/>
      </w:pPr>
      <w:bookmarkStart w:id="32" w:name="_Toc442791151"/>
      <w:r>
        <w:t>31. On the cheek of hoori</w:t>
      </w:r>
      <w:bookmarkEnd w:id="32"/>
    </w:p>
    <w:p w:rsidR="00EC54B6" w:rsidRDefault="00EC54B6" w:rsidP="00947C60">
      <w:pPr>
        <w:pStyle w:val="libNormal"/>
      </w:pPr>
      <w:r>
        <w:t>RasoolAllah (saw) said, “One who recites “Bismillah al rahman al raheem”, Allah will buil</w:t>
      </w:r>
      <w:r w:rsidR="004D1165">
        <w:t xml:space="preserve">d </w:t>
      </w:r>
      <w:r>
        <w:t>70,000 palaces made from red rubies in jannah for him. In each palace, there are 70,000</w:t>
      </w:r>
      <w:r w:rsidR="00947C60">
        <w:t xml:space="preserve"> </w:t>
      </w:r>
      <w:r>
        <w:t>rooms with white pearls. In each room, there are 70,000 beds made from green emeralds.</w:t>
      </w:r>
    </w:p>
    <w:p w:rsidR="00EC54B6" w:rsidRDefault="00EC54B6" w:rsidP="00EC54B6">
      <w:pPr>
        <w:pStyle w:val="libNormal"/>
      </w:pPr>
      <w:r>
        <w:t>On each bed, there are 70,000 linens of silk and a beautiful hoori with shining hair is sat o</w:t>
      </w:r>
      <w:r w:rsidR="004D1165">
        <w:t xml:space="preserve">n </w:t>
      </w:r>
      <w:r>
        <w:t>it. On its right cheek is written “Muhammadin rasoolullah”. On its left cheek is writte</w:t>
      </w:r>
      <w:r w:rsidR="004D1165">
        <w:t xml:space="preserve">n </w:t>
      </w:r>
      <w:r>
        <w:t>“Aliunwaliullah”. On her forehead, it is written “Hasan (as)”. On her chin is written “Hussai</w:t>
      </w:r>
      <w:r w:rsidR="004D1165">
        <w:t xml:space="preserve">n </w:t>
      </w:r>
      <w:r>
        <w:t>(as)”. On her lips is written “Bismillah al rahman al raheem”.</w:t>
      </w:r>
    </w:p>
    <w:p w:rsidR="00EC54B6" w:rsidRDefault="00EC54B6" w:rsidP="00C23B6A">
      <w:pPr>
        <w:pStyle w:val="libItalic"/>
      </w:pPr>
      <w:r>
        <w:t>(Jamia al Akbar)</w:t>
      </w:r>
    </w:p>
    <w:p w:rsidR="00EC54B6" w:rsidRDefault="00EC54B6" w:rsidP="00175E59">
      <w:pPr>
        <w:pStyle w:val="Heading2Center"/>
      </w:pPr>
      <w:bookmarkStart w:id="33" w:name="_Toc442791152"/>
      <w:r>
        <w:lastRenderedPageBreak/>
        <w:t>32. On every creation in the universe</w:t>
      </w:r>
      <w:bookmarkEnd w:id="33"/>
    </w:p>
    <w:p w:rsidR="00EC54B6" w:rsidRDefault="00EC54B6" w:rsidP="00C23B6A">
      <w:pPr>
        <w:pStyle w:val="libItalic"/>
      </w:pPr>
      <w:r>
        <w:t>Qasim bin muawiya asked Imam Abu Abdullah (as), “People say when RasoolAllah (saw)</w:t>
      </w:r>
    </w:p>
    <w:p w:rsidR="00FE3B28" w:rsidRDefault="00EC54B6" w:rsidP="00EC54B6">
      <w:pPr>
        <w:pStyle w:val="libNormal"/>
      </w:pPr>
      <w:r>
        <w:t>went for Miraj, He saw written on the Arsh, “La illaha illallah, Muhammadin rasoolulla</w:t>
      </w:r>
      <w:r w:rsidR="004D1165">
        <w:t xml:space="preserve">h, </w:t>
      </w:r>
      <w:r>
        <w:t xml:space="preserve">abu bakr sadiq”. Imam (as) said, “SubhanAllah! They have usurped this in the same wa </w:t>
      </w:r>
      <w:r w:rsidR="004D1165">
        <w:t xml:space="preserve">y </w:t>
      </w:r>
      <w:r>
        <w:t>they have usurped the other rights.” I said, “Yes.” Then Imam (as) said, “When Allah create</w:t>
      </w:r>
      <w:r w:rsidR="004D1165">
        <w:t xml:space="preserve">d </w:t>
      </w:r>
      <w:r>
        <w:t>Arsh, He wrote “La illaha illallah, Muhammadin rasoolullah, Aliun Ameerul Momineen” o</w:t>
      </w:r>
      <w:r w:rsidR="004D1165">
        <w:t xml:space="preserve">n </w:t>
      </w:r>
      <w:r>
        <w:t>its base. When He created Kursi (chair), He wrote on its base “La illaha illalla</w:t>
      </w:r>
      <w:r w:rsidR="004D1165">
        <w:t xml:space="preserve">h, </w:t>
      </w:r>
      <w:r>
        <w:t>Muhammadin rasoolullah, Aliun Ameerul Momineen”. When He created Tablet, He wrot</w:t>
      </w:r>
      <w:r w:rsidR="004D1165">
        <w:t xml:space="preserve">e </w:t>
      </w:r>
      <w:r>
        <w:t>on it “La illaha illallah, Muhammadin rasoolullah, Aliun Ameerul Momineen”. When H</w:t>
      </w:r>
      <w:r w:rsidR="004D1165">
        <w:t xml:space="preserve">e </w:t>
      </w:r>
      <w:r>
        <w:t>created Israfeel (as), He wrote on His forehead “La illaha illallah, Muhammadin rasoolulla</w:t>
      </w:r>
      <w:r w:rsidR="004D1165">
        <w:t xml:space="preserve">h, </w:t>
      </w:r>
      <w:r>
        <w:t>Aliun Ameerul Momineen”. When He created Jibrael (as), He wrote on His wings “La illah</w:t>
      </w:r>
      <w:r w:rsidR="004D1165">
        <w:t xml:space="preserve">a </w:t>
      </w:r>
      <w:r>
        <w:t>illallah, Muhammadin rasoolullah, Aliun Ameerul Momineen”. When He created th</w:t>
      </w:r>
      <w:r w:rsidR="004D1165">
        <w:t xml:space="preserve">e </w:t>
      </w:r>
      <w:r>
        <w:t>heavens, on its every side He wrote “La illaha illallah, Muhammadin rasoolullah, Aliu</w:t>
      </w:r>
      <w:r w:rsidR="004D1165">
        <w:t xml:space="preserve">n </w:t>
      </w:r>
      <w:r>
        <w:t>Ameerul Momineen”. When He created the universe, He wrote on its every side “La illah</w:t>
      </w:r>
      <w:r w:rsidR="004D1165">
        <w:t xml:space="preserve">a </w:t>
      </w:r>
      <w:r>
        <w:t>illallah, Muhammadin rasoolullah, Aliun Ameerul Momineen”. When He created th</w:t>
      </w:r>
      <w:r w:rsidR="004D1165">
        <w:t xml:space="preserve">e </w:t>
      </w:r>
      <w:r>
        <w:t>mountains, He wrote on their tops “La illaha illallah, Muhammadin rasoolullah, A liu</w:t>
      </w:r>
      <w:r w:rsidR="004D1165">
        <w:t xml:space="preserve">n </w:t>
      </w:r>
      <w:r>
        <w:t>Ameerul Momineen”. When He created the sun, He wrote on it “La illaha illalla</w:t>
      </w:r>
      <w:r w:rsidR="004D1165">
        <w:t xml:space="preserve">h, </w:t>
      </w:r>
      <w:r>
        <w:t>Muhammadin rasoolullah, Aliun Ameerul Momineen”. When He created the moon, H</w:t>
      </w:r>
      <w:r w:rsidR="004D1165">
        <w:t xml:space="preserve">e </w:t>
      </w:r>
      <w:r>
        <w:t>wrote on it “La illaha illallah, Muhammadin rasoolullah, Aliun Ameerul Momineen”. Th</w:t>
      </w:r>
      <w:r w:rsidR="004D1165">
        <w:t xml:space="preserve">e </w:t>
      </w:r>
      <w:r>
        <w:t>black spots which you see on the moon are this writing. Whenever you say “La illaha illalla</w:t>
      </w:r>
      <w:r w:rsidR="004D1165">
        <w:t xml:space="preserve">h </w:t>
      </w:r>
      <w:r>
        <w:t>Muhammadin rasoolullah” you must immediately say “Aliun Ameerul Mominee</w:t>
      </w:r>
      <w:r w:rsidR="004D1165">
        <w:t xml:space="preserve">n </w:t>
      </w:r>
      <w:r>
        <w:t>Waliullah”.</w:t>
      </w:r>
    </w:p>
    <w:p w:rsidR="00EC54B6" w:rsidRDefault="00EC54B6" w:rsidP="009D029C">
      <w:pPr>
        <w:pStyle w:val="libItalic"/>
      </w:pPr>
      <w:r>
        <w:t>(Al Itejaj pg 83)</w:t>
      </w:r>
    </w:p>
    <w:p w:rsidR="00EC54B6" w:rsidRDefault="00EC54B6" w:rsidP="00175E59">
      <w:pPr>
        <w:pStyle w:val="Heading2Center"/>
      </w:pPr>
      <w:bookmarkStart w:id="34" w:name="_Toc442791153"/>
      <w:r>
        <w:t>33. The Chair did not come into existance</w:t>
      </w:r>
      <w:bookmarkEnd w:id="34"/>
    </w:p>
    <w:p w:rsidR="00EC54B6" w:rsidRDefault="00EC54B6" w:rsidP="00EC54B6">
      <w:pPr>
        <w:pStyle w:val="libNormal"/>
      </w:pPr>
      <w:r>
        <w:t>Ibne Abbas (ra) narrates RasoolAllah (saw) said;</w:t>
      </w:r>
    </w:p>
    <w:p w:rsidR="00EC54B6" w:rsidRDefault="00EC54B6" w:rsidP="00EC54B6">
      <w:pPr>
        <w:pStyle w:val="libNormal"/>
      </w:pPr>
      <w:r>
        <w:t>“I swear by Allah who made Me messenger with haqq (truth), Kursi (chair), Arsh, an</w:t>
      </w:r>
      <w:r w:rsidR="004D1165">
        <w:t xml:space="preserve">d </w:t>
      </w:r>
      <w:r>
        <w:t>heavens would have never been established nor brought into existance and neither woul</w:t>
      </w:r>
      <w:r w:rsidR="004D1165">
        <w:t xml:space="preserve">d </w:t>
      </w:r>
      <w:r>
        <w:t>the heavens or earth have survived if it had not been written on it ““La illaha illalla</w:t>
      </w:r>
      <w:r w:rsidR="004D1165">
        <w:t xml:space="preserve">h, </w:t>
      </w:r>
      <w:r>
        <w:t>Muhammadin rasoolullah, Aliun Ameerul Momineen”.</w:t>
      </w:r>
    </w:p>
    <w:p w:rsidR="00EC54B6" w:rsidRDefault="00EC54B6" w:rsidP="009D029C">
      <w:pPr>
        <w:pStyle w:val="libItalic"/>
      </w:pPr>
      <w:r>
        <w:t>(Biharul Anwar vol 27 pg 8)</w:t>
      </w:r>
    </w:p>
    <w:p w:rsidR="00EC54B6" w:rsidRDefault="00EC54B6" w:rsidP="00175E59">
      <w:pPr>
        <w:pStyle w:val="Heading2Center"/>
      </w:pPr>
      <w:bookmarkStart w:id="35" w:name="_Toc442791154"/>
      <w:r>
        <w:t>34. On rock</w:t>
      </w:r>
      <w:bookmarkEnd w:id="35"/>
    </w:p>
    <w:p w:rsidR="00EC54B6" w:rsidRDefault="00EC54B6" w:rsidP="00EC54B6">
      <w:pPr>
        <w:pStyle w:val="libNormal"/>
      </w:pPr>
      <w:r>
        <w:t>Mirza Taqi says, “A Russain ambassador told me of this incident. His name was Khanikov.</w:t>
      </w:r>
    </w:p>
    <w:p w:rsidR="00EC54B6" w:rsidRDefault="00EC54B6" w:rsidP="00EC54B6">
      <w:pPr>
        <w:pStyle w:val="libNormal"/>
      </w:pPr>
      <w:r>
        <w:t>He was a christain but had great knowledge of our books, our arabic language, and ha</w:t>
      </w:r>
      <w:r w:rsidR="004D1165">
        <w:t xml:space="preserve">d </w:t>
      </w:r>
      <w:r>
        <w:t>memorized numerious hadiths. The government appointed him as a visitor to man</w:t>
      </w:r>
      <w:r w:rsidR="004D1165">
        <w:t xml:space="preserve">y </w:t>
      </w:r>
      <w:r>
        <w:t>countries and he had witnessed many strange incidents. He told us of this incident tha</w:t>
      </w:r>
      <w:r w:rsidR="004D1165">
        <w:t xml:space="preserve">t </w:t>
      </w:r>
      <w:r>
        <w:t>occurred while he was staying in Tabriz. He says, “In those days I was staying in Mavar</w:t>
      </w:r>
      <w:r w:rsidR="004D1165">
        <w:t xml:space="preserve">a </w:t>
      </w:r>
      <w:r>
        <w:t>and Arz, I heard near the city there were some huge mountains, and it was almos</w:t>
      </w:r>
      <w:r w:rsidR="004D1165">
        <w:t xml:space="preserve">t </w:t>
      </w:r>
      <w:r>
        <w:t>impossible to reach one of the mountains. On this mountain however, the word “Ali” i</w:t>
      </w:r>
      <w:r w:rsidR="004D1165">
        <w:t xml:space="preserve">s </w:t>
      </w:r>
      <w:r>
        <w:t xml:space="preserve">written clearly. I became curious and wanted to see it with my </w:t>
      </w:r>
      <w:r>
        <w:lastRenderedPageBreak/>
        <w:t>own eyes. I took som</w:t>
      </w:r>
      <w:r w:rsidR="004D1165">
        <w:t xml:space="preserve">e </w:t>
      </w:r>
      <w:r>
        <w:t>labourers and a shovel and went towards that mountain. I found that mountain fro</w:t>
      </w:r>
      <w:r w:rsidR="004D1165">
        <w:t xml:space="preserve">m </w:t>
      </w:r>
      <w:r>
        <w:t>amongst the other mountains and just like I had been told the writing was there and it</w:t>
      </w:r>
      <w:r w:rsidR="004D1165">
        <w:t xml:space="preserve">s </w:t>
      </w:r>
      <w:r>
        <w:t xml:space="preserve">color was different from the other mountains. I thought it may have been artificial. </w:t>
      </w:r>
      <w:r w:rsidR="004D1165">
        <w:t xml:space="preserve">I </w:t>
      </w:r>
      <w:r>
        <w:t>ordered the labourers to climb on the mountain and to begin digging. When they broke th</w:t>
      </w:r>
      <w:r w:rsidR="004D1165">
        <w:t xml:space="preserve">e </w:t>
      </w:r>
      <w:r>
        <w:t>stones, the same writing was written on the stones that they dug up. Then I knew it was no</w:t>
      </w:r>
      <w:r w:rsidR="004D1165">
        <w:t xml:space="preserve">t </w:t>
      </w:r>
      <w:r>
        <w:t>made by any human. It was by the order of Allah.”</w:t>
      </w:r>
    </w:p>
    <w:p w:rsidR="00EC54B6" w:rsidRDefault="00EC54B6" w:rsidP="009D029C">
      <w:pPr>
        <w:pStyle w:val="libItalic"/>
      </w:pPr>
      <w:r>
        <w:t>(Sahifa al Abrar First Edition pg 330)</w:t>
      </w:r>
    </w:p>
    <w:p w:rsidR="00FE3B28" w:rsidRDefault="00EC54B6" w:rsidP="00175E59">
      <w:pPr>
        <w:pStyle w:val="Heading2Center"/>
      </w:pPr>
      <w:bookmarkStart w:id="36" w:name="_Toc442791155"/>
      <w:r>
        <w:t>35. On the veils of Allah</w:t>
      </w:r>
      <w:bookmarkEnd w:id="36"/>
    </w:p>
    <w:p w:rsidR="00EC54B6" w:rsidRDefault="00EC54B6" w:rsidP="00EC54B6">
      <w:pPr>
        <w:pStyle w:val="libNormal"/>
      </w:pPr>
      <w:r>
        <w:t>RasoolAllah (saw) said, “First of all Allah created His noorani veils and on its sides H</w:t>
      </w:r>
      <w:r w:rsidR="004D1165">
        <w:t xml:space="preserve">e </w:t>
      </w:r>
      <w:r>
        <w:t>wrote “La illaha illallah, Muhammadin rasoolullah, Aliun Wasi” ( “There is no god excep</w:t>
      </w:r>
      <w:r w:rsidR="004D1165">
        <w:t xml:space="preserve">t </w:t>
      </w:r>
      <w:r>
        <w:t>Allah, Muhammad (saw) is His Messenger and Ali (asws) is His successor”). Then H</w:t>
      </w:r>
      <w:r w:rsidR="004D1165">
        <w:t xml:space="preserve">e </w:t>
      </w:r>
      <w:r>
        <w:t>created the Arsh and wrote on its pillars “There is no god except Allah, Muhammad (saw) i</w:t>
      </w:r>
      <w:r w:rsidR="004D1165">
        <w:t xml:space="preserve">s </w:t>
      </w:r>
      <w:r>
        <w:t>His Messenger and Ali (asws) is His successor”. Then He created earth, and wrote on it</w:t>
      </w:r>
      <w:r w:rsidR="004D1165">
        <w:t xml:space="preserve">s </w:t>
      </w:r>
      <w:r>
        <w:t>mountains “There is no god except Allah, Muhammad (saw) is His Messenger and Al</w:t>
      </w:r>
      <w:r w:rsidR="004D1165">
        <w:t xml:space="preserve">i </w:t>
      </w:r>
      <w:r>
        <w:t>(asws) is His successor”. Then He created Tablet and wrote on its corners “There is no go</w:t>
      </w:r>
      <w:r w:rsidR="004D1165">
        <w:t xml:space="preserve">d </w:t>
      </w:r>
      <w:r>
        <w:t>except Allah, Muhammad (saw) is His Messenger and Ali (asws) is His successor”.</w:t>
      </w:r>
    </w:p>
    <w:p w:rsidR="00EC54B6" w:rsidRDefault="00EC54B6" w:rsidP="009D029C">
      <w:pPr>
        <w:pStyle w:val="libItalic"/>
      </w:pPr>
      <w:r>
        <w:t>(Madina tul Moajiz pg 141)</w:t>
      </w:r>
    </w:p>
    <w:p w:rsidR="00EC54B6" w:rsidRDefault="00EC54B6" w:rsidP="00175E59">
      <w:pPr>
        <w:pStyle w:val="Heading2Center"/>
      </w:pPr>
      <w:bookmarkStart w:id="37" w:name="_Toc442791156"/>
      <w:r>
        <w:t>36. On the wings of birds</w:t>
      </w:r>
      <w:bookmarkEnd w:id="37"/>
    </w:p>
    <w:p w:rsidR="00EC54B6" w:rsidRDefault="00EC54B6" w:rsidP="00EC54B6">
      <w:pPr>
        <w:pStyle w:val="libNormal"/>
      </w:pPr>
      <w:r>
        <w:t>Regarding the attributes of Aimma (as), Ameerul Momineen (asws) says in His famou</w:t>
      </w:r>
      <w:r w:rsidR="004D1165">
        <w:t xml:space="preserve">s </w:t>
      </w:r>
      <w:r>
        <w:t>Hadees e Tariq “Names of Aimma (as) are written on stones, the doors of jannah, on th</w:t>
      </w:r>
      <w:r w:rsidR="004D1165">
        <w:t xml:space="preserve">e </w:t>
      </w:r>
      <w:r>
        <w:t>door of jahannum, earth, Arsh, on the wings of angels, and on the veils of Allah. In th</w:t>
      </w:r>
      <w:r w:rsidR="004D1165">
        <w:t xml:space="preserve">e </w:t>
      </w:r>
      <w:r>
        <w:t>depths of the oceans, fish perform tasbeeh of Their names and make duas for th</w:t>
      </w:r>
      <w:r w:rsidR="004D1165">
        <w:t xml:space="preserve">e </w:t>
      </w:r>
      <w:r>
        <w:t>forgiveness of Their shia through Their wasila.”</w:t>
      </w:r>
    </w:p>
    <w:p w:rsidR="00EC54B6" w:rsidRDefault="00EC54B6" w:rsidP="00C23B6A">
      <w:pPr>
        <w:pStyle w:val="libItalic"/>
      </w:pPr>
      <w:r>
        <w:t>(Mashariqul Anwar ul Yaqeen)</w:t>
      </w:r>
    </w:p>
    <w:p w:rsidR="00EC54B6" w:rsidRDefault="00EC54B6" w:rsidP="00175E59">
      <w:pPr>
        <w:pStyle w:val="Heading2Center"/>
      </w:pPr>
      <w:bookmarkStart w:id="38" w:name="_Toc442791157"/>
      <w:r>
        <w:t>37. On the veils of jannah</w:t>
      </w:r>
      <w:bookmarkEnd w:id="38"/>
    </w:p>
    <w:p w:rsidR="00EC54B6" w:rsidRDefault="00EC54B6" w:rsidP="00EC54B6">
      <w:pPr>
        <w:pStyle w:val="libNormal"/>
      </w:pPr>
      <w:r>
        <w:t>RasoolAllah (saw) said, “On the seventh heavens, Ali (asws) is like the bright shining sun i</w:t>
      </w:r>
      <w:r w:rsidR="004D1165">
        <w:t xml:space="preserve">n </w:t>
      </w:r>
      <w:r>
        <w:t>the day. His name is written on every veil of jannah.”</w:t>
      </w:r>
    </w:p>
    <w:p w:rsidR="00EC54B6" w:rsidRDefault="00EC54B6" w:rsidP="009D029C">
      <w:pPr>
        <w:pStyle w:val="libItalic"/>
      </w:pPr>
      <w:r>
        <w:t>(Amali ul Sadooq, Madina tul Moajiz pg 137)</w:t>
      </w:r>
    </w:p>
    <w:p w:rsidR="00EC54B6" w:rsidRDefault="00EC54B6" w:rsidP="00175E59">
      <w:pPr>
        <w:pStyle w:val="Heading2Center"/>
      </w:pPr>
      <w:bookmarkStart w:id="39" w:name="_Toc442791158"/>
      <w:r>
        <w:t>38. On Jabil Bilka</w:t>
      </w:r>
      <w:bookmarkEnd w:id="39"/>
    </w:p>
    <w:p w:rsidR="00EC54B6" w:rsidRDefault="00EC54B6" w:rsidP="00EC54B6">
      <w:pPr>
        <w:pStyle w:val="libNormal"/>
      </w:pPr>
      <w:r>
        <w:t>I saw him and I recognized him. He said “Bring something to me and I will take you”. I lef</w:t>
      </w:r>
      <w:r w:rsidR="004D1165">
        <w:t xml:space="preserve">t </w:t>
      </w:r>
      <w:r>
        <w:t>him ride on my horse and we went towards the mountain. I had a paper and pen with me.</w:t>
      </w:r>
    </w:p>
    <w:p w:rsidR="00FE3B28" w:rsidRDefault="00EC54B6" w:rsidP="00EC54B6">
      <w:pPr>
        <w:pStyle w:val="libNormal"/>
      </w:pPr>
      <w:r>
        <w:t>When he saw this, he said, “This is written in Hebrew. This is very strange. I will translat</w:t>
      </w:r>
      <w:r w:rsidR="004D1165">
        <w:t xml:space="preserve">e </w:t>
      </w:r>
      <w:r>
        <w:t>this for you in Arabic”.</w:t>
      </w:r>
    </w:p>
    <w:p w:rsidR="00EC54B6" w:rsidRDefault="00EC54B6" w:rsidP="00EC54B6">
      <w:pPr>
        <w:pStyle w:val="libNormal"/>
      </w:pPr>
      <w:r>
        <w:t>“In Your name O’Allah! Haqq (truth) has been revealed in Arabic. Allah is one and there i</w:t>
      </w:r>
      <w:r w:rsidR="004D1165">
        <w:t xml:space="preserve">s </w:t>
      </w:r>
      <w:r>
        <w:t>no god except Him. Muhammad (saw) is His Messenger, and Ali (asws) is the Wali of Allah.</w:t>
      </w:r>
    </w:p>
    <w:p w:rsidR="00EC54B6" w:rsidRDefault="00EC54B6" w:rsidP="00EC54B6">
      <w:pPr>
        <w:pStyle w:val="libNormal"/>
      </w:pPr>
      <w:r>
        <w:t>Allah’s blessings be upon both of Them.” This was written by the hand of Musa bin Imra</w:t>
      </w:r>
      <w:r w:rsidR="004D1165">
        <w:t xml:space="preserve">n </w:t>
      </w:r>
      <w:r>
        <w:t>(as).</w:t>
      </w:r>
    </w:p>
    <w:p w:rsidR="00EC54B6" w:rsidRDefault="00EC54B6" w:rsidP="009D029C">
      <w:pPr>
        <w:pStyle w:val="libItalic"/>
      </w:pPr>
      <w:r>
        <w:t>(Sahifa tul Ibrar First Edition page 154)</w:t>
      </w:r>
    </w:p>
    <w:p w:rsidR="00EC54B6" w:rsidRDefault="00EC54B6" w:rsidP="00175E59">
      <w:pPr>
        <w:pStyle w:val="Heading2Center"/>
      </w:pPr>
      <w:bookmarkStart w:id="40" w:name="_Toc442791159"/>
      <w:r>
        <w:t>39. On the sides of the earth</w:t>
      </w:r>
      <w:bookmarkEnd w:id="40"/>
    </w:p>
    <w:p w:rsidR="00EC54B6" w:rsidRDefault="00EC54B6" w:rsidP="00C23B6A">
      <w:pPr>
        <w:pStyle w:val="libNormal"/>
      </w:pPr>
      <w:r>
        <w:lastRenderedPageBreak/>
        <w:t>Imam Muhammad Baqir (as) says “In the hadith of Hz Jabir, when Allah ordered Our noo</w:t>
      </w:r>
      <w:r w:rsidR="004D1165">
        <w:t xml:space="preserve">r </w:t>
      </w:r>
      <w:r>
        <w:t>to perform tasbeeh, Our noor began reading tasbeeh. The angels as well began performin</w:t>
      </w:r>
      <w:r w:rsidR="004D1165">
        <w:t xml:space="preserve">g </w:t>
      </w:r>
      <w:r>
        <w:t>the tasbeeh of Allah. If We had not done so, then the angels would have never known ho</w:t>
      </w:r>
      <w:r w:rsidR="004D1165">
        <w:t xml:space="preserve">w </w:t>
      </w:r>
      <w:r>
        <w:t>to perform the tasbeeh of Allah. Then Allah created the earth and wrote on its sides “Ther</w:t>
      </w:r>
      <w:r w:rsidR="004D1165">
        <w:t xml:space="preserve">e </w:t>
      </w:r>
      <w:r>
        <w:t>is no god except Allah, Muhammad (saw) is Messenger of All</w:t>
      </w:r>
      <w:r w:rsidR="00C23B6A">
        <w:t>ah, Ali (asws) is His successor</w:t>
      </w:r>
      <w:r>
        <w:t>,</w:t>
      </w:r>
      <w:r w:rsidR="00C23B6A">
        <w:t xml:space="preserve"> </w:t>
      </w:r>
      <w:r>
        <w:t>and I helped and testified to Him through Ali (asws)”.</w:t>
      </w:r>
    </w:p>
    <w:p w:rsidR="00EC54B6" w:rsidRDefault="00EC54B6" w:rsidP="00C23B6A">
      <w:pPr>
        <w:pStyle w:val="libItalic"/>
      </w:pPr>
      <w:r>
        <w:t>(Jamia ul Akbar)</w:t>
      </w:r>
    </w:p>
    <w:p w:rsidR="00EC54B6" w:rsidRDefault="00EC54B6" w:rsidP="00175E59">
      <w:pPr>
        <w:pStyle w:val="Heading2Center"/>
      </w:pPr>
      <w:bookmarkStart w:id="41" w:name="_Toc442791160"/>
      <w:r>
        <w:t>40. On Sidrat ul Muntaha</w:t>
      </w:r>
      <w:bookmarkEnd w:id="41"/>
    </w:p>
    <w:p w:rsidR="00EC54B6" w:rsidRDefault="00EC54B6" w:rsidP="00EC54B6">
      <w:pPr>
        <w:pStyle w:val="libNormal"/>
      </w:pPr>
      <w:r>
        <w:t>In the hadith of Miraj, RasoolAllah (saw) said, “When I reached Sidrat ul Muntaha, I sa</w:t>
      </w:r>
      <w:r w:rsidR="004D1165">
        <w:t xml:space="preserve">w </w:t>
      </w:r>
      <w:r>
        <w:t>written there “I am Allah, there is no god except Me. Muhammad (saw) is the Chosen fro</w:t>
      </w:r>
      <w:r w:rsidR="004D1165">
        <w:t xml:space="preserve">m </w:t>
      </w:r>
      <w:r>
        <w:t xml:space="preserve">amongst My creation. I testified and helped Him through Ali (asws). Verily! Ali (asws) is </w:t>
      </w:r>
      <w:r w:rsidR="004D1165">
        <w:t xml:space="preserve">a </w:t>
      </w:r>
      <w:r>
        <w:t>test through which I shall test My whole creation”.</w:t>
      </w:r>
    </w:p>
    <w:p w:rsidR="00EC54B6" w:rsidRDefault="00EC54B6" w:rsidP="00175E59">
      <w:pPr>
        <w:pStyle w:val="Heading2Center"/>
      </w:pPr>
      <w:bookmarkStart w:id="42" w:name="_Toc442791161"/>
      <w:r>
        <w:t>41. On Al Makkan</w:t>
      </w:r>
      <w:bookmarkEnd w:id="42"/>
    </w:p>
    <w:p w:rsidR="00EC54B6" w:rsidRDefault="00EC54B6" w:rsidP="00EC54B6">
      <w:pPr>
        <w:pStyle w:val="libNormal"/>
      </w:pPr>
      <w:r>
        <w:t>Imam Muhammad Baqir (as) says, “Then Allah willed Al Makkan be created. When it wa</w:t>
      </w:r>
      <w:r w:rsidR="004D1165">
        <w:t xml:space="preserve">s </w:t>
      </w:r>
      <w:r>
        <w:t>created, He wrote “There is no god except Allah, Muhammad (saw) is His Messenger, Al</w:t>
      </w:r>
      <w:r w:rsidR="004D1165">
        <w:t xml:space="preserve">i </w:t>
      </w:r>
      <w:r>
        <w:t>(asws) is Ameerul Momineen. I helped and testified to Muhammad (saw) through Al</w:t>
      </w:r>
      <w:r w:rsidR="004D1165">
        <w:t xml:space="preserve">i </w:t>
      </w:r>
      <w:r>
        <w:t>(asws)”.</w:t>
      </w:r>
    </w:p>
    <w:p w:rsidR="00FE3B28" w:rsidRDefault="00EC54B6" w:rsidP="00175E59">
      <w:pPr>
        <w:pStyle w:val="Heading2Center"/>
      </w:pPr>
      <w:bookmarkStart w:id="43" w:name="_Toc442791162"/>
      <w:r>
        <w:t>42. On Wind</w:t>
      </w:r>
      <w:bookmarkEnd w:id="43"/>
    </w:p>
    <w:p w:rsidR="00EC54B6" w:rsidRDefault="00EC54B6" w:rsidP="00EC54B6">
      <w:pPr>
        <w:pStyle w:val="libNormal"/>
      </w:pPr>
      <w:r>
        <w:t>Imam Muhammad Baqir (as) says in the hadith of Jabir, “Then Allah created wind an</w:t>
      </w:r>
      <w:r w:rsidR="004D1165">
        <w:t xml:space="preserve">d </w:t>
      </w:r>
      <w:r>
        <w:t>wrote “There is no god except Allah, Muhammad (saw) is His Messenger, Ali (asws) i</w:t>
      </w:r>
      <w:r w:rsidR="004D1165">
        <w:t xml:space="preserve">s </w:t>
      </w:r>
      <w:r>
        <w:t>Ameerul Momineen. I helped and testified to Muhammad (saw) through Ali (asws)”. The</w:t>
      </w:r>
      <w:r w:rsidR="004D1165">
        <w:t xml:space="preserve">n </w:t>
      </w:r>
      <w:r>
        <w:t>He created jinns and made wind as their house. He took the promise of allegiance of Hi</w:t>
      </w:r>
      <w:r w:rsidR="004D1165">
        <w:t xml:space="preserve">s </w:t>
      </w:r>
      <w:r>
        <w:t>oneness, prophet hood of Muhammad (saw), and wilayat of Moula Ali (asws).</w:t>
      </w:r>
    </w:p>
    <w:p w:rsidR="00EC54B6" w:rsidRDefault="00EC54B6" w:rsidP="009D029C">
      <w:pPr>
        <w:pStyle w:val="libItalic"/>
      </w:pPr>
      <w:r>
        <w:t>(Sahifa tul Ibrar First Edition pg 160)</w:t>
      </w:r>
    </w:p>
    <w:p w:rsidR="00612EA4" w:rsidRDefault="00612EA4" w:rsidP="00612EA4">
      <w:pPr>
        <w:pStyle w:val="libNormal"/>
      </w:pPr>
      <w:r>
        <w:br w:type="page"/>
      </w:r>
    </w:p>
    <w:p w:rsidR="00612EA4" w:rsidRDefault="00612EA4" w:rsidP="00AE7A6E">
      <w:pPr>
        <w:pStyle w:val="Heading1Center"/>
      </w:pPr>
      <w:bookmarkStart w:id="44" w:name="_Toc442791163"/>
      <w:r>
        <w:lastRenderedPageBreak/>
        <w:t xml:space="preserve">Alif </w:t>
      </w:r>
      <w:r>
        <w:rPr>
          <w:rtl/>
        </w:rPr>
        <w:t>ا</w:t>
      </w:r>
      <w:bookmarkEnd w:id="44"/>
    </w:p>
    <w:p w:rsidR="00EC54B6" w:rsidRDefault="00EC54B6" w:rsidP="00AE7A6E">
      <w:pPr>
        <w:pStyle w:val="Heading2Center"/>
      </w:pPr>
      <w:bookmarkStart w:id="45" w:name="_Toc442791164"/>
      <w:r>
        <w:t>1. Al ansa al bateen (far from shirk and full of knowledge)</w:t>
      </w:r>
      <w:bookmarkEnd w:id="45"/>
    </w:p>
    <w:p w:rsidR="00EC54B6" w:rsidRDefault="00EC54B6" w:rsidP="00EC54B6">
      <w:pPr>
        <w:pStyle w:val="libNormal"/>
      </w:pPr>
      <w:r>
        <w:t>RasoolAllah (saw) said, “O’Ali (asws)! Allah has forgiven Your shia and those who love You</w:t>
      </w:r>
      <w:r w:rsidR="004D1165">
        <w:t xml:space="preserve">r </w:t>
      </w:r>
      <w:r>
        <w:t>shia. You are ansa al bateen (far from shirk and full of knowledge).</w:t>
      </w:r>
    </w:p>
    <w:p w:rsidR="00EC54B6" w:rsidRDefault="00EC54B6" w:rsidP="009D029C">
      <w:pPr>
        <w:pStyle w:val="libItalic"/>
      </w:pPr>
      <w:r>
        <w:t>(Ayun al Akbar Second Edition pg 47)</w:t>
      </w:r>
    </w:p>
    <w:p w:rsidR="00EC54B6" w:rsidRDefault="00EC54B6" w:rsidP="00175E59">
      <w:pPr>
        <w:pStyle w:val="Heading2Center"/>
      </w:pPr>
      <w:bookmarkStart w:id="46" w:name="_Toc442791165"/>
      <w:r>
        <w:t>2. Awal al momineen (First Momin)</w:t>
      </w:r>
      <w:bookmarkEnd w:id="46"/>
    </w:p>
    <w:p w:rsidR="00EC54B6" w:rsidRDefault="00852C05" w:rsidP="00EC54B6">
      <w:pPr>
        <w:pStyle w:val="libNormal"/>
      </w:pPr>
      <w:r>
        <w:t>Omar bin khattab narrates “Myself, abu ubayda, and abu bakr</w:t>
      </w:r>
      <w:r w:rsidR="00EC54B6">
        <w:t xml:space="preserve"> were presen</w:t>
      </w:r>
      <w:r w:rsidR="004D1165">
        <w:t xml:space="preserve">t </w:t>
      </w:r>
      <w:r w:rsidR="00EC54B6">
        <w:t>along with other companions when RasoolAllah (saw) said, “O’Ali (asws)! You are the firs</w:t>
      </w:r>
      <w:r w:rsidR="004D1165">
        <w:t xml:space="preserve">t </w:t>
      </w:r>
      <w:r w:rsidR="00EC54B6">
        <w:t>of momineen. You are the first of muslims. You are to Me as Haroon (as) was to Musa (as).</w:t>
      </w:r>
    </w:p>
    <w:p w:rsidR="00EC54B6" w:rsidRDefault="00EC54B6" w:rsidP="009D029C">
      <w:pPr>
        <w:pStyle w:val="libItalic"/>
      </w:pPr>
      <w:r>
        <w:t>(Zakhair ul Uqba pg 95)</w:t>
      </w:r>
    </w:p>
    <w:p w:rsidR="00EC54B6" w:rsidRDefault="00EC54B6" w:rsidP="00175E59">
      <w:pPr>
        <w:pStyle w:val="Heading2Center"/>
      </w:pPr>
      <w:bookmarkStart w:id="47" w:name="_Toc442791166"/>
      <w:r>
        <w:t>3. Afzal khaliq Allah (Greatest from amongst the creation of Allah)</w:t>
      </w:r>
      <w:bookmarkEnd w:id="47"/>
    </w:p>
    <w:p w:rsidR="00EC54B6" w:rsidRDefault="00EC54B6" w:rsidP="00EC54B6">
      <w:pPr>
        <w:pStyle w:val="libNormal"/>
      </w:pPr>
      <w:r>
        <w:t>Ibne Abbas (ra) narrates RasoolAllah (saw) said, “Verily, Ali (asws) is the greatest fro</w:t>
      </w:r>
      <w:r w:rsidR="004D1165">
        <w:t xml:space="preserve">m </w:t>
      </w:r>
      <w:r>
        <w:t>amongst the creation of Allah along with Me. Verily, Hasan (as) and Hussain (as) are th</w:t>
      </w:r>
      <w:r w:rsidR="004D1165">
        <w:t xml:space="preserve">e </w:t>
      </w:r>
      <w:r>
        <w:t>Masters of the youth of jannah. Their Father is greater than Them. Verily, Fatima (sa) is th</w:t>
      </w:r>
      <w:r w:rsidR="004D1165">
        <w:t xml:space="preserve">e </w:t>
      </w:r>
      <w:r>
        <w:t>Mistress of all the women of all universes. Verily, Ali (asws) is My most favorite.”</w:t>
      </w:r>
    </w:p>
    <w:p w:rsidR="00EC54B6" w:rsidRDefault="00EC54B6" w:rsidP="009D029C">
      <w:pPr>
        <w:pStyle w:val="libItalic"/>
      </w:pPr>
      <w:r>
        <w:t>(Maya al Manaqaba pg 2)</w:t>
      </w:r>
    </w:p>
    <w:p w:rsidR="00EC54B6" w:rsidRDefault="00EC54B6" w:rsidP="00175E59">
      <w:pPr>
        <w:pStyle w:val="Heading2Center"/>
      </w:pPr>
      <w:bookmarkStart w:id="48" w:name="_Toc442791167"/>
      <w:r>
        <w:t>4. Azan (Declaration)</w:t>
      </w:r>
      <w:bookmarkEnd w:id="48"/>
    </w:p>
    <w:p w:rsidR="00EC54B6" w:rsidRDefault="00EC54B6" w:rsidP="00EC54B6">
      <w:pPr>
        <w:pStyle w:val="libNormal"/>
      </w:pPr>
      <w:r>
        <w:t>Hakeem bin al Jabir narrates “I heard Ali (as) bin Hussain (as) saying, “There is a name o</w:t>
      </w:r>
      <w:r w:rsidR="004D1165">
        <w:t xml:space="preserve">f </w:t>
      </w:r>
      <w:r>
        <w:t>Ali (asws) in Quran that the people are unaware of. Have you not read in Quran Allah say</w:t>
      </w:r>
      <w:r w:rsidR="004D1165">
        <w:t xml:space="preserve">s </w:t>
      </w:r>
      <w:r>
        <w:t>“There is a declaration (azan) for the people from Allah and His Messenger.”</w:t>
      </w:r>
    </w:p>
    <w:p w:rsidR="00EC54B6" w:rsidRDefault="00EC54B6" w:rsidP="00C23B6A">
      <w:pPr>
        <w:pStyle w:val="libItalic"/>
      </w:pPr>
      <w:r>
        <w:t>(Tafseer ul Furat)</w:t>
      </w:r>
    </w:p>
    <w:p w:rsidR="00FE3B28" w:rsidRDefault="00EC54B6" w:rsidP="00175E59">
      <w:pPr>
        <w:pStyle w:val="Heading2Center"/>
      </w:pPr>
      <w:bookmarkStart w:id="49" w:name="_Toc442791168"/>
      <w:r>
        <w:t>5. Ameen (Trustee)</w:t>
      </w:r>
      <w:bookmarkEnd w:id="49"/>
    </w:p>
    <w:p w:rsidR="00EC54B6" w:rsidRDefault="00EC54B6" w:rsidP="00EC54B6">
      <w:pPr>
        <w:pStyle w:val="libNormal"/>
      </w:pPr>
      <w:r>
        <w:t>Imam (as) further said, Moula Ali (asws)’s name is Ameen (Trustee) of the Trustees o</w:t>
      </w:r>
      <w:r w:rsidR="004D1165">
        <w:t xml:space="preserve">f </w:t>
      </w:r>
      <w:r>
        <w:t>Jannah.</w:t>
      </w:r>
    </w:p>
    <w:p w:rsidR="00EC54B6" w:rsidRDefault="00EC54B6" w:rsidP="00175E59">
      <w:pPr>
        <w:pStyle w:val="Heading2Center"/>
      </w:pPr>
      <w:bookmarkStart w:id="50" w:name="_Toc442791169"/>
      <w:r>
        <w:t>6. Alab (Father)</w:t>
      </w:r>
      <w:bookmarkEnd w:id="50"/>
    </w:p>
    <w:p w:rsidR="00EC54B6" w:rsidRDefault="00EC54B6" w:rsidP="00EC54B6">
      <w:pPr>
        <w:pStyle w:val="libNormal"/>
      </w:pPr>
      <w:r>
        <w:t>RasoolAllah (saw) said, “I am Ali (asws) are Father to this ummah (nation).</w:t>
      </w:r>
    </w:p>
    <w:p w:rsidR="00EC54B6" w:rsidRDefault="00EC54B6" w:rsidP="00C23B6A">
      <w:pPr>
        <w:pStyle w:val="libItalic"/>
      </w:pPr>
      <w:r>
        <w:t>(Ayun ul Akbar)</w:t>
      </w:r>
    </w:p>
    <w:p w:rsidR="00EC54B6" w:rsidRDefault="00EC54B6" w:rsidP="00EC54B6">
      <w:pPr>
        <w:pStyle w:val="libNormal"/>
      </w:pPr>
      <w:r>
        <w:t>When Ameerul Momineen (asws) was martyred a voice was heard coming from His hous</w:t>
      </w:r>
      <w:r w:rsidR="004D1165">
        <w:t xml:space="preserve">e </w:t>
      </w:r>
      <w:r>
        <w:t>saying “Who is better, the one who will burn in the fire or the one who will be in peace o</w:t>
      </w:r>
      <w:r w:rsidR="004D1165">
        <w:t xml:space="preserve">n </w:t>
      </w:r>
      <w:r>
        <w:t>the day of judgement?” Then the crier said, “O’people! RasoolAllah (saw)has died and toda</w:t>
      </w:r>
      <w:r w:rsidR="004D1165">
        <w:t xml:space="preserve">y </w:t>
      </w:r>
      <w:r>
        <w:t>your Father Ali (asws) has left you!”</w:t>
      </w:r>
    </w:p>
    <w:p w:rsidR="00EC54B6" w:rsidRDefault="00EC54B6" w:rsidP="009D029C">
      <w:pPr>
        <w:pStyle w:val="libItalic"/>
      </w:pPr>
      <w:r>
        <w:t>(Al Manaqib pg 3)</w:t>
      </w:r>
    </w:p>
    <w:p w:rsidR="00EC54B6" w:rsidRDefault="00EC54B6" w:rsidP="00175E59">
      <w:pPr>
        <w:pStyle w:val="Heading2Center"/>
      </w:pPr>
      <w:bookmarkStart w:id="51" w:name="_Toc442791170"/>
      <w:r>
        <w:t>7. Al Iman (faith)</w:t>
      </w:r>
      <w:bookmarkEnd w:id="51"/>
    </w:p>
    <w:p w:rsidR="00EC54B6" w:rsidRDefault="00EC54B6" w:rsidP="00EC54B6">
      <w:pPr>
        <w:pStyle w:val="libNormal"/>
      </w:pPr>
      <w:r>
        <w:t>Imam Jafar Sadiq (as) said regarding this saying of Allah “Allah has chosen Iman for yo</w:t>
      </w:r>
      <w:r w:rsidR="004D1165">
        <w:t xml:space="preserve">u </w:t>
      </w:r>
      <w:r>
        <w:t xml:space="preserve">and placed it in your hearts. He dislikes kufr, fasiq, and </w:t>
      </w:r>
      <w:r>
        <w:lastRenderedPageBreak/>
        <w:t>sins for you”. In this ayah, Iman i</w:t>
      </w:r>
      <w:r w:rsidR="004D1165">
        <w:t xml:space="preserve">s </w:t>
      </w:r>
      <w:r>
        <w:t>Ameerul Momineen (asws) and ku</w:t>
      </w:r>
      <w:r w:rsidR="00852C05">
        <w:t>fr, fasiq, and sin are abu bakr, umar</w:t>
      </w:r>
      <w:r>
        <w:t>, and usma</w:t>
      </w:r>
      <w:r w:rsidR="00852C05">
        <w:t>n</w:t>
      </w:r>
      <w:r>
        <w:t>.</w:t>
      </w:r>
    </w:p>
    <w:p w:rsidR="00EC54B6" w:rsidRDefault="00EC54B6" w:rsidP="009D029C">
      <w:pPr>
        <w:pStyle w:val="libItalic"/>
      </w:pPr>
      <w:r>
        <w:t>(Tafseer e Buran 4th Volume pg 206)</w:t>
      </w:r>
    </w:p>
    <w:p w:rsidR="00EC54B6" w:rsidRDefault="00EC54B6" w:rsidP="00175E59">
      <w:pPr>
        <w:pStyle w:val="Heading2Center"/>
      </w:pPr>
      <w:bookmarkStart w:id="52" w:name="_Toc442791171"/>
      <w:r>
        <w:t>8. Asab (Most Perfect)</w:t>
      </w:r>
      <w:bookmarkEnd w:id="52"/>
    </w:p>
    <w:p w:rsidR="00EC54B6" w:rsidRDefault="00EC54B6" w:rsidP="00EC54B6">
      <w:pPr>
        <w:pStyle w:val="libNormal"/>
      </w:pPr>
      <w:r>
        <w:t>Moula Ali (asws)’s name amongst the hooris is Asab.</w:t>
      </w:r>
    </w:p>
    <w:p w:rsidR="00EC54B6" w:rsidRDefault="00EC54B6" w:rsidP="00175E59">
      <w:pPr>
        <w:pStyle w:val="Heading2Center"/>
      </w:pPr>
      <w:bookmarkStart w:id="53" w:name="_Toc442791172"/>
      <w:r>
        <w:t>9. Ameenullah (Trustee of the Knowledge of Allah)</w:t>
      </w:r>
      <w:bookmarkEnd w:id="53"/>
    </w:p>
    <w:p w:rsidR="00EC54B6" w:rsidRDefault="00EC54B6" w:rsidP="00EC54B6">
      <w:pPr>
        <w:pStyle w:val="libNormal"/>
      </w:pPr>
      <w:r>
        <w:t>Imam Reza (as)’s slave Abu Salat Harvi narrates that he heard Imam Reza (as) saying tha</w:t>
      </w:r>
      <w:r w:rsidR="004D1165">
        <w:t xml:space="preserve">t </w:t>
      </w:r>
      <w:r>
        <w:t>He heard this from His Father Imam Musa Kazim (as) who heard from His Father Ima</w:t>
      </w:r>
      <w:r w:rsidR="004D1165">
        <w:t xml:space="preserve">m </w:t>
      </w:r>
      <w:r>
        <w:t>Jafar (as) who heard from His Father Imam Baqir (as) who heard from His Father Ima</w:t>
      </w:r>
      <w:r w:rsidR="004D1165">
        <w:t xml:space="preserve">m </w:t>
      </w:r>
      <w:r>
        <w:t>Zainul Abideen (as) who heard from His Father Imam Hussain (as) who heard from Hi</w:t>
      </w:r>
      <w:r w:rsidR="004D1165">
        <w:t xml:space="preserve">s </w:t>
      </w:r>
      <w:r>
        <w:t>Father Imam Ali (asws) who heard from RasoolAllah (saw). RasoolAllah (saw) said, “Alla</w:t>
      </w:r>
      <w:r w:rsidR="004D1165">
        <w:t xml:space="preserve">h </w:t>
      </w:r>
      <w:r>
        <w:t>said, “Ali (asws)ibne Abi Talib (as) is My Hujjat (proof) upon My creation. He is My Noor i</w:t>
      </w:r>
      <w:r w:rsidR="004D1165">
        <w:t xml:space="preserve">n </w:t>
      </w:r>
      <w:r>
        <w:t>this world and Trustee of My Knowledge. One who gains His marifat will not go into hel</w:t>
      </w:r>
      <w:r w:rsidR="004D1165">
        <w:t xml:space="preserve">l </w:t>
      </w:r>
      <w:r>
        <w:t>even if He has disobeyed Me. One who denied Him will not be able to enter jannah even i</w:t>
      </w:r>
      <w:r w:rsidR="004D1165">
        <w:t xml:space="preserve">f </w:t>
      </w:r>
      <w:r>
        <w:t>he has obeyed Me.</w:t>
      </w:r>
    </w:p>
    <w:p w:rsidR="00EC54B6" w:rsidRDefault="00EC54B6" w:rsidP="009D029C">
      <w:pPr>
        <w:pStyle w:val="libItalic"/>
      </w:pPr>
      <w:r>
        <w:t>(Maya Manqaba pg 32)</w:t>
      </w:r>
    </w:p>
    <w:p w:rsidR="00EC54B6" w:rsidRDefault="00EC54B6" w:rsidP="00175E59">
      <w:pPr>
        <w:pStyle w:val="Heading2Center"/>
      </w:pPr>
      <w:bookmarkStart w:id="54" w:name="_Toc442791173"/>
      <w:r>
        <w:t>10. Ailiya</w:t>
      </w:r>
      <w:bookmarkEnd w:id="54"/>
    </w:p>
    <w:p w:rsidR="00EC54B6" w:rsidRDefault="00EC54B6" w:rsidP="00EC54B6">
      <w:pPr>
        <w:pStyle w:val="libNormal"/>
      </w:pPr>
      <w:r>
        <w:t>In the Injeel (bible), Moula Ali (asws)’s name is Ailiya and in the language of the Arabs it i</w:t>
      </w:r>
      <w:r w:rsidR="004D1165">
        <w:t xml:space="preserve">s </w:t>
      </w:r>
      <w:r>
        <w:t>Ali (asws).</w:t>
      </w:r>
    </w:p>
    <w:p w:rsidR="00EC54B6" w:rsidRDefault="00EC54B6" w:rsidP="00175E59">
      <w:pPr>
        <w:pStyle w:val="Heading2Center"/>
      </w:pPr>
      <w:bookmarkStart w:id="55" w:name="_Toc442791174"/>
      <w:r>
        <w:t>11. Ayatul Huda(sign of guidance)</w:t>
      </w:r>
      <w:bookmarkEnd w:id="55"/>
    </w:p>
    <w:p w:rsidR="00EC54B6" w:rsidRDefault="00852C05" w:rsidP="00EC54B6">
      <w:pPr>
        <w:pStyle w:val="libNormal"/>
      </w:pPr>
      <w:r>
        <w:t xml:space="preserve">Abu Huraira </w:t>
      </w:r>
      <w:r w:rsidR="00EC54B6">
        <w:t>narrates that RasoolAllah (saw) said, “On the night of Miraj when I wa</w:t>
      </w:r>
      <w:r w:rsidR="004D1165">
        <w:t xml:space="preserve">s </w:t>
      </w:r>
      <w:r w:rsidR="00EC54B6">
        <w:t>taken to the seventh heavens, I heard from under the Arsh, “Ali (asws) is a sign of guidanc</w:t>
      </w:r>
      <w:r w:rsidR="004D1165">
        <w:t xml:space="preserve">e </w:t>
      </w:r>
      <w:r w:rsidR="00EC54B6">
        <w:t>(Ayatul Huda) and beloved of the momins. Convey this to Ali (asws).” When RasoolAlla</w:t>
      </w:r>
      <w:r w:rsidR="004D1165">
        <w:t xml:space="preserve">h </w:t>
      </w:r>
      <w:r w:rsidR="00EC54B6">
        <w:t>(saw) returned, He was made to forget this until Allah revealed this ayah “O’RasoolAlla</w:t>
      </w:r>
      <w:r w:rsidR="004D1165">
        <w:t xml:space="preserve">h </w:t>
      </w:r>
      <w:r w:rsidR="00EC54B6">
        <w:t>(saw)! Convey that message which has been revealed to You. If You did not then it is a</w:t>
      </w:r>
      <w:r w:rsidR="004D1165">
        <w:t xml:space="preserve">s </w:t>
      </w:r>
      <w:r w:rsidR="00EC54B6">
        <w:t>if You have not revealed any of My message”(5:67)</w:t>
      </w:r>
    </w:p>
    <w:p w:rsidR="00EC54B6" w:rsidRDefault="00EC54B6" w:rsidP="0080330A">
      <w:pPr>
        <w:pStyle w:val="libItalic"/>
      </w:pPr>
      <w:r>
        <w:t>(Maya Manqaba pg 37)</w:t>
      </w:r>
    </w:p>
    <w:p w:rsidR="00EC54B6" w:rsidRDefault="00EC54B6" w:rsidP="00175E59">
      <w:pPr>
        <w:pStyle w:val="Heading2Center"/>
      </w:pPr>
      <w:bookmarkStart w:id="56" w:name="_Toc442791175"/>
      <w:r>
        <w:t>12. Arya</w:t>
      </w:r>
      <w:bookmarkEnd w:id="56"/>
    </w:p>
    <w:p w:rsidR="00EC54B6" w:rsidRDefault="00EC54B6" w:rsidP="00EC54B6">
      <w:pPr>
        <w:pStyle w:val="libNormal"/>
      </w:pPr>
      <w:r>
        <w:t>In Zaboor, Moula Ali (asws)’s name is Arya.</w:t>
      </w:r>
    </w:p>
    <w:p w:rsidR="00EC54B6" w:rsidRDefault="00EC54B6" w:rsidP="00175E59">
      <w:pPr>
        <w:pStyle w:val="Heading2Center"/>
      </w:pPr>
      <w:bookmarkStart w:id="57" w:name="_Toc442791176"/>
      <w:r>
        <w:t>13. Alaa al Rahman (Blessing of Rahman (Merciful))</w:t>
      </w:r>
      <w:bookmarkEnd w:id="57"/>
    </w:p>
    <w:p w:rsidR="00EC54B6" w:rsidRDefault="00EC54B6" w:rsidP="00EC54B6">
      <w:pPr>
        <w:pStyle w:val="libNormal"/>
      </w:pPr>
      <w:r>
        <w:t>Moalli bin Muhammad narrates regarding this saying of Allah, “Which then of the bountie</w:t>
      </w:r>
      <w:r w:rsidR="004D1165">
        <w:t xml:space="preserve">s </w:t>
      </w:r>
      <w:r>
        <w:t>of your Lord will you deny?”(55:13), whom will you deny His Prophet or His Successor?</w:t>
      </w:r>
    </w:p>
    <w:p w:rsidR="00EC54B6" w:rsidRDefault="00EC54B6" w:rsidP="00CE7E0F">
      <w:pPr>
        <w:pStyle w:val="libItalic"/>
      </w:pPr>
      <w:r>
        <w:t>This ayah was revealed in Sura Rahma</w:t>
      </w:r>
      <w:r w:rsidR="004D1165">
        <w:t xml:space="preserve">n </w:t>
      </w:r>
      <w:r>
        <w:t>(Usool e Kafi 1st Vol pg 217)</w:t>
      </w:r>
    </w:p>
    <w:p w:rsidR="00FE3B28" w:rsidRDefault="00EC54B6" w:rsidP="00175E59">
      <w:pPr>
        <w:pStyle w:val="Heading2Center"/>
      </w:pPr>
      <w:bookmarkStart w:id="58" w:name="_Toc442791177"/>
      <w:r>
        <w:t>14. Akhu al Tayyar (Brother of Jafar Tayyar (as))</w:t>
      </w:r>
      <w:bookmarkEnd w:id="58"/>
    </w:p>
    <w:p w:rsidR="00EC54B6" w:rsidRDefault="00EC54B6" w:rsidP="00EC54B6">
      <w:pPr>
        <w:pStyle w:val="libNormal"/>
      </w:pPr>
      <w:r>
        <w:t xml:space="preserve">Abul Hasan al Madaini narrates “muawiya </w:t>
      </w:r>
      <w:r w:rsidRPr="00852C05">
        <w:t>(la)</w:t>
      </w:r>
      <w:r>
        <w:t xml:space="preserve"> wrote a letter to Ameerul Momineen (asws).</w:t>
      </w:r>
    </w:p>
    <w:p w:rsidR="00EC54B6" w:rsidRDefault="00EC54B6" w:rsidP="00EC54B6">
      <w:pPr>
        <w:pStyle w:val="libNormal"/>
      </w:pPr>
      <w:r>
        <w:t>He wrote “O’Abul Hasan (asws)! I have many attributes. My father was a master in the er</w:t>
      </w:r>
      <w:r w:rsidR="004D1165">
        <w:t xml:space="preserve">a </w:t>
      </w:r>
      <w:r>
        <w:t xml:space="preserve">of jahiliyat (ignorance). I am now a king in islam. I am brother in law of RasoolAllah (saw). </w:t>
      </w:r>
      <w:r w:rsidR="004D1165">
        <w:t xml:space="preserve">I </w:t>
      </w:r>
      <w:r>
        <w:t>am the writer of wahi (revelation).” When Ameerul Momineen (asws) read this letter, H</w:t>
      </w:r>
      <w:r w:rsidR="004D1165">
        <w:t xml:space="preserve">e </w:t>
      </w:r>
      <w:r>
        <w:t xml:space="preserve">said, “O’Abu Fazail! </w:t>
      </w:r>
      <w:r>
        <w:lastRenderedPageBreak/>
        <w:t xml:space="preserve">Son of a liver eater has compared himself with Us.” Then He ordered </w:t>
      </w:r>
      <w:r w:rsidR="004D1165">
        <w:t xml:space="preserve">a </w:t>
      </w:r>
      <w:r>
        <w:t xml:space="preserve">letter to be written to muawiya </w:t>
      </w:r>
      <w:r w:rsidRPr="00852C05">
        <w:t>(la)</w:t>
      </w:r>
      <w:r>
        <w:t>. Moula (asws) wrote, “Muhammad (saw) is My Brothe</w:t>
      </w:r>
      <w:r w:rsidR="004D1165">
        <w:t xml:space="preserve">r </w:t>
      </w:r>
      <w:r>
        <w:t>and My Father in Law. The Master of Martyrs, Hamza (ra), is My Uncle, and Jaffar (as) wh</w:t>
      </w:r>
      <w:r w:rsidR="004D1165">
        <w:t xml:space="preserve">o </w:t>
      </w:r>
      <w:r>
        <w:t>flies in jannah with the angels is My Brother. The Daughter (sa) of Muhammad (saw) is M</w:t>
      </w:r>
      <w:r w:rsidR="004D1165">
        <w:t xml:space="preserve">y </w:t>
      </w:r>
      <w:r>
        <w:t>Comfort and My Wife. Her Flesh and Blood is a part of Me. Both Grandsons (as) o</w:t>
      </w:r>
      <w:r w:rsidR="004D1165">
        <w:t xml:space="preserve">f </w:t>
      </w:r>
      <w:r>
        <w:t>Muhammad (saw) are My Sons from Fatima (sa). Who from amongst you has suc</w:t>
      </w:r>
      <w:r w:rsidR="004D1165">
        <w:t xml:space="preserve">h </w:t>
      </w:r>
      <w:r>
        <w:t>attributes as Me?”</w:t>
      </w:r>
    </w:p>
    <w:p w:rsidR="00EC54B6" w:rsidRDefault="00EC54B6" w:rsidP="0080330A">
      <w:pPr>
        <w:pStyle w:val="libItalic"/>
      </w:pPr>
      <w:r>
        <w:t>(Al Manaqib Second Edition pg 19)</w:t>
      </w:r>
    </w:p>
    <w:p w:rsidR="00EC54B6" w:rsidRDefault="00EC54B6" w:rsidP="00175E59">
      <w:pPr>
        <w:pStyle w:val="Heading2Center"/>
      </w:pPr>
      <w:bookmarkStart w:id="59" w:name="_Toc442791178"/>
      <w:r>
        <w:t>15. Ayat hub al Rasool (saw)</w:t>
      </w:r>
      <w:bookmarkEnd w:id="59"/>
    </w:p>
    <w:p w:rsidR="00EC54B6" w:rsidRDefault="00EC54B6" w:rsidP="00EC54B6">
      <w:pPr>
        <w:pStyle w:val="libNormal"/>
      </w:pPr>
      <w:r>
        <w:t>(Sign of the Love of RasoolAllah (saw))</w:t>
      </w:r>
    </w:p>
    <w:p w:rsidR="00EC54B6" w:rsidRDefault="00EC54B6" w:rsidP="00EC54B6">
      <w:pPr>
        <w:pStyle w:val="libNormal"/>
      </w:pPr>
      <w:r>
        <w:t>Amar asked RasoolAllah (saw), “What is the sign of Your love”? RasoolAllah (saw) put Hi</w:t>
      </w:r>
      <w:r w:rsidR="004D1165">
        <w:t xml:space="preserve">s </w:t>
      </w:r>
      <w:r>
        <w:t xml:space="preserve">hand on the shoulder of Moula Ali (asws) and said, “His love. One who loves Ali </w:t>
      </w:r>
      <w:r w:rsidR="0066696E" w:rsidRPr="0066696E">
        <w:t>(asws)</w:t>
      </w:r>
      <w:r w:rsidR="0066696E">
        <w:t xml:space="preserve"> </w:t>
      </w:r>
      <w:r>
        <w:t>loves Us. One who is the enemy of Ali (asws) is Our enemy”.</w:t>
      </w:r>
    </w:p>
    <w:p w:rsidR="00EC54B6" w:rsidRDefault="00EC54B6" w:rsidP="009D029C">
      <w:pPr>
        <w:pStyle w:val="libItalic"/>
      </w:pPr>
      <w:r>
        <w:t>(Al Manaqib Second Edition pg 5)</w:t>
      </w:r>
    </w:p>
    <w:p w:rsidR="00EC54B6" w:rsidRDefault="00EC54B6" w:rsidP="00175E59">
      <w:pPr>
        <w:pStyle w:val="Heading2Center"/>
      </w:pPr>
      <w:bookmarkStart w:id="60" w:name="_Toc442791179"/>
      <w:r>
        <w:t>16. Awal min yakhasam (First to stand on the day of judgment)</w:t>
      </w:r>
      <w:bookmarkEnd w:id="60"/>
    </w:p>
    <w:p w:rsidR="00EC54B6" w:rsidRDefault="00EC54B6" w:rsidP="00EC54B6">
      <w:pPr>
        <w:pStyle w:val="libNormal"/>
      </w:pPr>
      <w:r>
        <w:t>Qais bin Sa’ad bin Ibadah narrates I heard Ameerul Momineen (asws) saying “On the day o</w:t>
      </w:r>
      <w:r w:rsidR="004D1165">
        <w:t xml:space="preserve">f </w:t>
      </w:r>
      <w:r>
        <w:t>judgment I will be the first to stand and speak with Allah.”</w:t>
      </w:r>
    </w:p>
    <w:p w:rsidR="00EC54B6" w:rsidRDefault="00EC54B6" w:rsidP="0080330A">
      <w:pPr>
        <w:pStyle w:val="libItalic"/>
      </w:pPr>
      <w:r>
        <w:t>(Amali ul Tulsi First Edition pg 83)</w:t>
      </w:r>
    </w:p>
    <w:p w:rsidR="00FE3B28" w:rsidRDefault="00EC54B6" w:rsidP="00175E59">
      <w:pPr>
        <w:pStyle w:val="Heading2Center"/>
      </w:pPr>
      <w:bookmarkStart w:id="61" w:name="_Toc442791180"/>
      <w:r>
        <w:t>17. Akhu al malaikat (Brother of Angels)</w:t>
      </w:r>
      <w:bookmarkEnd w:id="61"/>
    </w:p>
    <w:p w:rsidR="00EC54B6" w:rsidRDefault="00EC54B6" w:rsidP="00EC54B6">
      <w:pPr>
        <w:pStyle w:val="libNormal"/>
      </w:pPr>
      <w:r>
        <w:t>Abullah bin Masood narrates RasoolAllah (saw) said, “The first from the heavens who mad</w:t>
      </w:r>
      <w:r w:rsidR="004D1165">
        <w:t xml:space="preserve">e </w:t>
      </w:r>
      <w:r>
        <w:t>Ameerul Momineen (asws) as His brother was Israfeel (as). Then Jibrael (as) made Moul</w:t>
      </w:r>
      <w:r w:rsidR="004D1165">
        <w:t xml:space="preserve">a </w:t>
      </w:r>
      <w:r>
        <w:t>Ali (asws) His Brother. The first who loved Moula Ali (asws) was the Arsh. Then the angel</w:t>
      </w:r>
      <w:r w:rsidR="004D1165">
        <w:t xml:space="preserve">s </w:t>
      </w:r>
      <w:r>
        <w:t>of jannah. Then the angel of death. The angel of death is kind to the lovers of Moula Al</w:t>
      </w:r>
      <w:r w:rsidR="004D1165">
        <w:t xml:space="preserve">i </w:t>
      </w:r>
      <w:r>
        <w:t>(asws) the way He is kind to the prophets (as).”</w:t>
      </w:r>
    </w:p>
    <w:p w:rsidR="00EC54B6" w:rsidRDefault="00EC54B6" w:rsidP="00CE7E0F">
      <w:pPr>
        <w:pStyle w:val="libItalic"/>
      </w:pPr>
      <w:r>
        <w:t>(Irshad ul Quloob Second Edition pg 235)</w:t>
      </w:r>
    </w:p>
    <w:p w:rsidR="00EC54B6" w:rsidRDefault="00EC54B6" w:rsidP="00175E59">
      <w:pPr>
        <w:pStyle w:val="Heading2Center"/>
      </w:pPr>
      <w:bookmarkStart w:id="62" w:name="_Toc442791181"/>
      <w:r>
        <w:t>18. Imam e Mubeen</w:t>
      </w:r>
      <w:bookmarkEnd w:id="62"/>
    </w:p>
    <w:p w:rsidR="00EC54B6" w:rsidRDefault="00EC54B6" w:rsidP="00EC54B6">
      <w:pPr>
        <w:pStyle w:val="libNormal"/>
      </w:pPr>
      <w:r>
        <w:t>Imam Hasan (as) says, “When this ayah (We have put everything in Imam e Mubeen) wa</w:t>
      </w:r>
      <w:r w:rsidR="004D1165">
        <w:t xml:space="preserve">s </w:t>
      </w:r>
      <w:r>
        <w:t>reve</w:t>
      </w:r>
      <w:r w:rsidR="00852C05">
        <w:t>aled on RasoolAllah (saw), umar and abu bakr</w:t>
      </w:r>
      <w:r>
        <w:t xml:space="preserve"> stood up and aske</w:t>
      </w:r>
      <w:r w:rsidR="004D1165">
        <w:t xml:space="preserve">d </w:t>
      </w:r>
      <w:r>
        <w:t>“O’RasoolAllah (saw)! Is this Imam e Mubeen the Torah?” RasoolAllah (saw) replied, “No”.</w:t>
      </w:r>
    </w:p>
    <w:p w:rsidR="00EC54B6" w:rsidRDefault="00EC54B6" w:rsidP="00EC54B6">
      <w:pPr>
        <w:pStyle w:val="libNormal"/>
      </w:pPr>
      <w:r>
        <w:t>They asked again, “Is this Injeel”? RasoolAllah (saw) replied, “No”. They asked again, “Is thi</w:t>
      </w:r>
      <w:r w:rsidR="004D1165">
        <w:t xml:space="preserve">s </w:t>
      </w:r>
      <w:r>
        <w:t xml:space="preserve">Quran?” RasoolAllah (saw) replied, “No”. At that moment, Ameerul Momineen </w:t>
      </w:r>
      <w:r w:rsidR="0066696E" w:rsidRPr="0066696E">
        <w:t>(asws)</w:t>
      </w:r>
      <w:r w:rsidR="0066696E">
        <w:t xml:space="preserve"> </w:t>
      </w:r>
      <w:r>
        <w:t>arrived, and then RasoolAllah (saw) said, “Imam e Mubeen is this Ali (asws). He is tha</w:t>
      </w:r>
      <w:r w:rsidR="004D1165">
        <w:t xml:space="preserve">t </w:t>
      </w:r>
      <w:r>
        <w:t>Imam to whom Allah has given the knowledge of all things”.</w:t>
      </w:r>
    </w:p>
    <w:p w:rsidR="00EC54B6" w:rsidRDefault="00EC54B6" w:rsidP="0080330A">
      <w:pPr>
        <w:pStyle w:val="libItalic"/>
      </w:pPr>
      <w:r>
        <w:t>(Mani ul Akbar pg 95)</w:t>
      </w:r>
    </w:p>
    <w:p w:rsidR="00EC54B6" w:rsidRDefault="00EC54B6" w:rsidP="00175E59">
      <w:pPr>
        <w:pStyle w:val="Heading2Center"/>
      </w:pPr>
      <w:bookmarkStart w:id="63" w:name="_Toc442791182"/>
      <w:r>
        <w:t>19. Ameerul Momineen</w:t>
      </w:r>
      <w:bookmarkEnd w:id="63"/>
    </w:p>
    <w:p w:rsidR="00EC54B6" w:rsidRDefault="00EC54B6" w:rsidP="00EC54B6">
      <w:pPr>
        <w:pStyle w:val="libNormal"/>
      </w:pPr>
      <w:r>
        <w:t>Jabar bin Yazid narrates “I asked Abu Jafar (as), May I be sacrificed upon You! Why wa</w:t>
      </w:r>
      <w:r w:rsidR="004D1165">
        <w:t xml:space="preserve">s </w:t>
      </w:r>
      <w:r>
        <w:t xml:space="preserve">Ameerul Momineen (asws) given the title of Ameerul </w:t>
      </w:r>
      <w:r>
        <w:lastRenderedPageBreak/>
        <w:t>Momineen?” Imam (as) replie</w:t>
      </w:r>
      <w:r w:rsidR="004D1165">
        <w:t xml:space="preserve">d, </w:t>
      </w:r>
      <w:r>
        <w:t>“Because He is the one who gives knowledge to the creation of Allah.”</w:t>
      </w:r>
    </w:p>
    <w:p w:rsidR="00EC54B6" w:rsidRDefault="00EC54B6" w:rsidP="00C23B6A">
      <w:pPr>
        <w:pStyle w:val="libItalic"/>
      </w:pPr>
      <w:r>
        <w:t>(Mani ul Akbar)</w:t>
      </w:r>
    </w:p>
    <w:p w:rsidR="00EC54B6" w:rsidRDefault="00EC54B6" w:rsidP="00EC54B6">
      <w:pPr>
        <w:pStyle w:val="libNormal"/>
      </w:pPr>
      <w:r>
        <w:t>Abu Abdullah Imam Sadiq (as) narrates, “Verily, We are the first Ahlul Bayt (as). Whe</w:t>
      </w:r>
      <w:r w:rsidR="004D1165">
        <w:t xml:space="preserve">n </w:t>
      </w:r>
      <w:r>
        <w:t>Allah created the heavens and earth, Allah gave them Noor through Our Names. When Alla</w:t>
      </w:r>
      <w:r w:rsidR="004D1165">
        <w:t xml:space="preserve">h </w:t>
      </w:r>
      <w:r>
        <w:t>created the heavens and the earth, He ordered a crier to call, “I testify there is no go</w:t>
      </w:r>
      <w:r w:rsidR="004D1165">
        <w:t xml:space="preserve">d </w:t>
      </w:r>
      <w:r>
        <w:t>except Allah.” Then three times he announced, “Muhammad (saw) is the Messenger o</w:t>
      </w:r>
      <w:r w:rsidR="004D1165">
        <w:t xml:space="preserve">f </w:t>
      </w:r>
      <w:r>
        <w:t>Allah”. Then three times he announced, “Ali (asws) is Ameerul Momineen”.</w:t>
      </w:r>
    </w:p>
    <w:p w:rsidR="00FE3B28" w:rsidRDefault="00EC54B6" w:rsidP="00C23B6A">
      <w:pPr>
        <w:pStyle w:val="libItalic"/>
      </w:pPr>
      <w:r>
        <w:t>(Biha</w:t>
      </w:r>
      <w:r w:rsidR="00C23B6A">
        <w:t>r ul Anwar 38th Vol hadith 1295</w:t>
      </w:r>
      <w:r>
        <w:t>)</w:t>
      </w:r>
    </w:p>
    <w:p w:rsidR="00EC54B6" w:rsidRDefault="00EC54B6" w:rsidP="00EC54B6">
      <w:pPr>
        <w:pStyle w:val="libNormal"/>
      </w:pPr>
      <w:r>
        <w:t>Ibn Abbas (ra) narrates, “One day Ali (asws) ibn Abi Talib (as) arrived at a gathering. Thos</w:t>
      </w:r>
      <w:r w:rsidR="004D1165">
        <w:t xml:space="preserve">e </w:t>
      </w:r>
      <w:r>
        <w:t xml:space="preserve">present there said “Ameerul Momineen” has arrived. RasoolAllah (saw) said, “Ali </w:t>
      </w:r>
      <w:r w:rsidR="0066696E" w:rsidRPr="0066696E">
        <w:t>(asws)</w:t>
      </w:r>
      <w:r w:rsidR="0066696E">
        <w:t xml:space="preserve"> </w:t>
      </w:r>
      <w:r>
        <w:t>was named Ameerul Momineen even before Me.” People asked, “O’RasoolAllah (saw)! Eve</w:t>
      </w:r>
      <w:r w:rsidR="004D1165">
        <w:t xml:space="preserve">n </w:t>
      </w:r>
      <w:r>
        <w:t>before You”? RasoolAllah (saw) replied, “Even before Isa (as) and Musa (as).” The peopl</w:t>
      </w:r>
      <w:r w:rsidR="004D1165">
        <w:t xml:space="preserve">e </w:t>
      </w:r>
      <w:r>
        <w:t>asked, “O’RasoolAllah (saw)! Even before Isa (as) and Musa (as)?” RasoolAllah (saw) sai</w:t>
      </w:r>
      <w:r w:rsidR="004D1165">
        <w:t xml:space="preserve">d, </w:t>
      </w:r>
      <w:r>
        <w:t>“Even before Soloman (as) and Dawood (as).” The people kept asking and RasoolAlla</w:t>
      </w:r>
      <w:r w:rsidR="004D1165">
        <w:t xml:space="preserve">h </w:t>
      </w:r>
      <w:r>
        <w:t>(saw) kept counting the names of prophets until Adam (as). Then RasoolAllah (saw) sai</w:t>
      </w:r>
      <w:r w:rsidR="004D1165">
        <w:t xml:space="preserve">d, </w:t>
      </w:r>
      <w:r>
        <w:t>“When Allah created Adam (as), He placed a pearl between his eyes that would do th</w:t>
      </w:r>
      <w:r w:rsidR="004D1165">
        <w:t xml:space="preserve">e </w:t>
      </w:r>
      <w:r>
        <w:t>tasbeeh of Allah. Allah said, “I will make the resident of you a person whom I will mak</w:t>
      </w:r>
      <w:r w:rsidR="004D1165">
        <w:t xml:space="preserve">e </w:t>
      </w:r>
      <w:r>
        <w:t>Ameerul Momineen”. When Allah revealed Ali (asws) ibn Abi Talib (as) He kept Him in tha</w:t>
      </w:r>
      <w:r w:rsidR="004D1165">
        <w:t xml:space="preserve">t </w:t>
      </w:r>
      <w:r>
        <w:t>pearl. Allah had named Ali (asws) Ameerul Momineen even before the creation of Ada</w:t>
      </w:r>
      <w:r w:rsidR="004D1165">
        <w:t xml:space="preserve">m </w:t>
      </w:r>
      <w:r w:rsidR="00C23B6A">
        <w:t>(as).”</w:t>
      </w:r>
    </w:p>
    <w:p w:rsidR="00EC54B6" w:rsidRDefault="00EC54B6" w:rsidP="00CE7E0F">
      <w:pPr>
        <w:pStyle w:val="libItalic"/>
      </w:pPr>
      <w:r>
        <w:t>(Fazail ibn Shazaan pg 148)</w:t>
      </w:r>
    </w:p>
    <w:p w:rsidR="00EC54B6" w:rsidRDefault="00EC54B6" w:rsidP="00175E59">
      <w:pPr>
        <w:pStyle w:val="Heading2Center"/>
      </w:pPr>
      <w:bookmarkStart w:id="64" w:name="_Toc442791183"/>
      <w:r>
        <w:t>20. Ahal E Atat (Imam of the Obedient)</w:t>
      </w:r>
      <w:bookmarkEnd w:id="64"/>
    </w:p>
    <w:p w:rsidR="00EC54B6" w:rsidRDefault="00EC54B6" w:rsidP="00EC54B6">
      <w:pPr>
        <w:pStyle w:val="libNormal"/>
      </w:pPr>
      <w:r>
        <w:t>Imam Jafar Sadiq (as) narrates from His forefathers that RasoolAllah (saw) said, “On th</w:t>
      </w:r>
      <w:r w:rsidR="004D1165">
        <w:t xml:space="preserve">e </w:t>
      </w:r>
      <w:r>
        <w:t>night of Miraj, Allah spoke to Me. He said, “O’Muhammad (saw)!” I said, “Labbaik, O’M</w:t>
      </w:r>
      <w:r w:rsidR="004D1165">
        <w:t xml:space="preserve">y </w:t>
      </w:r>
      <w:r>
        <w:t>Lord”! Allah said, “After You, Ali (asws) is My Hujjah (proof) upon My creation and Imam o</w:t>
      </w:r>
      <w:r w:rsidR="004D1165">
        <w:t xml:space="preserve">f </w:t>
      </w:r>
      <w:r>
        <w:t>those who are obedient. One who has obeyed Him has obeyed Me. One who has disobeye</w:t>
      </w:r>
      <w:r w:rsidR="004D1165">
        <w:t xml:space="preserve">d </w:t>
      </w:r>
      <w:r>
        <w:t>Him has disobeyed Me. I will make Ali (asws) a sign of guidance after You through who</w:t>
      </w:r>
      <w:r w:rsidR="004D1165">
        <w:t xml:space="preserve">m </w:t>
      </w:r>
      <w:r>
        <w:t>the people will be able to gain guidance.</w:t>
      </w:r>
    </w:p>
    <w:p w:rsidR="00EC54B6" w:rsidRDefault="00EC54B6" w:rsidP="00CE7E0F">
      <w:pPr>
        <w:pStyle w:val="libItalic"/>
      </w:pPr>
      <w:r>
        <w:t>(Al Majalis al Suniya pg 2001)</w:t>
      </w:r>
    </w:p>
    <w:p w:rsidR="00EC54B6" w:rsidRDefault="00EC54B6" w:rsidP="00175E59">
      <w:pPr>
        <w:pStyle w:val="Heading2Center"/>
      </w:pPr>
      <w:bookmarkStart w:id="65" w:name="_Toc442791184"/>
      <w:r>
        <w:t>21. Al Ameer (ruler)</w:t>
      </w:r>
      <w:bookmarkEnd w:id="65"/>
    </w:p>
    <w:p w:rsidR="00EC54B6" w:rsidRDefault="00EC54B6" w:rsidP="00EC54B6">
      <w:pPr>
        <w:pStyle w:val="libNormal"/>
      </w:pPr>
      <w:r>
        <w:t>RasoolAllah (saw) said, “O’Ali (asws)! You are to Me as Hibbatullah was to Adam (as). Saa</w:t>
      </w:r>
      <w:r w:rsidR="004D1165">
        <w:t xml:space="preserve">m </w:t>
      </w:r>
      <w:r>
        <w:t>was to Nuh (as), Ishaq was to Ibrahim (as) and Haroon was to Musa (as) except there wil</w:t>
      </w:r>
      <w:r w:rsidR="004D1165">
        <w:t xml:space="preserve">l </w:t>
      </w:r>
      <w:r>
        <w:t>be no prophet after Me. O’Ali (asws)! You are My successor and My caliph. One who denie</w:t>
      </w:r>
      <w:r w:rsidR="004D1165">
        <w:t xml:space="preserve">s </w:t>
      </w:r>
      <w:r>
        <w:t>Your successorship and caliphate is not from Me and You. I will be his enemy on the Day o</w:t>
      </w:r>
      <w:r w:rsidR="004D1165">
        <w:t xml:space="preserve">f </w:t>
      </w:r>
      <w:r>
        <w:t>Judgment. O’Ali (asws)! You are the greatest in My ummah. You are the mos</w:t>
      </w:r>
      <w:r w:rsidR="004D1165">
        <w:t xml:space="preserve">t </w:t>
      </w:r>
      <w:r>
        <w:t>knowledgeable, most wise, most brave, and most generous. O’Ali (asws)! You are Imam an</w:t>
      </w:r>
      <w:r w:rsidR="004D1165">
        <w:t xml:space="preserve">d </w:t>
      </w:r>
      <w:r>
        <w:t>Ameer (ruler) after Me. You are the authority after Me. There is no one like You in M</w:t>
      </w:r>
      <w:r w:rsidR="004D1165">
        <w:t xml:space="preserve">y </w:t>
      </w:r>
      <w:r>
        <w:t>ummah.”</w:t>
      </w:r>
    </w:p>
    <w:p w:rsidR="00EC54B6" w:rsidRDefault="00EC54B6" w:rsidP="00C23B6A">
      <w:pPr>
        <w:pStyle w:val="libItalic"/>
      </w:pPr>
      <w:r>
        <w:t>(Amali al Sudooq)</w:t>
      </w:r>
    </w:p>
    <w:p w:rsidR="00EC54B6" w:rsidRDefault="00EC54B6" w:rsidP="00175E59">
      <w:pPr>
        <w:pStyle w:val="Heading2Center"/>
      </w:pPr>
      <w:bookmarkStart w:id="66" w:name="_Toc442791185"/>
      <w:r>
        <w:t>22. Al Ahsan (doing of good)</w:t>
      </w:r>
      <w:bookmarkEnd w:id="66"/>
    </w:p>
    <w:p w:rsidR="00EC54B6" w:rsidRDefault="00EC54B6" w:rsidP="00EC54B6">
      <w:pPr>
        <w:pStyle w:val="libNormal"/>
      </w:pPr>
      <w:r>
        <w:lastRenderedPageBreak/>
        <w:t>In this ayah of Allah, “Surely Allah enjoins the doing of justice and the doing of good (t</w:t>
      </w:r>
      <w:r w:rsidR="004D1165">
        <w:t xml:space="preserve">o </w:t>
      </w:r>
      <w:r>
        <w:t>others) and the giving to the kindred, and He forbids indecency and evil and rebellion;</w:t>
      </w:r>
    </w:p>
    <w:p w:rsidR="00EC54B6" w:rsidRDefault="00EC54B6" w:rsidP="00EC54B6">
      <w:pPr>
        <w:pStyle w:val="libNormal"/>
      </w:pPr>
      <w:r>
        <w:t>He admonishes you that you may be mindful” (16:90), justice is testifying to the onenes</w:t>
      </w:r>
      <w:r w:rsidR="004D1165">
        <w:t xml:space="preserve">s </w:t>
      </w:r>
      <w:r>
        <w:t>of Allah and prophet hood of RasoolAllah (saw), ahsan (doing of good) is Ameeru</w:t>
      </w:r>
      <w:r w:rsidR="004D1165">
        <w:t xml:space="preserve">l </w:t>
      </w:r>
      <w:r>
        <w:t>Momineen (asws), and indecency, evil, an</w:t>
      </w:r>
      <w:r w:rsidR="00852C05">
        <w:t>d rebellion are three (abu bakr, umar</w:t>
      </w:r>
      <w:r>
        <w:t>, an</w:t>
      </w:r>
      <w:r w:rsidR="004D1165">
        <w:t xml:space="preserve">d </w:t>
      </w:r>
      <w:r w:rsidR="00852C05">
        <w:t>usman</w:t>
      </w:r>
      <w:r>
        <w:t>)</w:t>
      </w:r>
    </w:p>
    <w:p w:rsidR="00EC54B6" w:rsidRDefault="00EC54B6" w:rsidP="00C23B6A">
      <w:pPr>
        <w:pStyle w:val="libItalic"/>
      </w:pPr>
      <w:r>
        <w:t>(Tafseer e Qummi)</w:t>
      </w:r>
    </w:p>
    <w:p w:rsidR="00EC54B6" w:rsidRDefault="00EC54B6" w:rsidP="00175E59">
      <w:pPr>
        <w:pStyle w:val="Heading2Center"/>
      </w:pPr>
      <w:bookmarkStart w:id="67" w:name="_Toc442791186"/>
      <w:r>
        <w:t>23. Al Izan al Waiya (The ear that remembers)</w:t>
      </w:r>
      <w:bookmarkEnd w:id="67"/>
    </w:p>
    <w:p w:rsidR="00EC54B6" w:rsidRDefault="00EC54B6" w:rsidP="00EC54B6">
      <w:pPr>
        <w:pStyle w:val="libNormal"/>
      </w:pPr>
      <w:r>
        <w:t>Makhool asked Moula Ali (asws) regarding this ayah, “When He hears, He remembers”</w:t>
      </w:r>
    </w:p>
    <w:p w:rsidR="00EC54B6" w:rsidRDefault="00EC54B6" w:rsidP="00EC54B6">
      <w:pPr>
        <w:pStyle w:val="libNormal"/>
      </w:pPr>
      <w:r>
        <w:t>(69:12) Moula Ali (asws) said, “RasoolAllah (saw) prayed to Allah and asked “Make Al</w:t>
      </w:r>
      <w:r w:rsidR="004D1165">
        <w:t xml:space="preserve">i </w:t>
      </w:r>
      <w:r>
        <w:t>(asws)’s Ear “Izn e Waiya”. Moula (asws) said, “Whenever I listened to anything fro</w:t>
      </w:r>
      <w:r w:rsidR="004D1165">
        <w:t xml:space="preserve">m </w:t>
      </w:r>
      <w:r>
        <w:t>RasoolAllah (saw), I would memorize it and remember it.” RasoolAllah (saw) said, “O’Al</w:t>
      </w:r>
      <w:r w:rsidR="004D1165">
        <w:t xml:space="preserve">i </w:t>
      </w:r>
      <w:r>
        <w:t>(asws)! Allah ordered Me to inform You that You are “Izn e Waiya” of My knowledge”.</w:t>
      </w:r>
    </w:p>
    <w:p w:rsidR="00EC54B6" w:rsidRDefault="00EC54B6" w:rsidP="00CE7E0F">
      <w:pPr>
        <w:pStyle w:val="libItalic"/>
      </w:pPr>
      <w:r>
        <w:t>(Tafeer al Burhan 3rd Vol pg 150)</w:t>
      </w:r>
    </w:p>
    <w:p w:rsidR="00EC54B6" w:rsidRDefault="00EC54B6" w:rsidP="00175E59">
      <w:pPr>
        <w:pStyle w:val="Heading2Center"/>
      </w:pPr>
      <w:bookmarkStart w:id="68" w:name="_Toc442791187"/>
      <w:r>
        <w:t>24. Imam ul Khaliqat (Imam of the entire creation)</w:t>
      </w:r>
      <w:bookmarkEnd w:id="68"/>
    </w:p>
    <w:p w:rsidR="00EC54B6" w:rsidRDefault="00EC54B6" w:rsidP="00EC54B6">
      <w:pPr>
        <w:pStyle w:val="libNormal"/>
      </w:pPr>
      <w:r>
        <w:t>RasoolAllah (saw) said, “Ali (asws) is from Me and I am from Ali (asws). May Allah destro</w:t>
      </w:r>
      <w:r w:rsidR="004D1165">
        <w:t xml:space="preserve">y </w:t>
      </w:r>
      <w:r>
        <w:t>him who fights with Ali (asws). May Allah curse him who fights and opposes Ali. After M</w:t>
      </w:r>
      <w:r w:rsidR="004D1165">
        <w:t xml:space="preserve">e, </w:t>
      </w:r>
      <w:r>
        <w:t>Ali (asws) is Imam of the entire creation. One who tries to proceed Ali (asws) ha</w:t>
      </w:r>
      <w:r w:rsidR="004D1165">
        <w:t xml:space="preserve">s </w:t>
      </w:r>
      <w:r>
        <w:t>proceeded Me. One who abandons Ali (asws) abandons Me. One who prefers another to Al</w:t>
      </w:r>
      <w:r w:rsidR="004D1165">
        <w:t xml:space="preserve">i </w:t>
      </w:r>
      <w:r>
        <w:t>(asws) prefers another to Me. I am peaceful with those who are peaceful to Ali (asws). I wil</w:t>
      </w:r>
      <w:r w:rsidR="004D1165">
        <w:t xml:space="preserve">l </w:t>
      </w:r>
      <w:r>
        <w:t xml:space="preserve">wage war against him who wages war against Ali (asws). I am friend of the one who is </w:t>
      </w:r>
      <w:r w:rsidR="004D1165">
        <w:t xml:space="preserve">a </w:t>
      </w:r>
      <w:r>
        <w:t>friend of Ali (asws). I love him who loves Ali (asws). I am an enemy of him who is an enem</w:t>
      </w:r>
      <w:r w:rsidR="004D1165">
        <w:t xml:space="preserve">y </w:t>
      </w:r>
      <w:r>
        <w:t>of Ali (asws). “</w:t>
      </w:r>
    </w:p>
    <w:p w:rsidR="00EC54B6" w:rsidRDefault="00EC54B6" w:rsidP="00CE7E0F">
      <w:pPr>
        <w:pStyle w:val="libItalic"/>
      </w:pPr>
      <w:r>
        <w:t>(Amali al Tulsi pg 589)</w:t>
      </w:r>
    </w:p>
    <w:p w:rsidR="00EC54B6" w:rsidRDefault="00EC54B6" w:rsidP="00175E59">
      <w:pPr>
        <w:pStyle w:val="Heading2Center"/>
      </w:pPr>
      <w:bookmarkStart w:id="69" w:name="_Toc442791188"/>
      <w:r>
        <w:t>25. Abul Rahateen (Father of two Flowers)</w:t>
      </w:r>
      <w:bookmarkEnd w:id="69"/>
    </w:p>
    <w:p w:rsidR="00EC54B6" w:rsidRDefault="00EC54B6" w:rsidP="00EC54B6">
      <w:pPr>
        <w:pStyle w:val="libNormal"/>
      </w:pPr>
      <w:r>
        <w:t>Jabir bin Abdullah narrates “I heard RasoolAllah (saw) three days before His death sa</w:t>
      </w:r>
      <w:r w:rsidR="004D1165">
        <w:t xml:space="preserve">y, </w:t>
      </w:r>
      <w:r>
        <w:t>“O’Abul Rahateen (asws)! Salam of Allah be upon You. I make a will regarding two flower</w:t>
      </w:r>
      <w:r w:rsidR="004D1165">
        <w:t xml:space="preserve">s </w:t>
      </w:r>
      <w:r>
        <w:t>of Mine. Both will part from You shortly. Thus, there is only Allah for You after Me.” Upo</w:t>
      </w:r>
      <w:r w:rsidR="004D1165">
        <w:t xml:space="preserve">n </w:t>
      </w:r>
      <w:r>
        <w:t>the demise of RasoolAllah (saw), Moula Ali (asws) said, “This was the first one of the tw</w:t>
      </w:r>
      <w:r w:rsidR="004D1165">
        <w:t xml:space="preserve">o </w:t>
      </w:r>
      <w:r>
        <w:t xml:space="preserve">whom RasoolAllah (saw) had mentioned.” Upon the demise of Syeda (sa), Moula Ali </w:t>
      </w:r>
      <w:r w:rsidR="0066696E" w:rsidRPr="0066696E">
        <w:t>(asws)</w:t>
      </w:r>
      <w:r w:rsidR="0066696E">
        <w:t xml:space="preserve"> </w:t>
      </w:r>
      <w:r>
        <w:t>said, “This was the second of the two whom RasoolAllah (saw) had mentioned”.</w:t>
      </w:r>
    </w:p>
    <w:p w:rsidR="00EC54B6" w:rsidRDefault="00EC54B6" w:rsidP="00CE7E0F">
      <w:pPr>
        <w:pStyle w:val="libItalic"/>
      </w:pPr>
      <w:r>
        <w:t>(Mani ul Akbar pg 403)</w:t>
      </w:r>
    </w:p>
    <w:p w:rsidR="00EC54B6" w:rsidRDefault="00EC54B6" w:rsidP="00175E59">
      <w:pPr>
        <w:pStyle w:val="Heading2Center"/>
      </w:pPr>
      <w:bookmarkStart w:id="70" w:name="_Toc442791189"/>
      <w:r>
        <w:t>26. Al Ayat ul Mahakmat (Decisive Verses)</w:t>
      </w:r>
      <w:bookmarkEnd w:id="70"/>
    </w:p>
    <w:p w:rsidR="00EC54B6" w:rsidRDefault="00EC54B6" w:rsidP="00EC54B6">
      <w:pPr>
        <w:pStyle w:val="libNormal"/>
      </w:pPr>
      <w:r>
        <w:t>Abdul bin Rahman bin Kaseer Al Hashimi narrates from Imam Abu Abdullah (as) regardin</w:t>
      </w:r>
      <w:r w:rsidR="004D1165">
        <w:t xml:space="preserve">g </w:t>
      </w:r>
      <w:r>
        <w:t>this ayah “He it is Who has revealed the Book to you; some of its verses are decisiv</w:t>
      </w:r>
      <w:r w:rsidR="004D1165">
        <w:t xml:space="preserve">e, </w:t>
      </w:r>
      <w:r>
        <w:t>they are the basis of the Book, and others are allegorical; then as for those in whos</w:t>
      </w:r>
      <w:r w:rsidR="004D1165">
        <w:t xml:space="preserve">e </w:t>
      </w:r>
      <w:r>
        <w:t>hearts there is perversity they follow the part of it which is allegorical, seeking t</w:t>
      </w:r>
      <w:r w:rsidR="004D1165">
        <w:t xml:space="preserve">o </w:t>
      </w:r>
      <w:r>
        <w:t>mislead and seeking to give it (their own) interpretation” (3: 7)”. Imam (as) said, “In thi</w:t>
      </w:r>
      <w:r w:rsidR="004D1165">
        <w:t xml:space="preserve">s </w:t>
      </w:r>
      <w:r>
        <w:lastRenderedPageBreak/>
        <w:t>ayah decisive verses are Ameerul Momineen (asws) and Aimma (as). Allegorical verses ar</w:t>
      </w:r>
      <w:r w:rsidR="004D1165">
        <w:t xml:space="preserve">e </w:t>
      </w:r>
      <w:r>
        <w:t>1, 2, and 3 (abu bakr la, umar la, and usman la). Those in whose hearts contains doubts an</w:t>
      </w:r>
      <w:r w:rsidR="004D1165">
        <w:t xml:space="preserve">d </w:t>
      </w:r>
      <w:r>
        <w:t>perversity are their families and their companions.”</w:t>
      </w:r>
    </w:p>
    <w:p w:rsidR="00EC54B6" w:rsidRDefault="00EC54B6" w:rsidP="00CE7E0F">
      <w:pPr>
        <w:pStyle w:val="libItalic"/>
      </w:pPr>
      <w:r>
        <w:t>(Tafseer e Ayyashi First Edition pg 185)</w:t>
      </w:r>
    </w:p>
    <w:p w:rsidR="00EC54B6" w:rsidRDefault="00EC54B6" w:rsidP="00175E59">
      <w:pPr>
        <w:pStyle w:val="Heading2Center"/>
      </w:pPr>
      <w:bookmarkStart w:id="71" w:name="_Toc442791190"/>
      <w:r>
        <w:t>27. Awal Ward ala al hawaz (First to arrive at spring of Kauser)</w:t>
      </w:r>
      <w:bookmarkEnd w:id="71"/>
    </w:p>
    <w:p w:rsidR="00FE3B28" w:rsidRDefault="00EC54B6" w:rsidP="00EC54B6">
      <w:pPr>
        <w:pStyle w:val="libNormal"/>
      </w:pPr>
      <w:r>
        <w:t>Hz Salman Farsi (as) narrates I heard RasoolAllah (saw) saying “On the day of judgemen</w:t>
      </w:r>
      <w:r w:rsidR="004D1165">
        <w:t xml:space="preserve">t, </w:t>
      </w:r>
      <w:r>
        <w:t>the first who will arrive at the Spring of Kauser is the very first muslim and that is Al</w:t>
      </w:r>
      <w:r w:rsidR="004D1165">
        <w:t xml:space="preserve">i </w:t>
      </w:r>
      <w:r>
        <w:t>(asws) ibn Abi Talib (as)</w:t>
      </w:r>
    </w:p>
    <w:p w:rsidR="00EC54B6" w:rsidRDefault="00EC54B6" w:rsidP="0080330A">
      <w:pPr>
        <w:pStyle w:val="libItalic"/>
      </w:pPr>
      <w:r>
        <w:t>(Manaqib al Khawrzmi pg 17)</w:t>
      </w:r>
    </w:p>
    <w:p w:rsidR="00EC54B6" w:rsidRDefault="00EC54B6" w:rsidP="00175E59">
      <w:pPr>
        <w:pStyle w:val="Heading2Center"/>
      </w:pPr>
      <w:bookmarkStart w:id="72" w:name="_Toc442791191"/>
      <w:r>
        <w:t>28. Abu Turab (Father of the Earth)</w:t>
      </w:r>
      <w:bookmarkEnd w:id="72"/>
    </w:p>
    <w:p w:rsidR="00EC54B6" w:rsidRDefault="00EC54B6" w:rsidP="00EC54B6">
      <w:pPr>
        <w:pStyle w:val="libNormal"/>
      </w:pPr>
      <w:r>
        <w:t>Abaya bin Rabi narrates I asked Abdullah ibne Abbas (ra) why RasoolAllah (saw) gave Al</w:t>
      </w:r>
      <w:r w:rsidR="004D1165">
        <w:t xml:space="preserve">i </w:t>
      </w:r>
      <w:r>
        <w:t>(asws) the title of “Abu Turab”. He replied, “Because He is Master of the Earth and Allah’</w:t>
      </w:r>
      <w:r w:rsidR="004D1165">
        <w:t xml:space="preserve">s </w:t>
      </w:r>
      <w:r>
        <w:t>Hujjat (proof) for those who live on this earth. He is the cause of the survival and comfort o</w:t>
      </w:r>
      <w:r w:rsidR="004D1165">
        <w:t xml:space="preserve">f </w:t>
      </w:r>
      <w:r>
        <w:t>this earth. I heard RasoolAllah (saw) saying, “On the day of judgement, when kaffirs will se</w:t>
      </w:r>
      <w:r w:rsidR="004D1165">
        <w:t xml:space="preserve">e </w:t>
      </w:r>
      <w:r>
        <w:t xml:space="preserve">the honor and reward that will be given to the shia e Ali (asws), they will say “I wish I was </w:t>
      </w:r>
      <w:r w:rsidR="004D1165">
        <w:t xml:space="preserve">a </w:t>
      </w:r>
      <w:r>
        <w:t xml:space="preserve">Shia e Ali (asws)”. This is what Allah has mentioned in Quran “and the kaffir will say alas </w:t>
      </w:r>
      <w:r w:rsidR="004D1165">
        <w:t xml:space="preserve">I </w:t>
      </w:r>
      <w:r>
        <w:t>was a piece of earth”.”</w:t>
      </w:r>
    </w:p>
    <w:p w:rsidR="00EC54B6" w:rsidRDefault="00EC54B6" w:rsidP="00CE7E0F">
      <w:pPr>
        <w:pStyle w:val="libItalic"/>
      </w:pPr>
      <w:r>
        <w:t>(Maani ul Akbar pg 120)</w:t>
      </w:r>
    </w:p>
    <w:p w:rsidR="00EC54B6" w:rsidRDefault="00EC54B6" w:rsidP="0066696E">
      <w:pPr>
        <w:pStyle w:val="Heading2Center"/>
      </w:pPr>
      <w:bookmarkStart w:id="73" w:name="_Toc442791192"/>
      <w:r>
        <w:t>29. Ayat Musa (as) wa Haroon (as)</w:t>
      </w:r>
      <w:r w:rsidR="0066696E">
        <w:t xml:space="preserve">: </w:t>
      </w:r>
      <w:r>
        <w:t>(Sign for Musa (as) and Haroon (as)</w:t>
      </w:r>
      <w:bookmarkEnd w:id="73"/>
    </w:p>
    <w:p w:rsidR="00EC54B6" w:rsidRDefault="00EC54B6" w:rsidP="00EC54B6">
      <w:pPr>
        <w:pStyle w:val="libNormal"/>
      </w:pPr>
      <w:r>
        <w:t>“After Musa (as) and Haroon (as) received the orders of Allah to preach to Firoan, the</w:t>
      </w:r>
      <w:r w:rsidR="004D1165">
        <w:t xml:space="preserve">y </w:t>
      </w:r>
      <w:r>
        <w:t>started off towards the court of Firoan. Both of them were extremely frustrated an</w:t>
      </w:r>
      <w:r w:rsidR="004D1165">
        <w:t xml:space="preserve">d </w:t>
      </w:r>
      <w:r>
        <w:t>worried as to how they would be treated by Firoan. Along the way, they saw a ride</w:t>
      </w:r>
      <w:r w:rsidR="004D1165">
        <w:t xml:space="preserve">r </w:t>
      </w:r>
      <w:r>
        <w:t>approaching them. He was wearing a dress adorned with gold and silver stitching an</w:t>
      </w:r>
      <w:r w:rsidR="004D1165">
        <w:t xml:space="preserve">d </w:t>
      </w:r>
      <w:r>
        <w:t>holding a sword made of gold. He said to them, “Follow Me. Do not have any fear.” Thi</w:t>
      </w:r>
      <w:r w:rsidR="004D1165">
        <w:t xml:space="preserve">s </w:t>
      </w:r>
      <w:r>
        <w:t>rider reached the court of Firoan and said, “Obey these two prophets. If you do not, I wil</w:t>
      </w:r>
      <w:r w:rsidR="004D1165">
        <w:t xml:space="preserve">l </w:t>
      </w:r>
      <w:r>
        <w:t>kill you.” Upon hearing these words, Firoan became so frightened. Then this ride</w:t>
      </w:r>
      <w:r w:rsidR="004D1165">
        <w:t xml:space="preserve">r </w:t>
      </w:r>
      <w:r>
        <w:t>disappeared. Firoan asked Hz Musa (as) and Haroon to come to his court the next day an</w:t>
      </w:r>
      <w:r w:rsidR="004D1165">
        <w:t xml:space="preserve">d </w:t>
      </w:r>
      <w:r>
        <w:t>say whatever it was they wished to say. When Musa (as) and Haroon (as) left, Firoan aske</w:t>
      </w:r>
      <w:r w:rsidR="004D1165">
        <w:t xml:space="preserve">d </w:t>
      </w:r>
      <w:r>
        <w:t>his guards, “Why did you allow this rider to enter without my permission?” The guard</w:t>
      </w:r>
      <w:r w:rsidR="004D1165">
        <w:t xml:space="preserve">s </w:t>
      </w:r>
      <w:r>
        <w:t>replied, “We swear by your honor, we did not see any rider. We only saw these tw</w:t>
      </w:r>
      <w:r w:rsidR="004D1165">
        <w:t xml:space="preserve">o </w:t>
      </w:r>
      <w:r>
        <w:t>brothers.”</w:t>
      </w:r>
    </w:p>
    <w:p w:rsidR="00EC54B6" w:rsidRDefault="00EC54B6" w:rsidP="00EC54B6">
      <w:pPr>
        <w:pStyle w:val="libNormal"/>
      </w:pPr>
      <w:r>
        <w:t>That rider was Ameerul Momineen Ali (as) ibn Abi Talib (as). Allah hiddenly helped all th</w:t>
      </w:r>
      <w:r w:rsidR="004D1165">
        <w:t xml:space="preserve">e </w:t>
      </w:r>
      <w:r>
        <w:t>prophets through Ali (as) and openly helped Muhammad (saw) through Ali (as). Moula Al</w:t>
      </w:r>
      <w:r w:rsidR="004D1165">
        <w:t xml:space="preserve">i </w:t>
      </w:r>
      <w:r>
        <w:t>(as) is that great Kalim ul Kubra (greatest word of Allah) which Allah sent in order to hel</w:t>
      </w:r>
      <w:r w:rsidR="004D1165">
        <w:t xml:space="preserve">p </w:t>
      </w:r>
      <w:r>
        <w:t>His prophets in every age and in various forms. Ali (as) always was a helper to th</w:t>
      </w:r>
      <w:r w:rsidR="004D1165">
        <w:t xml:space="preserve">e </w:t>
      </w:r>
      <w:r>
        <w:t>prophets, messengers, and friends of Allah. All the prayers of the prophets, messengers an</w:t>
      </w:r>
      <w:r w:rsidR="004D1165">
        <w:t xml:space="preserve">d </w:t>
      </w:r>
      <w:r>
        <w:t>friends of Allah were accepted through Moula Ali (as). All of their problems, difficulties, an</w:t>
      </w:r>
      <w:r w:rsidR="004D1165">
        <w:t xml:space="preserve">d </w:t>
      </w:r>
      <w:r>
        <w:t>sufferings were removed through Moula Ali (as). This ayah of Quran refers to that incident;</w:t>
      </w:r>
    </w:p>
    <w:p w:rsidR="00EC54B6" w:rsidRDefault="00EC54B6" w:rsidP="00EC54B6">
      <w:pPr>
        <w:pStyle w:val="libNormal"/>
      </w:pPr>
      <w:r>
        <w:lastRenderedPageBreak/>
        <w:t>“We shall appoint a sultan for the both of you and Firoan and his followers will not b</w:t>
      </w:r>
      <w:r w:rsidR="004D1165">
        <w:t xml:space="preserve">e </w:t>
      </w:r>
      <w:r>
        <w:t>able to reach you because of Our Signs.” (28:35) Ibne Abbas (ra) narrates that rider wa</w:t>
      </w:r>
      <w:r w:rsidR="004D1165">
        <w:t xml:space="preserve">s </w:t>
      </w:r>
      <w:r>
        <w:t>Ayatul Kubra (greatest sign) and Sultan for them.</w:t>
      </w:r>
    </w:p>
    <w:p w:rsidR="00EC54B6" w:rsidRDefault="00EC54B6" w:rsidP="0080330A">
      <w:pPr>
        <w:pStyle w:val="libItalic"/>
      </w:pPr>
      <w:r>
        <w:t>(Al Qatra First Edition pg 66)</w:t>
      </w:r>
    </w:p>
    <w:p w:rsidR="00EC54B6" w:rsidRDefault="00EC54B6" w:rsidP="00175E59">
      <w:pPr>
        <w:pStyle w:val="Heading2Center"/>
      </w:pPr>
      <w:bookmarkStart w:id="74" w:name="_Toc442791193"/>
      <w:r>
        <w:t>30. Ayat Muhammad (saw) (Sign of Muhammad saw)</w:t>
      </w:r>
      <w:bookmarkEnd w:id="74"/>
    </w:p>
    <w:p w:rsidR="00EC54B6" w:rsidRDefault="00EC54B6" w:rsidP="00EC54B6">
      <w:pPr>
        <w:pStyle w:val="libNormal"/>
      </w:pPr>
      <w:r>
        <w:t>Imam Jafar Sadiq (as) said, “Verily, Ali (asws) is a sign of Muhammad (saw), and veril</w:t>
      </w:r>
      <w:r w:rsidR="004D1165">
        <w:t xml:space="preserve">y, </w:t>
      </w:r>
      <w:r>
        <w:t>Muhammad (saw) calls toward the Wilayat of Ali (asws). Have you not heard the saying o</w:t>
      </w:r>
      <w:r w:rsidR="004D1165">
        <w:t xml:space="preserve">f </w:t>
      </w:r>
      <w:r>
        <w:t>RasoolAllah (saw) “Whomsoever I am his Moula then Ali (asws) is his Moula. O’Allah, lov</w:t>
      </w:r>
      <w:r w:rsidR="004D1165">
        <w:t xml:space="preserve">e </w:t>
      </w:r>
      <w:r>
        <w:t>him who loves Him and hate him who hates Him.”</w:t>
      </w:r>
    </w:p>
    <w:p w:rsidR="00EC54B6" w:rsidRDefault="00EC54B6" w:rsidP="0080330A">
      <w:pPr>
        <w:pStyle w:val="libItalic"/>
      </w:pPr>
      <w:r>
        <w:t>(Basaar ul Darjaat pg 77)</w:t>
      </w:r>
    </w:p>
    <w:p w:rsidR="00EC54B6" w:rsidRDefault="00EC54B6" w:rsidP="00175E59">
      <w:pPr>
        <w:pStyle w:val="Heading2Center"/>
      </w:pPr>
      <w:bookmarkStart w:id="75" w:name="_Toc442791194"/>
      <w:r>
        <w:t>31. Asal e Deen (Foundation of Religion)</w:t>
      </w:r>
      <w:bookmarkEnd w:id="75"/>
    </w:p>
    <w:p w:rsidR="00EC54B6" w:rsidRDefault="00EC54B6" w:rsidP="00C23B6A">
      <w:pPr>
        <w:pStyle w:val="libNormal"/>
      </w:pPr>
      <w:r>
        <w:t>Abu Hamza Thumali narrates I heard Abu Jafar Sadiq (as) saying “Once RasoolAllah (saw)</w:t>
      </w:r>
      <w:r w:rsidR="00C23B6A">
        <w:t xml:space="preserve"> </w:t>
      </w:r>
      <w:r>
        <w:t xml:space="preserve">asked for water to perform wuzu. After performing wuzu, He held the hand of Ali </w:t>
      </w:r>
      <w:r w:rsidR="0066696E" w:rsidRPr="0066696E">
        <w:t>(asws)</w:t>
      </w:r>
      <w:r w:rsidR="0066696E">
        <w:t xml:space="preserve"> </w:t>
      </w:r>
      <w:r>
        <w:t>and said, “Verily, I am the Warner.”Then He placed His hand on the chest of Ali (asws) an</w:t>
      </w:r>
      <w:r w:rsidR="004D1165">
        <w:t xml:space="preserve">d </w:t>
      </w:r>
      <w:r>
        <w:t>said, “There is a guide for every nation”. Then He said, “O’Ali (asws)! You are the foundatio</w:t>
      </w:r>
      <w:r w:rsidR="004D1165">
        <w:t xml:space="preserve">n </w:t>
      </w:r>
      <w:r>
        <w:t>of the religion. You are iman (faith). You are the purpose of guidance. You are the bravest o</w:t>
      </w:r>
      <w:r w:rsidR="004D1165">
        <w:t xml:space="preserve">f </w:t>
      </w:r>
      <w:r>
        <w:t>the brave. I make You as a witness of this.”</w:t>
      </w:r>
    </w:p>
    <w:p w:rsidR="00EC54B6" w:rsidRDefault="00EC54B6" w:rsidP="0080330A">
      <w:pPr>
        <w:pStyle w:val="libItalic"/>
      </w:pPr>
      <w:r>
        <w:t>(Basaar ul Darjaat pg 30)</w:t>
      </w:r>
    </w:p>
    <w:p w:rsidR="00EC54B6" w:rsidRDefault="00EC54B6" w:rsidP="00175E59">
      <w:pPr>
        <w:pStyle w:val="Heading2Center"/>
      </w:pPr>
      <w:bookmarkStart w:id="76" w:name="_Toc442791195"/>
      <w:r>
        <w:t>32. Awal ul Aimmat (First Imams)</w:t>
      </w:r>
      <w:bookmarkEnd w:id="76"/>
    </w:p>
    <w:p w:rsidR="00FE3B28" w:rsidRDefault="00EC54B6" w:rsidP="00C23B6A">
      <w:pPr>
        <w:pStyle w:val="libNormal"/>
      </w:pPr>
      <w:r>
        <w:t>Ameerul Momineen Ali (asws) ibn Abi Talib (as) narrates “I asked RasoolAllah (saw), “Tel</w:t>
      </w:r>
      <w:r w:rsidR="004D1165">
        <w:t xml:space="preserve">l </w:t>
      </w:r>
      <w:r>
        <w:t>Me about the Imams (as) after You.” RasoolAllah (saw) said, “O’Ali (asws)! They are 12. You</w:t>
      </w:r>
      <w:r w:rsidR="00C23B6A">
        <w:t xml:space="preserve"> </w:t>
      </w:r>
      <w:r>
        <w:t>are the first and al Qaim (ajfts) is the last.”</w:t>
      </w:r>
    </w:p>
    <w:p w:rsidR="00EC54B6" w:rsidRDefault="00EC54B6" w:rsidP="00C23B6A">
      <w:pPr>
        <w:pStyle w:val="libItalic"/>
      </w:pPr>
      <w:r>
        <w:t>(Biharul Anwar 36th Vol hadith 232)</w:t>
      </w:r>
    </w:p>
    <w:p w:rsidR="00EC54B6" w:rsidRDefault="00EC54B6" w:rsidP="00175E59">
      <w:pPr>
        <w:pStyle w:val="Heading2Center"/>
      </w:pPr>
      <w:bookmarkStart w:id="77" w:name="_Toc442791196"/>
      <w:r>
        <w:t>33. Awal ul Musleen (First Namazi)</w:t>
      </w:r>
      <w:bookmarkEnd w:id="77"/>
    </w:p>
    <w:p w:rsidR="00EC54B6" w:rsidRDefault="00EC54B6" w:rsidP="00EC54B6">
      <w:pPr>
        <w:pStyle w:val="libNormal"/>
      </w:pPr>
      <w:r>
        <w:t>Zaid bin Imam Ali (as) bin Imam Hussain (as) narrates that he recited “and there wa</w:t>
      </w:r>
      <w:r w:rsidR="004D1165">
        <w:t xml:space="preserve">s </w:t>
      </w:r>
      <w:r>
        <w:t>beneath it a treasure belonging to them, and their father was a righteous man ; so you</w:t>
      </w:r>
      <w:r w:rsidR="004D1165">
        <w:t xml:space="preserve">r </w:t>
      </w:r>
      <w:r>
        <w:t xml:space="preserve">Lord desired that they should attain their maturity and take out their treasure, </w:t>
      </w:r>
      <w:r w:rsidR="004D1165">
        <w:t xml:space="preserve">a </w:t>
      </w:r>
      <w:r>
        <w:t>mercy from your Lord (18:82)”, then he said, “Allah protected them because of thei</w:t>
      </w:r>
      <w:r w:rsidR="004D1165">
        <w:t xml:space="preserve">r </w:t>
      </w:r>
      <w:r>
        <w:t>righteous parent. Who other than Us is more worthy of protection? RasoolAllah (saw) i</w:t>
      </w:r>
      <w:r w:rsidR="004D1165">
        <w:t xml:space="preserve">s </w:t>
      </w:r>
      <w:r>
        <w:t>Our Grandfather. His Daughter (sa) is Our Mother. The Mistress of Women is Ou</w:t>
      </w:r>
      <w:r w:rsidR="004D1165">
        <w:t xml:space="preserve">r </w:t>
      </w:r>
      <w:r>
        <w:t>Grandmother. The first momin and first one to pray is Our Father. “</w:t>
      </w:r>
    </w:p>
    <w:p w:rsidR="00EC54B6" w:rsidRDefault="00EC54B6" w:rsidP="00CE7E0F">
      <w:pPr>
        <w:pStyle w:val="libItalic"/>
      </w:pPr>
      <w:r>
        <w:t>(Biharul Anwar 46th Vol pg 173)</w:t>
      </w:r>
    </w:p>
    <w:p w:rsidR="00EC54B6" w:rsidRDefault="00EC54B6" w:rsidP="00175E59">
      <w:pPr>
        <w:pStyle w:val="Heading2Center"/>
      </w:pPr>
      <w:bookmarkStart w:id="78" w:name="_Toc442791197"/>
      <w:r>
        <w:t>34. Ibrahim fi Sakhiya (Ibrahim (as) in generosity)</w:t>
      </w:r>
      <w:bookmarkEnd w:id="78"/>
    </w:p>
    <w:p w:rsidR="00EC54B6" w:rsidRDefault="00EC54B6" w:rsidP="00EC54B6">
      <w:pPr>
        <w:pStyle w:val="libNormal"/>
      </w:pPr>
      <w:r>
        <w:t>Sabit bin Dinaar narrates from Abu Hamza Thumali who narrates from Imam Ali (as) bi</w:t>
      </w:r>
      <w:r w:rsidR="004D1165">
        <w:t xml:space="preserve">n </w:t>
      </w:r>
      <w:r>
        <w:t>Imam Hussain (as) who narrates from His Father Imam Hussain (as) “One day RasoolAlla</w:t>
      </w:r>
      <w:r w:rsidR="004D1165">
        <w:t xml:space="preserve">h </w:t>
      </w:r>
      <w:r>
        <w:t>(saw) looked at Ali (asws) ibn Abi Talib (as) and stepped forward. Many of His companion</w:t>
      </w:r>
      <w:r w:rsidR="004D1165">
        <w:t xml:space="preserve">s </w:t>
      </w:r>
      <w:r>
        <w:t>were with Him. RasoolAllah (saw) said, “Anyone who wants to see beauty of Yusuf (as),</w:t>
      </w:r>
    </w:p>
    <w:p w:rsidR="00EC54B6" w:rsidRDefault="00EC54B6" w:rsidP="00EC54B6">
      <w:pPr>
        <w:pStyle w:val="libNormal"/>
      </w:pPr>
      <w:r>
        <w:t>generosity of Ibrahim (as), glories of Solomon (as), and power of Dawood (as), then h</w:t>
      </w:r>
      <w:r w:rsidR="004D1165">
        <w:t xml:space="preserve">e </w:t>
      </w:r>
      <w:r>
        <w:t>should look at Ali (asws) ibn Abi Talib (as).”</w:t>
      </w:r>
    </w:p>
    <w:p w:rsidR="00EC54B6" w:rsidRDefault="00EC54B6" w:rsidP="0080330A">
      <w:pPr>
        <w:pStyle w:val="libItalic"/>
      </w:pPr>
      <w:r>
        <w:lastRenderedPageBreak/>
        <w:t>(Biharul Anwar vol 39 pg 35)</w:t>
      </w:r>
    </w:p>
    <w:p w:rsidR="00EC54B6" w:rsidRDefault="00EC54B6" w:rsidP="00175E59">
      <w:pPr>
        <w:pStyle w:val="Heading2Center"/>
      </w:pPr>
      <w:bookmarkStart w:id="79" w:name="_Toc442791198"/>
      <w:r>
        <w:t>35. Akhu RasoolAllah (saw) (Brother of RasoolAllah saw)</w:t>
      </w:r>
      <w:bookmarkEnd w:id="79"/>
    </w:p>
    <w:p w:rsidR="00EC54B6" w:rsidRDefault="00EC54B6" w:rsidP="00EC54B6">
      <w:pPr>
        <w:pStyle w:val="libNormal"/>
      </w:pPr>
      <w:r>
        <w:t>Jabir bin Abdullah (ra) narrates RasoolAllah (saw) “On the door of jannah it is writte</w:t>
      </w:r>
      <w:r w:rsidR="004D1165">
        <w:t xml:space="preserve">n </w:t>
      </w:r>
      <w:r>
        <w:t>“There is no god except Allah, Muhammad (saw) is Messenger of Allah, and Ali (asws) i</w:t>
      </w:r>
      <w:r w:rsidR="004D1165">
        <w:t xml:space="preserve">s </w:t>
      </w:r>
      <w:r>
        <w:t>Brother of the Messenger of Allah.” Allah wrote this 2000 years before the creation of th</w:t>
      </w:r>
      <w:r w:rsidR="004D1165">
        <w:t xml:space="preserve">e </w:t>
      </w:r>
      <w:r>
        <w:t>heavens and earth.”</w:t>
      </w:r>
    </w:p>
    <w:p w:rsidR="00FE3B28" w:rsidRDefault="00EC54B6" w:rsidP="00CE7E0F">
      <w:pPr>
        <w:pStyle w:val="libItalic"/>
      </w:pPr>
      <w:r>
        <w:t>(Al Khisal pg 638)</w:t>
      </w:r>
    </w:p>
    <w:p w:rsidR="00EC54B6" w:rsidRDefault="00EC54B6" w:rsidP="00175E59">
      <w:pPr>
        <w:pStyle w:val="Heading2Center"/>
      </w:pPr>
      <w:bookmarkStart w:id="80" w:name="_Toc442791199"/>
      <w:r>
        <w:t>36. Anees ul Masbahat (one who loves the beads of tasbeeh)</w:t>
      </w:r>
      <w:bookmarkEnd w:id="80"/>
    </w:p>
    <w:p w:rsidR="00EC54B6" w:rsidRDefault="00EC54B6" w:rsidP="00EC54B6">
      <w:pPr>
        <w:pStyle w:val="libNormal"/>
      </w:pPr>
      <w:r>
        <w:t>Moula Ali (asws) said in Khutbat ul Bayan, “I love the beads of tasbeeh”.</w:t>
      </w:r>
    </w:p>
    <w:p w:rsidR="00EC54B6" w:rsidRDefault="00EC54B6" w:rsidP="00175E59">
      <w:pPr>
        <w:pStyle w:val="Heading2Center"/>
      </w:pPr>
      <w:bookmarkStart w:id="81" w:name="_Toc442791200"/>
      <w:r>
        <w:t>37. Abul Hasan</w:t>
      </w:r>
      <w:bookmarkEnd w:id="81"/>
    </w:p>
    <w:p w:rsidR="00EC54B6" w:rsidRDefault="00EC54B6" w:rsidP="00EC54B6">
      <w:pPr>
        <w:pStyle w:val="libNormal"/>
      </w:pPr>
      <w:r>
        <w:t>Harris ul Aur who is standard bearer of Moula Ali (asws) narrates, “RasoolAllah (saw) wa</w:t>
      </w:r>
      <w:r w:rsidR="004D1165">
        <w:t xml:space="preserve">s </w:t>
      </w:r>
      <w:r>
        <w:t>sat amidst His companions. He said, “Let Me show you the knowledge of Adam (as), marifa</w:t>
      </w:r>
      <w:r w:rsidR="004D1165">
        <w:t xml:space="preserve">t </w:t>
      </w:r>
      <w:r>
        <w:t>of Nuh (as), and wisdom of Ibrahim (as).” At that moment, Moula Ali (asws) ar rived. Ab</w:t>
      </w:r>
      <w:r w:rsidR="004D1165">
        <w:t xml:space="preserve">u </w:t>
      </w:r>
      <w:r w:rsidR="00852C05">
        <w:t>bakr</w:t>
      </w:r>
      <w:r>
        <w:t xml:space="preserve"> said, “O’RasoolAllah (saw)! You associated the attributes of 3 prophets with on</w:t>
      </w:r>
      <w:r w:rsidR="004D1165">
        <w:t xml:space="preserve">e </w:t>
      </w:r>
      <w:r>
        <w:t>person. How great that person must be. Who is that person?” RasoolAllah (saw) said, “O’</w:t>
      </w:r>
    </w:p>
    <w:p w:rsidR="00EC54B6" w:rsidRDefault="00852C05" w:rsidP="00EC54B6">
      <w:pPr>
        <w:pStyle w:val="libNormal"/>
      </w:pPr>
      <w:r>
        <w:t>abu bakr</w:t>
      </w:r>
      <w:r w:rsidR="00EC54B6">
        <w:t>! Do you not know Him?” He replied, “Allah and His prophet knows better.”</w:t>
      </w:r>
    </w:p>
    <w:p w:rsidR="00EC54B6" w:rsidRDefault="00EC54B6" w:rsidP="00C23B6A">
      <w:pPr>
        <w:pStyle w:val="libNormal"/>
      </w:pPr>
      <w:r>
        <w:t>RasoolAllah (saw) said, “He is Abul Hasan Ali (asws) ibn Abi Talib (a</w:t>
      </w:r>
      <w:r w:rsidR="00852C05">
        <w:t>s).” Then abu bakr</w:t>
      </w:r>
      <w:r w:rsidR="00C23B6A">
        <w:t xml:space="preserve"> </w:t>
      </w:r>
      <w:r>
        <w:t>said, “O’Abul Hasan (asws)! Congratulations! There is no one who is like You.”</w:t>
      </w:r>
    </w:p>
    <w:p w:rsidR="00EC54B6" w:rsidRDefault="00EC54B6" w:rsidP="0080330A">
      <w:pPr>
        <w:pStyle w:val="libItalic"/>
      </w:pPr>
      <w:r>
        <w:t>(Manaqib al Khawarazmi pg 45)</w:t>
      </w:r>
    </w:p>
    <w:p w:rsidR="00EC54B6" w:rsidRDefault="00EC54B6" w:rsidP="00175E59">
      <w:pPr>
        <w:pStyle w:val="Heading2Center"/>
      </w:pPr>
      <w:bookmarkStart w:id="82" w:name="_Toc442791201"/>
      <w:r>
        <w:t>38. Awal Mazloom (First to be oppressed)</w:t>
      </w:r>
      <w:bookmarkEnd w:id="82"/>
    </w:p>
    <w:p w:rsidR="00EC54B6" w:rsidRDefault="00EC54B6" w:rsidP="00EC54B6">
      <w:pPr>
        <w:pStyle w:val="libNormal"/>
      </w:pPr>
      <w:r>
        <w:t>Abul Hasan al Salis, Imam Ali (as) bin Muhammad Taqi (as) narrates “When you visit th</w:t>
      </w:r>
      <w:r w:rsidR="004D1165">
        <w:t xml:space="preserve">e </w:t>
      </w:r>
      <w:r>
        <w:t>Holy Grave of Ameerul Momineen (asws) say “Salam be upon You O’Wali of Allah. You ar</w:t>
      </w:r>
      <w:r w:rsidR="004D1165">
        <w:t xml:space="preserve">e </w:t>
      </w:r>
      <w:r>
        <w:t>the first oppressed and You are the first person whose right was usurped. You bore it wit</w:t>
      </w:r>
      <w:r w:rsidR="004D1165">
        <w:t xml:space="preserve">h </w:t>
      </w:r>
      <w:r>
        <w:t>great patience until death came. I testify that You met Allah in the state of shahee</w:t>
      </w:r>
      <w:r w:rsidR="004D1165">
        <w:t xml:space="preserve">d </w:t>
      </w:r>
      <w:r>
        <w:t>(martyr). May your killers each taste a different punishment of Allah. I came to You whil</w:t>
      </w:r>
      <w:r w:rsidR="004D1165">
        <w:t xml:space="preserve">e </w:t>
      </w:r>
      <w:r>
        <w:t>recognizing Your right. I am well aware of Your greatness. I am an enemy of Your enemie</w:t>
      </w:r>
      <w:r w:rsidR="004D1165">
        <w:t xml:space="preserve">s </w:t>
      </w:r>
      <w:r>
        <w:t xml:space="preserve">and those who oppressed You. Insha’Allah in this state I will see my Allah. O’Wali of Allah! </w:t>
      </w:r>
      <w:r w:rsidR="004D1165">
        <w:t xml:space="preserve">I </w:t>
      </w:r>
      <w:r>
        <w:t>am very sinful. I beg You to intercede on my behalf in the court of Allah. Your status is ver</w:t>
      </w:r>
      <w:r w:rsidR="004D1165">
        <w:t xml:space="preserve">y </w:t>
      </w:r>
      <w:r>
        <w:t>high with Allah. Allah has blessed You with great honor and the right of shifaa</w:t>
      </w:r>
      <w:r w:rsidR="004D1165">
        <w:t xml:space="preserve">t </w:t>
      </w:r>
      <w:r>
        <w:t>(intercession). Allah has said, “Only those people can intercede whom Allah is please</w:t>
      </w:r>
      <w:r w:rsidR="004D1165">
        <w:t xml:space="preserve">d </w:t>
      </w:r>
      <w:r>
        <w:t>with.”</w:t>
      </w:r>
    </w:p>
    <w:p w:rsidR="00FE3B28" w:rsidRDefault="00EC54B6" w:rsidP="00CE7E0F">
      <w:pPr>
        <w:pStyle w:val="libItalic"/>
      </w:pPr>
      <w:r>
        <w:t>(Mafatiha ul Jinan pg 426)</w:t>
      </w:r>
    </w:p>
    <w:p w:rsidR="00EC54B6" w:rsidRDefault="00EC54B6" w:rsidP="00175E59">
      <w:pPr>
        <w:pStyle w:val="Heading2Center"/>
      </w:pPr>
      <w:bookmarkStart w:id="83" w:name="_Toc442791202"/>
      <w:r>
        <w:t>39. Al Akbar ul ghair mominoon (Reward that will never finish)</w:t>
      </w:r>
      <w:bookmarkEnd w:id="83"/>
    </w:p>
    <w:p w:rsidR="00EC54B6" w:rsidRDefault="00EC54B6" w:rsidP="00EC54B6">
      <w:pPr>
        <w:pStyle w:val="libNormal"/>
      </w:pPr>
      <w:r>
        <w:t>Abu Abullah Imam Sadiq (as) narrates regarding this saying of Allah, “except those wh</w:t>
      </w:r>
      <w:r w:rsidR="004D1165">
        <w:t xml:space="preserve">o </w:t>
      </w:r>
      <w:r>
        <w:t xml:space="preserve">believe and do good, for them is a reward that shall never be cut off” (41:8). Imam </w:t>
      </w:r>
      <w:r w:rsidR="0066696E">
        <w:t xml:space="preserve">(as) </w:t>
      </w:r>
      <w:r>
        <w:t>said, “The momineens are Salman Farsi (as), Miqad (ra), Ammar bin Yasir (ra), and Ab</w:t>
      </w:r>
      <w:r w:rsidR="004D1165">
        <w:t xml:space="preserve">u </w:t>
      </w:r>
      <w:r>
        <w:t>Dhar (ra). The reward that will never finish is Ameerul Momineen (asws).”</w:t>
      </w:r>
    </w:p>
    <w:p w:rsidR="00EC54B6" w:rsidRDefault="00EC54B6" w:rsidP="00CE7E0F">
      <w:pPr>
        <w:pStyle w:val="libItalic"/>
      </w:pPr>
      <w:r>
        <w:lastRenderedPageBreak/>
        <w:t>(Tafseer e Furat pg 577)</w:t>
      </w:r>
    </w:p>
    <w:p w:rsidR="00EC54B6" w:rsidRDefault="00EC54B6" w:rsidP="00C23B6A">
      <w:pPr>
        <w:pStyle w:val="Heading2Center"/>
      </w:pPr>
      <w:bookmarkStart w:id="84" w:name="_Toc442791203"/>
      <w:r>
        <w:t>40. Al Ayat ul Minzalat min Asmaa</w:t>
      </w:r>
      <w:r w:rsidR="00C23B6A">
        <w:t xml:space="preserve">: </w:t>
      </w:r>
      <w:r>
        <w:t>(sign from the heavens)</w:t>
      </w:r>
      <w:bookmarkEnd w:id="84"/>
    </w:p>
    <w:p w:rsidR="00EC54B6" w:rsidRDefault="00EC54B6" w:rsidP="00EC54B6">
      <w:pPr>
        <w:pStyle w:val="libNormal"/>
      </w:pPr>
      <w:r>
        <w:t>Abu Basir narrates “I heard Imam Jafar (as) say regarding this ayah “if We please W</w:t>
      </w:r>
      <w:r w:rsidR="004D1165">
        <w:t xml:space="preserve">e </w:t>
      </w:r>
      <w:r>
        <w:t>would send down upon them a sign from the heavens so that their necks would remai</w:t>
      </w:r>
      <w:r w:rsidR="004D1165">
        <w:t xml:space="preserve">n </w:t>
      </w:r>
      <w:r>
        <w:t xml:space="preserve">bowed before it.”(26:4) Imam (as) said, “Sun appeared at the time of Asr and then </w:t>
      </w:r>
      <w:r w:rsidR="004D1165">
        <w:t xml:space="preserve">a </w:t>
      </w:r>
      <w:r>
        <w:t>person appeared. The beauty of His face clearly told He was Imam e Shaams (sun).” I aske</w:t>
      </w:r>
      <w:r w:rsidR="004D1165">
        <w:t xml:space="preserve">d </w:t>
      </w:r>
      <w:r>
        <w:t>“Who was that?” Imam (as) replied, “Who can He be? I swear by Allah, He is Ameeru</w:t>
      </w:r>
      <w:r w:rsidR="004D1165">
        <w:t xml:space="preserve">l </w:t>
      </w:r>
      <w:r>
        <w:t>Momineen (asws). He is that ayat (sign)”.</w:t>
      </w:r>
    </w:p>
    <w:p w:rsidR="00EC54B6" w:rsidRDefault="00EC54B6" w:rsidP="00CE7E0F">
      <w:pPr>
        <w:pStyle w:val="libItalic"/>
      </w:pPr>
      <w:r>
        <w:t>(Taweel ul Ayat First Edition pg 386, al Burhan Third Edition pg 180)</w:t>
      </w:r>
    </w:p>
    <w:p w:rsidR="00EC54B6" w:rsidRDefault="00EC54B6" w:rsidP="00175E59">
      <w:pPr>
        <w:pStyle w:val="Heading2Center"/>
      </w:pPr>
      <w:bookmarkStart w:id="85" w:name="_Toc442791204"/>
      <w:r>
        <w:t>41. Asal al Imamate (Foundation of Imamate)</w:t>
      </w:r>
      <w:bookmarkEnd w:id="85"/>
    </w:p>
    <w:p w:rsidR="00EC54B6" w:rsidRDefault="00EC54B6" w:rsidP="00EC54B6">
      <w:pPr>
        <w:pStyle w:val="libNormal"/>
      </w:pPr>
      <w:r>
        <w:t>Moula Ali (asws) says in Khutbat ul Bayan “I am the foundation of Imamate”.</w:t>
      </w:r>
    </w:p>
    <w:p w:rsidR="00EC54B6" w:rsidRDefault="00EC54B6" w:rsidP="00175E59">
      <w:pPr>
        <w:pStyle w:val="Heading2Center"/>
      </w:pPr>
      <w:bookmarkStart w:id="86" w:name="_Toc442791205"/>
      <w:r>
        <w:t>42. Al Awal fi al Deen (First of religion)</w:t>
      </w:r>
      <w:bookmarkEnd w:id="86"/>
    </w:p>
    <w:p w:rsidR="00EC54B6" w:rsidRDefault="00EC54B6" w:rsidP="00EC54B6">
      <w:pPr>
        <w:pStyle w:val="libNormal"/>
      </w:pPr>
      <w:r>
        <w:t>Moula Ali (asws) says in Khutbat ul Bayan “I am the first to believe in the religion”.</w:t>
      </w:r>
    </w:p>
    <w:p w:rsidR="00EC54B6" w:rsidRDefault="00EC54B6" w:rsidP="00175E59">
      <w:pPr>
        <w:pStyle w:val="Heading2Center"/>
      </w:pPr>
      <w:bookmarkStart w:id="87" w:name="_Toc442791206"/>
      <w:r>
        <w:t>43. Al Awal wa al Khair (First and Last)</w:t>
      </w:r>
      <w:bookmarkEnd w:id="87"/>
    </w:p>
    <w:p w:rsidR="00EC54B6" w:rsidRDefault="00EC54B6" w:rsidP="00EC54B6">
      <w:pPr>
        <w:pStyle w:val="libNormal"/>
      </w:pPr>
      <w:r>
        <w:t>Moula Ali (asws) says in Khutbat ul Bayan, “I am the first and the last”.</w:t>
      </w:r>
    </w:p>
    <w:p w:rsidR="00EC54B6" w:rsidRDefault="00EC54B6" w:rsidP="00175E59">
      <w:pPr>
        <w:pStyle w:val="Heading2Center"/>
      </w:pPr>
      <w:bookmarkStart w:id="88" w:name="_Toc442791207"/>
      <w:r>
        <w:t>44. Asad ul Nashara (Lion of Preaching)</w:t>
      </w:r>
      <w:bookmarkEnd w:id="88"/>
    </w:p>
    <w:p w:rsidR="00FE3B28" w:rsidRDefault="00EC54B6" w:rsidP="00EC54B6">
      <w:pPr>
        <w:pStyle w:val="libNormal"/>
      </w:pPr>
      <w:r>
        <w:t>Moula Ali (asws) says in Khutbat ul Bayan, “I am the Lion of the preaching of islam”.</w:t>
      </w:r>
    </w:p>
    <w:p w:rsidR="00EC54B6" w:rsidRDefault="00EC54B6" w:rsidP="00175E59">
      <w:pPr>
        <w:pStyle w:val="Heading2Center"/>
      </w:pPr>
      <w:bookmarkStart w:id="89" w:name="_Toc442791208"/>
      <w:r>
        <w:t>45. Ameer ul Nayreen (Master of sun and moon)</w:t>
      </w:r>
      <w:bookmarkEnd w:id="89"/>
    </w:p>
    <w:p w:rsidR="00EC54B6" w:rsidRDefault="00EC54B6" w:rsidP="00EC54B6">
      <w:pPr>
        <w:pStyle w:val="libNormal"/>
      </w:pPr>
      <w:r>
        <w:t>Moula Ali (asws) says in Khutbat ul Bayan, “I am the Master of the sun and moon”.</w:t>
      </w:r>
    </w:p>
    <w:p w:rsidR="00EC54B6" w:rsidRDefault="00EC54B6" w:rsidP="00175E59">
      <w:pPr>
        <w:pStyle w:val="Heading2Center"/>
      </w:pPr>
      <w:bookmarkStart w:id="90" w:name="_Toc442791209"/>
      <w:r>
        <w:t>46. Ayat ul Nusrat (Sign of help)</w:t>
      </w:r>
      <w:bookmarkEnd w:id="90"/>
    </w:p>
    <w:p w:rsidR="00EC54B6" w:rsidRDefault="00EC54B6" w:rsidP="00EC54B6">
      <w:pPr>
        <w:pStyle w:val="libNormal"/>
      </w:pPr>
      <w:r>
        <w:t>Moula Ali (asws) says in Khutbat ul Bayan, “I am the ayat ul nusrat “.</w:t>
      </w:r>
    </w:p>
    <w:p w:rsidR="00EC54B6" w:rsidRDefault="00EC54B6" w:rsidP="00175E59">
      <w:pPr>
        <w:pStyle w:val="Heading2Center"/>
      </w:pPr>
      <w:bookmarkStart w:id="91" w:name="_Toc442791210"/>
      <w:r>
        <w:t>47. Umm ul Kitab (Reality of the book)</w:t>
      </w:r>
      <w:bookmarkEnd w:id="91"/>
    </w:p>
    <w:p w:rsidR="00EC54B6" w:rsidRDefault="00EC54B6" w:rsidP="00EC54B6">
      <w:pPr>
        <w:pStyle w:val="libNormal"/>
      </w:pPr>
      <w:r>
        <w:t>Moula Ali (asws) says in Khutbat ul Bayan, “ I am umm ul Kitab (reality of the book)”.</w:t>
      </w:r>
    </w:p>
    <w:p w:rsidR="00EC54B6" w:rsidRDefault="00EC54B6" w:rsidP="00175E59">
      <w:pPr>
        <w:pStyle w:val="Heading2Center"/>
      </w:pPr>
      <w:bookmarkStart w:id="92" w:name="_Toc442791211"/>
      <w:r>
        <w:t>48. Asas ul Majd (Foundation of ownership)</w:t>
      </w:r>
      <w:bookmarkEnd w:id="92"/>
    </w:p>
    <w:p w:rsidR="00EC54B6" w:rsidRDefault="00EC54B6" w:rsidP="00EC54B6">
      <w:pPr>
        <w:pStyle w:val="libNormal"/>
      </w:pPr>
      <w:r>
        <w:t>Moula Ali (asws) says in Khutbat ul Bayan, “I am the foundation of ownership”.</w:t>
      </w:r>
    </w:p>
    <w:p w:rsidR="00EC54B6" w:rsidRDefault="00EC54B6" w:rsidP="00175E59">
      <w:pPr>
        <w:pStyle w:val="Heading2Center"/>
      </w:pPr>
      <w:bookmarkStart w:id="93" w:name="_Toc442791212"/>
      <w:r>
        <w:t>49. Ayat Bani Israel</w:t>
      </w:r>
      <w:bookmarkEnd w:id="93"/>
    </w:p>
    <w:p w:rsidR="00EC54B6" w:rsidRDefault="00EC54B6" w:rsidP="00EC54B6">
      <w:pPr>
        <w:pStyle w:val="libNormal"/>
      </w:pPr>
      <w:r>
        <w:t>Moula Ali (asws) says in Khutbat ul Bayan, “I am the sign in Bani Israel”.</w:t>
      </w:r>
    </w:p>
    <w:p w:rsidR="00EC54B6" w:rsidRDefault="00EC54B6" w:rsidP="00175E59">
      <w:pPr>
        <w:pStyle w:val="Heading2Center"/>
      </w:pPr>
      <w:bookmarkStart w:id="94" w:name="_Toc442791213"/>
      <w:r>
        <w:t>50. Al Azfat (filled pot)</w:t>
      </w:r>
      <w:bookmarkEnd w:id="94"/>
    </w:p>
    <w:p w:rsidR="00EC54B6" w:rsidRDefault="00EC54B6" w:rsidP="00EC54B6">
      <w:pPr>
        <w:pStyle w:val="libNormal"/>
      </w:pPr>
      <w:r>
        <w:t>Moula Ali (asws) says in Khutbat ul Bayan, “I am that pot that is filled (with knowledge)”.</w:t>
      </w:r>
    </w:p>
    <w:p w:rsidR="00EC54B6" w:rsidRDefault="00EC54B6" w:rsidP="00175E59">
      <w:pPr>
        <w:pStyle w:val="Heading2Center"/>
      </w:pPr>
      <w:bookmarkStart w:id="95" w:name="_Toc442791214"/>
      <w:r>
        <w:t>51. Al Asal ul Qadeem (Immortal Truth)</w:t>
      </w:r>
      <w:bookmarkEnd w:id="95"/>
    </w:p>
    <w:p w:rsidR="00EC54B6" w:rsidRDefault="00EC54B6" w:rsidP="00EC54B6">
      <w:pPr>
        <w:pStyle w:val="libNormal"/>
      </w:pPr>
      <w:r>
        <w:t>In the ziarat of Ameerul Momineen (asws) that is narrated by Imam Jafar Sadiq (as), it i</w:t>
      </w:r>
      <w:r w:rsidR="004D1165">
        <w:t xml:space="preserve">s </w:t>
      </w:r>
      <w:r>
        <w:t xml:space="preserve">written “Salam be upon the Brother of RasoolAllah (saw) </w:t>
      </w:r>
      <w:r>
        <w:lastRenderedPageBreak/>
        <w:t>and His Cousin and the Husban</w:t>
      </w:r>
      <w:r w:rsidR="004D1165">
        <w:t xml:space="preserve">d </w:t>
      </w:r>
      <w:r>
        <w:t>of His Daughter (sa). You are a part of His Noor. Salam be upon You, O’ Immortal Truth!</w:t>
      </w:r>
    </w:p>
    <w:p w:rsidR="00EC54B6" w:rsidRDefault="00EC54B6" w:rsidP="00EC54B6">
      <w:pPr>
        <w:pStyle w:val="libNormal"/>
      </w:pPr>
      <w:r>
        <w:t>Salam be upon You, O’ one who is most merciful! Salam be upon You, O’ Fruit of Jannah!</w:t>
      </w:r>
    </w:p>
    <w:p w:rsidR="00EC54B6" w:rsidRDefault="00EC54B6" w:rsidP="00EC54B6">
      <w:pPr>
        <w:pStyle w:val="libNormal"/>
      </w:pPr>
      <w:r>
        <w:t>Salam be upon Abul Hasan Ali (asws)! Salam be upon O’ Shajra Tuba! Salam be upon Sidra</w:t>
      </w:r>
      <w:r w:rsidR="004D1165">
        <w:t xml:space="preserve">t </w:t>
      </w:r>
      <w:r>
        <w:t>ul Muntaha!”</w:t>
      </w:r>
    </w:p>
    <w:p w:rsidR="00FE3B28" w:rsidRDefault="00EC54B6" w:rsidP="00CE7E0F">
      <w:pPr>
        <w:pStyle w:val="libItalic"/>
      </w:pPr>
      <w:r>
        <w:t>(Biharul Anwar 97th Vol pg 305)</w:t>
      </w:r>
    </w:p>
    <w:p w:rsidR="00EC54B6" w:rsidRDefault="00EC54B6" w:rsidP="00175E59">
      <w:pPr>
        <w:pStyle w:val="Heading2Center"/>
      </w:pPr>
      <w:bookmarkStart w:id="96" w:name="_Toc442791215"/>
      <w:r>
        <w:t>52. Ism Allah (Name of Allah)</w:t>
      </w:r>
      <w:bookmarkEnd w:id="96"/>
    </w:p>
    <w:p w:rsidR="00EC54B6" w:rsidRDefault="00EC54B6" w:rsidP="00EC54B6">
      <w:pPr>
        <w:pStyle w:val="libNormal"/>
      </w:pPr>
      <w:r>
        <w:t>In the seventh ziarat of Moula Ali (asws) it is written “Salam be upon You, O’ the favorit</w:t>
      </w:r>
      <w:r w:rsidR="004D1165">
        <w:t xml:space="preserve">e </w:t>
      </w:r>
      <w:r>
        <w:t>Ism (name) of Allah!”</w:t>
      </w:r>
    </w:p>
    <w:p w:rsidR="00EC54B6" w:rsidRDefault="00EC54B6" w:rsidP="00175E59">
      <w:pPr>
        <w:pStyle w:val="Heading2Center"/>
      </w:pPr>
      <w:bookmarkStart w:id="97" w:name="_Toc442791216"/>
      <w:r>
        <w:t>53. Ayat ul Sabqeen (Sign of Previous Nations)</w:t>
      </w:r>
      <w:bookmarkEnd w:id="97"/>
    </w:p>
    <w:p w:rsidR="00EC54B6" w:rsidRDefault="00EC54B6" w:rsidP="00EC54B6">
      <w:pPr>
        <w:pStyle w:val="libNormal"/>
      </w:pPr>
      <w:r>
        <w:t>In one sermon Moula Ali (asws) says, “I am the sign of previous nations”.</w:t>
      </w:r>
    </w:p>
    <w:p w:rsidR="00EC54B6" w:rsidRDefault="00EC54B6" w:rsidP="00CE7E0F">
      <w:pPr>
        <w:pStyle w:val="libItalic"/>
      </w:pPr>
      <w:r>
        <w:t>(Mukhtasir ul Basair pg 340)</w:t>
      </w:r>
    </w:p>
    <w:p w:rsidR="00EC54B6" w:rsidRDefault="00EC54B6" w:rsidP="00175E59">
      <w:pPr>
        <w:pStyle w:val="Heading2Center"/>
      </w:pPr>
      <w:bookmarkStart w:id="98" w:name="_Toc442791217"/>
      <w:r>
        <w:t>54. Asmaa ul Husna (Greatest name of Allah)</w:t>
      </w:r>
      <w:bookmarkEnd w:id="98"/>
    </w:p>
    <w:p w:rsidR="00EC54B6" w:rsidRDefault="00EC54B6" w:rsidP="00EC54B6">
      <w:pPr>
        <w:pStyle w:val="libNormal"/>
      </w:pPr>
      <w:r>
        <w:t>In one sermon Moula Ali (asws) says, “I am the Asmaa ul Husna of Allah.”</w:t>
      </w:r>
    </w:p>
    <w:p w:rsidR="00EC54B6" w:rsidRDefault="00EC54B6" w:rsidP="0080330A">
      <w:pPr>
        <w:pStyle w:val="libItalic"/>
      </w:pPr>
      <w:r>
        <w:t>(Mukhtasir ul Basair pg 34)</w:t>
      </w:r>
    </w:p>
    <w:p w:rsidR="00EC54B6" w:rsidRDefault="00EC54B6" w:rsidP="00175E59">
      <w:pPr>
        <w:pStyle w:val="Heading2Center"/>
      </w:pPr>
      <w:bookmarkStart w:id="99" w:name="_Toc442791218"/>
      <w:r>
        <w:t>55. Ameer ul Ghazwaat (Master of Wars)</w:t>
      </w:r>
      <w:bookmarkEnd w:id="99"/>
    </w:p>
    <w:p w:rsidR="00EC54B6" w:rsidRDefault="00EC54B6" w:rsidP="00EC54B6">
      <w:pPr>
        <w:pStyle w:val="libNormal"/>
      </w:pPr>
      <w:r>
        <w:t>In the ziarat that is recited on the day of the beginning of prophet hood, “Salam be upo</w:t>
      </w:r>
      <w:r w:rsidR="004D1165">
        <w:t xml:space="preserve">n </w:t>
      </w:r>
      <w:r>
        <w:t>You, O’ Ameerul Ghazwaat!</w:t>
      </w:r>
    </w:p>
    <w:p w:rsidR="00EC54B6" w:rsidRDefault="00EC54B6" w:rsidP="00175E59">
      <w:pPr>
        <w:pStyle w:val="Heading2Center"/>
      </w:pPr>
      <w:bookmarkStart w:id="100" w:name="_Toc442791219"/>
      <w:r>
        <w:t>56. Al Akbar fi al Yaqeen (height of certainty)</w:t>
      </w:r>
      <w:bookmarkEnd w:id="100"/>
    </w:p>
    <w:p w:rsidR="00EC54B6" w:rsidRDefault="00EC54B6" w:rsidP="00EC54B6">
      <w:pPr>
        <w:pStyle w:val="libNormal"/>
      </w:pPr>
      <w:r>
        <w:t>Moula Ali (asws) says in Khutbat ul Bayan, “I am on the height of certainty”.</w:t>
      </w:r>
    </w:p>
    <w:p w:rsidR="00EC54B6" w:rsidRDefault="00EC54B6" w:rsidP="00175E59">
      <w:pPr>
        <w:pStyle w:val="Heading2Center"/>
      </w:pPr>
      <w:bookmarkStart w:id="101" w:name="_Toc442791220"/>
      <w:r>
        <w:t>57. Imam of Aal e Yaseen</w:t>
      </w:r>
      <w:bookmarkEnd w:id="101"/>
    </w:p>
    <w:p w:rsidR="00EC54B6" w:rsidRDefault="00EC54B6" w:rsidP="00EC54B6">
      <w:pPr>
        <w:pStyle w:val="libNormal"/>
      </w:pPr>
      <w:r>
        <w:t>Moula Ali (asws) says in Khutbat ul Bayan, “I am the Imam of Aal e Yaseen”.</w:t>
      </w:r>
    </w:p>
    <w:p w:rsidR="00EC54B6" w:rsidRDefault="00EC54B6" w:rsidP="00175E59">
      <w:pPr>
        <w:pStyle w:val="Heading2Center"/>
      </w:pPr>
      <w:bookmarkStart w:id="102" w:name="_Toc442791221"/>
      <w:r>
        <w:t>58. Alaa Al Rahman (Blessing of Rahman)</w:t>
      </w:r>
      <w:bookmarkEnd w:id="102"/>
    </w:p>
    <w:p w:rsidR="00FE3B28" w:rsidRDefault="00EC54B6" w:rsidP="00EC54B6">
      <w:pPr>
        <w:pStyle w:val="libNormal"/>
      </w:pPr>
      <w:r>
        <w:t>Moula Ali (asws) says in Khutbat ul Bayan, “I am the blessing of Rahman (mercy)”.</w:t>
      </w:r>
    </w:p>
    <w:p w:rsidR="00EC54B6" w:rsidRDefault="00EC54B6" w:rsidP="00175E59">
      <w:pPr>
        <w:pStyle w:val="Heading2Center"/>
      </w:pPr>
      <w:bookmarkStart w:id="103" w:name="_Toc442791222"/>
      <w:r>
        <w:t>59. Aman al Ahzab (protector of groups)</w:t>
      </w:r>
      <w:bookmarkEnd w:id="103"/>
    </w:p>
    <w:p w:rsidR="00EC54B6" w:rsidRDefault="00EC54B6" w:rsidP="00EC54B6">
      <w:pPr>
        <w:pStyle w:val="libNormal"/>
      </w:pPr>
      <w:r>
        <w:t>Moula Ali (asws) says in Khutbat ul Bayan, “I am the protector of groups” (it can be the wa</w:t>
      </w:r>
      <w:r w:rsidR="004D1165">
        <w:t xml:space="preserve">r </w:t>
      </w:r>
      <w:r>
        <w:t>of Khanduq as in Quran Allah mentions the state of Momineen and they were protecte</w:t>
      </w:r>
      <w:r w:rsidR="004D1165">
        <w:t xml:space="preserve">d </w:t>
      </w:r>
      <w:r>
        <w:t>through Moula Ali asws)</w:t>
      </w:r>
    </w:p>
    <w:p w:rsidR="00EC54B6" w:rsidRDefault="00EC54B6" w:rsidP="00175E59">
      <w:pPr>
        <w:pStyle w:val="Heading2Center"/>
      </w:pPr>
      <w:bookmarkStart w:id="104" w:name="_Toc442791223"/>
      <w:r>
        <w:t>60. Azhoor al Tariq (Light in the darkness)</w:t>
      </w:r>
      <w:bookmarkEnd w:id="104"/>
    </w:p>
    <w:p w:rsidR="00EC54B6" w:rsidRDefault="00EC54B6" w:rsidP="00EC54B6">
      <w:pPr>
        <w:pStyle w:val="libNormal"/>
      </w:pPr>
      <w:r>
        <w:t>Moula Ali (asws) says in Khutbat ul Bayan, “I am the light in the darkness”.</w:t>
      </w:r>
    </w:p>
    <w:p w:rsidR="00EC54B6" w:rsidRDefault="00EC54B6" w:rsidP="00175E59">
      <w:pPr>
        <w:pStyle w:val="Heading2Center"/>
      </w:pPr>
      <w:bookmarkStart w:id="105" w:name="_Toc442791224"/>
      <w:r>
        <w:t>61. Ajtheyaa al Zanj</w:t>
      </w:r>
      <w:bookmarkEnd w:id="105"/>
    </w:p>
    <w:p w:rsidR="00EC54B6" w:rsidRDefault="00EC54B6" w:rsidP="00EC54B6">
      <w:pPr>
        <w:pStyle w:val="libNormal"/>
      </w:pPr>
      <w:r>
        <w:t>Moula Ali (asws) says in Khutba Bayan, “I am ajtheya al Zanj.”</w:t>
      </w:r>
    </w:p>
    <w:p w:rsidR="00EC54B6" w:rsidRDefault="00EC54B6" w:rsidP="00175E59">
      <w:pPr>
        <w:pStyle w:val="Heading2Center"/>
      </w:pPr>
      <w:bookmarkStart w:id="106" w:name="_Toc442791225"/>
      <w:r>
        <w:t>62. Abriya al Zaboor</w:t>
      </w:r>
      <w:bookmarkEnd w:id="106"/>
    </w:p>
    <w:p w:rsidR="00EC54B6" w:rsidRDefault="00EC54B6" w:rsidP="00EC54B6">
      <w:pPr>
        <w:pStyle w:val="libNormal"/>
      </w:pPr>
      <w:r>
        <w:t>Moula Ali (asws) says in Khutbat ul Bayan, “I am the Abriya of Zaboor”. (in Zaboor Moul</w:t>
      </w:r>
      <w:r w:rsidR="004D1165">
        <w:t xml:space="preserve">a </w:t>
      </w:r>
      <w:r>
        <w:t>Ali (asws)’s name is Abriya)</w:t>
      </w:r>
    </w:p>
    <w:p w:rsidR="00EC54B6" w:rsidRDefault="00EC54B6" w:rsidP="00175E59">
      <w:pPr>
        <w:pStyle w:val="Heading2Center"/>
      </w:pPr>
      <w:bookmarkStart w:id="107" w:name="_Toc442791226"/>
      <w:r>
        <w:lastRenderedPageBreak/>
        <w:t>63. Aliyia Injeel</w:t>
      </w:r>
      <w:bookmarkEnd w:id="107"/>
    </w:p>
    <w:p w:rsidR="00EC54B6" w:rsidRDefault="00EC54B6" w:rsidP="00EC54B6">
      <w:pPr>
        <w:pStyle w:val="libNormal"/>
      </w:pPr>
      <w:r>
        <w:t>Moula Ali (asws) says in Khutbat ul Bayan, “I am the Aliyia in Injeel”.</w:t>
      </w:r>
    </w:p>
    <w:p w:rsidR="00EC54B6" w:rsidRDefault="00EC54B6" w:rsidP="00175E59">
      <w:pPr>
        <w:pStyle w:val="Heading2Center"/>
      </w:pPr>
      <w:bookmarkStart w:id="108" w:name="_Toc442791227"/>
      <w:r>
        <w:t>64. Istamsak Al Araat (a strong rope for holding)</w:t>
      </w:r>
      <w:bookmarkEnd w:id="108"/>
    </w:p>
    <w:p w:rsidR="00EC54B6" w:rsidRDefault="00EC54B6" w:rsidP="00EC54B6">
      <w:pPr>
        <w:pStyle w:val="libNormal"/>
      </w:pPr>
      <w:r>
        <w:t>Moula Ali (asws) says in Khutbat ul Bayan, “I am the strong rope one holds fast to”.</w:t>
      </w:r>
    </w:p>
    <w:p w:rsidR="00EC54B6" w:rsidRDefault="00EC54B6" w:rsidP="00175E59">
      <w:pPr>
        <w:pStyle w:val="Heading2Center"/>
      </w:pPr>
      <w:bookmarkStart w:id="109" w:name="_Toc442791228"/>
      <w:r>
        <w:t>65. Abriya al Taurat</w:t>
      </w:r>
      <w:bookmarkEnd w:id="109"/>
    </w:p>
    <w:p w:rsidR="00EC54B6" w:rsidRDefault="00EC54B6" w:rsidP="00EC54B6">
      <w:pPr>
        <w:pStyle w:val="libNormal"/>
      </w:pPr>
      <w:r>
        <w:t>Moula Ali (asws) says in Khutbat ul Bayan, “I am the Abriya of Taurah”.</w:t>
      </w:r>
    </w:p>
    <w:p w:rsidR="00EC54B6" w:rsidRDefault="00EC54B6" w:rsidP="00175E59">
      <w:pPr>
        <w:pStyle w:val="Heading2Center"/>
      </w:pPr>
      <w:bookmarkStart w:id="110" w:name="_Toc442791229"/>
      <w:r>
        <w:t>66. Imam ul Muttaqeen</w:t>
      </w:r>
      <w:bookmarkEnd w:id="110"/>
    </w:p>
    <w:p w:rsidR="00EC54B6" w:rsidRDefault="00EC54B6" w:rsidP="00EC54B6">
      <w:pPr>
        <w:pStyle w:val="libNormal"/>
      </w:pPr>
      <w:r>
        <w:t>Moula Ali (asws) says in Khutbat ul Bayan, “I am the Imam of Muttaqeen (pious)”.</w:t>
      </w:r>
    </w:p>
    <w:p w:rsidR="00EC54B6" w:rsidRDefault="00EC54B6" w:rsidP="00175E59">
      <w:pPr>
        <w:pStyle w:val="Heading2Center"/>
      </w:pPr>
      <w:bookmarkStart w:id="111" w:name="_Toc442791230"/>
      <w:r>
        <w:t>67. Abul Aimmat (Father of Great Imams as)</w:t>
      </w:r>
      <w:bookmarkEnd w:id="111"/>
    </w:p>
    <w:p w:rsidR="00FE3B28" w:rsidRDefault="00EC54B6" w:rsidP="00EC54B6">
      <w:pPr>
        <w:pStyle w:val="libNormal"/>
      </w:pPr>
      <w:r>
        <w:t>Moula Ali (asws) says in Khutbat ul Bayan, “I am the Father of Great Imams (as)”.</w:t>
      </w:r>
    </w:p>
    <w:p w:rsidR="00EC54B6" w:rsidRDefault="00EC54B6" w:rsidP="00175E59">
      <w:pPr>
        <w:pStyle w:val="Heading2Center"/>
      </w:pPr>
      <w:bookmarkStart w:id="112" w:name="_Toc442791231"/>
      <w:r>
        <w:t>68. Anees ul Huam (known for immense thirst)</w:t>
      </w:r>
      <w:bookmarkEnd w:id="112"/>
    </w:p>
    <w:p w:rsidR="00EC54B6" w:rsidRDefault="00EC54B6" w:rsidP="00EC54B6">
      <w:pPr>
        <w:pStyle w:val="libNormal"/>
      </w:pPr>
      <w:r>
        <w:t>Moula Ali (asws) says in Khutbat ul Bayan, “I am known for immense thirst”.</w:t>
      </w:r>
    </w:p>
    <w:p w:rsidR="00EC54B6" w:rsidRDefault="00EC54B6" w:rsidP="00175E59">
      <w:pPr>
        <w:pStyle w:val="Heading2Center"/>
      </w:pPr>
      <w:bookmarkStart w:id="113" w:name="_Toc442791232"/>
      <w:r>
        <w:t>69. Awafarul Sama ( great listener)</w:t>
      </w:r>
      <w:bookmarkEnd w:id="113"/>
    </w:p>
    <w:p w:rsidR="00EC54B6" w:rsidRDefault="00EC54B6" w:rsidP="00EC54B6">
      <w:pPr>
        <w:pStyle w:val="libNormal"/>
      </w:pPr>
      <w:r>
        <w:t>Moula Ali (asws) says in Khutbat ul Bayan, “I am the great listener”.</w:t>
      </w:r>
    </w:p>
    <w:p w:rsidR="00EC54B6" w:rsidRDefault="00EC54B6" w:rsidP="00175E59">
      <w:pPr>
        <w:pStyle w:val="Heading2Center"/>
      </w:pPr>
      <w:bookmarkStart w:id="114" w:name="_Toc442791233"/>
      <w:r>
        <w:t>70. Awal ul Sadiqeen (First Truthful)</w:t>
      </w:r>
      <w:bookmarkEnd w:id="114"/>
    </w:p>
    <w:p w:rsidR="00EC54B6" w:rsidRDefault="00EC54B6" w:rsidP="00EC54B6">
      <w:pPr>
        <w:pStyle w:val="libNormal"/>
      </w:pPr>
      <w:r>
        <w:t>Moula Ali (asws) says in Khutbat ul Bayan, “I am the first one who is truthful”.</w:t>
      </w:r>
    </w:p>
    <w:p w:rsidR="00EC54B6" w:rsidRDefault="00EC54B6" w:rsidP="00175E59">
      <w:pPr>
        <w:pStyle w:val="Heading2Center"/>
      </w:pPr>
      <w:bookmarkStart w:id="115" w:name="_Toc442791234"/>
      <w:r>
        <w:t>71. Amar ul Salsal</w:t>
      </w:r>
      <w:bookmarkEnd w:id="115"/>
    </w:p>
    <w:p w:rsidR="00EC54B6" w:rsidRDefault="00EC54B6" w:rsidP="00EC54B6">
      <w:pPr>
        <w:pStyle w:val="libNormal"/>
      </w:pPr>
      <w:r>
        <w:t>Moula Ali (asws) says in Khutbat ul Bayan, “I am Amar ul Salsal”.</w:t>
      </w:r>
    </w:p>
    <w:p w:rsidR="00EC54B6" w:rsidRDefault="00EC54B6" w:rsidP="00175E59">
      <w:pPr>
        <w:pStyle w:val="Heading2Center"/>
      </w:pPr>
      <w:bookmarkStart w:id="116" w:name="_Toc442791235"/>
      <w:r>
        <w:t>72. Ayat ul Hilm (sign of wisdom)</w:t>
      </w:r>
      <w:bookmarkEnd w:id="116"/>
    </w:p>
    <w:p w:rsidR="00EC54B6" w:rsidRDefault="00EC54B6" w:rsidP="00EC54B6">
      <w:pPr>
        <w:pStyle w:val="libNormal"/>
      </w:pPr>
      <w:r>
        <w:t>Moula Ali (asws) says in Khutbat ul Bayan, “I am the sign of wisdom”.</w:t>
      </w:r>
    </w:p>
    <w:p w:rsidR="00EC54B6" w:rsidRDefault="00EC54B6" w:rsidP="00175E59">
      <w:pPr>
        <w:pStyle w:val="Heading2Center"/>
      </w:pPr>
      <w:bookmarkStart w:id="117" w:name="_Toc442791236"/>
      <w:r>
        <w:t>73. Awal ul Sabat (first in the Family)</w:t>
      </w:r>
      <w:bookmarkEnd w:id="117"/>
    </w:p>
    <w:p w:rsidR="00EC54B6" w:rsidRDefault="00EC54B6" w:rsidP="00EC54B6">
      <w:pPr>
        <w:pStyle w:val="libNormal"/>
      </w:pPr>
      <w:r>
        <w:t>Moula Ali (asws) says in Khutbat ul Bayan, “I am the first in the Family”.</w:t>
      </w:r>
    </w:p>
    <w:p w:rsidR="00EC54B6" w:rsidRDefault="00EC54B6" w:rsidP="00175E59">
      <w:pPr>
        <w:pStyle w:val="Heading2Center"/>
      </w:pPr>
      <w:bookmarkStart w:id="118" w:name="_Toc442791237"/>
      <w:r>
        <w:t>74. Amin ul Mafawaz (Protector of those who render)</w:t>
      </w:r>
      <w:bookmarkEnd w:id="118"/>
    </w:p>
    <w:p w:rsidR="00EC54B6" w:rsidRDefault="00EC54B6" w:rsidP="00EC54B6">
      <w:pPr>
        <w:pStyle w:val="libNormal"/>
      </w:pPr>
      <w:r>
        <w:t>Moula Ali (asws) says in Khutbat ul Bayan, “I am the protector of those who render”</w:t>
      </w:r>
    </w:p>
    <w:p w:rsidR="00EC54B6" w:rsidRDefault="00EC54B6" w:rsidP="00175E59">
      <w:pPr>
        <w:pStyle w:val="Heading2Center"/>
      </w:pPr>
      <w:bookmarkStart w:id="119" w:name="_Toc442791238"/>
      <w:r>
        <w:t>75. Asal ul Qadi</w:t>
      </w:r>
      <w:bookmarkEnd w:id="119"/>
    </w:p>
    <w:p w:rsidR="00EC54B6" w:rsidRDefault="00EC54B6" w:rsidP="00EC54B6">
      <w:pPr>
        <w:pStyle w:val="libNormal"/>
      </w:pPr>
      <w:r>
        <w:t>Moula Ali (asws) says in Khutba Bayan, “I am asal ul qadi”.</w:t>
      </w:r>
    </w:p>
    <w:p w:rsidR="00EC54B6" w:rsidRDefault="00EC54B6" w:rsidP="00175E59">
      <w:pPr>
        <w:pStyle w:val="Heading2Center"/>
      </w:pPr>
      <w:bookmarkStart w:id="120" w:name="_Toc442791239"/>
      <w:r>
        <w:t>76. Arth ul Mawarith (Inheritance of those who inherit)</w:t>
      </w:r>
      <w:bookmarkEnd w:id="120"/>
    </w:p>
    <w:p w:rsidR="00EC54B6" w:rsidRDefault="00EC54B6" w:rsidP="00EC54B6">
      <w:pPr>
        <w:pStyle w:val="libNormal"/>
      </w:pPr>
      <w:r>
        <w:t>Moula Ali (asws) says in Khutbat ul Bayan, “I am the inheritance of those who inherit.”</w:t>
      </w:r>
    </w:p>
    <w:p w:rsidR="00EC54B6" w:rsidRDefault="00EC54B6" w:rsidP="00175E59">
      <w:pPr>
        <w:pStyle w:val="Heading2Center"/>
      </w:pPr>
      <w:bookmarkStart w:id="121" w:name="_Toc442791240"/>
      <w:r>
        <w:t>77. Anfath ul Nafath</w:t>
      </w:r>
      <w:bookmarkEnd w:id="121"/>
    </w:p>
    <w:p w:rsidR="00FE3B28" w:rsidRDefault="00EC54B6" w:rsidP="00EC54B6">
      <w:pPr>
        <w:pStyle w:val="libNormal"/>
      </w:pPr>
      <w:r>
        <w:t>Moula Ali (asws) says in Khutbat ul Bayan, “I am anfath ul nafath”.</w:t>
      </w:r>
    </w:p>
    <w:p w:rsidR="00EC54B6" w:rsidRDefault="00EC54B6" w:rsidP="00175E59">
      <w:pPr>
        <w:pStyle w:val="Heading2Center"/>
      </w:pPr>
      <w:bookmarkStart w:id="122" w:name="_Toc442791241"/>
      <w:r>
        <w:t>78. Al Imam ul Mubeen</w:t>
      </w:r>
      <w:bookmarkEnd w:id="122"/>
    </w:p>
    <w:p w:rsidR="00EC54B6" w:rsidRDefault="00EC54B6" w:rsidP="00EC54B6">
      <w:pPr>
        <w:pStyle w:val="libNormal"/>
      </w:pPr>
      <w:r>
        <w:lastRenderedPageBreak/>
        <w:t>Moula Ali (asws) says in Khutbat ul Bayan, “I am Imam e Mubeen”.</w:t>
      </w:r>
    </w:p>
    <w:p w:rsidR="00EC54B6" w:rsidRDefault="00EC54B6" w:rsidP="00175E59">
      <w:pPr>
        <w:pStyle w:val="Heading2Center"/>
      </w:pPr>
      <w:bookmarkStart w:id="123" w:name="_Toc442791242"/>
      <w:r>
        <w:t>79. Abraam ul Nazir (Warner)</w:t>
      </w:r>
      <w:bookmarkEnd w:id="123"/>
    </w:p>
    <w:p w:rsidR="00EC54B6" w:rsidRDefault="00EC54B6" w:rsidP="00EC54B6">
      <w:pPr>
        <w:pStyle w:val="libNormal"/>
      </w:pPr>
      <w:r>
        <w:t>Moula Ali (asws) says in Khutbat ul Bayan, “I am the warner .”</w:t>
      </w:r>
    </w:p>
    <w:p w:rsidR="00EC54B6" w:rsidRDefault="00EC54B6" w:rsidP="00175E59">
      <w:pPr>
        <w:pStyle w:val="Heading2Center"/>
      </w:pPr>
      <w:bookmarkStart w:id="124" w:name="_Toc442791243"/>
      <w:r>
        <w:t>80. Ameen ul Hasab (Trustee of accountability)</w:t>
      </w:r>
      <w:bookmarkEnd w:id="124"/>
    </w:p>
    <w:p w:rsidR="00EC54B6" w:rsidRDefault="00EC54B6" w:rsidP="00EC54B6">
      <w:pPr>
        <w:pStyle w:val="libNormal"/>
      </w:pPr>
      <w:r>
        <w:t>Moula Ali (asws) says in Khutbat ul Bayan, “I am the one who will hold the creatio</w:t>
      </w:r>
      <w:r w:rsidR="004D1165">
        <w:t xml:space="preserve">n </w:t>
      </w:r>
      <w:r>
        <w:t>accountable”.</w:t>
      </w:r>
    </w:p>
    <w:p w:rsidR="00EC54B6" w:rsidRDefault="00EC54B6" w:rsidP="00175E59">
      <w:pPr>
        <w:pStyle w:val="Heading2Center"/>
      </w:pPr>
      <w:bookmarkStart w:id="125" w:name="_Toc442791244"/>
      <w:r>
        <w:t>81. Alfat ul Ailaf (love of every lover)</w:t>
      </w:r>
      <w:bookmarkEnd w:id="125"/>
    </w:p>
    <w:p w:rsidR="00EC54B6" w:rsidRDefault="00EC54B6" w:rsidP="00EC54B6">
      <w:pPr>
        <w:pStyle w:val="libNormal"/>
      </w:pPr>
      <w:r>
        <w:t>Moula Ali (asws) says in Khutbat ul Bayan, “I am the love of every lover”.</w:t>
      </w:r>
    </w:p>
    <w:p w:rsidR="00EC54B6" w:rsidRDefault="00EC54B6" w:rsidP="00175E59">
      <w:pPr>
        <w:pStyle w:val="Heading2Center"/>
      </w:pPr>
      <w:bookmarkStart w:id="126" w:name="_Toc442791245"/>
      <w:r>
        <w:t>82. Asaf Hud (storm of Hud)</w:t>
      </w:r>
      <w:bookmarkEnd w:id="126"/>
    </w:p>
    <w:p w:rsidR="00EC54B6" w:rsidRDefault="00EC54B6" w:rsidP="00EC54B6">
      <w:pPr>
        <w:pStyle w:val="libNormal"/>
      </w:pPr>
      <w:r>
        <w:t>Moula Ali (asws) says in Khutbat ul Bayan, “I am the storm of Hud”.</w:t>
      </w:r>
    </w:p>
    <w:p w:rsidR="00EC54B6" w:rsidRDefault="00EC54B6" w:rsidP="00175E59">
      <w:pPr>
        <w:pStyle w:val="Heading2Center"/>
      </w:pPr>
      <w:bookmarkStart w:id="127" w:name="_Toc442791246"/>
      <w:r>
        <w:t>83. Awariya ul Zaboor</w:t>
      </w:r>
      <w:bookmarkEnd w:id="127"/>
    </w:p>
    <w:p w:rsidR="00EC54B6" w:rsidRDefault="00EC54B6" w:rsidP="00EC54B6">
      <w:pPr>
        <w:pStyle w:val="libNormal"/>
      </w:pPr>
      <w:r>
        <w:t>Moula Ali (asws) says in Khutbat ul Bayan, “I am the Awariya of Zaboor”.</w:t>
      </w:r>
    </w:p>
    <w:p w:rsidR="00EC54B6" w:rsidRDefault="00EC54B6" w:rsidP="00175E59">
      <w:pPr>
        <w:pStyle w:val="Heading2Center"/>
      </w:pPr>
      <w:bookmarkStart w:id="128" w:name="_Toc442791247"/>
      <w:r>
        <w:t>84. Imam ul Muhashir (Imam of the day of judgment)</w:t>
      </w:r>
      <w:bookmarkEnd w:id="128"/>
    </w:p>
    <w:p w:rsidR="00EC54B6" w:rsidRDefault="00EC54B6" w:rsidP="00EC54B6">
      <w:pPr>
        <w:pStyle w:val="libNormal"/>
      </w:pPr>
      <w:r>
        <w:t>Moula Ali (asws) says in Khutbat ul Bayan, “I am the Imam of the day of judgment”.</w:t>
      </w:r>
    </w:p>
    <w:p w:rsidR="00EC54B6" w:rsidRDefault="00EC54B6" w:rsidP="00175E59">
      <w:pPr>
        <w:pStyle w:val="Heading2Center"/>
      </w:pPr>
      <w:bookmarkStart w:id="129" w:name="_Toc442791248"/>
      <w:r>
        <w:t>85. Awal ul Masadiqeen (First who testified)</w:t>
      </w:r>
      <w:bookmarkEnd w:id="129"/>
    </w:p>
    <w:p w:rsidR="00EC54B6" w:rsidRDefault="00EC54B6" w:rsidP="00EC54B6">
      <w:pPr>
        <w:pStyle w:val="libNormal"/>
      </w:pPr>
      <w:r>
        <w:t>Moula Ali (asws) says in Khutbat ul Bayan, “I am the first one who testified”.</w:t>
      </w:r>
    </w:p>
    <w:p w:rsidR="00EC54B6" w:rsidRDefault="00EC54B6" w:rsidP="00175E59">
      <w:pPr>
        <w:pStyle w:val="Heading2Center"/>
      </w:pPr>
      <w:bookmarkStart w:id="130" w:name="_Toc442791249"/>
      <w:r>
        <w:t>86. Imam ul Mufassareen (Imam of Interpreters)</w:t>
      </w:r>
      <w:bookmarkEnd w:id="130"/>
    </w:p>
    <w:p w:rsidR="00FE3B28" w:rsidRDefault="00EC54B6" w:rsidP="00EC54B6">
      <w:pPr>
        <w:pStyle w:val="libNormal"/>
      </w:pPr>
      <w:r>
        <w:t>Moula Ali (asws) says in Khutbat ul Bayan, “I am the Imam of interpreters”.</w:t>
      </w:r>
    </w:p>
    <w:p w:rsidR="00EC54B6" w:rsidRDefault="00EC54B6" w:rsidP="00175E59">
      <w:pPr>
        <w:pStyle w:val="Heading2Center"/>
      </w:pPr>
      <w:bookmarkStart w:id="131" w:name="_Toc442791250"/>
      <w:r>
        <w:t>87. Amanat ul Ahzab (Trustee of Groups)</w:t>
      </w:r>
      <w:bookmarkEnd w:id="131"/>
    </w:p>
    <w:p w:rsidR="00EC54B6" w:rsidRDefault="00EC54B6" w:rsidP="00EC54B6">
      <w:pPr>
        <w:pStyle w:val="libNormal"/>
      </w:pPr>
      <w:r>
        <w:t>Moula Ali (asws) says in Khutbat ul Bayan, “I am the trustee of groups”.</w:t>
      </w:r>
    </w:p>
    <w:p w:rsidR="00EC54B6" w:rsidRDefault="00EC54B6" w:rsidP="00175E59">
      <w:pPr>
        <w:pStyle w:val="Heading2Center"/>
      </w:pPr>
      <w:bookmarkStart w:id="132" w:name="_Toc442791251"/>
      <w:r>
        <w:t>88. Imam ul Muzlheen (Imam of righteous)</w:t>
      </w:r>
      <w:bookmarkEnd w:id="132"/>
    </w:p>
    <w:p w:rsidR="00EC54B6" w:rsidRDefault="00EC54B6" w:rsidP="00EC54B6">
      <w:pPr>
        <w:pStyle w:val="libNormal"/>
      </w:pPr>
      <w:r>
        <w:t>Moula Ali (asws) says in Khutbat ul Bayan, “I am the Imam of the righteous”.</w:t>
      </w:r>
    </w:p>
    <w:p w:rsidR="00EC54B6" w:rsidRDefault="00EC54B6" w:rsidP="00175E59">
      <w:pPr>
        <w:pStyle w:val="Heading2Center"/>
      </w:pPr>
      <w:bookmarkStart w:id="133" w:name="_Toc442791252"/>
      <w:r>
        <w:t>89. Amanat Yaseen (Trustee of Yaseen)</w:t>
      </w:r>
      <w:bookmarkEnd w:id="133"/>
    </w:p>
    <w:p w:rsidR="00EC54B6" w:rsidRDefault="00EC54B6" w:rsidP="00EC54B6">
      <w:pPr>
        <w:pStyle w:val="libNormal"/>
      </w:pPr>
      <w:r>
        <w:t>Moula Ali (asws) says in Khutbat ul Bayan, “I am the trustee of Yaseen”.</w:t>
      </w:r>
    </w:p>
    <w:p w:rsidR="00EC54B6" w:rsidRDefault="00EC54B6" w:rsidP="00175E59">
      <w:pPr>
        <w:pStyle w:val="Heading2Center"/>
      </w:pPr>
      <w:bookmarkStart w:id="134" w:name="_Toc442791253"/>
      <w:r>
        <w:t>90. Ayat ul Qamar (Sign of Moon)</w:t>
      </w:r>
      <w:bookmarkEnd w:id="134"/>
    </w:p>
    <w:p w:rsidR="00EC54B6" w:rsidRDefault="00EC54B6" w:rsidP="00EC54B6">
      <w:pPr>
        <w:pStyle w:val="libNormal"/>
      </w:pPr>
      <w:r>
        <w:t>Moula Ali (asws) says in Khutbat ul Bayan, “I am the sign of the moon”.</w:t>
      </w:r>
    </w:p>
    <w:p w:rsidR="00EC54B6" w:rsidRDefault="00EC54B6" w:rsidP="00175E59">
      <w:pPr>
        <w:pStyle w:val="Heading2Center"/>
      </w:pPr>
      <w:bookmarkStart w:id="135" w:name="_Toc442791254"/>
      <w:r>
        <w:t>91. Ameen ul Malmoon (Protector of protectors)</w:t>
      </w:r>
      <w:bookmarkEnd w:id="135"/>
    </w:p>
    <w:p w:rsidR="00EC54B6" w:rsidRDefault="00EC54B6" w:rsidP="00EC54B6">
      <w:pPr>
        <w:pStyle w:val="libNormal"/>
      </w:pPr>
      <w:r>
        <w:t>Moula Ali (asws) says in Khutbat ul Bayan, “I am the protecto r of all protectors”.</w:t>
      </w:r>
    </w:p>
    <w:p w:rsidR="00EC54B6" w:rsidRDefault="00EC54B6" w:rsidP="00175E59">
      <w:pPr>
        <w:pStyle w:val="Heading2Center"/>
      </w:pPr>
      <w:bookmarkStart w:id="136" w:name="_Toc442791255"/>
      <w:r>
        <w:t>92. Imam Arbab (Imam who creates braveness)</w:t>
      </w:r>
      <w:bookmarkEnd w:id="136"/>
    </w:p>
    <w:p w:rsidR="00FE3B28" w:rsidRDefault="00EC54B6" w:rsidP="00EC54B6">
      <w:pPr>
        <w:pStyle w:val="libNormal"/>
      </w:pPr>
      <w:r>
        <w:t>Moula Ali (asws) says in Khutbat ul Bayan, “I am the Imam who creates bravery in youths”.</w:t>
      </w:r>
    </w:p>
    <w:p w:rsidR="00EC54B6" w:rsidRDefault="00EC54B6" w:rsidP="00EC54B6">
      <w:pPr>
        <w:pStyle w:val="libNormal"/>
      </w:pPr>
      <w:r>
        <w:t>*“Holy, Sacred, and Chosen. Warner. One who is followed. Strong chain.</w:t>
      </w:r>
    </w:p>
    <w:p w:rsidR="00EC54B6" w:rsidRDefault="00EC54B6" w:rsidP="00EC54B6">
      <w:pPr>
        <w:pStyle w:val="libNormal"/>
      </w:pPr>
      <w:r>
        <w:lastRenderedPageBreak/>
        <w:t>Greatest sign. Greatest proof. Test for whole universe. Best of creators.</w:t>
      </w:r>
    </w:p>
    <w:p w:rsidR="00EC54B6" w:rsidRDefault="00EC54B6" w:rsidP="00EC54B6">
      <w:pPr>
        <w:pStyle w:val="libNormal"/>
      </w:pPr>
      <w:r>
        <w:t>Imam of those who are guided. Imam of the earth. Blood of RasoolAlla</w:t>
      </w:r>
      <w:r w:rsidR="004D1165">
        <w:t xml:space="preserve">h </w:t>
      </w:r>
      <w:r>
        <w:t>(saw). Key of guidance. Light in the darkness. Ocean of flames. Glory o</w:t>
      </w:r>
      <w:r w:rsidR="004D1165">
        <w:t xml:space="preserve">f </w:t>
      </w:r>
      <w:r>
        <w:t>war. Shining sun. Lord of the valleys. Greatest News. One who prefers th</w:t>
      </w:r>
      <w:r w:rsidR="004D1165">
        <w:t xml:space="preserve">e </w:t>
      </w:r>
      <w:r>
        <w:t>hereafter over this world. An example of Musa (as) and Haroon (as).</w:t>
      </w:r>
    </w:p>
    <w:p w:rsidR="00EC54B6" w:rsidRDefault="00EC54B6" w:rsidP="00EC54B6">
      <w:pPr>
        <w:pStyle w:val="libNormal"/>
      </w:pPr>
      <w:r>
        <w:t>Whomsoever Rasool (saw) is Moula , Ali (asws) is his Moula. Mos</w:t>
      </w:r>
      <w:r w:rsidR="004D1165">
        <w:t xml:space="preserve">t </w:t>
      </w:r>
      <w:r>
        <w:t>powerful. One who is associated with the strongest rope. The one fo</w:t>
      </w:r>
      <w:r w:rsidR="004D1165">
        <w:t xml:space="preserve">r </w:t>
      </w:r>
      <w:r>
        <w:t>whom the Ayah Halata was revealed. Most honored. Most Respectful. Mos</w:t>
      </w:r>
      <w:r w:rsidR="004D1165">
        <w:t xml:space="preserve">t </w:t>
      </w:r>
      <w:r>
        <w:t>Brave. A garden for those who pray and fast. Enemy of those who disobey.</w:t>
      </w:r>
    </w:p>
    <w:p w:rsidR="00EC54B6" w:rsidRDefault="00EC54B6" w:rsidP="00EC54B6">
      <w:pPr>
        <w:pStyle w:val="libNormal"/>
      </w:pPr>
      <w:r>
        <w:t>Protector of the religion of Allah. Protector of the right of Allah. One wh</w:t>
      </w:r>
      <w:r w:rsidR="004D1165">
        <w:t xml:space="preserve">o </w:t>
      </w:r>
      <w:r>
        <w:t>was not a child in His childhood. For whom the sword came from th</w:t>
      </w:r>
      <w:r w:rsidR="004D1165">
        <w:t xml:space="preserve">e </w:t>
      </w:r>
      <w:r>
        <w:t>heavens. One who established the proof of Syeda (sa). One whom shir</w:t>
      </w:r>
      <w:r w:rsidR="004D1165">
        <w:t xml:space="preserve">k </w:t>
      </w:r>
      <w:r>
        <w:t>fears. Sun in the darkness. Moon in the darkness. Star of Ahlul Bayt (as).</w:t>
      </w:r>
    </w:p>
    <w:p w:rsidR="00EC54B6" w:rsidRDefault="00EC54B6" w:rsidP="00EC54B6">
      <w:pPr>
        <w:pStyle w:val="libNormal"/>
      </w:pPr>
      <w:r>
        <w:t>Knowledge of guidance. Cousin of Muhammad (saw) whose title i</w:t>
      </w:r>
      <w:r w:rsidR="004D1165">
        <w:t xml:space="preserve">s </w:t>
      </w:r>
      <w:r>
        <w:t>Murtaza. “</w:t>
      </w:r>
    </w:p>
    <w:p w:rsidR="00FE3B28" w:rsidRDefault="00EC54B6" w:rsidP="0080330A">
      <w:pPr>
        <w:pStyle w:val="libItalic"/>
      </w:pPr>
      <w:r>
        <w:t>(Manaqib Third Edition pg 68)</w:t>
      </w:r>
    </w:p>
    <w:p w:rsidR="00612EA4" w:rsidRDefault="00612EA4" w:rsidP="00612EA4">
      <w:pPr>
        <w:pStyle w:val="libNormal"/>
      </w:pPr>
      <w:r>
        <w:br w:type="page"/>
      </w:r>
    </w:p>
    <w:p w:rsidR="00612EA4" w:rsidRDefault="00612EA4" w:rsidP="00AE7A6E">
      <w:pPr>
        <w:pStyle w:val="Heading1Center"/>
      </w:pPr>
      <w:bookmarkStart w:id="137" w:name="_Toc442791256"/>
      <w:r>
        <w:lastRenderedPageBreak/>
        <w:t xml:space="preserve">Bay </w:t>
      </w:r>
      <w:r>
        <w:rPr>
          <w:rtl/>
        </w:rPr>
        <w:t>ب</w:t>
      </w:r>
      <w:bookmarkEnd w:id="137"/>
    </w:p>
    <w:p w:rsidR="00EC54B6" w:rsidRDefault="00EC54B6" w:rsidP="00175E59">
      <w:pPr>
        <w:pStyle w:val="Heading2Center"/>
      </w:pPr>
      <w:bookmarkStart w:id="138" w:name="_Toc442791257"/>
      <w:r>
        <w:t>1. Bab (Door)</w:t>
      </w:r>
      <w:bookmarkEnd w:id="138"/>
    </w:p>
    <w:p w:rsidR="00EC54B6" w:rsidRDefault="00EC54B6" w:rsidP="00EC54B6">
      <w:pPr>
        <w:pStyle w:val="libNormal"/>
      </w:pPr>
      <w:r>
        <w:t>Imam Muhammad Baqir (as) said regarding this ayah, “Until We open for them the door o</w:t>
      </w:r>
      <w:r w:rsidR="004D1165">
        <w:t xml:space="preserve">f </w:t>
      </w:r>
      <w:r>
        <w:t>extreme punishment, behold! They are in despair at it. (23:77), “This ayah was reveale</w:t>
      </w:r>
      <w:r w:rsidR="004D1165">
        <w:t xml:space="preserve">d </w:t>
      </w:r>
      <w:r>
        <w:t>for Ali (asws) ibn Abi Talib (as) for when He will return during Rajat”.</w:t>
      </w:r>
    </w:p>
    <w:p w:rsidR="00EC54B6" w:rsidRDefault="00EC54B6" w:rsidP="00CE7E0F">
      <w:pPr>
        <w:pStyle w:val="libItalic"/>
      </w:pPr>
      <w:r>
        <w:t>(Tafseer e Burhan Third Volume pg 811)</w:t>
      </w:r>
    </w:p>
    <w:p w:rsidR="00EC54B6" w:rsidRDefault="00EC54B6" w:rsidP="00175E59">
      <w:pPr>
        <w:pStyle w:val="Heading2Center"/>
      </w:pPr>
      <w:bookmarkStart w:id="139" w:name="_Toc442791258"/>
      <w:r>
        <w:t>2. Bihar (Ocean)</w:t>
      </w:r>
      <w:bookmarkEnd w:id="139"/>
    </w:p>
    <w:p w:rsidR="00EC54B6" w:rsidRDefault="00EC54B6" w:rsidP="00EC54B6">
      <w:pPr>
        <w:pStyle w:val="libNormal"/>
      </w:pPr>
      <w:r>
        <w:t>Ibne Abbas (ra) narrates regarding this ayah, “He has made the two seas flow freely s</w:t>
      </w:r>
      <w:r w:rsidR="004D1165">
        <w:t xml:space="preserve">o </w:t>
      </w:r>
      <w:r>
        <w:t>that They meet each other” (55:19), “ This ayah refers to Moula Ali (asws) and Syeda (sa).</w:t>
      </w:r>
    </w:p>
    <w:p w:rsidR="00EC54B6" w:rsidRDefault="00EC54B6" w:rsidP="00EC54B6">
      <w:pPr>
        <w:pStyle w:val="libNormal"/>
      </w:pPr>
      <w:r>
        <w:t>There is a curtain between Them so They do not cross each other. RasoolAllah (saw) sai</w:t>
      </w:r>
      <w:r w:rsidR="004D1165">
        <w:t xml:space="preserve">d, </w:t>
      </w:r>
      <w:r>
        <w:t>“The pearls came out of these oceans, and that is Imam Hasan (as) and Imam Hussain (as).”</w:t>
      </w:r>
    </w:p>
    <w:p w:rsidR="00EC54B6" w:rsidRDefault="00EC54B6" w:rsidP="00C23B6A">
      <w:pPr>
        <w:pStyle w:val="libItalic"/>
      </w:pPr>
      <w:r>
        <w:t>(Tafseer e Furat)</w:t>
      </w:r>
    </w:p>
    <w:p w:rsidR="00EC54B6" w:rsidRDefault="00EC54B6" w:rsidP="00C23B6A">
      <w:pPr>
        <w:pStyle w:val="libNormal"/>
      </w:pPr>
      <w:r>
        <w:t>Jafar bin Muhammad narrates regarding this ayah, “Between Them is a barrier whic</w:t>
      </w:r>
      <w:r w:rsidR="004D1165">
        <w:t xml:space="preserve">h </w:t>
      </w:r>
      <w:r>
        <w:t>They cannot pass” (55:20), “Imam (as) said, “Ameerul Momineen (asws) and Syeda (sa)</w:t>
      </w:r>
      <w:r w:rsidR="00C23B6A">
        <w:t xml:space="preserve"> </w:t>
      </w:r>
      <w:r>
        <w:t>are two deep oceans, and neither crosses the other.”</w:t>
      </w:r>
    </w:p>
    <w:p w:rsidR="00EC54B6" w:rsidRDefault="00EC54B6" w:rsidP="0080330A">
      <w:pPr>
        <w:pStyle w:val="libItalic"/>
      </w:pPr>
      <w:r>
        <w:t>(Tafseer e Furat pg 46)</w:t>
      </w:r>
    </w:p>
    <w:p w:rsidR="00EC54B6" w:rsidRDefault="00EC54B6" w:rsidP="00175E59">
      <w:pPr>
        <w:pStyle w:val="Heading2Center"/>
      </w:pPr>
      <w:bookmarkStart w:id="140" w:name="_Toc442791259"/>
      <w:r>
        <w:t>3. Batareeq</w:t>
      </w:r>
      <w:bookmarkEnd w:id="140"/>
    </w:p>
    <w:p w:rsidR="00EC54B6" w:rsidRDefault="00EC54B6" w:rsidP="00EC54B6">
      <w:pPr>
        <w:pStyle w:val="libNormal"/>
      </w:pPr>
      <w:r>
        <w:t>In one of Moula Ali (asws)’s sermons He says, “Amongst the Arman my name is Batareeq”.</w:t>
      </w:r>
    </w:p>
    <w:p w:rsidR="00EC54B6" w:rsidRDefault="00EC54B6" w:rsidP="00175E59">
      <w:pPr>
        <w:pStyle w:val="Heading2Center"/>
      </w:pPr>
      <w:bookmarkStart w:id="141" w:name="_Toc442791260"/>
      <w:r>
        <w:t>4. Bab ul Dar ul Hikmat (Door of the city of wisdom)</w:t>
      </w:r>
      <w:bookmarkEnd w:id="141"/>
    </w:p>
    <w:p w:rsidR="00EC54B6" w:rsidRDefault="00EC54B6" w:rsidP="00EC54B6">
      <w:pPr>
        <w:pStyle w:val="libNormal"/>
      </w:pPr>
      <w:r>
        <w:t>RasoolAllah (saw) said, “I am the city of wisdom and Ali (asws) is its door”.</w:t>
      </w:r>
    </w:p>
    <w:p w:rsidR="00FE3B28" w:rsidRDefault="00EC54B6" w:rsidP="00CE7E0F">
      <w:pPr>
        <w:pStyle w:val="libItalic"/>
      </w:pPr>
      <w:r>
        <w:t>(Noor ul Absar pg 174)</w:t>
      </w:r>
    </w:p>
    <w:p w:rsidR="00EC54B6" w:rsidRDefault="00EC54B6" w:rsidP="00175E59">
      <w:pPr>
        <w:pStyle w:val="Heading2Center"/>
      </w:pPr>
      <w:bookmarkStart w:id="142" w:name="_Toc442791261"/>
      <w:r>
        <w:t>5. Bab ul Jannat (Door of Jannah)</w:t>
      </w:r>
      <w:bookmarkEnd w:id="142"/>
    </w:p>
    <w:p w:rsidR="00EC54B6" w:rsidRDefault="00EC54B6" w:rsidP="00EC54B6">
      <w:pPr>
        <w:pStyle w:val="libNormal"/>
      </w:pPr>
      <w:r>
        <w:t>Saeed bin Janadah Alufi narrates “I heard RasoolAllah (saw) saying, “Ali (asws) ibn Ab</w:t>
      </w:r>
      <w:r w:rsidR="004D1165">
        <w:t xml:space="preserve">i </w:t>
      </w:r>
      <w:r>
        <w:t>Talib (as) is the master of arabs.” I asked, “O’RasoolAllah (saw)! Are You not the master o</w:t>
      </w:r>
      <w:r w:rsidR="004D1165">
        <w:t xml:space="preserve">f </w:t>
      </w:r>
      <w:r>
        <w:t>arabs?” RasoolAllah (saw) replied, “I am the master of the offspring of Adam (as), and Al</w:t>
      </w:r>
      <w:r w:rsidR="004D1165">
        <w:t xml:space="preserve">i </w:t>
      </w:r>
      <w:r>
        <w:t>(asws) is the master of arabs. One who loves Him is loved and guided by Allah. One wh</w:t>
      </w:r>
      <w:r w:rsidR="004D1165">
        <w:t xml:space="preserve">o </w:t>
      </w:r>
      <w:r>
        <w:t>hates Him is hated and made blind by Allah. The right of Ali (asws) is like My right. Hi</w:t>
      </w:r>
      <w:r w:rsidR="004D1165">
        <w:t xml:space="preserve">s </w:t>
      </w:r>
      <w:r>
        <w:t>obedience is My obedience except there is no prophet after Me. One who abandons Him ha</w:t>
      </w:r>
      <w:r w:rsidR="004D1165">
        <w:t xml:space="preserve">s </w:t>
      </w:r>
      <w:r>
        <w:t>abandoned Me. One who abandons Me has abandoned Allah. I am the city of wisdom. I</w:t>
      </w:r>
      <w:r w:rsidR="004D1165">
        <w:t xml:space="preserve">n </w:t>
      </w:r>
      <w:r>
        <w:t>reality, that is jannah. Ali (asws) is its door. No one can enter into jannah without comin</w:t>
      </w:r>
      <w:r w:rsidR="004D1165">
        <w:t xml:space="preserve">g </w:t>
      </w:r>
      <w:r>
        <w:t>through its door. Ali (asws) is the best of creation. One who denies Him has commited kufr.</w:t>
      </w:r>
    </w:p>
    <w:p w:rsidR="00EC54B6" w:rsidRDefault="00EC54B6" w:rsidP="0080330A">
      <w:pPr>
        <w:pStyle w:val="libItalic"/>
      </w:pPr>
      <w:r>
        <w:t>(Maya Manaqaba pg 56)</w:t>
      </w:r>
    </w:p>
    <w:p w:rsidR="00EC54B6" w:rsidRDefault="00EC54B6" w:rsidP="00175E59">
      <w:pPr>
        <w:pStyle w:val="Heading2Center"/>
      </w:pPr>
      <w:bookmarkStart w:id="143" w:name="_Toc442791262"/>
      <w:r>
        <w:t>6. Briya</w:t>
      </w:r>
      <w:bookmarkEnd w:id="143"/>
    </w:p>
    <w:p w:rsidR="00EC54B6" w:rsidRDefault="00EC54B6" w:rsidP="00EC54B6">
      <w:pPr>
        <w:pStyle w:val="libNormal"/>
      </w:pPr>
      <w:r>
        <w:t>In one sermon of Moula Ali (asws) He says, “In Taurat My name is Briya. It means free fro</w:t>
      </w:r>
      <w:r w:rsidR="004D1165">
        <w:t xml:space="preserve">m </w:t>
      </w:r>
      <w:r>
        <w:t>shirk”.</w:t>
      </w:r>
    </w:p>
    <w:p w:rsidR="00EC54B6" w:rsidRDefault="00EC54B6" w:rsidP="0080330A">
      <w:pPr>
        <w:pStyle w:val="libItalic"/>
      </w:pPr>
      <w:r>
        <w:lastRenderedPageBreak/>
        <w:t>(Maani ul Akbar pg 58)</w:t>
      </w:r>
    </w:p>
    <w:p w:rsidR="00EC54B6" w:rsidRDefault="00EC54B6" w:rsidP="00175E59">
      <w:pPr>
        <w:pStyle w:val="Heading2Center"/>
      </w:pPr>
      <w:bookmarkStart w:id="144" w:name="_Toc442791263"/>
      <w:r>
        <w:t>7. Bazaat ul Rasool (Part of RasoolAllah saw)</w:t>
      </w:r>
      <w:bookmarkEnd w:id="144"/>
    </w:p>
    <w:p w:rsidR="00EC54B6" w:rsidRDefault="00EC54B6" w:rsidP="00C23B6A">
      <w:pPr>
        <w:pStyle w:val="libNormal"/>
      </w:pPr>
      <w:r>
        <w:t>Abu Saeed al Qudri narrates RasoolAllah (saw) recited this ayah, “Not equal are th</w:t>
      </w:r>
      <w:r w:rsidR="004D1165">
        <w:t xml:space="preserve">e </w:t>
      </w:r>
      <w:r>
        <w:t>dwellers of the fire and the dwellers of the garden. The owners of the garden, They ar</w:t>
      </w:r>
      <w:r w:rsidR="004D1165">
        <w:t xml:space="preserve">e </w:t>
      </w:r>
      <w:r>
        <w:t>the victorious.” (59:20). Then RasoolAllah (saw) said, “The people of jannah are those wh</w:t>
      </w:r>
      <w:r w:rsidR="004D1165">
        <w:t xml:space="preserve">o </w:t>
      </w:r>
      <w:r>
        <w:t>obeyed Me and accepted the Wilayat of Ali (asws) after Me. Remember! Ali (asws) is a par</w:t>
      </w:r>
      <w:r w:rsidR="004D1165">
        <w:t xml:space="preserve">t </w:t>
      </w:r>
      <w:r>
        <w:t>of Me. One who wages war against Him wages war against Me.” Then RasoolAllah (saw)</w:t>
      </w:r>
      <w:r w:rsidR="00C23B6A">
        <w:t xml:space="preserve"> </w:t>
      </w:r>
      <w:r>
        <w:t>called Ali (asws), and said, “O’Ali (asws)! Your fight is My fight. Your friendship is M</w:t>
      </w:r>
      <w:r w:rsidR="004D1165">
        <w:t xml:space="preserve">y </w:t>
      </w:r>
      <w:r>
        <w:t>friendship. You are the knowledge between Me and My ummah.”</w:t>
      </w:r>
    </w:p>
    <w:p w:rsidR="00FE3B28" w:rsidRDefault="00EC54B6" w:rsidP="00CE7E0F">
      <w:pPr>
        <w:pStyle w:val="libItalic"/>
      </w:pPr>
      <w:r>
        <w:t>(Tafseer e Furat pg 183)</w:t>
      </w:r>
    </w:p>
    <w:p w:rsidR="00EC54B6" w:rsidRDefault="00EC54B6" w:rsidP="00175E59">
      <w:pPr>
        <w:pStyle w:val="Heading2Center"/>
      </w:pPr>
      <w:bookmarkStart w:id="145" w:name="_Toc442791264"/>
      <w:r>
        <w:t>8. Bas ul Shadeed (Severe punishment)</w:t>
      </w:r>
      <w:bookmarkEnd w:id="145"/>
    </w:p>
    <w:p w:rsidR="00EC54B6" w:rsidRDefault="00EC54B6" w:rsidP="00EC54B6">
      <w:pPr>
        <w:pStyle w:val="libNormal"/>
      </w:pPr>
      <w:r>
        <w:t>Barqi narrates from Abu Baseer who narrates from Imam Abu Jafar (as) regarding thi</w:t>
      </w:r>
      <w:r w:rsidR="004D1165">
        <w:t xml:space="preserve">s </w:t>
      </w:r>
      <w:r>
        <w:t xml:space="preserve">ayah, “That He might give warning of a severe punishment from Him” (18:2), Imam </w:t>
      </w:r>
      <w:r w:rsidR="0066696E">
        <w:t xml:space="preserve">(as) </w:t>
      </w:r>
      <w:r>
        <w:t>said, “That severe punishment is Ameerul Momineen Ali (asws). He is from the near ones o</w:t>
      </w:r>
      <w:r w:rsidR="004D1165">
        <w:t xml:space="preserve">f </w:t>
      </w:r>
      <w:r>
        <w:t>RasoolAllah (saw). He slayed the enemies of RasoolAllah (saw). This is why Allah has sai</w:t>
      </w:r>
      <w:r w:rsidR="004D1165">
        <w:t xml:space="preserve">d, </w:t>
      </w:r>
      <w:r>
        <w:t>“give warning of severe punishment from Him”</w:t>
      </w:r>
    </w:p>
    <w:p w:rsidR="00EC54B6" w:rsidRDefault="00EC54B6" w:rsidP="00CE7E0F">
      <w:pPr>
        <w:pStyle w:val="libItalic"/>
      </w:pPr>
      <w:r>
        <w:t>(Tafseer e Ayyashi Second Edition pg 247)</w:t>
      </w:r>
    </w:p>
    <w:p w:rsidR="00EC54B6" w:rsidRDefault="00EC54B6" w:rsidP="00175E59">
      <w:pPr>
        <w:pStyle w:val="Heading2Center"/>
      </w:pPr>
      <w:bookmarkStart w:id="146" w:name="_Toc442791265"/>
      <w:r>
        <w:t>9. Bitris</w:t>
      </w:r>
      <w:bookmarkEnd w:id="146"/>
    </w:p>
    <w:p w:rsidR="00EC54B6" w:rsidRDefault="00EC54B6" w:rsidP="00EC54B6">
      <w:pPr>
        <w:pStyle w:val="libNormal"/>
      </w:pPr>
      <w:r>
        <w:t>In one of His sermons Moula Ali (asws) says, “Amongst the Romans My name is Bitris”.</w:t>
      </w:r>
    </w:p>
    <w:p w:rsidR="00EC54B6" w:rsidRDefault="00EC54B6" w:rsidP="00175E59">
      <w:pPr>
        <w:pStyle w:val="Heading2Center"/>
      </w:pPr>
      <w:bookmarkStart w:id="147" w:name="_Toc442791266"/>
      <w:r>
        <w:t>10. Bab Hitat (Door of repentance)</w:t>
      </w:r>
      <w:bookmarkEnd w:id="147"/>
    </w:p>
    <w:p w:rsidR="00EC54B6" w:rsidRDefault="00EC54B6" w:rsidP="00EC54B6">
      <w:pPr>
        <w:pStyle w:val="libNormal"/>
      </w:pPr>
      <w:r>
        <w:t>Saeed Ilfalafri narrates I heard Imam Reza (as) say regarding this ayah, “enter the doo</w:t>
      </w:r>
      <w:r w:rsidR="004D1165">
        <w:t xml:space="preserve">r </w:t>
      </w:r>
      <w:r>
        <w:t>prostrate and say “Repentance”, We will forgive you” (2:58), Imam (as) said, “We are th</w:t>
      </w:r>
      <w:r w:rsidR="004D1165">
        <w:t xml:space="preserve">e </w:t>
      </w:r>
      <w:r>
        <w:t>door of repentance for you.”</w:t>
      </w:r>
    </w:p>
    <w:p w:rsidR="00EC54B6" w:rsidRDefault="00EC54B6" w:rsidP="0080330A">
      <w:pPr>
        <w:pStyle w:val="libItalic"/>
      </w:pPr>
      <w:r>
        <w:t>(Tafseer e Ayyashi First Edition pg 63)</w:t>
      </w:r>
    </w:p>
    <w:p w:rsidR="00EC54B6" w:rsidRDefault="00EC54B6" w:rsidP="00175E59">
      <w:pPr>
        <w:pStyle w:val="Heading2Center"/>
      </w:pPr>
      <w:bookmarkStart w:id="148" w:name="_Toc442791267"/>
      <w:r>
        <w:t>11. Beit</w:t>
      </w:r>
      <w:bookmarkEnd w:id="148"/>
    </w:p>
    <w:p w:rsidR="00EC54B6" w:rsidRDefault="00EC54B6" w:rsidP="00EC54B6">
      <w:pPr>
        <w:pStyle w:val="libNormal"/>
      </w:pPr>
      <w:r>
        <w:t>Sa’ad bin Minhal narrates from Imams (as), “Aimmah (as) are Houses, and the door of Thei</w:t>
      </w:r>
      <w:r w:rsidR="004D1165">
        <w:t xml:space="preserve">r </w:t>
      </w:r>
      <w:r>
        <w:t>houses are also Imams (as). “</w:t>
      </w:r>
    </w:p>
    <w:p w:rsidR="00EC54B6" w:rsidRDefault="00EC54B6" w:rsidP="00CE7E0F">
      <w:pPr>
        <w:pStyle w:val="libItalic"/>
      </w:pPr>
      <w:r>
        <w:t>(Tafseer e Ayyashi First Edition pg 105)</w:t>
      </w:r>
    </w:p>
    <w:p w:rsidR="00EC54B6" w:rsidRDefault="00EC54B6" w:rsidP="00175E59">
      <w:pPr>
        <w:pStyle w:val="Heading2Center"/>
      </w:pPr>
      <w:bookmarkStart w:id="149" w:name="_Toc442791268"/>
      <w:r>
        <w:t>12. Bateen min al Alim (Absolute Knowledge)</w:t>
      </w:r>
      <w:bookmarkEnd w:id="149"/>
    </w:p>
    <w:p w:rsidR="00EC54B6" w:rsidRDefault="00EC54B6" w:rsidP="00EC54B6">
      <w:pPr>
        <w:pStyle w:val="libNormal"/>
      </w:pPr>
      <w:r>
        <w:t>Abaya bin Rabee narrates a person came to Ibne Abbas (ra) and asked, “Tell me about Al</w:t>
      </w:r>
      <w:r w:rsidR="004D1165">
        <w:t xml:space="preserve">i </w:t>
      </w:r>
      <w:r>
        <w:t>(asws) ibn Abi Talib (as). People are in dispute over Him.” Ibne Abbas (ra) said, “You hav</w:t>
      </w:r>
      <w:r w:rsidR="004D1165">
        <w:t xml:space="preserve">e </w:t>
      </w:r>
      <w:r>
        <w:t>asked me about a personality who after RasoolAllah (saw), there is no one on this eart</w:t>
      </w:r>
      <w:r w:rsidR="004D1165">
        <w:t xml:space="preserve">h </w:t>
      </w:r>
      <w:r>
        <w:t>greater than Him. He is the brother of RasoolAllah (saw), His successor, and His calip</w:t>
      </w:r>
      <w:r w:rsidR="004D1165">
        <w:t xml:space="preserve">h </w:t>
      </w:r>
      <w:r>
        <w:t>upon His ummah. He is far from shirk and has absolute knowledge. RasoolAllah (saw) sai</w:t>
      </w:r>
      <w:r w:rsidR="004D1165">
        <w:t xml:space="preserve">d, </w:t>
      </w:r>
      <w:r>
        <w:t>“One who wants salvation on the day of judgment should follow Ali (asws) ibn Abi Tali</w:t>
      </w:r>
      <w:r w:rsidR="004D1165">
        <w:t xml:space="preserve">b </w:t>
      </w:r>
      <w:r>
        <w:t>(as).”</w:t>
      </w:r>
    </w:p>
    <w:p w:rsidR="00EC54B6" w:rsidRDefault="00EC54B6" w:rsidP="0080330A">
      <w:pPr>
        <w:pStyle w:val="libItalic"/>
      </w:pPr>
      <w:r>
        <w:t>(Kafaia al Talib pg 45)</w:t>
      </w:r>
    </w:p>
    <w:p w:rsidR="00EC54B6" w:rsidRDefault="00EC54B6" w:rsidP="00175E59">
      <w:pPr>
        <w:pStyle w:val="Heading2Center"/>
      </w:pPr>
      <w:bookmarkStart w:id="150" w:name="_Toc442791269"/>
      <w:r>
        <w:t>13. Balagh (Clear message)</w:t>
      </w:r>
      <w:bookmarkEnd w:id="150"/>
    </w:p>
    <w:p w:rsidR="00EC54B6" w:rsidRDefault="00EC54B6" w:rsidP="00EC54B6">
      <w:pPr>
        <w:pStyle w:val="libNormal"/>
      </w:pPr>
      <w:r>
        <w:lastRenderedPageBreak/>
        <w:t>Imam Jafar Sadiq (as) says regarding this ayah, “This is a clear message for mankind i</w:t>
      </w:r>
      <w:r w:rsidR="004D1165">
        <w:t xml:space="preserve">n </w:t>
      </w:r>
      <w:r>
        <w:t>order that they may be warned thereby” (14:52), Imam (as) says “Clear message i</w:t>
      </w:r>
      <w:r w:rsidR="004D1165">
        <w:t xml:space="preserve">s </w:t>
      </w:r>
      <w:r>
        <w:t>Ameerul Momineen (asws) and warned is regarding His Wilayat. Those who have wisdo</w:t>
      </w:r>
      <w:r w:rsidR="004D1165">
        <w:t xml:space="preserve">m </w:t>
      </w:r>
      <w:r>
        <w:t>and take advice are the shia of Ali (asws).”</w:t>
      </w:r>
    </w:p>
    <w:p w:rsidR="00EC54B6" w:rsidRDefault="00EC54B6" w:rsidP="00CE7E0F">
      <w:pPr>
        <w:pStyle w:val="libItalic"/>
      </w:pPr>
      <w:r>
        <w:t>(Taweel ul Ayat Second Edition pg 570)</w:t>
      </w:r>
    </w:p>
    <w:p w:rsidR="00EC54B6" w:rsidRDefault="00EC54B6" w:rsidP="00175E59">
      <w:pPr>
        <w:pStyle w:val="Heading2Center"/>
      </w:pPr>
      <w:bookmarkStart w:id="151" w:name="_Toc442791270"/>
      <w:r>
        <w:t>14. Baqeel Beit ul Mamoor (apparent of Beitul Mamoor)</w:t>
      </w:r>
      <w:bookmarkEnd w:id="151"/>
    </w:p>
    <w:p w:rsidR="00EC54B6" w:rsidRDefault="00EC54B6" w:rsidP="00EC54B6">
      <w:pPr>
        <w:pStyle w:val="libNormal"/>
      </w:pPr>
      <w:r>
        <w:t>Moula Ali (asws) said in Khutba ul Bayan, “I am Baqeel Beit ul Mamoor.”</w:t>
      </w:r>
    </w:p>
    <w:p w:rsidR="00EC54B6" w:rsidRDefault="00EC54B6" w:rsidP="00175E59">
      <w:pPr>
        <w:pStyle w:val="Heading2Center"/>
      </w:pPr>
      <w:bookmarkStart w:id="152" w:name="_Toc442791271"/>
      <w:r>
        <w:t>15. Bab ul Abu Ab (Door of all doors)</w:t>
      </w:r>
      <w:bookmarkEnd w:id="152"/>
    </w:p>
    <w:p w:rsidR="00EC54B6" w:rsidRDefault="00EC54B6" w:rsidP="00EC54B6">
      <w:pPr>
        <w:pStyle w:val="libNormal"/>
      </w:pPr>
      <w:r>
        <w:t>Moula Ali (asws) said in Khutba ul Bayan, “I am door of all doors”.</w:t>
      </w:r>
    </w:p>
    <w:p w:rsidR="00EC54B6" w:rsidRDefault="00EC54B6" w:rsidP="00175E59">
      <w:pPr>
        <w:pStyle w:val="Heading2Center"/>
      </w:pPr>
      <w:bookmarkStart w:id="153" w:name="_Toc442791272"/>
      <w:r>
        <w:t>16. Batin ala al kufar</w:t>
      </w:r>
      <w:bookmarkEnd w:id="153"/>
    </w:p>
    <w:p w:rsidR="00EC54B6" w:rsidRDefault="00EC54B6" w:rsidP="00EC54B6">
      <w:pPr>
        <w:pStyle w:val="libNormal"/>
      </w:pPr>
      <w:r>
        <w:t>Moula Ali (asws) said in Khutba ul Bayan, “I am batin ala al kufar”.</w:t>
      </w:r>
    </w:p>
    <w:p w:rsidR="00EC54B6" w:rsidRDefault="00EC54B6" w:rsidP="00175E59">
      <w:pPr>
        <w:pStyle w:val="Heading2Center"/>
      </w:pPr>
      <w:bookmarkStart w:id="154" w:name="_Toc442791273"/>
      <w:r>
        <w:t>17. Batin wa al Zahir (hidden and apparent)</w:t>
      </w:r>
      <w:bookmarkEnd w:id="154"/>
    </w:p>
    <w:p w:rsidR="00EC54B6" w:rsidRDefault="00EC54B6" w:rsidP="00EC54B6">
      <w:pPr>
        <w:pStyle w:val="libNormal"/>
      </w:pPr>
      <w:r>
        <w:t>Moula Ali (asws) said in Khutba ul Bayan, “I am hidden and apparent”.</w:t>
      </w:r>
    </w:p>
    <w:p w:rsidR="00EC54B6" w:rsidRDefault="00EC54B6" w:rsidP="00175E59">
      <w:pPr>
        <w:pStyle w:val="Heading2Center"/>
      </w:pPr>
      <w:bookmarkStart w:id="155" w:name="_Toc442791274"/>
      <w:r>
        <w:t>18. Barq al Lamooa (bright lightning)</w:t>
      </w:r>
      <w:bookmarkEnd w:id="155"/>
    </w:p>
    <w:p w:rsidR="00EC54B6" w:rsidRDefault="00EC54B6" w:rsidP="00EC54B6">
      <w:pPr>
        <w:pStyle w:val="libNormal"/>
      </w:pPr>
      <w:r>
        <w:t>Moula Ali (asws) said in Khutba ul Bayan, “I am the bright lightning”.</w:t>
      </w:r>
    </w:p>
    <w:p w:rsidR="00EC54B6" w:rsidRDefault="00EC54B6" w:rsidP="00175E59">
      <w:pPr>
        <w:pStyle w:val="Heading2Center"/>
      </w:pPr>
      <w:bookmarkStart w:id="156" w:name="_Toc442791275"/>
      <w:r>
        <w:t>19. Bas Allah (wrath of Allah)</w:t>
      </w:r>
      <w:bookmarkEnd w:id="156"/>
    </w:p>
    <w:p w:rsidR="00FE3B28" w:rsidRDefault="00EC54B6" w:rsidP="00EC54B6">
      <w:pPr>
        <w:pStyle w:val="libNormal"/>
      </w:pPr>
      <w:r>
        <w:t>RasoolAllah (saw) said, “O’Ali (asws)! You are the tongue of Allah through whom He speak</w:t>
      </w:r>
      <w:r w:rsidR="004D1165">
        <w:t xml:space="preserve">s </w:t>
      </w:r>
      <w:r>
        <w:t>and You are the wrath of Allah through whom He takes revenge.”</w:t>
      </w:r>
    </w:p>
    <w:p w:rsidR="00EC54B6" w:rsidRDefault="00EC54B6" w:rsidP="00CE7E0F">
      <w:pPr>
        <w:pStyle w:val="libItalic"/>
      </w:pPr>
      <w:r>
        <w:t>(Tafseer e Furat pg 455)</w:t>
      </w:r>
    </w:p>
    <w:p w:rsidR="00EC54B6" w:rsidRDefault="00EC54B6" w:rsidP="00175E59">
      <w:pPr>
        <w:pStyle w:val="Heading2Center"/>
      </w:pPr>
      <w:bookmarkStart w:id="157" w:name="_Toc442791276"/>
      <w:r>
        <w:t>20. Batishtullah (blow of Allah)</w:t>
      </w:r>
      <w:bookmarkEnd w:id="157"/>
    </w:p>
    <w:p w:rsidR="00EC54B6" w:rsidRDefault="00EC54B6" w:rsidP="00EC54B6">
      <w:pPr>
        <w:pStyle w:val="libNormal"/>
      </w:pPr>
      <w:r>
        <w:t>RasoolAllah (saw), “O’Ali (asws)! You are the blow of Allah for whom Allah says in Qura</w:t>
      </w:r>
      <w:r w:rsidR="004D1165">
        <w:t xml:space="preserve">n, </w:t>
      </w:r>
      <w:r>
        <w:t>“And certainly He warned them of Our blow but they did doubt the warnings”. (54:36)</w:t>
      </w:r>
    </w:p>
    <w:p w:rsidR="00EC54B6" w:rsidRDefault="00EC54B6" w:rsidP="00CE7E0F">
      <w:pPr>
        <w:pStyle w:val="libItalic"/>
      </w:pPr>
      <w:r>
        <w:t>(Tafseer e Furat pg 455)</w:t>
      </w:r>
    </w:p>
    <w:p w:rsidR="00EC54B6" w:rsidRDefault="00EC54B6" w:rsidP="00175E59">
      <w:pPr>
        <w:pStyle w:val="Heading2Center"/>
      </w:pPr>
      <w:bookmarkStart w:id="158" w:name="_Toc442791277"/>
      <w:r>
        <w:t>21. Beitullah (House of Allah)</w:t>
      </w:r>
      <w:bookmarkEnd w:id="158"/>
    </w:p>
    <w:p w:rsidR="00EC54B6" w:rsidRDefault="00EC54B6" w:rsidP="00EC54B6">
      <w:pPr>
        <w:pStyle w:val="libNormal"/>
      </w:pPr>
      <w:r>
        <w:t>Moula Ali (asws) said to His Son Imam Hasan (as), “I am the House of Allah. Whoeve</w:t>
      </w:r>
      <w:r w:rsidR="004D1165">
        <w:t xml:space="preserve">r </w:t>
      </w:r>
      <w:r>
        <w:t>enters has been protected. One who holds to My Wilayat and love is protected from th</w:t>
      </w:r>
      <w:r w:rsidR="004D1165">
        <w:t xml:space="preserve">e </w:t>
      </w:r>
      <w:r>
        <w:t>fire”.</w:t>
      </w:r>
    </w:p>
    <w:p w:rsidR="00EC54B6" w:rsidRDefault="00EC54B6" w:rsidP="00175E59">
      <w:pPr>
        <w:pStyle w:val="Heading2Center"/>
      </w:pPr>
      <w:bookmarkStart w:id="159" w:name="_Toc442791278"/>
      <w:r>
        <w:t>22. Bihar ul Alim (Ocean of knowledge)</w:t>
      </w:r>
      <w:bookmarkEnd w:id="159"/>
    </w:p>
    <w:p w:rsidR="00EC54B6" w:rsidRDefault="00EC54B6" w:rsidP="00EC54B6">
      <w:pPr>
        <w:pStyle w:val="libNormal"/>
      </w:pPr>
      <w:r>
        <w:t xml:space="preserve">In Ziarat e Ameerul Momineen (asws) it is written, “I testify that You are Tur and Rik </w:t>
      </w:r>
      <w:r w:rsidR="004D1165">
        <w:t xml:space="preserve">e </w:t>
      </w:r>
      <w:r>
        <w:t>Manshoor and Bihar ul Alim (ocean of Knowledge).”</w:t>
      </w:r>
    </w:p>
    <w:p w:rsidR="00EC54B6" w:rsidRDefault="00EC54B6" w:rsidP="00175E59">
      <w:pPr>
        <w:pStyle w:val="Heading2Center"/>
      </w:pPr>
      <w:bookmarkStart w:id="160" w:name="_Toc442791279"/>
      <w:r>
        <w:t>23. Baooza</w:t>
      </w:r>
      <w:bookmarkEnd w:id="160"/>
    </w:p>
    <w:p w:rsidR="00EC54B6" w:rsidRDefault="00EC54B6" w:rsidP="00EC54B6">
      <w:pPr>
        <w:pStyle w:val="libNormal"/>
      </w:pPr>
      <w:r>
        <w:t>Imam Jafar Sadiq (as) narrates regarding this ayah, “Surely Allah is not ashamed to se</w:t>
      </w:r>
      <w:r w:rsidR="004D1165">
        <w:t xml:space="preserve">t </w:t>
      </w:r>
      <w:r>
        <w:t>forth any parable, even that of a gnat or anything above that” (2:26), Imam (as) sai</w:t>
      </w:r>
      <w:r w:rsidR="004D1165">
        <w:t xml:space="preserve">d, </w:t>
      </w:r>
      <w:r>
        <w:t>“Allah mentioned the example of gnat for Ameerul Momineen (asws) and the one who i</w:t>
      </w:r>
      <w:r w:rsidR="004D1165">
        <w:t xml:space="preserve">s </w:t>
      </w:r>
      <w:r>
        <w:t>above that is RasoolAllah (saw). Allah says, “as for those who believe, they know that it i</w:t>
      </w:r>
      <w:r w:rsidR="004D1165">
        <w:t xml:space="preserve">s </w:t>
      </w:r>
      <w:r>
        <w:t>the truth from their Lord,” (2:26) and that truth is Ameerul Momineen (asws).”</w:t>
      </w:r>
    </w:p>
    <w:p w:rsidR="00EC54B6" w:rsidRDefault="00EC54B6" w:rsidP="0080330A">
      <w:pPr>
        <w:pStyle w:val="libItalic"/>
      </w:pPr>
      <w:r>
        <w:t>(Tafseer e Burhan First Edition pg 70)</w:t>
      </w:r>
    </w:p>
    <w:p w:rsidR="00EC54B6" w:rsidRDefault="00EC54B6" w:rsidP="00175E59">
      <w:pPr>
        <w:pStyle w:val="Heading2Center"/>
      </w:pPr>
      <w:bookmarkStart w:id="161" w:name="_Toc442791280"/>
      <w:r>
        <w:lastRenderedPageBreak/>
        <w:t>24. Badr al Mazia</w:t>
      </w:r>
      <w:bookmarkEnd w:id="161"/>
    </w:p>
    <w:p w:rsidR="00FE3B28" w:rsidRDefault="00EC54B6" w:rsidP="00EC54B6">
      <w:pPr>
        <w:pStyle w:val="libNormal"/>
      </w:pPr>
      <w:r>
        <w:t>In the ziarat of Moula on Lailatul Mabath (asws) it is written, “Salam be upon You, O’Badr a</w:t>
      </w:r>
      <w:r w:rsidR="004D1165">
        <w:t xml:space="preserve">l </w:t>
      </w:r>
      <w:r>
        <w:t>Mazia”</w:t>
      </w:r>
    </w:p>
    <w:p w:rsidR="00EC54B6" w:rsidRDefault="00EC54B6" w:rsidP="00175E59">
      <w:pPr>
        <w:pStyle w:val="Heading2Center"/>
      </w:pPr>
      <w:bookmarkStart w:id="162" w:name="_Toc442791281"/>
      <w:r>
        <w:t>25. Barjaloon</w:t>
      </w:r>
      <w:bookmarkEnd w:id="162"/>
    </w:p>
    <w:p w:rsidR="00EC54B6" w:rsidRDefault="00EC54B6" w:rsidP="00EC54B6">
      <w:pPr>
        <w:pStyle w:val="libNormal"/>
      </w:pPr>
      <w:r>
        <w:t>Moula Ali (asws) says in Khutba Tutanjiya, “ I am Barjaloon”.</w:t>
      </w:r>
    </w:p>
    <w:p w:rsidR="00EC54B6" w:rsidRDefault="00EC54B6" w:rsidP="00175E59">
      <w:pPr>
        <w:pStyle w:val="Heading2Center"/>
      </w:pPr>
      <w:bookmarkStart w:id="163" w:name="_Toc442791282"/>
      <w:r>
        <w:t>26. Burhan Bihar</w:t>
      </w:r>
      <w:bookmarkEnd w:id="163"/>
    </w:p>
    <w:p w:rsidR="00EC54B6" w:rsidRDefault="00EC54B6" w:rsidP="00EC54B6">
      <w:pPr>
        <w:pStyle w:val="libNormal"/>
      </w:pPr>
      <w:r>
        <w:t>Moula Ali (asws) says in Khutba Tutanjiya, “I am Burhan Bihar”.</w:t>
      </w:r>
    </w:p>
    <w:p w:rsidR="00EC54B6" w:rsidRDefault="00EC54B6" w:rsidP="00175E59">
      <w:pPr>
        <w:pStyle w:val="Heading2Center"/>
      </w:pPr>
      <w:bookmarkStart w:id="164" w:name="_Toc442791283"/>
      <w:r>
        <w:t>27. Bast al Ajah</w:t>
      </w:r>
      <w:bookmarkEnd w:id="164"/>
    </w:p>
    <w:p w:rsidR="00EC54B6" w:rsidRDefault="00EC54B6" w:rsidP="00EC54B6">
      <w:pPr>
        <w:pStyle w:val="libNormal"/>
      </w:pPr>
      <w:r>
        <w:t>Moula Ali (asws) says in Khutba Tutanjiya, “I am Bast al ajah”.</w:t>
      </w:r>
    </w:p>
    <w:p w:rsidR="00EC54B6" w:rsidRDefault="00EC54B6" w:rsidP="00175E59">
      <w:pPr>
        <w:pStyle w:val="Heading2Center"/>
      </w:pPr>
      <w:bookmarkStart w:id="165" w:name="_Toc442791284"/>
      <w:r>
        <w:t>28. Bralqasm</w:t>
      </w:r>
      <w:bookmarkEnd w:id="165"/>
    </w:p>
    <w:p w:rsidR="00EC54B6" w:rsidRDefault="00EC54B6" w:rsidP="00EC54B6">
      <w:pPr>
        <w:pStyle w:val="libNormal"/>
      </w:pPr>
      <w:r>
        <w:t>Moula Ali (asws) says in Khutba Bayan, “I am Bralqasm”</w:t>
      </w:r>
    </w:p>
    <w:p w:rsidR="00EC54B6" w:rsidRDefault="00EC54B6" w:rsidP="00175E59">
      <w:pPr>
        <w:pStyle w:val="Heading2Center"/>
      </w:pPr>
      <w:bookmarkStart w:id="166" w:name="_Toc442791285"/>
      <w:r>
        <w:t>29. Bab al Hajrat (door of the rooms)</w:t>
      </w:r>
      <w:bookmarkEnd w:id="166"/>
    </w:p>
    <w:p w:rsidR="00EC54B6" w:rsidRDefault="00EC54B6" w:rsidP="00EC54B6">
      <w:pPr>
        <w:pStyle w:val="libNormal"/>
      </w:pPr>
      <w:r>
        <w:t>Moula Ali (asws) says in Khutba Bayan, “I am the door of the rooms.”</w:t>
      </w:r>
    </w:p>
    <w:p w:rsidR="00EC54B6" w:rsidRDefault="00EC54B6" w:rsidP="00175E59">
      <w:pPr>
        <w:pStyle w:val="Heading2Center"/>
      </w:pPr>
      <w:bookmarkStart w:id="167" w:name="_Toc442791286"/>
      <w:r>
        <w:t>30. Bal al Batool (husband of Batool sa)</w:t>
      </w:r>
      <w:bookmarkEnd w:id="167"/>
    </w:p>
    <w:p w:rsidR="00EC54B6" w:rsidRDefault="00EC54B6" w:rsidP="00EC54B6">
      <w:pPr>
        <w:pStyle w:val="libNormal"/>
      </w:pPr>
      <w:r>
        <w:t>Moula Ali (asws) says in Khutba Bayan, “I am the husband of Batool (sa)”.</w:t>
      </w:r>
    </w:p>
    <w:p w:rsidR="00EC54B6" w:rsidRDefault="00EC54B6" w:rsidP="00175E59">
      <w:pPr>
        <w:pStyle w:val="Heading2Center"/>
      </w:pPr>
      <w:bookmarkStart w:id="168" w:name="_Toc442791287"/>
      <w:r>
        <w:t>31. Bitreek al Habash</w:t>
      </w:r>
      <w:bookmarkEnd w:id="168"/>
    </w:p>
    <w:p w:rsidR="00EC54B6" w:rsidRDefault="00EC54B6" w:rsidP="00EC54B6">
      <w:pPr>
        <w:pStyle w:val="libNormal"/>
      </w:pPr>
      <w:r>
        <w:t>Moula Ali (asws) says in Khutba Bayan, “I am Bitreek al Habash”.</w:t>
      </w:r>
    </w:p>
    <w:p w:rsidR="00EC54B6" w:rsidRDefault="00EC54B6" w:rsidP="00175E59">
      <w:pPr>
        <w:pStyle w:val="Heading2Center"/>
      </w:pPr>
      <w:bookmarkStart w:id="169" w:name="_Toc442791288"/>
      <w:r>
        <w:t>32. Birsoom al Roos</w:t>
      </w:r>
      <w:bookmarkEnd w:id="169"/>
    </w:p>
    <w:p w:rsidR="00EC54B6" w:rsidRDefault="00EC54B6" w:rsidP="00EC54B6">
      <w:pPr>
        <w:pStyle w:val="libNormal"/>
      </w:pPr>
      <w:r>
        <w:t>Moula Ali (asws) says in Khutba Bayan, “I am Birsoom al Roos”.</w:t>
      </w:r>
    </w:p>
    <w:p w:rsidR="00EC54B6" w:rsidRDefault="00EC54B6" w:rsidP="00175E59">
      <w:pPr>
        <w:pStyle w:val="Heading2Center"/>
      </w:pPr>
      <w:bookmarkStart w:id="170" w:name="_Toc442791289"/>
      <w:r>
        <w:t>33. Badr al Birooj</w:t>
      </w:r>
      <w:bookmarkEnd w:id="170"/>
    </w:p>
    <w:p w:rsidR="00EC54B6" w:rsidRDefault="00EC54B6" w:rsidP="00EC54B6">
      <w:pPr>
        <w:pStyle w:val="libNormal"/>
      </w:pPr>
      <w:r>
        <w:t>Moula Ali (asws) says in Khutba Bayan, “I am Badr al Birooj”.</w:t>
      </w:r>
    </w:p>
    <w:p w:rsidR="00EC54B6" w:rsidRDefault="00EC54B6" w:rsidP="00175E59">
      <w:pPr>
        <w:pStyle w:val="Heading2Center"/>
      </w:pPr>
      <w:bookmarkStart w:id="171" w:name="_Toc442791290"/>
      <w:r>
        <w:t>34. Bab al Hatah</w:t>
      </w:r>
      <w:bookmarkEnd w:id="171"/>
    </w:p>
    <w:p w:rsidR="00FE3B28" w:rsidRDefault="00EC54B6" w:rsidP="00EC54B6">
      <w:pPr>
        <w:pStyle w:val="libNormal"/>
      </w:pPr>
      <w:r>
        <w:t>Moula Ali (asws) says in Khutba Bayan, “I am Bab al Hatah”</w:t>
      </w:r>
    </w:p>
    <w:p w:rsidR="00EC54B6" w:rsidRDefault="00EC54B6" w:rsidP="00175E59">
      <w:pPr>
        <w:pStyle w:val="Heading2Center"/>
      </w:pPr>
      <w:bookmarkStart w:id="172" w:name="_Toc442791291"/>
      <w:r>
        <w:t>35. Basheer al Falaq</w:t>
      </w:r>
      <w:bookmarkEnd w:id="172"/>
    </w:p>
    <w:p w:rsidR="00EC54B6" w:rsidRDefault="00EC54B6" w:rsidP="00EC54B6">
      <w:pPr>
        <w:pStyle w:val="libNormal"/>
      </w:pPr>
      <w:r>
        <w:t>Moula Ali (asws) says in Khutba Bayan, “I am Basheer al Falaq”.</w:t>
      </w:r>
    </w:p>
    <w:p w:rsidR="00EC54B6" w:rsidRDefault="00EC54B6" w:rsidP="00175E59">
      <w:pPr>
        <w:pStyle w:val="Heading2Center"/>
      </w:pPr>
      <w:bookmarkStart w:id="173" w:name="_Toc442791292"/>
      <w:r>
        <w:t>36. Baseerah al Basair</w:t>
      </w:r>
      <w:bookmarkEnd w:id="173"/>
    </w:p>
    <w:p w:rsidR="00EC54B6" w:rsidRDefault="00EC54B6" w:rsidP="00EC54B6">
      <w:pPr>
        <w:pStyle w:val="libNormal"/>
      </w:pPr>
      <w:r>
        <w:t>Moula Ali (asws) says in Khutba Bayan, “I am Baseerah al Basair”.</w:t>
      </w:r>
    </w:p>
    <w:p w:rsidR="00EC54B6" w:rsidRDefault="00EC54B6" w:rsidP="00175E59">
      <w:pPr>
        <w:pStyle w:val="Heading2Center"/>
      </w:pPr>
      <w:bookmarkStart w:id="174" w:name="_Toc442791293"/>
      <w:r>
        <w:t>37. Bareed al Mihamat</w:t>
      </w:r>
      <w:bookmarkEnd w:id="174"/>
    </w:p>
    <w:p w:rsidR="00EC54B6" w:rsidRDefault="00EC54B6" w:rsidP="00EC54B6">
      <w:pPr>
        <w:pStyle w:val="libNormal"/>
      </w:pPr>
      <w:r>
        <w:t>Moula Ali (asws) says in Khutba Bayan, “I am Bareed al Mihamat”.</w:t>
      </w:r>
    </w:p>
    <w:p w:rsidR="00EC54B6" w:rsidRDefault="00EC54B6" w:rsidP="00175E59">
      <w:pPr>
        <w:pStyle w:val="Heading2Center"/>
      </w:pPr>
      <w:bookmarkStart w:id="175" w:name="_Toc442791294"/>
      <w:r>
        <w:t>38. Basharatul Bashaeerah</w:t>
      </w:r>
      <w:bookmarkEnd w:id="175"/>
    </w:p>
    <w:p w:rsidR="00EC54B6" w:rsidRDefault="00EC54B6" w:rsidP="00EC54B6">
      <w:pPr>
        <w:pStyle w:val="libNormal"/>
      </w:pPr>
      <w:r>
        <w:t>Moula Ali (asws) says in Khutba Bayan, “I am Basharatul Bashaeerah”.</w:t>
      </w:r>
    </w:p>
    <w:p w:rsidR="00EC54B6" w:rsidRDefault="00EC54B6" w:rsidP="00175E59">
      <w:pPr>
        <w:pStyle w:val="Heading2Center"/>
      </w:pPr>
      <w:bookmarkStart w:id="176" w:name="_Toc442791295"/>
      <w:r>
        <w:t>39. Baqeel Bait al Mamoor</w:t>
      </w:r>
      <w:bookmarkEnd w:id="176"/>
    </w:p>
    <w:p w:rsidR="00EC54B6" w:rsidRDefault="00EC54B6" w:rsidP="00EC54B6">
      <w:pPr>
        <w:pStyle w:val="libNormal"/>
      </w:pPr>
      <w:r>
        <w:t>Moula Ali (asws) says in Khutba Bayan, “I am the apparent of Bait ul Mamoor”.</w:t>
      </w:r>
    </w:p>
    <w:p w:rsidR="00EC54B6" w:rsidRDefault="00EC54B6" w:rsidP="00175E59">
      <w:pPr>
        <w:pStyle w:val="Heading2Center"/>
      </w:pPr>
      <w:bookmarkStart w:id="177" w:name="_Toc442791296"/>
      <w:r>
        <w:t>40. Batin ala Kufar</w:t>
      </w:r>
      <w:bookmarkEnd w:id="177"/>
    </w:p>
    <w:p w:rsidR="00EC54B6" w:rsidRDefault="00EC54B6" w:rsidP="00EC54B6">
      <w:pPr>
        <w:pStyle w:val="libNormal"/>
      </w:pPr>
      <w:r>
        <w:t>Moula Ali (asws) says in Khutba Bayan, “I am batin ala kufar”.</w:t>
      </w:r>
    </w:p>
    <w:p w:rsidR="00EC54B6" w:rsidRDefault="00EC54B6" w:rsidP="00175E59">
      <w:pPr>
        <w:pStyle w:val="Heading2Center"/>
      </w:pPr>
      <w:bookmarkStart w:id="178" w:name="_Toc442791297"/>
      <w:r>
        <w:t>41. Batin al Soor</w:t>
      </w:r>
      <w:bookmarkEnd w:id="178"/>
    </w:p>
    <w:p w:rsidR="00EC54B6" w:rsidRDefault="00EC54B6" w:rsidP="00EC54B6">
      <w:pPr>
        <w:pStyle w:val="libNormal"/>
      </w:pPr>
      <w:r>
        <w:lastRenderedPageBreak/>
        <w:t>Moula Ali (asws) says in Khutba Bayan, “I am batin ala soor”.</w:t>
      </w:r>
    </w:p>
    <w:p w:rsidR="00EC54B6" w:rsidRDefault="00EC54B6" w:rsidP="00175E59">
      <w:pPr>
        <w:pStyle w:val="Heading2Center"/>
      </w:pPr>
      <w:bookmarkStart w:id="179" w:name="_Toc442791298"/>
      <w:r>
        <w:t>42. Bayd al Mada</w:t>
      </w:r>
      <w:bookmarkEnd w:id="179"/>
    </w:p>
    <w:p w:rsidR="00EC54B6" w:rsidRDefault="00EC54B6" w:rsidP="00EC54B6">
      <w:pPr>
        <w:pStyle w:val="libNormal"/>
      </w:pPr>
      <w:r>
        <w:t>Moula Ali (asws) says in Khutba Bayan, “I am bayd al mada”.</w:t>
      </w:r>
    </w:p>
    <w:p w:rsidR="00EC54B6" w:rsidRDefault="00EC54B6" w:rsidP="00175E59">
      <w:pPr>
        <w:pStyle w:val="Heading2Center"/>
      </w:pPr>
      <w:bookmarkStart w:id="180" w:name="_Toc442791299"/>
      <w:r>
        <w:t>43. Bayzah al Balad</w:t>
      </w:r>
      <w:bookmarkEnd w:id="180"/>
    </w:p>
    <w:p w:rsidR="00EC54B6" w:rsidRDefault="00EC54B6" w:rsidP="00EC54B6">
      <w:pPr>
        <w:pStyle w:val="libNormal"/>
      </w:pPr>
      <w:r>
        <w:t>Moula Ali (asws) says in Khutba Bayan, “I am bayzah al balad”.</w:t>
      </w:r>
    </w:p>
    <w:p w:rsidR="00EC54B6" w:rsidRDefault="00EC54B6" w:rsidP="00175E59">
      <w:pPr>
        <w:pStyle w:val="Heading2Center"/>
      </w:pPr>
      <w:bookmarkStart w:id="181" w:name="_Toc442791300"/>
      <w:r>
        <w:t>44. Baitul Mamoor</w:t>
      </w:r>
      <w:bookmarkEnd w:id="181"/>
    </w:p>
    <w:p w:rsidR="00FE3B28" w:rsidRDefault="00EC54B6" w:rsidP="00EC54B6">
      <w:pPr>
        <w:pStyle w:val="libNormal"/>
      </w:pPr>
      <w:r>
        <w:t>Moula Ali (asws) says in Khutba Bayan, “I am Baitul Mamoor”.</w:t>
      </w:r>
    </w:p>
    <w:p w:rsidR="00EC54B6" w:rsidRDefault="00EC54B6" w:rsidP="00175E59">
      <w:pPr>
        <w:pStyle w:val="Heading2Center"/>
      </w:pPr>
      <w:bookmarkStart w:id="182" w:name="_Toc442791301"/>
      <w:r>
        <w:t>45. Batin al Sidq</w:t>
      </w:r>
      <w:bookmarkEnd w:id="182"/>
    </w:p>
    <w:p w:rsidR="00EC54B6" w:rsidRDefault="00EC54B6" w:rsidP="00EC54B6">
      <w:pPr>
        <w:pStyle w:val="libNormal"/>
      </w:pPr>
      <w:r>
        <w:t>Moula Ali (asws) says in Khutba Bayan, “I am batin al sidq”.</w:t>
      </w:r>
    </w:p>
    <w:p w:rsidR="00EC54B6" w:rsidRDefault="00EC54B6" w:rsidP="00175E59">
      <w:pPr>
        <w:pStyle w:val="Heading2Center"/>
      </w:pPr>
      <w:bookmarkStart w:id="183" w:name="_Toc442791302"/>
      <w:r>
        <w:t>46. Badr al Masbaheen</w:t>
      </w:r>
      <w:bookmarkEnd w:id="183"/>
    </w:p>
    <w:p w:rsidR="00EC54B6" w:rsidRDefault="00EC54B6" w:rsidP="00EC54B6">
      <w:pPr>
        <w:pStyle w:val="libNormal"/>
      </w:pPr>
      <w:r>
        <w:t>Moula Ali (asws) says in Khutba Bayan, “I am badr al masbaheen”.</w:t>
      </w:r>
    </w:p>
    <w:p w:rsidR="00EC54B6" w:rsidRDefault="00EC54B6" w:rsidP="00175E59">
      <w:pPr>
        <w:pStyle w:val="Heading2Center"/>
      </w:pPr>
      <w:bookmarkStart w:id="184" w:name="_Toc442791303"/>
      <w:r>
        <w:t>47. Burhan (Proof)</w:t>
      </w:r>
      <w:bookmarkEnd w:id="184"/>
    </w:p>
    <w:p w:rsidR="00EC54B6" w:rsidRDefault="00EC54B6" w:rsidP="00EC54B6">
      <w:pPr>
        <w:pStyle w:val="libNormal"/>
      </w:pPr>
      <w:r>
        <w:t>Moula Ali (asws) says in Khutba Bayan, “I am the proof”.</w:t>
      </w:r>
    </w:p>
    <w:p w:rsidR="00EC54B6" w:rsidRDefault="00EC54B6" w:rsidP="00175E59">
      <w:pPr>
        <w:pStyle w:val="Heading2Center"/>
      </w:pPr>
      <w:bookmarkStart w:id="185" w:name="_Toc442791304"/>
      <w:r>
        <w:t>48. Badr al Barooj</w:t>
      </w:r>
      <w:bookmarkEnd w:id="185"/>
    </w:p>
    <w:p w:rsidR="00EC54B6" w:rsidRDefault="00EC54B6" w:rsidP="00EC54B6">
      <w:pPr>
        <w:pStyle w:val="libNormal"/>
      </w:pPr>
      <w:r>
        <w:t>Moula Ali (asws) says in Khutba Bayan, “I am badr al barooj”.</w:t>
      </w:r>
    </w:p>
    <w:p w:rsidR="00EC54B6" w:rsidRDefault="00EC54B6" w:rsidP="00C23B6A">
      <w:pPr>
        <w:pStyle w:val="Heading2Center"/>
      </w:pPr>
      <w:bookmarkStart w:id="186" w:name="_Toc442791305"/>
      <w:r>
        <w:t>49 . Bitris al Rum (Bright Moon)</w:t>
      </w:r>
      <w:bookmarkEnd w:id="186"/>
    </w:p>
    <w:p w:rsidR="00FE3B28" w:rsidRDefault="00EC54B6" w:rsidP="00EC54B6">
      <w:pPr>
        <w:pStyle w:val="libNormal"/>
      </w:pPr>
      <w:r>
        <w:t>In Ziarat of Moula Ali (asws), on the night of Basat “O’Salam be upon You o’bright moon”.</w:t>
      </w:r>
    </w:p>
    <w:p w:rsidR="00C23B6A" w:rsidRDefault="00EC54B6" w:rsidP="00C23B6A">
      <w:pPr>
        <w:pStyle w:val="libNormal"/>
      </w:pPr>
      <w:r>
        <w:t>*Kashif al Karb, Mazaf al sabab ila al Nasib, Matoof al sabab ala al nasib, Al Nasb, a</w:t>
      </w:r>
      <w:r w:rsidR="004D1165">
        <w:t xml:space="preserve">l </w:t>
      </w:r>
      <w:r>
        <w:t>Mukhsoos, Basharf al Asal wal al Hasib, al Hashimi al Um wal Ab, al Maftraa abkar a</w:t>
      </w:r>
      <w:r w:rsidR="004D1165">
        <w:t xml:space="preserve">l </w:t>
      </w:r>
      <w:r>
        <w:t>khatab, al Amr bil adab, Misaar harb, wa Mazher khatab, Syed al Arab, Rajal a</w:t>
      </w:r>
      <w:r w:rsidR="004D1165">
        <w:t xml:space="preserve">l </w:t>
      </w:r>
      <w:r>
        <w:t>Katheebah wal Katheeb, wal Harb wal Maharb, wal Taan wal Zarb, wal Khair wa</w:t>
      </w:r>
      <w:r w:rsidR="004D1165">
        <w:t xml:space="preserve">l </w:t>
      </w:r>
      <w:r>
        <w:t>Hasab bila Hasab, Matam al Saghab, Bajfan kal jawab, raad al mazlat bil jawab a</w:t>
      </w:r>
      <w:r w:rsidR="004D1165">
        <w:t xml:space="preserve">l </w:t>
      </w:r>
      <w:r>
        <w:t>sawab, Mazeef al Nasoor wal Dhiab, Bilbatar al mazi al Dhabab, Hazim al Ahazab, w</w:t>
      </w:r>
      <w:r w:rsidR="004D1165">
        <w:t xml:space="preserve">a </w:t>
      </w:r>
      <w:r>
        <w:t>Qasim al Salab, wa Qasim al Asbab, Hazaz al Raqab, Babin al Qarab, Miftooh al Bab il</w:t>
      </w:r>
      <w:r w:rsidR="004D1165">
        <w:t xml:space="preserve">a </w:t>
      </w:r>
      <w:r>
        <w:t>al Harab and sd Abooab Saeer al Ashab, Jadeed al Raghbat fi al Ta’aat wal Thawab bil</w:t>
      </w:r>
      <w:r w:rsidR="004D1165">
        <w:t xml:space="preserve">i </w:t>
      </w:r>
      <w:r>
        <w:t>al Jalbab, Rath al Thayab, Roaz al Saab, Masool al Khatab, Adeem al Hijab wal Hija</w:t>
      </w:r>
      <w:r w:rsidR="004D1165">
        <w:t xml:space="preserve">b, </w:t>
      </w:r>
      <w:r>
        <w:t>Thabit alab fi madhaz al abab, Adeem ashbah wazrab, wa Marshad ajam wa arab, Dh</w:t>
      </w:r>
      <w:r w:rsidR="004D1165">
        <w:t xml:space="preserve">u </w:t>
      </w:r>
      <w:r>
        <w:t>Arab wa dhu aghrab, Min Jumaa been atil wa Nazab, wa Asal wa Nasab, wal Jamal a</w:t>
      </w:r>
      <w:r w:rsidR="004D1165">
        <w:t xml:space="preserve">l </w:t>
      </w:r>
      <w:r>
        <w:t>Sabr ala kul masab, wa ala kul awajaa wa aoosab al dhe yazher biha kul mahra</w:t>
      </w:r>
      <w:r w:rsidR="004D1165">
        <w:t xml:space="preserve">b </w:t>
      </w:r>
      <w:r>
        <w:t>youmin mahrar raqab wa youmin mizrab raqab, wa Miqdam jafan ghrab, majadil a</w:t>
      </w:r>
      <w:r w:rsidR="004D1165">
        <w:t xml:space="preserve">l </w:t>
      </w:r>
      <w:r>
        <w:t>itrab mafreen biltrab, al Makina babe Trab, al Imam al Harab, Les bijaban wal Har</w:t>
      </w:r>
      <w:r w:rsidR="004D1165">
        <w:t xml:space="preserve">b, </w:t>
      </w:r>
      <w:r>
        <w:t>Khatin al Rasool wal Akh wal Sahib wali al mulk al ghalib, Khuaz al Moakib, Bidhal a</w:t>
      </w:r>
      <w:r w:rsidR="004D1165">
        <w:t xml:space="preserve">l </w:t>
      </w:r>
      <w:r>
        <w:t>Raghayab, al Mikram Llgrayab wal Iqarb, Mikhsam al Khalaiq wal Rezaa Allah Tali</w:t>
      </w:r>
      <w:r w:rsidR="004D1165">
        <w:t xml:space="preserve">b, </w:t>
      </w:r>
      <w:r>
        <w:t>Katheer al Minaqib, Rafayaa al Maratib, Ghalib kul Ghalib, Ali (asws) bin Abi Tali</w:t>
      </w:r>
      <w:r w:rsidR="004D1165">
        <w:t xml:space="preserve">b </w:t>
      </w:r>
      <w:r>
        <w:t>(as), al Masoom min al Ayub, al Hajoob ila al Qaloob, al Mina mama Nabah Allah w</w:t>
      </w:r>
      <w:r w:rsidR="004D1165">
        <w:t xml:space="preserve">a </w:t>
      </w:r>
      <w:r>
        <w:t>Rasoolah min al Ghayoob min al Ilm al Miknoon al Hajoob, al Mishayub laqabail a</w:t>
      </w:r>
      <w:r w:rsidR="004D1165">
        <w:t xml:space="preserve">l </w:t>
      </w:r>
      <w:r>
        <w:t>kafir wal shoaib, habeeb RasoolAllah (saw), wa Rabeeb Nabi Allah, Sahib al Qirabatu</w:t>
      </w:r>
      <w:r w:rsidR="004D1165">
        <w:t xml:space="preserve">l </w:t>
      </w:r>
      <w:r>
        <w:t>Qarabah, wa Kasir asnaam al kaabah, leth al ghabah, wa fazl al sahabah, al dhe mi</w:t>
      </w:r>
      <w:r w:rsidR="004D1165">
        <w:t xml:space="preserve">n </w:t>
      </w:r>
      <w:r>
        <w:t xml:space="preserve">safatah: al bayan, wal bayt, wal bab, wal bihar, wal </w:t>
      </w:r>
      <w:r>
        <w:lastRenderedPageBreak/>
        <w:t>banayah, wal bashraa, wal bashe</w:t>
      </w:r>
      <w:r w:rsidR="004D1165">
        <w:t xml:space="preserve">r, </w:t>
      </w:r>
      <w:r>
        <w:t>wal bir, wal bas, wal balagh, wal baqiyah, wal balu</w:t>
      </w:r>
      <w:r w:rsidR="004D1165">
        <w:t>a</w:t>
      </w:r>
    </w:p>
    <w:p w:rsidR="00FE3B28" w:rsidRDefault="00EC54B6" w:rsidP="00C23B6A">
      <w:pPr>
        <w:pStyle w:val="libItalic"/>
      </w:pPr>
      <w:r>
        <w:t>(Al Manaqib Third Edition pg 69)</w:t>
      </w:r>
    </w:p>
    <w:p w:rsidR="00612EA4" w:rsidRDefault="00612EA4" w:rsidP="00612EA4">
      <w:pPr>
        <w:pStyle w:val="libNormal"/>
      </w:pPr>
      <w:r>
        <w:br w:type="page"/>
      </w:r>
    </w:p>
    <w:p w:rsidR="00612EA4" w:rsidRDefault="00612EA4" w:rsidP="00AE7A6E">
      <w:pPr>
        <w:pStyle w:val="Heading1Center"/>
      </w:pPr>
      <w:bookmarkStart w:id="187" w:name="_Toc442791306"/>
      <w:r>
        <w:lastRenderedPageBreak/>
        <w:t xml:space="preserve">Ta </w:t>
      </w:r>
      <w:r>
        <w:rPr>
          <w:rtl/>
        </w:rPr>
        <w:t>ت</w:t>
      </w:r>
      <w:bookmarkEnd w:id="187"/>
    </w:p>
    <w:p w:rsidR="00EC54B6" w:rsidRDefault="00EC54B6" w:rsidP="00175E59">
      <w:pPr>
        <w:pStyle w:val="Heading2Center"/>
      </w:pPr>
      <w:bookmarkStart w:id="188" w:name="_Toc442791307"/>
      <w:r>
        <w:t>1. Taj RasoolAllah (saw) (Crown of the Prophet of Allah)</w:t>
      </w:r>
      <w:bookmarkEnd w:id="188"/>
    </w:p>
    <w:p w:rsidR="00EC54B6" w:rsidRDefault="00EC54B6" w:rsidP="00EC54B6">
      <w:pPr>
        <w:pStyle w:val="libNormal"/>
      </w:pPr>
      <w:r>
        <w:t>In the ziarat of Imam Jafar Sadiq (as) He says regarding His Grandfather, Ameeru</w:t>
      </w:r>
      <w:r w:rsidR="004D1165">
        <w:t xml:space="preserve">l </w:t>
      </w:r>
      <w:r>
        <w:t>Momineen (asws).</w:t>
      </w:r>
    </w:p>
    <w:p w:rsidR="00EC54B6" w:rsidRDefault="00EC54B6" w:rsidP="00EC54B6">
      <w:pPr>
        <w:pStyle w:val="libNormal"/>
      </w:pPr>
      <w:r>
        <w:t>“Salam of Allah and the angels be upon You, Salam of those who are in Your obedience b</w:t>
      </w:r>
      <w:r w:rsidR="004D1165">
        <w:t xml:space="preserve">e </w:t>
      </w:r>
      <w:r>
        <w:t>upon You, O’ Ameerul Momineen (asws) and of those who tell of Your attributes and testif</w:t>
      </w:r>
      <w:r w:rsidR="004D1165">
        <w:t xml:space="preserve">y </w:t>
      </w:r>
      <w:r>
        <w:t>You are the most trustworthy, trustee, and true. Blessing of Allah and His mercy be upo</w:t>
      </w:r>
      <w:r w:rsidR="004D1165">
        <w:t xml:space="preserve">n </w:t>
      </w:r>
      <w:r>
        <w:t>You. I testify You and Your Offspring are pure and sacred. I testify O’ Wali of Allah O’ Wali o</w:t>
      </w:r>
      <w:r w:rsidR="004D1165">
        <w:t xml:space="preserve">f </w:t>
      </w:r>
      <w:r>
        <w:t>RasoolAllah (saw), that You conveyed the message of Allah. I testify You are the door o</w:t>
      </w:r>
      <w:r w:rsidR="004D1165">
        <w:t xml:space="preserve">f </w:t>
      </w:r>
      <w:r>
        <w:t>Allah. His Beloved. You are the side of Allah. You are the way that takes one towards Allah.</w:t>
      </w:r>
    </w:p>
    <w:p w:rsidR="00EC54B6" w:rsidRDefault="00EC54B6" w:rsidP="00EC54B6">
      <w:pPr>
        <w:pStyle w:val="libNormal"/>
      </w:pPr>
      <w:r>
        <w:t>You are the slave of Allah and brother of RasoolAllah (saw). I came to You in order to gai</w:t>
      </w:r>
      <w:r w:rsidR="004D1165">
        <w:t xml:space="preserve">n </w:t>
      </w:r>
      <w:r>
        <w:t>the nearness of Allah through Your ziarat and to gain Your shifaat (intercession). I seek t</w:t>
      </w:r>
      <w:r w:rsidR="004D1165">
        <w:t xml:space="preserve">o </w:t>
      </w:r>
      <w:r>
        <w:t>free myself from jahannum through Your shifaat. I seek Your shelter from jahannum. I hav</w:t>
      </w:r>
      <w:r w:rsidR="004D1165">
        <w:t xml:space="preserve">e </w:t>
      </w:r>
      <w:r>
        <w:t>brought uncountable sins with me. I am scared of the wrath of Allah. I came to You becaus</w:t>
      </w:r>
      <w:r w:rsidR="004D1165">
        <w:t xml:space="preserve">e </w:t>
      </w:r>
      <w:r>
        <w:t>You are the hope. You are the one from whom I seek shifaat, O’ my Moula (asws)! I seek th</w:t>
      </w:r>
      <w:r w:rsidR="004D1165">
        <w:t xml:space="preserve">e </w:t>
      </w:r>
      <w:r>
        <w:t>nearness of Allah through You. Allah will fulfill all of my needs through You. You shal</w:t>
      </w:r>
      <w:r w:rsidR="004D1165">
        <w:t xml:space="preserve">l </w:t>
      </w:r>
      <w:r>
        <w:t>intercede on my behalf. O’ Ameerul Momineen (asws)! I am a slave of Allah, Your lover, an</w:t>
      </w:r>
      <w:r w:rsidR="004D1165">
        <w:t xml:space="preserve">d </w:t>
      </w:r>
      <w:r>
        <w:t>Your visitor. Your status is very high and near to Allah. O’ Allah! Send Your blessings upo</w:t>
      </w:r>
      <w:r w:rsidR="004D1165">
        <w:t xml:space="preserve">n </w:t>
      </w:r>
      <w:r>
        <w:t>Muhammad (saw) wa Aal e Muhammad (as) and Ameerul Momineen (asws) who is You</w:t>
      </w:r>
      <w:r w:rsidR="004D1165">
        <w:t xml:space="preserve">r </w:t>
      </w:r>
      <w:r>
        <w:t>beloved creation, Your trustee, Your strong rope, Your high hand, Your best kalim</w:t>
      </w:r>
      <w:r w:rsidR="004D1165">
        <w:t xml:space="preserve">a </w:t>
      </w:r>
      <w:r>
        <w:t>(testimony), and Your Hujjat (proof) upon creation, Your most trustworthy, Master of th</w:t>
      </w:r>
      <w:r w:rsidR="004D1165">
        <w:t xml:space="preserve">e </w:t>
      </w:r>
      <w:r>
        <w:t>successors, Master of Awliya, Master of all those who are blessed, Ameerul Mominee</w:t>
      </w:r>
      <w:r w:rsidR="004D1165">
        <w:t xml:space="preserve">n, </w:t>
      </w:r>
      <w:r>
        <w:t>Master of the religion, Master of the pious, Imam of the sincere, free from every sin, fre</w:t>
      </w:r>
      <w:r w:rsidR="004D1165">
        <w:t xml:space="preserve">e </w:t>
      </w:r>
      <w:r>
        <w:t>from every fault, free from every doubt, brother of RasoolAllah (saw), successor of Rasoo</w:t>
      </w:r>
      <w:r w:rsidR="004D1165">
        <w:t xml:space="preserve">l </w:t>
      </w:r>
      <w:r>
        <w:t>(saw), one who slept on His bed and sacrificed His nafs in Your way, the one who remove</w:t>
      </w:r>
      <w:r w:rsidR="004D1165">
        <w:t xml:space="preserve">d </w:t>
      </w:r>
      <w:r>
        <w:t>all the hardships from the path of RasoolAllah (saw), the one You declared the sword o</w:t>
      </w:r>
      <w:r w:rsidR="004D1165">
        <w:t xml:space="preserve">f </w:t>
      </w:r>
      <w:r>
        <w:t>nabuwiat, sign of prophet hood, a witness upon the ummah, proof of truth, standbeare</w:t>
      </w:r>
      <w:r w:rsidR="004D1165">
        <w:t xml:space="preserve">r, </w:t>
      </w:r>
      <w:r>
        <w:t>caretaker of RasoolAllah (saw), leader of the ummah, Your power, the door of Your secret</w:t>
      </w:r>
      <w:r w:rsidR="004D1165">
        <w:t xml:space="preserve">s, </w:t>
      </w:r>
      <w:r>
        <w:t>and the key of every success. He defeated all the armies of shirk by Your order an</w:t>
      </w:r>
      <w:r w:rsidR="004D1165">
        <w:t xml:space="preserve">d </w:t>
      </w:r>
      <w:r>
        <w:t>destroyed the entire army of kufr by Your order, sacrificed His life in the way of You</w:t>
      </w:r>
      <w:r w:rsidR="004D1165">
        <w:t xml:space="preserve">r </w:t>
      </w:r>
      <w:r>
        <w:t>Prophet and gave Himself in His obedience. O’ Allah! Send every lasting blessings upo</w:t>
      </w:r>
      <w:r w:rsidR="004D1165">
        <w:t xml:space="preserve">n </w:t>
      </w:r>
      <w:r>
        <w:t>Him.</w:t>
      </w:r>
    </w:p>
    <w:p w:rsidR="00EC54B6" w:rsidRDefault="00EC54B6" w:rsidP="00CE7E0F">
      <w:pPr>
        <w:pStyle w:val="libItalic"/>
      </w:pPr>
      <w:r>
        <w:t>(Mafatih ul Jinan pg 429)</w:t>
      </w:r>
    </w:p>
    <w:p w:rsidR="00EC54B6" w:rsidRDefault="00EC54B6" w:rsidP="00175E59">
      <w:pPr>
        <w:pStyle w:val="Heading2Center"/>
      </w:pPr>
      <w:bookmarkStart w:id="189" w:name="_Toc442791308"/>
      <w:r>
        <w:t>2. Tajarat (Trade)</w:t>
      </w:r>
      <w:bookmarkEnd w:id="189"/>
    </w:p>
    <w:p w:rsidR="00EC54B6" w:rsidRDefault="00EC54B6" w:rsidP="00EC54B6">
      <w:pPr>
        <w:pStyle w:val="libNormal"/>
      </w:pPr>
      <w:r>
        <w:t xml:space="preserve">Imam Jafar Sadiq (as) narrates regarding this saying of Allah, “O’ you who believe! Shall </w:t>
      </w:r>
      <w:r w:rsidR="004D1165">
        <w:t xml:space="preserve">I </w:t>
      </w:r>
      <w:r>
        <w:t>lead you to a trade that will save you from a horrible punishment? (61:10), tha</w:t>
      </w:r>
      <w:r w:rsidR="004D1165">
        <w:t xml:space="preserve">t </w:t>
      </w:r>
      <w:r>
        <w:t>Ameerul Momineen (asws) said, “I am that trade that protects you from the wrath of Allah.”</w:t>
      </w:r>
    </w:p>
    <w:p w:rsidR="00EC54B6" w:rsidRDefault="00EC54B6" w:rsidP="00CE7E0F">
      <w:pPr>
        <w:pStyle w:val="libItalic"/>
      </w:pPr>
      <w:r>
        <w:t>(Tafseer e Burhan Fourth Edition pg 330)</w:t>
      </w:r>
    </w:p>
    <w:p w:rsidR="00EC54B6" w:rsidRDefault="00EC54B6" w:rsidP="00175E59">
      <w:pPr>
        <w:pStyle w:val="Heading2Center"/>
      </w:pPr>
      <w:bookmarkStart w:id="190" w:name="_Toc442791309"/>
      <w:r>
        <w:lastRenderedPageBreak/>
        <w:t>3. Tamam ul Naamat (Seal of all blessings)</w:t>
      </w:r>
      <w:bookmarkEnd w:id="190"/>
    </w:p>
    <w:p w:rsidR="00EC54B6" w:rsidRDefault="00EC54B6" w:rsidP="00EC54B6">
      <w:pPr>
        <w:pStyle w:val="libNormal"/>
      </w:pPr>
      <w:r>
        <w:t>Ibne Abbas (ra) narrates in the tafseer of this ayah, “Today We have perfected for yo</w:t>
      </w:r>
      <w:r w:rsidR="004D1165">
        <w:t xml:space="preserve">u </w:t>
      </w:r>
      <w:r>
        <w:t>your religion” (5:3) through Prophet “and revealed all of My blessings upon You”(5:3)</w:t>
      </w:r>
    </w:p>
    <w:p w:rsidR="00EC54B6" w:rsidRDefault="00EC54B6" w:rsidP="00CE7E0F">
      <w:pPr>
        <w:pStyle w:val="libItalic"/>
      </w:pPr>
      <w:r>
        <w:t>through Ali (asws) “and chose for you Islam as your religion”(5:3) through Arfa</w:t>
      </w:r>
      <w:r w:rsidR="004D1165">
        <w:t xml:space="preserve">t </w:t>
      </w:r>
      <w:r>
        <w:t>(Tafseer e Furat pg 120)</w:t>
      </w:r>
    </w:p>
    <w:p w:rsidR="00EC54B6" w:rsidRDefault="00EC54B6" w:rsidP="00175E59">
      <w:pPr>
        <w:pStyle w:val="Heading2Center"/>
      </w:pPr>
      <w:bookmarkStart w:id="191" w:name="_Toc442791310"/>
      <w:r>
        <w:t>4. Tarjman Allah (Representative of Allah)</w:t>
      </w:r>
      <w:bookmarkEnd w:id="191"/>
    </w:p>
    <w:p w:rsidR="00EC54B6" w:rsidRDefault="00EC54B6" w:rsidP="00EC54B6">
      <w:pPr>
        <w:pStyle w:val="libNormal"/>
      </w:pPr>
      <w:r>
        <w:t>Ameerul Momineen (asws) said to His Son Imam Hasan (as), “I am the representative o</w:t>
      </w:r>
      <w:r w:rsidR="004D1165">
        <w:t xml:space="preserve">f </w:t>
      </w:r>
      <w:r>
        <w:t>Allah and His knowledge”</w:t>
      </w:r>
    </w:p>
    <w:p w:rsidR="00EC54B6" w:rsidRDefault="00EC54B6" w:rsidP="00175E59">
      <w:pPr>
        <w:pStyle w:val="Heading2Center"/>
      </w:pPr>
      <w:bookmarkStart w:id="192" w:name="_Toc442791311"/>
      <w:r>
        <w:t>5. Tali ul Mabut</w:t>
      </w:r>
      <w:bookmarkEnd w:id="192"/>
    </w:p>
    <w:p w:rsidR="00EC54B6" w:rsidRDefault="00EC54B6" w:rsidP="00EC54B6">
      <w:pPr>
        <w:pStyle w:val="libNormal"/>
      </w:pPr>
      <w:r>
        <w:t>In the ziarat of the Milad ul Nabi (Zahoor of RasoolAllah saw), “Salam be upon You O’Maste</w:t>
      </w:r>
      <w:r w:rsidR="004D1165">
        <w:t xml:space="preserve">r </w:t>
      </w:r>
      <w:r>
        <w:t>of all successors! Salam be upon You O’ Master of the pious! Salam be upon You O’Master o</w:t>
      </w:r>
      <w:r w:rsidR="004D1165">
        <w:t xml:space="preserve">f </w:t>
      </w:r>
      <w:r>
        <w:t>all Walis! Salam be upon You O’ Master of Martyrs! Salam be upon You O’the Greatest Sig</w:t>
      </w:r>
      <w:r w:rsidR="004D1165">
        <w:t xml:space="preserve">n </w:t>
      </w:r>
      <w:r>
        <w:t>of Allah! Salam be upon You O’Fifth of the People of the Cloak (Ahlul Kisa asws)! Salam b</w:t>
      </w:r>
      <w:r w:rsidR="004D1165">
        <w:t xml:space="preserve">e </w:t>
      </w:r>
      <w:r>
        <w:t>upon You O’ Master of those with shining foreheads! Salam be upon You O’owner of th</w:t>
      </w:r>
      <w:r w:rsidR="004D1165">
        <w:t xml:space="preserve">e </w:t>
      </w:r>
      <w:r>
        <w:t>Awliya! Salam be upon You O’ Beauty of those who believe in the tauheed (Oneness) o</w:t>
      </w:r>
      <w:r w:rsidR="004D1165">
        <w:t xml:space="preserve">f </w:t>
      </w:r>
      <w:r>
        <w:t>Allah! O’ Most Purest, Salam be upon You! Salam be upon You, O’ Father of the Infallibl</w:t>
      </w:r>
      <w:r w:rsidR="004D1165">
        <w:t xml:space="preserve">e </w:t>
      </w:r>
      <w:r>
        <w:t>Imams (as)! Salam be upon You, O’ owner of the spring of Kausar! Salam be upon You, O’</w:t>
      </w:r>
    </w:p>
    <w:p w:rsidR="00EC54B6" w:rsidRDefault="00EC54B6" w:rsidP="00EC54B6">
      <w:pPr>
        <w:pStyle w:val="libNormal"/>
      </w:pPr>
      <w:r>
        <w:t>Carrier of Lawa al Hamd (standard on the day of judgment)! Salam be upon You O’</w:t>
      </w:r>
    </w:p>
    <w:p w:rsidR="00EC54B6" w:rsidRDefault="00EC54B6" w:rsidP="00C23B6A">
      <w:pPr>
        <w:pStyle w:val="libNormal"/>
      </w:pPr>
      <w:r>
        <w:t>Distributer of jannah (heaven) and jahannum (hell)! Salam be upon You, O’ the One wh</w:t>
      </w:r>
      <w:r w:rsidR="004D1165">
        <w:t xml:space="preserve">o </w:t>
      </w:r>
      <w:r>
        <w:t>gave honor to Mecca and Mina! Salam be upon You, O’ Treasure of Knowledge! Salam b</w:t>
      </w:r>
      <w:r w:rsidR="004D1165">
        <w:t xml:space="preserve">e </w:t>
      </w:r>
      <w:r>
        <w:t>upon You, O’ Treasure of the poor! Salam be upon You, O’ the one who appeared in th</w:t>
      </w:r>
      <w:r w:rsidR="004D1165">
        <w:t xml:space="preserve">e </w:t>
      </w:r>
      <w:r>
        <w:t>Kaaba! Salam be upon You, O’ the one who was married to Syeda tul Nisa and witnessed b</w:t>
      </w:r>
      <w:r w:rsidR="004D1165">
        <w:t xml:space="preserve">y </w:t>
      </w:r>
      <w:r>
        <w:t>the angels in the heavens! Salam be upon You, O’ Lamp of Noor! Salam be upon You, O’ th</w:t>
      </w:r>
      <w:r w:rsidR="004D1165">
        <w:t xml:space="preserve">e </w:t>
      </w:r>
      <w:r>
        <w:t>Honor of the blessings of Allah’s Prophet! Salam be upon You, O’ the one who slept in th</w:t>
      </w:r>
      <w:r w:rsidR="004D1165">
        <w:t xml:space="preserve">e </w:t>
      </w:r>
      <w:r>
        <w:t>bed of RasoolAllah (saw), placing His life in danger while protecting Him (RasoolAllah saw)</w:t>
      </w:r>
      <w:r w:rsidR="00C23B6A">
        <w:t xml:space="preserve"> </w:t>
      </w:r>
      <w:r>
        <w:t>from His enemies! Salam be upon You, O’ the one for whom the sun was turned back! Sala</w:t>
      </w:r>
      <w:r w:rsidR="004D1165">
        <w:t xml:space="preserve">m </w:t>
      </w:r>
      <w:r>
        <w:t>be upon the One through whose name and the name of His brother Allah saved the ark o</w:t>
      </w:r>
      <w:r w:rsidR="004D1165">
        <w:t xml:space="preserve">f </w:t>
      </w:r>
      <w:r>
        <w:t>Nuh (as) when it was in the whirlpool! Salam be upon the One and His Brother throug</w:t>
      </w:r>
      <w:r w:rsidR="004D1165">
        <w:t xml:space="preserve">h </w:t>
      </w:r>
      <w:r>
        <w:t>whom Allah accepted the repentance of Adam (as)! Salam be upon You who is the arc o</w:t>
      </w:r>
      <w:r w:rsidR="004D1165">
        <w:t xml:space="preserve">f </w:t>
      </w:r>
      <w:r>
        <w:t>salvation for those who ride upon it and the destruction for those who abandon it! Salam b</w:t>
      </w:r>
      <w:r w:rsidR="004D1165">
        <w:t xml:space="preserve">e </w:t>
      </w:r>
      <w:r>
        <w:t>upon You, O’ Master of Momin! Salam be upon You, O’Allah’s Proof upon the kafir</w:t>
      </w:r>
      <w:r w:rsidR="004D1165">
        <w:t xml:space="preserve">s </w:t>
      </w:r>
      <w:r>
        <w:t>(disbelievers)! O’ Imam of the Wise, salam be upon You! Salam be upon You, O’ treasure o</w:t>
      </w:r>
      <w:r w:rsidR="004D1165">
        <w:t xml:space="preserve">f </w:t>
      </w:r>
      <w:r>
        <w:t>wisdom and king of speech! Salam be upon You who has complete knowledge of the Book!</w:t>
      </w:r>
    </w:p>
    <w:p w:rsidR="00EC54B6" w:rsidRDefault="00EC54B6" w:rsidP="00EC54B6">
      <w:pPr>
        <w:pStyle w:val="libNormal"/>
      </w:pPr>
      <w:r>
        <w:t>Salam be upon You, O’ Mizan (scale) on the day of judgment! Salam be upon You who gav</w:t>
      </w:r>
      <w:r w:rsidR="004D1165">
        <w:t xml:space="preserve">e </w:t>
      </w:r>
      <w:r>
        <w:t>His ring in zakat while praying! Salam be upon You through whom Allah helped momin i</w:t>
      </w:r>
      <w:r w:rsidR="004D1165">
        <w:t xml:space="preserve">n </w:t>
      </w:r>
      <w:r>
        <w:t>the war of Khanduq! Salam be upon You whom Allah chose for His tauheed (oneness)! O’</w:t>
      </w:r>
    </w:p>
    <w:p w:rsidR="00EC54B6" w:rsidRDefault="00EC54B6" w:rsidP="00EC54B6">
      <w:pPr>
        <w:pStyle w:val="libNormal"/>
      </w:pPr>
      <w:r>
        <w:lastRenderedPageBreak/>
        <w:t>the slayer of Khayber and the one who removed its door, Salam be upon You! Salam b</w:t>
      </w:r>
      <w:r w:rsidR="004D1165">
        <w:t xml:space="preserve">e </w:t>
      </w:r>
      <w:r>
        <w:t>upon You whom the Prophet of Allah called to sleep on His bed and You presented Yoursel</w:t>
      </w:r>
      <w:r w:rsidR="004D1165">
        <w:t xml:space="preserve">f </w:t>
      </w:r>
      <w:r>
        <w:t>for death! Salam be upon You, O’ the Protector of the honor of religion! Salam be upon Yo</w:t>
      </w:r>
      <w:r w:rsidR="004D1165">
        <w:t xml:space="preserve">u, </w:t>
      </w:r>
      <w:r>
        <w:t>O’ Master of Sadaat! Salam be upon You, O’ Master of Miracles! Salam be upon You the on</w:t>
      </w:r>
      <w:r w:rsidR="004D1165">
        <w:t xml:space="preserve">e </w:t>
      </w:r>
      <w:r>
        <w:t>whom Sura Adiyat was revealed in Your honor! Salam be upon You whose name is writte</w:t>
      </w:r>
      <w:r w:rsidR="004D1165">
        <w:t xml:space="preserve">n </w:t>
      </w:r>
      <w:r>
        <w:t>on the heavens! Salam be upon You, O’ Mazher (manifestation) of Allah and His Sign! Sala</w:t>
      </w:r>
      <w:r w:rsidR="004D1165">
        <w:t xml:space="preserve">m </w:t>
      </w:r>
      <w:r>
        <w:t>be upon You O’Master of Ghazwaat (wars)! Salam be upon You who knows the incidents o</w:t>
      </w:r>
      <w:r w:rsidR="004D1165">
        <w:t xml:space="preserve">f </w:t>
      </w:r>
      <w:r>
        <w:t>the past and the happenings of the future! Salam be upon You who speaks with the wolve</w:t>
      </w:r>
      <w:r w:rsidR="004D1165">
        <w:t xml:space="preserve">s </w:t>
      </w:r>
      <w:r>
        <w:t>of the jungle! Salam be upon You who removes the difficulties and worries! Salam be upo</w:t>
      </w:r>
      <w:r w:rsidR="004D1165">
        <w:t xml:space="preserve">n </w:t>
      </w:r>
      <w:r>
        <w:t>You who when the angels saw fighting in the wars became astonished! Salam be upon Yo</w:t>
      </w:r>
      <w:r w:rsidR="004D1165">
        <w:t xml:space="preserve">u, </w:t>
      </w:r>
      <w:r>
        <w:t>O’ Protector of RasoolAllah (saw)! Salam be upon You, O’ Father of the Pious Imams (as)!</w:t>
      </w:r>
    </w:p>
    <w:p w:rsidR="00EC54B6" w:rsidRDefault="00EC54B6" w:rsidP="00EC54B6">
      <w:pPr>
        <w:pStyle w:val="libNormal"/>
      </w:pPr>
      <w:r>
        <w:t>Salam be upon You whom Allah sent along with His Prophet! Salam be upon You, O’</w:t>
      </w:r>
    </w:p>
    <w:p w:rsidR="00EC54B6" w:rsidRDefault="00EC54B6" w:rsidP="00EC54B6">
      <w:pPr>
        <w:pStyle w:val="libNormal"/>
      </w:pPr>
      <w:r>
        <w:t>Inheritor of the Best Knowledge! Salam be upon You, O’ Master of Successors! Salam b</w:t>
      </w:r>
      <w:r w:rsidR="004D1165">
        <w:t xml:space="preserve">e </w:t>
      </w:r>
      <w:r>
        <w:t>upon You, O’ Imam of the Pious! Salam be upon You, O’ Honor of Momineen! Salam be upo</w:t>
      </w:r>
      <w:r w:rsidR="004D1165">
        <w:t xml:space="preserve">n </w:t>
      </w:r>
      <w:r>
        <w:t>You, O’ the Mazher (manifestation) of Haq (truth)! O’ Taha and Yaseen, salam be upon You!</w:t>
      </w:r>
    </w:p>
    <w:p w:rsidR="00EC54B6" w:rsidRDefault="00EC54B6" w:rsidP="00EC54B6">
      <w:pPr>
        <w:pStyle w:val="libNormal"/>
      </w:pPr>
      <w:r>
        <w:t>Salam be upon You, O’ Rope of Allah! Salam be upon You who gave His ring in sadqa whil</w:t>
      </w:r>
      <w:r w:rsidR="004D1165">
        <w:t xml:space="preserve">e </w:t>
      </w:r>
      <w:r>
        <w:t>praying! Salam be upon You, O’Eye of Allah! Salam be upon You, O’ Hand of Allah! Salam b</w:t>
      </w:r>
      <w:r w:rsidR="004D1165">
        <w:t xml:space="preserve">e </w:t>
      </w:r>
      <w:r>
        <w:t>upon You, O’ Tongue of Allah who speaks to every creation in their own language! Salam b</w:t>
      </w:r>
      <w:r w:rsidR="004D1165">
        <w:t xml:space="preserve">e </w:t>
      </w:r>
      <w:r>
        <w:t>upon You, O’ Inheritor of the knowledge of Prophets! Salam be upon You, O’ Trustee of th</w:t>
      </w:r>
      <w:r w:rsidR="004D1165">
        <w:t xml:space="preserve">e </w:t>
      </w:r>
      <w:r>
        <w:t>knowledge of what has happened and what will happen! Salam be upon You, O’ Standar</w:t>
      </w:r>
      <w:r w:rsidR="004D1165">
        <w:t xml:space="preserve">d </w:t>
      </w:r>
      <w:r>
        <w:t>bearer of Lawa Hamd! Salam be You who will make His lovers drink from the spring o</w:t>
      </w:r>
      <w:r w:rsidR="004D1165">
        <w:t xml:space="preserve">f </w:t>
      </w:r>
      <w:r>
        <w:t>Kausar! O’ Imam Abul Hasan Ali (asws) ibn Abi Talib (as), our salam be upon You! Ou</w:t>
      </w:r>
      <w:r w:rsidR="004D1165">
        <w:t xml:space="preserve">r </w:t>
      </w:r>
      <w:r>
        <w:t>salam be upon the Imam of those who are guided! Lamp in the darkness! The path o</w:t>
      </w:r>
      <w:r w:rsidR="004D1165">
        <w:t xml:space="preserve">f </w:t>
      </w:r>
      <w:r>
        <w:t>guidance! Helper of the universe! Strong rope! Hujjat (proof) of Allah upon His creation!</w:t>
      </w:r>
    </w:p>
    <w:p w:rsidR="00EC54B6" w:rsidRDefault="00EC54B6" w:rsidP="00EC54B6">
      <w:pPr>
        <w:pStyle w:val="libNormal"/>
      </w:pPr>
      <w:r>
        <w:t>Salam be upon You, O’ Noor of all Noors! Upon the Hujjat of Allah! Father of Sacred Imam</w:t>
      </w:r>
      <w:r w:rsidR="004D1165">
        <w:t xml:space="preserve">s </w:t>
      </w:r>
      <w:r>
        <w:t>(as)! Distributor of heaven and hell! Protector of His shia! Salam be upon the one wh</w:t>
      </w:r>
      <w:r w:rsidR="004D1165">
        <w:t xml:space="preserve">o </w:t>
      </w:r>
      <w:r>
        <w:t>married with Tahira (sa), Razia (sa), Marzia (sa) and Mother (sa) of the Sacred Imams (as)!</w:t>
      </w:r>
    </w:p>
    <w:p w:rsidR="00FE3B28" w:rsidRDefault="00EC54B6" w:rsidP="00EC54B6">
      <w:pPr>
        <w:pStyle w:val="libNormal"/>
      </w:pPr>
      <w:r>
        <w:t>Our salam be upon that Greatest News! Salam be upon You the one who the peopl</w:t>
      </w:r>
      <w:r w:rsidR="004D1165">
        <w:t xml:space="preserve">e </w:t>
      </w:r>
      <w:r>
        <w:t>disputed over and turned away from! Salam be upon the bright Noor of Allah! O’ Wali o</w:t>
      </w:r>
      <w:r w:rsidR="004D1165">
        <w:t xml:space="preserve">f </w:t>
      </w:r>
      <w:r>
        <w:t>Allah and His Hujjat (proof)! Salam be upon You! I testify that You are the Wali of Allah an</w:t>
      </w:r>
      <w:r w:rsidR="004D1165">
        <w:t xml:space="preserve">d </w:t>
      </w:r>
      <w:r>
        <w:t>the Hujjat (proof) upon His creation! I testify that You fought in the way of Allah an</w:t>
      </w:r>
      <w:r w:rsidR="004D1165">
        <w:t xml:space="preserve">d </w:t>
      </w:r>
      <w:r>
        <w:t>followed RasoolAllah (saw)! You spread His command, established the prayer, paid th</w:t>
      </w:r>
      <w:r w:rsidR="004D1165">
        <w:t xml:space="preserve">e </w:t>
      </w:r>
      <w:r>
        <w:t>zakat, enjoined the good and forbade the evil, remained patient while His rights wer</w:t>
      </w:r>
      <w:r w:rsidR="004D1165">
        <w:t xml:space="preserve">e </w:t>
      </w:r>
      <w:r>
        <w:t>oppressed! May the curse of Allah be upon any who stole His right! May the curse of Alla</w:t>
      </w:r>
      <w:r w:rsidR="004D1165">
        <w:t xml:space="preserve">h </w:t>
      </w:r>
      <w:r>
        <w:t>be upon those who did not give You Your right! May the curse of Allah be upon those wh</w:t>
      </w:r>
      <w:r w:rsidR="004D1165">
        <w:t xml:space="preserve">o </w:t>
      </w:r>
      <w:r>
        <w:t>heard of this and were pleased with it! I am friend of Your friends! I am enemy of You</w:t>
      </w:r>
      <w:r w:rsidR="004D1165">
        <w:t xml:space="preserve">r </w:t>
      </w:r>
      <w:r>
        <w:t>enemies! May the mercy and blessings of Allah be upon You!</w:t>
      </w:r>
    </w:p>
    <w:p w:rsidR="00EC54B6" w:rsidRDefault="00EC54B6" w:rsidP="00175E59">
      <w:pPr>
        <w:pStyle w:val="Heading2Center"/>
      </w:pPr>
      <w:bookmarkStart w:id="193" w:name="_Toc442791312"/>
      <w:r>
        <w:lastRenderedPageBreak/>
        <w:t>6. Tawbat ul Nadm (Repentance of the remorseful)</w:t>
      </w:r>
      <w:bookmarkEnd w:id="193"/>
    </w:p>
    <w:p w:rsidR="00EC54B6" w:rsidRDefault="00EC54B6" w:rsidP="00EC54B6">
      <w:pPr>
        <w:pStyle w:val="libNormal"/>
      </w:pPr>
      <w:r>
        <w:t>Moula Ali (asws) says in Khutba Bayan, “I am the repentance of the remorseful”.</w:t>
      </w:r>
    </w:p>
    <w:p w:rsidR="00EC54B6" w:rsidRDefault="00EC54B6" w:rsidP="00175E59">
      <w:pPr>
        <w:pStyle w:val="Heading2Center"/>
      </w:pPr>
      <w:bookmarkStart w:id="194" w:name="_Toc442791313"/>
      <w:r>
        <w:t>7. Tazkrat Awal Taha</w:t>
      </w:r>
      <w:bookmarkEnd w:id="194"/>
    </w:p>
    <w:p w:rsidR="00EC54B6" w:rsidRDefault="00EC54B6" w:rsidP="00EC54B6">
      <w:pPr>
        <w:pStyle w:val="libNormal"/>
      </w:pPr>
      <w:r>
        <w:t>Moula Ali (asws) says in Khutba Bayan, “I am the first reminder Ta Ha.”</w:t>
      </w:r>
    </w:p>
    <w:p w:rsidR="00EC54B6" w:rsidRDefault="00EC54B6" w:rsidP="00175E59">
      <w:pPr>
        <w:pStyle w:val="Heading2Center"/>
      </w:pPr>
      <w:bookmarkStart w:id="195" w:name="_Toc442791314"/>
      <w:r>
        <w:t>8. Tarjmat ul Sad</w:t>
      </w:r>
      <w:bookmarkEnd w:id="195"/>
    </w:p>
    <w:p w:rsidR="00EC54B6" w:rsidRDefault="00EC54B6" w:rsidP="00EC54B6">
      <w:pPr>
        <w:pStyle w:val="libNormal"/>
      </w:pPr>
      <w:r>
        <w:t>Moula Ali (asws) says in Khutba Bayan, “I am the tarjmat ul saad”.</w:t>
      </w:r>
    </w:p>
    <w:p w:rsidR="00EC54B6" w:rsidRDefault="00EC54B6" w:rsidP="00175E59">
      <w:pPr>
        <w:pStyle w:val="Heading2Center"/>
      </w:pPr>
      <w:bookmarkStart w:id="196" w:name="_Toc442791315"/>
      <w:r>
        <w:t>9. Tabeen ul Nayeen</w:t>
      </w:r>
      <w:bookmarkEnd w:id="196"/>
    </w:p>
    <w:p w:rsidR="00EC54B6" w:rsidRDefault="00EC54B6" w:rsidP="00EC54B6">
      <w:pPr>
        <w:pStyle w:val="libNormal"/>
      </w:pPr>
      <w:r>
        <w:t>Moula Ali (asws) says in Khutba Bayan, “I am the tabeen ul nayeen.”</w:t>
      </w:r>
    </w:p>
    <w:p w:rsidR="00EC54B6" w:rsidRDefault="00EC54B6" w:rsidP="00175E59">
      <w:pPr>
        <w:pStyle w:val="Heading2Center"/>
      </w:pPr>
      <w:bookmarkStart w:id="197" w:name="_Toc442791316"/>
      <w:r>
        <w:t>10. Takseer ul Aanaf</w:t>
      </w:r>
      <w:bookmarkEnd w:id="197"/>
    </w:p>
    <w:p w:rsidR="00EC54B6" w:rsidRDefault="00EC54B6" w:rsidP="00EC54B6">
      <w:pPr>
        <w:pStyle w:val="libNormal"/>
      </w:pPr>
      <w:r>
        <w:t>Moula Ali (asws) says in Khutba Bayan, “I am the takseer ul aanaf”.</w:t>
      </w:r>
    </w:p>
    <w:p w:rsidR="00EC54B6" w:rsidRDefault="00EC54B6" w:rsidP="00175E59">
      <w:pPr>
        <w:pStyle w:val="Heading2Center"/>
      </w:pPr>
      <w:bookmarkStart w:id="198" w:name="_Toc442791317"/>
      <w:r>
        <w:t>11. Tabeen ul Nisa</w:t>
      </w:r>
      <w:bookmarkEnd w:id="198"/>
    </w:p>
    <w:p w:rsidR="00EC54B6" w:rsidRDefault="00EC54B6" w:rsidP="00EC54B6">
      <w:pPr>
        <w:pStyle w:val="libNormal"/>
      </w:pPr>
      <w:r>
        <w:t>Moula Ali (asws) says in Khutba Bayan, “I am tabeen ul nisa”.</w:t>
      </w:r>
    </w:p>
    <w:p w:rsidR="00EC54B6" w:rsidRDefault="00EC54B6" w:rsidP="00175E59">
      <w:pPr>
        <w:pStyle w:val="Heading2Center"/>
      </w:pPr>
      <w:bookmarkStart w:id="199" w:name="_Toc442791318"/>
      <w:r>
        <w:t>12. Tawbat ul Aanaf</w:t>
      </w:r>
      <w:bookmarkEnd w:id="199"/>
    </w:p>
    <w:p w:rsidR="00FE3B28" w:rsidRDefault="00EC54B6" w:rsidP="00EC54B6">
      <w:pPr>
        <w:pStyle w:val="libNormal"/>
      </w:pPr>
      <w:r>
        <w:t>Moula Ali (asws) says in Khutba Bayan, “I am the tawbat ul aanaf”.</w:t>
      </w:r>
    </w:p>
    <w:p w:rsidR="00EC54B6" w:rsidRDefault="00EC54B6" w:rsidP="00EC54B6">
      <w:pPr>
        <w:pStyle w:val="libNormal"/>
      </w:pPr>
      <w:r>
        <w:t>*The writer of Kitab ul Anwar wrote in his book, “In the Book of Alla</w:t>
      </w:r>
      <w:r w:rsidR="004D1165">
        <w:t xml:space="preserve">h, </w:t>
      </w:r>
      <w:r>
        <w:t>there are 300 names for Ameerul Momineen (asws). The other names onl</w:t>
      </w:r>
      <w:r w:rsidR="004D1165">
        <w:t xml:space="preserve">y </w:t>
      </w:r>
      <w:r>
        <w:t>Allah knows. Ibne Hamad says, “The names that Allah gave to Ameeru</w:t>
      </w:r>
      <w:r w:rsidR="004D1165">
        <w:t xml:space="preserve">l </w:t>
      </w:r>
      <w:r>
        <w:t>Momineen (asws) in Quran, we read every day whenever we recite Qura</w:t>
      </w:r>
      <w:r w:rsidR="004D1165">
        <w:t xml:space="preserve">n </w:t>
      </w:r>
      <w:r>
        <w:t>such as Sura Fajr, Al Naml, Al Anfaal, Al Saffat, Al Zumr, etc.” Moul</w:t>
      </w:r>
      <w:r w:rsidR="004D1165">
        <w:t xml:space="preserve">a </w:t>
      </w:r>
      <w:r>
        <w:t>(asws)’s name is mentioned also in the Taurah and Injeel, but only thos</w:t>
      </w:r>
      <w:r w:rsidR="004D1165">
        <w:t xml:space="preserve">e </w:t>
      </w:r>
      <w:r>
        <w:t>who recite Injeel and Zaboor know. Allah has chosen Ameerul Mominee</w:t>
      </w:r>
      <w:r w:rsidR="004D1165">
        <w:t xml:space="preserve">n </w:t>
      </w:r>
      <w:r>
        <w:t>(asws) for Himself. He made Him Brother of RasoolAllah (saw), an</w:t>
      </w:r>
      <w:r w:rsidR="004D1165">
        <w:t xml:space="preserve">d </w:t>
      </w:r>
      <w:r>
        <w:t>Husband of Syeda (sa). In the heavens, Ameerul Momineen (asws)’s nam</w:t>
      </w:r>
      <w:r w:rsidR="004D1165">
        <w:t xml:space="preserve">e </w:t>
      </w:r>
      <w:r>
        <w:t>is Shamsatil. On the earth, it is Jamhaial. In Looh (Tablet) it is Qunsoon. I</w:t>
      </w:r>
      <w:r w:rsidR="004D1165">
        <w:t xml:space="preserve">n </w:t>
      </w:r>
      <w:r>
        <w:t>Kalam (Pen), it is Munsoon. On Arsh (Throne), it is Moeen. Amongst th</w:t>
      </w:r>
      <w:r w:rsidR="004D1165">
        <w:t xml:space="preserve">e </w:t>
      </w:r>
      <w:r>
        <w:t>angels, it is Ameen. Amongst hooris, it is Asab. In the scripture of Ibrahi</w:t>
      </w:r>
      <w:r w:rsidR="004D1165">
        <w:t xml:space="preserve">m </w:t>
      </w:r>
      <w:r>
        <w:t>(as), it is Hazbeel. In Hebrew, it is Balqayatees. In Syriani, it is Sharoheel.</w:t>
      </w:r>
    </w:p>
    <w:p w:rsidR="00EC54B6" w:rsidRDefault="00EC54B6" w:rsidP="00EC54B6">
      <w:pPr>
        <w:pStyle w:val="libNormal"/>
      </w:pPr>
      <w:r>
        <w:t>In Taurah, it is Briyia. In Zaboor, it is Ariya. In Injeel, it is Ailiya. In th</w:t>
      </w:r>
      <w:r w:rsidR="004D1165">
        <w:t xml:space="preserve">e </w:t>
      </w:r>
      <w:r>
        <w:t>scripture, it is Hajr e Ain. In Quran, it is Ali. He is helper to RasoolAlla</w:t>
      </w:r>
      <w:r w:rsidR="004D1165">
        <w:t xml:space="preserve">h </w:t>
      </w:r>
      <w:r>
        <w:t>(saw). Amongst Arabs, it is Malya. Amongst hindus, it is Kabkra. Amongs</w:t>
      </w:r>
      <w:r w:rsidR="004D1165">
        <w:t xml:space="preserve">t </w:t>
      </w:r>
      <w:r>
        <w:t>Romans, it is Bitris. Amongs Armeen, it is Karkar. Amongst Saqlab, it i</w:t>
      </w:r>
      <w:r w:rsidR="004D1165">
        <w:t xml:space="preserve">s </w:t>
      </w:r>
      <w:r>
        <w:t>Firoq. Amongst Persians, it is Firooz. Amongs Turkish, it is Titer. Amongs</w:t>
      </w:r>
      <w:r w:rsidR="004D1165">
        <w:t xml:space="preserve">t </w:t>
      </w:r>
      <w:r>
        <w:t>Khazar, it is Bareen. Amongst Nabt, it is Tabreek. Amongst Qana an</w:t>
      </w:r>
      <w:r w:rsidR="004D1165">
        <w:t xml:space="preserve">d </w:t>
      </w:r>
      <w:r>
        <w:t>Halasqis, it is Youshah. Amongst jinns, it is Habeen. Amongst shaiteen, it i</w:t>
      </w:r>
      <w:r w:rsidR="004D1165">
        <w:t xml:space="preserve">s </w:t>
      </w:r>
      <w:r>
        <w:t>Madmar. Amongst mushriks (polytheists), it is red death. Amongs</w:t>
      </w:r>
      <w:r w:rsidR="004D1165">
        <w:t xml:space="preserve">t </w:t>
      </w:r>
      <w:r>
        <w:t>momins, it is white clouds. His Father named Him “Harb” and His Mothe</w:t>
      </w:r>
      <w:r w:rsidR="004D1165">
        <w:t xml:space="preserve">r </w:t>
      </w:r>
      <w:r>
        <w:t>named Him Haider. Allah named Him “Ali”. A poet, Aoni, said, “One whos</w:t>
      </w:r>
      <w:r w:rsidR="004D1165">
        <w:t xml:space="preserve">e </w:t>
      </w:r>
      <w:r>
        <w:t>name is in Injeel, who is on the highest levels of greatness, that “Ali”</w:t>
      </w:r>
    </w:p>
    <w:p w:rsidR="00EC54B6" w:rsidRDefault="00EC54B6" w:rsidP="00EC54B6">
      <w:pPr>
        <w:pStyle w:val="libNormal"/>
      </w:pPr>
      <w:r>
        <w:t>(asws) is called Ailya and the one whose name is known in Taura</w:t>
      </w:r>
      <w:r w:rsidR="004D1165">
        <w:t xml:space="preserve">h </w:t>
      </w:r>
      <w:r>
        <w:t>amongst those who are great and guided they remember Him by the nam</w:t>
      </w:r>
      <w:r w:rsidR="004D1165">
        <w:t xml:space="preserve">e </w:t>
      </w:r>
      <w:r>
        <w:t>of “Briyia”. He is known amongst Kahna and they consider His name to b</w:t>
      </w:r>
      <w:r w:rsidR="004D1165">
        <w:t xml:space="preserve">e </w:t>
      </w:r>
      <w:r>
        <w:t>one of great blessing. One who revealed Haq (Truth) in this universe, an</w:t>
      </w:r>
      <w:r w:rsidR="004D1165">
        <w:t xml:space="preserve">d </w:t>
      </w:r>
      <w:r>
        <w:t>that name is Boya.</w:t>
      </w:r>
    </w:p>
    <w:p w:rsidR="00EC54B6" w:rsidRDefault="00EC54B6" w:rsidP="00EC54B6">
      <w:pPr>
        <w:pStyle w:val="libNormal"/>
      </w:pPr>
      <w:r>
        <w:lastRenderedPageBreak/>
        <w:t>“One who is known in Zaboor by His glorified name. There is no line lik</w:t>
      </w:r>
      <w:r w:rsidR="004D1165">
        <w:t xml:space="preserve">e </w:t>
      </w:r>
      <w:r>
        <w:t>Arya in the entire universe. “</w:t>
      </w:r>
    </w:p>
    <w:p w:rsidR="00EC54B6" w:rsidRDefault="00EC54B6" w:rsidP="00EC54B6">
      <w:pPr>
        <w:pStyle w:val="libNormal"/>
      </w:pPr>
      <w:r>
        <w:t>“Whom is remembered in the great books of Hinduas as Kabkra”.</w:t>
      </w:r>
    </w:p>
    <w:p w:rsidR="00EC54B6" w:rsidRDefault="00EC54B6" w:rsidP="00EC54B6">
      <w:pPr>
        <w:pStyle w:val="libNormal"/>
      </w:pPr>
      <w:r>
        <w:t>“The Romans remember Him as Pitris”.</w:t>
      </w:r>
    </w:p>
    <w:p w:rsidR="00EC54B6" w:rsidRDefault="00EC54B6" w:rsidP="00EC54B6">
      <w:pPr>
        <w:pStyle w:val="libNormal"/>
      </w:pPr>
      <w:r>
        <w:t>“The negros call Him “Majeed.”</w:t>
      </w:r>
    </w:p>
    <w:p w:rsidR="00EC54B6" w:rsidRDefault="00EC54B6" w:rsidP="00EC54B6">
      <w:pPr>
        <w:pStyle w:val="libNormal"/>
      </w:pPr>
      <w:r>
        <w:t>“He is king of Tabreek and Madmar”.</w:t>
      </w:r>
    </w:p>
    <w:p w:rsidR="00EC54B6" w:rsidRDefault="00EC54B6" w:rsidP="00EC54B6">
      <w:pPr>
        <w:pStyle w:val="libNormal"/>
      </w:pPr>
      <w:r>
        <w:t>“His Mother calls Him “Haider” which means “Lion of great power”.</w:t>
      </w:r>
    </w:p>
    <w:p w:rsidR="00EC54B6" w:rsidRDefault="00EC54B6" w:rsidP="00EC54B6">
      <w:pPr>
        <w:pStyle w:val="libNormal"/>
      </w:pPr>
      <w:r>
        <w:t>“Arman call Him Fareek”.</w:t>
      </w:r>
    </w:p>
    <w:p w:rsidR="00C23B6A" w:rsidRDefault="00EC54B6" w:rsidP="00C23B6A">
      <w:pPr>
        <w:pStyle w:val="libNormal"/>
      </w:pPr>
      <w:r>
        <w:t>“Solver of problems. Remover of difficulties. Reciter of Quran. Qibla o</w:t>
      </w:r>
      <w:r w:rsidR="004D1165">
        <w:t xml:space="preserve">f </w:t>
      </w:r>
      <w:r>
        <w:t>Sadaat. Master of Virtues. Remover of pains. Performer of miracles. Eye o</w:t>
      </w:r>
      <w:r w:rsidR="004D1165">
        <w:t xml:space="preserve">f </w:t>
      </w:r>
      <w:r>
        <w:t>life. Arc of salvation. Standard bearer. Master of all masters. Destroyer o</w:t>
      </w:r>
      <w:r w:rsidR="004D1165">
        <w:t xml:space="preserve">f </w:t>
      </w:r>
      <w:r>
        <w:t>the idols that were placed in the Kaaba. The greatest virtue amongst th</w:t>
      </w:r>
      <w:r w:rsidR="004D1165">
        <w:t xml:space="preserve">e </w:t>
      </w:r>
      <w:r>
        <w:t>virtues of RasoolAllah (saw). Protector of RasoolAllah (saw) and canno</w:t>
      </w:r>
      <w:r w:rsidR="004D1165">
        <w:t xml:space="preserve">t </w:t>
      </w:r>
      <w:r>
        <w:t>bear to see Him (RasoolAllah saw) in sufferings. Allah made His (Moul</w:t>
      </w:r>
      <w:r w:rsidR="004D1165">
        <w:t xml:space="preserve">a </w:t>
      </w:r>
      <w:r>
        <w:t>asws) lover as His (Allah) lover and His (Moula asws) enemy as His (Allah)</w:t>
      </w:r>
      <w:r w:rsidR="00C23B6A">
        <w:t xml:space="preserve"> </w:t>
      </w:r>
      <w:r>
        <w:t>enemy. In His other names al Tasneem, al Tazkira, al Tabah, al Tab</w:t>
      </w:r>
      <w:r w:rsidR="004D1165">
        <w:t>i,</w:t>
      </w:r>
    </w:p>
    <w:p w:rsidR="00FE3B28" w:rsidRDefault="00EC54B6" w:rsidP="00C23B6A">
      <w:pPr>
        <w:pStyle w:val="libItalic"/>
      </w:pPr>
      <w:r>
        <w:t>(Manaqib Third Vol pg 70)</w:t>
      </w:r>
    </w:p>
    <w:p w:rsidR="00612EA4" w:rsidRDefault="00612EA4" w:rsidP="00612EA4">
      <w:pPr>
        <w:pStyle w:val="libNormal"/>
      </w:pPr>
      <w:r>
        <w:br w:type="page"/>
      </w:r>
    </w:p>
    <w:p w:rsidR="00612EA4" w:rsidRDefault="00612EA4" w:rsidP="00AE7A6E">
      <w:pPr>
        <w:pStyle w:val="Heading1Center"/>
      </w:pPr>
      <w:bookmarkStart w:id="200" w:name="_Toc442791319"/>
      <w:r>
        <w:lastRenderedPageBreak/>
        <w:t xml:space="preserve">Tha </w:t>
      </w:r>
      <w:r>
        <w:rPr>
          <w:rtl/>
        </w:rPr>
        <w:t>ث</w:t>
      </w:r>
      <w:bookmarkEnd w:id="200"/>
    </w:p>
    <w:p w:rsidR="00EC54B6" w:rsidRDefault="00EC54B6" w:rsidP="00175E59">
      <w:pPr>
        <w:pStyle w:val="Heading2Center"/>
      </w:pPr>
      <w:bookmarkStart w:id="201" w:name="_Toc442791320"/>
      <w:r>
        <w:t>1. Thaqal RasoolAllah (saw) (Equal to RasoolAllah saw)</w:t>
      </w:r>
      <w:bookmarkEnd w:id="201"/>
    </w:p>
    <w:p w:rsidR="00EC54B6" w:rsidRDefault="00EC54B6" w:rsidP="00EC54B6">
      <w:pPr>
        <w:pStyle w:val="libNormal"/>
      </w:pPr>
      <w:r>
        <w:t>Saeed bin Jabir narrates from Ibne Abbas (ra) that RasoolAllah (saw) said, “Ali (asws) is M</w:t>
      </w:r>
      <w:r w:rsidR="004D1165">
        <w:t xml:space="preserve">y </w:t>
      </w:r>
      <w:r>
        <w:t>successor and My caliph. His wife Fatima (sa) is Mistress of the Women of Jannah and M</w:t>
      </w:r>
      <w:r w:rsidR="004D1165">
        <w:t xml:space="preserve">y </w:t>
      </w:r>
      <w:r>
        <w:t>Daughter. Hasan (as) and Hussain (as) are Masters of the Youths of Jannah and My Sons.</w:t>
      </w:r>
    </w:p>
    <w:p w:rsidR="00EC54B6" w:rsidRDefault="00EC54B6" w:rsidP="00EC54B6">
      <w:pPr>
        <w:pStyle w:val="libNormal"/>
      </w:pPr>
      <w:r>
        <w:t>One who loves Them loves Me. One who is enemy to Them is enemy to Me. One wh</w:t>
      </w:r>
      <w:r w:rsidR="004D1165">
        <w:t xml:space="preserve">o </w:t>
      </w:r>
      <w:r>
        <w:t>oppresses Them oppresses Me. One who associates with Them has associated with Allah.</w:t>
      </w:r>
    </w:p>
    <w:p w:rsidR="00EC54B6" w:rsidRDefault="00EC54B6" w:rsidP="00EC54B6">
      <w:pPr>
        <w:pStyle w:val="libNormal"/>
      </w:pPr>
      <w:r>
        <w:t>One who abandons Them Allah will abandon Him. Allah helps those who help Them. Alla</w:t>
      </w:r>
      <w:r w:rsidR="004D1165">
        <w:t xml:space="preserve">h </w:t>
      </w:r>
      <w:r>
        <w:t>leaves those alone who left Them alone. Ali (asws), Fatima (sa), Hasan (as), Hussain (as),</w:t>
      </w:r>
    </w:p>
    <w:p w:rsidR="00EC54B6" w:rsidRDefault="00EC54B6" w:rsidP="00EC54B6">
      <w:pPr>
        <w:pStyle w:val="libNormal"/>
      </w:pPr>
      <w:r>
        <w:t>and My Ahlul Bayt (as) are equal to Me. O’Allah! Keep all impurities away from Them an</w:t>
      </w:r>
      <w:r w:rsidR="004D1165">
        <w:t xml:space="preserve">d </w:t>
      </w:r>
      <w:r>
        <w:t>purify Them with a thorough cleansing!</w:t>
      </w:r>
    </w:p>
    <w:p w:rsidR="00EC54B6" w:rsidRDefault="00EC54B6" w:rsidP="0080330A">
      <w:pPr>
        <w:pStyle w:val="libItalic"/>
      </w:pPr>
      <w:r>
        <w:t>(Basharit ul Mustafa pg 16)</w:t>
      </w:r>
    </w:p>
    <w:p w:rsidR="00EC54B6" w:rsidRDefault="00EC54B6" w:rsidP="00175E59">
      <w:pPr>
        <w:pStyle w:val="Heading2Center"/>
      </w:pPr>
      <w:bookmarkStart w:id="202" w:name="_Toc442791321"/>
      <w:r>
        <w:t>2. Thawab (Reward)</w:t>
      </w:r>
      <w:bookmarkEnd w:id="202"/>
    </w:p>
    <w:p w:rsidR="00EC54B6" w:rsidRDefault="00EC54B6" w:rsidP="00EC54B6">
      <w:pPr>
        <w:pStyle w:val="libNormal"/>
      </w:pPr>
      <w:r>
        <w:t>RasoolAllah (saw) said to Moula Ali (asws), “Allah has promised the best reward for Yo</w:t>
      </w:r>
      <w:r w:rsidR="004D1165">
        <w:t xml:space="preserve">u </w:t>
      </w:r>
      <w:r>
        <w:t>and Your shia. (Allah has the best reward for You)(3:195)</w:t>
      </w:r>
    </w:p>
    <w:p w:rsidR="00EC54B6" w:rsidRDefault="00EC54B6" w:rsidP="00CE7E0F">
      <w:pPr>
        <w:pStyle w:val="libItalic"/>
      </w:pPr>
      <w:r>
        <w:t>(Tafseer e Burhan First Edition pg 333)</w:t>
      </w:r>
    </w:p>
    <w:p w:rsidR="00EC54B6" w:rsidRDefault="00EC54B6" w:rsidP="00EC54B6">
      <w:pPr>
        <w:pStyle w:val="libNormal"/>
      </w:pPr>
      <w:r>
        <w:t>Asbagh bin Nabata narrates regarding this ayah that was revealed for Moula Ali (asws),</w:t>
      </w:r>
    </w:p>
    <w:p w:rsidR="00EC54B6" w:rsidRDefault="00EC54B6" w:rsidP="00EC54B6">
      <w:pPr>
        <w:pStyle w:val="libNormal"/>
      </w:pPr>
      <w:r>
        <w:t>“they shall have gardens beneath which rivers flow, abiding in them; an entertainmen</w:t>
      </w:r>
      <w:r w:rsidR="004D1165">
        <w:t xml:space="preserve">t </w:t>
      </w:r>
      <w:r>
        <w:t>from their Lord, and that which is Allah is best for the righteous” (3:198) RasoolAlla</w:t>
      </w:r>
      <w:r w:rsidR="004D1165">
        <w:t xml:space="preserve">h </w:t>
      </w:r>
      <w:r>
        <w:t>(saw) said, “O’Ali (asws)! You are that reward and those who will live in jannah are You</w:t>
      </w:r>
      <w:r w:rsidR="004D1165">
        <w:t xml:space="preserve">r </w:t>
      </w:r>
      <w:r>
        <w:t>helpers.”</w:t>
      </w:r>
    </w:p>
    <w:p w:rsidR="00FE3B28" w:rsidRDefault="00EC54B6" w:rsidP="00CE7E0F">
      <w:pPr>
        <w:pStyle w:val="libItalic"/>
      </w:pPr>
      <w:r>
        <w:t>(Tafseer Ayyashi First Edition pg 212)</w:t>
      </w:r>
    </w:p>
    <w:p w:rsidR="00EC54B6" w:rsidRDefault="00EC54B6" w:rsidP="00175E59">
      <w:pPr>
        <w:pStyle w:val="Heading2Center"/>
      </w:pPr>
      <w:bookmarkStart w:id="203" w:name="_Toc442791322"/>
      <w:r>
        <w:t>3. Thumr ul Janni (Fruit of jannah)</w:t>
      </w:r>
      <w:bookmarkEnd w:id="203"/>
    </w:p>
    <w:p w:rsidR="00EC54B6" w:rsidRDefault="00EC54B6" w:rsidP="00EC54B6">
      <w:pPr>
        <w:pStyle w:val="libNormal"/>
      </w:pPr>
      <w:r>
        <w:t>In the ziarat of Ameerul Momineen (asws) it is written, “Salam be upon You O’Fruit o</w:t>
      </w:r>
      <w:r w:rsidR="004D1165">
        <w:t xml:space="preserve">f </w:t>
      </w:r>
      <w:r>
        <w:t>Jannah! Salam be upon You O’ RasooAllah (saw)! Salam be upon You O’Slave of Allah!</w:t>
      </w:r>
    </w:p>
    <w:p w:rsidR="00EC54B6" w:rsidRDefault="00EC54B6" w:rsidP="00EC54B6">
      <w:pPr>
        <w:pStyle w:val="libNormal"/>
      </w:pPr>
      <w:r>
        <w:t xml:space="preserve">Salam be upon You O’Trustee of Allah! Salam be upon the one who is blessed by Allah an </w:t>
      </w:r>
      <w:r w:rsidR="004D1165">
        <w:t xml:space="preserve">d </w:t>
      </w:r>
      <w:r>
        <w:t>choosen from amongst His creation! Salam be upon You O’Friend of Allah! Salam be upo</w:t>
      </w:r>
      <w:r w:rsidR="004D1165">
        <w:t xml:space="preserve">n </w:t>
      </w:r>
      <w:r>
        <w:t>You from the darkness of the night until the light of the day! Salam be upon You as long a</w:t>
      </w:r>
      <w:r w:rsidR="004D1165">
        <w:t xml:space="preserve">s </w:t>
      </w:r>
      <w:r>
        <w:t>silence is silent and the speaking speak and as long as the stars shine! Blessing and merc</w:t>
      </w:r>
      <w:r w:rsidR="004D1165">
        <w:t xml:space="preserve">y </w:t>
      </w:r>
      <w:r>
        <w:t>of Allah be upon You! Salam be upon You O’ our Master Ameerul Momineen Ali (asws) ib</w:t>
      </w:r>
      <w:r w:rsidR="004D1165">
        <w:t xml:space="preserve">n </w:t>
      </w:r>
      <w:r>
        <w:t xml:space="preserve">Abi Talib (as) who possesses great attributes and virtues! He is the destroyer of armies! </w:t>
      </w:r>
      <w:r w:rsidR="004D1165">
        <w:t xml:space="preserve">A </w:t>
      </w:r>
      <w:r>
        <w:t>severe punishment upon the enemies of Allah! Who is a great fighter in the way of Allah!</w:t>
      </w:r>
    </w:p>
    <w:p w:rsidR="00EC54B6" w:rsidRDefault="00EC54B6" w:rsidP="00EC54B6">
      <w:pPr>
        <w:pStyle w:val="libNormal"/>
      </w:pPr>
      <w:r>
        <w:t>One who will make Momineen drink from the spring of Kausar! Salam be upon You, O’</w:t>
      </w:r>
    </w:p>
    <w:p w:rsidR="00EC54B6" w:rsidRDefault="00EC54B6" w:rsidP="00EC54B6">
      <w:pPr>
        <w:pStyle w:val="libNormal"/>
      </w:pPr>
      <w:r>
        <w:t>Great blessing of Allah! Salam be upon You, O’ Master of Momineen! Protector of th</w:t>
      </w:r>
      <w:r w:rsidR="004D1165">
        <w:t xml:space="preserve">e </w:t>
      </w:r>
      <w:r>
        <w:t>tauheed (Oneness) of Allah! The slayer of mushriks (polytheists)! Successor of the Prophe</w:t>
      </w:r>
      <w:r w:rsidR="004D1165">
        <w:t xml:space="preserve">t </w:t>
      </w:r>
      <w:r>
        <w:t xml:space="preserve">of Allah! May the blessing and </w:t>
      </w:r>
      <w:r>
        <w:lastRenderedPageBreak/>
        <w:t>mercy of Allah be upon You! Salam be upon You whom Alla</w:t>
      </w:r>
      <w:r w:rsidR="004D1165">
        <w:t xml:space="preserve">h </w:t>
      </w:r>
      <w:r>
        <w:t>testified to through Jibrael (as)! Whom Allah helped through Mikaeel (as)! Whom Alla</w:t>
      </w:r>
      <w:r w:rsidR="004D1165">
        <w:t xml:space="preserve">h </w:t>
      </w:r>
      <w:r>
        <w:t>gave such great status in both worlds! Whom Allah blessed with all things! May the blessin</w:t>
      </w:r>
      <w:r w:rsidR="004D1165">
        <w:t xml:space="preserve">g </w:t>
      </w:r>
      <w:r>
        <w:t>of Allah be upon Him and His Holy Offspring and Aimmah (as) who enjoined the good an</w:t>
      </w:r>
      <w:r w:rsidR="004D1165">
        <w:t xml:space="preserve">d </w:t>
      </w:r>
      <w:r>
        <w:t>forbid the evil and who made prayer as wajib (compulsory) upon us, ordered us to pa</w:t>
      </w:r>
      <w:r w:rsidR="004D1165">
        <w:t xml:space="preserve">y </w:t>
      </w:r>
      <w:r>
        <w:t>zakat, ordered us to fast in Ramazan, taught us Quran. Salam be upon You, O’Ameeru</w:t>
      </w:r>
      <w:r w:rsidR="004D1165">
        <w:t xml:space="preserve">l </w:t>
      </w:r>
      <w:r>
        <w:t>Momineen (asws)! O’ Master of religion! Salam be upon You O’Door of Allah! Salam be upo</w:t>
      </w:r>
      <w:r w:rsidR="004D1165">
        <w:t xml:space="preserve">n </w:t>
      </w:r>
      <w:r>
        <w:t>You O’ Eye of Allah! His Hand! His Ear! His wisdom! His absolute blessing! You are th</w:t>
      </w:r>
      <w:r w:rsidR="004D1165">
        <w:t xml:space="preserve">e </w:t>
      </w:r>
      <w:r>
        <w:t>wrath of Allah upon kafirs! Salam be upon You O’Distributor of Heaven and Hell! Salam b</w:t>
      </w:r>
      <w:r w:rsidR="004D1165">
        <w:t xml:space="preserve">e </w:t>
      </w:r>
      <w:r>
        <w:t>upon You O’Reward of the pious and wrath upon the sinners! Salam be upon You O’Maste</w:t>
      </w:r>
      <w:r w:rsidR="004D1165">
        <w:t xml:space="preserve">r </w:t>
      </w:r>
      <w:r>
        <w:t>of the Pious! Salam be upon You O’Brother of RasoolAllah (saw), His cousin, His son in la</w:t>
      </w:r>
      <w:r w:rsidR="004D1165">
        <w:t xml:space="preserve">w, </w:t>
      </w:r>
      <w:r>
        <w:t>and who was created from the same clay as RasoolAllah (saw). Salam be upon Yo</w:t>
      </w:r>
      <w:r w:rsidR="004D1165">
        <w:t xml:space="preserve">u </w:t>
      </w:r>
      <w:r>
        <w:t>O’Immortal! Salam be upon Abul Hasan Ali (asws)! Salam be upon You O’Tree of Jannah!</w:t>
      </w:r>
    </w:p>
    <w:p w:rsidR="00EC54B6" w:rsidRDefault="00EC54B6" w:rsidP="00EC54B6">
      <w:pPr>
        <w:pStyle w:val="libNormal"/>
      </w:pPr>
      <w:r>
        <w:t>Salam be upon You O’ Sidrat ul Muntaha! Salam be upon Adam (as) who is the blessed slav</w:t>
      </w:r>
      <w:r w:rsidR="004D1165">
        <w:t xml:space="preserve">e </w:t>
      </w:r>
      <w:r>
        <w:t>of Allah! Salam be upon Nuh (as) prophet of Allah! Salam be upon Ibrahim (as) friend o</w:t>
      </w:r>
      <w:r w:rsidR="004D1165">
        <w:t xml:space="preserve">f </w:t>
      </w:r>
      <w:r>
        <w:t>Allah, Salam be upon Musa (as) the one who spoke with Allah, Salam be upon Isa (as) sou</w:t>
      </w:r>
      <w:r w:rsidR="004D1165">
        <w:t xml:space="preserve">l </w:t>
      </w:r>
      <w:r>
        <w:t>of Allah, Salam be upon Muhammad (saw), friend of Allah, Salam be upon all prophet</w:t>
      </w:r>
      <w:r w:rsidR="004D1165">
        <w:t xml:space="preserve">s, </w:t>
      </w:r>
      <w:r>
        <w:t>martyrs, and pious and their friends. Salam be upon the Noor of all Noors! Salam be upo</w:t>
      </w:r>
      <w:r w:rsidR="004D1165">
        <w:t xml:space="preserve">n </w:t>
      </w:r>
      <w:r>
        <w:t>the lineage of Sacred Personalities! Salam be upon the Father of Masoomeen (as)! Salam b</w:t>
      </w:r>
      <w:r w:rsidR="004D1165">
        <w:t xml:space="preserve">e </w:t>
      </w:r>
      <w:r>
        <w:t>upon the strong rope of Allah! Salam be upon the great side of Allah! Salam be upon th</w:t>
      </w:r>
      <w:r w:rsidR="004D1165">
        <w:t xml:space="preserve">e </w:t>
      </w:r>
      <w:r>
        <w:t>Trustee of Allah upon the earth, His caliph and His ruler! The Protector of His religion wh</w:t>
      </w:r>
      <w:r w:rsidR="004D1165">
        <w:t xml:space="preserve">o </w:t>
      </w:r>
      <w:r>
        <w:t>speaks with His (Allah) wisdom! Salam be upon You, O’Brother of RasoolAllah (saw),</w:t>
      </w:r>
    </w:p>
    <w:p w:rsidR="00EC54B6" w:rsidRDefault="00EC54B6" w:rsidP="00EC54B6">
      <w:pPr>
        <w:pStyle w:val="libNormal"/>
      </w:pPr>
      <w:r>
        <w:t>Husband of Syeda (sa), Sword of Allah, Way of guidance, Protector from destruction, who</w:t>
      </w:r>
      <w:r w:rsidR="004D1165">
        <w:t xml:space="preserve">m </w:t>
      </w:r>
      <w:r>
        <w:t>Allah remembered in His Book and said, “He is Umm al Kitab and Most High Most Wise”.</w:t>
      </w:r>
    </w:p>
    <w:p w:rsidR="00EC54B6" w:rsidRDefault="00EC54B6" w:rsidP="00EC54B6">
      <w:pPr>
        <w:pStyle w:val="libNormal"/>
      </w:pPr>
      <w:r>
        <w:t>Salam be upon O’Favorite Name of Allah! Salam be upon O’Face of Allah and His Side! Sala</w:t>
      </w:r>
      <w:r w:rsidR="004D1165">
        <w:t xml:space="preserve">m </w:t>
      </w:r>
      <w:r>
        <w:t>be upon Hujjat ul Allah (proof of Allah), His successors, His blessed and chosen! Blessing o</w:t>
      </w:r>
      <w:r w:rsidR="004D1165">
        <w:t xml:space="preserve">f </w:t>
      </w:r>
      <w:r>
        <w:t>Allah be upon all!</w:t>
      </w:r>
    </w:p>
    <w:p w:rsidR="00EC54B6" w:rsidRDefault="00EC54B6" w:rsidP="00CE7E0F">
      <w:pPr>
        <w:pStyle w:val="libItalic"/>
      </w:pPr>
      <w:r>
        <w:t>(Mafatiha ul Jinan pg 427)</w:t>
      </w:r>
    </w:p>
    <w:p w:rsidR="00EC54B6" w:rsidRDefault="00EC54B6" w:rsidP="00175E59">
      <w:pPr>
        <w:pStyle w:val="Heading2Center"/>
      </w:pPr>
      <w:bookmarkStart w:id="204" w:name="_Toc442791323"/>
      <w:r>
        <w:t>4. Thaqab ul Kasaf</w:t>
      </w:r>
      <w:bookmarkEnd w:id="204"/>
    </w:p>
    <w:p w:rsidR="00EC54B6" w:rsidRDefault="00EC54B6" w:rsidP="00EC54B6">
      <w:pPr>
        <w:pStyle w:val="libNormal"/>
      </w:pPr>
      <w:r>
        <w:t>Moula Ali (asws) says in Khutbat ul Bayan, “I am thaqab ul kasaf”.</w:t>
      </w:r>
    </w:p>
    <w:p w:rsidR="00EC54B6" w:rsidRDefault="00EC54B6" w:rsidP="00175E59">
      <w:pPr>
        <w:pStyle w:val="Heading2Center"/>
      </w:pPr>
      <w:bookmarkStart w:id="205" w:name="_Toc442791324"/>
      <w:r>
        <w:t>5. Thaban ul Kaleem</w:t>
      </w:r>
      <w:bookmarkEnd w:id="205"/>
    </w:p>
    <w:p w:rsidR="00EC54B6" w:rsidRDefault="00EC54B6" w:rsidP="00EC54B6">
      <w:pPr>
        <w:pStyle w:val="libNormal"/>
      </w:pPr>
      <w:r>
        <w:t>Moula Ali (asws) says in Khutbat ul Bayan, “I am thaban ul kaleem”.</w:t>
      </w:r>
    </w:p>
    <w:p w:rsidR="00EC54B6" w:rsidRDefault="00EC54B6" w:rsidP="00175E59">
      <w:pPr>
        <w:pStyle w:val="Heading2Center"/>
      </w:pPr>
      <w:bookmarkStart w:id="206" w:name="_Toc442791325"/>
      <w:r>
        <w:t>6. Thabeer ul Tark</w:t>
      </w:r>
      <w:bookmarkEnd w:id="206"/>
    </w:p>
    <w:p w:rsidR="00EC54B6" w:rsidRDefault="00EC54B6" w:rsidP="00EC54B6">
      <w:pPr>
        <w:pStyle w:val="libNormal"/>
      </w:pPr>
      <w:r>
        <w:t>Moula Ali (asws) says in Khutbat ul Bayan, “I am thabeer ul tark”.</w:t>
      </w:r>
    </w:p>
    <w:p w:rsidR="00EC54B6" w:rsidRDefault="00EC54B6" w:rsidP="00175E59">
      <w:pPr>
        <w:pStyle w:val="Heading2Center"/>
      </w:pPr>
      <w:bookmarkStart w:id="207" w:name="_Toc442791326"/>
      <w:r>
        <w:t>7. Thalit (Groups)</w:t>
      </w:r>
      <w:bookmarkEnd w:id="207"/>
    </w:p>
    <w:p w:rsidR="00EC54B6" w:rsidRDefault="00EC54B6" w:rsidP="00EC54B6">
      <w:pPr>
        <w:pStyle w:val="libNormal"/>
      </w:pPr>
      <w:r>
        <w:t>Abu Saeed al Maidini narrates from Imam Sadiq (as) regarding this ayah, “a multitude o</w:t>
      </w:r>
      <w:r w:rsidR="004D1165">
        <w:t xml:space="preserve">f </w:t>
      </w:r>
      <w:r>
        <w:t>those of old and a multitude of those of later time” (56:39-40), Imam (as) said, “The firs</w:t>
      </w:r>
      <w:r w:rsidR="004D1165">
        <w:t xml:space="preserve">t </w:t>
      </w:r>
      <w:r>
        <w:t>was Hazqeel who was momin from Aal e Firoan and the other is Ali (asws) ibn Abi Tali</w:t>
      </w:r>
      <w:r w:rsidR="004D1165">
        <w:t xml:space="preserve">b </w:t>
      </w:r>
      <w:r>
        <w:t>(as).”</w:t>
      </w:r>
    </w:p>
    <w:p w:rsidR="00EC54B6" w:rsidRDefault="00EC54B6" w:rsidP="00CE7E0F">
      <w:pPr>
        <w:pStyle w:val="libItalic"/>
      </w:pPr>
      <w:r>
        <w:lastRenderedPageBreak/>
        <w:t>(Taweel ul Ayat pg 621)</w:t>
      </w:r>
    </w:p>
    <w:p w:rsidR="00EC54B6" w:rsidRDefault="00EC54B6" w:rsidP="00EC54B6">
      <w:pPr>
        <w:pStyle w:val="libNormal"/>
      </w:pPr>
      <w:r>
        <w:t>*And from amongst your names it is thaqal (heavy), thawab (reward) and thali</w:t>
      </w:r>
      <w:r w:rsidR="004D1165">
        <w:t xml:space="preserve">t </w:t>
      </w:r>
      <w:r>
        <w:t>(groups).</w:t>
      </w:r>
    </w:p>
    <w:p w:rsidR="00FE3B28" w:rsidRDefault="00EC54B6" w:rsidP="0080330A">
      <w:pPr>
        <w:pStyle w:val="libItalic"/>
      </w:pPr>
      <w:r>
        <w:t>(Manaqib Third Edition pg 70)</w:t>
      </w:r>
    </w:p>
    <w:p w:rsidR="00612EA4" w:rsidRDefault="00612EA4" w:rsidP="00612EA4">
      <w:pPr>
        <w:pStyle w:val="libNormal"/>
      </w:pPr>
      <w:r>
        <w:br w:type="page"/>
      </w:r>
    </w:p>
    <w:p w:rsidR="00612EA4" w:rsidRDefault="00612EA4" w:rsidP="00AE7A6E">
      <w:pPr>
        <w:pStyle w:val="Heading1Center"/>
      </w:pPr>
      <w:bookmarkStart w:id="208" w:name="_Toc442791327"/>
      <w:r>
        <w:lastRenderedPageBreak/>
        <w:t xml:space="preserve">Jeem </w:t>
      </w:r>
      <w:r>
        <w:rPr>
          <w:rtl/>
        </w:rPr>
        <w:t>ج</w:t>
      </w:r>
      <w:bookmarkEnd w:id="208"/>
    </w:p>
    <w:p w:rsidR="00EC54B6" w:rsidRDefault="00EC54B6" w:rsidP="00175E59">
      <w:pPr>
        <w:pStyle w:val="Heading2Center"/>
      </w:pPr>
      <w:bookmarkStart w:id="209" w:name="_Toc442791328"/>
      <w:r>
        <w:t>1. Junb Allah (Duty to Allah)</w:t>
      </w:r>
      <w:bookmarkEnd w:id="209"/>
    </w:p>
    <w:p w:rsidR="00EC54B6" w:rsidRDefault="00EC54B6" w:rsidP="00EC54B6">
      <w:pPr>
        <w:pStyle w:val="libNormal"/>
      </w:pPr>
      <w:r>
        <w:t>Imam Musa Kazim (as) says regarding this ayah, “O’ woe to me! For what I fell short of i</w:t>
      </w:r>
      <w:r w:rsidR="004D1165">
        <w:t xml:space="preserve">n </w:t>
      </w:r>
      <w:r>
        <w:t>my duty to Allah” (39:56), Imam (as) said, duty to Allah is Ameerul Momineen (asws) an</w:t>
      </w:r>
      <w:r w:rsidR="004D1165">
        <w:t xml:space="preserve">d </w:t>
      </w:r>
      <w:r>
        <w:t>the Imams (as) who came after Him.”</w:t>
      </w:r>
    </w:p>
    <w:p w:rsidR="00EC54B6" w:rsidRDefault="00EC54B6" w:rsidP="00CE7E0F">
      <w:pPr>
        <w:pStyle w:val="libItalic"/>
      </w:pPr>
      <w:r>
        <w:t>(Usool e Kafi First Edition pg 145)</w:t>
      </w:r>
    </w:p>
    <w:p w:rsidR="00EC54B6" w:rsidRDefault="00EC54B6" w:rsidP="00175E59">
      <w:pPr>
        <w:pStyle w:val="Heading2Center"/>
      </w:pPr>
      <w:bookmarkStart w:id="210" w:name="_Toc442791329"/>
      <w:r>
        <w:t>2. Jalis ala Al Fardoos (One who sits on Fardoos)</w:t>
      </w:r>
      <w:bookmarkEnd w:id="210"/>
    </w:p>
    <w:p w:rsidR="00EC54B6" w:rsidRDefault="00EC54B6" w:rsidP="00EC54B6">
      <w:pPr>
        <w:pStyle w:val="libNormal"/>
      </w:pPr>
      <w:r>
        <w:t>Hasan Basra narrates from Abdullah that RasoolAllah (saw) said, “On the day of judgmen</w:t>
      </w:r>
      <w:r w:rsidR="004D1165">
        <w:t xml:space="preserve">t, </w:t>
      </w:r>
      <w:r>
        <w:t>Ali (asws) ibn Abi Talib (as) will sit on Fardoos, a high mountain in Jannah. Allah’s Thron</w:t>
      </w:r>
      <w:r w:rsidR="004D1165">
        <w:t xml:space="preserve">e </w:t>
      </w:r>
      <w:r>
        <w:t>will be above it and rivers will be flowing under it. Ali (asws) will sit on a chair made fro</w:t>
      </w:r>
      <w:r w:rsidR="004D1165">
        <w:t xml:space="preserve">m </w:t>
      </w:r>
      <w:r>
        <w:t>noor on the top of this mountain. No one will be able to cross the Bridge except those wh</w:t>
      </w:r>
      <w:r w:rsidR="004D1165">
        <w:t xml:space="preserve">o </w:t>
      </w:r>
      <w:r>
        <w:t>possess the letter of the Wilayat of Ahlul Bayt (as). Their lovers will be the dwellers o</w:t>
      </w:r>
      <w:r w:rsidR="004D1165">
        <w:t xml:space="preserve">f </w:t>
      </w:r>
      <w:r>
        <w:t>jannah and Their enemies will be the inmates of hell.”</w:t>
      </w:r>
    </w:p>
    <w:p w:rsidR="00EC54B6" w:rsidRDefault="00EC54B6" w:rsidP="0080330A">
      <w:pPr>
        <w:pStyle w:val="libItalic"/>
      </w:pPr>
      <w:r>
        <w:t>(Manaqib pg 31)</w:t>
      </w:r>
    </w:p>
    <w:p w:rsidR="00EC54B6" w:rsidRDefault="00EC54B6" w:rsidP="00175E59">
      <w:pPr>
        <w:pStyle w:val="Heading2Center"/>
      </w:pPr>
      <w:bookmarkStart w:id="211" w:name="_Toc442791330"/>
      <w:r>
        <w:t>3. Jun ul Shoams (Brightness of Suns)</w:t>
      </w:r>
      <w:bookmarkEnd w:id="211"/>
    </w:p>
    <w:p w:rsidR="00EC54B6" w:rsidRDefault="00EC54B6" w:rsidP="00EC54B6">
      <w:pPr>
        <w:pStyle w:val="libNormal"/>
      </w:pPr>
      <w:r>
        <w:t>Moula (asws) says in Khutba Bayan, “I am the brightness of suns”.</w:t>
      </w:r>
    </w:p>
    <w:p w:rsidR="00EC54B6" w:rsidRDefault="00EC54B6" w:rsidP="00175E59">
      <w:pPr>
        <w:pStyle w:val="Heading2Center"/>
      </w:pPr>
      <w:bookmarkStart w:id="212" w:name="_Toc442791331"/>
      <w:r>
        <w:t>4. Johir ul Qadim</w:t>
      </w:r>
      <w:bookmarkEnd w:id="212"/>
    </w:p>
    <w:p w:rsidR="00EC54B6" w:rsidRDefault="00EC54B6" w:rsidP="00EC54B6">
      <w:pPr>
        <w:pStyle w:val="libNormal"/>
      </w:pPr>
      <w:r>
        <w:t>Moula Ali (asws) says in Khutbat ul Bayan, “I am johir al qadim”.</w:t>
      </w:r>
    </w:p>
    <w:p w:rsidR="00EC54B6" w:rsidRDefault="00EC54B6" w:rsidP="00175E59">
      <w:pPr>
        <w:pStyle w:val="Heading2Center"/>
      </w:pPr>
      <w:bookmarkStart w:id="213" w:name="_Toc442791332"/>
      <w:r>
        <w:t>5. Jamaa al Ayat (Compiler of Signs)</w:t>
      </w:r>
      <w:bookmarkEnd w:id="213"/>
    </w:p>
    <w:p w:rsidR="00EC54B6" w:rsidRDefault="00EC54B6" w:rsidP="00EC54B6">
      <w:pPr>
        <w:pStyle w:val="libNormal"/>
      </w:pPr>
      <w:r>
        <w:t>Moula (asws) says in Khutba Bayan , “I am the compiler of signs”.</w:t>
      </w:r>
    </w:p>
    <w:p w:rsidR="00EC54B6" w:rsidRDefault="00EC54B6" w:rsidP="00175E59">
      <w:pPr>
        <w:pStyle w:val="Heading2Center"/>
      </w:pPr>
      <w:bookmarkStart w:id="214" w:name="_Toc442791333"/>
      <w:r>
        <w:t>6. Johir al Iklas (Pearl of Sincerity)</w:t>
      </w:r>
      <w:bookmarkEnd w:id="214"/>
    </w:p>
    <w:p w:rsidR="00FE3B28" w:rsidRDefault="00EC54B6" w:rsidP="00EC54B6">
      <w:pPr>
        <w:pStyle w:val="libNormal"/>
      </w:pPr>
      <w:r>
        <w:t>Moula (asws) says in Khutba Bayan , “I am the pearl of sincerity”.</w:t>
      </w:r>
    </w:p>
    <w:p w:rsidR="00EC54B6" w:rsidRDefault="00EC54B6" w:rsidP="00175E59">
      <w:pPr>
        <w:pStyle w:val="Heading2Center"/>
      </w:pPr>
      <w:bookmarkStart w:id="215" w:name="_Toc442791334"/>
      <w:r>
        <w:t>7. Jumlit al Anaam</w:t>
      </w:r>
      <w:bookmarkEnd w:id="215"/>
    </w:p>
    <w:p w:rsidR="00EC54B6" w:rsidRDefault="00EC54B6" w:rsidP="00EC54B6">
      <w:pPr>
        <w:pStyle w:val="libNormal"/>
      </w:pPr>
      <w:r>
        <w:t>Moula Ali (asws) says in Khutbat ul Bayan, “I am jumlit al anaam”.</w:t>
      </w:r>
    </w:p>
    <w:p w:rsidR="00EC54B6" w:rsidRDefault="00EC54B6" w:rsidP="00175E59">
      <w:pPr>
        <w:pStyle w:val="Heading2Center"/>
      </w:pPr>
      <w:bookmarkStart w:id="216" w:name="_Toc442791335"/>
      <w:r>
        <w:t>8. Ginnah al Buraq (Wing of Buraq)</w:t>
      </w:r>
      <w:bookmarkEnd w:id="216"/>
    </w:p>
    <w:p w:rsidR="00EC54B6" w:rsidRDefault="00EC54B6" w:rsidP="00EC54B6">
      <w:pPr>
        <w:pStyle w:val="libNormal"/>
      </w:pPr>
      <w:r>
        <w:t>Moula (asws) says in Khutba Bayan , “I am the wing of Buraq”.</w:t>
      </w:r>
    </w:p>
    <w:p w:rsidR="00EC54B6" w:rsidRDefault="00EC54B6" w:rsidP="00175E59">
      <w:pPr>
        <w:pStyle w:val="Heading2Center"/>
      </w:pPr>
      <w:bookmarkStart w:id="217" w:name="_Toc442791336"/>
      <w:r>
        <w:t>9. Jaal al Aalim al Qaleem (Creator of the nations of the world)</w:t>
      </w:r>
      <w:bookmarkEnd w:id="217"/>
    </w:p>
    <w:p w:rsidR="00EC54B6" w:rsidRDefault="00EC54B6" w:rsidP="00EC54B6">
      <w:pPr>
        <w:pStyle w:val="libNormal"/>
      </w:pPr>
      <w:r>
        <w:t>Moula (asws) says in Khutba Tutanjiya, “I am the one who established the nations of th</w:t>
      </w:r>
      <w:r w:rsidR="004D1165">
        <w:t xml:space="preserve">e </w:t>
      </w:r>
      <w:r>
        <w:t>world.”</w:t>
      </w:r>
    </w:p>
    <w:p w:rsidR="00EC54B6" w:rsidRDefault="00EC54B6" w:rsidP="00175E59">
      <w:pPr>
        <w:pStyle w:val="Heading2Center"/>
      </w:pPr>
      <w:bookmarkStart w:id="218" w:name="_Toc442791337"/>
      <w:r>
        <w:t>10. Janbutha</w:t>
      </w:r>
      <w:bookmarkEnd w:id="218"/>
    </w:p>
    <w:p w:rsidR="00EC54B6" w:rsidRDefault="00EC54B6" w:rsidP="00EC54B6">
      <w:pPr>
        <w:pStyle w:val="libNormal"/>
      </w:pPr>
      <w:r>
        <w:t>In Khutba Tutunjiya, Moula Ali (asws) said, “All praise be to Allah who divided the heaven</w:t>
      </w:r>
      <w:r w:rsidR="004D1165">
        <w:t xml:space="preserve">s </w:t>
      </w:r>
      <w:r>
        <w:t>and established the atmosphere and laid out the immense universe and caused th</w:t>
      </w:r>
      <w:r w:rsidR="004D1165">
        <w:t xml:space="preserve">e </w:t>
      </w:r>
      <w:r>
        <w:t>Luminance to shine and gave life to the dead and caused the living to die. I praise Him wit</w:t>
      </w:r>
      <w:r w:rsidR="004D1165">
        <w:t xml:space="preserve">h </w:t>
      </w:r>
      <w:r>
        <w:t>such a shining and elevated praise, a praise that is luminescent and ascends to the highes</w:t>
      </w:r>
      <w:r w:rsidR="004D1165">
        <w:t xml:space="preserve">t </w:t>
      </w:r>
      <w:r>
        <w:t>reaches of the heavens. He created the heavens without pillars and set them up righ</w:t>
      </w:r>
      <w:r w:rsidR="004D1165">
        <w:t xml:space="preserve">t </w:t>
      </w:r>
      <w:r>
        <w:t>without any supports. Then He beautified the heavens with radiant planets and caused th</w:t>
      </w:r>
      <w:r w:rsidR="004D1165">
        <w:t xml:space="preserve">e </w:t>
      </w:r>
      <w:r>
        <w:t xml:space="preserve">dark clouds to be trapped within their spheres. He </w:t>
      </w:r>
      <w:r>
        <w:lastRenderedPageBreak/>
        <w:t>created the ever flowing oceans an</w:t>
      </w:r>
      <w:r w:rsidR="004D1165">
        <w:t xml:space="preserve">d </w:t>
      </w:r>
      <w:r>
        <w:t>caused the mountains to rise. When He unleashed their waters, their mighty waves wer</w:t>
      </w:r>
      <w:r w:rsidR="004D1165">
        <w:t xml:space="preserve">e </w:t>
      </w:r>
      <w:r>
        <w:t>massive. I give praise unto Him and to Him all praise is due. I testify there is no god but Hi</w:t>
      </w:r>
      <w:r w:rsidR="004D1165">
        <w:t xml:space="preserve">m </w:t>
      </w:r>
      <w:r>
        <w:t>and I bear witness that Muhammad (saw) is His servant and His Messenger and He wa</w:t>
      </w:r>
      <w:r w:rsidR="004D1165">
        <w:t xml:space="preserve">s </w:t>
      </w:r>
      <w:r>
        <w:t>chosen by Allah as the best from amongst the creation. Allah sent Him unto the Arabs an</w:t>
      </w:r>
      <w:r w:rsidR="004D1165">
        <w:t xml:space="preserve">d </w:t>
      </w:r>
      <w:r>
        <w:t>appointed Him to guide others for He Himself was rightly guided. He was indee</w:t>
      </w:r>
      <w:r w:rsidR="004D1165">
        <w:t xml:space="preserve">d </w:t>
      </w:r>
      <w:r>
        <w:t>wonderous. Muhammad (saw) presented proof before the people and the muslims gaine</w:t>
      </w:r>
      <w:r w:rsidR="004D1165">
        <w:t xml:space="preserve">d </w:t>
      </w:r>
      <w:r>
        <w:t>guidance through Him. Allah established His religion through Him, may the peace an</w:t>
      </w:r>
      <w:r w:rsidR="004D1165">
        <w:t xml:space="preserve">d </w:t>
      </w:r>
      <w:r>
        <w:t>blessings of Allah be upon Him and His Holy Family.</w:t>
      </w:r>
    </w:p>
    <w:p w:rsidR="00EC54B6" w:rsidRDefault="00EC54B6" w:rsidP="00EC54B6">
      <w:pPr>
        <w:pStyle w:val="libNormal"/>
      </w:pPr>
      <w:r>
        <w:t>O’people! Turn repentantly towards Me and hold fast to your pledge of allegiance with M</w:t>
      </w:r>
      <w:r w:rsidR="004D1165">
        <w:t xml:space="preserve">e, </w:t>
      </w:r>
      <w:r>
        <w:t>remain steadfast in your faith with absolute certainty. Hold fast to the Successor of th</w:t>
      </w:r>
      <w:r w:rsidR="004D1165">
        <w:t xml:space="preserve">e </w:t>
      </w:r>
      <w:r>
        <w:t>Prophet in whom lies your salvation and whose love is your refuge on the day of judgment.</w:t>
      </w:r>
    </w:p>
    <w:p w:rsidR="00EC54B6" w:rsidRDefault="00EC54B6" w:rsidP="00EC54B6">
      <w:pPr>
        <w:pStyle w:val="libNormal"/>
      </w:pPr>
      <w:r>
        <w:t>I am hope and I am the one to be hoped for.</w:t>
      </w:r>
    </w:p>
    <w:p w:rsidR="00EC54B6" w:rsidRDefault="00EC54B6" w:rsidP="00EC54B6">
      <w:pPr>
        <w:pStyle w:val="libNormal"/>
      </w:pPr>
      <w:r>
        <w:t>I am the one that stands upon Two Gulfs!</w:t>
      </w:r>
    </w:p>
    <w:p w:rsidR="00EC54B6" w:rsidRDefault="00EC54B6" w:rsidP="00EC54B6">
      <w:pPr>
        <w:pStyle w:val="libNormal"/>
      </w:pPr>
      <w:r>
        <w:t>I am the one that looks upon the east and the west. I have seen the glories of the heaven</w:t>
      </w:r>
      <w:r w:rsidR="004D1165">
        <w:t xml:space="preserve">s </w:t>
      </w:r>
      <w:r>
        <w:t>with My own eyes while the seventh heaven was moving in its orbit and within it were th</w:t>
      </w:r>
      <w:r w:rsidR="004D1165">
        <w:t xml:space="preserve">e </w:t>
      </w:r>
      <w:r>
        <w:t>stars and their orbits. I saw the earth folded like a small cloth lying within its foundation</w:t>
      </w:r>
      <w:r w:rsidR="004D1165">
        <w:t xml:space="preserve">s </w:t>
      </w:r>
      <w:r>
        <w:t>on the right side facing the east and the Twin Gulfs. On the left of the Two Gulfs lies a vas</w:t>
      </w:r>
      <w:r w:rsidR="004D1165">
        <w:t xml:space="preserve">t </w:t>
      </w:r>
      <w:r>
        <w:t>expanse of water. I saw the circle that was surrounding all of this and the heavens keepin</w:t>
      </w:r>
      <w:r w:rsidR="004D1165">
        <w:t xml:space="preserve">g </w:t>
      </w:r>
      <w:r>
        <w:t xml:space="preserve">all that there was within was like nothing more than a ring upon the finger of thy Lord. </w:t>
      </w:r>
      <w:r w:rsidR="004D1165">
        <w:t xml:space="preserve">I </w:t>
      </w:r>
      <w:r>
        <w:t>saw the sun as it was setting and it was like a bird that is searching for its nest. If it wer</w:t>
      </w:r>
      <w:r w:rsidR="004D1165">
        <w:t xml:space="preserve">e </w:t>
      </w:r>
      <w:r>
        <w:t>not for the Lord of Paradise and the Two Gulfs, then all that is in the heavens and the eart</w:t>
      </w:r>
      <w:r w:rsidR="004D1165">
        <w:t xml:space="preserve">h </w:t>
      </w:r>
      <w:r>
        <w:t>would hear its tumultuous descent into the Black Water that is known as the War</w:t>
      </w:r>
      <w:r w:rsidR="004D1165">
        <w:t xml:space="preserve">m </w:t>
      </w:r>
      <w:r>
        <w:t>Fountain. I know the secrets of Allah that no one knows except Allah Himself. I know al</w:t>
      </w:r>
      <w:r w:rsidR="004D1165">
        <w:t xml:space="preserve">l </w:t>
      </w:r>
      <w:r>
        <w:t>that was and all that will be even with those who preceded the First Adam (as). I knew fo</w:t>
      </w:r>
      <w:r w:rsidR="004D1165">
        <w:t xml:space="preserve">r </w:t>
      </w:r>
      <w:r>
        <w:t>all things were revealed unto Me. Therefore, hasten and do not cause an uproar. If I kne</w:t>
      </w:r>
      <w:r w:rsidR="004D1165">
        <w:t xml:space="preserve">w </w:t>
      </w:r>
      <w:r>
        <w:t>you would not say, “Ali (asws) has gone astray and left His Iman”, then I would inform yo</w:t>
      </w:r>
      <w:r w:rsidR="004D1165">
        <w:t xml:space="preserve">u </w:t>
      </w:r>
      <w:r>
        <w:t>of all of the happenings regarding the day of judgment. I am the trustee of all of th</w:t>
      </w:r>
      <w:r w:rsidR="004D1165">
        <w:t xml:space="preserve">e </w:t>
      </w:r>
      <w:r>
        <w:t>knowledge which has been hidden from all of the prophets except for the Lord of thi</w:t>
      </w:r>
      <w:r w:rsidR="004D1165">
        <w:t xml:space="preserve">s </w:t>
      </w:r>
      <w:r>
        <w:t>Sharia (Muhammad saw). He taught Me His knowledge and I taught Him My knowledge.</w:t>
      </w:r>
    </w:p>
    <w:p w:rsidR="00EC54B6" w:rsidRDefault="00EC54B6" w:rsidP="00EC54B6">
      <w:pPr>
        <w:pStyle w:val="libNormal"/>
      </w:pPr>
      <w:r>
        <w:t>Verily, We are the warners of old and shall continue to be the everlasting warners fro</w:t>
      </w:r>
      <w:r w:rsidR="004D1165">
        <w:t xml:space="preserve">m </w:t>
      </w:r>
      <w:r>
        <w:t>Allah.</w:t>
      </w:r>
    </w:p>
    <w:p w:rsidR="00EC54B6" w:rsidRDefault="00EC54B6" w:rsidP="00EC54B6">
      <w:pPr>
        <w:pStyle w:val="libNormal"/>
      </w:pPr>
      <w:r>
        <w:t>All those who will be destroyed will be destroyed through Us and all those who will receiv</w:t>
      </w:r>
      <w:r w:rsidR="004D1165">
        <w:t xml:space="preserve">e </w:t>
      </w:r>
      <w:r>
        <w:t>salvation will do so through Us. You will never be able to comprehend Our station. I swea</w:t>
      </w:r>
      <w:r w:rsidR="004D1165">
        <w:t xml:space="preserve">r </w:t>
      </w:r>
      <w:r>
        <w:t>by the righteous of the One whose authority causes the seed to grow and breathes the spiri</w:t>
      </w:r>
      <w:r w:rsidR="004D1165">
        <w:t xml:space="preserve">t </w:t>
      </w:r>
      <w:r>
        <w:t>of life into all things, by Him who alone is glorious and all mighty. The world and all of it</w:t>
      </w:r>
      <w:r w:rsidR="004D1165">
        <w:t xml:space="preserve">s </w:t>
      </w:r>
      <w:r>
        <w:t>temptations were lain before Me. Yet I turned away from it. Then how is it that I shall b</w:t>
      </w:r>
      <w:r w:rsidR="004D1165">
        <w:t xml:space="preserve">e </w:t>
      </w:r>
      <w:r>
        <w:t>overcome by such events?</w:t>
      </w:r>
    </w:p>
    <w:p w:rsidR="00EC54B6" w:rsidRDefault="00EC54B6" w:rsidP="00EC54B6">
      <w:pPr>
        <w:pStyle w:val="libNormal"/>
      </w:pPr>
      <w:r>
        <w:t>I know all that is above the highest reaches of jannah and all that which is below the lowes</w:t>
      </w:r>
      <w:r w:rsidR="004D1165">
        <w:t xml:space="preserve">t </w:t>
      </w:r>
      <w:r>
        <w:t>depths of the seventh ocean and all that is between them. I came into being while havin</w:t>
      </w:r>
      <w:r w:rsidR="004D1165">
        <w:t xml:space="preserve">g </w:t>
      </w:r>
      <w:r>
        <w:t xml:space="preserve">possession of this knowledge. I did not have </w:t>
      </w:r>
      <w:r>
        <w:lastRenderedPageBreak/>
        <w:t>to acquire it. I swear by the Lord of th</w:t>
      </w:r>
      <w:r w:rsidR="004D1165">
        <w:t xml:space="preserve">e </w:t>
      </w:r>
      <w:r>
        <w:t>Tremendous Throne, if I desired I could inform you as to where all of your forefathers wer</w:t>
      </w:r>
      <w:r w:rsidR="004D1165">
        <w:t xml:space="preserve">e </w:t>
      </w:r>
      <w:r>
        <w:t>and from whom they descend and where they are now and how it was they came to be i</w:t>
      </w:r>
      <w:r w:rsidR="004D1165">
        <w:t xml:space="preserve">n </w:t>
      </w:r>
      <w:r>
        <w:t>their place! How many of you are devouring the property of your brother and drinking th</w:t>
      </w:r>
      <w:r w:rsidR="004D1165">
        <w:t xml:space="preserve">e </w:t>
      </w:r>
      <w:r>
        <w:t>fountainhead of your father while at the same time wishing to be with them! If you onl</w:t>
      </w:r>
      <w:r w:rsidR="004D1165">
        <w:t xml:space="preserve">y </w:t>
      </w:r>
      <w:r>
        <w:t>knew! When all that is hidden becomes known and all that which is hidden in the chests o</w:t>
      </w:r>
      <w:r w:rsidR="004D1165">
        <w:t xml:space="preserve">f </w:t>
      </w:r>
      <w:r>
        <w:t>men is revealed, I swear by Allah, you will have already been returned to clay and you wil</w:t>
      </w:r>
      <w:r w:rsidR="004D1165">
        <w:t xml:space="preserve">l </w:t>
      </w:r>
      <w:r>
        <w:t>have already been given your just favours. How many signs were there for you from thos</w:t>
      </w:r>
      <w:r w:rsidR="004D1165">
        <w:t xml:space="preserve">e </w:t>
      </w:r>
      <w:r>
        <w:t>who had died and those who were slain. I know all that is hidden within all of the creation.</w:t>
      </w:r>
    </w:p>
    <w:p w:rsidR="00EC54B6" w:rsidRDefault="00EC54B6" w:rsidP="00EC54B6">
      <w:pPr>
        <w:pStyle w:val="libNormal"/>
      </w:pPr>
      <w:r>
        <w:t xml:space="preserve">Mankind is between those who have departed and those that are being encouraged on. If </w:t>
      </w:r>
      <w:r w:rsidR="004D1165">
        <w:t xml:space="preserve">I </w:t>
      </w:r>
      <w:r>
        <w:t>were to show you all that has been revealed unto Me from times of old until the end of tim</w:t>
      </w:r>
      <w:r w:rsidR="004D1165">
        <w:t xml:space="preserve">e </w:t>
      </w:r>
      <w:r>
        <w:t>that has no end, then you would be amazed by many a wondrous event.</w:t>
      </w:r>
    </w:p>
    <w:p w:rsidR="00EC54B6" w:rsidRDefault="00EC54B6" w:rsidP="00EC54B6">
      <w:pPr>
        <w:pStyle w:val="libNormal"/>
      </w:pPr>
      <w:r>
        <w:t>I am the Lord of the First Creation before the First Nuh (as). If you could comprehend, the</w:t>
      </w:r>
      <w:r w:rsidR="004D1165">
        <w:t xml:space="preserve">n </w:t>
      </w:r>
      <w:r>
        <w:t xml:space="preserve">I would tell you of all that was between Adam (as) and Nuh (as) and of all the nations </w:t>
      </w:r>
      <w:r w:rsidR="004D1165">
        <w:t xml:space="preserve">I </w:t>
      </w:r>
      <w:r>
        <w:t>brought about and all of those nations I caused to be destroyed. I am the Lord of the Firs</w:t>
      </w:r>
      <w:r w:rsidR="004D1165">
        <w:t xml:space="preserve">t </w:t>
      </w:r>
      <w:r>
        <w:t>and Second Floods. I am the Lord of the Deluge of Iram. I am the Lord of Secrets. I am th</w:t>
      </w:r>
      <w:r w:rsidR="004D1165">
        <w:t xml:space="preserve">e </w:t>
      </w:r>
      <w:r>
        <w:t>Lord of Ad and its gardens. I am the Lord of Thamud and its wondrous signs. I am also th</w:t>
      </w:r>
      <w:r w:rsidR="004D1165">
        <w:t xml:space="preserve">e </w:t>
      </w:r>
      <w:r>
        <w:t>one who destroyed Thamud. I am the one that caused the earth to quake. I am the creato</w:t>
      </w:r>
      <w:r w:rsidR="004D1165">
        <w:t xml:space="preserve">r </w:t>
      </w:r>
      <w:r>
        <w:t>of those civilizations and their destroyer. I am the cause of their end and the cause of thei</w:t>
      </w:r>
      <w:r w:rsidR="004D1165">
        <w:t xml:space="preserve">r </w:t>
      </w:r>
      <w:r>
        <w:t>beginning. I am the first and the last. I am the Zahir (apparent) and the Batin (hidden). I a</w:t>
      </w:r>
      <w:r w:rsidR="004D1165">
        <w:t xml:space="preserve">m </w:t>
      </w:r>
      <w:r>
        <w:t>the beginning of all beginnings. I was with the Pen before the Pen. I was with the Table</w:t>
      </w:r>
      <w:r w:rsidR="004D1165">
        <w:t xml:space="preserve">t </w:t>
      </w:r>
      <w:r>
        <w:t>before it was revealed. I am the Lord of the First Creation. I am the Lord of Jabulqa an</w:t>
      </w:r>
      <w:r w:rsidR="004D1165">
        <w:t xml:space="preserve">d </w:t>
      </w:r>
      <w:r>
        <w:t>Jabulsa. I am the Lord of Rafraf and Bahram. I am the one who established the creatio</w:t>
      </w:r>
      <w:r w:rsidR="004D1165">
        <w:t xml:space="preserve">n </w:t>
      </w:r>
      <w:r>
        <w:t>before the existence of the heaven and the earth as you comprehend them to be.</w:t>
      </w:r>
    </w:p>
    <w:p w:rsidR="00EC54B6" w:rsidRDefault="00EC54B6" w:rsidP="00EC54B6">
      <w:pPr>
        <w:pStyle w:val="libNormal"/>
      </w:pPr>
      <w:r>
        <w:t>The son of Suwairama said, “Are You that One?”</w:t>
      </w:r>
    </w:p>
    <w:p w:rsidR="00EC54B6" w:rsidRDefault="00EC54B6" w:rsidP="00EC54B6">
      <w:pPr>
        <w:pStyle w:val="libNormal"/>
      </w:pPr>
      <w:r>
        <w:t>Ameerul Momineen (asws) replied, “I am that One”</w:t>
      </w:r>
    </w:p>
    <w:p w:rsidR="00EC54B6" w:rsidRDefault="00EC54B6" w:rsidP="00EC54B6">
      <w:pPr>
        <w:pStyle w:val="libNormal"/>
      </w:pPr>
      <w:r>
        <w:t>There is no god but Allah who is My Lord and the Lord of the entire creation. H</w:t>
      </w:r>
      <w:r w:rsidR="004D1165">
        <w:t xml:space="preserve">e </w:t>
      </w:r>
      <w:r>
        <w:t>established the creation according to His wisdom and through His amr (command) raise</w:t>
      </w:r>
      <w:r w:rsidR="004D1165">
        <w:t xml:space="preserve">d </w:t>
      </w:r>
      <w:r>
        <w:t>the heavens and the earth. I am aware of those amongst you with weak iman who ar</w:t>
      </w:r>
      <w:r w:rsidR="004D1165">
        <w:t xml:space="preserve">e </w:t>
      </w:r>
      <w:r>
        <w:t>saying: “Is this not the son of Abu Talib (as) whom just yesterday was overcome by th</w:t>
      </w:r>
      <w:r w:rsidR="004D1165">
        <w:t xml:space="preserve">e </w:t>
      </w:r>
      <w:r>
        <w:t>people of Syria and He sent Muhammad and Ibrahim to fight them?” Rest assured I shal</w:t>
      </w:r>
      <w:r w:rsidR="004D1165">
        <w:t xml:space="preserve">l </w:t>
      </w:r>
      <w:r>
        <w:t>fight on numerous occasions and I shall be victorious every time. I will fight their armies a</w:t>
      </w:r>
      <w:r w:rsidR="004D1165">
        <w:t xml:space="preserve">t </w:t>
      </w:r>
      <w:r>
        <w:t>Siffeen and I will give sustenance to the believers until justice is fulfilled. I will fight fo</w:t>
      </w:r>
      <w:r w:rsidR="004D1165">
        <w:t xml:space="preserve">r </w:t>
      </w:r>
      <w:r>
        <w:t>Ammar (ra), Yassir (ra), and Owais e Qarani (ra). None shall say, “How, when or wit</w:t>
      </w:r>
      <w:r w:rsidR="004D1165">
        <w:t xml:space="preserve">h </w:t>
      </w:r>
      <w:r>
        <w:t>whose support?”</w:t>
      </w:r>
    </w:p>
    <w:p w:rsidR="00EC54B6" w:rsidRDefault="00EC54B6" w:rsidP="00EC54B6">
      <w:pPr>
        <w:pStyle w:val="libNormal"/>
      </w:pPr>
      <w:r>
        <w:t>We have been given the knowledge of all destinies and of all tribulations. We possess th</w:t>
      </w:r>
      <w:r w:rsidR="004D1165">
        <w:t xml:space="preserve">e </w:t>
      </w:r>
      <w:r>
        <w:t>knowledge of interpretation, revelation, and Fazl al Khitab (blessed speech) as well a</w:t>
      </w:r>
      <w:r w:rsidR="004D1165">
        <w:t xml:space="preserve">s </w:t>
      </w:r>
      <w:r>
        <w:t>knowledge of all future adversities and afflictions. There is nothing in the entire creatio</w:t>
      </w:r>
      <w:r w:rsidR="004D1165">
        <w:t xml:space="preserve">n </w:t>
      </w:r>
      <w:r>
        <w:t>that We do not possess the knowledge of in its minutest details. This is the absolute truth.</w:t>
      </w:r>
    </w:p>
    <w:p w:rsidR="00EC54B6" w:rsidRDefault="00EC54B6" w:rsidP="00EC54B6">
      <w:pPr>
        <w:pStyle w:val="libNormal"/>
      </w:pPr>
      <w:r>
        <w:lastRenderedPageBreak/>
        <w:t>Moula Ali (asws) pointed towards Imam Hussain (as) and said, “I will see Him when Hi</w:t>
      </w:r>
      <w:r w:rsidR="004D1165">
        <w:t xml:space="preserve">s </w:t>
      </w:r>
      <w:r>
        <w:t>noor departs from this world. I will be present with Him when the earth trembles an</w:t>
      </w:r>
      <w:r w:rsidR="004D1165">
        <w:t xml:space="preserve">d </w:t>
      </w:r>
      <w:r>
        <w:t xml:space="preserve">quakes. Those that claim to be believers will abandon Him. I swear by Allah, if I so desired, </w:t>
      </w:r>
      <w:r w:rsidR="004D1165">
        <w:t xml:space="preserve">I </w:t>
      </w:r>
      <w:r>
        <w:t>could tell you each one of their names as well as their lineage from both parents from thei</w:t>
      </w:r>
      <w:r w:rsidR="004D1165">
        <w:t xml:space="preserve">r </w:t>
      </w:r>
      <w:r>
        <w:t>beginning until the day of judgment.</w:t>
      </w:r>
    </w:p>
    <w:p w:rsidR="00EC54B6" w:rsidRDefault="00EC54B6" w:rsidP="00EC54B6">
      <w:pPr>
        <w:pStyle w:val="libNormal"/>
      </w:pPr>
      <w:r>
        <w:t>Then Moula Ali (asws) sai</w:t>
      </w:r>
      <w:r w:rsidR="004D1165">
        <w:t xml:space="preserve">d, </w:t>
      </w:r>
      <w:r>
        <w:t>“O’Jabir! You are with Haq and you will be with Haq in the hereafter and it is on haq tha</w:t>
      </w:r>
      <w:r w:rsidR="004D1165">
        <w:t xml:space="preserve">t </w:t>
      </w:r>
      <w:r>
        <w:t>you will die.</w:t>
      </w:r>
    </w:p>
    <w:p w:rsidR="00EC54B6" w:rsidRDefault="00EC54B6" w:rsidP="00EC54B6">
      <w:pPr>
        <w:pStyle w:val="libNormal"/>
      </w:pPr>
      <w:r>
        <w:t>O’Jabir! When the trumpet will ring loudly and the bewilderment encompasses man, o</w:t>
      </w:r>
      <w:r w:rsidR="004D1165">
        <w:t xml:space="preserve">n </w:t>
      </w:r>
      <w:r>
        <w:t>that day many a wondrous event will occur. The fire will ignited. The banner of the house o</w:t>
      </w:r>
      <w:r w:rsidR="004D1165">
        <w:t xml:space="preserve">f </w:t>
      </w:r>
      <w:r w:rsidR="00852C05">
        <w:t>uthman</w:t>
      </w:r>
      <w:r>
        <w:t xml:space="preserve"> will appear in the Black Valley. Basra will be plagued by doubts. They wil</w:t>
      </w:r>
      <w:r w:rsidR="004D1165">
        <w:t xml:space="preserve">l </w:t>
      </w:r>
      <w:r>
        <w:t>attempt to overthrow one and another. The armies of Khurasan begin to depart and Shoai</w:t>
      </w:r>
      <w:r w:rsidR="004D1165">
        <w:t xml:space="preserve">b, </w:t>
      </w:r>
      <w:r>
        <w:t>the son of Salih of Tamim will be followed in Taliqan. Saeed of Shusha will be followed i</w:t>
      </w:r>
      <w:r w:rsidR="004D1165">
        <w:t xml:space="preserve">n </w:t>
      </w:r>
      <w:r>
        <w:t>Khuzistan and the banner of the Kurds will be raised by the Amalekites. The Arabs will see</w:t>
      </w:r>
      <w:r w:rsidR="004D1165">
        <w:t xml:space="preserve">k </w:t>
      </w:r>
      <w:r>
        <w:t>victory over Armenia and the Slavs. Heraclitus will submit to the elders of Sinan i</w:t>
      </w:r>
      <w:r w:rsidR="004D1165">
        <w:t xml:space="preserve">n </w:t>
      </w:r>
      <w:r>
        <w:t>Constantinople. After all of this has passed, you should anxiously await the revelation of th</w:t>
      </w:r>
      <w:r w:rsidR="004D1165">
        <w:t xml:space="preserve">e </w:t>
      </w:r>
      <w:r>
        <w:t>speaker of Mt Sinai. All of this shall pass with clear signs, easily seen by all. However, ther</w:t>
      </w:r>
      <w:r w:rsidR="004D1165">
        <w:t xml:space="preserve">e </w:t>
      </w:r>
      <w:r>
        <w:t>are many a wondrous sign I have not mentioned and many explanations I have no</w:t>
      </w:r>
      <w:r w:rsidR="004D1165">
        <w:t xml:space="preserve">t </w:t>
      </w:r>
      <w:r>
        <w:t>disclosed for there is none amongst you that is able to bearthem.</w:t>
      </w:r>
    </w:p>
    <w:p w:rsidR="00EC54B6" w:rsidRDefault="00EC54B6" w:rsidP="00EC54B6">
      <w:pPr>
        <w:pStyle w:val="libNormal"/>
      </w:pPr>
      <w:r>
        <w:t xml:space="preserve">I am the one who ordered Iblees </w:t>
      </w:r>
      <w:r w:rsidRPr="00852C05">
        <w:t>(la)</w:t>
      </w:r>
      <w:r>
        <w:t xml:space="preserve"> to perform sajda to Adam (as). I am the one wh</w:t>
      </w:r>
      <w:r w:rsidR="004D1165">
        <w:t xml:space="preserve">o </w:t>
      </w:r>
      <w:r>
        <w:t>raised Idris to the heavens. I am the one through whom Isa (as) spoke from the cradl</w:t>
      </w:r>
      <w:r w:rsidR="004D1165">
        <w:t xml:space="preserve">e </w:t>
      </w:r>
      <w:r>
        <w:t>when He was still an infant. I am the one who caused the flattening of the valleys. I am th</w:t>
      </w:r>
      <w:r w:rsidR="004D1165">
        <w:t xml:space="preserve">e </w:t>
      </w:r>
      <w:r>
        <w:t>one who organized the Earth in its proper places. I am the one who divided it into its fiv</w:t>
      </w:r>
      <w:r w:rsidR="004D1165">
        <w:t xml:space="preserve">e </w:t>
      </w:r>
      <w:r>
        <w:t>parts, land sea, mountains, inhabited, and uninhabited. I am the one who separated the Re</w:t>
      </w:r>
      <w:r w:rsidR="004D1165">
        <w:t xml:space="preserve">d </w:t>
      </w:r>
      <w:r>
        <w:t>Sea from Tarjim and Aqim from the Red Sea. I am Tirathia, Janbutha, Barhilion, an</w:t>
      </w:r>
      <w:r w:rsidR="004D1165">
        <w:t xml:space="preserve">d </w:t>
      </w:r>
      <w:r>
        <w:t>Aliuthoutha. I am the one who brings forth from the oceans that which inhabits them.</w:t>
      </w:r>
    </w:p>
    <w:p w:rsidR="00EC54B6" w:rsidRDefault="00EC54B6" w:rsidP="00EC54B6">
      <w:pPr>
        <w:pStyle w:val="libNormal"/>
      </w:pPr>
      <w:r>
        <w:t>Then Moula Ali (asws) gave Ammar bin Yassir 12,000 men whom were believers an</w:t>
      </w:r>
      <w:r w:rsidR="004D1165">
        <w:t xml:space="preserve">d </w:t>
      </w:r>
      <w:r>
        <w:t>followers of Allah and His Messenger, and each had 12,000 armies of angels to suppor</w:t>
      </w:r>
      <w:r w:rsidR="004D1165">
        <w:t xml:space="preserve">t </w:t>
      </w:r>
      <w:r>
        <w:t>them saying “Rejoice for you are the best of believers and after this there shall be a sta</w:t>
      </w:r>
      <w:r w:rsidR="004D1165">
        <w:t xml:space="preserve">r </w:t>
      </w:r>
      <w:r>
        <w:t>through whom all things shall come to pass. The secrets and mysteries will become clear t</w:t>
      </w:r>
      <w:r w:rsidR="004D1165">
        <w:t xml:space="preserve">o </w:t>
      </w:r>
      <w:r>
        <w:t>you when Bahram and Keyvan rise together and become as One. When the trembling an</w:t>
      </w:r>
      <w:r w:rsidR="004D1165">
        <w:t xml:space="preserve">d </w:t>
      </w:r>
      <w:r>
        <w:t>quaking of the earth shall follow each other at rapid pace and the banners will be lifted u</w:t>
      </w:r>
      <w:r w:rsidR="004D1165">
        <w:t xml:space="preserve">p </w:t>
      </w:r>
      <w:r>
        <w:t>from the shores of Oxus to the desert of Babylon. Then you will come to know;</w:t>
      </w:r>
    </w:p>
    <w:p w:rsidR="00EC54B6" w:rsidRDefault="00EC54B6" w:rsidP="00EC54B6">
      <w:pPr>
        <w:pStyle w:val="libNormal"/>
      </w:pPr>
      <w:r>
        <w:t>I am the one that caused the wind to blow. I am the remover of all difficulties. I am the Lor</w:t>
      </w:r>
      <w:r w:rsidR="004D1165">
        <w:t xml:space="preserve">d </w:t>
      </w:r>
      <w:r>
        <w:t>of Mt Sinai. I am that Noor. I am that blinding noor that was shone to Musa (as) and all wa</w:t>
      </w:r>
      <w:r w:rsidR="004D1165">
        <w:t xml:space="preserve">s </w:t>
      </w:r>
      <w:r>
        <w:t>given unto Me by Allah, the Lord of Glory. I am the Lord of paradise. I am the one tha</w:t>
      </w:r>
      <w:r w:rsidR="004D1165">
        <w:t xml:space="preserve">t </w:t>
      </w:r>
      <w:r>
        <w:t>causes the rivers to flow from the divine currents of milk and honey.</w:t>
      </w:r>
    </w:p>
    <w:p w:rsidR="00EC54B6" w:rsidRDefault="00EC54B6" w:rsidP="00EC54B6">
      <w:pPr>
        <w:pStyle w:val="libNormal"/>
      </w:pPr>
      <w:r>
        <w:t>I am the one that caused the fires of hell to blaze and established its many levels. First th</w:t>
      </w:r>
      <w:r w:rsidR="004D1165">
        <w:t xml:space="preserve">e </w:t>
      </w:r>
      <w:r>
        <w:t>hell of Saeer. Then the hell of Saqar and lastly the lowest parts of hell that have been mad</w:t>
      </w:r>
      <w:r w:rsidR="004D1165">
        <w:t xml:space="preserve">e </w:t>
      </w:r>
      <w:r>
        <w:t xml:space="preserve">for the transgressors. All of these are </w:t>
      </w:r>
      <w:r>
        <w:lastRenderedPageBreak/>
        <w:t>maintained in the Valley of Solitude. Again I swear b</w:t>
      </w:r>
      <w:r w:rsidR="004D1165">
        <w:t xml:space="preserve">y </w:t>
      </w:r>
      <w:r>
        <w:t>the Lord who brings for the dawn, the Lord of all creation, within this valley lies both Jib</w:t>
      </w:r>
      <w:r w:rsidR="004D1165">
        <w:t xml:space="preserve">t </w:t>
      </w:r>
      <w:r>
        <w:t>and Taghut along with their servants and whosoever denies the Lord of this world and th</w:t>
      </w:r>
      <w:r w:rsidR="004D1165">
        <w:t xml:space="preserve">e </w:t>
      </w:r>
      <w:r>
        <w:t>hereafter.</w:t>
      </w:r>
    </w:p>
    <w:p w:rsidR="00EC54B6" w:rsidRDefault="00EC54B6" w:rsidP="00EC54B6">
      <w:pPr>
        <w:pStyle w:val="libNormal"/>
      </w:pPr>
      <w:r>
        <w:t>I am the creator and sustainer of all of the expanses of this world by the command of th</w:t>
      </w:r>
      <w:r w:rsidR="004D1165">
        <w:t xml:space="preserve">e </w:t>
      </w:r>
      <w:r>
        <w:t>one who is all knowing and all wise. I am the Word through which all things come int</w:t>
      </w:r>
      <w:r w:rsidR="004D1165">
        <w:t xml:space="preserve">o </w:t>
      </w:r>
      <w:r>
        <w:t>being and through which the universes are lain in their orbits. I am the one who made th</w:t>
      </w:r>
      <w:r w:rsidR="004D1165">
        <w:t xml:space="preserve">e </w:t>
      </w:r>
      <w:r>
        <w:t>domains of the earth to be four and the islands to be seven; the domain of the South is th</w:t>
      </w:r>
      <w:r w:rsidR="004D1165">
        <w:t xml:space="preserve">e </w:t>
      </w:r>
      <w:r>
        <w:t>receiver of all glory, the domain of the North is to be the authority and dominion, th</w:t>
      </w:r>
      <w:r w:rsidR="004D1165">
        <w:t xml:space="preserve">e </w:t>
      </w:r>
      <w:r>
        <w:t>domain of Sheba is to be the center of earthquakes and the Desert domain is to be th</w:t>
      </w:r>
      <w:r w:rsidR="004D1165">
        <w:t xml:space="preserve">e </w:t>
      </w:r>
      <w:r>
        <w:t>center of many afflictions. Woe be to those who will come attempting to destroy and distor</w:t>
      </w:r>
      <w:r w:rsidR="004D1165">
        <w:t xml:space="preserve">t </w:t>
      </w:r>
      <w:r>
        <w:t>justice. Woe will be when afflictions rise from that government of eunuchs, ignorant, an</w:t>
      </w:r>
      <w:r w:rsidR="004D1165">
        <w:t xml:space="preserve">d </w:t>
      </w:r>
      <w:r>
        <w:t>effeminate rulers. On that day, many a liar shall come forth bring a claim of falsehood. O</w:t>
      </w:r>
      <w:r w:rsidR="004D1165">
        <w:t xml:space="preserve">n </w:t>
      </w:r>
      <w:r>
        <w:t>that day, wait anxiously for your arc of salvation. On that day Allah will make the dirt o</w:t>
      </w:r>
      <w:r w:rsidR="004D1165">
        <w:t xml:space="preserve">f </w:t>
      </w:r>
      <w:r>
        <w:t>Najaf into treasures of gold that shall be strewn wherever the believer shall set his foot an</w:t>
      </w:r>
      <w:r w:rsidR="004D1165">
        <w:t xml:space="preserve">d </w:t>
      </w:r>
      <w:r>
        <w:t>with that same dust of gold, the kafirs and munafiqs (hypocrites) will be exposed. Then th</w:t>
      </w:r>
      <w:r w:rsidR="004D1165">
        <w:t xml:space="preserve">e </w:t>
      </w:r>
      <w:r>
        <w:t xml:space="preserve">valley of bright red rubies, pearls, and emeralds be looked upon as worthless. This will be </w:t>
      </w:r>
      <w:r w:rsidR="004D1165">
        <w:t xml:space="preserve">a </w:t>
      </w:r>
      <w:r>
        <w:t>a clear sign and when it occurs the noor of Allah will shine forth and His Glory will becom</w:t>
      </w:r>
      <w:r w:rsidR="004D1165">
        <w:t xml:space="preserve">e </w:t>
      </w:r>
      <w:r>
        <w:t>manifest. All that you desire and all that is hidden within you will become known.</w:t>
      </w:r>
    </w:p>
    <w:p w:rsidR="00EC54B6" w:rsidRDefault="00EC54B6" w:rsidP="00EC54B6">
      <w:pPr>
        <w:pStyle w:val="libNormal"/>
      </w:pPr>
      <w:r>
        <w:t>O’you whose desires are like that of the cattle and beasts of the fields! What will be you</w:t>
      </w:r>
      <w:r w:rsidR="004D1165">
        <w:t xml:space="preserve">r </w:t>
      </w:r>
      <w:r>
        <w:t>status when the banners of the sons of Kenan and those of uthm</w:t>
      </w:r>
      <w:r w:rsidR="00852C05">
        <w:t>an</w:t>
      </w:r>
      <w:r>
        <w:t xml:space="preserve"> fall upon you in th</w:t>
      </w:r>
      <w:r w:rsidR="004D1165">
        <w:t xml:space="preserve">e </w:t>
      </w:r>
      <w:r>
        <w:t>battlefield? Know without doubt these events will never be known by one related t</w:t>
      </w:r>
      <w:r w:rsidR="004D1165">
        <w:t xml:space="preserve">o </w:t>
      </w:r>
      <w:r w:rsidR="00852C05">
        <w:t>umayya or ady</w:t>
      </w:r>
      <w:r>
        <w:t>.</w:t>
      </w:r>
    </w:p>
    <w:p w:rsidR="00EC54B6" w:rsidRDefault="00EC54B6" w:rsidP="00EC54B6">
      <w:pPr>
        <w:pStyle w:val="libNormal"/>
      </w:pPr>
      <w:r>
        <w:t>Then Moula Ali (asws) wept and then said, “O’Alas for the nations! Soon some munafiq</w:t>
      </w:r>
      <w:r w:rsidR="004D1165">
        <w:t xml:space="preserve">s </w:t>
      </w:r>
      <w:r>
        <w:t>(hypocrites) will say that “Ali (asws) has claimed the godhead for Himself” but you ar</w:t>
      </w:r>
      <w:r w:rsidR="004D1165">
        <w:t xml:space="preserve">e </w:t>
      </w:r>
      <w:r>
        <w:t>witness that “Ali (asws) is truly a created being, a servant, nourished of divine sustenanc</w:t>
      </w:r>
      <w:r w:rsidR="004D1165">
        <w:t xml:space="preserve">e </w:t>
      </w:r>
      <w:r>
        <w:t>and whoever denies this shall be accursed by Allah”.</w:t>
      </w:r>
    </w:p>
    <w:p w:rsidR="00EC54B6" w:rsidRDefault="00EC54B6" w:rsidP="00EC54B6">
      <w:pPr>
        <w:pStyle w:val="libNormal"/>
      </w:pPr>
      <w:r>
        <w:t>Moula Ali (asws) then descended the mimbar and said, “I seek refuge with Him wh</w:t>
      </w:r>
      <w:r w:rsidR="004D1165">
        <w:t xml:space="preserve">o </w:t>
      </w:r>
      <w:r>
        <w:t>created the heavens and the earth. I seek protection through Him who possesses al</w:t>
      </w:r>
      <w:r w:rsidR="004D1165">
        <w:t xml:space="preserve">l </w:t>
      </w:r>
      <w:r>
        <w:t>Authority and Glory. O’people! No one will say these words but when trials an</w:t>
      </w:r>
      <w:r w:rsidR="004D1165">
        <w:t xml:space="preserve">d </w:t>
      </w:r>
      <w:r>
        <w:t>tribulations fall upon man it is that same Allah who will cause them to be removed throug</w:t>
      </w:r>
      <w:r w:rsidR="004D1165">
        <w:t xml:space="preserve">h </w:t>
      </w:r>
      <w:r>
        <w:t>this prayer.”</w:t>
      </w:r>
    </w:p>
    <w:p w:rsidR="00EC54B6" w:rsidRDefault="00EC54B6" w:rsidP="00EC54B6">
      <w:pPr>
        <w:pStyle w:val="libNormal"/>
      </w:pPr>
      <w:r>
        <w:t>Jabir said, “Only those words?”</w:t>
      </w:r>
    </w:p>
    <w:p w:rsidR="00EC54B6" w:rsidRDefault="00EC54B6" w:rsidP="00EC54B6">
      <w:pPr>
        <w:pStyle w:val="libNormal"/>
      </w:pPr>
      <w:r>
        <w:t>Moula Ali (asws) spoke 13 more words and then left.</w:t>
      </w:r>
    </w:p>
    <w:p w:rsidR="00EC54B6" w:rsidRDefault="00EC54B6" w:rsidP="00175E59">
      <w:pPr>
        <w:pStyle w:val="Heading2Center"/>
      </w:pPr>
      <w:bookmarkStart w:id="219" w:name="_Toc442791338"/>
      <w:r>
        <w:t>11. Janab ul Tur (voice of Tur)</w:t>
      </w:r>
      <w:bookmarkEnd w:id="219"/>
    </w:p>
    <w:p w:rsidR="00EC54B6" w:rsidRDefault="00EC54B6" w:rsidP="00EC54B6">
      <w:pPr>
        <w:pStyle w:val="libNormal"/>
      </w:pPr>
      <w:r>
        <w:t>Moula Ali (asws) says in Khutba Bayan, “I am the voice of Tur”.</w:t>
      </w:r>
    </w:p>
    <w:p w:rsidR="00EC54B6" w:rsidRDefault="00EC54B6" w:rsidP="00175E59">
      <w:pPr>
        <w:pStyle w:val="Heading2Center"/>
      </w:pPr>
      <w:bookmarkStart w:id="220" w:name="_Toc442791339"/>
      <w:r>
        <w:t>12. Jarjis al Faranj</w:t>
      </w:r>
      <w:bookmarkEnd w:id="220"/>
    </w:p>
    <w:p w:rsidR="00FE3B28" w:rsidRDefault="00EC54B6" w:rsidP="00EC54B6">
      <w:pPr>
        <w:pStyle w:val="libNormal"/>
      </w:pPr>
      <w:r>
        <w:t>Moula Ali (asws) says in Khutba Bayan, “I am Jarjis al Faranj”.</w:t>
      </w:r>
    </w:p>
    <w:p w:rsidR="00EC54B6" w:rsidRDefault="00EC54B6" w:rsidP="00175E59">
      <w:pPr>
        <w:pStyle w:val="Heading2Center"/>
      </w:pPr>
      <w:bookmarkStart w:id="221" w:name="_Toc442791340"/>
      <w:r>
        <w:t>13. Jod ul Jawad</w:t>
      </w:r>
      <w:bookmarkEnd w:id="221"/>
    </w:p>
    <w:p w:rsidR="00EC54B6" w:rsidRDefault="00EC54B6" w:rsidP="00EC54B6">
      <w:pPr>
        <w:pStyle w:val="libNormal"/>
      </w:pPr>
      <w:r>
        <w:t>Moula Ali (asws) says in Khutba Bayan, “I am Jod ul Jawad.”</w:t>
      </w:r>
    </w:p>
    <w:p w:rsidR="00EC54B6" w:rsidRDefault="00EC54B6" w:rsidP="00175E59">
      <w:pPr>
        <w:pStyle w:val="Heading2Center"/>
      </w:pPr>
      <w:bookmarkStart w:id="222" w:name="_Toc442791341"/>
      <w:r>
        <w:t>14. Jalist al Asaad</w:t>
      </w:r>
      <w:bookmarkEnd w:id="222"/>
    </w:p>
    <w:p w:rsidR="00EC54B6" w:rsidRDefault="00EC54B6" w:rsidP="00EC54B6">
      <w:pPr>
        <w:pStyle w:val="libNormal"/>
      </w:pPr>
      <w:r>
        <w:lastRenderedPageBreak/>
        <w:t>Moula Ali (asws) says in Khutba Bayan, “I am Jalist al Asaad”.</w:t>
      </w:r>
    </w:p>
    <w:p w:rsidR="00EC54B6" w:rsidRDefault="00EC54B6" w:rsidP="00175E59">
      <w:pPr>
        <w:pStyle w:val="Heading2Center"/>
      </w:pPr>
      <w:bookmarkStart w:id="223" w:name="_Toc442791342"/>
      <w:r>
        <w:t>15. Jowaz al Sarat (Passage over Pul e Sirat)</w:t>
      </w:r>
      <w:bookmarkEnd w:id="223"/>
    </w:p>
    <w:p w:rsidR="00EC54B6" w:rsidRDefault="00EC54B6" w:rsidP="00EC54B6">
      <w:pPr>
        <w:pStyle w:val="libNormal"/>
      </w:pPr>
      <w:r>
        <w:t>Moula Ali (asws) says in Khutba Bayan, “I am the safe passage over Pul e Sirat (bridg</w:t>
      </w:r>
      <w:r w:rsidR="004D1165">
        <w:t xml:space="preserve">e </w:t>
      </w:r>
      <w:r>
        <w:t>between heaven and hell).”</w:t>
      </w:r>
    </w:p>
    <w:p w:rsidR="00EC54B6" w:rsidRDefault="00EC54B6" w:rsidP="00175E59">
      <w:pPr>
        <w:pStyle w:val="Heading2Center"/>
      </w:pPr>
      <w:bookmarkStart w:id="224" w:name="_Toc442791343"/>
      <w:r>
        <w:t>16. Jadool al Hasab (Scale of Accountability)</w:t>
      </w:r>
      <w:bookmarkEnd w:id="224"/>
    </w:p>
    <w:p w:rsidR="00EC54B6" w:rsidRDefault="00EC54B6" w:rsidP="00EC54B6">
      <w:pPr>
        <w:pStyle w:val="libNormal"/>
      </w:pPr>
      <w:r>
        <w:t>Moula Ali (asws) says in Khutba Bayan, “I am the scale of accountability”.</w:t>
      </w:r>
    </w:p>
    <w:p w:rsidR="00EC54B6" w:rsidRDefault="00EC54B6" w:rsidP="00175E59">
      <w:pPr>
        <w:pStyle w:val="Heading2Center"/>
      </w:pPr>
      <w:bookmarkStart w:id="225" w:name="_Toc442791344"/>
      <w:r>
        <w:t>17. Junbata al Zanj</w:t>
      </w:r>
      <w:bookmarkEnd w:id="225"/>
    </w:p>
    <w:p w:rsidR="00EC54B6" w:rsidRDefault="00EC54B6" w:rsidP="00EC54B6">
      <w:pPr>
        <w:pStyle w:val="libNormal"/>
      </w:pPr>
      <w:r>
        <w:t>Moula Ali (asws) says in Khutba Bayan, “I am Janabatul Zanj.”</w:t>
      </w:r>
    </w:p>
    <w:p w:rsidR="00EC54B6" w:rsidRDefault="00EC54B6" w:rsidP="00175E59">
      <w:pPr>
        <w:pStyle w:val="Heading2Center"/>
      </w:pPr>
      <w:bookmarkStart w:id="226" w:name="_Toc442791345"/>
      <w:r>
        <w:t>18. Joharat al Thameenat (Precious Pearl)</w:t>
      </w:r>
      <w:bookmarkEnd w:id="226"/>
    </w:p>
    <w:p w:rsidR="00EC54B6" w:rsidRDefault="00EC54B6" w:rsidP="00EC54B6">
      <w:pPr>
        <w:pStyle w:val="libNormal"/>
      </w:pPr>
      <w:r>
        <w:t>Moula Ali (asws) says in Khutba Bayan, “I am the precious pearl”.</w:t>
      </w:r>
    </w:p>
    <w:p w:rsidR="00EC54B6" w:rsidRDefault="00EC54B6" w:rsidP="00175E59">
      <w:pPr>
        <w:pStyle w:val="Heading2Center"/>
      </w:pPr>
      <w:bookmarkStart w:id="227" w:name="_Toc442791346"/>
      <w:r>
        <w:t>19. Jabil Qaaf</w:t>
      </w:r>
      <w:bookmarkEnd w:id="227"/>
    </w:p>
    <w:p w:rsidR="00EC54B6" w:rsidRDefault="00EC54B6" w:rsidP="00EC54B6">
      <w:pPr>
        <w:pStyle w:val="libNormal"/>
      </w:pPr>
      <w:r>
        <w:t>Moula Ali (asws) says in Khutba Bayan, “I am Jabil Qaaf”.</w:t>
      </w:r>
    </w:p>
    <w:p w:rsidR="00EC54B6" w:rsidRDefault="00EC54B6" w:rsidP="00175E59">
      <w:pPr>
        <w:pStyle w:val="Heading2Center"/>
      </w:pPr>
      <w:bookmarkStart w:id="228" w:name="_Toc442791347"/>
      <w:r>
        <w:t>20. Jabil al Shamakh (Holy Mountain)</w:t>
      </w:r>
      <w:bookmarkEnd w:id="228"/>
    </w:p>
    <w:p w:rsidR="00EC54B6" w:rsidRDefault="00EC54B6" w:rsidP="00EC54B6">
      <w:pPr>
        <w:pStyle w:val="libNormal"/>
      </w:pPr>
      <w:r>
        <w:t>Moula Ali (asws) says in Khutba Bayan, “I am the Holy Mountain”.</w:t>
      </w:r>
    </w:p>
    <w:p w:rsidR="00EC54B6" w:rsidRDefault="00EC54B6" w:rsidP="00175E59">
      <w:pPr>
        <w:pStyle w:val="Heading2Center"/>
      </w:pPr>
      <w:bookmarkStart w:id="229" w:name="_Toc442791348"/>
      <w:r>
        <w:t>21. Jabil al Rasikh (Strong Mountain)</w:t>
      </w:r>
      <w:bookmarkEnd w:id="229"/>
    </w:p>
    <w:p w:rsidR="00FE3B28" w:rsidRDefault="00EC54B6" w:rsidP="00EC54B6">
      <w:pPr>
        <w:pStyle w:val="libNormal"/>
      </w:pPr>
      <w:r>
        <w:t>Moula Ali (asws) says in Khutba Bayan, “I am the strong mountain”.</w:t>
      </w:r>
    </w:p>
    <w:p w:rsidR="00EC54B6" w:rsidRDefault="00EC54B6" w:rsidP="00175E59">
      <w:pPr>
        <w:pStyle w:val="Heading2Center"/>
      </w:pPr>
      <w:bookmarkStart w:id="230" w:name="_Toc442791349"/>
      <w:r>
        <w:t>22. Jamaa al Quran (Compiler of Quran)</w:t>
      </w:r>
      <w:bookmarkEnd w:id="230"/>
    </w:p>
    <w:p w:rsidR="00EC54B6" w:rsidRDefault="00EC54B6" w:rsidP="00EC54B6">
      <w:pPr>
        <w:pStyle w:val="libNormal"/>
      </w:pPr>
      <w:r>
        <w:t>Moula Ali (asws) says in Khutba Bayan, “I am the compiler of Quran”.</w:t>
      </w:r>
    </w:p>
    <w:p w:rsidR="00FE3B28" w:rsidRDefault="00EC54B6" w:rsidP="0080330A">
      <w:pPr>
        <w:pStyle w:val="libItalic"/>
      </w:pPr>
      <w:r>
        <w:t>*Al Jasi, Al Jamia, wal Jar, wal Jawa</w:t>
      </w:r>
      <w:r w:rsidR="004D1165">
        <w:t xml:space="preserve">d </w:t>
      </w:r>
      <w:r>
        <w:t>(Manaqib Third Edition pg 70)</w:t>
      </w:r>
    </w:p>
    <w:p w:rsidR="00612EA4" w:rsidRDefault="00612EA4" w:rsidP="00612EA4">
      <w:pPr>
        <w:pStyle w:val="libNormal"/>
      </w:pPr>
      <w:r>
        <w:br w:type="page"/>
      </w:r>
    </w:p>
    <w:p w:rsidR="00612EA4" w:rsidRDefault="00612EA4" w:rsidP="00AE7A6E">
      <w:pPr>
        <w:pStyle w:val="Heading1Center"/>
      </w:pPr>
      <w:bookmarkStart w:id="231" w:name="_Toc442791350"/>
      <w:r>
        <w:lastRenderedPageBreak/>
        <w:t xml:space="preserve">Ha </w:t>
      </w:r>
      <w:r>
        <w:rPr>
          <w:rtl/>
        </w:rPr>
        <w:t>ح</w:t>
      </w:r>
      <w:bookmarkEnd w:id="231"/>
    </w:p>
    <w:p w:rsidR="00EC54B6" w:rsidRDefault="00EC54B6" w:rsidP="00175E59">
      <w:pPr>
        <w:pStyle w:val="Heading2Center"/>
      </w:pPr>
      <w:bookmarkStart w:id="232" w:name="_Toc442791351"/>
      <w:r>
        <w:t>1. Hasanat (Virtue)</w:t>
      </w:r>
      <w:bookmarkEnd w:id="232"/>
    </w:p>
    <w:p w:rsidR="00EC54B6" w:rsidRDefault="00EC54B6" w:rsidP="00EC54B6">
      <w:pPr>
        <w:pStyle w:val="libNormal"/>
      </w:pPr>
      <w:r>
        <w:t>RasoolAllah (saw) said, “Ali(asws)’s love is such virtue that no evil can harm. His hatred i</w:t>
      </w:r>
      <w:r w:rsidR="004D1165">
        <w:t xml:space="preserve">s </w:t>
      </w:r>
      <w:r>
        <w:t>such evil that no virtue will be of benefit.”</w:t>
      </w:r>
    </w:p>
    <w:p w:rsidR="00EC54B6" w:rsidRDefault="00EC54B6" w:rsidP="00CE7E0F">
      <w:pPr>
        <w:pStyle w:val="libItalic"/>
      </w:pPr>
      <w:r>
        <w:t>(Yanabil Muwaddah pg 239)</w:t>
      </w:r>
    </w:p>
    <w:p w:rsidR="00EC54B6" w:rsidRDefault="00EC54B6" w:rsidP="00175E59">
      <w:pPr>
        <w:pStyle w:val="Heading2Center"/>
      </w:pPr>
      <w:bookmarkStart w:id="233" w:name="_Toc442791352"/>
      <w:r>
        <w:t>2. Haq (Truth)</w:t>
      </w:r>
      <w:bookmarkEnd w:id="233"/>
    </w:p>
    <w:p w:rsidR="00EC54B6" w:rsidRDefault="00EC54B6" w:rsidP="00584273">
      <w:pPr>
        <w:pStyle w:val="libNormal"/>
      </w:pPr>
      <w:r>
        <w:t>Imam Muhammad Baqir (as) said regarding this ayah, “And they ask you: Is this true? Say;</w:t>
      </w:r>
      <w:r w:rsidR="00584273">
        <w:t xml:space="preserve"> </w:t>
      </w:r>
      <w:r>
        <w:t>Yes, by My Lord, it is most surely the truth” (10:53), “O’Muhammad (saw)! When th</w:t>
      </w:r>
      <w:r w:rsidR="004D1165">
        <w:t xml:space="preserve">e </w:t>
      </w:r>
      <w:r>
        <w:t>people of Mecca ask You regarding Ali (asws) say “He is My Imam and My Lord is truth”.</w:t>
      </w:r>
    </w:p>
    <w:p w:rsidR="00EC54B6" w:rsidRDefault="00EC54B6" w:rsidP="00CE7E0F">
      <w:pPr>
        <w:pStyle w:val="libItalic"/>
      </w:pPr>
      <w:r>
        <w:t>(Amali Sudooq pg 601)</w:t>
      </w:r>
    </w:p>
    <w:p w:rsidR="00EC54B6" w:rsidRDefault="00EC54B6" w:rsidP="00175E59">
      <w:pPr>
        <w:pStyle w:val="Heading2Center"/>
      </w:pPr>
      <w:bookmarkStart w:id="234" w:name="_Toc442791353"/>
      <w:r>
        <w:t>3. Habil Min Allah (Rope from Allah)</w:t>
      </w:r>
      <w:bookmarkEnd w:id="234"/>
    </w:p>
    <w:p w:rsidR="00EC54B6" w:rsidRDefault="00EC54B6" w:rsidP="00EC54B6">
      <w:pPr>
        <w:pStyle w:val="libNormal"/>
      </w:pPr>
      <w:r>
        <w:t>Aban bin Taghlab narrates “I asked Imam Jafar Sadiq (as) regarding this saying of Alla</w:t>
      </w:r>
      <w:r w:rsidR="004D1165">
        <w:t xml:space="preserve">h, </w:t>
      </w:r>
      <w:r>
        <w:t>“Abasement shall be their portion wheresoever they are found except where they gras</w:t>
      </w:r>
      <w:r w:rsidR="004D1165">
        <w:t xml:space="preserve">p </w:t>
      </w:r>
      <w:r>
        <w:t>a rope from Allah and a rope from men” (3:112), Imam (as) said, “The rope from Allah i</w:t>
      </w:r>
      <w:r w:rsidR="004D1165">
        <w:t xml:space="preserve">s </w:t>
      </w:r>
      <w:r>
        <w:t>His Book and the rope from amongst the people is Ali (asws) ibn Abi Talib (as)”.</w:t>
      </w:r>
    </w:p>
    <w:p w:rsidR="00EC54B6" w:rsidRDefault="00EC54B6" w:rsidP="0080330A">
      <w:pPr>
        <w:pStyle w:val="libItalic"/>
      </w:pPr>
      <w:r>
        <w:t>(Tafsir e Furat pg 14)</w:t>
      </w:r>
    </w:p>
    <w:p w:rsidR="00EC54B6" w:rsidRDefault="00EC54B6" w:rsidP="00175E59">
      <w:pPr>
        <w:pStyle w:val="Heading2Center"/>
      </w:pPr>
      <w:bookmarkStart w:id="235" w:name="_Toc442791354"/>
      <w:r>
        <w:t>4. Habil Allah (Rope of Allah)</w:t>
      </w:r>
      <w:bookmarkEnd w:id="235"/>
    </w:p>
    <w:p w:rsidR="00EC54B6" w:rsidRDefault="00EC54B6" w:rsidP="00EC54B6">
      <w:pPr>
        <w:pStyle w:val="libNormal"/>
      </w:pPr>
      <w:r>
        <w:t>Ibne Abbas (ra) narrates “One day I was with RasoolAllah (saw) when a man came an</w:t>
      </w:r>
      <w:r w:rsidR="004D1165">
        <w:t xml:space="preserve">d </w:t>
      </w:r>
      <w:r>
        <w:t>asked RasoolAllah (saw) regarding this ayah, “And hold fast by the rope of Allah al</w:t>
      </w:r>
      <w:r w:rsidR="004D1165">
        <w:t xml:space="preserve">l </w:t>
      </w:r>
      <w:r>
        <w:t>together and do not separate” (3:103). The man asked, “Who is the rope of Allah?”</w:t>
      </w:r>
    </w:p>
    <w:p w:rsidR="00EC54B6" w:rsidRDefault="00EC54B6" w:rsidP="00EC54B6">
      <w:pPr>
        <w:pStyle w:val="libNormal"/>
      </w:pPr>
      <w:r>
        <w:t>RasoolAllah (saw) replied, “I am the Prophet of Allah and Ali (asws) is the rope of Allah.”</w:t>
      </w:r>
    </w:p>
    <w:p w:rsidR="00EC54B6" w:rsidRDefault="00EC54B6" w:rsidP="00EC54B6">
      <w:pPr>
        <w:pStyle w:val="libNormal"/>
      </w:pPr>
      <w:r>
        <w:t>The man left saying, “I believe in the Prophet of Allah and hold fast to His Rope”.</w:t>
      </w:r>
    </w:p>
    <w:p w:rsidR="00FE3B28" w:rsidRDefault="00EC54B6" w:rsidP="0080330A">
      <w:pPr>
        <w:pStyle w:val="libItalic"/>
      </w:pPr>
      <w:r>
        <w:t>(Tafseer e Furat pg 14)</w:t>
      </w:r>
    </w:p>
    <w:p w:rsidR="00EC54B6" w:rsidRDefault="00EC54B6" w:rsidP="00175E59">
      <w:pPr>
        <w:pStyle w:val="Heading2Center"/>
      </w:pPr>
      <w:bookmarkStart w:id="236" w:name="_Toc442791355"/>
      <w:r>
        <w:t>5. Habib Allah (Beloved of Allah)</w:t>
      </w:r>
      <w:bookmarkEnd w:id="236"/>
    </w:p>
    <w:p w:rsidR="00EC54B6" w:rsidRDefault="00EC54B6" w:rsidP="00EC54B6">
      <w:pPr>
        <w:pStyle w:val="libNormal"/>
      </w:pPr>
      <w:r>
        <w:t>Mujahid narrates from Ibne Abbas (ra) that RasoolAllah (saw) said, “I saw written on th</w:t>
      </w:r>
      <w:r w:rsidR="004D1165">
        <w:t xml:space="preserve">e </w:t>
      </w:r>
      <w:r>
        <w:t>door of jannah, “La illaha illallah, Muhammad rasoolullah, Ali habibullah, Hasan wa Hussai</w:t>
      </w:r>
      <w:r w:rsidR="004D1165">
        <w:t xml:space="preserve">n </w:t>
      </w:r>
      <w:r>
        <w:t>safatullah, Fatima (sa) amatullah, Allah’s curse be upon Their enemies”.</w:t>
      </w:r>
    </w:p>
    <w:p w:rsidR="00EC54B6" w:rsidRDefault="00EC54B6" w:rsidP="00CE7E0F">
      <w:pPr>
        <w:pStyle w:val="libItalic"/>
      </w:pPr>
      <w:r>
        <w:t>(Al Juwahir al Sunnah pg 170)</w:t>
      </w:r>
    </w:p>
    <w:p w:rsidR="00EC54B6" w:rsidRDefault="00EC54B6" w:rsidP="00175E59">
      <w:pPr>
        <w:pStyle w:val="Heading2Center"/>
      </w:pPr>
      <w:bookmarkStart w:id="237" w:name="_Toc442791356"/>
      <w:r>
        <w:t>6. Hakeem min Al Hukmaa (Wisest of the Wise)</w:t>
      </w:r>
      <w:bookmarkEnd w:id="237"/>
    </w:p>
    <w:p w:rsidR="00EC54B6" w:rsidRDefault="00EC54B6" w:rsidP="00EC54B6">
      <w:pPr>
        <w:pStyle w:val="libNormal"/>
      </w:pPr>
      <w:r>
        <w:t>Zahak bin Mazahim narrates, “Once, after the mayrtyrdom of Moula Ali (asws), som</w:t>
      </w:r>
      <w:r w:rsidR="004D1165">
        <w:t xml:space="preserve">e </w:t>
      </w:r>
      <w:r>
        <w:t xml:space="preserve">people mentioned Moula Ali (asws) to Ibne Abbas (ra). He said, “Alas! Abul Hasan </w:t>
      </w:r>
      <w:r w:rsidR="0066696E" w:rsidRPr="0066696E">
        <w:t>(asws)</w:t>
      </w:r>
      <w:r w:rsidR="0066696E">
        <w:t xml:space="preserve"> </w:t>
      </w:r>
      <w:r>
        <w:t>has departed. Neither did He change nor did He collect anything nor did He prefer anythin</w:t>
      </w:r>
      <w:r w:rsidR="004D1165">
        <w:t xml:space="preserve">g </w:t>
      </w:r>
      <w:r>
        <w:t>other than Allah. I swear by My Lord, this world was even less than the sole of His shoes t</w:t>
      </w:r>
      <w:r w:rsidR="004D1165">
        <w:t xml:space="preserve">o </w:t>
      </w:r>
      <w:r>
        <w:t>Him. He was a lion in the war, a great speaker on the mimbar (pulpit), and wisest of th</w:t>
      </w:r>
      <w:r w:rsidR="004D1165">
        <w:t xml:space="preserve">e </w:t>
      </w:r>
      <w:r>
        <w:t>wise. Alas! He has gone towards His Lord.”</w:t>
      </w:r>
    </w:p>
    <w:p w:rsidR="00EC54B6" w:rsidRDefault="00EC54B6" w:rsidP="00CE7E0F">
      <w:pPr>
        <w:pStyle w:val="libItalic"/>
      </w:pPr>
      <w:r>
        <w:t>(Amali Sudooq pg 366)</w:t>
      </w:r>
    </w:p>
    <w:p w:rsidR="00EC54B6" w:rsidRDefault="00EC54B6" w:rsidP="00175E59">
      <w:pPr>
        <w:pStyle w:val="Heading2Center"/>
      </w:pPr>
      <w:bookmarkStart w:id="238" w:name="_Toc442791357"/>
      <w:r>
        <w:lastRenderedPageBreak/>
        <w:t>7. Habik (Paths)</w:t>
      </w:r>
      <w:bookmarkEnd w:id="238"/>
    </w:p>
    <w:p w:rsidR="00EC54B6" w:rsidRDefault="00EC54B6" w:rsidP="00C23B6A">
      <w:pPr>
        <w:pStyle w:val="libNormal"/>
      </w:pPr>
      <w:r>
        <w:t>Abu Hamza Thumali narrates, “I asked Imam Abu Jafar (as) regarding this ayah, “</w:t>
      </w:r>
      <w:r w:rsidR="004D1165">
        <w:t xml:space="preserve">I </w:t>
      </w:r>
      <w:r>
        <w:t>swear by the heaven full of paths” (51:7), Imam (as) said, “Heaven is RasoolAllah (saw)</w:t>
      </w:r>
      <w:r w:rsidR="00C23B6A">
        <w:t xml:space="preserve"> </w:t>
      </w:r>
      <w:r>
        <w:t>and the paths are Ameerul Momineen (asws) and His Ahlul Bayt (as).”</w:t>
      </w:r>
    </w:p>
    <w:p w:rsidR="00EC54B6" w:rsidRDefault="00EC54B6" w:rsidP="00CE7E0F">
      <w:pPr>
        <w:pStyle w:val="libItalic"/>
      </w:pPr>
      <w:r>
        <w:t>(Tafseer e Furat pg 441)</w:t>
      </w:r>
    </w:p>
    <w:p w:rsidR="00EC54B6" w:rsidRDefault="00EC54B6" w:rsidP="00175E59">
      <w:pPr>
        <w:pStyle w:val="Heading2Center"/>
      </w:pPr>
      <w:bookmarkStart w:id="239" w:name="_Toc442791358"/>
      <w:r>
        <w:t>8. Harab</w:t>
      </w:r>
      <w:bookmarkEnd w:id="239"/>
    </w:p>
    <w:p w:rsidR="00FE3B28" w:rsidRDefault="00EC54B6" w:rsidP="00EC54B6">
      <w:pPr>
        <w:pStyle w:val="libNormal"/>
      </w:pPr>
      <w:r>
        <w:t>Moula Ali (asws)’s Father named Him “Harab”.</w:t>
      </w:r>
    </w:p>
    <w:p w:rsidR="00EC54B6" w:rsidRDefault="00EC54B6" w:rsidP="00C23B6A">
      <w:pPr>
        <w:pStyle w:val="Heading2Center"/>
      </w:pPr>
      <w:bookmarkStart w:id="240" w:name="_Toc442791359"/>
      <w:r>
        <w:t>9. Hamil Lowaa al duniya wa al akhira (Standard bearer of</w:t>
      </w:r>
      <w:r w:rsidR="00C23B6A">
        <w:t xml:space="preserve"> </w:t>
      </w:r>
      <w:r>
        <w:t>RasoolAllah (saw) in this world and in the hereafter)</w:t>
      </w:r>
      <w:bookmarkEnd w:id="240"/>
    </w:p>
    <w:p w:rsidR="00EC54B6" w:rsidRDefault="00EC54B6" w:rsidP="00EC54B6">
      <w:pPr>
        <w:pStyle w:val="libNormal"/>
      </w:pPr>
      <w:r>
        <w:t>Moula Ali (asws) said, “The flag in My hand will only fall down if My hand is cut off.”</w:t>
      </w:r>
    </w:p>
    <w:p w:rsidR="00EC54B6" w:rsidRDefault="00EC54B6" w:rsidP="00EC54B6">
      <w:pPr>
        <w:pStyle w:val="libNormal"/>
      </w:pPr>
      <w:r>
        <w:t>RasoolAllah (saw) said, “In that case place the flag in Ali (asws)’s left hand because He is M</w:t>
      </w:r>
      <w:r w:rsidR="004D1165">
        <w:t xml:space="preserve">y </w:t>
      </w:r>
      <w:r>
        <w:t>standard bearer in this world and in the hereafter”.</w:t>
      </w:r>
    </w:p>
    <w:p w:rsidR="00EC54B6" w:rsidRDefault="00EC54B6" w:rsidP="0080330A">
      <w:pPr>
        <w:pStyle w:val="libItalic"/>
      </w:pPr>
      <w:r>
        <w:t>(Zaikhir ul Uqba pg 35)</w:t>
      </w:r>
    </w:p>
    <w:p w:rsidR="00EC54B6" w:rsidRDefault="00EC54B6" w:rsidP="00175E59">
      <w:pPr>
        <w:pStyle w:val="Heading2Center"/>
      </w:pPr>
      <w:bookmarkStart w:id="241" w:name="_Toc442791360"/>
      <w:r>
        <w:t>10. Haider</w:t>
      </w:r>
      <w:bookmarkEnd w:id="241"/>
    </w:p>
    <w:p w:rsidR="00EC54B6" w:rsidRDefault="00EC54B6" w:rsidP="00EC54B6">
      <w:pPr>
        <w:pStyle w:val="libNormal"/>
      </w:pPr>
      <w:r>
        <w:t xml:space="preserve">Moula Ali (asws)’s Mother named Him “Haider”. There is also a saying of Moula </w:t>
      </w:r>
      <w:r w:rsidR="0066696E" w:rsidRPr="0066696E">
        <w:t>(asws)</w:t>
      </w:r>
      <w:r w:rsidR="0066696E">
        <w:t xml:space="preserve"> </w:t>
      </w:r>
      <w:r>
        <w:t>regarding this name. “I am the one whose Mother named Him as “Haider”. I attack savagel</w:t>
      </w:r>
      <w:r w:rsidR="004D1165">
        <w:t xml:space="preserve">y </w:t>
      </w:r>
      <w:r>
        <w:t>like the lions of the jungle.”</w:t>
      </w:r>
    </w:p>
    <w:p w:rsidR="00EC54B6" w:rsidRDefault="00852C05" w:rsidP="00EC54B6">
      <w:pPr>
        <w:pStyle w:val="libNormal"/>
      </w:pPr>
      <w:r>
        <w:t>Umar bin Khattab</w:t>
      </w:r>
      <w:r w:rsidR="00EC54B6">
        <w:t xml:space="preserve"> narrates, “I saw a snake slithering into the cradle of Ali (asws).</w:t>
      </w:r>
    </w:p>
    <w:p w:rsidR="00EC54B6" w:rsidRDefault="00EC54B6" w:rsidP="00EC54B6">
      <w:pPr>
        <w:pStyle w:val="libNormal"/>
      </w:pPr>
      <w:r>
        <w:t>Ali (asws) reached out His hand, grabbed the snake, placed His fingers in its mouth, an</w:t>
      </w:r>
      <w:r w:rsidR="004D1165">
        <w:t xml:space="preserve">d </w:t>
      </w:r>
      <w:r>
        <w:t>held it very strongly. Then He ripped it apart. When His Mother saw this scene, Sh</w:t>
      </w:r>
      <w:r w:rsidR="004D1165">
        <w:t xml:space="preserve">e </w:t>
      </w:r>
      <w:r>
        <w:t>screamed, and the people gathered around. Then She said, “You are Haider”. It means th</w:t>
      </w:r>
      <w:r w:rsidR="004D1165">
        <w:t xml:space="preserve">e </w:t>
      </w:r>
      <w:r>
        <w:t>lion who ripped everything apart.”</w:t>
      </w:r>
    </w:p>
    <w:p w:rsidR="00EC54B6" w:rsidRDefault="00EC54B6" w:rsidP="0080330A">
      <w:pPr>
        <w:pStyle w:val="libItalic"/>
      </w:pPr>
      <w:r>
        <w:t>(Al Qatra First Edition pg 73)</w:t>
      </w:r>
    </w:p>
    <w:p w:rsidR="00EC54B6" w:rsidRDefault="00EC54B6" w:rsidP="00175E59">
      <w:pPr>
        <w:pStyle w:val="Heading2Center"/>
      </w:pPr>
      <w:bookmarkStart w:id="242" w:name="_Toc442791361"/>
      <w:r>
        <w:t>11. Hujjat ul Azma (Greatest Proof)</w:t>
      </w:r>
      <w:bookmarkEnd w:id="242"/>
    </w:p>
    <w:p w:rsidR="00EC54B6" w:rsidRDefault="00EC54B6" w:rsidP="00EC54B6">
      <w:pPr>
        <w:pStyle w:val="libNormal"/>
      </w:pPr>
      <w:r>
        <w:t>Asbagh bin Nabata narrates, “Ameerul Momineen (asws) said, “I am caliph, successor, an</w:t>
      </w:r>
      <w:r w:rsidR="004D1165">
        <w:t xml:space="preserve">d </w:t>
      </w:r>
      <w:r>
        <w:t>inheritor of RasoolAllah (saw). I am the brother of RasoolAllah (saw). I am the chosen on</w:t>
      </w:r>
      <w:r w:rsidR="004D1165">
        <w:t xml:space="preserve">e </w:t>
      </w:r>
      <w:r>
        <w:t>of RasoolAllah (saw). I am the friend of RasoolAllah (saw). I am His cousin and Husband o</w:t>
      </w:r>
      <w:r w:rsidR="004D1165">
        <w:t xml:space="preserve">f </w:t>
      </w:r>
      <w:r>
        <w:t>His Daughter (sa), and Father of His Children (as). I am the Master of Successors. I am th</w:t>
      </w:r>
      <w:r w:rsidR="004D1165">
        <w:t xml:space="preserve">e </w:t>
      </w:r>
      <w:r>
        <w:t>Successor of the Master of the Prophets. I am the greatest proof and sign. I am the greates</w:t>
      </w:r>
      <w:r w:rsidR="004D1165">
        <w:t xml:space="preserve">t </w:t>
      </w:r>
      <w:r>
        <w:t>example. I am the door of Muhammad (saw). I am the greatest help. I am the sign of taqw</w:t>
      </w:r>
      <w:r w:rsidR="004D1165">
        <w:t xml:space="preserve">a </w:t>
      </w:r>
      <w:r>
        <w:t>(piety). I am trustee of Allah and His zikr (remembrance) upon His creation.”</w:t>
      </w:r>
    </w:p>
    <w:p w:rsidR="00FE3B28" w:rsidRDefault="00EC54B6" w:rsidP="00CE7E0F">
      <w:pPr>
        <w:pStyle w:val="libItalic"/>
      </w:pPr>
      <w:r>
        <w:t>(Biharul Anwar 39th Vol pg 335)</w:t>
      </w:r>
    </w:p>
    <w:p w:rsidR="00EC54B6" w:rsidRDefault="00EC54B6" w:rsidP="00175E59">
      <w:pPr>
        <w:pStyle w:val="Heading2Center"/>
      </w:pPr>
      <w:bookmarkStart w:id="243" w:name="_Toc442791362"/>
      <w:r>
        <w:t>12. Hajir al Ain</w:t>
      </w:r>
      <w:bookmarkEnd w:id="243"/>
    </w:p>
    <w:p w:rsidR="00EC54B6" w:rsidRDefault="00EC54B6" w:rsidP="00EC54B6">
      <w:pPr>
        <w:pStyle w:val="libNormal"/>
      </w:pPr>
      <w:r>
        <w:t>In Scriptures, Moula Ali (asws)’s name is Hajir al Ain.</w:t>
      </w:r>
    </w:p>
    <w:p w:rsidR="00EC54B6" w:rsidRDefault="00EC54B6" w:rsidP="00175E59">
      <w:pPr>
        <w:pStyle w:val="Heading2Center"/>
      </w:pPr>
      <w:bookmarkStart w:id="244" w:name="_Toc442791363"/>
      <w:r>
        <w:t>13. Harm Allah al Akbar (Greatest Harm of Allah)</w:t>
      </w:r>
      <w:bookmarkEnd w:id="244"/>
    </w:p>
    <w:p w:rsidR="00EC54B6" w:rsidRDefault="00EC54B6" w:rsidP="00EC54B6">
      <w:pPr>
        <w:pStyle w:val="libNormal"/>
      </w:pPr>
      <w:r>
        <w:t>Khaseema narrates Imam Sadiq (as) said to me, “O’ Khaseema! We are the tree of nabuwa</w:t>
      </w:r>
      <w:r w:rsidR="004D1165">
        <w:t xml:space="preserve">t </w:t>
      </w:r>
      <w:r>
        <w:t>(prophet hood) and house of mercy. We are the treasures of wisdom and the house o</w:t>
      </w:r>
      <w:r w:rsidR="004D1165">
        <w:t xml:space="preserve">f </w:t>
      </w:r>
      <w:r>
        <w:t>risalat. Angels come to Us. We are the secrets of Allah. We are the Trustees of Allah upo</w:t>
      </w:r>
      <w:r w:rsidR="004D1165">
        <w:t xml:space="preserve">n </w:t>
      </w:r>
      <w:r>
        <w:t xml:space="preserve">His creation. We are the </w:t>
      </w:r>
      <w:r>
        <w:lastRenderedPageBreak/>
        <w:t>greatest harm of Allah. We are the promise of Allah whoever i</w:t>
      </w:r>
      <w:r w:rsidR="004D1165">
        <w:t xml:space="preserve">s </w:t>
      </w:r>
      <w:r>
        <w:t>loyal to Us has kept His promise of allegiance to Allah and one who breaks it has broken hi</w:t>
      </w:r>
      <w:r w:rsidR="004D1165">
        <w:t xml:space="preserve">s </w:t>
      </w:r>
      <w:r>
        <w:t>promise of allegiance with Allah.”</w:t>
      </w:r>
    </w:p>
    <w:p w:rsidR="00EC54B6" w:rsidRDefault="00EC54B6" w:rsidP="00CE7E0F">
      <w:pPr>
        <w:pStyle w:val="libItalic"/>
      </w:pPr>
      <w:r>
        <w:t>(Usool e Kafi First Edition pg 221)</w:t>
      </w:r>
    </w:p>
    <w:p w:rsidR="00EC54B6" w:rsidRDefault="00EC54B6" w:rsidP="00175E59">
      <w:pPr>
        <w:pStyle w:val="Heading2Center"/>
      </w:pPr>
      <w:bookmarkStart w:id="245" w:name="_Toc442791364"/>
      <w:r>
        <w:t>14. Hujjat al Khasam (Proof upon the enemies)</w:t>
      </w:r>
      <w:bookmarkEnd w:id="245"/>
    </w:p>
    <w:p w:rsidR="00EC54B6" w:rsidRDefault="00EC54B6" w:rsidP="00EC54B6">
      <w:pPr>
        <w:pStyle w:val="libNormal"/>
      </w:pPr>
      <w:r>
        <w:t>In the ziarat of Imam Jafar Sadiq (as), “Salam be upon You, O’ the Pious Successor! Salam b</w:t>
      </w:r>
      <w:r w:rsidR="004D1165">
        <w:t xml:space="preserve">e </w:t>
      </w:r>
      <w:r>
        <w:t>upon You, O’ Greatest News! Salam be upon You, O’ Successor of the Prophet of Allah!</w:t>
      </w:r>
    </w:p>
    <w:p w:rsidR="00EC54B6" w:rsidRDefault="00EC54B6" w:rsidP="00EC54B6">
      <w:pPr>
        <w:pStyle w:val="libNormal"/>
      </w:pPr>
      <w:r>
        <w:t>Salam be upon You, O’ Best Creation of Allah! I testify that You are the beloved of Allah an</w:t>
      </w:r>
      <w:r w:rsidR="004D1165">
        <w:t xml:space="preserve">d </w:t>
      </w:r>
      <w:r>
        <w:t>His Most Beloved Servant. Salam be upon You, O’ Wali of Allah! Salam be upon Yo</w:t>
      </w:r>
      <w:r w:rsidR="004D1165">
        <w:t xml:space="preserve">u, </w:t>
      </w:r>
      <w:r>
        <w:t>O’Secret ofAllah and Trustee of His Knowledge and Trustee of His Wahi (revelation)! Ma</w:t>
      </w:r>
      <w:r w:rsidR="004D1165">
        <w:t xml:space="preserve">y </w:t>
      </w:r>
      <w:r>
        <w:t>my parents be sacrificed upon You! Salam be upon You, O’ Complete Noor of Allah! I testif</w:t>
      </w:r>
      <w:r w:rsidR="004D1165">
        <w:t xml:space="preserve">y </w:t>
      </w:r>
      <w:r>
        <w:t>that You conveyed that Amr (command) that Allah and RasoolAllah (saw) appointed You t</w:t>
      </w:r>
      <w:r w:rsidR="004D1165">
        <w:t xml:space="preserve">o </w:t>
      </w:r>
      <w:r>
        <w:t>convey. May my parents be sacrificed upon You! You are the Proof of Allah upon Hi</w:t>
      </w:r>
      <w:r w:rsidR="004D1165">
        <w:t xml:space="preserve">s </w:t>
      </w:r>
      <w:r>
        <w:t>enemies! You established the orders of Allah and guarded that trust and worshipped Alla</w:t>
      </w:r>
      <w:r w:rsidR="004D1165">
        <w:t xml:space="preserve">h </w:t>
      </w:r>
      <w:r>
        <w:t>with great sincerity until the death came! Blessings and mercy of Allah be upon You and al</w:t>
      </w:r>
      <w:r w:rsidR="004D1165">
        <w:t xml:space="preserve">l </w:t>
      </w:r>
      <w:r>
        <w:t>Masoomeen (as)”.</w:t>
      </w:r>
    </w:p>
    <w:p w:rsidR="00FE3B28" w:rsidRDefault="00EC54B6" w:rsidP="00CE7E0F">
      <w:pPr>
        <w:pStyle w:val="libItalic"/>
      </w:pPr>
      <w:r>
        <w:t>(Mafatih ul Jinan pg 425)</w:t>
      </w:r>
    </w:p>
    <w:p w:rsidR="00EC54B6" w:rsidRDefault="00EC54B6" w:rsidP="00175E59">
      <w:pPr>
        <w:pStyle w:val="Heading2Center"/>
      </w:pPr>
      <w:bookmarkStart w:id="246" w:name="_Toc442791365"/>
      <w:r>
        <w:t>15. Haq ul Yaqeen</w:t>
      </w:r>
      <w:bookmarkEnd w:id="246"/>
    </w:p>
    <w:p w:rsidR="00EC54B6" w:rsidRDefault="00EC54B6" w:rsidP="00EC54B6">
      <w:pPr>
        <w:pStyle w:val="libNormal"/>
      </w:pPr>
      <w:r>
        <w:t>Imam Jafar Sadiq (as) said regarding this ayah, “Verily! He is Haqqul Yaqeen!” (69:51),</w:t>
      </w:r>
    </w:p>
    <w:p w:rsidR="00EC54B6" w:rsidRDefault="00EC54B6" w:rsidP="00EC54B6">
      <w:pPr>
        <w:pStyle w:val="libNormal"/>
      </w:pPr>
      <w:r>
        <w:t>Imam (as) said, “Verily! Haqqul Yaqeen is Ameerul Momineen (asws). One who denies thi</w:t>
      </w:r>
      <w:r w:rsidR="004D1165">
        <w:t xml:space="preserve">s </w:t>
      </w:r>
      <w:r>
        <w:t>has turned away from haqq (truth).”</w:t>
      </w:r>
    </w:p>
    <w:p w:rsidR="00EC54B6" w:rsidRDefault="00EC54B6" w:rsidP="00CE7E0F">
      <w:pPr>
        <w:pStyle w:val="libItalic"/>
      </w:pPr>
      <w:r>
        <w:t>(Tafseer e Burhan Fourth Vol pg 380)</w:t>
      </w:r>
    </w:p>
    <w:p w:rsidR="00EC54B6" w:rsidRDefault="00EC54B6" w:rsidP="00175E59">
      <w:pPr>
        <w:pStyle w:val="Heading2Center"/>
      </w:pPr>
      <w:bookmarkStart w:id="247" w:name="_Toc442791366"/>
      <w:r>
        <w:t>16. Hafiz ul Alowah (Protector of Tablets)</w:t>
      </w:r>
      <w:bookmarkEnd w:id="247"/>
    </w:p>
    <w:p w:rsidR="00EC54B6" w:rsidRDefault="00EC54B6" w:rsidP="00EC54B6">
      <w:pPr>
        <w:pStyle w:val="libNormal"/>
      </w:pPr>
      <w:r>
        <w:t>Moula Ali (asws) says in Khutba Bayan, “I am the protector of tablets”.</w:t>
      </w:r>
    </w:p>
    <w:p w:rsidR="00EC54B6" w:rsidRDefault="00EC54B6" w:rsidP="00175E59">
      <w:pPr>
        <w:pStyle w:val="Heading2Center"/>
      </w:pPr>
      <w:bookmarkStart w:id="248" w:name="_Toc442791367"/>
      <w:r>
        <w:t>17. Hujjat ul Hajjaj (Proof upon proofs)</w:t>
      </w:r>
      <w:bookmarkEnd w:id="248"/>
    </w:p>
    <w:p w:rsidR="00EC54B6" w:rsidRDefault="00EC54B6" w:rsidP="00EC54B6">
      <w:pPr>
        <w:pStyle w:val="libNormal"/>
      </w:pPr>
      <w:r>
        <w:t>Moula Ali (asws) says in Khutba Bayan, “I am the proof upon proofs”. This saying of Moul</w:t>
      </w:r>
      <w:r w:rsidR="004D1165">
        <w:t xml:space="preserve">a </w:t>
      </w:r>
      <w:r>
        <w:t>(asws) refers to the fact that He is the Father of Masoomeen (as). Moula (asws) is Allah’</w:t>
      </w:r>
      <w:r w:rsidR="004D1165">
        <w:t xml:space="preserve">s </w:t>
      </w:r>
      <w:r>
        <w:t>proof upon His creation and all of His creation is dependent upon Moula (asws). This i</w:t>
      </w:r>
      <w:r w:rsidR="004D1165">
        <w:t xml:space="preserve">s </w:t>
      </w:r>
      <w:r>
        <w:t>why Moula (asws) said, “I am the proof upon every proof”.</w:t>
      </w:r>
    </w:p>
    <w:p w:rsidR="00EC54B6" w:rsidRDefault="00EC54B6" w:rsidP="00175E59">
      <w:pPr>
        <w:pStyle w:val="Heading2Center"/>
      </w:pPr>
      <w:bookmarkStart w:id="249" w:name="_Toc442791368"/>
      <w:r>
        <w:t>18. Haris ul Ashraq (Protector of World)</w:t>
      </w:r>
      <w:bookmarkEnd w:id="249"/>
    </w:p>
    <w:p w:rsidR="00EC54B6" w:rsidRDefault="00EC54B6" w:rsidP="00EC54B6">
      <w:pPr>
        <w:pStyle w:val="libNormal"/>
      </w:pPr>
      <w:r>
        <w:t>Moula Ali (asws) says in Khutba Bayan, “I am the protector of the world”.</w:t>
      </w:r>
    </w:p>
    <w:p w:rsidR="00EC54B6" w:rsidRDefault="00EC54B6" w:rsidP="00175E59">
      <w:pPr>
        <w:pStyle w:val="Heading2Center"/>
      </w:pPr>
      <w:bookmarkStart w:id="250" w:name="_Toc442791369"/>
      <w:r>
        <w:t>19. Habil Allah al Almateen (Strong rope of Allah)</w:t>
      </w:r>
      <w:bookmarkEnd w:id="250"/>
    </w:p>
    <w:p w:rsidR="00EC54B6" w:rsidRDefault="00EC54B6" w:rsidP="00EC54B6">
      <w:pPr>
        <w:pStyle w:val="libNormal"/>
      </w:pPr>
      <w:r>
        <w:t>Ibne Yazid narrates, “I asked Abul Hasan (asws) regarding this ayah, “Behold the rope o</w:t>
      </w:r>
      <w:r w:rsidR="004D1165">
        <w:t xml:space="preserve">f </w:t>
      </w:r>
      <w:r>
        <w:t>Allah” (3:103). Imam (as) said, “Ali (asws) is that strong rope of Allah.”</w:t>
      </w:r>
    </w:p>
    <w:p w:rsidR="00EC54B6" w:rsidRDefault="00EC54B6" w:rsidP="00EC54B6">
      <w:pPr>
        <w:pStyle w:val="libNormal"/>
      </w:pPr>
      <w:r>
        <w:t>(Tafseer e Burhan First Vol 194)</w:t>
      </w:r>
    </w:p>
    <w:p w:rsidR="00EC54B6" w:rsidRDefault="00EC54B6" w:rsidP="00175E59">
      <w:pPr>
        <w:pStyle w:val="Heading2Center"/>
      </w:pPr>
      <w:bookmarkStart w:id="251" w:name="_Toc442791370"/>
      <w:r>
        <w:t>20. Habil min al Nas (Rope amongst people)</w:t>
      </w:r>
      <w:bookmarkEnd w:id="251"/>
    </w:p>
    <w:p w:rsidR="00FE3B28" w:rsidRDefault="00EC54B6" w:rsidP="00EC54B6">
      <w:pPr>
        <w:pStyle w:val="libNormal"/>
      </w:pPr>
      <w:r>
        <w:lastRenderedPageBreak/>
        <w:t xml:space="preserve">Yunus bin AbduRahman and other companions narrate from Imam Jafar Sadiq </w:t>
      </w:r>
      <w:r w:rsidR="0066696E">
        <w:t xml:space="preserve">(as) </w:t>
      </w:r>
      <w:r>
        <w:t>regarding this ayah, “except from a rope from Allah and a rope from men” (3:112), Ima</w:t>
      </w:r>
      <w:r w:rsidR="004D1165">
        <w:t xml:space="preserve">m </w:t>
      </w:r>
      <w:r>
        <w:t>(as) said, “The rope from Allah is His Book and the rope from amongst the people is Al</w:t>
      </w:r>
      <w:r w:rsidR="004D1165">
        <w:t xml:space="preserve">i </w:t>
      </w:r>
      <w:r>
        <w:t>(asws) ibn Abi Talib (as).”</w:t>
      </w:r>
    </w:p>
    <w:p w:rsidR="00EC54B6" w:rsidRDefault="00EC54B6" w:rsidP="00CE7E0F">
      <w:pPr>
        <w:pStyle w:val="libItalic"/>
      </w:pPr>
      <w:r>
        <w:t>(Tafseer Ayyashi First Vol pg 196)</w:t>
      </w:r>
    </w:p>
    <w:p w:rsidR="00EC54B6" w:rsidRDefault="00EC54B6" w:rsidP="00175E59">
      <w:pPr>
        <w:pStyle w:val="Heading2Center"/>
      </w:pPr>
      <w:bookmarkStart w:id="252" w:name="_Toc442791371"/>
      <w:r>
        <w:t>21. Haqqa</w:t>
      </w:r>
      <w:bookmarkEnd w:id="252"/>
    </w:p>
    <w:p w:rsidR="00EC54B6" w:rsidRDefault="00EC54B6" w:rsidP="00EC54B6">
      <w:pPr>
        <w:pStyle w:val="libNormal"/>
      </w:pPr>
      <w:r>
        <w:t>Moula Ali (asws) says in Khutba Noorania, “I am al Haqqa”.</w:t>
      </w:r>
    </w:p>
    <w:p w:rsidR="00EC54B6" w:rsidRDefault="00EC54B6" w:rsidP="00175E59">
      <w:pPr>
        <w:pStyle w:val="Heading2Center"/>
      </w:pPr>
      <w:bookmarkStart w:id="253" w:name="_Toc442791372"/>
      <w:r>
        <w:t>22. Hizb Allah (Party of Allah)</w:t>
      </w:r>
      <w:bookmarkEnd w:id="253"/>
    </w:p>
    <w:p w:rsidR="00EC54B6" w:rsidRDefault="00EC54B6" w:rsidP="00EC54B6">
      <w:pPr>
        <w:pStyle w:val="libNormal"/>
      </w:pPr>
      <w:r>
        <w:t>Ibne Abbas (ra) narrates regarding this ayah, “And whoever takes Allah and Hi</w:t>
      </w:r>
      <w:r w:rsidR="004D1165">
        <w:t xml:space="preserve">s </w:t>
      </w:r>
      <w:r>
        <w:t>Messenger and those who believe for a guardian, then surely the party of Allah ar</w:t>
      </w:r>
      <w:r w:rsidR="004D1165">
        <w:t xml:space="preserve">e </w:t>
      </w:r>
      <w:r>
        <w:t>they that shall be triumphant” (5:56), that the party of Allah is Ameerul Momineen Al</w:t>
      </w:r>
      <w:r w:rsidR="004D1165">
        <w:t xml:space="preserve">i </w:t>
      </w:r>
      <w:r>
        <w:t>(asws) ibn Abi Talib (as).</w:t>
      </w:r>
    </w:p>
    <w:p w:rsidR="00EC54B6" w:rsidRDefault="00EC54B6" w:rsidP="00CE7E0F">
      <w:pPr>
        <w:pStyle w:val="libItalic"/>
      </w:pPr>
      <w:r>
        <w:t>(Tafseer Furat pg 129)</w:t>
      </w:r>
    </w:p>
    <w:p w:rsidR="00EC54B6" w:rsidRDefault="00EC54B6" w:rsidP="00175E59">
      <w:pPr>
        <w:pStyle w:val="Heading2Center"/>
      </w:pPr>
      <w:bookmarkStart w:id="254" w:name="_Toc442791373"/>
      <w:r>
        <w:t>23. Habil ul Matteen (Strong Rope)</w:t>
      </w:r>
      <w:bookmarkEnd w:id="254"/>
    </w:p>
    <w:p w:rsidR="00EC54B6" w:rsidRDefault="00EC54B6" w:rsidP="00EC54B6">
      <w:pPr>
        <w:pStyle w:val="libNormal"/>
      </w:pPr>
      <w:r>
        <w:t>Moula Ali (asws) says to Syeda (sa), “I am the strong rope”.</w:t>
      </w:r>
    </w:p>
    <w:p w:rsidR="00EC54B6" w:rsidRDefault="00EC54B6" w:rsidP="00175E59">
      <w:pPr>
        <w:pStyle w:val="Heading2Center"/>
      </w:pPr>
      <w:bookmarkStart w:id="255" w:name="_Toc442791374"/>
      <w:r>
        <w:t>24. Hawameem</w:t>
      </w:r>
      <w:bookmarkEnd w:id="255"/>
    </w:p>
    <w:p w:rsidR="00EC54B6" w:rsidRDefault="00EC54B6" w:rsidP="00EC54B6">
      <w:pPr>
        <w:pStyle w:val="libNormal"/>
      </w:pPr>
      <w:r>
        <w:t>Moula Ali (asws) says to Syeda (sa), “I am Hawameem”.</w:t>
      </w:r>
    </w:p>
    <w:p w:rsidR="00EC54B6" w:rsidRDefault="00EC54B6" w:rsidP="00175E59">
      <w:pPr>
        <w:pStyle w:val="Heading2Center"/>
      </w:pPr>
      <w:bookmarkStart w:id="256" w:name="_Toc442791375"/>
      <w:r>
        <w:t>25. Hayat al Arifeen (Life of Arifeen (people who have marifat)</w:t>
      </w:r>
      <w:bookmarkEnd w:id="256"/>
    </w:p>
    <w:p w:rsidR="00EC54B6" w:rsidRDefault="00EC54B6" w:rsidP="00EC54B6">
      <w:pPr>
        <w:pStyle w:val="libNormal"/>
      </w:pPr>
      <w:r>
        <w:t>Moula Ali (asws) says to Syeda (sa), “I am the life of the people who have marifat”.</w:t>
      </w:r>
    </w:p>
    <w:p w:rsidR="00EC54B6" w:rsidRDefault="00EC54B6" w:rsidP="00175E59">
      <w:pPr>
        <w:pStyle w:val="Heading2Center"/>
      </w:pPr>
      <w:bookmarkStart w:id="257" w:name="_Toc442791376"/>
      <w:r>
        <w:t>26. Hawi al Mazlat</w:t>
      </w:r>
      <w:bookmarkEnd w:id="257"/>
    </w:p>
    <w:p w:rsidR="00EC54B6" w:rsidRDefault="00EC54B6" w:rsidP="00EC54B6">
      <w:pPr>
        <w:pStyle w:val="libNormal"/>
      </w:pPr>
      <w:r>
        <w:t>Moula Ali (asws) in Khutba Bayan, “I am Hawi al Mazlat”.</w:t>
      </w:r>
    </w:p>
    <w:p w:rsidR="00EC54B6" w:rsidRDefault="00EC54B6" w:rsidP="00175E59">
      <w:pPr>
        <w:pStyle w:val="Heading2Center"/>
      </w:pPr>
      <w:bookmarkStart w:id="258" w:name="_Toc442791377"/>
      <w:r>
        <w:t>27. Hatim al Aajim</w:t>
      </w:r>
      <w:bookmarkEnd w:id="258"/>
    </w:p>
    <w:p w:rsidR="00EC54B6" w:rsidRDefault="00EC54B6" w:rsidP="00EC54B6">
      <w:pPr>
        <w:pStyle w:val="libNormal"/>
      </w:pPr>
      <w:r>
        <w:t>Moula Ali (asws) in Khutba Bayan, “I am Hatim al Aajim”.</w:t>
      </w:r>
    </w:p>
    <w:p w:rsidR="00EC54B6" w:rsidRDefault="00EC54B6" w:rsidP="00175E59">
      <w:pPr>
        <w:pStyle w:val="Heading2Center"/>
      </w:pPr>
      <w:bookmarkStart w:id="259" w:name="_Toc442791378"/>
      <w:r>
        <w:t>28. Hijab al Ghafoor (Veil of Allah)</w:t>
      </w:r>
      <w:bookmarkEnd w:id="259"/>
    </w:p>
    <w:p w:rsidR="00FE3B28" w:rsidRDefault="00EC54B6" w:rsidP="00EC54B6">
      <w:pPr>
        <w:pStyle w:val="libNormal"/>
      </w:pPr>
      <w:r>
        <w:t>Moula Ali (asws) in Khutba Bayan, “I am the Veil of Allah”.</w:t>
      </w:r>
    </w:p>
    <w:p w:rsidR="00EC54B6" w:rsidRDefault="00EC54B6" w:rsidP="00175E59">
      <w:pPr>
        <w:pStyle w:val="Heading2Center"/>
      </w:pPr>
      <w:bookmarkStart w:id="260" w:name="_Toc442791379"/>
      <w:r>
        <w:t>29. Hamil al Ikleel</w:t>
      </w:r>
      <w:bookmarkEnd w:id="260"/>
    </w:p>
    <w:p w:rsidR="00EC54B6" w:rsidRDefault="00EC54B6" w:rsidP="00EC54B6">
      <w:pPr>
        <w:pStyle w:val="libNormal"/>
      </w:pPr>
      <w:r>
        <w:t>Moula Ali (asws) says in Khutbat ul Bayan, “I am hamil al ikleel.”</w:t>
      </w:r>
    </w:p>
    <w:p w:rsidR="00EC54B6" w:rsidRDefault="00EC54B6" w:rsidP="00175E59">
      <w:pPr>
        <w:pStyle w:val="Heading2Center"/>
      </w:pPr>
      <w:bookmarkStart w:id="261" w:name="_Toc442791380"/>
      <w:r>
        <w:t>30. Hafeef Arman</w:t>
      </w:r>
      <w:bookmarkEnd w:id="261"/>
    </w:p>
    <w:p w:rsidR="00EC54B6" w:rsidRDefault="00EC54B6" w:rsidP="00EC54B6">
      <w:pPr>
        <w:pStyle w:val="libNormal"/>
      </w:pPr>
      <w:r>
        <w:t>Moula Ali (asws) in Khutba Bayan, “I am Hafeef of Arman”.</w:t>
      </w:r>
    </w:p>
    <w:p w:rsidR="00EC54B6" w:rsidRDefault="00EC54B6" w:rsidP="00175E59">
      <w:pPr>
        <w:pStyle w:val="Heading2Center"/>
      </w:pPr>
      <w:bookmarkStart w:id="262" w:name="_Toc442791381"/>
      <w:r>
        <w:t>31. Habib al Ahbab (Friend of Friends)</w:t>
      </w:r>
      <w:bookmarkEnd w:id="262"/>
    </w:p>
    <w:p w:rsidR="00EC54B6" w:rsidRDefault="00EC54B6" w:rsidP="00EC54B6">
      <w:pPr>
        <w:pStyle w:val="libNormal"/>
      </w:pPr>
      <w:r>
        <w:t>Moula Ali (asws) in Khutba Bayan, “I am the friend of friends.”</w:t>
      </w:r>
    </w:p>
    <w:p w:rsidR="00EC54B6" w:rsidRDefault="00EC54B6" w:rsidP="00175E59">
      <w:pPr>
        <w:pStyle w:val="Heading2Center"/>
      </w:pPr>
      <w:bookmarkStart w:id="263" w:name="_Toc442791382"/>
      <w:r>
        <w:t>32. Hafaz al Kalimat (One who remembers words)</w:t>
      </w:r>
      <w:bookmarkEnd w:id="263"/>
    </w:p>
    <w:p w:rsidR="00EC54B6" w:rsidRDefault="00EC54B6" w:rsidP="00EC54B6">
      <w:pPr>
        <w:pStyle w:val="libNormal"/>
      </w:pPr>
      <w:r>
        <w:t>Moula Ali (asws) in Khutba Bayan, “I am the one who remembers the word”.</w:t>
      </w:r>
    </w:p>
    <w:p w:rsidR="00EC54B6" w:rsidRDefault="00EC54B6" w:rsidP="00175E59">
      <w:pPr>
        <w:pStyle w:val="Heading2Center"/>
      </w:pPr>
      <w:bookmarkStart w:id="264" w:name="_Toc442791383"/>
      <w:r>
        <w:t>33. Hameera</w:t>
      </w:r>
      <w:bookmarkEnd w:id="264"/>
    </w:p>
    <w:p w:rsidR="00EC54B6" w:rsidRDefault="00EC54B6" w:rsidP="00EC54B6">
      <w:pPr>
        <w:pStyle w:val="libNormal"/>
      </w:pPr>
      <w:r>
        <w:t>Amongst the Turkish Moula Ali (asws)’s name is Hameera.</w:t>
      </w:r>
    </w:p>
    <w:p w:rsidR="00EC54B6" w:rsidRDefault="00EC54B6" w:rsidP="00CE7E0F">
      <w:pPr>
        <w:pStyle w:val="libItalic"/>
      </w:pPr>
      <w:r>
        <w:t>(Fazail ibn Shazaan pg 175)</w:t>
      </w:r>
    </w:p>
    <w:p w:rsidR="00EC54B6" w:rsidRDefault="00EC54B6" w:rsidP="00175E59">
      <w:pPr>
        <w:pStyle w:val="Heading2Center"/>
      </w:pPr>
      <w:bookmarkStart w:id="265" w:name="_Toc442791384"/>
      <w:r>
        <w:t>34. Haqeeqat al Asrar (Reality of secrets)</w:t>
      </w:r>
      <w:bookmarkEnd w:id="265"/>
    </w:p>
    <w:p w:rsidR="00EC54B6" w:rsidRDefault="00EC54B6" w:rsidP="00EC54B6">
      <w:pPr>
        <w:pStyle w:val="libNormal"/>
      </w:pPr>
      <w:r>
        <w:lastRenderedPageBreak/>
        <w:t>Moula Ali (asws) in Khutba Bayan, “I am the reality of secrets.”</w:t>
      </w:r>
    </w:p>
    <w:p w:rsidR="00EC54B6" w:rsidRDefault="00EC54B6" w:rsidP="00175E59">
      <w:pPr>
        <w:pStyle w:val="Heading2Center"/>
      </w:pPr>
      <w:bookmarkStart w:id="266" w:name="_Toc442791385"/>
      <w:r>
        <w:t>35. Ham al Anaf</w:t>
      </w:r>
      <w:bookmarkEnd w:id="266"/>
    </w:p>
    <w:p w:rsidR="00EC54B6" w:rsidRDefault="00EC54B6" w:rsidP="00EC54B6">
      <w:pPr>
        <w:pStyle w:val="libNormal"/>
      </w:pPr>
      <w:r>
        <w:t>Moula Ali (asws) in Khutba Bayan, “I am Ham al Anaf”.</w:t>
      </w:r>
    </w:p>
    <w:p w:rsidR="00EC54B6" w:rsidRDefault="00EC54B6" w:rsidP="00175E59">
      <w:pPr>
        <w:pStyle w:val="Heading2Center"/>
      </w:pPr>
      <w:bookmarkStart w:id="267" w:name="_Toc442791386"/>
      <w:r>
        <w:t>36. Hua al Huameem</w:t>
      </w:r>
      <w:bookmarkEnd w:id="267"/>
    </w:p>
    <w:p w:rsidR="00EC54B6" w:rsidRDefault="00EC54B6" w:rsidP="00EC54B6">
      <w:pPr>
        <w:pStyle w:val="libNormal"/>
      </w:pPr>
      <w:r>
        <w:t>Moula Ali (asws) in Khutba Bayan, “I am Hua al Huameem”.</w:t>
      </w:r>
    </w:p>
    <w:p w:rsidR="00EC54B6" w:rsidRDefault="00EC54B6" w:rsidP="00175E59">
      <w:pPr>
        <w:pStyle w:val="Heading2Center"/>
      </w:pPr>
      <w:bookmarkStart w:id="268" w:name="_Toc442791387"/>
      <w:r>
        <w:t>37. Hafaz al Quran (memorizer of Quran)</w:t>
      </w:r>
      <w:bookmarkEnd w:id="268"/>
    </w:p>
    <w:p w:rsidR="00FE3B28" w:rsidRDefault="00EC54B6" w:rsidP="00EC54B6">
      <w:pPr>
        <w:pStyle w:val="libNormal"/>
      </w:pPr>
      <w:r>
        <w:t>Moula Ali (asws) in Khutba Bayan, “I am Hafiz al Quran (memorizer of Quran)”.</w:t>
      </w:r>
    </w:p>
    <w:p w:rsidR="00EC54B6" w:rsidRDefault="00EC54B6" w:rsidP="00175E59">
      <w:pPr>
        <w:pStyle w:val="Heading2Center"/>
      </w:pPr>
      <w:bookmarkStart w:id="269" w:name="_Toc442791388"/>
      <w:r>
        <w:t>38. Hafeef al Ary</w:t>
      </w:r>
      <w:bookmarkEnd w:id="269"/>
    </w:p>
    <w:p w:rsidR="00EC54B6" w:rsidRDefault="00EC54B6" w:rsidP="00EC54B6">
      <w:pPr>
        <w:pStyle w:val="libNormal"/>
      </w:pPr>
      <w:r>
        <w:t>Moula Ali (asws) in Khutba Bayan, “I am Hafeef al Ary”.</w:t>
      </w:r>
    </w:p>
    <w:p w:rsidR="00EC54B6" w:rsidRDefault="00EC54B6" w:rsidP="00175E59">
      <w:pPr>
        <w:pStyle w:val="Heading2Center"/>
      </w:pPr>
      <w:bookmarkStart w:id="270" w:name="_Toc442791389"/>
      <w:r>
        <w:t>39. Haider al Aslaa</w:t>
      </w:r>
      <w:bookmarkEnd w:id="270"/>
    </w:p>
    <w:p w:rsidR="00EC54B6" w:rsidRDefault="00EC54B6" w:rsidP="00EC54B6">
      <w:pPr>
        <w:pStyle w:val="libNormal"/>
      </w:pPr>
      <w:r>
        <w:t>Moula Ali (asws) in Khutba Bayan, “I am Haider al Aslaa”.</w:t>
      </w:r>
    </w:p>
    <w:p w:rsidR="00EC54B6" w:rsidRDefault="00EC54B6" w:rsidP="00175E59">
      <w:pPr>
        <w:pStyle w:val="Heading2Center"/>
      </w:pPr>
      <w:bookmarkStart w:id="271" w:name="_Toc442791390"/>
      <w:r>
        <w:t>40. Hamil al Lowaa (Standard Bearer)</w:t>
      </w:r>
      <w:bookmarkEnd w:id="271"/>
    </w:p>
    <w:p w:rsidR="00EC54B6" w:rsidRDefault="00EC54B6" w:rsidP="00EC54B6">
      <w:pPr>
        <w:pStyle w:val="libNormal"/>
      </w:pPr>
      <w:r>
        <w:t>Moula Ali (asws) in Khutba Bayan, “I am the standardbearer”.</w:t>
      </w:r>
    </w:p>
    <w:p w:rsidR="00EC54B6" w:rsidRDefault="00EC54B6" w:rsidP="00175E59">
      <w:pPr>
        <w:pStyle w:val="Heading2Center"/>
      </w:pPr>
      <w:bookmarkStart w:id="272" w:name="_Toc442791391"/>
      <w:r>
        <w:t>41. Hatimul Adayan (guide of religions)</w:t>
      </w:r>
      <w:bookmarkEnd w:id="272"/>
    </w:p>
    <w:p w:rsidR="00EC54B6" w:rsidRDefault="00EC54B6" w:rsidP="00EC54B6">
      <w:pPr>
        <w:pStyle w:val="libNormal"/>
      </w:pPr>
      <w:r>
        <w:t>Moula Ali (asws) in Khutba Bayan, “I am the guide of religions.”</w:t>
      </w:r>
    </w:p>
    <w:p w:rsidR="00EC54B6" w:rsidRDefault="00EC54B6" w:rsidP="00175E59">
      <w:pPr>
        <w:pStyle w:val="Heading2Center"/>
      </w:pPr>
      <w:bookmarkStart w:id="273" w:name="_Toc442791392"/>
      <w:r>
        <w:t>42. Haqeeqatul Adayan (reality of the religion)</w:t>
      </w:r>
      <w:bookmarkEnd w:id="273"/>
    </w:p>
    <w:p w:rsidR="00EC54B6" w:rsidRDefault="00EC54B6" w:rsidP="00EC54B6">
      <w:pPr>
        <w:pStyle w:val="libNormal"/>
      </w:pPr>
      <w:r>
        <w:t>Moula Ali (asws) in Khutba Bayan, “I am the reality of religion”.</w:t>
      </w:r>
    </w:p>
    <w:p w:rsidR="00EC54B6" w:rsidRDefault="00EC54B6" w:rsidP="00175E59">
      <w:pPr>
        <w:pStyle w:val="Heading2Center"/>
      </w:pPr>
      <w:bookmarkStart w:id="274" w:name="_Toc442791393"/>
      <w:r>
        <w:t>43. Haleelat al Makhalid</w:t>
      </w:r>
      <w:bookmarkEnd w:id="274"/>
    </w:p>
    <w:p w:rsidR="00EC54B6" w:rsidRDefault="00EC54B6" w:rsidP="00EC54B6">
      <w:pPr>
        <w:pStyle w:val="libNormal"/>
      </w:pPr>
      <w:r>
        <w:t>Moula Ali (asws) in Khutba Bayan, “I am Haleelat al Makhalid”.</w:t>
      </w:r>
    </w:p>
    <w:p w:rsidR="00EC54B6" w:rsidRDefault="00EC54B6" w:rsidP="00175E59">
      <w:pPr>
        <w:pStyle w:val="Heading2Center"/>
      </w:pPr>
      <w:bookmarkStart w:id="275" w:name="_Toc442791394"/>
      <w:r>
        <w:t>44. Hikmat ul Amoor (wisdom of all commandments)</w:t>
      </w:r>
      <w:bookmarkEnd w:id="275"/>
    </w:p>
    <w:p w:rsidR="00EC54B6" w:rsidRDefault="00EC54B6" w:rsidP="00EC54B6">
      <w:pPr>
        <w:pStyle w:val="libNormal"/>
      </w:pPr>
      <w:r>
        <w:t>Moula Ali (asws) in Khutba Bayan, “I am the wisdom of all commandments”.</w:t>
      </w:r>
    </w:p>
    <w:p w:rsidR="00EC54B6" w:rsidRDefault="00EC54B6" w:rsidP="00175E59">
      <w:pPr>
        <w:pStyle w:val="Heading2Center"/>
      </w:pPr>
      <w:bookmarkStart w:id="276" w:name="_Toc442791395"/>
      <w:r>
        <w:t>45. Hikmat ul Hikmat (Wisdom of wisdom)</w:t>
      </w:r>
      <w:bookmarkEnd w:id="276"/>
    </w:p>
    <w:p w:rsidR="00EC54B6" w:rsidRDefault="00EC54B6" w:rsidP="00EC54B6">
      <w:pPr>
        <w:pStyle w:val="libNormal"/>
      </w:pPr>
      <w:r>
        <w:t>Moula Ali (asws) in Khutba Bayan, “I am the wisdom of wisdom”.</w:t>
      </w:r>
    </w:p>
    <w:p w:rsidR="00EC54B6" w:rsidRDefault="00EC54B6" w:rsidP="00175E59">
      <w:pPr>
        <w:pStyle w:val="Heading2Center"/>
      </w:pPr>
      <w:bookmarkStart w:id="277" w:name="_Toc442791396"/>
      <w:r>
        <w:t>46. Hafaz al Tariqat</w:t>
      </w:r>
      <w:bookmarkEnd w:id="277"/>
    </w:p>
    <w:p w:rsidR="00EC54B6" w:rsidRDefault="00EC54B6" w:rsidP="00EC54B6">
      <w:pPr>
        <w:pStyle w:val="libNormal"/>
      </w:pPr>
      <w:r>
        <w:t>Moula Ali (asws) in Khutba Bayan, “I am Hafiz al Tariqat”.</w:t>
      </w:r>
    </w:p>
    <w:p w:rsidR="00EC54B6" w:rsidRDefault="00EC54B6" w:rsidP="00175E59">
      <w:pPr>
        <w:pStyle w:val="Heading2Center"/>
      </w:pPr>
      <w:bookmarkStart w:id="278" w:name="_Toc442791397"/>
      <w:r>
        <w:t>47. Hafiz al Ayat (memorizer of tablets)</w:t>
      </w:r>
      <w:bookmarkEnd w:id="278"/>
    </w:p>
    <w:p w:rsidR="00FE3B28" w:rsidRDefault="00EC54B6" w:rsidP="00EC54B6">
      <w:pPr>
        <w:pStyle w:val="libNormal"/>
      </w:pPr>
      <w:r>
        <w:t>Moula Ali (asws) in Khutba Bayan, “I am the memorizer of verses”.</w:t>
      </w:r>
    </w:p>
    <w:p w:rsidR="00EC54B6" w:rsidRDefault="00EC54B6" w:rsidP="00175E59">
      <w:pPr>
        <w:pStyle w:val="Heading2Center"/>
      </w:pPr>
      <w:bookmarkStart w:id="279" w:name="_Toc442791398"/>
      <w:r>
        <w:t>48. Hafiz al Alowah (Memorizer of Tablets)</w:t>
      </w:r>
      <w:bookmarkEnd w:id="279"/>
    </w:p>
    <w:p w:rsidR="00EC54B6" w:rsidRDefault="00EC54B6" w:rsidP="00EC54B6">
      <w:pPr>
        <w:pStyle w:val="libNormal"/>
      </w:pPr>
      <w:r>
        <w:t>Moula Ali (asws) in Khutba Bayan, “I am the memorizer of tablets.”</w:t>
      </w:r>
    </w:p>
    <w:p w:rsidR="00FE3B28" w:rsidRDefault="00EC54B6" w:rsidP="00EC54B6">
      <w:pPr>
        <w:pStyle w:val="libNormal"/>
      </w:pPr>
      <w:r>
        <w:t>*Al Hitta, wal Hijab, wal Haider, wal Hakim, wal Hamid, wal Hameed, wa</w:t>
      </w:r>
      <w:r w:rsidR="004D1165">
        <w:t xml:space="preserve">l </w:t>
      </w:r>
      <w:r>
        <w:t>Habir, wal Haqq, wal Habal, wal Husna, wal Hafiz, wal Haleem, wa</w:t>
      </w:r>
      <w:r w:rsidR="004D1165">
        <w:t xml:space="preserve">l </w:t>
      </w:r>
      <w:r>
        <w:t>Hakeem, wal Hamil Lowa al Hamd.</w:t>
      </w:r>
    </w:p>
    <w:p w:rsidR="00612EA4" w:rsidRDefault="00612EA4" w:rsidP="00612EA4">
      <w:pPr>
        <w:pStyle w:val="libNormal"/>
      </w:pPr>
      <w:r>
        <w:br w:type="page"/>
      </w:r>
    </w:p>
    <w:p w:rsidR="00612EA4" w:rsidRDefault="00612EA4" w:rsidP="00AE7A6E">
      <w:pPr>
        <w:pStyle w:val="Heading1Center"/>
      </w:pPr>
      <w:bookmarkStart w:id="280" w:name="_Toc442791399"/>
      <w:r>
        <w:lastRenderedPageBreak/>
        <w:t xml:space="preserve">Kha </w:t>
      </w:r>
      <w:r>
        <w:rPr>
          <w:rtl/>
        </w:rPr>
        <w:t>خ</w:t>
      </w:r>
      <w:bookmarkEnd w:id="280"/>
    </w:p>
    <w:p w:rsidR="00EC54B6" w:rsidRDefault="00EC54B6" w:rsidP="00175E59">
      <w:pPr>
        <w:pStyle w:val="Heading2Center"/>
      </w:pPr>
      <w:bookmarkStart w:id="281" w:name="_Toc442791400"/>
      <w:r>
        <w:t>1. Khairul Barit (Best Creation)</w:t>
      </w:r>
      <w:bookmarkEnd w:id="281"/>
    </w:p>
    <w:p w:rsidR="00EC54B6" w:rsidRDefault="00EC54B6" w:rsidP="00EC54B6">
      <w:pPr>
        <w:pStyle w:val="libNormal"/>
      </w:pPr>
      <w:r>
        <w:t>Hussain bin Saeed narrates from Maaz regarding this ayah, “As for those who believe an</w:t>
      </w:r>
      <w:r w:rsidR="004D1165">
        <w:t xml:space="preserve">d </w:t>
      </w:r>
      <w:r>
        <w:t>do good surely they are the best of creation” (98:7) was revealed for Ameerul Mominee</w:t>
      </w:r>
      <w:r w:rsidR="004D1165">
        <w:t xml:space="preserve">n </w:t>
      </w:r>
      <w:r>
        <w:t>(asws).</w:t>
      </w:r>
    </w:p>
    <w:p w:rsidR="00EC54B6" w:rsidRDefault="00EC54B6" w:rsidP="00CE7E0F">
      <w:pPr>
        <w:pStyle w:val="libItalic"/>
      </w:pPr>
      <w:r>
        <w:t>(Tafseer e Furat pg 218)</w:t>
      </w:r>
    </w:p>
    <w:p w:rsidR="00EC54B6" w:rsidRDefault="00EC54B6" w:rsidP="00175E59">
      <w:pPr>
        <w:pStyle w:val="Heading2Center"/>
      </w:pPr>
      <w:bookmarkStart w:id="282" w:name="_Toc442791401"/>
      <w:r>
        <w:t>2. Khairul Ummat (Best of the ummah)</w:t>
      </w:r>
      <w:bookmarkEnd w:id="282"/>
    </w:p>
    <w:p w:rsidR="00EC54B6" w:rsidRDefault="00852C05" w:rsidP="00EC54B6">
      <w:pPr>
        <w:pStyle w:val="libNormal"/>
      </w:pPr>
      <w:r>
        <w:t xml:space="preserve">Abu Huraira </w:t>
      </w:r>
      <w:r w:rsidR="00EC54B6">
        <w:t>narrates RasoolAllah (saw) said, ‘Ali (asws), Fatima (sa), Hasan (as) an</w:t>
      </w:r>
      <w:r w:rsidR="004D1165">
        <w:t xml:space="preserve">d </w:t>
      </w:r>
      <w:r w:rsidR="00EC54B6">
        <w:t>Hussain (as) are the best of the ummah after Me. May the curse of Allah be upon those wh</w:t>
      </w:r>
      <w:r w:rsidR="004D1165">
        <w:t xml:space="preserve">o </w:t>
      </w:r>
      <w:r w:rsidR="00EC54B6">
        <w:t>deny this.”</w:t>
      </w:r>
    </w:p>
    <w:p w:rsidR="00EC54B6" w:rsidRDefault="00EC54B6" w:rsidP="0080330A">
      <w:pPr>
        <w:pStyle w:val="libItalic"/>
      </w:pPr>
      <w:r>
        <w:t>(Maya al Munqaba pg 39)</w:t>
      </w:r>
    </w:p>
    <w:p w:rsidR="00EC54B6" w:rsidRDefault="00EC54B6" w:rsidP="00175E59">
      <w:pPr>
        <w:pStyle w:val="Heading2Center"/>
      </w:pPr>
      <w:bookmarkStart w:id="283" w:name="_Toc442791402"/>
      <w:r>
        <w:t>3. Khairul Bashir (Best of men)</w:t>
      </w:r>
      <w:bookmarkEnd w:id="283"/>
    </w:p>
    <w:p w:rsidR="00EC54B6" w:rsidRDefault="00EC54B6" w:rsidP="00EC54B6">
      <w:pPr>
        <w:pStyle w:val="libNormal"/>
      </w:pPr>
      <w:r>
        <w:t>Uthman bin Zubair Al Maliki narrates “I saw Jabir walking in the streets of Ansar with th</w:t>
      </w:r>
      <w:r w:rsidR="004D1165">
        <w:t xml:space="preserve">e </w:t>
      </w:r>
      <w:r>
        <w:t>aid of a walking stick. He was saying “Ali (asws) is the best of men. One who denies this ha</w:t>
      </w:r>
      <w:r w:rsidR="004D1165">
        <w:t xml:space="preserve">s </w:t>
      </w:r>
      <w:r>
        <w:t>commited kufr. O’Ansars! Raise your children with the love of Ali (asws). The one wh</w:t>
      </w:r>
      <w:r w:rsidR="004D1165">
        <w:t xml:space="preserve">o </w:t>
      </w:r>
      <w:r>
        <w:t>denies you should look at his mother (meaning he is illegitimate).” Moula Ali (asws) sai</w:t>
      </w:r>
      <w:r w:rsidR="004D1165">
        <w:t xml:space="preserve">d </w:t>
      </w:r>
      <w:r>
        <w:t>that RasoolAllah (saw) said, “O’Ali (asws)! You are the best of men. Only a kafir will den</w:t>
      </w:r>
      <w:r w:rsidR="004D1165">
        <w:t xml:space="preserve">y </w:t>
      </w:r>
      <w:r>
        <w:t>this!”</w:t>
      </w:r>
    </w:p>
    <w:p w:rsidR="00EC54B6" w:rsidRDefault="00EC54B6" w:rsidP="00CE7E0F">
      <w:pPr>
        <w:pStyle w:val="libItalic"/>
      </w:pPr>
      <w:r>
        <w:t>(Amali Sudooq pg 69 and Ilal ul Sharie pg 142)</w:t>
      </w:r>
    </w:p>
    <w:p w:rsidR="00EC54B6" w:rsidRDefault="00EC54B6" w:rsidP="00EC54B6">
      <w:pPr>
        <w:pStyle w:val="libNormal"/>
      </w:pPr>
      <w:r>
        <w:t>Huzaifa Yamani narrates RasoolAllah (saw) said, “Ali (asws) is the best of men. One wh</w:t>
      </w:r>
      <w:r w:rsidR="004D1165">
        <w:t xml:space="preserve">o </w:t>
      </w:r>
      <w:r>
        <w:t>denies has commited kufr”.</w:t>
      </w:r>
    </w:p>
    <w:p w:rsidR="00FE3B28" w:rsidRDefault="00EC54B6" w:rsidP="009D029C">
      <w:pPr>
        <w:pStyle w:val="libItalic"/>
      </w:pPr>
      <w:r>
        <w:t>(Biharul Anwar 38th Vol pg 6)</w:t>
      </w:r>
    </w:p>
    <w:p w:rsidR="00EC54B6" w:rsidRDefault="00EC54B6" w:rsidP="00175E59">
      <w:pPr>
        <w:pStyle w:val="Heading2Center"/>
      </w:pPr>
      <w:bookmarkStart w:id="284" w:name="_Toc442791403"/>
      <w:r>
        <w:t>4. Khairatullah (Chosen by Allah)</w:t>
      </w:r>
      <w:bookmarkEnd w:id="284"/>
    </w:p>
    <w:p w:rsidR="00EC54B6" w:rsidRDefault="00EC54B6" w:rsidP="00EC54B6">
      <w:pPr>
        <w:pStyle w:val="libNormal"/>
      </w:pPr>
      <w:r>
        <w:t>Moula Ali (asws) narrates RasoolAllah (saw) said, “Allah looked upon the earth and chos</w:t>
      </w:r>
      <w:r w:rsidR="004D1165">
        <w:t xml:space="preserve">e </w:t>
      </w:r>
      <w:r>
        <w:t>Me. Second time He looked and chose You after Me for the guidance of My ummah. After U</w:t>
      </w:r>
      <w:r w:rsidR="004D1165">
        <w:t xml:space="preserve">s, </w:t>
      </w:r>
      <w:r>
        <w:t>there will be no other like Us.”</w:t>
      </w:r>
    </w:p>
    <w:p w:rsidR="00EC54B6" w:rsidRDefault="00EC54B6" w:rsidP="0080330A">
      <w:pPr>
        <w:pStyle w:val="libItalic"/>
      </w:pPr>
      <w:r>
        <w:t>(Ayun ul Akbar al Reza (as) Second Vol pg 67)</w:t>
      </w:r>
    </w:p>
    <w:p w:rsidR="00EC54B6" w:rsidRDefault="00EC54B6" w:rsidP="00175E59">
      <w:pPr>
        <w:pStyle w:val="Heading2Center"/>
      </w:pPr>
      <w:bookmarkStart w:id="285" w:name="_Toc442791404"/>
      <w:r>
        <w:t>5. Kharisiya</w:t>
      </w:r>
      <w:bookmarkEnd w:id="285"/>
    </w:p>
    <w:p w:rsidR="00EC54B6" w:rsidRDefault="00EC54B6" w:rsidP="00EC54B6">
      <w:pPr>
        <w:pStyle w:val="libNormal"/>
      </w:pPr>
      <w:r>
        <w:t>In the Scriptures of Ibrahim (as) Moula (asws)’s name is Kharisiya.</w:t>
      </w:r>
    </w:p>
    <w:p w:rsidR="00EC54B6" w:rsidRDefault="00EC54B6" w:rsidP="00C23B6A">
      <w:pPr>
        <w:pStyle w:val="libItalic"/>
      </w:pPr>
      <w:r>
        <w:t>(Maani ul Akbar)</w:t>
      </w:r>
    </w:p>
    <w:p w:rsidR="00EC54B6" w:rsidRDefault="00EC54B6" w:rsidP="00175E59">
      <w:pPr>
        <w:pStyle w:val="Heading2Center"/>
      </w:pPr>
      <w:bookmarkStart w:id="286" w:name="_Toc442791405"/>
      <w:r>
        <w:t>6. Khairul Wasieen (Best of the Successors)</w:t>
      </w:r>
      <w:bookmarkEnd w:id="286"/>
    </w:p>
    <w:p w:rsidR="00EC54B6" w:rsidRDefault="00EC54B6" w:rsidP="00EC54B6">
      <w:pPr>
        <w:pStyle w:val="libNormal"/>
      </w:pPr>
      <w:r>
        <w:t>RasoolAllah (saw) said, “O’people! Verily, Ali (asws) is Caliph of Allah after Me. Verily, He i</w:t>
      </w:r>
      <w:r w:rsidR="004D1165">
        <w:t xml:space="preserve">s </w:t>
      </w:r>
      <w:r>
        <w:t>Ameerul Momineen (asws) and best of the successors. One who abandons Him ha</w:t>
      </w:r>
      <w:r w:rsidR="004D1165">
        <w:t xml:space="preserve">s </w:t>
      </w:r>
      <w:r>
        <w:t>abandoned Me. One who oppresses Him has oppressed Me. One who tries to overcome Hi</w:t>
      </w:r>
      <w:r w:rsidR="004D1165">
        <w:t xml:space="preserve">m </w:t>
      </w:r>
      <w:r>
        <w:t>has tried to overcome Me. One who is disloyal to Him is disloyal to Me. One who hates Hi</w:t>
      </w:r>
      <w:r w:rsidR="004D1165">
        <w:t xml:space="preserve">m </w:t>
      </w:r>
      <w:r>
        <w:t>hates Me. One who loves Him loves Me because He is My brother and My successor. Al</w:t>
      </w:r>
      <w:r w:rsidR="004D1165">
        <w:t xml:space="preserve">i </w:t>
      </w:r>
      <w:r>
        <w:t>(asws) and I were created from the same Noor.”</w:t>
      </w:r>
    </w:p>
    <w:p w:rsidR="00EC54B6" w:rsidRDefault="00EC54B6" w:rsidP="0080330A">
      <w:pPr>
        <w:pStyle w:val="libItalic"/>
      </w:pPr>
      <w:r>
        <w:t>(Ayun al Akbar al Reza (as) Second Vol pg 13)</w:t>
      </w:r>
    </w:p>
    <w:p w:rsidR="00EC54B6" w:rsidRDefault="00EC54B6" w:rsidP="00175E59">
      <w:pPr>
        <w:pStyle w:val="Heading2Center"/>
      </w:pPr>
      <w:bookmarkStart w:id="287" w:name="_Toc442791406"/>
      <w:r>
        <w:t>7. Khaleel Allah (Friend of Allah)</w:t>
      </w:r>
      <w:bookmarkEnd w:id="287"/>
    </w:p>
    <w:p w:rsidR="00FE3B28" w:rsidRDefault="00EC54B6" w:rsidP="00EC54B6">
      <w:pPr>
        <w:pStyle w:val="libNormal"/>
      </w:pPr>
      <w:r>
        <w:t>Imam Muhammad Baqir (as) narrates from His Father and His Grandfather, Imam Hussai</w:t>
      </w:r>
      <w:r w:rsidR="004D1165">
        <w:t xml:space="preserve">n </w:t>
      </w:r>
      <w:r>
        <w:t xml:space="preserve">(as) bin Ali (as) that RasoolAllah (saw) said, </w:t>
      </w:r>
      <w:r>
        <w:lastRenderedPageBreak/>
        <w:t>“Ali (asws) ibn Abi Talib (as) is Mine an</w:t>
      </w:r>
      <w:r w:rsidR="004D1165">
        <w:t xml:space="preserve">d </w:t>
      </w:r>
      <w:r>
        <w:t>Allah’s caliph, the friend of Allah as well as Mine, Beloved of Allah as well as My belove</w:t>
      </w:r>
      <w:r w:rsidR="004D1165">
        <w:t xml:space="preserve">d, </w:t>
      </w:r>
      <w:r>
        <w:t>and sword of Allah as well as Mine. He is My brother, My friend, and My successor. One wh</w:t>
      </w:r>
      <w:r w:rsidR="004D1165">
        <w:t xml:space="preserve">o </w:t>
      </w:r>
      <w:r>
        <w:t>loves Him love Me. One who is envious with Him is envious with Me. His friend is My frien</w:t>
      </w:r>
      <w:r w:rsidR="004D1165">
        <w:t xml:space="preserve">d </w:t>
      </w:r>
      <w:r>
        <w:t>and His enemy is My enemy. His Wife (sa) is My Daughter (sa) and His Sons (as) are M</w:t>
      </w:r>
      <w:r w:rsidR="004D1165">
        <w:t xml:space="preserve">y </w:t>
      </w:r>
      <w:r>
        <w:t>Sons (as). His war is My war. His words are My words. His order is My order. Ali (asws) i</w:t>
      </w:r>
      <w:r w:rsidR="004D1165">
        <w:t xml:space="preserve">s </w:t>
      </w:r>
      <w:r>
        <w:t>the Master of Successors and Best of My ummah.”</w:t>
      </w:r>
    </w:p>
    <w:p w:rsidR="00EC54B6" w:rsidRDefault="00EC54B6" w:rsidP="009D029C">
      <w:pPr>
        <w:pStyle w:val="libItalic"/>
      </w:pPr>
      <w:r>
        <w:t>(Maya Munqaba pg 9)</w:t>
      </w:r>
    </w:p>
    <w:p w:rsidR="00EC54B6" w:rsidRDefault="00EC54B6" w:rsidP="00175E59">
      <w:pPr>
        <w:pStyle w:val="Heading2Center"/>
      </w:pPr>
      <w:bookmarkStart w:id="288" w:name="_Toc442791407"/>
      <w:r>
        <w:t>8. Khairul Nas (Best among the people)</w:t>
      </w:r>
      <w:bookmarkEnd w:id="288"/>
    </w:p>
    <w:p w:rsidR="00EC54B6" w:rsidRDefault="00EC54B6" w:rsidP="00EC54B6">
      <w:pPr>
        <w:pStyle w:val="libNormal"/>
      </w:pPr>
      <w:r>
        <w:t>Imam Abu Jafar Muhammad (as) bin Ali (as) al Baqir (as) narrates “I heard Jabir bi</w:t>
      </w:r>
      <w:r w:rsidR="004D1165">
        <w:t xml:space="preserve">n </w:t>
      </w:r>
      <w:r>
        <w:t>Abdullah Ansari saying, “One day RasoolAllah (saw) was at the place of Umm Ibrahim (as).</w:t>
      </w:r>
    </w:p>
    <w:p w:rsidR="00EC54B6" w:rsidRDefault="00EC54B6" w:rsidP="00EC54B6">
      <w:pPr>
        <w:pStyle w:val="libNormal"/>
      </w:pPr>
      <w:r>
        <w:t>His companions were also with Him. When Ali (asws) ibn Abi Talib (as) came, RasoolAlla</w:t>
      </w:r>
      <w:r w:rsidR="004D1165">
        <w:t xml:space="preserve">h </w:t>
      </w:r>
      <w:r>
        <w:t>(saw) looked upon Him and said, “O’ people! The best person after Me has arrived in you</w:t>
      </w:r>
      <w:r w:rsidR="004D1165">
        <w:t xml:space="preserve">r </w:t>
      </w:r>
      <w:r>
        <w:t>midst. Ali (asws) is your Moula. Obedience of Him is wajib (compulsory) the same wa</w:t>
      </w:r>
      <w:r w:rsidR="004D1165">
        <w:t xml:space="preserve">y </w:t>
      </w:r>
      <w:r>
        <w:t>obedience to Me is wajib upon you. Disobeying His is haram (forbidden) the wa</w:t>
      </w:r>
      <w:r w:rsidR="004D1165">
        <w:t xml:space="preserve">y </w:t>
      </w:r>
      <w:r>
        <w:t>disobeying Me is haram. O’ people! I am the city of wisdom and Ali (asws) is its key. No on</w:t>
      </w:r>
      <w:r w:rsidR="004D1165">
        <w:t xml:space="preserve">e </w:t>
      </w:r>
      <w:r>
        <w:t>can enter into the house without a key. The one who hates Ali (asws) but says he loves M</w:t>
      </w:r>
      <w:r w:rsidR="004D1165">
        <w:t xml:space="preserve">e </w:t>
      </w:r>
      <w:r>
        <w:t>has lied.”</w:t>
      </w:r>
    </w:p>
    <w:p w:rsidR="00EC54B6" w:rsidRDefault="00EC54B6" w:rsidP="00CE7E0F">
      <w:pPr>
        <w:pStyle w:val="libItalic"/>
      </w:pPr>
      <w:r>
        <w:t>(Biharul Anwar 38th Vol pg 102)</w:t>
      </w:r>
    </w:p>
    <w:p w:rsidR="00EC54B6" w:rsidRDefault="00EC54B6" w:rsidP="00175E59">
      <w:pPr>
        <w:pStyle w:val="Heading2Center"/>
      </w:pPr>
      <w:bookmarkStart w:id="289" w:name="_Toc442791408"/>
      <w:r>
        <w:t>9. Khairul Awaliya (Best Wali)</w:t>
      </w:r>
      <w:bookmarkEnd w:id="289"/>
    </w:p>
    <w:p w:rsidR="00EC54B6" w:rsidRDefault="00EC54B6" w:rsidP="00EC54B6">
      <w:pPr>
        <w:pStyle w:val="libNormal"/>
      </w:pPr>
      <w:r>
        <w:t>Abu Ayyub Ansari narrates RasoolAllah (saw) said, ‘On the night of Miraj when I ascende</w:t>
      </w:r>
      <w:r w:rsidR="004D1165">
        <w:t xml:space="preserve">d </w:t>
      </w:r>
      <w:r>
        <w:t>to the heavens and reached Sidrat ul Muntaha, I heard the wind singing a song. I aske</w:t>
      </w:r>
      <w:r w:rsidR="004D1165">
        <w:t xml:space="preserve">d </w:t>
      </w:r>
      <w:r>
        <w:t>Jibrael (as), “What is this?” He replied, “This is Sidrat ul Muntaha who is a lover of You</w:t>
      </w:r>
      <w:r w:rsidR="004D1165">
        <w:t xml:space="preserve">r </w:t>
      </w:r>
      <w:r>
        <w:t>Cousin Ali (asws) ibn Abi Talib (as).” When it looked upon RasoolAllah (saw), a crier coul</w:t>
      </w:r>
      <w:r w:rsidR="004D1165">
        <w:t xml:space="preserve">d </w:t>
      </w:r>
      <w:r>
        <w:t>be heard saying these words from his Lord, “Muhammad (saw) is the best prophet an</w:t>
      </w:r>
      <w:r w:rsidR="004D1165">
        <w:t xml:space="preserve">d </w:t>
      </w:r>
      <w:r>
        <w:t>Ameerul Momineen Ali (asws) is the best wali. Those who have marifat of His Wilayat ar</w:t>
      </w:r>
      <w:r w:rsidR="004D1165">
        <w:t xml:space="preserve">e </w:t>
      </w:r>
      <w:r>
        <w:t>the best creation. Their Lord will reward them with jannah that will filled with flowin</w:t>
      </w:r>
      <w:r w:rsidR="004D1165">
        <w:t xml:space="preserve">g </w:t>
      </w:r>
      <w:r>
        <w:t>rivers, and they will remain there for eternity. Allah is pleased with Ali (asws) and His Ahlu</w:t>
      </w:r>
      <w:r w:rsidR="004D1165">
        <w:t xml:space="preserve">l </w:t>
      </w:r>
      <w:r>
        <w:t>Bayt (as). They are Noor of Allah and associated with His mercy. They are the closest t</w:t>
      </w:r>
      <w:r w:rsidR="004D1165">
        <w:t xml:space="preserve">o </w:t>
      </w:r>
      <w:r>
        <w:t>Allah. Tuba is for Them. On the day of judgment, the entire creation will see Their statu</w:t>
      </w:r>
      <w:r w:rsidR="004D1165">
        <w:t xml:space="preserve">s </w:t>
      </w:r>
      <w:r>
        <w:t>with Allah.”</w:t>
      </w:r>
    </w:p>
    <w:p w:rsidR="00EC54B6" w:rsidRDefault="00EC54B6" w:rsidP="00CE7E0F">
      <w:pPr>
        <w:pStyle w:val="libItalic"/>
      </w:pPr>
      <w:r>
        <w:t>(Tafseer e Furat pg 219)</w:t>
      </w:r>
    </w:p>
    <w:p w:rsidR="00FE3B28" w:rsidRDefault="00EC54B6" w:rsidP="00175E59">
      <w:pPr>
        <w:pStyle w:val="Heading2Center"/>
      </w:pPr>
      <w:bookmarkStart w:id="290" w:name="_Toc442791409"/>
      <w:r>
        <w:t>10. Khalifatul Allah (Caliph of Allah)</w:t>
      </w:r>
      <w:bookmarkEnd w:id="290"/>
    </w:p>
    <w:p w:rsidR="00EC54B6" w:rsidRDefault="00EC54B6" w:rsidP="00EC54B6">
      <w:pPr>
        <w:pStyle w:val="libNormal"/>
      </w:pPr>
      <w:r>
        <w:t xml:space="preserve">Abu Abdullah Jafar (as) bin Muhammad (as) al Sadiq narrates “On the day of judgment, </w:t>
      </w:r>
      <w:r w:rsidR="004D1165">
        <w:t xml:space="preserve">a </w:t>
      </w:r>
      <w:r>
        <w:t>crier will be heard from the Arsh saying, “Where is the Caliph of Allah upon the earth?”</w:t>
      </w:r>
    </w:p>
    <w:p w:rsidR="00EC54B6" w:rsidRDefault="00EC54B6" w:rsidP="00EC54B6">
      <w:pPr>
        <w:pStyle w:val="libNormal"/>
      </w:pPr>
      <w:r>
        <w:t>Prophet Dawood (as) will stand. Then the voice will come, “We do not mean You eve</w:t>
      </w:r>
      <w:r w:rsidR="004D1165">
        <w:t xml:space="preserve">n </w:t>
      </w:r>
      <w:r>
        <w:t>though You were a caliph of Allah”. Again the voice will ask, “Where is the Caliph of Allah?”</w:t>
      </w:r>
    </w:p>
    <w:p w:rsidR="00EC54B6" w:rsidRDefault="00EC54B6" w:rsidP="00EC54B6">
      <w:pPr>
        <w:pStyle w:val="libNormal"/>
      </w:pPr>
      <w:r>
        <w:t>Then Ameerul Momineen (asws) will stand up and the voice of Allah will come, “O’ M</w:t>
      </w:r>
      <w:r w:rsidR="004D1165">
        <w:t xml:space="preserve">y </w:t>
      </w:r>
      <w:r>
        <w:t xml:space="preserve">creation! This is Ali (asws) ibn Abi Talib (as). He is My </w:t>
      </w:r>
      <w:r>
        <w:lastRenderedPageBreak/>
        <w:t>caliph on the earth and My Hujja</w:t>
      </w:r>
      <w:r w:rsidR="004D1165">
        <w:t xml:space="preserve">t </w:t>
      </w:r>
      <w:r>
        <w:t>(proof) upon My creation. One who was associated with His love in the world will b</w:t>
      </w:r>
      <w:r w:rsidR="004D1165">
        <w:t xml:space="preserve">e </w:t>
      </w:r>
      <w:r>
        <w:t>associated with His love today and will go into jannah.” Then Imam (as) said, ‘The peopl</w:t>
      </w:r>
      <w:r w:rsidR="004D1165">
        <w:t xml:space="preserve">e </w:t>
      </w:r>
      <w:r>
        <w:t>who were associated with the love of Ameerul Momineen (asws) will stand up. Moula Al</w:t>
      </w:r>
      <w:r w:rsidR="004D1165">
        <w:t xml:space="preserve">i </w:t>
      </w:r>
      <w:r>
        <w:t>(asws) will take them towards jannah. Then a voice of Allah will be heard saying, “O’ peopl</w:t>
      </w:r>
      <w:r w:rsidR="004D1165">
        <w:t xml:space="preserve">e </w:t>
      </w:r>
      <w:r>
        <w:t>who followed Ali (asws) in the world, now follow Him towards jannah!”</w:t>
      </w:r>
    </w:p>
    <w:p w:rsidR="00EC54B6" w:rsidRDefault="00EC54B6" w:rsidP="00EC54B6">
      <w:pPr>
        <w:pStyle w:val="libNormal"/>
      </w:pPr>
      <w:r>
        <w:t>“When those who were followed shall renounce those who followed them and they se</w:t>
      </w:r>
      <w:r w:rsidR="004D1165">
        <w:t xml:space="preserve">e </w:t>
      </w:r>
      <w:r>
        <w:t>the chastisement and their ties are cut asunder. And those who followed shall say: Ha</w:t>
      </w:r>
      <w:r w:rsidR="004D1165">
        <w:t xml:space="preserve">d </w:t>
      </w:r>
      <w:r>
        <w:t>there been for us a return, then we would renounce them as they have renounced us.</w:t>
      </w:r>
    </w:p>
    <w:p w:rsidR="00EC54B6" w:rsidRDefault="00EC54B6" w:rsidP="00EC54B6">
      <w:pPr>
        <w:pStyle w:val="libNormal"/>
      </w:pPr>
      <w:r>
        <w:t>Thus will Allah show them their deeds to be an anguish for them and they will no</w:t>
      </w:r>
      <w:r w:rsidR="004D1165">
        <w:t xml:space="preserve">t </w:t>
      </w:r>
      <w:r>
        <w:t>emerge from the Fire”. (2:166-167)</w:t>
      </w:r>
    </w:p>
    <w:p w:rsidR="00EC54B6" w:rsidRDefault="00EC54B6" w:rsidP="0080330A">
      <w:pPr>
        <w:pStyle w:val="libItalic"/>
      </w:pPr>
      <w:r>
        <w:t>(Amali al Tulsi First Vol pg 97)</w:t>
      </w:r>
    </w:p>
    <w:p w:rsidR="00EC54B6" w:rsidRDefault="00EC54B6" w:rsidP="00175E59">
      <w:pPr>
        <w:pStyle w:val="Heading2Center"/>
      </w:pPr>
      <w:bookmarkStart w:id="291" w:name="_Toc442791410"/>
      <w:r>
        <w:t>11. Khair min Khalf al Nabi (Best Inheritance of RasoolAllah saw)</w:t>
      </w:r>
      <w:bookmarkEnd w:id="291"/>
    </w:p>
    <w:p w:rsidR="00EC54B6" w:rsidRDefault="00EC54B6" w:rsidP="00EC54B6">
      <w:pPr>
        <w:pStyle w:val="libNormal"/>
      </w:pPr>
      <w:r>
        <w:t>I heard Ans bin Malik saying he heard from Salman Farsi (as) that RasoolAllah (saw) sai</w:t>
      </w:r>
      <w:r w:rsidR="004D1165">
        <w:t xml:space="preserve">d, </w:t>
      </w:r>
      <w:r>
        <w:t xml:space="preserve">“Verily, My Brother, My Successor, and My Best inheritance is Ali (asws) ibn Abi Talib </w:t>
      </w:r>
      <w:r w:rsidR="0066696E">
        <w:t xml:space="preserve">(as) </w:t>
      </w:r>
      <w:r>
        <w:t>whom I left after Me.”</w:t>
      </w:r>
    </w:p>
    <w:p w:rsidR="00EC54B6" w:rsidRDefault="00EC54B6" w:rsidP="009D029C">
      <w:pPr>
        <w:pStyle w:val="libItalic"/>
      </w:pPr>
      <w:r>
        <w:t>(Biharul Anwar 14th Vol pg 6)</w:t>
      </w:r>
    </w:p>
    <w:p w:rsidR="00EC54B6" w:rsidRDefault="00EC54B6" w:rsidP="00175E59">
      <w:pPr>
        <w:pStyle w:val="Heading2Center"/>
      </w:pPr>
      <w:bookmarkStart w:id="292" w:name="_Toc442791411"/>
      <w:r>
        <w:t>12. Khalifatul Muhammad (saw) (Caliph of Muhammad saw)</w:t>
      </w:r>
      <w:bookmarkEnd w:id="292"/>
    </w:p>
    <w:p w:rsidR="00EC54B6" w:rsidRDefault="00852C05" w:rsidP="00EC54B6">
      <w:pPr>
        <w:pStyle w:val="libNormal"/>
      </w:pPr>
      <w:r>
        <w:t>Abdullah bin umar</w:t>
      </w:r>
      <w:r w:rsidR="00EC54B6">
        <w:t xml:space="preserve"> narrates RasoolAllah (saw) said to Ali (asws), “O’ Ali (asws)! On th</w:t>
      </w:r>
      <w:r w:rsidR="004D1165">
        <w:t xml:space="preserve">e </w:t>
      </w:r>
      <w:r w:rsidR="00EC54B6">
        <w:t>day of judgment, a noor will come to You and upon Your head will be a crown whose ligh</w:t>
      </w:r>
      <w:r w:rsidR="004D1165">
        <w:t xml:space="preserve">t </w:t>
      </w:r>
      <w:r w:rsidR="00EC54B6">
        <w:t>will be seen shining in every corner. People will feel as if they will become blind from th</w:t>
      </w:r>
      <w:r w:rsidR="004D1165">
        <w:t xml:space="preserve">e </w:t>
      </w:r>
      <w:r w:rsidR="00EC54B6">
        <w:t>brightness of this light. The voice of Allah will be heard saying, “Where is the caliph o</w:t>
      </w:r>
      <w:r w:rsidR="004D1165">
        <w:t xml:space="preserve">f </w:t>
      </w:r>
      <w:r w:rsidR="00EC54B6">
        <w:t>Muhammad (saw)?” You will say, “I am here”. A crier will announce, “O’Ali (asws)! Tak</w:t>
      </w:r>
      <w:r w:rsidR="004D1165">
        <w:t xml:space="preserve">e </w:t>
      </w:r>
      <w:r w:rsidR="00EC54B6">
        <w:t>those who have loved You into jannah and send those who were Your enemies into hell.</w:t>
      </w:r>
    </w:p>
    <w:p w:rsidR="00EC54B6" w:rsidRDefault="00EC54B6" w:rsidP="00EC54B6">
      <w:pPr>
        <w:pStyle w:val="libNormal"/>
      </w:pPr>
      <w:r>
        <w:t>You are the distributor of heaven and hell.”</w:t>
      </w:r>
    </w:p>
    <w:p w:rsidR="00EC54B6" w:rsidRDefault="00EC54B6" w:rsidP="00CE7E0F">
      <w:pPr>
        <w:pStyle w:val="libItalic"/>
      </w:pPr>
      <w:r>
        <w:t>(Biharul Anwar 7th Vol pg 232)</w:t>
      </w:r>
    </w:p>
    <w:p w:rsidR="00EC54B6" w:rsidRDefault="00EC54B6" w:rsidP="00175E59">
      <w:pPr>
        <w:pStyle w:val="Heading2Center"/>
      </w:pPr>
      <w:bookmarkStart w:id="293" w:name="_Toc442791412"/>
      <w:r>
        <w:t>13. Khatim al Wasieen (Seal of Successors)</w:t>
      </w:r>
      <w:bookmarkEnd w:id="293"/>
    </w:p>
    <w:p w:rsidR="00EC54B6" w:rsidRDefault="00EC54B6" w:rsidP="00EC54B6">
      <w:pPr>
        <w:pStyle w:val="libNormal"/>
      </w:pPr>
      <w:r>
        <w:t>RasoolAllah (saw) said, “I am the Seal of Prophets and Ali (asws) is the Seal of Successors”.</w:t>
      </w:r>
    </w:p>
    <w:p w:rsidR="00EC54B6" w:rsidRDefault="00EC54B6" w:rsidP="0080330A">
      <w:pPr>
        <w:pStyle w:val="libItalic"/>
      </w:pPr>
      <w:r>
        <w:t>(Ayun al Akbar al Reza (as) First Vol pg 74)</w:t>
      </w:r>
    </w:p>
    <w:p w:rsidR="00C23B6A" w:rsidRDefault="00EC54B6" w:rsidP="00C23B6A">
      <w:pPr>
        <w:pStyle w:val="Heading2Center"/>
      </w:pPr>
      <w:bookmarkStart w:id="294" w:name="_Toc442791413"/>
      <w:r>
        <w:t>14. Khazan Sar RasoolAllah (saw) (Trustee of the Secrets of</w:t>
      </w:r>
      <w:r w:rsidR="00C23B6A">
        <w:t xml:space="preserve"> </w:t>
      </w:r>
      <w:r>
        <w:t>RasoolAllah (saw)</w:t>
      </w:r>
      <w:bookmarkEnd w:id="294"/>
    </w:p>
    <w:p w:rsidR="00EC54B6" w:rsidRDefault="00EC54B6" w:rsidP="00C23B6A">
      <w:pPr>
        <w:pStyle w:val="libNormal"/>
      </w:pPr>
      <w:r>
        <w:t>Muhammad bin Mashkoor narrates “I heard Abu Amama saying, “We never doubte</w:t>
      </w:r>
      <w:r w:rsidR="004D1165">
        <w:t xml:space="preserve">d </w:t>
      </w:r>
      <w:r>
        <w:t>whenever Ali (asws) said anything because we heard RasoolAllah (saw) say, “Ali (asws) i</w:t>
      </w:r>
      <w:r w:rsidR="004D1165">
        <w:t xml:space="preserve">s </w:t>
      </w:r>
      <w:r>
        <w:t>the trustee of My secrets after Me”.</w:t>
      </w:r>
    </w:p>
    <w:p w:rsidR="00EC54B6" w:rsidRDefault="00EC54B6" w:rsidP="00CE7E0F">
      <w:pPr>
        <w:pStyle w:val="libItalic"/>
      </w:pPr>
      <w:r>
        <w:t>(Biharul Anwar 40th Vol pg 184)</w:t>
      </w:r>
    </w:p>
    <w:p w:rsidR="00EC54B6" w:rsidRDefault="00EC54B6" w:rsidP="00175E59">
      <w:pPr>
        <w:pStyle w:val="Heading2Center"/>
      </w:pPr>
      <w:bookmarkStart w:id="295" w:name="_Toc442791414"/>
      <w:r>
        <w:t>15. Khasaf al Naal (Mender of Shoe)</w:t>
      </w:r>
      <w:bookmarkEnd w:id="295"/>
    </w:p>
    <w:p w:rsidR="00EC54B6" w:rsidRDefault="00EC54B6" w:rsidP="00C23B6A">
      <w:pPr>
        <w:pStyle w:val="libNormal"/>
      </w:pPr>
      <w:r>
        <w:t>Abu Saeed Khudri narrates “I heard RasoolAllah (saw) saying, “There is one amongst yo</w:t>
      </w:r>
      <w:r w:rsidR="004D1165">
        <w:t xml:space="preserve">u </w:t>
      </w:r>
      <w:r>
        <w:t>who will fight upon Taweel ul Quran the way He fou</w:t>
      </w:r>
      <w:r w:rsidR="00852C05">
        <w:t xml:space="preserve">ght Tanzeel ul Quran.” Abu Bakr </w:t>
      </w:r>
      <w:r>
        <w:t xml:space="preserve">said, “O’RasoolAllah (saw)! Am I that </w:t>
      </w:r>
      <w:r>
        <w:lastRenderedPageBreak/>
        <w:t>person?” RasoolAllah (saw) replied, “No, He is th</w:t>
      </w:r>
      <w:r w:rsidR="004D1165">
        <w:t xml:space="preserve">e </w:t>
      </w:r>
      <w:r>
        <w:t>one who is in the tent mending the shoe.” That person was Ameerul Momineen (asws) t</w:t>
      </w:r>
      <w:r w:rsidR="004D1165">
        <w:t xml:space="preserve">o </w:t>
      </w:r>
      <w:r>
        <w:t>whom RasoolAllah (saw) had given His shoe to mend.</w:t>
      </w:r>
    </w:p>
    <w:p w:rsidR="00EC54B6" w:rsidRDefault="00EC54B6" w:rsidP="00CE7E0F">
      <w:pPr>
        <w:pStyle w:val="libItalic"/>
      </w:pPr>
      <w:r>
        <w:t>(Al Ghadeer 3rd Edition pg 130)</w:t>
      </w:r>
    </w:p>
    <w:p w:rsidR="00EC54B6" w:rsidRDefault="00EC54B6" w:rsidP="00175E59">
      <w:pPr>
        <w:pStyle w:val="Heading2Center"/>
      </w:pPr>
      <w:bookmarkStart w:id="296" w:name="_Toc442791415"/>
      <w:r>
        <w:t>16. Khairatullah min Khaliqat (Best of the creation of Allah)</w:t>
      </w:r>
      <w:bookmarkEnd w:id="296"/>
    </w:p>
    <w:p w:rsidR="00EC54B6" w:rsidRDefault="00EC54B6" w:rsidP="00EC54B6">
      <w:pPr>
        <w:pStyle w:val="libNormal"/>
      </w:pPr>
      <w:r>
        <w:t>Abu Nofal narrates I heard Imam Jafar Sadiq (as) saying, “We are the best creation of Allah.</w:t>
      </w:r>
    </w:p>
    <w:p w:rsidR="00FE3B28" w:rsidRDefault="00EC54B6" w:rsidP="00EC54B6">
      <w:pPr>
        <w:pStyle w:val="libNormal"/>
      </w:pPr>
      <w:r>
        <w:t>Our shia are the best ummah (nation) of the Prophet.”</w:t>
      </w:r>
    </w:p>
    <w:p w:rsidR="00EC54B6" w:rsidRDefault="00EC54B6" w:rsidP="0080330A">
      <w:pPr>
        <w:pStyle w:val="libItalic"/>
      </w:pPr>
      <w:r>
        <w:t>(Basharit ul Mustafa pg 95)</w:t>
      </w:r>
    </w:p>
    <w:p w:rsidR="00EC54B6" w:rsidRDefault="00EC54B6" w:rsidP="00175E59">
      <w:pPr>
        <w:pStyle w:val="Heading2Center"/>
      </w:pPr>
      <w:bookmarkStart w:id="297" w:name="_Toc442791416"/>
      <w:r>
        <w:t>17. Khazanat (Precious treasure)</w:t>
      </w:r>
      <w:bookmarkEnd w:id="297"/>
    </w:p>
    <w:p w:rsidR="00EC54B6" w:rsidRDefault="00EC54B6" w:rsidP="00EC54B6">
      <w:pPr>
        <w:pStyle w:val="libNormal"/>
      </w:pPr>
      <w:r>
        <w:t>Imam Abu Musa (as) al Sadiq (as) narrates “When Allah created Us, He made Us the best o</w:t>
      </w:r>
      <w:r w:rsidR="004D1165">
        <w:t xml:space="preserve">f </w:t>
      </w:r>
      <w:r>
        <w:t>His creation. When He gave Us Our physical form, it was from the best of forms and mad</w:t>
      </w:r>
      <w:r w:rsidR="004D1165">
        <w:t xml:space="preserve">e </w:t>
      </w:r>
      <w:r>
        <w:t>Us a precious treasure upon the earth and the heavens. Trees spoke to Us. Allah is bein</w:t>
      </w:r>
      <w:r w:rsidR="004D1165">
        <w:t xml:space="preserve">g </w:t>
      </w:r>
      <w:r>
        <w:t>worshipped through Our worship if We had not come into existence, then Allah would hav</w:t>
      </w:r>
      <w:r w:rsidR="004D1165">
        <w:t xml:space="preserve">e </w:t>
      </w:r>
      <w:r>
        <w:t>not been worshipped.”</w:t>
      </w:r>
    </w:p>
    <w:p w:rsidR="00EC54B6" w:rsidRDefault="00EC54B6" w:rsidP="00CE7E0F">
      <w:pPr>
        <w:pStyle w:val="libItalic"/>
      </w:pPr>
      <w:r>
        <w:t>(Usool e Kafi First Vol pg 193)</w:t>
      </w:r>
    </w:p>
    <w:p w:rsidR="00EC54B6" w:rsidRDefault="00EC54B6" w:rsidP="00175E59">
      <w:pPr>
        <w:pStyle w:val="Heading2Center"/>
      </w:pPr>
      <w:bookmarkStart w:id="298" w:name="_Toc442791417"/>
      <w:r>
        <w:t>18. Al Mastakhalif (Representative of Allah upon the earth)</w:t>
      </w:r>
      <w:bookmarkEnd w:id="298"/>
    </w:p>
    <w:p w:rsidR="00EC54B6" w:rsidRDefault="00EC54B6" w:rsidP="00EC54B6">
      <w:pPr>
        <w:pStyle w:val="libNormal"/>
      </w:pPr>
      <w:r>
        <w:t>Abdullah bin Sinan narrates from Imam Sadiq (as) regarding this ayah of Quran, “Allah ha</w:t>
      </w:r>
      <w:r w:rsidR="004D1165">
        <w:t xml:space="preserve">s </w:t>
      </w:r>
      <w:r>
        <w:t>promised to those of you who believe and do good that He will most certainly mak</w:t>
      </w:r>
      <w:r w:rsidR="004D1165">
        <w:t xml:space="preserve">e </w:t>
      </w:r>
      <w:r>
        <w:t>them representatives in the earth as He made representatives of those before them an</w:t>
      </w:r>
      <w:r w:rsidR="004D1165">
        <w:t xml:space="preserve">d </w:t>
      </w:r>
      <w:r>
        <w:t>that He will most certainly establish for them their religion which He has chosen fo</w:t>
      </w:r>
      <w:r w:rsidR="004D1165">
        <w:t xml:space="preserve">r </w:t>
      </w:r>
      <w:r>
        <w:t xml:space="preserve">them” (24:55). Imam (as) said, “This ayah was revealed for Ameerul Momineen Ali </w:t>
      </w:r>
      <w:r w:rsidR="0066696E" w:rsidRPr="0066696E">
        <w:t>(asws)</w:t>
      </w:r>
      <w:r w:rsidR="0066696E">
        <w:t xml:space="preserve"> </w:t>
      </w:r>
      <w:r>
        <w:t>ibn Abi Talib (as) and the Imams (as) from His offspring.” Then Imam (as) said, “This aya</w:t>
      </w:r>
      <w:r w:rsidR="004D1165">
        <w:t xml:space="preserve">h </w:t>
      </w:r>
      <w:r>
        <w:t>“that He will most certainly establish for them their religion which He has chosen fo</w:t>
      </w:r>
      <w:r w:rsidR="004D1165">
        <w:t xml:space="preserve">r </w:t>
      </w:r>
      <w:r>
        <w:t>them and that He wil most certainly, after their fear, give them security i</w:t>
      </w:r>
      <w:r w:rsidR="004D1165">
        <w:t xml:space="preserve">n </w:t>
      </w:r>
      <w:r>
        <w:t>exchange”(24:55) is in reference to the zahoor of Qaim (ajfts).”</w:t>
      </w:r>
    </w:p>
    <w:p w:rsidR="00EC54B6" w:rsidRDefault="00EC54B6" w:rsidP="00CE7E0F">
      <w:pPr>
        <w:pStyle w:val="libItalic"/>
      </w:pPr>
      <w:r>
        <w:t>(Taweel ul Ayat First Vol pg 368)</w:t>
      </w:r>
    </w:p>
    <w:p w:rsidR="00EC54B6" w:rsidRDefault="00EC54B6" w:rsidP="00175E59">
      <w:pPr>
        <w:pStyle w:val="Heading2Center"/>
      </w:pPr>
      <w:bookmarkStart w:id="299" w:name="_Toc442791418"/>
      <w:r>
        <w:t>19. Khat</w:t>
      </w:r>
      <w:bookmarkEnd w:id="299"/>
    </w:p>
    <w:p w:rsidR="00EC54B6" w:rsidRDefault="00EC54B6" w:rsidP="00EC54B6">
      <w:pPr>
        <w:pStyle w:val="libNormal"/>
      </w:pPr>
      <w:r>
        <w:t>Moula Ali (asws) said, “I am dot. I am khat (letter). I am dot. I am dot. And I am khat.”</w:t>
      </w:r>
    </w:p>
    <w:p w:rsidR="00EC54B6" w:rsidRDefault="00EC54B6" w:rsidP="00CE7E0F">
      <w:pPr>
        <w:pStyle w:val="libItalic"/>
      </w:pPr>
      <w:r>
        <w:t>(Manqib ibn Shahr Ashoob Second Vol pg 327)</w:t>
      </w:r>
    </w:p>
    <w:p w:rsidR="00EC54B6" w:rsidRDefault="00EC54B6" w:rsidP="00175E59">
      <w:pPr>
        <w:pStyle w:val="Heading2Center"/>
      </w:pPr>
      <w:bookmarkStart w:id="300" w:name="_Toc442791419"/>
      <w:r>
        <w:t>20. Khashaay (Submissive ones)</w:t>
      </w:r>
      <w:bookmarkEnd w:id="300"/>
    </w:p>
    <w:p w:rsidR="00EC54B6" w:rsidRDefault="00EC54B6" w:rsidP="00EC54B6">
      <w:pPr>
        <w:pStyle w:val="libNormal"/>
      </w:pPr>
      <w:r>
        <w:t>Ibne Abbas (ra) narrates regarding this saying of Allah, “And see assistance through patienc</w:t>
      </w:r>
      <w:r w:rsidR="004D1165">
        <w:t xml:space="preserve">e </w:t>
      </w:r>
      <w:r>
        <w:t>and prayer, and most surely it is a hard thing except for the submissive ones.” (2:45), He say</w:t>
      </w:r>
      <w:r w:rsidR="004D1165">
        <w:t xml:space="preserve">s, </w:t>
      </w:r>
      <w:r>
        <w:t>“The most submissive in the prayers are RasoolAllah (saw) and Ali (asws) ibn Abi Tali</w:t>
      </w:r>
      <w:r w:rsidR="004D1165">
        <w:t xml:space="preserve">b </w:t>
      </w:r>
      <w:r>
        <w:t>(as).”</w:t>
      </w:r>
    </w:p>
    <w:p w:rsidR="00EC54B6" w:rsidRDefault="00EC54B6" w:rsidP="0080330A">
      <w:pPr>
        <w:pStyle w:val="libItalic"/>
      </w:pPr>
      <w:r>
        <w:t>(Tafseer e Furat pg 20)</w:t>
      </w:r>
    </w:p>
    <w:p w:rsidR="00EC54B6" w:rsidRDefault="00EC54B6" w:rsidP="00175E59">
      <w:pPr>
        <w:pStyle w:val="Heading2Center"/>
      </w:pPr>
      <w:bookmarkStart w:id="301" w:name="_Toc442791420"/>
      <w:r>
        <w:t>21. Khazan ilm Allah (Trustee of the Knowledge of Allah)</w:t>
      </w:r>
      <w:bookmarkEnd w:id="301"/>
    </w:p>
    <w:p w:rsidR="00EC54B6" w:rsidRDefault="00EC54B6" w:rsidP="00EC54B6">
      <w:pPr>
        <w:pStyle w:val="libNormal"/>
      </w:pPr>
      <w:r>
        <w:t>Moula Ali (asws) says to His Son Imam Hasan (as), “I am the trustee of the knowledge o</w:t>
      </w:r>
      <w:r w:rsidR="004D1165">
        <w:t xml:space="preserve">f </w:t>
      </w:r>
      <w:r>
        <w:t>Allah”.</w:t>
      </w:r>
    </w:p>
    <w:p w:rsidR="00EC54B6" w:rsidRDefault="00EC54B6" w:rsidP="00175E59">
      <w:pPr>
        <w:pStyle w:val="Heading2Center"/>
      </w:pPr>
      <w:bookmarkStart w:id="302" w:name="_Toc442791421"/>
      <w:r>
        <w:t>22. Khaleel Jibrael (as) (Friend of Jibrael as)</w:t>
      </w:r>
      <w:bookmarkEnd w:id="302"/>
    </w:p>
    <w:p w:rsidR="00EC54B6" w:rsidRDefault="00EC54B6" w:rsidP="00EC54B6">
      <w:pPr>
        <w:pStyle w:val="libNormal"/>
      </w:pPr>
      <w:r>
        <w:lastRenderedPageBreak/>
        <w:t>Moula Ali (asws) says in Khutba Bayan, “I am the friend of Jibrael (as).”</w:t>
      </w:r>
    </w:p>
    <w:p w:rsidR="00EC54B6" w:rsidRDefault="00EC54B6" w:rsidP="00175E59">
      <w:pPr>
        <w:pStyle w:val="Heading2Center"/>
      </w:pPr>
      <w:bookmarkStart w:id="303" w:name="_Toc442791422"/>
      <w:r>
        <w:t>23. Khairul Umam (Best of ummah)</w:t>
      </w:r>
      <w:bookmarkEnd w:id="303"/>
    </w:p>
    <w:p w:rsidR="00EC54B6" w:rsidRDefault="00EC54B6" w:rsidP="00EC54B6">
      <w:pPr>
        <w:pStyle w:val="libNormal"/>
      </w:pPr>
      <w:r>
        <w:t>Moula Ali (asws) says in Khutba Bayan, “I am the best of ummah.”</w:t>
      </w:r>
    </w:p>
    <w:p w:rsidR="00EC54B6" w:rsidRDefault="00EC54B6" w:rsidP="00175E59">
      <w:pPr>
        <w:pStyle w:val="Heading2Center"/>
      </w:pPr>
      <w:bookmarkStart w:id="304" w:name="_Toc442791423"/>
      <w:r>
        <w:t>24. Khalasat al Asara</w:t>
      </w:r>
      <w:bookmarkEnd w:id="304"/>
    </w:p>
    <w:p w:rsidR="00EC54B6" w:rsidRDefault="00EC54B6" w:rsidP="00EC54B6">
      <w:pPr>
        <w:pStyle w:val="libNormal"/>
      </w:pPr>
      <w:r>
        <w:t>Moula Ali (asws) says in Khutba Bayan, “I am khulasatul asara”.</w:t>
      </w:r>
    </w:p>
    <w:p w:rsidR="00EC54B6" w:rsidRDefault="00EC54B6" w:rsidP="00175E59">
      <w:pPr>
        <w:pStyle w:val="Heading2Center"/>
      </w:pPr>
      <w:bookmarkStart w:id="305" w:name="_Toc442791424"/>
      <w:r>
        <w:t>25. Khams al Kisa (Fifth of the Cloak)</w:t>
      </w:r>
      <w:bookmarkEnd w:id="305"/>
    </w:p>
    <w:p w:rsidR="00EC54B6" w:rsidRDefault="00EC54B6" w:rsidP="00EC54B6">
      <w:pPr>
        <w:pStyle w:val="libNormal"/>
      </w:pPr>
      <w:r>
        <w:t>Moula Ali (asws) says in Khutba Bayan, “I am the fifth of the Cloak”.</w:t>
      </w:r>
    </w:p>
    <w:p w:rsidR="00EC54B6" w:rsidRDefault="00EC54B6" w:rsidP="00175E59">
      <w:pPr>
        <w:pStyle w:val="Heading2Center"/>
      </w:pPr>
      <w:bookmarkStart w:id="306" w:name="_Toc442791425"/>
      <w:r>
        <w:t>26. Khairat al Akhiyar (Best of the best)</w:t>
      </w:r>
      <w:bookmarkEnd w:id="306"/>
    </w:p>
    <w:p w:rsidR="00EC54B6" w:rsidRDefault="00EC54B6" w:rsidP="00EC54B6">
      <w:pPr>
        <w:pStyle w:val="libNormal"/>
      </w:pPr>
      <w:r>
        <w:t>Moula Ali (asws) says in Khutba Bayan, “I am best of the best.”</w:t>
      </w:r>
    </w:p>
    <w:p w:rsidR="00EC54B6" w:rsidRDefault="00EC54B6" w:rsidP="00175E59">
      <w:pPr>
        <w:pStyle w:val="Heading2Center"/>
      </w:pPr>
      <w:bookmarkStart w:id="307" w:name="_Toc442791426"/>
      <w:r>
        <w:t>27. Khairat ul Nireen</w:t>
      </w:r>
      <w:bookmarkEnd w:id="307"/>
    </w:p>
    <w:p w:rsidR="00EC54B6" w:rsidRDefault="00EC54B6" w:rsidP="00EC54B6">
      <w:pPr>
        <w:pStyle w:val="libNormal"/>
      </w:pPr>
      <w:r>
        <w:t>Moula Ali (asws) says in Khutbat ul Bayan, “I am Khairatul Nireen”.</w:t>
      </w:r>
    </w:p>
    <w:p w:rsidR="00EC54B6" w:rsidRDefault="00EC54B6" w:rsidP="00175E59">
      <w:pPr>
        <w:pStyle w:val="Heading2Center"/>
      </w:pPr>
      <w:bookmarkStart w:id="308" w:name="_Toc442791427"/>
      <w:r>
        <w:t>28. Khatim al Awajim</w:t>
      </w:r>
      <w:bookmarkEnd w:id="308"/>
    </w:p>
    <w:p w:rsidR="00FE3B28" w:rsidRDefault="00EC54B6" w:rsidP="00EC54B6">
      <w:pPr>
        <w:pStyle w:val="libNormal"/>
      </w:pPr>
      <w:r>
        <w:t>Moula Ali (asws) says in Khutbat ul Bayan, “I am Khatim al Awajim”.</w:t>
      </w:r>
    </w:p>
    <w:p w:rsidR="00EC54B6" w:rsidRDefault="00EC54B6" w:rsidP="00175E59">
      <w:pPr>
        <w:pStyle w:val="Heading2Center"/>
      </w:pPr>
      <w:bookmarkStart w:id="309" w:name="_Toc442791428"/>
      <w:r>
        <w:t>29. Khairatul Mahin</w:t>
      </w:r>
      <w:bookmarkEnd w:id="309"/>
    </w:p>
    <w:p w:rsidR="00EC54B6" w:rsidRDefault="00EC54B6" w:rsidP="00EC54B6">
      <w:pPr>
        <w:pStyle w:val="libNormal"/>
      </w:pPr>
      <w:r>
        <w:t>Moula Ali (asws) says in Khutbat ul Bayan, “I am Khairatul Mahin”.</w:t>
      </w:r>
    </w:p>
    <w:p w:rsidR="00EC54B6" w:rsidRDefault="00EC54B6" w:rsidP="00175E59">
      <w:pPr>
        <w:pStyle w:val="Heading2Center"/>
      </w:pPr>
      <w:bookmarkStart w:id="310" w:name="_Toc442791429"/>
      <w:r>
        <w:t>30. Khalifatul Risalat (Caliph of Risalat)</w:t>
      </w:r>
      <w:bookmarkEnd w:id="310"/>
    </w:p>
    <w:p w:rsidR="00EC54B6" w:rsidRDefault="00EC54B6" w:rsidP="00EC54B6">
      <w:pPr>
        <w:pStyle w:val="libNormal"/>
      </w:pPr>
      <w:r>
        <w:t>Moula Ali (asws) says in Khutba Bayan, “I am the caliph of risalat”.</w:t>
      </w:r>
    </w:p>
    <w:p w:rsidR="00EC54B6" w:rsidRDefault="00EC54B6" w:rsidP="00175E59">
      <w:pPr>
        <w:pStyle w:val="Heading2Center"/>
      </w:pPr>
      <w:bookmarkStart w:id="311" w:name="_Toc442791430"/>
      <w:r>
        <w:t>31. Khila Khaleel</w:t>
      </w:r>
      <w:bookmarkEnd w:id="311"/>
    </w:p>
    <w:p w:rsidR="00EC54B6" w:rsidRDefault="00EC54B6" w:rsidP="00EC54B6">
      <w:pPr>
        <w:pStyle w:val="libNormal"/>
      </w:pPr>
      <w:r>
        <w:t>Moula Ali (asws) says in Khutba Bayan, “I am khila khaleel.”</w:t>
      </w:r>
    </w:p>
    <w:p w:rsidR="00EC54B6" w:rsidRDefault="00EC54B6" w:rsidP="00175E59">
      <w:pPr>
        <w:pStyle w:val="Heading2Center"/>
      </w:pPr>
      <w:bookmarkStart w:id="312" w:name="_Toc442791431"/>
      <w:r>
        <w:t>32. Khiba al Qurah</w:t>
      </w:r>
      <w:bookmarkEnd w:id="312"/>
    </w:p>
    <w:p w:rsidR="00EC54B6" w:rsidRDefault="00EC54B6" w:rsidP="00EC54B6">
      <w:pPr>
        <w:pStyle w:val="libNormal"/>
      </w:pPr>
      <w:r>
        <w:t>Moula Ali (asws) says in Khutba Bayan, “I am Khiba al Qurah”.</w:t>
      </w:r>
    </w:p>
    <w:p w:rsidR="00EC54B6" w:rsidRDefault="00EC54B6" w:rsidP="00175E59">
      <w:pPr>
        <w:pStyle w:val="Heading2Center"/>
      </w:pPr>
      <w:bookmarkStart w:id="313" w:name="_Toc442791432"/>
      <w:r>
        <w:t>33. Khair ul Awileen (Best of previous nations)</w:t>
      </w:r>
      <w:bookmarkEnd w:id="313"/>
    </w:p>
    <w:p w:rsidR="00EC54B6" w:rsidRDefault="00EC54B6" w:rsidP="00EC54B6">
      <w:pPr>
        <w:pStyle w:val="libNormal"/>
      </w:pPr>
      <w:r>
        <w:t>Rasool Allah (saw) looked upon Moula Ali (asws) and said, “You are the best of the previou</w:t>
      </w:r>
      <w:r w:rsidR="004D1165">
        <w:t xml:space="preserve">s </w:t>
      </w:r>
      <w:r>
        <w:t>nations. Those who are from the heavens and the earth. You are the master of those wh</w:t>
      </w:r>
      <w:r w:rsidR="004D1165">
        <w:t xml:space="preserve">o </w:t>
      </w:r>
      <w:r>
        <w:t>are trustworthy, master of successors, Imam of muttaqeen (pious), and leader of the peopl</w:t>
      </w:r>
      <w:r w:rsidR="004D1165">
        <w:t xml:space="preserve">e </w:t>
      </w:r>
      <w:r>
        <w:t>with shining foreheads.”</w:t>
      </w:r>
    </w:p>
    <w:p w:rsidR="00EC54B6" w:rsidRDefault="00EC54B6" w:rsidP="0080330A">
      <w:pPr>
        <w:pStyle w:val="libItalic"/>
      </w:pPr>
      <w:r>
        <w:t>(Maya al Munqaba pg 88)</w:t>
      </w:r>
    </w:p>
    <w:p w:rsidR="00EC54B6" w:rsidRDefault="00EC54B6" w:rsidP="00175E59">
      <w:pPr>
        <w:pStyle w:val="Heading2Center"/>
      </w:pPr>
      <w:bookmarkStart w:id="314" w:name="_Toc442791433"/>
      <w:r>
        <w:t>34. Khashaay (Submissive ones)</w:t>
      </w:r>
      <w:bookmarkEnd w:id="314"/>
    </w:p>
    <w:p w:rsidR="00EC54B6" w:rsidRDefault="00EC54B6" w:rsidP="00EC54B6">
      <w:pPr>
        <w:pStyle w:val="libNormal"/>
      </w:pPr>
      <w:r>
        <w:t>Ibne Abbas (ra) narrates regarding this saying of Allah, “And seek assistance throug</w:t>
      </w:r>
      <w:r w:rsidR="004D1165">
        <w:t xml:space="preserve">h </w:t>
      </w:r>
      <w:r>
        <w:t>patience and prayer, and most surely it is a hard thing except for the submissive ones.”</w:t>
      </w:r>
    </w:p>
    <w:p w:rsidR="00EC54B6" w:rsidRDefault="00EC54B6" w:rsidP="00EC54B6">
      <w:pPr>
        <w:pStyle w:val="libNormal"/>
      </w:pPr>
      <w:r>
        <w:t xml:space="preserve">(2:45), He says, “The most submissive in the prayers are RasoolAllah (saw) and Ali </w:t>
      </w:r>
      <w:r w:rsidR="0066696E" w:rsidRPr="0066696E">
        <w:t>(asws)</w:t>
      </w:r>
      <w:r w:rsidR="0066696E">
        <w:t xml:space="preserve"> </w:t>
      </w:r>
      <w:r>
        <w:t>ibn Abi Talib (as).”</w:t>
      </w:r>
    </w:p>
    <w:p w:rsidR="00FE3B28" w:rsidRDefault="00EC54B6" w:rsidP="0080330A">
      <w:pPr>
        <w:pStyle w:val="libItalic"/>
      </w:pPr>
      <w:r>
        <w:t>(Tafseer e Furat pg 60)</w:t>
      </w:r>
    </w:p>
    <w:p w:rsidR="00EC54B6" w:rsidRDefault="00EC54B6" w:rsidP="00175E59">
      <w:pPr>
        <w:pStyle w:val="Heading2Center"/>
      </w:pPr>
      <w:bookmarkStart w:id="315" w:name="_Toc442791434"/>
      <w:r>
        <w:t>35. Khali min kal zur (far from every lie)</w:t>
      </w:r>
      <w:bookmarkEnd w:id="315"/>
    </w:p>
    <w:p w:rsidR="00EC54B6" w:rsidRDefault="00EC54B6" w:rsidP="00EC54B6">
      <w:pPr>
        <w:pStyle w:val="libNormal"/>
      </w:pPr>
      <w:r>
        <w:t xml:space="preserve">Muttawakil asked Zaid bin Harrisa al Basri regarding Moula Ali (asws). He said, “Ali </w:t>
      </w:r>
      <w:r w:rsidR="0066696E" w:rsidRPr="0066696E">
        <w:t>(asws)</w:t>
      </w:r>
      <w:r w:rsidR="0066696E">
        <w:t xml:space="preserve"> </w:t>
      </w:r>
      <w:r>
        <w:t>is one who is the order of justice and favor from Allah. He is the one who opened the door</w:t>
      </w:r>
      <w:r w:rsidR="004D1165">
        <w:t xml:space="preserve">s </w:t>
      </w:r>
      <w:r>
        <w:t xml:space="preserve">of knowledge of the religions. He is the recitor of Quran and a threat to shaitan </w:t>
      </w:r>
      <w:r w:rsidRPr="00852C05">
        <w:t>(la)</w:t>
      </w:r>
      <w:r>
        <w:t>. He i</w:t>
      </w:r>
      <w:r w:rsidR="004D1165">
        <w:t xml:space="preserve">s </w:t>
      </w:r>
      <w:r>
        <w:t xml:space="preserve">the compiler of the orders </w:t>
      </w:r>
      <w:r>
        <w:lastRenderedPageBreak/>
        <w:t>of Quran. He is the ruler of man and jinns. He is far from every li</w:t>
      </w:r>
      <w:r w:rsidR="004D1165">
        <w:t xml:space="preserve">e </w:t>
      </w:r>
      <w:r>
        <w:t>and evil. He is the proof for those who ask for proof. He is the one who remembered Hi</w:t>
      </w:r>
      <w:r w:rsidR="004D1165">
        <w:t xml:space="preserve">s </w:t>
      </w:r>
      <w:r>
        <w:t>Lord secretly and openly. He is the one who submitted Himself before His Lord when th</w:t>
      </w:r>
      <w:r w:rsidR="004D1165">
        <w:t xml:space="preserve">e </w:t>
      </w:r>
      <w:r>
        <w:t>darkness prevails. He is the best forgiver and most patient. He is the wrath upon th</w:t>
      </w:r>
      <w:r w:rsidR="004D1165">
        <w:t xml:space="preserve">e </w:t>
      </w:r>
      <w:r>
        <w:t>enemies of Allah. His knowledge is greater than anyone else. He is the most brave, mos</w:t>
      </w:r>
      <w:r w:rsidR="004D1165">
        <w:t xml:space="preserve">t </w:t>
      </w:r>
      <w:r>
        <w:t>courageous. He is the one who established the laws of Allah. He is the Husband of the Bes</w:t>
      </w:r>
      <w:r w:rsidR="004D1165">
        <w:t xml:space="preserve">t </w:t>
      </w:r>
      <w:r>
        <w:t>Woman (sa) and Allah mentions Him in His Book. He is the Wali of Momins. He guide</w:t>
      </w:r>
      <w:r w:rsidR="004D1165">
        <w:t xml:space="preserve">s </w:t>
      </w:r>
      <w:r>
        <w:t>those who seek guidance. He is the mercy for those who seek mercy.</w:t>
      </w:r>
    </w:p>
    <w:p w:rsidR="00612EA4" w:rsidRDefault="00612EA4" w:rsidP="00612EA4">
      <w:pPr>
        <w:pStyle w:val="libNormal"/>
      </w:pPr>
      <w:r>
        <w:br w:type="page"/>
      </w:r>
    </w:p>
    <w:p w:rsidR="0066696E" w:rsidRDefault="00612EA4" w:rsidP="0066696E">
      <w:pPr>
        <w:pStyle w:val="libNormal"/>
      </w:pPr>
      <w:r>
        <w:lastRenderedPageBreak/>
        <w:t>*Khairul Bashar, Khairul Bariya, Khairul Ummah, Khairul Nas, Wal Khalifa, wal Khasif, wal Khazin, wal Khashaay, wal Khasam</w:t>
      </w:r>
    </w:p>
    <w:p w:rsidR="00612EA4" w:rsidRPr="0066696E" w:rsidRDefault="00612EA4" w:rsidP="0066696E">
      <w:pPr>
        <w:pStyle w:val="Heading1Center"/>
      </w:pPr>
      <w:bookmarkStart w:id="316" w:name="_Toc442791435"/>
      <w:r>
        <w:t xml:space="preserve">Dal </w:t>
      </w:r>
      <w:r>
        <w:rPr>
          <w:rtl/>
        </w:rPr>
        <w:t>د</w:t>
      </w:r>
      <w:bookmarkEnd w:id="316"/>
    </w:p>
    <w:p w:rsidR="00EC54B6" w:rsidRDefault="00EC54B6" w:rsidP="00175E59">
      <w:pPr>
        <w:pStyle w:val="Heading2Center"/>
      </w:pPr>
      <w:bookmarkStart w:id="317" w:name="_Toc442791436"/>
      <w:r>
        <w:t>1. Deen</w:t>
      </w:r>
      <w:bookmarkEnd w:id="317"/>
    </w:p>
    <w:p w:rsidR="00EC54B6" w:rsidRDefault="00EC54B6" w:rsidP="00EC54B6">
      <w:pPr>
        <w:pStyle w:val="libNormal"/>
      </w:pPr>
      <w:r>
        <w:t>Zahri narrates from Imam al Sadiq (as) regarding this ayah, “As for those who believe an</w:t>
      </w:r>
      <w:r w:rsidR="004D1165">
        <w:t xml:space="preserve">d </w:t>
      </w:r>
      <w:r>
        <w:t>do good, they shall surely have a reward never to be cut off” (41:8), Imam (as) sai</w:t>
      </w:r>
      <w:r w:rsidR="004D1165">
        <w:t xml:space="preserve">d, </w:t>
      </w:r>
      <w:r>
        <w:t>“This ayah was revealed for Salman (as), Miqdad (ra), Ammar (ra), and Abu Dharr (ra).</w:t>
      </w:r>
    </w:p>
    <w:p w:rsidR="00EC54B6" w:rsidRDefault="00EC54B6" w:rsidP="00EC54B6">
      <w:pPr>
        <w:pStyle w:val="libNormal"/>
      </w:pPr>
      <w:r>
        <w:t>There is a reward for them that will never be cut off. This ayah , “Then who can give yo</w:t>
      </w:r>
      <w:r w:rsidR="004D1165">
        <w:t xml:space="preserve">u </w:t>
      </w:r>
      <w:r>
        <w:t>the lie after this about the deen” (95:7), was revealed for Ameerul Momineen (asws).”</w:t>
      </w:r>
    </w:p>
    <w:p w:rsidR="00EC54B6" w:rsidRDefault="00EC54B6" w:rsidP="0080330A">
      <w:pPr>
        <w:pStyle w:val="libItalic"/>
      </w:pPr>
      <w:r>
        <w:t>(Tafseer e Furat pg 27)</w:t>
      </w:r>
    </w:p>
    <w:p w:rsidR="00EC54B6" w:rsidRDefault="00EC54B6" w:rsidP="00175E59">
      <w:pPr>
        <w:pStyle w:val="Heading2Center"/>
      </w:pPr>
      <w:bookmarkStart w:id="318" w:name="_Toc442791437"/>
      <w:r>
        <w:t>2. Dal</w:t>
      </w:r>
      <w:bookmarkEnd w:id="318"/>
    </w:p>
    <w:p w:rsidR="00EC54B6" w:rsidRDefault="00EC54B6" w:rsidP="00EC54B6">
      <w:pPr>
        <w:pStyle w:val="libNormal"/>
      </w:pPr>
      <w:r>
        <w:t>Ans bin Malik narrates, “RasoolAllah (saw) said, “On the day of judgment, Ali (asws) ib</w:t>
      </w:r>
      <w:r w:rsidR="004D1165">
        <w:t xml:space="preserve">n </w:t>
      </w:r>
      <w:r>
        <w:t>Abi Talib (as) will be called by 7 different names. ‘O’Sadiq! O’ Dal! O’ Abd! O’ Hadi! O’</w:t>
      </w:r>
    </w:p>
    <w:p w:rsidR="00EC54B6" w:rsidRDefault="00EC54B6" w:rsidP="00EC54B6">
      <w:pPr>
        <w:pStyle w:val="libNormal"/>
      </w:pPr>
      <w:r>
        <w:t>Mahdi! O’ Fatah! O’ Ali! He and His Shia will enter jannah without having to fac</w:t>
      </w:r>
      <w:r w:rsidR="004D1165">
        <w:t xml:space="preserve">e </w:t>
      </w:r>
      <w:r>
        <w:t>accountability.”</w:t>
      </w:r>
    </w:p>
    <w:p w:rsidR="00EC54B6" w:rsidRDefault="00EC54B6" w:rsidP="0080330A">
      <w:pPr>
        <w:pStyle w:val="libItalic"/>
      </w:pPr>
      <w:r>
        <w:t>(Maya Manqaba pg 50)</w:t>
      </w:r>
    </w:p>
    <w:p w:rsidR="00EC54B6" w:rsidRDefault="00EC54B6" w:rsidP="00175E59">
      <w:pPr>
        <w:pStyle w:val="Heading2Center"/>
      </w:pPr>
      <w:bookmarkStart w:id="319" w:name="_Toc442791438"/>
      <w:r>
        <w:t>3. Daamatul Islam (Pillar of Islam)</w:t>
      </w:r>
      <w:bookmarkEnd w:id="319"/>
    </w:p>
    <w:p w:rsidR="00EC54B6" w:rsidRDefault="00EC54B6" w:rsidP="00EC54B6">
      <w:pPr>
        <w:pStyle w:val="libNormal"/>
      </w:pPr>
      <w:r>
        <w:t>Abu Hamza Thumali narrates from Imam Muhammad Baqir (as), “The foundation of Isla</w:t>
      </w:r>
      <w:r w:rsidR="004D1165">
        <w:t xml:space="preserve">m </w:t>
      </w:r>
      <w:r>
        <w:t>is based upon 5 pillars, establishing prayer, paying zakat, fasting in Ramadhan, hajj o</w:t>
      </w:r>
      <w:r w:rsidR="004D1165">
        <w:t xml:space="preserve">f </w:t>
      </w:r>
      <w:r>
        <w:t>beitullah, Wilayat of Ahlul Bayt (as).”</w:t>
      </w:r>
    </w:p>
    <w:p w:rsidR="00EC54B6" w:rsidRDefault="00EC54B6" w:rsidP="0080330A">
      <w:pPr>
        <w:pStyle w:val="libItalic"/>
      </w:pPr>
      <w:r>
        <w:t>(Bashartul Mustafa pg 69)</w:t>
      </w:r>
    </w:p>
    <w:p w:rsidR="00EC54B6" w:rsidRDefault="00EC54B6" w:rsidP="00175E59">
      <w:pPr>
        <w:pStyle w:val="Heading2Center"/>
      </w:pPr>
      <w:bookmarkStart w:id="320" w:name="_Toc442791439"/>
      <w:r>
        <w:t>4. Dawood fi Zahdah (Worship of Dawood)</w:t>
      </w:r>
      <w:bookmarkEnd w:id="320"/>
    </w:p>
    <w:p w:rsidR="00FE3B28" w:rsidRDefault="00EC54B6" w:rsidP="00EC54B6">
      <w:pPr>
        <w:pStyle w:val="libNormal"/>
      </w:pPr>
      <w:r>
        <w:t>Abdullah ibn Abbas narrates, “One day we were sat with RasoolAllah (saw). RasoolAlla</w:t>
      </w:r>
      <w:r w:rsidR="004D1165">
        <w:t xml:space="preserve">h </w:t>
      </w:r>
      <w:r>
        <w:t>(saw) said, “Anyone who wants to see Adam (as) in His knowledge, Nuh (as) in His wisdo</w:t>
      </w:r>
      <w:r w:rsidR="004D1165">
        <w:t xml:space="preserve">m, </w:t>
      </w:r>
      <w:r>
        <w:t>Ibrahim (as) in His generosity, and Musa (as) in His wisdom, and Dawood (as) in Hi</w:t>
      </w:r>
      <w:r w:rsidR="004D1165">
        <w:t xml:space="preserve">s </w:t>
      </w:r>
      <w:r>
        <w:t>worship should look upon the face of Ali (asws) ibn Abi Talib (as).”</w:t>
      </w:r>
    </w:p>
    <w:p w:rsidR="00EC54B6" w:rsidRDefault="00EC54B6" w:rsidP="00CE7E0F">
      <w:pPr>
        <w:pStyle w:val="libItalic"/>
      </w:pPr>
      <w:r>
        <w:t>(Basharatul Mustafa pg 277)</w:t>
      </w:r>
    </w:p>
    <w:p w:rsidR="00EC54B6" w:rsidRDefault="00EC54B6" w:rsidP="00175E59">
      <w:pPr>
        <w:pStyle w:val="Heading2Center"/>
      </w:pPr>
      <w:bookmarkStart w:id="321" w:name="_Toc442791440"/>
      <w:r>
        <w:t>5. Diyan al deen (Ruler of the religion)</w:t>
      </w:r>
      <w:bookmarkEnd w:id="321"/>
    </w:p>
    <w:p w:rsidR="00EC54B6" w:rsidRDefault="00EC54B6" w:rsidP="00EC54B6">
      <w:pPr>
        <w:pStyle w:val="libNormal"/>
      </w:pPr>
      <w:r>
        <w:t>RasoolAllah (saw) said, “Ali (asws) ibn Abi Talib (as) is My Hujjat (proof) upon My umma</w:t>
      </w:r>
      <w:r w:rsidR="004D1165">
        <w:t xml:space="preserve">h </w:t>
      </w:r>
      <w:r>
        <w:t>(nation). He is ruler of My religion. The Imams (as) from His Offspring will establish th</w:t>
      </w:r>
      <w:r w:rsidR="004D1165">
        <w:t xml:space="preserve">e </w:t>
      </w:r>
      <w:r>
        <w:t>religion of Allah and will invite people towards My way. Allah remove all of the difficultie</w:t>
      </w:r>
      <w:r w:rsidR="004D1165">
        <w:t xml:space="preserve">s </w:t>
      </w:r>
      <w:r>
        <w:t>of His servants through Them, and They will be the source of the mercy of Allah.”</w:t>
      </w:r>
    </w:p>
    <w:p w:rsidR="00EC54B6" w:rsidRDefault="00EC54B6" w:rsidP="0080330A">
      <w:pPr>
        <w:pStyle w:val="libItalic"/>
      </w:pPr>
      <w:r>
        <w:t>(Ayun al Akbar al Reza (as) Second Vol pg 56)</w:t>
      </w:r>
    </w:p>
    <w:p w:rsidR="00EC54B6" w:rsidRDefault="00EC54B6" w:rsidP="00175E59">
      <w:pPr>
        <w:pStyle w:val="Heading2Center"/>
      </w:pPr>
      <w:bookmarkStart w:id="322" w:name="_Toc442791441"/>
      <w:r>
        <w:t>6. Dabah</w:t>
      </w:r>
      <w:bookmarkEnd w:id="322"/>
    </w:p>
    <w:p w:rsidR="00EC54B6" w:rsidRDefault="00EC54B6" w:rsidP="00EC54B6">
      <w:pPr>
        <w:pStyle w:val="libNormal"/>
      </w:pPr>
      <w:r>
        <w:t>Ameerul Momineen (asws) said, “I am the distributor of heaven and hell of Allah. No on</w:t>
      </w:r>
      <w:r w:rsidR="004D1165">
        <w:t xml:space="preserve">e </w:t>
      </w:r>
      <w:r>
        <w:t>can enter jannah (heaven) without My permission. I am the greatest farooq (honor). I a</w:t>
      </w:r>
      <w:r w:rsidR="004D1165">
        <w:t xml:space="preserve">m </w:t>
      </w:r>
      <w:r>
        <w:t>the Father of Imams (as). No one can proceed Me except Muhammad (saw). He and I will b</w:t>
      </w:r>
      <w:r w:rsidR="004D1165">
        <w:t xml:space="preserve">e </w:t>
      </w:r>
      <w:r>
        <w:t xml:space="preserve">on the same path. He will be </w:t>
      </w:r>
      <w:r>
        <w:lastRenderedPageBreak/>
        <w:t>called by His name and I will be called by 6 names; Ilm u</w:t>
      </w:r>
      <w:r w:rsidR="004D1165">
        <w:t xml:space="preserve">l </w:t>
      </w:r>
      <w:r>
        <w:t>Mania, Ilm ul Baliya, Ilm ul Wasiya, Fasalul Kitab, Wasahibul Karat, and Dolatul Dhol. I a</w:t>
      </w:r>
      <w:r w:rsidR="004D1165">
        <w:t xml:space="preserve">m </w:t>
      </w:r>
      <w:r>
        <w:t>the Master of Asa and Meem. I am Dabah tul Ardh (a sign of the coming of the day o</w:t>
      </w:r>
      <w:r w:rsidR="004D1165">
        <w:t xml:space="preserve">f </w:t>
      </w:r>
      <w:r>
        <w:t>judgement).”</w:t>
      </w:r>
    </w:p>
    <w:p w:rsidR="00EC54B6" w:rsidRDefault="00EC54B6" w:rsidP="00CE7E0F">
      <w:pPr>
        <w:pStyle w:val="libItalic"/>
      </w:pPr>
      <w:r>
        <w:t>(Usool e Kafi First Edition pg 198)</w:t>
      </w:r>
    </w:p>
    <w:p w:rsidR="00EC54B6" w:rsidRDefault="00EC54B6" w:rsidP="00175E59">
      <w:pPr>
        <w:pStyle w:val="Heading2Center"/>
      </w:pPr>
      <w:bookmarkStart w:id="323" w:name="_Toc442791442"/>
      <w:r>
        <w:t>7. Diyan al Nas (Ruler of men)</w:t>
      </w:r>
      <w:bookmarkEnd w:id="323"/>
    </w:p>
    <w:p w:rsidR="00EC54B6" w:rsidRDefault="00EC54B6" w:rsidP="00EC54B6">
      <w:pPr>
        <w:pStyle w:val="libNormal"/>
      </w:pPr>
      <w:r>
        <w:t>Mufasal bin umar narrates from Imam Sadiq (as). Imam (as) said, “Verily, Ameeru</w:t>
      </w:r>
      <w:r w:rsidR="004D1165">
        <w:t xml:space="preserve">l </w:t>
      </w:r>
      <w:r>
        <w:t>Momineen Ali (asws) ibn Abi Talib (as) is the ruler of men in this world and on the day o</w:t>
      </w:r>
      <w:r w:rsidR="004D1165">
        <w:t xml:space="preserve">f </w:t>
      </w:r>
      <w:r>
        <w:t>judgment. He is the distributor of heaven and hell. No one will be able to enter into heave</w:t>
      </w:r>
      <w:r w:rsidR="004D1165">
        <w:t xml:space="preserve">n </w:t>
      </w:r>
      <w:r>
        <w:t>without His permission. Verily, He is the greatest farooq (honor).”</w:t>
      </w:r>
    </w:p>
    <w:p w:rsidR="00EC54B6" w:rsidRDefault="00EC54B6" w:rsidP="00CE7E0F">
      <w:pPr>
        <w:pStyle w:val="libItalic"/>
      </w:pPr>
      <w:r>
        <w:t>(Basairul Darjaat pg 410)</w:t>
      </w:r>
    </w:p>
    <w:p w:rsidR="00EC54B6" w:rsidRDefault="00EC54B6" w:rsidP="00175E59">
      <w:pPr>
        <w:pStyle w:val="Heading2Center"/>
      </w:pPr>
      <w:bookmarkStart w:id="324" w:name="_Toc442791443"/>
      <w:r>
        <w:t>8. Daleel al Samawat (Proof of heavens)</w:t>
      </w:r>
      <w:bookmarkEnd w:id="324"/>
    </w:p>
    <w:p w:rsidR="00FE3B28" w:rsidRDefault="00EC54B6" w:rsidP="00EC54B6">
      <w:pPr>
        <w:pStyle w:val="libNormal"/>
      </w:pPr>
      <w:r>
        <w:t>Moula Ali (asws) says in Khutba Bayan, “I am the proof of heavens”.</w:t>
      </w:r>
    </w:p>
    <w:p w:rsidR="00EC54B6" w:rsidRDefault="00EC54B6" w:rsidP="00175E59">
      <w:pPr>
        <w:pStyle w:val="Heading2Center"/>
      </w:pPr>
      <w:bookmarkStart w:id="325" w:name="_Toc442791444"/>
      <w:r>
        <w:t>9. Doosar al Brajum</w:t>
      </w:r>
      <w:bookmarkEnd w:id="325"/>
    </w:p>
    <w:p w:rsidR="00EC54B6" w:rsidRDefault="00EC54B6" w:rsidP="00EC54B6">
      <w:pPr>
        <w:pStyle w:val="libNormal"/>
      </w:pPr>
      <w:r>
        <w:t>Moula Ali (asws) says in Khutbat ul Bayan, “I am Doosar al Brajum”.</w:t>
      </w:r>
    </w:p>
    <w:p w:rsidR="00EC54B6" w:rsidRDefault="00EC54B6" w:rsidP="00175E59">
      <w:pPr>
        <w:pStyle w:val="Heading2Center"/>
      </w:pPr>
      <w:bookmarkStart w:id="326" w:name="_Toc442791445"/>
      <w:r>
        <w:t>10. Darflah al Fars</w:t>
      </w:r>
      <w:bookmarkEnd w:id="326"/>
    </w:p>
    <w:p w:rsidR="00EC54B6" w:rsidRDefault="00EC54B6" w:rsidP="00EC54B6">
      <w:pPr>
        <w:pStyle w:val="libNormal"/>
      </w:pPr>
      <w:r>
        <w:t>Moula Ali (asws) says in Khutbat ul Bayan, “I am Darflah al Fars”.</w:t>
      </w:r>
    </w:p>
    <w:p w:rsidR="00EC54B6" w:rsidRDefault="00EC54B6" w:rsidP="00175E59">
      <w:pPr>
        <w:pStyle w:val="Heading2Center"/>
      </w:pPr>
      <w:bookmarkStart w:id="327" w:name="_Toc442791446"/>
      <w:r>
        <w:t>11. Dafa al Shifaa</w:t>
      </w:r>
      <w:bookmarkEnd w:id="327"/>
    </w:p>
    <w:p w:rsidR="00EC54B6" w:rsidRDefault="00EC54B6" w:rsidP="00EC54B6">
      <w:pPr>
        <w:pStyle w:val="libNormal"/>
      </w:pPr>
      <w:r>
        <w:t>Moula Ali (asws) says in Khutbat ul Bayan, “I am Dafa al Shifaa”.</w:t>
      </w:r>
    </w:p>
    <w:p w:rsidR="00EC54B6" w:rsidRDefault="00EC54B6" w:rsidP="00175E59">
      <w:pPr>
        <w:pStyle w:val="Heading2Center"/>
      </w:pPr>
      <w:bookmarkStart w:id="328" w:name="_Toc442791447"/>
      <w:r>
        <w:t>12. Dayam al deen (pillar of religion)</w:t>
      </w:r>
      <w:bookmarkEnd w:id="328"/>
    </w:p>
    <w:p w:rsidR="00EC54B6" w:rsidRDefault="00EC54B6" w:rsidP="00EC54B6">
      <w:pPr>
        <w:pStyle w:val="libNormal"/>
      </w:pPr>
      <w:r>
        <w:t>Moula Ali (asws) says in Khutba Bayan, “I am the pillar of religion”.</w:t>
      </w:r>
    </w:p>
    <w:p w:rsidR="00EC54B6" w:rsidRDefault="00EC54B6" w:rsidP="00175E59">
      <w:pPr>
        <w:pStyle w:val="Heading2Center"/>
      </w:pPr>
      <w:bookmarkStart w:id="329" w:name="_Toc442791448"/>
      <w:r>
        <w:t>13. Doha al Aslayah</w:t>
      </w:r>
      <w:bookmarkEnd w:id="329"/>
    </w:p>
    <w:p w:rsidR="00EC54B6" w:rsidRDefault="00EC54B6" w:rsidP="00EC54B6">
      <w:pPr>
        <w:pStyle w:val="libNormal"/>
      </w:pPr>
      <w:r>
        <w:t>Moula Ali (asws) says in Khutbat ul Bayan, “I am Doha al Aslayah”.</w:t>
      </w:r>
    </w:p>
    <w:p w:rsidR="00EC54B6" w:rsidRDefault="00EC54B6" w:rsidP="00175E59">
      <w:pPr>
        <w:pStyle w:val="Heading2Center"/>
      </w:pPr>
      <w:bookmarkStart w:id="330" w:name="_Toc442791449"/>
      <w:r>
        <w:t>14. Daraa al Haseen</w:t>
      </w:r>
      <w:bookmarkEnd w:id="330"/>
    </w:p>
    <w:p w:rsidR="00EC54B6" w:rsidRDefault="00EC54B6" w:rsidP="00EC54B6">
      <w:pPr>
        <w:pStyle w:val="libNormal"/>
      </w:pPr>
      <w:r>
        <w:t>Moula Ali (asws) says in Khutbat ul Bayan, “I am Daraa al Haseen”.</w:t>
      </w:r>
    </w:p>
    <w:p w:rsidR="00EC54B6" w:rsidRDefault="00EC54B6" w:rsidP="00584273">
      <w:pPr>
        <w:pStyle w:val="libNormal"/>
      </w:pPr>
      <w:r>
        <w:t>Dooden al Khata;</w:t>
      </w:r>
      <w:r w:rsidR="00584273">
        <w:t xml:space="preserve"> </w:t>
      </w:r>
      <w:r>
        <w:t>Moula Ali (asws) says in Khutbat ul Bayan, “I am Dooden al Khata”.</w:t>
      </w:r>
    </w:p>
    <w:p w:rsidR="00EC54B6" w:rsidRDefault="00EC54B6" w:rsidP="00175E59">
      <w:pPr>
        <w:pStyle w:val="Heading2Center"/>
      </w:pPr>
      <w:bookmarkStart w:id="331" w:name="_Toc442791450"/>
      <w:r>
        <w:t>15. Daaya (summoner)</w:t>
      </w:r>
      <w:bookmarkEnd w:id="331"/>
    </w:p>
    <w:p w:rsidR="00EC54B6" w:rsidRDefault="00EC54B6" w:rsidP="00EC54B6">
      <w:pPr>
        <w:pStyle w:val="libNormal"/>
      </w:pPr>
      <w:r>
        <w:t>Abul Hasan Imam Musa (as) bin Jafar (as) narrates from His Father, “I asked from M</w:t>
      </w:r>
      <w:r w:rsidR="004D1165">
        <w:t xml:space="preserve">y </w:t>
      </w:r>
      <w:r>
        <w:t>Father regarding this ayah, “On that day they shall follow the summoner wh</w:t>
      </w:r>
      <w:r w:rsidR="004D1165">
        <w:t xml:space="preserve">o </w:t>
      </w:r>
      <w:r>
        <w:t>deceiveth not” (20:108), Imam (as) said, “Al Dayaa (summoner) is Ameerul Mominee</w:t>
      </w:r>
      <w:r w:rsidR="004D1165">
        <w:t xml:space="preserve">n </w:t>
      </w:r>
      <w:r>
        <w:t>(asws).”</w:t>
      </w:r>
    </w:p>
    <w:p w:rsidR="00FE3B28" w:rsidRDefault="00EC54B6" w:rsidP="00CE7E0F">
      <w:pPr>
        <w:pStyle w:val="libItalic"/>
      </w:pPr>
      <w:r>
        <w:t>(Taweel ul Ayat pg 311)</w:t>
      </w:r>
    </w:p>
    <w:p w:rsidR="00EC54B6" w:rsidRDefault="00EC54B6" w:rsidP="00EC54B6">
      <w:pPr>
        <w:pStyle w:val="libNormal"/>
      </w:pPr>
      <w:r>
        <w:t>*Guide, Master, Blessings, Most Pious, Most Pious Worshipper, Witnes</w:t>
      </w:r>
      <w:r w:rsidR="004D1165">
        <w:t xml:space="preserve">s, </w:t>
      </w:r>
      <w:r>
        <w:t>Guides, One who is praised in every age, Caliph of RasoolAllah (saw),</w:t>
      </w:r>
    </w:p>
    <w:p w:rsidR="00612EA4" w:rsidRDefault="00612EA4" w:rsidP="00612EA4">
      <w:pPr>
        <w:pStyle w:val="libNormal"/>
      </w:pPr>
      <w:r>
        <w:br w:type="page"/>
      </w:r>
    </w:p>
    <w:p w:rsidR="0066696E" w:rsidRDefault="00612EA4" w:rsidP="0066696E">
      <w:pPr>
        <w:pStyle w:val="libNormal"/>
      </w:pPr>
      <w:r>
        <w:lastRenderedPageBreak/>
        <w:t>Father of the Children of RasoolAllah (saw), One who fulfills every promise of Allah, Allah made Him as the Father of the Offspring of RasoolAllah (saw), Commander of the army of haqq (Truth), A hand that gives blessings, Manifestation of the names of Allah, Lion of Allah, One who prostrates before Allah, Master, Father,</w:t>
      </w:r>
    </w:p>
    <w:p w:rsidR="0066696E" w:rsidRDefault="0066696E" w:rsidP="00967BC2">
      <w:pPr>
        <w:pStyle w:val="libNormal"/>
      </w:pPr>
      <w:r>
        <w:br w:type="page"/>
      </w:r>
    </w:p>
    <w:p w:rsidR="00612EA4" w:rsidRDefault="00612EA4" w:rsidP="00AE7A6E">
      <w:pPr>
        <w:pStyle w:val="Heading1Center"/>
      </w:pPr>
      <w:bookmarkStart w:id="332" w:name="_Toc442791451"/>
      <w:r>
        <w:lastRenderedPageBreak/>
        <w:t xml:space="preserve">Dhal </w:t>
      </w:r>
      <w:r>
        <w:rPr>
          <w:rtl/>
        </w:rPr>
        <w:t>ذ</w:t>
      </w:r>
      <w:bookmarkEnd w:id="332"/>
    </w:p>
    <w:p w:rsidR="00EC54B6" w:rsidRDefault="00EC54B6" w:rsidP="00175E59">
      <w:pPr>
        <w:pStyle w:val="Heading2Center"/>
      </w:pPr>
      <w:bookmarkStart w:id="333" w:name="_Toc442791452"/>
      <w:r>
        <w:t>1. Dhayad ain al Houz (One who will remove from the Pool of Kausar)</w:t>
      </w:r>
      <w:bookmarkEnd w:id="333"/>
    </w:p>
    <w:p w:rsidR="00EC54B6" w:rsidRDefault="00EC54B6" w:rsidP="00C23B6A">
      <w:pPr>
        <w:pStyle w:val="libNormal"/>
      </w:pPr>
      <w:r>
        <w:t>Jabir bin Abdullah (as) narrates, “We were lying in the mosque. RasoolAllah (saw)</w:t>
      </w:r>
      <w:r w:rsidR="00C23B6A">
        <w:t xml:space="preserve"> </w:t>
      </w:r>
      <w:r>
        <w:t>approached us in His hand was a palm branch. He asked, “Why are you lying in th</w:t>
      </w:r>
      <w:r w:rsidR="004D1165">
        <w:t xml:space="preserve">e </w:t>
      </w:r>
      <w:r>
        <w:t>mosque?” We replied, “We were tired and Ali (asws) was also with us.” RasoolAllah (saw)</w:t>
      </w:r>
      <w:r w:rsidR="00C23B6A">
        <w:t xml:space="preserve"> </w:t>
      </w:r>
      <w:r>
        <w:t>said, “O’Ali (asws)! Come to Me. Those things that are halal for Me to do in the mosque ar</w:t>
      </w:r>
      <w:r w:rsidR="004D1165">
        <w:t xml:space="preserve">e </w:t>
      </w:r>
      <w:r>
        <w:t>also halal for You. You are to Me as Haroon (as) was to Musa (as) except there is no prophe</w:t>
      </w:r>
      <w:r w:rsidR="004D1165">
        <w:t xml:space="preserve">t </w:t>
      </w:r>
      <w:r>
        <w:t>after Me. I swear by the owner of My life, on the day of judgment, You will remove peopl</w:t>
      </w:r>
      <w:r w:rsidR="004D1165">
        <w:t xml:space="preserve">e </w:t>
      </w:r>
      <w:r>
        <w:t>from My Houz (pool of Kausar) the water a camel is removed from the water. You will b</w:t>
      </w:r>
      <w:r w:rsidR="004D1165">
        <w:t xml:space="preserve">e </w:t>
      </w:r>
      <w:r>
        <w:t>given a branch filled with thorns. I can see You by the Pool right now.”</w:t>
      </w:r>
    </w:p>
    <w:p w:rsidR="00EC54B6" w:rsidRDefault="00EC54B6" w:rsidP="0080330A">
      <w:pPr>
        <w:pStyle w:val="libItalic"/>
      </w:pPr>
      <w:r>
        <w:t>(Manaqib al Khawarazmi pg 60)</w:t>
      </w:r>
    </w:p>
    <w:p w:rsidR="00EC54B6" w:rsidRDefault="00EC54B6" w:rsidP="00175E59">
      <w:pPr>
        <w:pStyle w:val="Heading2Center"/>
      </w:pPr>
      <w:bookmarkStart w:id="334" w:name="_Toc442791453"/>
      <w:r>
        <w:t>2. Dhul Qalb</w:t>
      </w:r>
      <w:bookmarkEnd w:id="334"/>
    </w:p>
    <w:p w:rsidR="00EC54B6" w:rsidRDefault="00EC54B6" w:rsidP="00EC54B6">
      <w:pPr>
        <w:pStyle w:val="libNormal"/>
      </w:pPr>
      <w:r>
        <w:t xml:space="preserve">Jabir al Jaffi narrates from Imam Muhammad Baqir (as), “When Ameerul Momineen </w:t>
      </w:r>
      <w:r w:rsidR="0066696E" w:rsidRPr="0066696E">
        <w:t>(asws)</w:t>
      </w:r>
      <w:r w:rsidR="0066696E">
        <w:t xml:space="preserve"> </w:t>
      </w:r>
      <w:r>
        <w:t>returned from Nehrwan, He delivered a sermon in the mosque of Kufa after being tol</w:t>
      </w:r>
      <w:r w:rsidR="004D1165">
        <w:t xml:space="preserve">d </w:t>
      </w:r>
      <w:r>
        <w:t xml:space="preserve">muwaiyah </w:t>
      </w:r>
      <w:r w:rsidRPr="00852C05">
        <w:t>(la)</w:t>
      </w:r>
      <w:r>
        <w:t xml:space="preserve"> had been abusing Him and had slaughtered His companions; O’My Lord! </w:t>
      </w:r>
      <w:r w:rsidR="004D1165">
        <w:t xml:space="preserve">I </w:t>
      </w:r>
      <w:r>
        <w:t>thank You for Your blessings which are uncountable. And I thank You for Your Mercy whic</w:t>
      </w:r>
      <w:r w:rsidR="004D1165">
        <w:t xml:space="preserve">h </w:t>
      </w:r>
      <w:r>
        <w:t>cannot be forgotten. I am the brother of Rasool (saw) and His cousin. I am a curse upon th</w:t>
      </w:r>
      <w:r w:rsidR="004D1165">
        <w:t xml:space="preserve">e </w:t>
      </w:r>
      <w:r>
        <w:t>enemies of RasoolAllah (saw). I am the pillar of His help. I am that wrath whom Allah sen</w:t>
      </w:r>
      <w:r w:rsidR="004D1165">
        <w:t xml:space="preserve">t </w:t>
      </w:r>
      <w:r>
        <w:t>upon His enemies. I have full authority over the souls of man. I am the distributor of th</w:t>
      </w:r>
      <w:r w:rsidR="004D1165">
        <w:t xml:space="preserve">e </w:t>
      </w:r>
      <w:r>
        <w:t>displeasure of Allah. I am the names of Allah in Quran. Be aware! Do not try to interpre</w:t>
      </w:r>
      <w:r w:rsidR="004D1165">
        <w:t xml:space="preserve">t </w:t>
      </w:r>
      <w:r>
        <w:t>them according to your own desires. Otherwise you will go astray in your religion. Alla</w:t>
      </w:r>
      <w:r w:rsidR="004D1165">
        <w:t xml:space="preserve">h </w:t>
      </w:r>
      <w:r>
        <w:t>says “Certainly Allah is with those who do good deeds”. I am that good deed. Allah say</w:t>
      </w:r>
      <w:r w:rsidR="004D1165">
        <w:t xml:space="preserve">s, </w:t>
      </w:r>
      <w:r>
        <w:t>‘Allah is with those who are trustworthy’. I am those who are trustworthy. I am the crier o</w:t>
      </w:r>
      <w:r w:rsidR="004D1165">
        <w:t xml:space="preserve">f </w:t>
      </w:r>
      <w:r>
        <w:t>this world and in the hereafter. Verily I am that ‘izn’ (ear) of Allah who hears those who cal</w:t>
      </w:r>
      <w:r w:rsidR="004D1165">
        <w:t xml:space="preserve">l </w:t>
      </w:r>
      <w:r>
        <w:t>upon Allah and His Rasool (saw). Allah says ‘and those people who remember Allah all o</w:t>
      </w:r>
      <w:r w:rsidR="004D1165">
        <w:t xml:space="preserve">f </w:t>
      </w:r>
      <w:r>
        <w:t>the time’. I am from Those people as is My Uncle, My Brother, My Cousin, and all of the tru</w:t>
      </w:r>
      <w:r w:rsidR="004D1165">
        <w:t xml:space="preserve">e </w:t>
      </w:r>
      <w:r>
        <w:t>companions of RasoolAllah (saw). None of those who are Our true lovers will enter into th</w:t>
      </w:r>
      <w:r w:rsidR="004D1165">
        <w:t xml:space="preserve">e </w:t>
      </w:r>
      <w:r>
        <w:t>jahannum (hellfire). None of Our enemies will enter into jannah (paradise). Allah says ‘o</w:t>
      </w:r>
      <w:r w:rsidR="004D1165">
        <w:t xml:space="preserve">n </w:t>
      </w:r>
      <w:r>
        <w:t>the day of judgment there will be a few people who will recognize each other by thei</w:t>
      </w:r>
      <w:r w:rsidR="004D1165">
        <w:t xml:space="preserve">r </w:t>
      </w:r>
      <w:r>
        <w:t>signs’. I am that sign. Allah says ‘I am the one who created man with water’. Allah says ‘a</w:t>
      </w:r>
      <w:r w:rsidR="004D1165">
        <w:t xml:space="preserve">n </w:t>
      </w:r>
      <w:r>
        <w:t>ear will remember Him’. I am that Ear. I am the one who protected RasoolAllah (saw).</w:t>
      </w:r>
    </w:p>
    <w:p w:rsidR="00EC54B6" w:rsidRDefault="00EC54B6" w:rsidP="00EC54B6">
      <w:pPr>
        <w:pStyle w:val="libNormal"/>
      </w:pPr>
      <w:r>
        <w:t>Remember! A munafiq (hypocrite) is recognized through My hatred and a momin is teste</w:t>
      </w:r>
      <w:r w:rsidR="004D1165">
        <w:t xml:space="preserve">d </w:t>
      </w:r>
      <w:r>
        <w:t>through My love. This is the promise of the Prophet that momin will love Me and munafiq</w:t>
      </w:r>
      <w:r w:rsidR="004D1165">
        <w:t xml:space="preserve">s </w:t>
      </w:r>
      <w:r>
        <w:t>will hate Me. I am the inheritor of the flag of RasoolAllah (saw) in this world and in th</w:t>
      </w:r>
      <w:r w:rsidR="004D1165">
        <w:t xml:space="preserve">e </w:t>
      </w:r>
      <w:r>
        <w:t xml:space="preserve">hereafter. I swear by Allah, My lover will not be thirsty and afraid on the day of judgment. </w:t>
      </w:r>
      <w:r w:rsidR="004D1165">
        <w:t xml:space="preserve">I </w:t>
      </w:r>
      <w:r>
        <w:t xml:space="preserve">have come to know muawiyah </w:t>
      </w:r>
      <w:r w:rsidRPr="00852C05">
        <w:t>(la)</w:t>
      </w:r>
      <w:r>
        <w:t xml:space="preserve"> has been abusive towards Me. O’Allah! Send You</w:t>
      </w:r>
      <w:r w:rsidR="004D1165">
        <w:t xml:space="preserve">r </w:t>
      </w:r>
      <w:r>
        <w:t xml:space="preserve">eternal wrath upon him and curse him. O’ the Lord of the universe! O’ </w:t>
      </w:r>
      <w:r>
        <w:lastRenderedPageBreak/>
        <w:t>the Lord of Ismae</w:t>
      </w:r>
      <w:r w:rsidR="004D1165">
        <w:t xml:space="preserve">l </w:t>
      </w:r>
      <w:r>
        <w:t>(as)! O’ the Lord of Ibrahim (as)! Verily, You are the greatest!”</w:t>
      </w:r>
    </w:p>
    <w:p w:rsidR="00EC54B6" w:rsidRDefault="00EC54B6" w:rsidP="00EC54B6">
      <w:pPr>
        <w:pStyle w:val="libNormal"/>
      </w:pPr>
      <w:r>
        <w:t>Then Moula (asws) descended from the mimbar and never again ascended the mimba</w:t>
      </w:r>
      <w:r w:rsidR="004D1165">
        <w:t xml:space="preserve">r </w:t>
      </w:r>
      <w:r>
        <w:t xml:space="preserve">because ibn muljum </w:t>
      </w:r>
      <w:r w:rsidRPr="00852C05">
        <w:t>(la)</w:t>
      </w:r>
      <w:r>
        <w:t xml:space="preserve"> martyred Him. May the curse of Allah be upon him (ibn mulju</w:t>
      </w:r>
      <w:r w:rsidR="004D1165">
        <w:t xml:space="preserve">m </w:t>
      </w:r>
      <w:r>
        <w:t>la)!</w:t>
      </w:r>
    </w:p>
    <w:p w:rsidR="00EC54B6" w:rsidRDefault="00EC54B6" w:rsidP="0080330A">
      <w:pPr>
        <w:pStyle w:val="libItalic"/>
      </w:pPr>
      <w:r>
        <w:t>(Maani ul Akbar pg 58)</w:t>
      </w:r>
    </w:p>
    <w:p w:rsidR="00EC54B6" w:rsidRDefault="00EC54B6" w:rsidP="00175E59">
      <w:pPr>
        <w:pStyle w:val="Heading2Center"/>
      </w:pPr>
      <w:bookmarkStart w:id="335" w:name="_Toc442791454"/>
      <w:r>
        <w:t>3. Dhakar (male)</w:t>
      </w:r>
      <w:bookmarkEnd w:id="335"/>
    </w:p>
    <w:p w:rsidR="00EC54B6" w:rsidRDefault="00EC54B6" w:rsidP="00EC54B6">
      <w:pPr>
        <w:pStyle w:val="libNormal"/>
      </w:pPr>
      <w:r>
        <w:t xml:space="preserve">Amir bin Yassir narrates regarding this ayah, “So their Lord accepted their prayer; That </w:t>
      </w:r>
      <w:r w:rsidR="004D1165">
        <w:t xml:space="preserve">I </w:t>
      </w:r>
      <w:r>
        <w:t>will not waste the work of a worker among you, whether male or female”(3:195), tha</w:t>
      </w:r>
      <w:r w:rsidR="004D1165">
        <w:t xml:space="preserve">t </w:t>
      </w:r>
      <w:r>
        <w:t>male is Moula Ali (asws) and female is Syeda (sa).”</w:t>
      </w:r>
    </w:p>
    <w:p w:rsidR="00EC54B6" w:rsidRDefault="00EC54B6" w:rsidP="009D029C">
      <w:pPr>
        <w:pStyle w:val="libItalic"/>
      </w:pPr>
      <w:r>
        <w:t>(Manqib pg 3)</w:t>
      </w:r>
    </w:p>
    <w:p w:rsidR="00EC54B6" w:rsidRDefault="00EC54B6" w:rsidP="00175E59">
      <w:pPr>
        <w:pStyle w:val="Heading2Center"/>
      </w:pPr>
      <w:bookmarkStart w:id="336" w:name="_Toc442791455"/>
      <w:r>
        <w:t>4. Dhikr (Remembrance)</w:t>
      </w:r>
      <w:bookmarkEnd w:id="336"/>
    </w:p>
    <w:p w:rsidR="00FE3B28" w:rsidRDefault="00EC54B6" w:rsidP="00EC54B6">
      <w:pPr>
        <w:pStyle w:val="libNormal"/>
      </w:pPr>
      <w:r>
        <w:t>In the tafseer of this ayah, “Say: I do not ask you for any reward for it; nor am I of thos</w:t>
      </w:r>
      <w:r w:rsidR="004D1165">
        <w:t xml:space="preserve">e </w:t>
      </w:r>
      <w:r>
        <w:t xml:space="preserve">who pretend. It is nothing except a reminder to the people” (38:86-87), Imam Sadiq </w:t>
      </w:r>
      <w:r w:rsidR="0066696E">
        <w:t xml:space="preserve">(as) </w:t>
      </w:r>
      <w:r>
        <w:t>says, “This ayah was revealed for Ameerul Momineen (asws), and “And most certainly yo</w:t>
      </w:r>
      <w:r w:rsidR="004D1165">
        <w:t xml:space="preserve">u </w:t>
      </w:r>
      <w:r>
        <w:t>will come to know about it after a time” (38:88) is in reference to the parents of Al Qai</w:t>
      </w:r>
      <w:r w:rsidR="004D1165">
        <w:t xml:space="preserve">m </w:t>
      </w:r>
      <w:r>
        <w:t>(ajfts).”</w:t>
      </w:r>
    </w:p>
    <w:p w:rsidR="00EC54B6" w:rsidRDefault="00EC54B6" w:rsidP="00CE7E0F">
      <w:pPr>
        <w:pStyle w:val="libItalic"/>
      </w:pPr>
      <w:r>
        <w:t>(Roz al Kafi pg 287)</w:t>
      </w:r>
    </w:p>
    <w:p w:rsidR="00EC54B6" w:rsidRDefault="00EC54B6" w:rsidP="00175E59">
      <w:pPr>
        <w:pStyle w:val="Heading2Center"/>
      </w:pPr>
      <w:bookmarkStart w:id="337" w:name="_Toc442791456"/>
      <w:r>
        <w:t>5. Dhu Qurani al Janah (Distributor of the treasures of heaven)</w:t>
      </w:r>
      <w:bookmarkEnd w:id="337"/>
    </w:p>
    <w:p w:rsidR="00EC54B6" w:rsidRDefault="00EC54B6" w:rsidP="00EC54B6">
      <w:pPr>
        <w:pStyle w:val="libNormal"/>
      </w:pPr>
      <w:r>
        <w:t>RasoolAllah (saw) said, “OAli (asws)! There are treasures in jannah for You, and You will b</w:t>
      </w:r>
      <w:r w:rsidR="004D1165">
        <w:t xml:space="preserve">e </w:t>
      </w:r>
      <w:r>
        <w:t>its distributor”.</w:t>
      </w:r>
    </w:p>
    <w:p w:rsidR="00EC54B6" w:rsidRDefault="00EC54B6" w:rsidP="00CE7E0F">
      <w:pPr>
        <w:pStyle w:val="libItalic"/>
      </w:pPr>
      <w:r>
        <w:t>(Maani ul Akbar pg 205)</w:t>
      </w:r>
    </w:p>
    <w:p w:rsidR="00EC54B6" w:rsidRDefault="00EC54B6" w:rsidP="00175E59">
      <w:pPr>
        <w:pStyle w:val="Heading2Center"/>
      </w:pPr>
      <w:bookmarkStart w:id="338" w:name="_Toc442791457"/>
      <w:r>
        <w:t>6. Dhab ain al Nasuan (Titles and Kunyats of Ameerul Momineen asws)</w:t>
      </w:r>
      <w:bookmarkEnd w:id="338"/>
    </w:p>
    <w:p w:rsidR="00EC54B6" w:rsidRDefault="00EC54B6" w:rsidP="00EC54B6">
      <w:pPr>
        <w:pStyle w:val="libNormal"/>
      </w:pPr>
      <w:r>
        <w:t>Abul Hasan (as), Abul Hussain (as), Abu Bashir, Abu Turab, Abul Nooran, These are th</w:t>
      </w:r>
      <w:r w:rsidR="004D1165">
        <w:t xml:space="preserve">e </w:t>
      </w:r>
      <w:r>
        <w:t>kunyats of Ameerul Momineen (asws).</w:t>
      </w:r>
    </w:p>
    <w:p w:rsidR="00EC54B6" w:rsidRDefault="00EC54B6" w:rsidP="00EC54B6">
      <w:pPr>
        <w:pStyle w:val="libNormal"/>
      </w:pPr>
      <w:r>
        <w:t>His titles are Ameerul Momineen, Syedul Wasieen, Leader of people with shining forehead</w:t>
      </w:r>
      <w:r w:rsidR="004D1165">
        <w:t xml:space="preserve">s, </w:t>
      </w:r>
      <w:r>
        <w:t>One who fought against the oppressors, Leader of Momineen, Most trustworthy, Greates</w:t>
      </w:r>
      <w:r w:rsidR="004D1165">
        <w:t xml:space="preserve">t </w:t>
      </w:r>
      <w:r>
        <w:t>farooq, Distributor of heaven and hell, Wasi (successor), Wali, Caliph, Judge of Religion, On</w:t>
      </w:r>
      <w:r w:rsidR="004D1165">
        <w:t xml:space="preserve">e </w:t>
      </w:r>
      <w:r>
        <w:t>who fulfills all of the promises of Allah, Lion of the universe, Standard bearer, One who wil</w:t>
      </w:r>
      <w:r w:rsidR="004D1165">
        <w:t xml:space="preserve">l </w:t>
      </w:r>
      <w:r>
        <w:t>remove people from the Pool of Kausar, Leader of man and jinns, Anza al Bateen, Remove</w:t>
      </w:r>
      <w:r w:rsidR="004D1165">
        <w:t xml:space="preserve">r </w:t>
      </w:r>
      <w:r>
        <w:t>of the pains, Master of Religion, Door of repentance, Resident of earth, Best Judge, Mos</w:t>
      </w:r>
      <w:r w:rsidR="004D1165">
        <w:t xml:space="preserve">t </w:t>
      </w:r>
      <w:r>
        <w:t>Glorified, Arc of Salvation, Clear Path, Purpose of guidance.</w:t>
      </w:r>
    </w:p>
    <w:p w:rsidR="00EC54B6" w:rsidRDefault="00EC54B6" w:rsidP="00CE7E0F">
      <w:pPr>
        <w:pStyle w:val="libItalic"/>
      </w:pPr>
      <w:r>
        <w:t>(Fazail ibn Shazaan pg 124)</w:t>
      </w:r>
    </w:p>
    <w:p w:rsidR="00EC54B6" w:rsidRDefault="00EC54B6" w:rsidP="00175E59">
      <w:pPr>
        <w:pStyle w:val="Heading2Center"/>
      </w:pPr>
      <w:bookmarkStart w:id="339" w:name="_Toc442791458"/>
      <w:r>
        <w:t>7. Dhat al Dhawat (Reality of all realities)</w:t>
      </w:r>
      <w:bookmarkEnd w:id="339"/>
    </w:p>
    <w:p w:rsidR="00EC54B6" w:rsidRDefault="00EC54B6" w:rsidP="00EC54B6">
      <w:pPr>
        <w:pStyle w:val="libNormal"/>
      </w:pPr>
      <w:r>
        <w:t>Moula Ali (asws) said, “I am the reality of all realities. The reality of all realities is Me.”</w:t>
      </w:r>
    </w:p>
    <w:p w:rsidR="00EC54B6" w:rsidRDefault="00EC54B6" w:rsidP="0080330A">
      <w:pPr>
        <w:pStyle w:val="libItalic"/>
      </w:pPr>
      <w:r>
        <w:t>(Mashariqul Anwar pg 31)</w:t>
      </w:r>
    </w:p>
    <w:p w:rsidR="00EC54B6" w:rsidRDefault="00EC54B6" w:rsidP="00175E59">
      <w:pPr>
        <w:pStyle w:val="Heading2Center"/>
      </w:pPr>
      <w:bookmarkStart w:id="340" w:name="_Toc442791459"/>
      <w:r>
        <w:t>8. Dhakheerah al Shakoor</w:t>
      </w:r>
      <w:bookmarkEnd w:id="340"/>
    </w:p>
    <w:p w:rsidR="00EC54B6" w:rsidRDefault="00EC54B6" w:rsidP="00EC54B6">
      <w:pPr>
        <w:pStyle w:val="libNormal"/>
      </w:pPr>
      <w:r>
        <w:t>Moula Ali (asws) sayins in Khutba Bayan, “I am dhakhira al shakoor”.</w:t>
      </w:r>
    </w:p>
    <w:p w:rsidR="00EC54B6" w:rsidRDefault="00EC54B6" w:rsidP="00175E59">
      <w:pPr>
        <w:pStyle w:val="Heading2Center"/>
      </w:pPr>
      <w:bookmarkStart w:id="341" w:name="_Toc442791460"/>
      <w:r>
        <w:lastRenderedPageBreak/>
        <w:t>9. Dharbis al Khataa</w:t>
      </w:r>
      <w:bookmarkEnd w:id="341"/>
    </w:p>
    <w:p w:rsidR="00FE3B28" w:rsidRDefault="00EC54B6" w:rsidP="00EC54B6">
      <w:pPr>
        <w:pStyle w:val="libNormal"/>
      </w:pPr>
      <w:r>
        <w:t>Moula Ali (asws) says in Khutbat ul Bayan, “I am Dharbis al Khataa”.</w:t>
      </w:r>
    </w:p>
    <w:p w:rsidR="00EC54B6" w:rsidRDefault="00EC54B6" w:rsidP="00175E59">
      <w:pPr>
        <w:pStyle w:val="Heading2Center"/>
      </w:pPr>
      <w:bookmarkStart w:id="342" w:name="_Toc442791461"/>
      <w:r>
        <w:t>10. Dharmaj al Arsh</w:t>
      </w:r>
      <w:bookmarkEnd w:id="342"/>
    </w:p>
    <w:p w:rsidR="00EC54B6" w:rsidRDefault="00EC54B6" w:rsidP="00EC54B6">
      <w:pPr>
        <w:pStyle w:val="libNormal"/>
      </w:pPr>
      <w:r>
        <w:t>Moula Ali (asws) says in Khutbat ul Bayan, “I am Dharmaj al Arsh”.</w:t>
      </w:r>
    </w:p>
    <w:p w:rsidR="00EC54B6" w:rsidRDefault="00EC54B6" w:rsidP="00175E59">
      <w:pPr>
        <w:pStyle w:val="Heading2Center"/>
      </w:pPr>
      <w:bookmarkStart w:id="343" w:name="_Toc442791462"/>
      <w:r>
        <w:t>11. Dhakheeratul Dhakhayar</w:t>
      </w:r>
      <w:bookmarkEnd w:id="343"/>
    </w:p>
    <w:p w:rsidR="00EC54B6" w:rsidRDefault="00EC54B6" w:rsidP="00EC54B6">
      <w:pPr>
        <w:pStyle w:val="libNormal"/>
      </w:pPr>
      <w:r>
        <w:t>Moula Ali (asws) says in Khutba Bayan, “I am dhakhiratul dhakhiar”.</w:t>
      </w:r>
    </w:p>
    <w:p w:rsidR="00612EA4" w:rsidRDefault="00612EA4" w:rsidP="00612EA4">
      <w:pPr>
        <w:pStyle w:val="libNormal"/>
      </w:pPr>
      <w:r>
        <w:br w:type="page"/>
      </w:r>
    </w:p>
    <w:p w:rsidR="0066696E" w:rsidRDefault="00612EA4" w:rsidP="0066696E">
      <w:pPr>
        <w:pStyle w:val="libNormal"/>
      </w:pPr>
      <w:r>
        <w:lastRenderedPageBreak/>
        <w:t>*Other names of Ameerul Momineen (asws) are Dhikar, Dhakir, Dhahid, Dhariya, Dhul Qurba, Dhul Hin, and Dhul Nurain</w:t>
      </w:r>
    </w:p>
    <w:p w:rsidR="0066696E" w:rsidRDefault="0066696E" w:rsidP="00967BC2">
      <w:pPr>
        <w:pStyle w:val="libNormal"/>
      </w:pPr>
      <w:r>
        <w:br w:type="page"/>
      </w:r>
    </w:p>
    <w:p w:rsidR="00612EA4" w:rsidRDefault="00612EA4" w:rsidP="00AE7A6E">
      <w:pPr>
        <w:pStyle w:val="Heading1Center"/>
      </w:pPr>
      <w:bookmarkStart w:id="344" w:name="_Toc442791463"/>
      <w:r>
        <w:lastRenderedPageBreak/>
        <w:t xml:space="preserve">Ra </w:t>
      </w:r>
      <w:r>
        <w:rPr>
          <w:rtl/>
        </w:rPr>
        <w:t>ر</w:t>
      </w:r>
      <w:bookmarkEnd w:id="344"/>
    </w:p>
    <w:p w:rsidR="00EC54B6" w:rsidRDefault="00EC54B6" w:rsidP="00175E59">
      <w:pPr>
        <w:pStyle w:val="Heading2Center"/>
      </w:pPr>
      <w:bookmarkStart w:id="345" w:name="_Toc442791464"/>
      <w:r>
        <w:t>1. Rahmah (mercy)</w:t>
      </w:r>
      <w:bookmarkEnd w:id="345"/>
    </w:p>
    <w:p w:rsidR="00EC54B6" w:rsidRDefault="00EC54B6" w:rsidP="00EC54B6">
      <w:pPr>
        <w:pStyle w:val="libNormal"/>
      </w:pPr>
      <w:r>
        <w:t>Imam Muhammad Baqir (as) was asked about this ayah, “Say; In the grace of Allah and i</w:t>
      </w:r>
      <w:r w:rsidR="004D1165">
        <w:t xml:space="preserve">n </w:t>
      </w:r>
      <w:r>
        <w:t>His mercy let them rejoice there in. It is better than what they gather” (10:58), Ima</w:t>
      </w:r>
      <w:r w:rsidR="004D1165">
        <w:t xml:space="preserve">m </w:t>
      </w:r>
      <w:r>
        <w:t>(as) said, “Grace of Allah is RasoolAllah (saw) and His Mercy is Ameerul Momineen (asws)”.</w:t>
      </w:r>
    </w:p>
    <w:p w:rsidR="00EC54B6" w:rsidRDefault="00EC54B6" w:rsidP="0080330A">
      <w:pPr>
        <w:pStyle w:val="libItalic"/>
      </w:pPr>
      <w:r>
        <w:t>(Tafseer e Furat pg 62)</w:t>
      </w:r>
    </w:p>
    <w:p w:rsidR="00EC54B6" w:rsidRDefault="00EC54B6" w:rsidP="00175E59">
      <w:pPr>
        <w:pStyle w:val="Heading2Center"/>
      </w:pPr>
      <w:bookmarkStart w:id="346" w:name="_Toc442791465"/>
      <w:r>
        <w:t>2. Radfah</w:t>
      </w:r>
      <w:bookmarkEnd w:id="346"/>
    </w:p>
    <w:p w:rsidR="00EC54B6" w:rsidRDefault="00EC54B6" w:rsidP="00EC54B6">
      <w:pPr>
        <w:pStyle w:val="libNormal"/>
      </w:pPr>
      <w:r>
        <w:t>Imam Jafar Sadiq (as) was asked about this ayah, “On the day when the first quaking shal</w:t>
      </w:r>
      <w:r w:rsidR="004D1165">
        <w:t xml:space="preserve">l </w:t>
      </w:r>
      <w:r>
        <w:t>quake and the second followeth it” (79:6-7), Imam (as) said, “In this ayah “al rajfah”</w:t>
      </w:r>
    </w:p>
    <w:p w:rsidR="00EC54B6" w:rsidRDefault="00EC54B6" w:rsidP="00EC54B6">
      <w:pPr>
        <w:pStyle w:val="libNormal"/>
      </w:pPr>
      <w:r>
        <w:t xml:space="preserve">(quaking) is Imam Hussain (as) and al radfah(the second) is Ameerul Momineen </w:t>
      </w:r>
      <w:r w:rsidR="0066696E" w:rsidRPr="0066696E">
        <w:t>(asws)</w:t>
      </w:r>
      <w:r w:rsidR="0066696E">
        <w:t xml:space="preserve"> </w:t>
      </w:r>
      <w:r>
        <w:t>who will appear along with Imam Hussain (as) and 95,000 companions on that day. Thi</w:t>
      </w:r>
      <w:r w:rsidR="004D1165">
        <w:t xml:space="preserve">s </w:t>
      </w:r>
      <w:r>
        <w:t>saying of Allah attests to this,”Most surely We help Our messengers, and those wh</w:t>
      </w:r>
      <w:r w:rsidR="004D1165">
        <w:t xml:space="preserve">o </w:t>
      </w:r>
      <w:r>
        <w:t>believe, in this world, and on the day when the witnesses shall stand. The day on whic</w:t>
      </w:r>
      <w:r w:rsidR="004D1165">
        <w:t xml:space="preserve">h </w:t>
      </w:r>
      <w:r>
        <w:t>their excuse shall not benefit the unjust and for them is curse and for them is the evi</w:t>
      </w:r>
      <w:r w:rsidR="004D1165">
        <w:t xml:space="preserve">l </w:t>
      </w:r>
      <w:r>
        <w:t>abode.” (40:51-52)</w:t>
      </w:r>
    </w:p>
    <w:p w:rsidR="00EC54B6" w:rsidRDefault="00EC54B6" w:rsidP="00CE7E0F">
      <w:pPr>
        <w:pStyle w:val="libItalic"/>
      </w:pPr>
      <w:r>
        <w:t>(Tafseer e Furat pg 203)</w:t>
      </w:r>
    </w:p>
    <w:p w:rsidR="00EC54B6" w:rsidRDefault="00EC54B6" w:rsidP="00175E59">
      <w:pPr>
        <w:pStyle w:val="Heading2Center"/>
      </w:pPr>
      <w:bookmarkStart w:id="347" w:name="_Toc442791466"/>
      <w:r>
        <w:t>3. Raskh fi al Alim (full knowledge)</w:t>
      </w:r>
      <w:bookmarkEnd w:id="347"/>
    </w:p>
    <w:p w:rsidR="00EC54B6" w:rsidRDefault="00EC54B6" w:rsidP="00EC54B6">
      <w:pPr>
        <w:pStyle w:val="libNormal"/>
      </w:pPr>
      <w:r>
        <w:t xml:space="preserve">Abul Rahman bin Kaseer narrates from Imam Jafar Sadiq (as), “Ameerul Momineen </w:t>
      </w:r>
      <w:r w:rsidR="0066696E" w:rsidRPr="0066696E">
        <w:t>(asws)</w:t>
      </w:r>
      <w:r w:rsidR="0066696E">
        <w:t xml:space="preserve"> </w:t>
      </w:r>
      <w:r>
        <w:t>and Aimma (as) have full knowledge.”</w:t>
      </w:r>
    </w:p>
    <w:p w:rsidR="00EC54B6" w:rsidRDefault="00EC54B6" w:rsidP="00CE7E0F">
      <w:pPr>
        <w:pStyle w:val="libItalic"/>
      </w:pPr>
      <w:r>
        <w:t>(Usool e Kafi First Edition pg 175)</w:t>
      </w:r>
    </w:p>
    <w:p w:rsidR="00EC54B6" w:rsidRDefault="00EC54B6" w:rsidP="00175E59">
      <w:pPr>
        <w:pStyle w:val="Heading2Center"/>
      </w:pPr>
      <w:bookmarkStart w:id="348" w:name="_Toc442791467"/>
      <w:r>
        <w:t>4. Rayatul Hadi (Flag of guidance)</w:t>
      </w:r>
      <w:bookmarkEnd w:id="348"/>
    </w:p>
    <w:p w:rsidR="00FE3B28" w:rsidRDefault="00EC54B6" w:rsidP="00EC54B6">
      <w:pPr>
        <w:pStyle w:val="libNormal"/>
      </w:pPr>
      <w:r>
        <w:t>Abu Bureeda narrates from RasoolAllah (saw), “Allah took an oath of allegiance from M</w:t>
      </w:r>
      <w:r w:rsidR="004D1165">
        <w:t xml:space="preserve">e </w:t>
      </w:r>
      <w:r>
        <w:t>regarding Ali (asws). I said, “O’My Lord! Associate Me with Ali (asws).” Allah said, “Listen!</w:t>
      </w:r>
    </w:p>
    <w:p w:rsidR="00EC54B6" w:rsidRDefault="00EC54B6" w:rsidP="00EC54B6">
      <w:pPr>
        <w:pStyle w:val="libNormal"/>
      </w:pPr>
      <w:r>
        <w:t>Verily, Ali (asws) is the flag of guidance. He is Imam of Awliya. He is noor for those wh</w:t>
      </w:r>
      <w:r w:rsidR="004D1165">
        <w:t xml:space="preserve">o </w:t>
      </w:r>
      <w:r>
        <w:t>obey Me. He is kalima of the muttaqeen (pious). One who loves Him loves Me. One wh</w:t>
      </w:r>
      <w:r w:rsidR="004D1165">
        <w:t xml:space="preserve">o </w:t>
      </w:r>
      <w:r>
        <w:t>obeys Him obeys Me.”</w:t>
      </w:r>
    </w:p>
    <w:p w:rsidR="00EC54B6" w:rsidRDefault="00EC54B6" w:rsidP="00CE7E0F">
      <w:pPr>
        <w:pStyle w:val="libItalic"/>
      </w:pPr>
      <w:r>
        <w:t>(Maani ul Akbar pg 126)</w:t>
      </w:r>
    </w:p>
    <w:p w:rsidR="00EC54B6" w:rsidRDefault="00EC54B6" w:rsidP="00175E59">
      <w:pPr>
        <w:pStyle w:val="Heading2Center"/>
      </w:pPr>
      <w:bookmarkStart w:id="349" w:name="_Toc442791468"/>
      <w:r>
        <w:t>5. Rabaa al arbaat (Fourth of Four)</w:t>
      </w:r>
      <w:bookmarkEnd w:id="349"/>
    </w:p>
    <w:p w:rsidR="00EC54B6" w:rsidRDefault="00EC54B6" w:rsidP="00EC54B6">
      <w:pPr>
        <w:pStyle w:val="libNormal"/>
      </w:pPr>
      <w:r>
        <w:t>Ibne Abbas (ra) narrates RasoolAllah (saw) said, “Ali (asws) is to Me like the blood in M</w:t>
      </w:r>
      <w:r w:rsidR="004D1165">
        <w:t xml:space="preserve">y </w:t>
      </w:r>
      <w:r>
        <w:t>body. One who loves Him is guided. One who loves Him has found the true path. One wh</w:t>
      </w:r>
      <w:r w:rsidR="004D1165">
        <w:t xml:space="preserve">o </w:t>
      </w:r>
      <w:r>
        <w:t>obeys Him finds salvation. Ali (asws) is fourth of four in jannah. Myself, Hasan (as),</w:t>
      </w:r>
    </w:p>
    <w:p w:rsidR="00EC54B6" w:rsidRDefault="00EC54B6" w:rsidP="00EC54B6">
      <w:pPr>
        <w:pStyle w:val="libNormal"/>
      </w:pPr>
      <w:r>
        <w:t>Hussain (as), and Ali (asws) ibn Abi Talib (as).”</w:t>
      </w:r>
    </w:p>
    <w:p w:rsidR="00EC54B6" w:rsidRDefault="00EC54B6" w:rsidP="0080330A">
      <w:pPr>
        <w:pStyle w:val="libItalic"/>
      </w:pPr>
      <w:r>
        <w:t>(Maya Manqaba pg 28)</w:t>
      </w:r>
    </w:p>
    <w:p w:rsidR="00EC54B6" w:rsidRDefault="00EC54B6" w:rsidP="00175E59">
      <w:pPr>
        <w:pStyle w:val="Heading2Center"/>
      </w:pPr>
      <w:bookmarkStart w:id="350" w:name="_Toc442791469"/>
      <w:r>
        <w:t>6. Rabaa al Khalifa (Fourth Caliph)</w:t>
      </w:r>
      <w:bookmarkEnd w:id="350"/>
    </w:p>
    <w:p w:rsidR="00EC54B6" w:rsidRDefault="00EC54B6" w:rsidP="00EC54B6">
      <w:pPr>
        <w:pStyle w:val="libNormal"/>
      </w:pPr>
      <w:r>
        <w:t>Ali (as) bin Al Hussain (as) narrates from His Father that Ameerul Momineen (asws) sai</w:t>
      </w:r>
      <w:r w:rsidR="004D1165">
        <w:t xml:space="preserve">d, </w:t>
      </w:r>
      <w:r>
        <w:t>“May the curse of Allah be upon the one who does not consider Me as the fourth caliph”.</w:t>
      </w:r>
    </w:p>
    <w:p w:rsidR="00EC54B6" w:rsidRDefault="00EC54B6" w:rsidP="00EC54B6">
      <w:pPr>
        <w:pStyle w:val="libNormal"/>
      </w:pPr>
      <w:r>
        <w:t>Hussain bin Zaid said to Imam Jafar (as) bin Muhammad (as), “How is it possible tha</w:t>
      </w:r>
      <w:r w:rsidR="004D1165">
        <w:t xml:space="preserve">t </w:t>
      </w:r>
      <w:r>
        <w:t xml:space="preserve">Ameerul Momineen (asws) considers Himself the fourth </w:t>
      </w:r>
      <w:r>
        <w:lastRenderedPageBreak/>
        <w:t>caliph?” Imam (as) replied, “Alla</w:t>
      </w:r>
      <w:r w:rsidR="004D1165">
        <w:t xml:space="preserve">h </w:t>
      </w:r>
      <w:r>
        <w:t>said in His book, “And when your Lord said to the angels, I am going to place in th</w:t>
      </w:r>
      <w:r w:rsidR="004D1165">
        <w:t xml:space="preserve">e </w:t>
      </w:r>
      <w:r>
        <w:t>earth a caliph” (2:30), therefore Adam (as) is the first caliph. “O’Dawood (as) We mad</w:t>
      </w:r>
      <w:r w:rsidR="004D1165">
        <w:t xml:space="preserve">e </w:t>
      </w:r>
      <w:r>
        <w:t>you as caliph upon the earth”, therefore Dawood (as) is the second caliph. Haroon (as) wa</w:t>
      </w:r>
      <w:r w:rsidR="004D1165">
        <w:t xml:space="preserve">s </w:t>
      </w:r>
      <w:r>
        <w:t>caliph of Musa (as) so He is the third. Ameerul Momineen (asws) was caliph of Muhamma</w:t>
      </w:r>
      <w:r w:rsidR="004D1165">
        <w:t xml:space="preserve">d </w:t>
      </w:r>
      <w:r>
        <w:t>(saw), so He is the fourth caliph.”</w:t>
      </w:r>
    </w:p>
    <w:p w:rsidR="00EC54B6" w:rsidRDefault="00EC54B6" w:rsidP="0080330A">
      <w:pPr>
        <w:pStyle w:val="libItalic"/>
      </w:pPr>
      <w:r>
        <w:t>(Maya Manqaba pg 38)</w:t>
      </w:r>
    </w:p>
    <w:p w:rsidR="00EC54B6" w:rsidRDefault="00EC54B6" w:rsidP="00175E59">
      <w:pPr>
        <w:pStyle w:val="Heading2Center"/>
      </w:pPr>
      <w:bookmarkStart w:id="351" w:name="_Toc442791470"/>
      <w:r>
        <w:t>7. Rabib RasoolAllah (saw) (Raised by RasoolAllah saw)</w:t>
      </w:r>
      <w:bookmarkEnd w:id="351"/>
    </w:p>
    <w:p w:rsidR="00EC54B6" w:rsidRDefault="00EC54B6" w:rsidP="00EC54B6">
      <w:pPr>
        <w:pStyle w:val="libNormal"/>
      </w:pPr>
      <w:r>
        <w:t>Abul Hajjaj narrates, “It is a great blessing of Allah upon Ali (asws) ibn Abi Talib (as) whe</w:t>
      </w:r>
      <w:r w:rsidR="004D1165">
        <w:t xml:space="preserve">n </w:t>
      </w:r>
      <w:r>
        <w:t>the Quraish boycotted Abu Talib (as) and His financial situation became destabilized an</w:t>
      </w:r>
      <w:r w:rsidR="004D1165">
        <w:t xml:space="preserve">d </w:t>
      </w:r>
      <w:r>
        <w:t>because Hz Abi Talib (as) had many children, RasoolAllah (saw) said to His uncle, Abba</w:t>
      </w:r>
      <w:r w:rsidR="004D1165">
        <w:t xml:space="preserve">s </w:t>
      </w:r>
      <w:r>
        <w:t xml:space="preserve">(ra) who was very wealthy amongst Bani Hashim, “O’ My uncle! Your brother Abi Talib </w:t>
      </w:r>
      <w:r w:rsidR="0066696E">
        <w:t xml:space="preserve">(as) </w:t>
      </w:r>
      <w:r>
        <w:t>has many children. As you are aware, Quraish have placed him in extreme difficulties. Le</w:t>
      </w:r>
      <w:r w:rsidR="004D1165">
        <w:t xml:space="preserve">t </w:t>
      </w:r>
      <w:r>
        <w:t>Us go to help him.” Therefore, Abbas (ra) took Jafar and RasoolAllah (saw) took Ali (asws).</w:t>
      </w:r>
    </w:p>
    <w:p w:rsidR="00EC54B6" w:rsidRDefault="00EC54B6" w:rsidP="00EC54B6">
      <w:pPr>
        <w:pStyle w:val="libNormal"/>
      </w:pPr>
      <w:r>
        <w:t>Ali (asws) lived with RasoolAllah (saw) until He took His last breath. He helped RasoolAlla</w:t>
      </w:r>
      <w:r w:rsidR="004D1165">
        <w:t xml:space="preserve">h </w:t>
      </w:r>
      <w:r>
        <w:t>(saw), followed Him, believed Him and testified to Him.”</w:t>
      </w:r>
    </w:p>
    <w:p w:rsidR="00EC54B6" w:rsidRDefault="00EC54B6" w:rsidP="0080330A">
      <w:pPr>
        <w:pStyle w:val="libItalic"/>
      </w:pPr>
      <w:r>
        <w:t>(Manaqib al Khawarzmi pg 17)</w:t>
      </w:r>
    </w:p>
    <w:p w:rsidR="00EC54B6" w:rsidRDefault="00EC54B6" w:rsidP="00175E59">
      <w:pPr>
        <w:pStyle w:val="Heading2Center"/>
      </w:pPr>
      <w:bookmarkStart w:id="352" w:name="_Toc442791471"/>
      <w:r>
        <w:t>8. Rajal al A’araf (Man of Araaf)</w:t>
      </w:r>
      <w:bookmarkEnd w:id="352"/>
    </w:p>
    <w:p w:rsidR="00EC54B6" w:rsidRDefault="00EC54B6" w:rsidP="00EC54B6">
      <w:pPr>
        <w:pStyle w:val="libNormal"/>
      </w:pPr>
      <w:r>
        <w:t>Hasham asked Imam Muhammad Baqir (as) regarding this saying of Allah, “on the mos</w:t>
      </w:r>
      <w:r w:rsidR="004D1165">
        <w:t xml:space="preserve">t </w:t>
      </w:r>
      <w:r>
        <w:t>elevated places there shall be men who know all by their marks” (7:46). Hasham aske</w:t>
      </w:r>
      <w:r w:rsidR="004D1165">
        <w:t xml:space="preserve">d, </w:t>
      </w:r>
      <w:r>
        <w:t>“What does it mean there will be men on araaf (elevated places)?” Imam (as) replied, “D</w:t>
      </w:r>
      <w:r w:rsidR="004D1165">
        <w:t xml:space="preserve">o </w:t>
      </w:r>
      <w:r>
        <w:t>you not know there are people from amongst your tribe who know who is good and who i</w:t>
      </w:r>
      <w:r w:rsidR="004D1165">
        <w:t xml:space="preserve">s </w:t>
      </w:r>
      <w:r>
        <w:t>bad. We are those people who will know Our lovers by the marks on their foreheads”</w:t>
      </w:r>
    </w:p>
    <w:p w:rsidR="00EC54B6" w:rsidRDefault="00EC54B6" w:rsidP="00EC54B6">
      <w:pPr>
        <w:pStyle w:val="libNormal"/>
      </w:pPr>
      <w:r>
        <w:t>Zadan said to Salman (as), “I have heard RasoolAllah (saw) say more than 10 times sa</w:t>
      </w:r>
      <w:r w:rsidR="004D1165">
        <w:t xml:space="preserve">y </w:t>
      </w:r>
      <w:r>
        <w:t>regarding Ali (asws) ibn Abi Talib (as), “You and Your Successors will be on Araaf betwee</w:t>
      </w:r>
      <w:r w:rsidR="004D1165">
        <w:t xml:space="preserve">n </w:t>
      </w:r>
      <w:r>
        <w:t>jannah and jahannum. No one will be able to enter into jannah except those who recogniz</w:t>
      </w:r>
      <w:r w:rsidR="004D1165">
        <w:t xml:space="preserve">e </w:t>
      </w:r>
      <w:r>
        <w:t>You and You recognize them. Those who will deny You and You will deny them will b</w:t>
      </w:r>
      <w:r w:rsidR="004D1165">
        <w:t xml:space="preserve">e </w:t>
      </w:r>
      <w:r>
        <w:t>thrown into hell.”</w:t>
      </w:r>
    </w:p>
    <w:p w:rsidR="00EC54B6" w:rsidRDefault="00EC54B6" w:rsidP="0080330A">
      <w:pPr>
        <w:pStyle w:val="libItalic"/>
      </w:pPr>
      <w:r>
        <w:t>(Tafseer Ayyashi Second Edition pg 22)</w:t>
      </w:r>
    </w:p>
    <w:p w:rsidR="00EC54B6" w:rsidRDefault="00EC54B6" w:rsidP="00175E59">
      <w:pPr>
        <w:pStyle w:val="Heading2Center"/>
      </w:pPr>
      <w:bookmarkStart w:id="353" w:name="_Toc442791472"/>
      <w:r>
        <w:t>9. Rukan al deen (Pillar of Religion)</w:t>
      </w:r>
      <w:bookmarkEnd w:id="353"/>
    </w:p>
    <w:p w:rsidR="00EC54B6" w:rsidRDefault="00EC54B6" w:rsidP="00EC54B6">
      <w:pPr>
        <w:pStyle w:val="libNormal"/>
      </w:pPr>
      <w:r>
        <w:t>RasoolAllah (saw) to Ali (asws) ibn Abi Talib (as), “You and Your Sons, Hasan (as) an</w:t>
      </w:r>
      <w:r w:rsidR="004D1165">
        <w:t xml:space="preserve">d </w:t>
      </w:r>
      <w:r>
        <w:t>Hussain (as), and the 9 Imams (as) from the Offspring of Hussain (as) are the pillars o</w:t>
      </w:r>
      <w:r w:rsidR="004D1165">
        <w:t xml:space="preserve">f </w:t>
      </w:r>
      <w:r>
        <w:t>religion. One who follows Us shall find salvation. One who denies Us has gone towards th</w:t>
      </w:r>
      <w:r w:rsidR="004D1165">
        <w:t xml:space="preserve">e </w:t>
      </w:r>
      <w:r>
        <w:t>path of fire.”</w:t>
      </w:r>
    </w:p>
    <w:p w:rsidR="00FE3B28" w:rsidRDefault="00EC54B6" w:rsidP="0080330A">
      <w:pPr>
        <w:pStyle w:val="libItalic"/>
      </w:pPr>
      <w:r>
        <w:t>(Bashartul Mustafa pg 49)</w:t>
      </w:r>
    </w:p>
    <w:p w:rsidR="00EC54B6" w:rsidRDefault="00EC54B6" w:rsidP="00175E59">
      <w:pPr>
        <w:pStyle w:val="Heading2Center"/>
      </w:pPr>
      <w:bookmarkStart w:id="354" w:name="_Toc442791473"/>
      <w:r>
        <w:t>10. Rayis al bakaian</w:t>
      </w:r>
      <w:bookmarkEnd w:id="354"/>
    </w:p>
    <w:p w:rsidR="00EC54B6" w:rsidRDefault="00EC54B6" w:rsidP="00C23B6A">
      <w:pPr>
        <w:pStyle w:val="libNormal"/>
      </w:pPr>
      <w:r>
        <w:t>Hajjaj asked Qambar (ra), the slave of Moula Ali (asws), “Who are you?” Qambar (ra)</w:t>
      </w:r>
      <w:r w:rsidR="00C23B6A">
        <w:t xml:space="preserve"> </w:t>
      </w:r>
      <w:r>
        <w:t>replied, “I am the slave of the one who fought with two swords. I am the slave of one wh</w:t>
      </w:r>
      <w:r w:rsidR="004D1165">
        <w:t xml:space="preserve">o </w:t>
      </w:r>
      <w:r>
        <w:t>fought with two spears, who offered prayers towards two Qiblas, who made two bayyat</w:t>
      </w:r>
      <w:r w:rsidR="004D1165">
        <w:t xml:space="preserve">s </w:t>
      </w:r>
      <w:r>
        <w:t>and was never disobedient to Allah even for the blink of an eye. I am the slave of one who i</w:t>
      </w:r>
      <w:r w:rsidR="004D1165">
        <w:t xml:space="preserve">s </w:t>
      </w:r>
      <w:r>
        <w:t xml:space="preserve">master of </w:t>
      </w:r>
      <w:r>
        <w:lastRenderedPageBreak/>
        <w:t>Momineen, inheritor of prophets, master of successors, greatest muslim, maste</w:t>
      </w:r>
      <w:r w:rsidR="004D1165">
        <w:t xml:space="preserve">r </w:t>
      </w:r>
      <w:r>
        <w:t>of religion, noor of those who fight in the way of Allah, master of those who cry during thei</w:t>
      </w:r>
      <w:r w:rsidR="004D1165">
        <w:t xml:space="preserve">r </w:t>
      </w:r>
      <w:r>
        <w:t>prayers, the glory of worshippers, the light of believers, the most pious, tongue of Alla</w:t>
      </w:r>
      <w:r w:rsidR="004D1165">
        <w:t xml:space="preserve">h, </w:t>
      </w:r>
      <w:r>
        <w:t>first momin of Aal e Yaseen (as). I am the slave of one who is the teacher of Jibrael (as),</w:t>
      </w:r>
    </w:p>
    <w:p w:rsidR="00EC54B6" w:rsidRDefault="00EC54B6" w:rsidP="00EC54B6">
      <w:pPr>
        <w:pStyle w:val="libNormal"/>
      </w:pPr>
      <w:r>
        <w:t>master of Mikael (as), one who was praised in all seven heavens, who is the killer o</w:t>
      </w:r>
      <w:r w:rsidR="004D1165">
        <w:t xml:space="preserve">f </w:t>
      </w:r>
      <w:r>
        <w:t>naqiseen (those who break their oath), markeen (rebels), and qasteen (kaffirs). I am th</w:t>
      </w:r>
      <w:r w:rsidR="004D1165">
        <w:t xml:space="preserve">e </w:t>
      </w:r>
      <w:r>
        <w:t>slave of one who is the protector of the honor of muslims, who fought against the enemie</w:t>
      </w:r>
      <w:r w:rsidR="004D1165">
        <w:t xml:space="preserve">s </w:t>
      </w:r>
      <w:r>
        <w:t>of Allah. I am the slave of one who is the treasure of Allah. I am the slave of one who i</w:t>
      </w:r>
      <w:r w:rsidR="004D1165">
        <w:t xml:space="preserve">s </w:t>
      </w:r>
      <w:r>
        <w:t>Ameerul Momineen (asws) and Successor of the Prophet (saw), who is the trustee of Alla</w:t>
      </w:r>
      <w:r w:rsidR="004D1165">
        <w:t xml:space="preserve">h </w:t>
      </w:r>
      <w:r>
        <w:t>upon His creation, and who is the caliph of Allah upon His every creation. I am the slave o</w:t>
      </w:r>
      <w:r w:rsidR="004D1165">
        <w:t xml:space="preserve">f </w:t>
      </w:r>
      <w:r>
        <w:t>oen who is the master of all muslims, Allah’s sword upon munafiqeen (hypo crites), kalim</w:t>
      </w:r>
      <w:r w:rsidR="004D1165">
        <w:t xml:space="preserve">a </w:t>
      </w:r>
      <w:r>
        <w:t>(testimony) of worshippers, helper of the religion of Allah. I am the slave of the Wali o</w:t>
      </w:r>
      <w:r w:rsidR="004D1165">
        <w:t xml:space="preserve">f </w:t>
      </w:r>
      <w:r>
        <w:t>Allah and His Kalima and His helper on this earth. I am the slave of the most glorified Ima</w:t>
      </w:r>
      <w:r w:rsidR="004D1165">
        <w:t xml:space="preserve">m </w:t>
      </w:r>
      <w:r>
        <w:t>(as). I am the slave of the master of the brave. I am the slave of the lion of Allah. I am th</w:t>
      </w:r>
      <w:r w:rsidR="004D1165">
        <w:t xml:space="preserve">e </w:t>
      </w:r>
      <w:r>
        <w:t>slave of the destroyer of the enemies of Allah, who is most sacred and the cousin o</w:t>
      </w:r>
      <w:r w:rsidR="004D1165">
        <w:t xml:space="preserve">f </w:t>
      </w:r>
      <w:r>
        <w:t>RasoolAllah (saw), Imam of those who are guided, master of arabs. I am the slave of th</w:t>
      </w:r>
      <w:r w:rsidR="004D1165">
        <w:t xml:space="preserve">e </w:t>
      </w:r>
      <w:r>
        <w:t>Father of Hasan (as) and Hussain (as). I swear by Allah, I am the slave of the Master of tru</w:t>
      </w:r>
      <w:r w:rsidR="004D1165">
        <w:t xml:space="preserve">e </w:t>
      </w:r>
      <w:r>
        <w:t>Momineen , Ali (asws) ibn Abi Talib (as), may the blessing of Allah be upon Him.</w:t>
      </w:r>
    </w:p>
    <w:p w:rsidR="00EC54B6" w:rsidRDefault="00EC54B6" w:rsidP="0080330A">
      <w:pPr>
        <w:pStyle w:val="libItalic"/>
      </w:pPr>
      <w:r>
        <w:t>(Rajal al Lakshi pg 68)</w:t>
      </w:r>
    </w:p>
    <w:p w:rsidR="00EC54B6" w:rsidRDefault="00EC54B6" w:rsidP="00175E59">
      <w:pPr>
        <w:pStyle w:val="Heading2Center"/>
      </w:pPr>
      <w:bookmarkStart w:id="355" w:name="_Toc442791474"/>
      <w:r>
        <w:t>11. Ruq al Munshoor (Scripture of Munshoor)</w:t>
      </w:r>
      <w:bookmarkEnd w:id="355"/>
    </w:p>
    <w:p w:rsidR="00FE3B28" w:rsidRDefault="00EC54B6" w:rsidP="00EC54B6">
      <w:pPr>
        <w:pStyle w:val="libNormal"/>
      </w:pPr>
      <w:r>
        <w:t>In the seventh ziarat of Ameerul Momineen (asws), it is written, “I testify that You are th</w:t>
      </w:r>
      <w:r w:rsidR="004D1165">
        <w:t xml:space="preserve">e </w:t>
      </w:r>
      <w:r>
        <w:t>sahifa al Munshoor (scripture of Munshoor).</w:t>
      </w:r>
    </w:p>
    <w:p w:rsidR="00EC54B6" w:rsidRDefault="00EC54B6" w:rsidP="00175E59">
      <w:pPr>
        <w:pStyle w:val="Heading2Center"/>
      </w:pPr>
      <w:bookmarkStart w:id="356" w:name="_Toc442791475"/>
      <w:r>
        <w:t>12. Ramitul Qowasaf (Man with resonating voice)</w:t>
      </w:r>
      <w:bookmarkEnd w:id="356"/>
    </w:p>
    <w:p w:rsidR="00EC54B6" w:rsidRDefault="00EC54B6" w:rsidP="00EC54B6">
      <w:pPr>
        <w:pStyle w:val="libNormal"/>
      </w:pPr>
      <w:r>
        <w:t>Moula Ali (asws) says in Khutba Bayan, “ I am the resonating voice”.</w:t>
      </w:r>
    </w:p>
    <w:p w:rsidR="00EC54B6" w:rsidRDefault="00EC54B6" w:rsidP="00175E59">
      <w:pPr>
        <w:pStyle w:val="Heading2Center"/>
      </w:pPr>
      <w:bookmarkStart w:id="357" w:name="_Toc442791476"/>
      <w:r>
        <w:t>13. Rajal al A’araf (man of Araaf)</w:t>
      </w:r>
      <w:bookmarkEnd w:id="357"/>
    </w:p>
    <w:p w:rsidR="00EC54B6" w:rsidRDefault="00EC54B6" w:rsidP="00EC54B6">
      <w:pPr>
        <w:pStyle w:val="libNormal"/>
      </w:pPr>
      <w:r>
        <w:t>Moula Ali (asws) says in Khutba Bayan, “ I am the the man of Araaf”.</w:t>
      </w:r>
    </w:p>
    <w:p w:rsidR="00EC54B6" w:rsidRDefault="00EC54B6" w:rsidP="00175E59">
      <w:pPr>
        <w:pStyle w:val="Heading2Center"/>
      </w:pPr>
      <w:bookmarkStart w:id="358" w:name="_Toc442791477"/>
      <w:r>
        <w:t>14. Raqib al Marsad</w:t>
      </w:r>
      <w:bookmarkEnd w:id="358"/>
    </w:p>
    <w:p w:rsidR="00EC54B6" w:rsidRDefault="00EC54B6" w:rsidP="00EC54B6">
      <w:pPr>
        <w:pStyle w:val="libNormal"/>
      </w:pPr>
      <w:r>
        <w:t>Moula Ali (asws) says in Khutba Bayan, “ I am raqib al marsad”.</w:t>
      </w:r>
    </w:p>
    <w:p w:rsidR="00EC54B6" w:rsidRDefault="00EC54B6" w:rsidP="00175E59">
      <w:pPr>
        <w:pStyle w:val="Heading2Center"/>
      </w:pPr>
      <w:bookmarkStart w:id="359" w:name="_Toc442791478"/>
      <w:r>
        <w:t>15. Rasid al Najm</w:t>
      </w:r>
      <w:bookmarkEnd w:id="359"/>
    </w:p>
    <w:p w:rsidR="00EC54B6" w:rsidRDefault="00EC54B6" w:rsidP="00EC54B6">
      <w:pPr>
        <w:pStyle w:val="libNormal"/>
      </w:pPr>
      <w:r>
        <w:t>Moula Ali (asws) says in Khutba Bayan, “ I am the rasid al najm”.</w:t>
      </w:r>
    </w:p>
    <w:p w:rsidR="00EC54B6" w:rsidRDefault="00EC54B6" w:rsidP="00175E59">
      <w:pPr>
        <w:pStyle w:val="Heading2Center"/>
      </w:pPr>
      <w:bookmarkStart w:id="360" w:name="_Toc442791479"/>
      <w:r>
        <w:t>16. Rahmatul Nafaa (most benevolent mercy)</w:t>
      </w:r>
      <w:bookmarkEnd w:id="360"/>
    </w:p>
    <w:p w:rsidR="00EC54B6" w:rsidRDefault="00EC54B6" w:rsidP="00EC54B6">
      <w:pPr>
        <w:pStyle w:val="libNormal"/>
      </w:pPr>
      <w:r>
        <w:t>Moula Ali (asws) says in Khutba Bayan, “ I am the most benevolent mercy”.</w:t>
      </w:r>
    </w:p>
    <w:p w:rsidR="00EC54B6" w:rsidRDefault="00EC54B6" w:rsidP="00175E59">
      <w:pPr>
        <w:pStyle w:val="Heading2Center"/>
      </w:pPr>
      <w:bookmarkStart w:id="361" w:name="_Toc442791480"/>
      <w:r>
        <w:t>17. Raseen al Bala</w:t>
      </w:r>
      <w:bookmarkEnd w:id="361"/>
    </w:p>
    <w:p w:rsidR="00EC54B6" w:rsidRDefault="00EC54B6" w:rsidP="00EC54B6">
      <w:pPr>
        <w:pStyle w:val="libNormal"/>
      </w:pPr>
      <w:r>
        <w:t>Moula Ali (asws) says in Khutba Bayan, “ I am raseen al bala.”</w:t>
      </w:r>
    </w:p>
    <w:p w:rsidR="00EC54B6" w:rsidRDefault="00EC54B6" w:rsidP="00175E59">
      <w:pPr>
        <w:pStyle w:val="Heading2Center"/>
      </w:pPr>
      <w:bookmarkStart w:id="362" w:name="_Toc442791481"/>
      <w:r>
        <w:t>18. Rayis al Masbahat (Master of those who praise Allah)</w:t>
      </w:r>
      <w:bookmarkEnd w:id="362"/>
    </w:p>
    <w:p w:rsidR="00EC54B6" w:rsidRDefault="00EC54B6" w:rsidP="00EC54B6">
      <w:pPr>
        <w:pStyle w:val="libNormal"/>
      </w:pPr>
      <w:r>
        <w:t>Moula Ali (asws) says in Khutba Bayan, “ I am the master of those who praise Allah”.</w:t>
      </w:r>
    </w:p>
    <w:p w:rsidR="00EC54B6" w:rsidRDefault="00EC54B6" w:rsidP="00175E59">
      <w:pPr>
        <w:pStyle w:val="Heading2Center"/>
      </w:pPr>
      <w:bookmarkStart w:id="363" w:name="_Toc442791482"/>
      <w:r>
        <w:lastRenderedPageBreak/>
        <w:t>19. Raskh al Jabil (strongest mountain)</w:t>
      </w:r>
      <w:bookmarkEnd w:id="363"/>
    </w:p>
    <w:p w:rsidR="00EC54B6" w:rsidRDefault="00EC54B6" w:rsidP="00EC54B6">
      <w:pPr>
        <w:pStyle w:val="libNormal"/>
      </w:pPr>
      <w:r>
        <w:t>Moula Ali (asws) says in Khutba Bayan, “ I am the strongest mountain”.</w:t>
      </w:r>
    </w:p>
    <w:p w:rsidR="00EC54B6" w:rsidRDefault="00EC54B6" w:rsidP="00175E59">
      <w:pPr>
        <w:pStyle w:val="Heading2Center"/>
      </w:pPr>
      <w:bookmarkStart w:id="364" w:name="_Toc442791483"/>
      <w:r>
        <w:t>20. Rosiyan al Tarajam</w:t>
      </w:r>
      <w:bookmarkEnd w:id="364"/>
    </w:p>
    <w:p w:rsidR="00EC54B6" w:rsidRDefault="00EC54B6" w:rsidP="00EC54B6">
      <w:pPr>
        <w:pStyle w:val="libNormal"/>
      </w:pPr>
      <w:r>
        <w:t>Moula Ali (asws) says in Khutba Bayan, “I am the rosiyan al turajam”.</w:t>
      </w:r>
    </w:p>
    <w:p w:rsidR="00EC54B6" w:rsidRDefault="00EC54B6" w:rsidP="00175E59">
      <w:pPr>
        <w:pStyle w:val="Heading2Center"/>
      </w:pPr>
      <w:bookmarkStart w:id="365" w:name="_Toc442791484"/>
      <w:r>
        <w:t>21. Rooh al Ashabah</w:t>
      </w:r>
      <w:bookmarkEnd w:id="365"/>
    </w:p>
    <w:p w:rsidR="00FE3B28" w:rsidRDefault="00EC54B6" w:rsidP="00EC54B6">
      <w:pPr>
        <w:pStyle w:val="libNormal"/>
      </w:pPr>
      <w:r>
        <w:t>Moula Ali (asws) says in Khutba Bayan, “I am the rooh al ashabah”.</w:t>
      </w:r>
    </w:p>
    <w:p w:rsidR="00EC54B6" w:rsidRDefault="00EC54B6" w:rsidP="00175E59">
      <w:pPr>
        <w:pStyle w:val="Heading2Center"/>
      </w:pPr>
      <w:bookmarkStart w:id="366" w:name="_Toc442791485"/>
      <w:r>
        <w:t>22. Rizwan Allah (will of Allah)</w:t>
      </w:r>
      <w:bookmarkEnd w:id="366"/>
    </w:p>
    <w:p w:rsidR="00EC54B6" w:rsidRDefault="00EC54B6" w:rsidP="00EC54B6">
      <w:pPr>
        <w:pStyle w:val="libNormal"/>
      </w:pPr>
      <w:r>
        <w:t>Jabir bin Yazid narrates from Imam Abu Jafar (as) regarding this ayah, “That is becaus</w:t>
      </w:r>
      <w:r w:rsidR="004D1165">
        <w:t xml:space="preserve">e </w:t>
      </w:r>
      <w:r>
        <w:t>they follow what is displeasing to Allah and are averse to His pleasure therefore He ha</w:t>
      </w:r>
      <w:r w:rsidR="004D1165">
        <w:t xml:space="preserve">s </w:t>
      </w:r>
      <w:r>
        <w:t>made null their deeds” (47:28), Imam (as) said, “They disliked Ali (asws) and refused t</w:t>
      </w:r>
      <w:r w:rsidR="004D1165">
        <w:t xml:space="preserve">o </w:t>
      </w:r>
      <w:r>
        <w:t>follow Him while He was the pleasure of Allah and His Prophet.”</w:t>
      </w:r>
    </w:p>
    <w:p w:rsidR="00EC54B6" w:rsidRDefault="00EC54B6" w:rsidP="00CE7E0F">
      <w:pPr>
        <w:pStyle w:val="libItalic"/>
      </w:pPr>
      <w:r>
        <w:t>(Taweel ul Ayat pg 569)</w:t>
      </w:r>
    </w:p>
    <w:p w:rsidR="00EC54B6" w:rsidRDefault="00EC54B6" w:rsidP="00175E59">
      <w:pPr>
        <w:pStyle w:val="Heading2Center"/>
      </w:pPr>
      <w:bookmarkStart w:id="367" w:name="_Toc442791486"/>
      <w:r>
        <w:t>23. Rafi</w:t>
      </w:r>
      <w:bookmarkEnd w:id="367"/>
    </w:p>
    <w:p w:rsidR="00EC54B6" w:rsidRDefault="00EC54B6" w:rsidP="00EC54B6">
      <w:pPr>
        <w:pStyle w:val="libNormal"/>
      </w:pPr>
      <w:r>
        <w:t>In the conversation with Sa’ad bin al Fazl, Ameerul Momineen (asws) said , “Ask Me. I a</w:t>
      </w:r>
      <w:r w:rsidR="004D1165">
        <w:t xml:space="preserve">m </w:t>
      </w:r>
      <w:r>
        <w:t>the greatest virtue. I am the one who is most oppressed. I am the one causes the rain t</w:t>
      </w:r>
      <w:r w:rsidR="004D1165">
        <w:t xml:space="preserve">o </w:t>
      </w:r>
      <w:r>
        <w:t>come from the clouds. I was given Book. I am the Quran. I am the greatest news. I am Sira</w:t>
      </w:r>
      <w:r w:rsidR="004D1165">
        <w:t xml:space="preserve">t </w:t>
      </w:r>
      <w:r>
        <w:t>ul Mustaqeem (true path). I am Qalmoos. I am Afoos. I have knowledge regarding all o</w:t>
      </w:r>
      <w:r w:rsidR="004D1165">
        <w:t xml:space="preserve">f </w:t>
      </w:r>
      <w:r>
        <w:t>creation. I am the best of protectors. I am the most high. Every book speaks of M</w:t>
      </w:r>
      <w:r w:rsidR="004D1165">
        <w:t xml:space="preserve">y </w:t>
      </w:r>
      <w:r>
        <w:t xml:space="preserve">attributes. Every wise person testifies to My knowledge. I am Ali (asws) ibn Abi Talib (as). </w:t>
      </w:r>
      <w:r w:rsidR="004D1165">
        <w:t xml:space="preserve">I </w:t>
      </w:r>
      <w:r>
        <w:t>am brother of RasoolAllah (saw) and Father of His Grandsons (as).”</w:t>
      </w:r>
    </w:p>
    <w:p w:rsidR="00EC54B6" w:rsidRDefault="00EC54B6" w:rsidP="0080330A">
      <w:pPr>
        <w:pStyle w:val="libItalic"/>
      </w:pPr>
      <w:r>
        <w:t>(Noor ul Moajizat pg 31)</w:t>
      </w:r>
    </w:p>
    <w:p w:rsidR="00EC54B6" w:rsidRDefault="00EC54B6" w:rsidP="00EC54B6">
      <w:pPr>
        <w:pStyle w:val="libNormal"/>
      </w:pPr>
      <w:r>
        <w:t>*Sacred Imam, Bright Sun, Sacred Water, Flowing Furat, Veil, Lion, Firs</w:t>
      </w:r>
      <w:r w:rsidR="004D1165">
        <w:t xml:space="preserve">t </w:t>
      </w:r>
      <w:r>
        <w:t>Spring, Virtue and Remembrance, Most Trustworthy, Intercessor on th</w:t>
      </w:r>
      <w:r w:rsidR="004D1165">
        <w:t xml:space="preserve">e </w:t>
      </w:r>
      <w:r>
        <w:t>day of judgment, Red Death, Greatest Wrath, Father of Shabbir an</w:t>
      </w:r>
      <w:r w:rsidR="004D1165">
        <w:t xml:space="preserve">d </w:t>
      </w:r>
      <w:r>
        <w:t>Shabbar whose name was Haider, and you do not know who is Haider, H</w:t>
      </w:r>
      <w:r w:rsidR="004D1165">
        <w:t xml:space="preserve">e </w:t>
      </w:r>
      <w:r>
        <w:t>is the bright star, shining moon, roaring lion, most sacred, best of the bes</w:t>
      </w:r>
      <w:r w:rsidR="004D1165">
        <w:t xml:space="preserve">t, </w:t>
      </w:r>
      <w:r>
        <w:t>master of Ghadeer, sura tawba, standbearer on the day of Khayber, mos</w:t>
      </w:r>
      <w:r w:rsidR="004D1165">
        <w:t xml:space="preserve">t </w:t>
      </w:r>
      <w:r>
        <w:t>courageous and brave of Uhud, Badr, and Khanduq, who will appear a</w:t>
      </w:r>
      <w:r w:rsidR="004D1165">
        <w:t xml:space="preserve">t </w:t>
      </w:r>
      <w:r>
        <w:t>Kausar on the day of judgment, whose Offspring are called as th</w:t>
      </w:r>
      <w:r w:rsidR="004D1165">
        <w:t xml:space="preserve">e </w:t>
      </w:r>
      <w:r>
        <w:t>Offspring of RasoolAllah (saw), shining iman (faith), dark night, Ima</w:t>
      </w:r>
      <w:r w:rsidR="004D1165">
        <w:t xml:space="preserve">m, </w:t>
      </w:r>
      <w:r>
        <w:t>Wasi (successor), cousin of RasoolAllah (saw), son in law of RasoolAlla</w:t>
      </w:r>
      <w:r w:rsidR="004D1165">
        <w:t xml:space="preserve">h </w:t>
      </w:r>
      <w:r>
        <w:t>(saw), brother, strength for weak muslims, wrath upon powerful kufa</w:t>
      </w:r>
      <w:r w:rsidR="004D1165">
        <w:t xml:space="preserve">r, </w:t>
      </w:r>
      <w:r>
        <w:t>master of the army of Allah, hand of blessings, wealth of the poor, Imam o</w:t>
      </w:r>
      <w:r w:rsidR="004D1165">
        <w:t xml:space="preserve">f </w:t>
      </w:r>
      <w:r>
        <w:t>those who feed the poor, orphans, and prisoners in His love, warne</w:t>
      </w:r>
      <w:r w:rsidR="004D1165">
        <w:t xml:space="preserve">r, </w:t>
      </w:r>
      <w:r>
        <w:t>adviser, killer of munafiq (hypocrites) and kufar, one who has Zulfiqar, th</w:t>
      </w:r>
      <w:r w:rsidR="004D1165">
        <w:t xml:space="preserve">e </w:t>
      </w:r>
      <w:r>
        <w:t xml:space="preserve">killer of arrogant like amr </w:t>
      </w:r>
      <w:r w:rsidRPr="00852C05">
        <w:t>(la)</w:t>
      </w:r>
      <w:r>
        <w:t xml:space="preserve"> and marhab </w:t>
      </w:r>
      <w:r w:rsidRPr="00852C05">
        <w:t>(la)</w:t>
      </w:r>
      <w:r>
        <w:t>, hope of muttaqee</w:t>
      </w:r>
      <w:r w:rsidR="004D1165">
        <w:t xml:space="preserve">n </w:t>
      </w:r>
      <w:r>
        <w:t>(pious), moon of moons, one who dishonors the oppressors, distributor o</w:t>
      </w:r>
      <w:r w:rsidR="004D1165">
        <w:t xml:space="preserve">f </w:t>
      </w:r>
      <w:r>
        <w:t>heaven and hell, master of muhajreen and ansars (immigrants an</w:t>
      </w:r>
      <w:r w:rsidR="004D1165">
        <w:t xml:space="preserve">d </w:t>
      </w:r>
      <w:r>
        <w:t>helpers), brother of Jafar Tayyar (as), cousin of RasoolAllah (saw),</w:t>
      </w:r>
    </w:p>
    <w:p w:rsidR="00EC54B6" w:rsidRDefault="00EC54B6" w:rsidP="00EC54B6">
      <w:pPr>
        <w:pStyle w:val="libNormal"/>
      </w:pPr>
      <w:r>
        <w:t>karrarr, ghair farar, killer of kufar, leader of pious, destroyer o</w:t>
      </w:r>
      <w:r w:rsidR="004D1165">
        <w:t xml:space="preserve">f </w:t>
      </w:r>
      <w:r>
        <w:t>oppressors, one who never disobeyed RasoolAllah (saw) even for the blin</w:t>
      </w:r>
      <w:r w:rsidR="004D1165">
        <w:t xml:space="preserve">k </w:t>
      </w:r>
      <w:r>
        <w:t>of an eye, one who called Himself by the name of Haider on the day o</w:t>
      </w:r>
      <w:r w:rsidR="004D1165">
        <w:t xml:space="preserve">f </w:t>
      </w:r>
      <w:r>
        <w:t>Khayber, brother of RasoolAllah (saw), His successor, His lion, treasurer o</w:t>
      </w:r>
      <w:r w:rsidR="004D1165">
        <w:t xml:space="preserve">f </w:t>
      </w:r>
      <w:r>
        <w:lastRenderedPageBreak/>
        <w:t>His knowledge, its distributor, one who does not want this world no</w:t>
      </w:r>
      <w:r w:rsidR="004D1165">
        <w:t xml:space="preserve">r </w:t>
      </w:r>
      <w:r>
        <w:t>wants to live in it, master of all virtues, friend of birds, one broke the doo</w:t>
      </w:r>
      <w:r w:rsidR="004D1165">
        <w:t xml:space="preserve">r </w:t>
      </w:r>
      <w:r>
        <w:t>of Khaybe</w:t>
      </w:r>
      <w:r w:rsidR="004D1165">
        <w:t xml:space="preserve">r, </w:t>
      </w:r>
      <w:r>
        <w:t>Amongst the titles of Ameerul Momineen (asws)are order of virtue, orde</w:t>
      </w:r>
      <w:r w:rsidR="004D1165">
        <w:t xml:space="preserve">r </w:t>
      </w:r>
      <w:r>
        <w:t>of justice, beginning and end, tahir, zahir, batin, sabir, bashir, nazi</w:t>
      </w:r>
      <w:r w:rsidR="004D1165">
        <w:t xml:space="preserve">r </w:t>
      </w:r>
      <w:r>
        <w:t>Amongst His attributes are caretaker of people, one who calls toward</w:t>
      </w:r>
      <w:r w:rsidR="004D1165">
        <w:t xml:space="preserve">s </w:t>
      </w:r>
      <w:r>
        <w:t>Allah, will of Allah, pleasure of Allah, most strong, performer of ruko</w:t>
      </w:r>
      <w:r w:rsidR="004D1165">
        <w:t xml:space="preserve">o, </w:t>
      </w:r>
      <w:r>
        <w:t>mercy of Allah and the guide.</w:t>
      </w:r>
    </w:p>
    <w:p w:rsidR="00FE3B28" w:rsidRDefault="00EC54B6" w:rsidP="0080330A">
      <w:pPr>
        <w:pStyle w:val="libItalic"/>
      </w:pPr>
      <w:r>
        <w:t>(Al Manaqib Third Edition pg 71)</w:t>
      </w:r>
    </w:p>
    <w:p w:rsidR="00612EA4" w:rsidRDefault="00612EA4" w:rsidP="00612EA4">
      <w:pPr>
        <w:pStyle w:val="libNormal"/>
      </w:pPr>
      <w:r>
        <w:br w:type="page"/>
      </w:r>
    </w:p>
    <w:p w:rsidR="00612EA4" w:rsidRDefault="00612EA4" w:rsidP="00AE7A6E">
      <w:pPr>
        <w:pStyle w:val="Heading1Center"/>
      </w:pPr>
      <w:bookmarkStart w:id="368" w:name="_Toc442791487"/>
      <w:r>
        <w:lastRenderedPageBreak/>
        <w:t xml:space="preserve">Za </w:t>
      </w:r>
      <w:r>
        <w:rPr>
          <w:rtl/>
        </w:rPr>
        <w:t>ز</w:t>
      </w:r>
      <w:bookmarkEnd w:id="368"/>
    </w:p>
    <w:p w:rsidR="00EC54B6" w:rsidRDefault="00EC54B6" w:rsidP="00175E59">
      <w:pPr>
        <w:pStyle w:val="Heading2Center"/>
      </w:pPr>
      <w:bookmarkStart w:id="369" w:name="_Toc442791488"/>
      <w:r>
        <w:t>1. Zaid</w:t>
      </w:r>
      <w:bookmarkEnd w:id="369"/>
    </w:p>
    <w:p w:rsidR="00EC54B6" w:rsidRDefault="00EC54B6" w:rsidP="00EC54B6">
      <w:pPr>
        <w:pStyle w:val="libNormal"/>
      </w:pPr>
      <w:r>
        <w:t>Hasan Basri narrates, “One day Ameerul Momineen (asws) appeared on the mimba</w:t>
      </w:r>
      <w:r w:rsidR="004D1165">
        <w:t xml:space="preserve">r </w:t>
      </w:r>
      <w:r>
        <w:t xml:space="preserve">(pulpit) in Basra. He said, “O’ people! Be aware of My lineage. If you are unaware, then </w:t>
      </w:r>
      <w:r w:rsidR="004D1165">
        <w:t xml:space="preserve">I </w:t>
      </w:r>
      <w:r>
        <w:t>shall inform you of it Myself. I am Zaid bin Abdu Munaf bin Amir bin Amr bin al Maghira bi</w:t>
      </w:r>
      <w:r w:rsidR="004D1165">
        <w:t xml:space="preserve">n </w:t>
      </w:r>
      <w:r>
        <w:t>Zaid bin Kalab. Ibn al Kawa stood up and said, “We are unaware of this lineage. What w</w:t>
      </w:r>
      <w:r w:rsidR="004D1165">
        <w:t xml:space="preserve">e </w:t>
      </w:r>
      <w:r>
        <w:t>know is You are Ali (asws) ibn Abi Talib (as) bin Hashim bin Abdul Munaf bin Qasi bi</w:t>
      </w:r>
      <w:r w:rsidR="004D1165">
        <w:t xml:space="preserve">n </w:t>
      </w:r>
      <w:r>
        <w:t>Kalab.” Moula (asws) replied, “My Father named Me “Zaid” which is the name of M</w:t>
      </w:r>
      <w:r w:rsidR="004D1165">
        <w:t xml:space="preserve">y </w:t>
      </w:r>
      <w:r>
        <w:t>grandfather. My Father’s name is Abdul Munaf. However His kunyat overcame His name.</w:t>
      </w:r>
    </w:p>
    <w:p w:rsidR="00EC54B6" w:rsidRDefault="00EC54B6" w:rsidP="00EC54B6">
      <w:pPr>
        <w:pStyle w:val="libNormal"/>
      </w:pPr>
      <w:r>
        <w:t>Abi Talib (as)’s name was Amir, but His title overcome His name. Qasis’s name was Zai</w:t>
      </w:r>
      <w:r w:rsidR="004D1165">
        <w:t xml:space="preserve">d, </w:t>
      </w:r>
      <w:r>
        <w:t>but the arabs called him as Qasi and then His name overcame His title”.</w:t>
      </w:r>
    </w:p>
    <w:p w:rsidR="00EC54B6" w:rsidRDefault="00EC54B6" w:rsidP="00CE7E0F">
      <w:pPr>
        <w:pStyle w:val="libItalic"/>
      </w:pPr>
      <w:r>
        <w:t>(Maani al Akbar pg 120)</w:t>
      </w:r>
    </w:p>
    <w:p w:rsidR="00EC54B6" w:rsidRDefault="00EC54B6" w:rsidP="00175E59">
      <w:pPr>
        <w:pStyle w:val="Heading2Center"/>
      </w:pPr>
      <w:bookmarkStart w:id="370" w:name="_Toc442791489"/>
      <w:r>
        <w:t>2. Zeenat al Majalis (Beautification of gathering)</w:t>
      </w:r>
      <w:bookmarkEnd w:id="370"/>
    </w:p>
    <w:p w:rsidR="00EC54B6" w:rsidRDefault="00EC54B6" w:rsidP="00EC54B6">
      <w:pPr>
        <w:pStyle w:val="libNormal"/>
      </w:pPr>
      <w:r>
        <w:t>RasoolAllah (saw) said, “Beautify your gatherings with the rememberance of Ali (asws) ib</w:t>
      </w:r>
      <w:r w:rsidR="004D1165">
        <w:t xml:space="preserve">n </w:t>
      </w:r>
      <w:r>
        <w:t>Abi Talib (as)”.</w:t>
      </w:r>
    </w:p>
    <w:p w:rsidR="00EC54B6" w:rsidRDefault="00EC54B6" w:rsidP="00CE7E0F">
      <w:pPr>
        <w:pStyle w:val="libItalic"/>
      </w:pPr>
      <w:r>
        <w:t>(Basharitul Mustafa pg 112)</w:t>
      </w:r>
    </w:p>
    <w:p w:rsidR="00EC54B6" w:rsidRDefault="00EC54B6" w:rsidP="00175E59">
      <w:pPr>
        <w:pStyle w:val="Heading2Center"/>
      </w:pPr>
      <w:bookmarkStart w:id="371" w:name="_Toc442791490"/>
      <w:r>
        <w:t>3. Zawj al Aramil</w:t>
      </w:r>
      <w:bookmarkEnd w:id="371"/>
    </w:p>
    <w:p w:rsidR="00FE3B28" w:rsidRDefault="00EC54B6" w:rsidP="00EC54B6">
      <w:pPr>
        <w:pStyle w:val="libNormal"/>
      </w:pPr>
      <w:r>
        <w:t>Abu Abdullah narrates Ameerul Momineen (asws) in one of His sermons said, “I am a guid</w:t>
      </w:r>
      <w:r w:rsidR="004D1165">
        <w:t xml:space="preserve">e, </w:t>
      </w:r>
      <w:r>
        <w:t>the father of the poor and orphans. I am Zawj al Aramil. I am the hope of those who ar</w:t>
      </w:r>
      <w:r w:rsidR="004D1165">
        <w:t xml:space="preserve">e </w:t>
      </w:r>
      <w:r>
        <w:t>helpless. I am the refuge for those in fear. I am the leader of Momineen. I am the stron</w:t>
      </w:r>
      <w:r w:rsidR="004D1165">
        <w:t xml:space="preserve">g </w:t>
      </w:r>
      <w:r>
        <w:t>rope of Allah. I am kalima of Allah, Eye of Allah, tongue of Allah, hand of Allah, and side o</w:t>
      </w:r>
      <w:r w:rsidR="004D1165">
        <w:t xml:space="preserve">f </w:t>
      </w:r>
      <w:r>
        <w:t>Allah. In Quran, Allah says, “Lest a soul should say; O woe to me! For what I fell short o</w:t>
      </w:r>
      <w:r w:rsidR="004D1165">
        <w:t xml:space="preserve">f </w:t>
      </w:r>
      <w:r>
        <w:t>my duty to Allah” (39:56). I am a mercy upon His slaves. I am the door of repentance. On</w:t>
      </w:r>
      <w:r w:rsidR="004D1165">
        <w:t xml:space="preserve">e </w:t>
      </w:r>
      <w:r>
        <w:t>who recognizes Me with My truth has recognized His Lord. I am the successor of th</w:t>
      </w:r>
      <w:r w:rsidR="004D1165">
        <w:t xml:space="preserve">e </w:t>
      </w:r>
      <w:r>
        <w:t>Prophet of Allah upon the earth. I am Hujjat (proof) of Allah upon His creation.”</w:t>
      </w:r>
    </w:p>
    <w:p w:rsidR="00EC54B6" w:rsidRDefault="00EC54B6" w:rsidP="009D029C">
      <w:pPr>
        <w:pStyle w:val="libItalic"/>
      </w:pPr>
      <w:r>
        <w:t>(Maani al Akbar pg 7)</w:t>
      </w:r>
    </w:p>
    <w:p w:rsidR="00EC54B6" w:rsidRDefault="00EC54B6" w:rsidP="00175E59">
      <w:pPr>
        <w:pStyle w:val="Heading2Center"/>
      </w:pPr>
      <w:bookmarkStart w:id="372" w:name="_Toc442791491"/>
      <w:r>
        <w:t>4. Zahil al Kowakab</w:t>
      </w:r>
      <w:bookmarkEnd w:id="372"/>
    </w:p>
    <w:p w:rsidR="00EC54B6" w:rsidRDefault="00EC54B6" w:rsidP="00EC54B6">
      <w:pPr>
        <w:pStyle w:val="libNormal"/>
      </w:pPr>
      <w:r>
        <w:t>Moula Ali (asws) says in Khutba Bayan, “I am Zahil al kowakab”.</w:t>
      </w:r>
    </w:p>
    <w:p w:rsidR="00EC54B6" w:rsidRDefault="00EC54B6" w:rsidP="00175E59">
      <w:pPr>
        <w:pStyle w:val="Heading2Center"/>
      </w:pPr>
      <w:bookmarkStart w:id="373" w:name="_Toc442791492"/>
      <w:r>
        <w:t>5. Zajir al Bihar</w:t>
      </w:r>
      <w:bookmarkEnd w:id="373"/>
    </w:p>
    <w:p w:rsidR="00EC54B6" w:rsidRDefault="00EC54B6" w:rsidP="00EC54B6">
      <w:pPr>
        <w:pStyle w:val="libNormal"/>
      </w:pPr>
      <w:r>
        <w:t>Moula Ali (asws) says in Khutba Bayan, “I am Zajir al Bihar”.</w:t>
      </w:r>
    </w:p>
    <w:p w:rsidR="00EC54B6" w:rsidRDefault="00EC54B6" w:rsidP="00175E59">
      <w:pPr>
        <w:pStyle w:val="Heading2Center"/>
      </w:pPr>
      <w:bookmarkStart w:id="374" w:name="_Toc442791493"/>
      <w:r>
        <w:t>6. Zaman al Matul</w:t>
      </w:r>
      <w:bookmarkEnd w:id="374"/>
    </w:p>
    <w:p w:rsidR="00EC54B6" w:rsidRDefault="00EC54B6" w:rsidP="00EC54B6">
      <w:pPr>
        <w:pStyle w:val="libNormal"/>
      </w:pPr>
      <w:r>
        <w:t>Moula Ali (asws) says in Khutba Bayan, “I am Zaman al Matul”.</w:t>
      </w:r>
    </w:p>
    <w:p w:rsidR="00EC54B6" w:rsidRDefault="00EC54B6" w:rsidP="00175E59">
      <w:pPr>
        <w:pStyle w:val="Heading2Center"/>
      </w:pPr>
      <w:bookmarkStart w:id="375" w:name="_Toc442791494"/>
      <w:r>
        <w:t>7. Zarkim al Ghaylan</w:t>
      </w:r>
      <w:bookmarkEnd w:id="375"/>
    </w:p>
    <w:p w:rsidR="00EC54B6" w:rsidRDefault="00EC54B6" w:rsidP="00EC54B6">
      <w:pPr>
        <w:pStyle w:val="libNormal"/>
      </w:pPr>
      <w:r>
        <w:t>Moula Ali (asws) says in Khutba Bayan, “I am Zarkim al Ghaylan”.</w:t>
      </w:r>
    </w:p>
    <w:p w:rsidR="00EC54B6" w:rsidRDefault="00EC54B6" w:rsidP="00175E59">
      <w:pPr>
        <w:pStyle w:val="Heading2Center"/>
      </w:pPr>
      <w:bookmarkStart w:id="376" w:name="_Toc442791495"/>
      <w:r>
        <w:t>8. Zahrah al Noor (noor of flowers)</w:t>
      </w:r>
      <w:bookmarkEnd w:id="376"/>
    </w:p>
    <w:p w:rsidR="00EC54B6" w:rsidRDefault="00EC54B6" w:rsidP="00EC54B6">
      <w:pPr>
        <w:pStyle w:val="libNormal"/>
      </w:pPr>
      <w:r>
        <w:t>Moula Ali (asws) says in Khutba Bayan, “I am the noor of flowers”.</w:t>
      </w:r>
    </w:p>
    <w:p w:rsidR="00EC54B6" w:rsidRDefault="00EC54B6" w:rsidP="00175E59">
      <w:pPr>
        <w:pStyle w:val="Heading2Center"/>
      </w:pPr>
      <w:bookmarkStart w:id="377" w:name="_Toc442791496"/>
      <w:r>
        <w:t>9. Zaki al Waghiya</w:t>
      </w:r>
      <w:bookmarkEnd w:id="377"/>
    </w:p>
    <w:p w:rsidR="00EC54B6" w:rsidRDefault="00EC54B6" w:rsidP="00EC54B6">
      <w:pPr>
        <w:pStyle w:val="libNormal"/>
      </w:pPr>
      <w:r>
        <w:lastRenderedPageBreak/>
        <w:t>Moula Ali (asws) says in Khutba Bayan, “I am Zaki al Waghiya”.</w:t>
      </w:r>
    </w:p>
    <w:p w:rsidR="00EC54B6" w:rsidRDefault="00EC54B6" w:rsidP="00175E59">
      <w:pPr>
        <w:pStyle w:val="Heading2Center"/>
      </w:pPr>
      <w:bookmarkStart w:id="378" w:name="_Toc442791497"/>
      <w:r>
        <w:t>10. Zajir al Qowasif</w:t>
      </w:r>
      <w:bookmarkEnd w:id="378"/>
    </w:p>
    <w:p w:rsidR="00EC54B6" w:rsidRDefault="00EC54B6" w:rsidP="00EC54B6">
      <w:pPr>
        <w:pStyle w:val="libNormal"/>
      </w:pPr>
      <w:r>
        <w:t>Moula Ali (asws) says in Khutba Bayan, “I am Zajir al Qowasif”.</w:t>
      </w:r>
    </w:p>
    <w:p w:rsidR="00EC54B6" w:rsidRDefault="00EC54B6" w:rsidP="00175E59">
      <w:pPr>
        <w:pStyle w:val="Heading2Center"/>
      </w:pPr>
      <w:bookmarkStart w:id="379" w:name="_Toc442791498"/>
      <w:r>
        <w:t>11. Zimlah al Faris</w:t>
      </w:r>
      <w:bookmarkEnd w:id="379"/>
    </w:p>
    <w:p w:rsidR="00EC54B6" w:rsidRDefault="00EC54B6" w:rsidP="00EC54B6">
      <w:pPr>
        <w:pStyle w:val="libNormal"/>
      </w:pPr>
      <w:r>
        <w:t>Moula Ali (asws) says in Khutba Bayan, “I am Zimlah al Faris”.</w:t>
      </w:r>
    </w:p>
    <w:p w:rsidR="00FE3B28" w:rsidRDefault="00EC54B6" w:rsidP="00175E59">
      <w:pPr>
        <w:pStyle w:val="Heading2Center"/>
      </w:pPr>
      <w:bookmarkStart w:id="380" w:name="_Toc442791499"/>
      <w:r>
        <w:t>12. Zawj Syedatul Nisa al Alameen</w:t>
      </w:r>
      <w:bookmarkEnd w:id="380"/>
    </w:p>
    <w:p w:rsidR="00EC54B6" w:rsidRDefault="00EC54B6" w:rsidP="00EC54B6">
      <w:pPr>
        <w:pStyle w:val="libNormal"/>
      </w:pPr>
      <w:r>
        <w:t>Asbagh bin Nabata narrates “I was sitting along with Ameerul Momineen (asws) in th</w:t>
      </w:r>
      <w:r w:rsidR="004D1165">
        <w:t xml:space="preserve">e </w:t>
      </w:r>
      <w:r>
        <w:t xml:space="preserve">mosque in Kufa. Ameerul Momineen (asws) was delivering a sermon in the mosque. </w:t>
      </w:r>
      <w:r w:rsidR="004D1165">
        <w:t xml:space="preserve">A </w:t>
      </w:r>
      <w:r>
        <w:t>group of people then arrived. Aswad was with them.</w:t>
      </w:r>
    </w:p>
    <w:p w:rsidR="00EC54B6" w:rsidRDefault="00EC54B6" w:rsidP="00EC54B6">
      <w:pPr>
        <w:pStyle w:val="libNormal"/>
      </w:pPr>
      <w:r>
        <w:t>They said, “O’Ameerul Momineen (asws)! Aswad is a thief.”</w:t>
      </w:r>
    </w:p>
    <w:p w:rsidR="00EC54B6" w:rsidRDefault="00EC54B6" w:rsidP="00EC54B6">
      <w:pPr>
        <w:pStyle w:val="libNormal"/>
      </w:pPr>
      <w:r>
        <w:t>Ameerul Momineen (asws) asked him, “O’Aswad! Have you stolen something?”</w:t>
      </w:r>
    </w:p>
    <w:p w:rsidR="00EC54B6" w:rsidRDefault="00EC54B6" w:rsidP="00EC54B6">
      <w:pPr>
        <w:pStyle w:val="libNormal"/>
      </w:pPr>
      <w:r>
        <w:t>He replied, “Yes, O’ Ameerul Momineen (asws).”</w:t>
      </w:r>
    </w:p>
    <w:p w:rsidR="00EC54B6" w:rsidRDefault="00EC54B6" w:rsidP="00EC54B6">
      <w:pPr>
        <w:pStyle w:val="libNormal"/>
      </w:pPr>
      <w:r>
        <w:t>Moula (asws) said, “May your mother cry over if you repeat this a second time, then I wil</w:t>
      </w:r>
      <w:r w:rsidR="004D1165">
        <w:t xml:space="preserve">l </w:t>
      </w:r>
      <w:r>
        <w:t>cut off your hand”.</w:t>
      </w:r>
    </w:p>
    <w:p w:rsidR="00EC54B6" w:rsidRDefault="00EC54B6" w:rsidP="00EC54B6">
      <w:pPr>
        <w:pStyle w:val="libNormal"/>
      </w:pPr>
      <w:r>
        <w:t>Aswad said, “Yes O’ Ameerul Momineen”.</w:t>
      </w:r>
    </w:p>
    <w:p w:rsidR="00EC54B6" w:rsidRDefault="00EC54B6" w:rsidP="00EC54B6">
      <w:pPr>
        <w:pStyle w:val="libNormal"/>
      </w:pPr>
      <w:r>
        <w:t>Moula (asws) said, “Do you know what you are saying?”</w:t>
      </w:r>
    </w:p>
    <w:p w:rsidR="00EC54B6" w:rsidRDefault="00EC54B6" w:rsidP="00EC54B6">
      <w:pPr>
        <w:pStyle w:val="libNormal"/>
      </w:pPr>
      <w:r>
        <w:t>He said, “Yes O’ Ameerul Momineen (asws)”.</w:t>
      </w:r>
    </w:p>
    <w:p w:rsidR="00EC54B6" w:rsidRDefault="00EC54B6" w:rsidP="00EC54B6">
      <w:pPr>
        <w:pStyle w:val="libNormal"/>
      </w:pPr>
      <w:r>
        <w:t>Ameerul Momineen (asws) ordered his hand to be cut off. After his hand had been cut of</w:t>
      </w:r>
      <w:r w:rsidR="004D1165">
        <w:t xml:space="preserve">f, </w:t>
      </w:r>
      <w:r>
        <w:t>he covered it with his left hand and went out of the mosque. Along the way, he me</w:t>
      </w:r>
      <w:r w:rsidR="004D1165">
        <w:t xml:space="preserve">t </w:t>
      </w:r>
      <w:r>
        <w:t>Abdullah bin Al Kawa. He asked Aswad, “O’Aswad, who cut your right hand?”</w:t>
      </w:r>
    </w:p>
    <w:p w:rsidR="00EC54B6" w:rsidRDefault="00EC54B6" w:rsidP="00EC54B6">
      <w:pPr>
        <w:pStyle w:val="libNormal"/>
      </w:pPr>
      <w:r>
        <w:t>Aswad replied, “My right hand was cut by the master of successors, Imam of the peopl</w:t>
      </w:r>
      <w:r w:rsidR="004D1165">
        <w:t xml:space="preserve">e </w:t>
      </w:r>
      <w:r>
        <w:t>with shining foreheads. The one who cut my hand is master of Momineen, master of th</w:t>
      </w:r>
      <w:r w:rsidR="004D1165">
        <w:t xml:space="preserve">e </w:t>
      </w:r>
      <w:r>
        <w:t>religion who is the qibla of arifeen (those with marifat), the most brave, the killer of kuf</w:t>
      </w:r>
      <w:r w:rsidR="004D1165">
        <w:t xml:space="preserve">r, </w:t>
      </w:r>
      <w:r>
        <w:t>caliph of RasoolAllah (saw). He is the intercessor on the day of judgment. He is the Imam o</w:t>
      </w:r>
      <w:r w:rsidR="004D1165">
        <w:t xml:space="preserve">f </w:t>
      </w:r>
      <w:r>
        <w:t>the entire creation and the rope of Allah. He is the example of Musa (as) and Haroon (as).</w:t>
      </w:r>
    </w:p>
    <w:p w:rsidR="00EC54B6" w:rsidRDefault="00EC54B6" w:rsidP="00EC54B6">
      <w:pPr>
        <w:pStyle w:val="libNormal"/>
      </w:pPr>
      <w:r>
        <w:t>My hand was cut by the one who is the Imam of haq (truth) and master of the entir</w:t>
      </w:r>
      <w:r w:rsidR="004D1165">
        <w:t xml:space="preserve">e </w:t>
      </w:r>
      <w:r>
        <w:t>creation. He is the manifestation of religion and killer of mushriqeen (polytheists). He is th</w:t>
      </w:r>
      <w:r w:rsidR="004D1165">
        <w:t xml:space="preserve">e </w:t>
      </w:r>
      <w:r>
        <w:t>victorious of Badr and Hunain. He is the master of pious and friend of Allah. My hand wa</w:t>
      </w:r>
      <w:r w:rsidR="004D1165">
        <w:t xml:space="preserve">s </w:t>
      </w:r>
      <w:r>
        <w:t>cut by the one who is Mazher ul Ajaib, Sahib ul Moajizat, and solver of all problems. He i</w:t>
      </w:r>
      <w:r w:rsidR="004D1165">
        <w:t xml:space="preserve">s </w:t>
      </w:r>
      <w:r>
        <w:t>the best judge. My hand was cut by one whose love is such a virtue that no evil can diminis</w:t>
      </w:r>
      <w:r w:rsidR="004D1165">
        <w:t xml:space="preserve">h </w:t>
      </w:r>
      <w:r>
        <w:t>it and His hatred is such evil that no virtue can be of benefit. My hand was cut by Hashim</w:t>
      </w:r>
      <w:r w:rsidR="004D1165">
        <w:t xml:space="preserve">i, </w:t>
      </w:r>
      <w:r>
        <w:t>Makki, Madni, Talibi, Hijazi, Taqi, Naqi, Wasi, Mafri, Rabee, Zaki, and Lozi. My hand was cu</w:t>
      </w:r>
      <w:r w:rsidR="004D1165">
        <w:t xml:space="preserve">t </w:t>
      </w:r>
      <w:r>
        <w:t>the one who possesses the whole knowledge of the book. My hand was cut by the one wh</w:t>
      </w:r>
      <w:r w:rsidR="004D1165">
        <w:t xml:space="preserve">o </w:t>
      </w:r>
      <w:r>
        <w:t>is the Imam of the day of judgment. My hand was cut by the one who the entire creatio</w:t>
      </w:r>
      <w:r w:rsidR="004D1165">
        <w:t xml:space="preserve">n </w:t>
      </w:r>
      <w:r>
        <w:t>will stand before on the day of judgment. My hand was cut by the one who is the master o</w:t>
      </w:r>
      <w:r w:rsidR="004D1165">
        <w:t xml:space="preserve">f </w:t>
      </w:r>
      <w:r>
        <w:t>Jibrael (as) and possesses all the knowledge of Zuboor and Injeel. My hand was cut by th</w:t>
      </w:r>
      <w:r w:rsidR="004D1165">
        <w:t xml:space="preserve">e </w:t>
      </w:r>
      <w:r>
        <w:t>one who is my wasila (intercessor) before Allah and cure for all of my ailments. He is th</w:t>
      </w:r>
      <w:r w:rsidR="004D1165">
        <w:t xml:space="preserve">e </w:t>
      </w:r>
      <w:r>
        <w:t xml:space="preserve">greatest worshipper and devotee. My hand was cut by the one who fought </w:t>
      </w:r>
      <w:r>
        <w:lastRenderedPageBreak/>
        <w:t>with tw</w:t>
      </w:r>
      <w:r w:rsidR="004D1165">
        <w:t xml:space="preserve">o </w:t>
      </w:r>
      <w:r>
        <w:t>swords, two spears, and prayed towards two qiblas. My hand was cut by the Father o</w:t>
      </w:r>
      <w:r w:rsidR="004D1165">
        <w:t xml:space="preserve">f </w:t>
      </w:r>
      <w:r>
        <w:t>Hasan (as) and Hussain (as) and husband of Fatima Zahra Syedatul Nisa al Alameen (sa).</w:t>
      </w:r>
    </w:p>
    <w:p w:rsidR="00EC54B6" w:rsidRDefault="00EC54B6" w:rsidP="00EC54B6">
      <w:pPr>
        <w:pStyle w:val="libNormal"/>
      </w:pPr>
      <w:r>
        <w:t>My hand was cut by the one who appeared in the house of Allah (Kaaba) and who is the lio</w:t>
      </w:r>
      <w:r w:rsidR="004D1165">
        <w:t xml:space="preserve">n </w:t>
      </w:r>
      <w:r>
        <w:t>of Allah. My hand was cut by the one who gave honor to Mecca. My hand was cut by the on</w:t>
      </w:r>
      <w:r w:rsidR="004D1165">
        <w:t xml:space="preserve">e </w:t>
      </w:r>
      <w:r>
        <w:t>who is master of Kausar and who will carry the flag on the day of judgment. He is th</w:t>
      </w:r>
      <w:r w:rsidR="004D1165">
        <w:t xml:space="preserve">e </w:t>
      </w:r>
      <w:r>
        <w:t>second of the Ahlul Kisa (people of the cloak) and slept in the bed of RasoolAllah (saw). H</w:t>
      </w:r>
      <w:r w:rsidR="004D1165">
        <w:t xml:space="preserve">e </w:t>
      </w:r>
      <w:r>
        <w:t>removed the door of Khayber. He fought with jinns and freed people from their atrocities.</w:t>
      </w:r>
    </w:p>
    <w:p w:rsidR="00EC54B6" w:rsidRDefault="00EC54B6" w:rsidP="00C23B6A">
      <w:pPr>
        <w:pStyle w:val="libNormal"/>
      </w:pPr>
      <w:r>
        <w:t>He spoke with a snake from the mimbar of Kufa. My hand was cut by the one who said t</w:t>
      </w:r>
      <w:r w:rsidR="004D1165">
        <w:t xml:space="preserve">o </w:t>
      </w:r>
      <w:r>
        <w:t>the people “Ask Me before you lose Me. I possess knowledge of all things.” My hand was cu</w:t>
      </w:r>
      <w:r w:rsidR="004D1165">
        <w:t xml:space="preserve">t </w:t>
      </w:r>
      <w:r>
        <w:t>by the one who is the greatest news and Sirat ul Mustaqeen (straight path). He is the Fathe</w:t>
      </w:r>
      <w:r w:rsidR="004D1165">
        <w:t xml:space="preserve">r </w:t>
      </w:r>
      <w:r>
        <w:t>of the Sacred Imams (as). He is the one Allah calls as “umm al Kitab” (reality of the book) i</w:t>
      </w:r>
      <w:r w:rsidR="004D1165">
        <w:t xml:space="preserve">n </w:t>
      </w:r>
      <w:r>
        <w:t>His book. He is most high and most wise. My hand was cut by the one who is the sign o</w:t>
      </w:r>
      <w:r w:rsidR="004D1165">
        <w:t xml:space="preserve">f </w:t>
      </w:r>
      <w:r>
        <w:t>Allah and helper of the religion of Allah. He is the protector of the house of Allah. He is th</w:t>
      </w:r>
      <w:r w:rsidR="004D1165">
        <w:t xml:space="preserve">e </w:t>
      </w:r>
      <w:r>
        <w:t>trustee of all the secrets of Allah. He is the advisor of the slaves of Allah and Hujjat (proof)</w:t>
      </w:r>
      <w:r w:rsidR="00C23B6A">
        <w:t xml:space="preserve"> </w:t>
      </w:r>
      <w:r>
        <w:t>of Allah. He calls people towards the shariat of Allah. My hand was cut by the one who is th</w:t>
      </w:r>
      <w:r w:rsidR="004D1165">
        <w:t xml:space="preserve">e </w:t>
      </w:r>
      <w:r>
        <w:t>most trustworthy, most kind, and helper of widows and orphans. My hand is cut by the on</w:t>
      </w:r>
      <w:r w:rsidR="004D1165">
        <w:t xml:space="preserve">e </w:t>
      </w:r>
      <w:r>
        <w:t>who is praised in the book of Allah. He broke the idols in the house of Allah. He is the pilla</w:t>
      </w:r>
      <w:r w:rsidR="004D1165">
        <w:t xml:space="preserve">r </w:t>
      </w:r>
      <w:r>
        <w:t>of Islam. He is the cousin of RasoolAllah (saw). My right hand was cut by the one who is th</w:t>
      </w:r>
      <w:r w:rsidR="004D1165">
        <w:t xml:space="preserve">e </w:t>
      </w:r>
      <w:r>
        <w:t>Father of the Imams (as) and the sun in the darkness. He is the guide of the ummah. He i</w:t>
      </w:r>
      <w:r w:rsidR="004D1165">
        <w:t xml:space="preserve">s </w:t>
      </w:r>
      <w:r>
        <w:t>the remover of grief. He is the owner of all the blessings of Allah. He is the most high, mos</w:t>
      </w:r>
      <w:r w:rsidR="004D1165">
        <w:t xml:space="preserve">t </w:t>
      </w:r>
      <w:r>
        <w:t>courageous, and most brave. His face shines bright with noor. He is the father of Shabbi</w:t>
      </w:r>
      <w:r w:rsidR="004D1165">
        <w:t xml:space="preserve">r </w:t>
      </w:r>
      <w:r>
        <w:t xml:space="preserve">and Shabeer. My hand was cut by the one who is killer of amar bin abduwad </w:t>
      </w:r>
      <w:r w:rsidRPr="00852C05">
        <w:t>(la)</w:t>
      </w:r>
      <w:r>
        <w:t xml:space="preserve"> an</w:t>
      </w:r>
      <w:r w:rsidR="004D1165">
        <w:t xml:space="preserve">d </w:t>
      </w:r>
      <w:r>
        <w:t xml:space="preserve">marhab </w:t>
      </w:r>
      <w:r w:rsidRPr="00852C05">
        <w:t>(la)</w:t>
      </w:r>
      <w:r>
        <w:t>. He is the Imam of arabs and ajim. He is the one for whom RasoolAllah (saw)</w:t>
      </w:r>
      <w:r w:rsidR="00C23B6A">
        <w:t xml:space="preserve"> </w:t>
      </w:r>
      <w:r>
        <w:t>took His bayyat in Ghadeer in a great gathering and whose obedience is wajib (compulsory)</w:t>
      </w:r>
      <w:r w:rsidR="00C23B6A">
        <w:t xml:space="preserve"> </w:t>
      </w:r>
      <w:r>
        <w:t>upon everyone until the day of judgment. My hand was cut by one who is the mos</w:t>
      </w:r>
      <w:r w:rsidR="004D1165">
        <w:t xml:space="preserve">t </w:t>
      </w:r>
      <w:r>
        <w:t>knowledgeable and the one who is the judge between jinns and humans. He is the on</w:t>
      </w:r>
      <w:r w:rsidR="004D1165">
        <w:t xml:space="preserve">e </w:t>
      </w:r>
      <w:r>
        <w:t>whose attributes are uncountable. My hand was cut by the one who is the recitor of Quran.</w:t>
      </w:r>
    </w:p>
    <w:p w:rsidR="00EC54B6" w:rsidRDefault="00EC54B6" w:rsidP="00EC54B6">
      <w:pPr>
        <w:pStyle w:val="libNormal"/>
      </w:pPr>
      <w:r>
        <w:t>He is the one whom Allah revealed both hiddenly and openly. My hand was cut by the on</w:t>
      </w:r>
      <w:r w:rsidR="004D1165">
        <w:t xml:space="preserve">e </w:t>
      </w:r>
      <w:r>
        <w:t>who is most patient, greatest worshipper, and best forgiver. My hand was cut by one who i</w:t>
      </w:r>
      <w:r w:rsidR="004D1165">
        <w:t xml:space="preserve">s </w:t>
      </w:r>
      <w:r>
        <w:t>with haq (truth) and haq is with Him. My hand was cut by the one who is the noor of th</w:t>
      </w:r>
      <w:r w:rsidR="004D1165">
        <w:t xml:space="preserve">e </w:t>
      </w:r>
      <w:r>
        <w:t>east and west. He is the wrath of Allah. My hand was cut by Ali (asws) ibn Abi Talib (as).”</w:t>
      </w:r>
    </w:p>
    <w:p w:rsidR="00EC54B6" w:rsidRDefault="00EC54B6" w:rsidP="00EC54B6">
      <w:pPr>
        <w:pStyle w:val="libNormal"/>
      </w:pPr>
      <w:r>
        <w:t>At that moment ibn al Kawa said, “O’Aswad! Ameerul Momineen (asws) has cut off you</w:t>
      </w:r>
      <w:r w:rsidR="004D1165">
        <w:t xml:space="preserve">r </w:t>
      </w:r>
      <w:r>
        <w:t>hand but you praise Him in this manner?”</w:t>
      </w:r>
    </w:p>
    <w:p w:rsidR="00EC54B6" w:rsidRDefault="00EC54B6" w:rsidP="00EC54B6">
      <w:pPr>
        <w:pStyle w:val="libNormal"/>
      </w:pPr>
      <w:r>
        <w:t>Aswad replied, “How can I not praise Him when His love is mixed with my blood and flesh?”</w:t>
      </w:r>
    </w:p>
    <w:p w:rsidR="00EC54B6" w:rsidRDefault="00EC54B6" w:rsidP="00EC54B6">
      <w:pPr>
        <w:pStyle w:val="libNormal"/>
      </w:pPr>
      <w:r>
        <w:t>ibn al Kawa went to Ameerul Momineen (asws) and said, “O’ my Master! I have jus</w:t>
      </w:r>
      <w:r w:rsidR="004D1165">
        <w:t xml:space="preserve">t </w:t>
      </w:r>
      <w:r>
        <w:t>witnessed a most strange incident.”</w:t>
      </w:r>
    </w:p>
    <w:p w:rsidR="00EC54B6" w:rsidRDefault="00EC54B6" w:rsidP="00EC54B6">
      <w:pPr>
        <w:pStyle w:val="libNormal"/>
      </w:pPr>
      <w:r>
        <w:t>Moula (asws) asked, “What have you seen?”</w:t>
      </w:r>
    </w:p>
    <w:p w:rsidR="00EC54B6" w:rsidRDefault="00EC54B6" w:rsidP="00EC54B6">
      <w:pPr>
        <w:pStyle w:val="libNormal"/>
      </w:pPr>
      <w:r>
        <w:lastRenderedPageBreak/>
        <w:t>He said, “I came upon Aswad just after You had cut off his right hand. He was holding hi</w:t>
      </w:r>
      <w:r w:rsidR="004D1165">
        <w:t xml:space="preserve">s </w:t>
      </w:r>
      <w:r>
        <w:t>right hand with his left hand, and I asked him, “Who cut your hand?” He replied, “M</w:t>
      </w:r>
      <w:r w:rsidR="004D1165">
        <w:t xml:space="preserve">y </w:t>
      </w:r>
      <w:r>
        <w:t>Master, Ameerul Momineen (asws).” Then ibn al Kawa repeated what all Aswad had sai</w:t>
      </w:r>
      <w:r w:rsidR="004D1165">
        <w:t xml:space="preserve">d, </w:t>
      </w:r>
      <w:r>
        <w:t>“How can I not praise my Master whose love is mixed with my blood and flesh?”</w:t>
      </w:r>
    </w:p>
    <w:p w:rsidR="00EC54B6" w:rsidRDefault="00EC54B6" w:rsidP="00EC54B6">
      <w:pPr>
        <w:pStyle w:val="libNormal"/>
      </w:pPr>
      <w:r>
        <w:t>Upon hearing this, Ameerul Momineen (asws) asked Imam Hasan (as) to bring Aswad t</w:t>
      </w:r>
      <w:r w:rsidR="004D1165">
        <w:t xml:space="preserve">o </w:t>
      </w:r>
      <w:r>
        <w:t>Him. Imam Hasan (as) went and found Aswad, and then He brought him to Ameeru</w:t>
      </w:r>
      <w:r w:rsidR="004D1165">
        <w:t xml:space="preserve">l </w:t>
      </w:r>
      <w:r>
        <w:t>Momineen (asws).</w:t>
      </w:r>
    </w:p>
    <w:p w:rsidR="00EC54B6" w:rsidRDefault="00EC54B6" w:rsidP="00EC54B6">
      <w:pPr>
        <w:pStyle w:val="libNormal"/>
      </w:pPr>
      <w:r>
        <w:t>Moula (asws) asked him, “O’Aswad, I cut your hand and yet you praise Me.”</w:t>
      </w:r>
    </w:p>
    <w:p w:rsidR="00EC54B6" w:rsidRDefault="00EC54B6" w:rsidP="00EC54B6">
      <w:pPr>
        <w:pStyle w:val="libNormal"/>
      </w:pPr>
      <w:r>
        <w:t>Aswad replied, “How can I not praise You when Your love is mixed with my blood an</w:t>
      </w:r>
      <w:r w:rsidR="004D1165">
        <w:t xml:space="preserve">d </w:t>
      </w:r>
      <w:r>
        <w:t>flesh? I swear by Allah, You rightly so cut my hand and freed me from the punishment o</w:t>
      </w:r>
      <w:r w:rsidR="004D1165">
        <w:t xml:space="preserve">n </w:t>
      </w:r>
      <w:r>
        <w:t>the day of judgment.”</w:t>
      </w:r>
    </w:p>
    <w:p w:rsidR="00EC54B6" w:rsidRDefault="00EC54B6" w:rsidP="00EC54B6">
      <w:pPr>
        <w:pStyle w:val="libNormal"/>
      </w:pPr>
      <w:r>
        <w:t>Then Moula (asws) turned to the people and said, “Have I not told you there are suc</w:t>
      </w:r>
      <w:r w:rsidR="004D1165">
        <w:t xml:space="preserve">h </w:t>
      </w:r>
      <w:r>
        <w:t>people that if We cut them into pieces by Our swords, their love for Us will increase an</w:t>
      </w:r>
      <w:r w:rsidR="004D1165">
        <w:t xml:space="preserve">d </w:t>
      </w:r>
      <w:r>
        <w:t>there are such people that even if We feed them pure honey, their hatred for Us will onl</w:t>
      </w:r>
      <w:r w:rsidR="004D1165">
        <w:t xml:space="preserve">y </w:t>
      </w:r>
      <w:r>
        <w:t>increase.” Then Moula (asws) took his hand that had been cut off and put it back on his ar</w:t>
      </w:r>
      <w:r w:rsidR="004D1165">
        <w:t xml:space="preserve">m </w:t>
      </w:r>
      <w:r>
        <w:t>and wrapped His cloak around it. Then Moula (asws) prayed 2 rakat prayer and made dua.</w:t>
      </w:r>
    </w:p>
    <w:p w:rsidR="00EC54B6" w:rsidRDefault="00EC54B6" w:rsidP="00EC54B6">
      <w:pPr>
        <w:pStyle w:val="libNormal"/>
      </w:pPr>
      <w:r>
        <w:t>Then Moula (asws) removed the cloak and said, “O’ cut hand, return to your previous stat</w:t>
      </w:r>
      <w:r w:rsidR="004D1165">
        <w:t xml:space="preserve">e </w:t>
      </w:r>
      <w:r>
        <w:t>by the order of Allah”. Then Aswad’s hand returned to normal as if it had never been cut off.</w:t>
      </w:r>
    </w:p>
    <w:p w:rsidR="00EC54B6" w:rsidRDefault="00EC54B6" w:rsidP="00EC54B6">
      <w:pPr>
        <w:pStyle w:val="libNormal"/>
      </w:pPr>
      <w:r>
        <w:t>Aswad stood up and was saying, “I believed in Allah and His Prophet and Ameeru</w:t>
      </w:r>
      <w:r w:rsidR="004D1165">
        <w:t xml:space="preserve">l </w:t>
      </w:r>
      <w:r>
        <w:t>Momineen (asws) who returned my hand after it had been cut off.” Then Aswad fell dow</w:t>
      </w:r>
      <w:r w:rsidR="004D1165">
        <w:t xml:space="preserve">n </w:t>
      </w:r>
      <w:r>
        <w:t>upon the feet of Ameerul Momineen (asws) and said, “May my parents be sacrificed upo</w:t>
      </w:r>
      <w:r w:rsidR="004D1165">
        <w:t xml:space="preserve">n </w:t>
      </w:r>
      <w:r>
        <w:t>You, O’ Inheritor of the knowledge of prophets”. Then Aswad returned to his house.”</w:t>
      </w:r>
    </w:p>
    <w:p w:rsidR="00EC54B6" w:rsidRDefault="00EC54B6" w:rsidP="00CE7E0F">
      <w:pPr>
        <w:pStyle w:val="libItalic"/>
      </w:pPr>
      <w:r>
        <w:t>(Al Dama tul Saqaba pg 201)</w:t>
      </w:r>
    </w:p>
    <w:p w:rsidR="00FE3B28" w:rsidRDefault="00EC54B6" w:rsidP="00EC54B6">
      <w:pPr>
        <w:pStyle w:val="libNormal"/>
      </w:pPr>
      <w:r>
        <w:t>Amongst the other names of Ameerul Momineen (asws) are Halal ul Hija</w:t>
      </w:r>
      <w:r w:rsidR="004D1165">
        <w:t xml:space="preserve">z, </w:t>
      </w:r>
      <w:r>
        <w:t>Asad ul Baraz, Al Munfiq alal Ahwaz, Alzaeem, wal Zhaid, wal Zatoon, an</w:t>
      </w:r>
      <w:r w:rsidR="004D1165">
        <w:t xml:space="preserve">d </w:t>
      </w:r>
      <w:r>
        <w:t>Zaid.</w:t>
      </w:r>
    </w:p>
    <w:p w:rsidR="00612EA4" w:rsidRDefault="00612EA4" w:rsidP="00612EA4">
      <w:pPr>
        <w:pStyle w:val="libNormal"/>
      </w:pPr>
      <w:r>
        <w:br w:type="page"/>
      </w:r>
    </w:p>
    <w:p w:rsidR="00612EA4" w:rsidRDefault="00612EA4" w:rsidP="00AE7A6E">
      <w:pPr>
        <w:pStyle w:val="Heading1Center"/>
      </w:pPr>
      <w:bookmarkStart w:id="381" w:name="_Toc442791500"/>
      <w:r>
        <w:lastRenderedPageBreak/>
        <w:t xml:space="preserve">Seen </w:t>
      </w:r>
      <w:r>
        <w:rPr>
          <w:rtl/>
        </w:rPr>
        <w:t>س</w:t>
      </w:r>
      <w:bookmarkEnd w:id="381"/>
    </w:p>
    <w:p w:rsidR="00EC54B6" w:rsidRDefault="00EC54B6" w:rsidP="00175E59">
      <w:pPr>
        <w:pStyle w:val="Heading2Center"/>
      </w:pPr>
      <w:bookmarkStart w:id="382" w:name="_Toc442791501"/>
      <w:r>
        <w:t>1. Syedal Muslameen (Master of Muslims)</w:t>
      </w:r>
      <w:bookmarkEnd w:id="382"/>
    </w:p>
    <w:p w:rsidR="00EC54B6" w:rsidRDefault="00EC54B6" w:rsidP="00EC54B6">
      <w:pPr>
        <w:pStyle w:val="libNormal"/>
      </w:pPr>
      <w:r>
        <w:t xml:space="preserve">RasoolAllah (saw) said to Umm Salma (sa), “O’ Umm Salma (sa)! Ali (asws) is from Me and </w:t>
      </w:r>
      <w:r w:rsidR="004D1165">
        <w:t xml:space="preserve">I </w:t>
      </w:r>
      <w:r>
        <w:t>am from Ali (asws). His flesh is My flesh and His blood is My blood. He is to Me as Haroo</w:t>
      </w:r>
      <w:r w:rsidR="004D1165">
        <w:t xml:space="preserve">n </w:t>
      </w:r>
      <w:r>
        <w:t xml:space="preserve">(as) was to Musa (as). O’ Umm Salma (sa)! Listen and testify that Ali (asws) is the master o </w:t>
      </w:r>
      <w:r w:rsidR="004D1165">
        <w:t xml:space="preserve">f </w:t>
      </w:r>
      <w:r>
        <w:t>all muslims.”</w:t>
      </w:r>
    </w:p>
    <w:p w:rsidR="00EC54B6" w:rsidRDefault="00EC54B6" w:rsidP="0080330A">
      <w:pPr>
        <w:pStyle w:val="libItalic"/>
      </w:pPr>
      <w:r>
        <w:t>(Amali Tulsi First Edition pg 49)</w:t>
      </w:r>
    </w:p>
    <w:p w:rsidR="00EC54B6" w:rsidRDefault="00EC54B6" w:rsidP="00EC54B6">
      <w:pPr>
        <w:pStyle w:val="libNormal"/>
      </w:pPr>
      <w:r>
        <w:t>Abu Hamza narrates Abu Baseer asked Imam Sadiq (as) about the Miraj (ascension t</w:t>
      </w:r>
      <w:r w:rsidR="004D1165">
        <w:t xml:space="preserve">o </w:t>
      </w:r>
      <w:r>
        <w:t>heavens) of RasoolAllah (saw). Imam (as) said, “Allah said to Muhammad (saw), “Do Yo</w:t>
      </w:r>
      <w:r w:rsidR="004D1165">
        <w:t xml:space="preserve">u </w:t>
      </w:r>
      <w:r>
        <w:t>know who will guide Your ummah after You?” RasoolAllah (saw) replied, “O’ My Lord, Yo</w:t>
      </w:r>
      <w:r w:rsidR="004D1165">
        <w:t xml:space="preserve">u </w:t>
      </w:r>
      <w:r>
        <w:t>know best”. Allah said, “That is Ali (asws) who is Ameerul Momineen, master of al</w:t>
      </w:r>
      <w:r w:rsidR="004D1165">
        <w:t xml:space="preserve">l </w:t>
      </w:r>
      <w:r>
        <w:t>muslims, and leader of the pious.”</w:t>
      </w:r>
    </w:p>
    <w:p w:rsidR="00EC54B6" w:rsidRDefault="00EC54B6" w:rsidP="00C23B6A">
      <w:pPr>
        <w:pStyle w:val="libItalic"/>
      </w:pPr>
      <w:r>
        <w:t>(Amali Sudooq, al Jawahir al Sanu)</w:t>
      </w:r>
    </w:p>
    <w:p w:rsidR="00EC54B6" w:rsidRDefault="00EC54B6" w:rsidP="00175E59">
      <w:pPr>
        <w:pStyle w:val="Heading2Center"/>
      </w:pPr>
      <w:bookmarkStart w:id="383" w:name="_Toc442791502"/>
      <w:r>
        <w:t>2. Syed ul Arab (Master of Arabs)</w:t>
      </w:r>
      <w:bookmarkEnd w:id="383"/>
    </w:p>
    <w:p w:rsidR="00EC54B6" w:rsidRDefault="00852C05" w:rsidP="00EC54B6">
      <w:pPr>
        <w:pStyle w:val="libNormal"/>
      </w:pPr>
      <w:r>
        <w:t xml:space="preserve">Ayesha </w:t>
      </w:r>
      <w:r w:rsidR="00EC54B6">
        <w:t>narrates “I was with RasoolAllah (saw) when Ali (asws) ibn Abi Talib (as) came.</w:t>
      </w:r>
    </w:p>
    <w:p w:rsidR="00EC54B6" w:rsidRDefault="00EC54B6" w:rsidP="00EC54B6">
      <w:pPr>
        <w:pStyle w:val="libNormal"/>
      </w:pPr>
      <w:r>
        <w:t>RasoolAllah (saw) said, “Ali (asws) is master of arabs.” I said, “O’RasoolAllah (saw) ! Ar</w:t>
      </w:r>
      <w:r w:rsidR="004D1165">
        <w:t xml:space="preserve">e </w:t>
      </w:r>
      <w:r>
        <w:t>You not the master of arabs?” RasoolAllah (saw) replied, “I am the master of the offsprin</w:t>
      </w:r>
      <w:r w:rsidR="004D1165">
        <w:t xml:space="preserve">g </w:t>
      </w:r>
      <w:r>
        <w:t>of Adam (as) and Ali (asws) is the master of arabs.” I asked, “He is master in what sense?”</w:t>
      </w:r>
    </w:p>
    <w:p w:rsidR="00EC54B6" w:rsidRDefault="00EC54B6" w:rsidP="00EC54B6">
      <w:pPr>
        <w:pStyle w:val="libNormal"/>
      </w:pPr>
      <w:r>
        <w:t>RasoolAllah (saw) replied, “His obedience is wajib (compulsory) the same as M</w:t>
      </w:r>
      <w:r w:rsidR="004D1165">
        <w:t xml:space="preserve">y </w:t>
      </w:r>
      <w:r>
        <w:t>obedience.”</w:t>
      </w:r>
    </w:p>
    <w:p w:rsidR="00EC54B6" w:rsidRDefault="00EC54B6" w:rsidP="00CE7E0F">
      <w:pPr>
        <w:pStyle w:val="libItalic"/>
      </w:pPr>
      <w:r>
        <w:t>(Maani ul Akbar pg 103)</w:t>
      </w:r>
    </w:p>
    <w:p w:rsidR="00EC54B6" w:rsidRDefault="00EC54B6" w:rsidP="00175E59">
      <w:pPr>
        <w:pStyle w:val="Heading2Center"/>
      </w:pPr>
      <w:bookmarkStart w:id="384" w:name="_Toc442791503"/>
      <w:r>
        <w:t>3. Safah</w:t>
      </w:r>
      <w:bookmarkEnd w:id="384"/>
    </w:p>
    <w:p w:rsidR="00EC54B6" w:rsidRDefault="00EC54B6" w:rsidP="00EC54B6">
      <w:pPr>
        <w:pStyle w:val="libNormal"/>
      </w:pPr>
      <w:r>
        <w:t>Jabir narrates I heard Imam Abu Jafar (as) saying, “Ameerul Momineen (asws) will rule thi</w:t>
      </w:r>
      <w:r w:rsidR="004D1165">
        <w:t xml:space="preserve">s </w:t>
      </w:r>
      <w:r>
        <w:t>world for 309 years after its death.” I asked, “When will this happen?” Imam (as) replie</w:t>
      </w:r>
      <w:r w:rsidR="004D1165">
        <w:t xml:space="preserve">d, </w:t>
      </w:r>
      <w:r>
        <w:t>“After the death of Qaim (ajfts).” I asked, “How long will Qaim (ajfts) rule?” Imam (as) sai</w:t>
      </w:r>
      <w:r w:rsidR="004D1165">
        <w:t xml:space="preserve">d, </w:t>
      </w:r>
      <w:r>
        <w:t>“19 years.” I asked, “What will happen after His death?” Imam (as) said, “Mansoor will tak</w:t>
      </w:r>
      <w:r w:rsidR="004D1165">
        <w:t xml:space="preserve">e </w:t>
      </w:r>
      <w:r>
        <w:t>revenge of his companions. Thus becoming extremely cruel with the people slaughterin</w:t>
      </w:r>
      <w:r w:rsidR="004D1165">
        <w:t xml:space="preserve">g </w:t>
      </w:r>
      <w:r>
        <w:t>many people. The people will say “If he had not been from the offspring of the Prophet ,</w:t>
      </w:r>
    </w:p>
    <w:p w:rsidR="00EC54B6" w:rsidRDefault="00EC54B6" w:rsidP="00EC54B6">
      <w:pPr>
        <w:pStyle w:val="libNormal"/>
      </w:pPr>
      <w:r>
        <w:t>then he would not have slaughtered people in this manner”. When his cruelty reaches it</w:t>
      </w:r>
      <w:r w:rsidR="004D1165">
        <w:t xml:space="preserve">s </w:t>
      </w:r>
      <w:r>
        <w:t>peak, Mansoor will die. Then Safah will return to this world to take the revenge of Muntizir.</w:t>
      </w:r>
    </w:p>
    <w:p w:rsidR="00EC54B6" w:rsidRDefault="00EC54B6" w:rsidP="00EC54B6">
      <w:pPr>
        <w:pStyle w:val="libNormal"/>
      </w:pPr>
      <w:r>
        <w:t>Then He will slaughter all of His enemies and remove all evils from the earth. He will rul</w:t>
      </w:r>
      <w:r w:rsidR="004D1165">
        <w:t xml:space="preserve">e </w:t>
      </w:r>
      <w:r>
        <w:t>309 years upon the earth.” Then Imam Abu Jafar (as) said, “O’Jabir! Do you know how i</w:t>
      </w:r>
      <w:r w:rsidR="004D1165">
        <w:t xml:space="preserve">s </w:t>
      </w:r>
      <w:r>
        <w:t>Muntizir and Safah? O’Jabir! Muntizir is Hussain (as) and al Safah is Ameerul Mominee</w:t>
      </w:r>
      <w:r w:rsidR="004D1165">
        <w:t xml:space="preserve">n </w:t>
      </w:r>
      <w:r>
        <w:t>(asws).”</w:t>
      </w:r>
    </w:p>
    <w:p w:rsidR="00EC54B6" w:rsidRDefault="00EC54B6" w:rsidP="00CE7E0F">
      <w:pPr>
        <w:pStyle w:val="libItalic"/>
      </w:pPr>
      <w:r>
        <w:t>(Tafseer Ayyashi Second Edition pg 352)</w:t>
      </w:r>
    </w:p>
    <w:p w:rsidR="00EC54B6" w:rsidRDefault="00EC54B6" w:rsidP="00175E59">
      <w:pPr>
        <w:pStyle w:val="Heading2Center"/>
      </w:pPr>
      <w:bookmarkStart w:id="385" w:name="_Toc442791504"/>
      <w:r>
        <w:t>4. Salamti (Peace)</w:t>
      </w:r>
      <w:bookmarkEnd w:id="385"/>
    </w:p>
    <w:p w:rsidR="00EC54B6" w:rsidRDefault="00EC54B6" w:rsidP="00EC54B6">
      <w:pPr>
        <w:pStyle w:val="libNormal"/>
      </w:pPr>
      <w:r>
        <w:t>Ameerul Momineen (asws) in one sermon while recounting His names said, “I am peace”.</w:t>
      </w:r>
    </w:p>
    <w:p w:rsidR="00EC54B6" w:rsidRDefault="00EC54B6" w:rsidP="00EC54B6">
      <w:pPr>
        <w:pStyle w:val="libNormal"/>
      </w:pPr>
      <w:r>
        <w:lastRenderedPageBreak/>
        <w:t>Allah says in Quran, “the man is peace for man”. In Tafseer Qumi, Imam (as) say</w:t>
      </w:r>
      <w:r w:rsidR="004D1165">
        <w:t xml:space="preserve">s </w:t>
      </w:r>
      <w:r>
        <w:t>regarding this ayah of Allah, “O’ you who believe! Enter into submission” (2:208). I</w:t>
      </w:r>
      <w:r w:rsidR="004D1165">
        <w:t xml:space="preserve">t </w:t>
      </w:r>
      <w:r>
        <w:t>means enter into the Wilayat of Ameerul Momineen (asws)”.</w:t>
      </w:r>
    </w:p>
    <w:p w:rsidR="00EC54B6" w:rsidRDefault="00EC54B6" w:rsidP="0080330A">
      <w:pPr>
        <w:pStyle w:val="libItalic"/>
      </w:pPr>
      <w:r>
        <w:t>(Tafseer Furat pg 61)</w:t>
      </w:r>
    </w:p>
    <w:p w:rsidR="00EC54B6" w:rsidRDefault="00EC54B6" w:rsidP="00175E59">
      <w:pPr>
        <w:pStyle w:val="Heading2Center"/>
      </w:pPr>
      <w:bookmarkStart w:id="386" w:name="_Toc442791505"/>
      <w:r>
        <w:t>5. Syed (master)</w:t>
      </w:r>
      <w:bookmarkEnd w:id="386"/>
    </w:p>
    <w:p w:rsidR="00EC54B6" w:rsidRDefault="00EC54B6" w:rsidP="00EC54B6">
      <w:pPr>
        <w:pStyle w:val="libNormal"/>
      </w:pPr>
      <w:r>
        <w:t>Salman Farsi (as) narrates, “One day I went to visit with RasoolAllah(saw). I sa</w:t>
      </w:r>
      <w:r w:rsidR="004D1165">
        <w:t xml:space="preserve">w </w:t>
      </w:r>
      <w:r>
        <w:t>RasoolAllah (saw) holding Imam Hussain (as) while kissing His eyes and lips. RasoolAlla</w:t>
      </w:r>
      <w:r w:rsidR="004D1165">
        <w:t xml:space="preserve">h </w:t>
      </w:r>
      <w:r>
        <w:t>(saw) said, “You are son of the master. You are Imam, son of an Imam. You are Hujjat, son o</w:t>
      </w:r>
      <w:r w:rsidR="004D1165">
        <w:t xml:space="preserve">f </w:t>
      </w:r>
      <w:r>
        <w:t>a Hujjat (proof). You are Father of 9 Imams (as) and Hujjat, and the 9th of Them will b</w:t>
      </w:r>
      <w:r w:rsidR="004D1165">
        <w:t xml:space="preserve">e </w:t>
      </w:r>
      <w:r>
        <w:t>Qaim (ajfts)”</w:t>
      </w:r>
    </w:p>
    <w:p w:rsidR="00FE3B28" w:rsidRDefault="00EC54B6" w:rsidP="0080330A">
      <w:pPr>
        <w:pStyle w:val="libItalic"/>
      </w:pPr>
      <w:r>
        <w:t>(Ayun al Akbar First Edition pg 22)</w:t>
      </w:r>
    </w:p>
    <w:p w:rsidR="00EC54B6" w:rsidRDefault="00EC54B6" w:rsidP="00175E59">
      <w:pPr>
        <w:pStyle w:val="Heading2Center"/>
      </w:pPr>
      <w:bookmarkStart w:id="387" w:name="_Toc442791506"/>
      <w:r>
        <w:t>6. Sahabaal Bayzaa (white cloud)</w:t>
      </w:r>
      <w:bookmarkEnd w:id="387"/>
    </w:p>
    <w:p w:rsidR="00EC54B6" w:rsidRDefault="00EC54B6" w:rsidP="00EC54B6">
      <w:pPr>
        <w:pStyle w:val="libNormal"/>
      </w:pPr>
      <w:r>
        <w:t>It has been mentioned in the previous hadiths that amongst muslims Ameerul Mominee</w:t>
      </w:r>
      <w:r w:rsidR="004D1165">
        <w:t xml:space="preserve">n </w:t>
      </w:r>
      <w:r>
        <w:t>(asws)’s name is Sahabaal Bayzaa (white cloud).</w:t>
      </w:r>
    </w:p>
    <w:p w:rsidR="00EC54B6" w:rsidRDefault="00EC54B6" w:rsidP="00175E59">
      <w:pPr>
        <w:pStyle w:val="Heading2Center"/>
      </w:pPr>
      <w:bookmarkStart w:id="388" w:name="_Toc442791507"/>
      <w:r>
        <w:t>7. Syed al Khaliq (Master of the entire creation)</w:t>
      </w:r>
      <w:bookmarkEnd w:id="388"/>
    </w:p>
    <w:p w:rsidR="00EC54B6" w:rsidRDefault="00EC54B6" w:rsidP="00EC54B6">
      <w:pPr>
        <w:pStyle w:val="libNormal"/>
      </w:pPr>
      <w:r>
        <w:t>Hibba ul Arni narrates from Ameerul Momineen (asws) RasoolAllah (saw) said, “I am th</w:t>
      </w:r>
      <w:r w:rsidR="004D1165">
        <w:t xml:space="preserve">e </w:t>
      </w:r>
      <w:r>
        <w:t>master of creation. O’ Ali (asws)! You are the master of the entire creation after Me. Ou</w:t>
      </w:r>
      <w:r w:rsidR="004D1165">
        <w:t xml:space="preserve">r </w:t>
      </w:r>
      <w:r>
        <w:t>first is like Our last and Our last is like Our first.”</w:t>
      </w:r>
    </w:p>
    <w:p w:rsidR="00EC54B6" w:rsidRDefault="00EC54B6" w:rsidP="009D029C">
      <w:pPr>
        <w:pStyle w:val="libItalic"/>
      </w:pPr>
      <w:r>
        <w:t>(Maya Manqaba pg 2)</w:t>
      </w:r>
    </w:p>
    <w:p w:rsidR="00EC54B6" w:rsidRDefault="00EC54B6" w:rsidP="00175E59">
      <w:pPr>
        <w:pStyle w:val="Heading2Center"/>
      </w:pPr>
      <w:bookmarkStart w:id="389" w:name="_Toc442791508"/>
      <w:r>
        <w:t>8. Safeef Nuh (Arc of Nuh)</w:t>
      </w:r>
      <w:bookmarkEnd w:id="389"/>
    </w:p>
    <w:p w:rsidR="00EC54B6" w:rsidRDefault="00EC54B6" w:rsidP="00EC54B6">
      <w:pPr>
        <w:pStyle w:val="libNormal"/>
      </w:pPr>
      <w:r>
        <w:t>Ibne Abbas (ra) narrates RasoolAllah(saw) said, “O’Ali (asws)! I am the city of knowledg</w:t>
      </w:r>
      <w:r w:rsidR="004D1165">
        <w:t xml:space="preserve">e </w:t>
      </w:r>
      <w:r>
        <w:t>and You are its gate. No one can enter into the city without passing through its gate. He lie</w:t>
      </w:r>
      <w:r w:rsidR="004D1165">
        <w:t xml:space="preserve">d </w:t>
      </w:r>
      <w:r>
        <w:t>who claimed to love Me while hating You because You are from Me and I am from You. You</w:t>
      </w:r>
      <w:r w:rsidR="004D1165">
        <w:t xml:space="preserve">r </w:t>
      </w:r>
      <w:r>
        <w:t>flesh is My flesh. Your blood is My blood. Your soul is My soul. Your secret is My secret.</w:t>
      </w:r>
    </w:p>
    <w:p w:rsidR="00EC54B6" w:rsidRDefault="00EC54B6" w:rsidP="00EC54B6">
      <w:pPr>
        <w:pStyle w:val="libNormal"/>
      </w:pPr>
      <w:r>
        <w:t>Your declaration is My declaration. You are Imam of My ummah and My caliph. One wh</w:t>
      </w:r>
      <w:r w:rsidR="004D1165">
        <w:t xml:space="preserve">o </w:t>
      </w:r>
      <w:r>
        <w:t>has obeyed You is most fortunate. One who disobeys You is from the worst kind. One wh</w:t>
      </w:r>
      <w:r w:rsidR="004D1165">
        <w:t xml:space="preserve">o </w:t>
      </w:r>
      <w:r>
        <w:t>loves You has found salvation. One who hates You will be thrown into the fire. One wh</w:t>
      </w:r>
      <w:r w:rsidR="004D1165">
        <w:t xml:space="preserve">o </w:t>
      </w:r>
      <w:r>
        <w:t>remains close to You has gained success. One who went far from You lost everything. Yo</w:t>
      </w:r>
      <w:r w:rsidR="004D1165">
        <w:t xml:space="preserve">u </w:t>
      </w:r>
      <w:r>
        <w:t>and Your Offspring are like the Arc of Nuh (as), one who goes inside of it obtains salvatio</w:t>
      </w:r>
      <w:r w:rsidR="004D1165">
        <w:t xml:space="preserve">n </w:t>
      </w:r>
      <w:r>
        <w:t>and one who does not is destroyed. Your example is like the stars. If one star disappear</w:t>
      </w:r>
      <w:r w:rsidR="004D1165">
        <w:t xml:space="preserve">s, </w:t>
      </w:r>
      <w:r>
        <w:t>then another appears to take its place until the day of judgment.”</w:t>
      </w:r>
    </w:p>
    <w:p w:rsidR="00EC54B6" w:rsidRDefault="00EC54B6" w:rsidP="0080330A">
      <w:pPr>
        <w:pStyle w:val="libItalic"/>
      </w:pPr>
      <w:r>
        <w:t>(Maya Manqaba pg 13)</w:t>
      </w:r>
    </w:p>
    <w:p w:rsidR="00EC54B6" w:rsidRDefault="00EC54B6" w:rsidP="00175E59">
      <w:pPr>
        <w:pStyle w:val="Heading2Center"/>
      </w:pPr>
      <w:bookmarkStart w:id="390" w:name="_Toc442791509"/>
      <w:r>
        <w:t>9. Sabiq al Khairat (Good deeds)</w:t>
      </w:r>
      <w:bookmarkEnd w:id="390"/>
    </w:p>
    <w:p w:rsidR="00FE3B28" w:rsidRDefault="00EC54B6" w:rsidP="00EC54B6">
      <w:pPr>
        <w:pStyle w:val="libNormal"/>
      </w:pPr>
      <w:r>
        <w:t>Salim narrates I asked Imam Abu Jafar (as) regarding this ayah, “We gave the book for a</w:t>
      </w:r>
      <w:r w:rsidR="004D1165">
        <w:t xml:space="preserve">n </w:t>
      </w:r>
      <w:r>
        <w:t>inheritance to those whom We chose from among Our servants but of them is he wh</w:t>
      </w:r>
      <w:r w:rsidR="004D1165">
        <w:t xml:space="preserve">o </w:t>
      </w:r>
      <w:r>
        <w:t>makes his soul to suffer a loss, and of them is he who takes a middle course and of the</w:t>
      </w:r>
      <w:r w:rsidR="004D1165">
        <w:t xml:space="preserve">m </w:t>
      </w:r>
      <w:r>
        <w:t>is he who is foremost in good deeds by Allah’s permission; this is great favour” (35:32),</w:t>
      </w:r>
    </w:p>
    <w:p w:rsidR="00EC54B6" w:rsidRDefault="00EC54B6" w:rsidP="00EC54B6">
      <w:pPr>
        <w:pStyle w:val="libNormal"/>
      </w:pPr>
      <w:r>
        <w:lastRenderedPageBreak/>
        <w:t>Imam (as) said, “Those who are foremost in deeds of goodness are Imams (as) and thos</w:t>
      </w:r>
      <w:r w:rsidR="004D1165">
        <w:t xml:space="preserve">e </w:t>
      </w:r>
      <w:r>
        <w:t>who take the middle course are those who recognize the Imams (as). Those who wron</w:t>
      </w:r>
      <w:r w:rsidR="004D1165">
        <w:t xml:space="preserve">g </w:t>
      </w:r>
      <w:r>
        <w:t>themselves are those who do not recognize the Imams (as).”</w:t>
      </w:r>
    </w:p>
    <w:p w:rsidR="00EC54B6" w:rsidRDefault="00EC54B6" w:rsidP="00CE7E0F">
      <w:pPr>
        <w:pStyle w:val="libItalic"/>
      </w:pPr>
      <w:r>
        <w:t>(Usool e Kafi First Edition pg 214)</w:t>
      </w:r>
    </w:p>
    <w:p w:rsidR="00EC54B6" w:rsidRDefault="00EC54B6" w:rsidP="00175E59">
      <w:pPr>
        <w:pStyle w:val="Heading2Center"/>
      </w:pPr>
      <w:bookmarkStart w:id="391" w:name="_Toc442791510"/>
      <w:r>
        <w:t>10. Saqi al Kausar (distributor of the water of the pool of Kausar)</w:t>
      </w:r>
      <w:bookmarkEnd w:id="391"/>
    </w:p>
    <w:p w:rsidR="00EC54B6" w:rsidRDefault="00EC54B6" w:rsidP="00EC54B6">
      <w:pPr>
        <w:pStyle w:val="libNormal"/>
      </w:pPr>
      <w:r>
        <w:t xml:space="preserve">Ibn Qais narrates from Ali (asws) ibn Abi Talib (as) RasoolAllah (saw) said, “O’Ali (asws)! </w:t>
      </w:r>
      <w:r w:rsidR="004D1165">
        <w:t xml:space="preserve">I </w:t>
      </w:r>
      <w:r>
        <w:t>will come to You at Kausar! O’ Ali (asws)! You are the distributor of the pool of Kausar.</w:t>
      </w:r>
    </w:p>
    <w:p w:rsidR="00EC54B6" w:rsidRDefault="00EC54B6" w:rsidP="00EC54B6">
      <w:pPr>
        <w:pStyle w:val="libNormal"/>
      </w:pPr>
      <w:r>
        <w:t xml:space="preserve">Hasan (as) will be carrying the flag. Hussain (as) will issue orders. Ali (as) bin Hussain </w:t>
      </w:r>
      <w:r w:rsidR="0066696E">
        <w:t xml:space="preserve">(as) </w:t>
      </w:r>
      <w:r>
        <w:t>will arrange the water. Muhammad (as) bin Ali (as) will be the announcer. Jafar (as) bi</w:t>
      </w:r>
      <w:r w:rsidR="004D1165">
        <w:t xml:space="preserve">n </w:t>
      </w:r>
      <w:r>
        <w:t>Muhammad (as) is the caretaker. Musa (as) bin Jafar (as) will gather the lovers of Ahlu</w:t>
      </w:r>
      <w:r w:rsidR="004D1165">
        <w:t xml:space="preserve">l </w:t>
      </w:r>
      <w:r>
        <w:t>Bayt (as) and drive the munafiqs (hypocrites) away from the spring. Ali (as) bin Musa a</w:t>
      </w:r>
      <w:r w:rsidR="004D1165">
        <w:t xml:space="preserve">l </w:t>
      </w:r>
      <w:r>
        <w:t>Reza (as) is the recognizer of momins. Muhammad (as) bin Ali (as) will distribute th</w:t>
      </w:r>
      <w:r w:rsidR="004D1165">
        <w:t xml:space="preserve">e </w:t>
      </w:r>
      <w:r>
        <w:t>rankings to the momins. Ali (as) bin Muhammad (as) will deliver a speech to His shias an</w:t>
      </w:r>
      <w:r w:rsidR="004D1165">
        <w:t xml:space="preserve">d </w:t>
      </w:r>
      <w:r>
        <w:t>marry them to hooris. Al Qaim (ajfts) will guide the shia on the day of judgment and sen</w:t>
      </w:r>
      <w:r w:rsidR="004D1165">
        <w:t xml:space="preserve">d </w:t>
      </w:r>
      <w:r>
        <w:t>them to jannah not by the orders of Allah but by His own will.”</w:t>
      </w:r>
    </w:p>
    <w:p w:rsidR="00EC54B6" w:rsidRDefault="00EC54B6" w:rsidP="009D029C">
      <w:pPr>
        <w:pStyle w:val="libItalic"/>
      </w:pPr>
      <w:r>
        <w:t>(Maya Manqaba pg 3)</w:t>
      </w:r>
    </w:p>
    <w:p w:rsidR="00EC54B6" w:rsidRDefault="00EC54B6" w:rsidP="00175E59">
      <w:pPr>
        <w:pStyle w:val="Heading2Center"/>
      </w:pPr>
      <w:bookmarkStart w:id="392" w:name="_Toc442791511"/>
      <w:r>
        <w:t>11. Sabeeq</w:t>
      </w:r>
      <w:bookmarkEnd w:id="392"/>
    </w:p>
    <w:p w:rsidR="00EC54B6" w:rsidRDefault="00EC54B6" w:rsidP="00EC54B6">
      <w:pPr>
        <w:pStyle w:val="libNormal"/>
      </w:pPr>
      <w:r>
        <w:t>Moula Ali (asws) says, “I am Sabeequn wal Sabeequn”.</w:t>
      </w:r>
    </w:p>
    <w:p w:rsidR="00EC54B6" w:rsidRDefault="00EC54B6" w:rsidP="0080330A">
      <w:pPr>
        <w:pStyle w:val="libItalic"/>
      </w:pPr>
      <w:r>
        <w:t>(Al Qatrat Second Edition pg 60)</w:t>
      </w:r>
    </w:p>
    <w:p w:rsidR="00EC54B6" w:rsidRDefault="00EC54B6" w:rsidP="00175E59">
      <w:pPr>
        <w:pStyle w:val="Heading2Center"/>
      </w:pPr>
      <w:bookmarkStart w:id="393" w:name="_Toc442791512"/>
      <w:r>
        <w:t>12. Syed Ahlul Jannah (Master of the people of jannah)</w:t>
      </w:r>
      <w:bookmarkEnd w:id="393"/>
    </w:p>
    <w:p w:rsidR="00EC54B6" w:rsidRDefault="00EC54B6" w:rsidP="00C23B6A">
      <w:pPr>
        <w:pStyle w:val="libNormal"/>
      </w:pPr>
      <w:r>
        <w:t>Ans bin Malik narrates RasoolAllah (saw) said, “We, the Offspring of Abul Muttalib, are th</w:t>
      </w:r>
      <w:r w:rsidR="004D1165">
        <w:t xml:space="preserve">e </w:t>
      </w:r>
      <w:r>
        <w:t>masters of jannah. Hamza (as) is master of martyrs. Jafar (as) has two wings and flie</w:t>
      </w:r>
      <w:r w:rsidR="004D1165">
        <w:t xml:space="preserve">s </w:t>
      </w:r>
      <w:r>
        <w:t>throughout the heavens. Ali (asws), Fatima (sa), Hasan, (as), Hussain (as), and Mahdi (ajfts)</w:t>
      </w:r>
      <w:r w:rsidR="00C23B6A">
        <w:t xml:space="preserve"> </w:t>
      </w:r>
      <w:r>
        <w:t>are all masters of the people of jannah”.</w:t>
      </w:r>
    </w:p>
    <w:p w:rsidR="00FE3B28" w:rsidRDefault="00EC54B6" w:rsidP="00CE7E0F">
      <w:pPr>
        <w:pStyle w:val="libItalic"/>
      </w:pPr>
      <w:r>
        <w:t>(Maani ul Akbar pg 160)</w:t>
      </w:r>
    </w:p>
    <w:p w:rsidR="00EC54B6" w:rsidRDefault="00EC54B6" w:rsidP="00175E59">
      <w:pPr>
        <w:pStyle w:val="Heading2Center"/>
      </w:pPr>
      <w:bookmarkStart w:id="394" w:name="_Toc442791513"/>
      <w:r>
        <w:t>13. Syed ul Sheeb (master of elderly)</w:t>
      </w:r>
      <w:bookmarkEnd w:id="394"/>
    </w:p>
    <w:p w:rsidR="00EC54B6" w:rsidRDefault="00EC54B6" w:rsidP="00EC54B6">
      <w:pPr>
        <w:pStyle w:val="libNormal"/>
      </w:pPr>
      <w:r>
        <w:t>Abada narrates I heard Ameerul Momineen (asws) saying, “I am the master of the elderl</w:t>
      </w:r>
      <w:r w:rsidR="004D1165">
        <w:t xml:space="preserve">y </w:t>
      </w:r>
      <w:r>
        <w:t>whose age is like that of Prophet Ayyub (as) because Allah placed Ayyub (as) in a test an</w:t>
      </w:r>
      <w:r w:rsidR="004D1165">
        <w:t xml:space="preserve">d </w:t>
      </w:r>
      <w:r>
        <w:t>then freed Him from His test. Allah has mentioned this in Quran.”</w:t>
      </w:r>
    </w:p>
    <w:p w:rsidR="00EC54B6" w:rsidRDefault="00EC54B6" w:rsidP="00CE7E0F">
      <w:pPr>
        <w:pStyle w:val="libItalic"/>
      </w:pPr>
      <w:r>
        <w:t>(Mukhtasir al Basair pg 205)</w:t>
      </w:r>
    </w:p>
    <w:p w:rsidR="00EC54B6" w:rsidRDefault="00EC54B6" w:rsidP="00175E59">
      <w:pPr>
        <w:pStyle w:val="Heading2Center"/>
      </w:pPr>
      <w:bookmarkStart w:id="395" w:name="_Toc442791514"/>
      <w:r>
        <w:t>14. Saif Allah (Sword of Allah)</w:t>
      </w:r>
      <w:bookmarkEnd w:id="395"/>
    </w:p>
    <w:p w:rsidR="00EC54B6" w:rsidRDefault="00EC54B6" w:rsidP="00C23B6A">
      <w:pPr>
        <w:pStyle w:val="libNormal"/>
      </w:pPr>
      <w:r>
        <w:t>Masayyab narrates from Ameerul Momineen (asws). Moula (asws) said, “I swear by Alla</w:t>
      </w:r>
      <w:r w:rsidR="004D1165">
        <w:t xml:space="preserve">h, </w:t>
      </w:r>
      <w:r>
        <w:t>RasoolAllah (saw) left Me amongst His ummah and I am the proof of RasoolAllah (saw)</w:t>
      </w:r>
      <w:r w:rsidR="00C23B6A">
        <w:t xml:space="preserve"> </w:t>
      </w:r>
      <w:r>
        <w:t>upon them. My Wilayat is also wajib (compulsory) upon the people of the heavens the wa</w:t>
      </w:r>
      <w:r w:rsidR="004D1165">
        <w:t xml:space="preserve">y </w:t>
      </w:r>
      <w:r>
        <w:t>it is wajib upon the people of the earth.Verily, angels praise Me in the heavens. This is thei</w:t>
      </w:r>
      <w:r w:rsidR="004D1165">
        <w:t xml:space="preserve">r </w:t>
      </w:r>
      <w:r>
        <w:t xml:space="preserve">tasbeeh, “O’ people! Follow me. I will guide you. Do not turn left or right </w:t>
      </w:r>
      <w:r>
        <w:lastRenderedPageBreak/>
        <w:t>otherwise you wil</w:t>
      </w:r>
      <w:r w:rsidR="004D1165">
        <w:t xml:space="preserve">l </w:t>
      </w:r>
      <w:r>
        <w:t>go astray. I am the successor of your Prophet, His caliph, Imam of momins and their master.</w:t>
      </w:r>
    </w:p>
    <w:p w:rsidR="00EC54B6" w:rsidRDefault="00EC54B6" w:rsidP="00EC54B6">
      <w:pPr>
        <w:pStyle w:val="libNormal"/>
      </w:pPr>
      <w:r>
        <w:t>I will take My shia into jannah and push My enemies towards hell. I am the sword of Alla</w:t>
      </w:r>
      <w:r w:rsidR="004D1165">
        <w:t xml:space="preserve">h </w:t>
      </w:r>
      <w:r>
        <w:t>upon His enemies and mercy upon His friends. I am the master of the pool of Kausar an</w:t>
      </w:r>
      <w:r w:rsidR="004D1165">
        <w:t xml:space="preserve">d </w:t>
      </w:r>
      <w:r>
        <w:t xml:space="preserve">the owner of His shifaat (intercession). Myself, Hasan (as), Hussain (as), and 9 Sons </w:t>
      </w:r>
      <w:r w:rsidR="0066696E">
        <w:t xml:space="preserve">(as) </w:t>
      </w:r>
      <w:r>
        <w:t>from Hussain (as) are Caliphs of Allah upon His creation on the earth. We are the trustee</w:t>
      </w:r>
      <w:r w:rsidR="004D1165">
        <w:t xml:space="preserve">s </w:t>
      </w:r>
      <w:r>
        <w:t>of His wahi (revelation) and Imam of muslims. We are Hujjat (proof) of Allah upon Hi</w:t>
      </w:r>
      <w:r w:rsidR="004D1165">
        <w:t xml:space="preserve">s </w:t>
      </w:r>
      <w:r>
        <w:t>creation after RasoolAllah (saw).”</w:t>
      </w:r>
    </w:p>
    <w:p w:rsidR="00EC54B6" w:rsidRDefault="00EC54B6" w:rsidP="0080330A">
      <w:pPr>
        <w:pStyle w:val="libItalic"/>
      </w:pPr>
      <w:r>
        <w:t>(Al Intasar fi al Nas un al Aimmah (as) al Athaar pg 22)</w:t>
      </w:r>
    </w:p>
    <w:p w:rsidR="00EC54B6" w:rsidRDefault="00EC54B6" w:rsidP="00175E59">
      <w:pPr>
        <w:pStyle w:val="Heading2Center"/>
      </w:pPr>
      <w:bookmarkStart w:id="396" w:name="_Toc442791515"/>
      <w:r>
        <w:t>15. Syed Ahlul Arz (Master of the people of the earth)</w:t>
      </w:r>
      <w:bookmarkEnd w:id="396"/>
    </w:p>
    <w:p w:rsidR="00EC54B6" w:rsidRDefault="00EC54B6" w:rsidP="00EC54B6">
      <w:pPr>
        <w:pStyle w:val="libNormal"/>
      </w:pPr>
      <w:r>
        <w:t>Umme Salma (sa) narrates I heard RasoolAllah (saw) saying, “Myself, Ali (asws) ibn Ab</w:t>
      </w:r>
      <w:r w:rsidR="004D1165">
        <w:t xml:space="preserve">i </w:t>
      </w:r>
      <w:r>
        <w:t>Talib (as) and the Imams (as) from His Offspring are the masters of the people of the eart</w:t>
      </w:r>
      <w:r w:rsidR="004D1165">
        <w:t xml:space="preserve">h, </w:t>
      </w:r>
      <w:r>
        <w:t>and the leaders of the people with shining foreheads on the day of judgment.”</w:t>
      </w:r>
    </w:p>
    <w:p w:rsidR="00FE3B28" w:rsidRDefault="00EC54B6" w:rsidP="00CE7E0F">
      <w:pPr>
        <w:pStyle w:val="libItalic"/>
      </w:pPr>
      <w:r>
        <w:t>(Bihar ul Anwar vol 23 pg 127)</w:t>
      </w:r>
    </w:p>
    <w:p w:rsidR="00EC54B6" w:rsidRDefault="00EC54B6" w:rsidP="00175E59">
      <w:pPr>
        <w:pStyle w:val="Heading2Center"/>
      </w:pPr>
      <w:bookmarkStart w:id="397" w:name="_Toc442791516"/>
      <w:r>
        <w:t>16. Syed ul Wasieen (Master of successors)</w:t>
      </w:r>
      <w:bookmarkEnd w:id="397"/>
    </w:p>
    <w:p w:rsidR="00EC54B6" w:rsidRDefault="00EC54B6" w:rsidP="00EC54B6">
      <w:pPr>
        <w:pStyle w:val="libNormal"/>
      </w:pPr>
      <w:r>
        <w:t>Hussain (as) bin Ali (asws) bin Abi Talib (as) narrates I heard RasoolAllah (saw) saying, “</w:t>
      </w:r>
      <w:r w:rsidR="004D1165">
        <w:t xml:space="preserve">I </w:t>
      </w:r>
      <w:r>
        <w:t>am the master of the prophets. Ali (asws) is the master of successors. Hasan (as) an</w:t>
      </w:r>
      <w:r w:rsidR="004D1165">
        <w:t xml:space="preserve">d </w:t>
      </w:r>
      <w:r>
        <w:t>Hussain (as) are masters of the youths of jannah. After Them, the Imams (as) are masters o</w:t>
      </w:r>
      <w:r w:rsidR="004D1165">
        <w:t xml:space="preserve">f </w:t>
      </w:r>
      <w:r>
        <w:t>the pious. Our enemies are the enemies of Allah. Our obedience is obedience of Allah. Ou</w:t>
      </w:r>
      <w:r w:rsidR="004D1165">
        <w:t xml:space="preserve">r </w:t>
      </w:r>
      <w:r>
        <w:t>disobedience is disobedience of Allah.”</w:t>
      </w:r>
    </w:p>
    <w:p w:rsidR="00EC54B6" w:rsidRDefault="00EC54B6" w:rsidP="00CE7E0F">
      <w:pPr>
        <w:pStyle w:val="libItalic"/>
      </w:pPr>
      <w:r>
        <w:t>(Bihar ul Anwar vol 36 pg 228)</w:t>
      </w:r>
    </w:p>
    <w:p w:rsidR="00EC54B6" w:rsidRDefault="00EC54B6" w:rsidP="00175E59">
      <w:pPr>
        <w:pStyle w:val="Heading2Center"/>
      </w:pPr>
      <w:bookmarkStart w:id="398" w:name="_Toc442791517"/>
      <w:r>
        <w:t>17. Sabeel al Maqeem (road that still abides)</w:t>
      </w:r>
      <w:bookmarkEnd w:id="398"/>
    </w:p>
    <w:p w:rsidR="00EC54B6" w:rsidRDefault="00EC54B6" w:rsidP="00EC54B6">
      <w:pPr>
        <w:pStyle w:val="libNormal"/>
      </w:pPr>
      <w:r>
        <w:t>Imam Jafar Sadiq (as) said regarding this ayah, “Surely it is on a road that still abides”</w:t>
      </w:r>
    </w:p>
    <w:p w:rsidR="00EC54B6" w:rsidRDefault="00EC54B6" w:rsidP="00EC54B6">
      <w:pPr>
        <w:pStyle w:val="libNormal"/>
      </w:pPr>
      <w:r>
        <w:t>(15:76), Imam (as) said, “This ayah was revealed for Ameerul Momineen (asws).”</w:t>
      </w:r>
    </w:p>
    <w:p w:rsidR="00EC54B6" w:rsidRDefault="00EC54B6" w:rsidP="00CE7E0F">
      <w:pPr>
        <w:pStyle w:val="libItalic"/>
      </w:pPr>
      <w:r>
        <w:t>(Taweel al Ayat First Edition pg 250)</w:t>
      </w:r>
    </w:p>
    <w:p w:rsidR="00EC54B6" w:rsidRDefault="00EC54B6" w:rsidP="00175E59">
      <w:pPr>
        <w:pStyle w:val="Heading2Center"/>
      </w:pPr>
      <w:bookmarkStart w:id="399" w:name="_Toc442791518"/>
      <w:r>
        <w:t>18. Samaa (heavens)</w:t>
      </w:r>
      <w:bookmarkEnd w:id="399"/>
    </w:p>
    <w:p w:rsidR="00EC54B6" w:rsidRDefault="00EC54B6" w:rsidP="00C23B6A">
      <w:pPr>
        <w:pStyle w:val="libNormal"/>
      </w:pPr>
      <w:r>
        <w:t>Abu Baseer narrates from Imam Abu Abdullah (as) regarding this ayah, “And We did no</w:t>
      </w:r>
      <w:r w:rsidR="004D1165">
        <w:t xml:space="preserve">t </w:t>
      </w:r>
      <w:r>
        <w:t>create the heavens and the earths and what is between them in vain” (38:27), Ima</w:t>
      </w:r>
      <w:r w:rsidR="004D1165">
        <w:t xml:space="preserve">m </w:t>
      </w:r>
      <w:r>
        <w:t>(as) said, “Allah created the heavens to praise Ali (asws) and the earth to praise Syeda (sa)</w:t>
      </w:r>
      <w:r w:rsidR="00C23B6A">
        <w:t xml:space="preserve"> </w:t>
      </w:r>
      <w:r>
        <w:t>and whatever is between them is for Their Offspring, the Imams (as)”.</w:t>
      </w:r>
    </w:p>
    <w:p w:rsidR="00EC54B6" w:rsidRDefault="00EC54B6" w:rsidP="00CE7E0F">
      <w:pPr>
        <w:pStyle w:val="libItalic"/>
      </w:pPr>
      <w:r>
        <w:t>(Tafseer e Burhan Fourth Vol pg 206)</w:t>
      </w:r>
    </w:p>
    <w:p w:rsidR="00EC54B6" w:rsidRDefault="00EC54B6" w:rsidP="00175E59">
      <w:pPr>
        <w:pStyle w:val="Heading2Center"/>
      </w:pPr>
      <w:bookmarkStart w:id="400" w:name="_Toc442791519"/>
      <w:r>
        <w:t>19. Sa’a (hour)</w:t>
      </w:r>
      <w:bookmarkEnd w:id="400"/>
    </w:p>
    <w:p w:rsidR="00EC54B6" w:rsidRDefault="00EC54B6" w:rsidP="00EC54B6">
      <w:pPr>
        <w:pStyle w:val="libNormal"/>
      </w:pPr>
      <w:r>
        <w:t>Abu Samit narrates from Imam Sadiq (as), Imam (as) said, “Verily, there are 12 hours in th</w:t>
      </w:r>
      <w:r w:rsidR="004D1165">
        <w:t xml:space="preserve">e </w:t>
      </w:r>
      <w:r>
        <w:t>day and 12 hours in the night. Verily, Ali (asws) is the greatest hour amongst those hours.</w:t>
      </w:r>
    </w:p>
    <w:p w:rsidR="00EC54B6" w:rsidRDefault="00EC54B6" w:rsidP="00EC54B6">
      <w:pPr>
        <w:pStyle w:val="libNormal"/>
      </w:pPr>
      <w:r>
        <w:t xml:space="preserve">Allah mentions this in His Book, “But they reject the hour, and We have prepared </w:t>
      </w:r>
      <w:r w:rsidR="004D1165">
        <w:t xml:space="preserve">a </w:t>
      </w:r>
      <w:r>
        <w:t>burning fire for him who rejects the hour” (25:11)</w:t>
      </w:r>
    </w:p>
    <w:p w:rsidR="00FE3B28" w:rsidRDefault="00EC54B6" w:rsidP="00CE7E0F">
      <w:pPr>
        <w:pStyle w:val="libItalic"/>
      </w:pPr>
      <w:r>
        <w:t>(Tafseer e Burhan Third Vol pg 157)</w:t>
      </w:r>
    </w:p>
    <w:p w:rsidR="00EC54B6" w:rsidRDefault="00EC54B6" w:rsidP="00175E59">
      <w:pPr>
        <w:pStyle w:val="Heading2Center"/>
      </w:pPr>
      <w:bookmarkStart w:id="401" w:name="_Toc442791520"/>
      <w:r>
        <w:t>20. Sayiq al Raad (Creator of lightning)</w:t>
      </w:r>
      <w:bookmarkEnd w:id="401"/>
    </w:p>
    <w:p w:rsidR="00EC54B6" w:rsidRDefault="00EC54B6" w:rsidP="00EC54B6">
      <w:pPr>
        <w:pStyle w:val="libNormal"/>
      </w:pPr>
      <w:r>
        <w:lastRenderedPageBreak/>
        <w:t>Moula Ali (asws) says in Khutba Bayan, “I am the creator of lightning”.</w:t>
      </w:r>
    </w:p>
    <w:p w:rsidR="00EC54B6" w:rsidRDefault="00EC54B6" w:rsidP="00175E59">
      <w:pPr>
        <w:pStyle w:val="Heading2Center"/>
      </w:pPr>
      <w:bookmarkStart w:id="402" w:name="_Toc442791521"/>
      <w:r>
        <w:t>21. Samandal al Aflak</w:t>
      </w:r>
      <w:bookmarkEnd w:id="402"/>
    </w:p>
    <w:p w:rsidR="00EC54B6" w:rsidRDefault="00EC54B6" w:rsidP="00EC54B6">
      <w:pPr>
        <w:pStyle w:val="libNormal"/>
      </w:pPr>
      <w:r>
        <w:t>Moula Ali (asws) says in Khutba Bayan, “I am samandal al aflak”</w:t>
      </w:r>
    </w:p>
    <w:p w:rsidR="00EC54B6" w:rsidRDefault="00EC54B6" w:rsidP="00175E59">
      <w:pPr>
        <w:pStyle w:val="Heading2Center"/>
      </w:pPr>
      <w:bookmarkStart w:id="403" w:name="_Toc442791522"/>
      <w:r>
        <w:t>22. Saqif al Marfooa</w:t>
      </w:r>
      <w:bookmarkEnd w:id="403"/>
    </w:p>
    <w:p w:rsidR="00EC54B6" w:rsidRDefault="00EC54B6" w:rsidP="00EC54B6">
      <w:pPr>
        <w:pStyle w:val="libNormal"/>
      </w:pPr>
      <w:r>
        <w:t>Moula Ali (asws) says in Khutba Bayan, “I am saqif al marfooa”</w:t>
      </w:r>
    </w:p>
    <w:p w:rsidR="00EC54B6" w:rsidRDefault="00EC54B6" w:rsidP="00175E59">
      <w:pPr>
        <w:pStyle w:val="Heading2Center"/>
      </w:pPr>
      <w:bookmarkStart w:id="404" w:name="_Toc442791523"/>
      <w:r>
        <w:t>23. Simak al Bahu</w:t>
      </w:r>
      <w:bookmarkEnd w:id="404"/>
    </w:p>
    <w:p w:rsidR="00EC54B6" w:rsidRDefault="00EC54B6" w:rsidP="00EC54B6">
      <w:pPr>
        <w:pStyle w:val="libNormal"/>
      </w:pPr>
      <w:r>
        <w:t>Moula Ali (asws) sasy in Khutba Bayan, “I am simak al bahu”</w:t>
      </w:r>
    </w:p>
    <w:p w:rsidR="00EC54B6" w:rsidRDefault="00EC54B6" w:rsidP="00175E59">
      <w:pPr>
        <w:pStyle w:val="Heading2Center"/>
      </w:pPr>
      <w:bookmarkStart w:id="405" w:name="_Toc442791524"/>
      <w:r>
        <w:t>24. Sabeel Allah (way of Allah)</w:t>
      </w:r>
      <w:bookmarkEnd w:id="405"/>
    </w:p>
    <w:p w:rsidR="00EC54B6" w:rsidRDefault="00EC54B6" w:rsidP="00EC54B6">
      <w:pPr>
        <w:pStyle w:val="libNormal"/>
      </w:pPr>
      <w:r>
        <w:t>Jabir narrates from Imam Muhammad Baqir (as). I asked Him regarding this saying o</w:t>
      </w:r>
      <w:r w:rsidR="004D1165">
        <w:t xml:space="preserve">f </w:t>
      </w:r>
      <w:r>
        <w:t>Allah, “And if you are slain in the way of Allah or you die” (3:157) Imam (as) sai</w:t>
      </w:r>
      <w:r w:rsidR="004D1165">
        <w:t xml:space="preserve">d, </w:t>
      </w:r>
      <w:r>
        <w:t>“O’Jabir! Do you know what is the way of Allah?” I said, “I do not know. I desire for You t</w:t>
      </w:r>
      <w:r w:rsidR="004D1165">
        <w:t xml:space="preserve">o </w:t>
      </w:r>
      <w:r>
        <w:t>tell me.” Imam (as) said, “The way of Allah is Ali (asws) and His Offspring. One who is slai</w:t>
      </w:r>
      <w:r w:rsidR="004D1165">
        <w:t xml:space="preserve">n </w:t>
      </w:r>
      <w:r>
        <w:t>in Their Wilayat is slain in the way of Allah. One who dies in Their Wilayat has died in th</w:t>
      </w:r>
      <w:r w:rsidR="004D1165">
        <w:t xml:space="preserve">e </w:t>
      </w:r>
      <w:r>
        <w:t>way of Allah.”</w:t>
      </w:r>
    </w:p>
    <w:p w:rsidR="00EC54B6" w:rsidRDefault="00EC54B6" w:rsidP="00CE7E0F">
      <w:pPr>
        <w:pStyle w:val="libItalic"/>
      </w:pPr>
      <w:r>
        <w:t>(Tafseer Ayyashi First Edition pg 202)</w:t>
      </w:r>
    </w:p>
    <w:p w:rsidR="00EC54B6" w:rsidRDefault="00EC54B6" w:rsidP="00175E59">
      <w:pPr>
        <w:pStyle w:val="Heading2Center"/>
      </w:pPr>
      <w:bookmarkStart w:id="406" w:name="_Toc442791525"/>
      <w:r>
        <w:t>25. Soot Azab Allah (Blow of the Wrath of Allah)</w:t>
      </w:r>
      <w:bookmarkEnd w:id="406"/>
    </w:p>
    <w:p w:rsidR="00FE3B28" w:rsidRDefault="00EC54B6" w:rsidP="00C23B6A">
      <w:pPr>
        <w:pStyle w:val="libNormal"/>
      </w:pPr>
      <w:r>
        <w:t>RasoolAllah (saw) said to Salman (as), “O’Salman (as)! I swear by Allah, what I am about t</w:t>
      </w:r>
      <w:r w:rsidR="004D1165">
        <w:t xml:space="preserve">o </w:t>
      </w:r>
      <w:r>
        <w:t>say regarding Ali (asws) was told to Me “O’ Ali (asws)! Through You the people will b</w:t>
      </w:r>
      <w:r w:rsidR="004D1165">
        <w:t xml:space="preserve">e </w:t>
      </w:r>
      <w:r>
        <w:t>tested”. I swear by Allah, Ali (asws) is proof of Allah upon the people of the earth an</w:t>
      </w:r>
      <w:r w:rsidR="004D1165">
        <w:t xml:space="preserve">d </w:t>
      </w:r>
      <w:r>
        <w:t>heavens, and the whole creation of Allah is dependent upon You.” Then RasoolAllah (saw)</w:t>
      </w:r>
      <w:r w:rsidR="00C23B6A">
        <w:t xml:space="preserve"> </w:t>
      </w:r>
      <w:r>
        <w:t>said, “Momins will gain belief through You and kaffirs will gain deviation through You. T</w:t>
      </w:r>
      <w:r w:rsidR="004D1165">
        <w:t xml:space="preserve">o </w:t>
      </w:r>
      <w:r>
        <w:t>Allah, none is more honorable than Ali (asws). Ali (asws) is that tongue of Allah throug</w:t>
      </w:r>
      <w:r w:rsidR="004D1165">
        <w:t xml:space="preserve">h </w:t>
      </w:r>
      <w:r>
        <w:t>whom Allah speaks. Ali (asws) is the wrath of Allah and the blow of the wrath of Allah.</w:t>
      </w:r>
    </w:p>
    <w:p w:rsidR="00EC54B6" w:rsidRDefault="00EC54B6" w:rsidP="00EC54B6">
      <w:pPr>
        <w:pStyle w:val="libNormal"/>
      </w:pPr>
      <w:r>
        <w:t>Verily, Allah is the blow of Allah. Allah mentions this in Quran, “And certainly We ha</w:t>
      </w:r>
      <w:r w:rsidR="004D1165">
        <w:t xml:space="preserve">d </w:t>
      </w:r>
      <w:r>
        <w:t>warned them of Our blow but they did doubt the warnings” (54:36). Verily Allah create</w:t>
      </w:r>
      <w:r w:rsidR="004D1165">
        <w:t xml:space="preserve">d </w:t>
      </w:r>
      <w:r>
        <w:t>You through His commandment and separated You from His creation. He put Your love i</w:t>
      </w:r>
      <w:r w:rsidR="004D1165">
        <w:t xml:space="preserve">n </w:t>
      </w:r>
      <w:r>
        <w:t>the hearts of momins. I swear by Allah, there are angels in the heavens who can only b</w:t>
      </w:r>
      <w:r w:rsidR="004D1165">
        <w:t xml:space="preserve">e </w:t>
      </w:r>
      <w:r>
        <w:t>counted by Allah and who are constantly awaiting the orders of Ali (asws). They remembe</w:t>
      </w:r>
      <w:r w:rsidR="004D1165">
        <w:t xml:space="preserve">r </w:t>
      </w:r>
      <w:r>
        <w:t>Ali (asws) continuously. The people of the heavens are proud of having gained the marifa</w:t>
      </w:r>
      <w:r w:rsidR="004D1165">
        <w:t xml:space="preserve">t </w:t>
      </w:r>
      <w:r>
        <w:t>of Ali (asws ) and they gained the marifat of Allah through Your marifat, and they awai</w:t>
      </w:r>
      <w:r w:rsidR="004D1165">
        <w:t xml:space="preserve">t </w:t>
      </w:r>
      <w:r>
        <w:t>Your orders. O’Ali (asws)! I swear by Allah, no one will be able to recognize You, not thos</w:t>
      </w:r>
      <w:r w:rsidR="004D1165">
        <w:t xml:space="preserve">e </w:t>
      </w:r>
      <w:r>
        <w:t>who have already passed nor those who will come until the day of judgment.”</w:t>
      </w:r>
    </w:p>
    <w:p w:rsidR="00EC54B6" w:rsidRDefault="00EC54B6" w:rsidP="00CE7E0F">
      <w:pPr>
        <w:pStyle w:val="libItalic"/>
      </w:pPr>
      <w:r>
        <w:t>(Tafseer e Furat pg 455)</w:t>
      </w:r>
    </w:p>
    <w:p w:rsidR="00EC54B6" w:rsidRDefault="00EC54B6" w:rsidP="00175E59">
      <w:pPr>
        <w:pStyle w:val="Heading2Center"/>
      </w:pPr>
      <w:bookmarkStart w:id="407" w:name="_Toc442791526"/>
      <w:r>
        <w:t>26. Sidrat ul Muntaha</w:t>
      </w:r>
      <w:bookmarkEnd w:id="407"/>
    </w:p>
    <w:p w:rsidR="00EC54B6" w:rsidRDefault="00EC54B6" w:rsidP="00EC54B6">
      <w:pPr>
        <w:pStyle w:val="libNormal"/>
      </w:pPr>
      <w:r>
        <w:t>In the ziarat of Ameerul Momineen (asws) it is written, O’ tree of Tuba and Sidrat u</w:t>
      </w:r>
      <w:r w:rsidR="004D1165">
        <w:t xml:space="preserve">l </w:t>
      </w:r>
      <w:r>
        <w:t>Muntaha, salam be upon You”.</w:t>
      </w:r>
    </w:p>
    <w:p w:rsidR="00EC54B6" w:rsidRDefault="00EC54B6" w:rsidP="00CE7E0F">
      <w:pPr>
        <w:pStyle w:val="libItalic"/>
      </w:pPr>
      <w:r>
        <w:t>(Bihar ul Anwar vol 97 pg 305)</w:t>
      </w:r>
    </w:p>
    <w:p w:rsidR="00EC54B6" w:rsidRDefault="00EC54B6" w:rsidP="00175E59">
      <w:pPr>
        <w:pStyle w:val="Heading2Center"/>
      </w:pPr>
      <w:bookmarkStart w:id="408" w:name="_Toc442791527"/>
      <w:r>
        <w:t>27. Saleel al Athar</w:t>
      </w:r>
      <w:bookmarkEnd w:id="408"/>
    </w:p>
    <w:p w:rsidR="00EC54B6" w:rsidRDefault="00EC54B6" w:rsidP="00EC54B6">
      <w:pPr>
        <w:pStyle w:val="libNormal"/>
      </w:pPr>
      <w:r>
        <w:lastRenderedPageBreak/>
        <w:t>In the ziarat of Ameerul Momineen (asws) it is written, “Salam be upon You, O’ noor of al</w:t>
      </w:r>
      <w:r w:rsidR="004D1165">
        <w:t xml:space="preserve">l </w:t>
      </w:r>
      <w:r>
        <w:t>noors and saleel al athar”.</w:t>
      </w:r>
    </w:p>
    <w:p w:rsidR="00EC54B6" w:rsidRDefault="00EC54B6" w:rsidP="00CE7E0F">
      <w:pPr>
        <w:pStyle w:val="libItalic"/>
      </w:pPr>
      <w:r>
        <w:t>(Bihar ul Anwar vol 97 pg 305)</w:t>
      </w:r>
    </w:p>
    <w:p w:rsidR="00EC54B6" w:rsidRDefault="00EC54B6" w:rsidP="00175E59">
      <w:pPr>
        <w:pStyle w:val="Heading2Center"/>
      </w:pPr>
      <w:bookmarkStart w:id="409" w:name="_Toc442791528"/>
      <w:r>
        <w:t>28. Safeer Allah (Representative of Allah)</w:t>
      </w:r>
      <w:bookmarkEnd w:id="409"/>
    </w:p>
    <w:p w:rsidR="00EC54B6" w:rsidRDefault="00EC54B6" w:rsidP="00EC54B6">
      <w:pPr>
        <w:pStyle w:val="libNormal"/>
      </w:pPr>
      <w:r>
        <w:t>In the ziarat of Ameerul Momineen (asws) it is written, “Salam be upon You, O’</w:t>
      </w:r>
    </w:p>
    <w:p w:rsidR="00EC54B6" w:rsidRDefault="00EC54B6" w:rsidP="00EC54B6">
      <w:pPr>
        <w:pStyle w:val="libNormal"/>
      </w:pPr>
      <w:r>
        <w:t>representative of Allah. I testify that You established the prayer, paid zakat, enjoined th</w:t>
      </w:r>
      <w:r w:rsidR="004D1165">
        <w:t xml:space="preserve">e </w:t>
      </w:r>
      <w:r>
        <w:t>good and forbid the evil, and followed RasoolAllah (saw). You recited Quran in the way i</w:t>
      </w:r>
      <w:r w:rsidR="004D1165">
        <w:t xml:space="preserve">t </w:t>
      </w:r>
      <w:r>
        <w:t>was meant to be. You conveyed the message of Allah and fulfilled Your promise with Allah.”</w:t>
      </w:r>
    </w:p>
    <w:p w:rsidR="00EC54B6" w:rsidRDefault="00EC54B6" w:rsidP="00175E59">
      <w:pPr>
        <w:pStyle w:val="Heading2Center"/>
      </w:pPr>
      <w:bookmarkStart w:id="410" w:name="_Toc442791529"/>
      <w:r>
        <w:t>29. Sa’ad al Zahra</w:t>
      </w:r>
      <w:bookmarkEnd w:id="410"/>
    </w:p>
    <w:p w:rsidR="00FE3B28" w:rsidRDefault="00EC54B6" w:rsidP="00EC54B6">
      <w:pPr>
        <w:pStyle w:val="libNormal"/>
      </w:pPr>
      <w:r>
        <w:t>Moula Ali (asws) says in Khutba Bayan, “I am Sa’ad al Zahra”</w:t>
      </w:r>
    </w:p>
    <w:p w:rsidR="00EC54B6" w:rsidRDefault="00EC54B6" w:rsidP="00175E59">
      <w:pPr>
        <w:pStyle w:val="Heading2Center"/>
      </w:pPr>
      <w:bookmarkStart w:id="411" w:name="_Toc442791530"/>
      <w:r>
        <w:t>30. Sar al Khafiyat (secret of secrets)</w:t>
      </w:r>
      <w:bookmarkEnd w:id="411"/>
    </w:p>
    <w:p w:rsidR="00EC54B6" w:rsidRDefault="00EC54B6" w:rsidP="00EC54B6">
      <w:pPr>
        <w:pStyle w:val="libNormal"/>
      </w:pPr>
      <w:r>
        <w:t>Moula Ali (asws) says in Khutba Bayan, “I am secret of secrets”.</w:t>
      </w:r>
    </w:p>
    <w:p w:rsidR="00EC54B6" w:rsidRDefault="00EC54B6" w:rsidP="00175E59">
      <w:pPr>
        <w:pStyle w:val="Heading2Center"/>
      </w:pPr>
      <w:bookmarkStart w:id="412" w:name="_Toc442791531"/>
      <w:r>
        <w:t>31. Simak al Jabil</w:t>
      </w:r>
      <w:bookmarkEnd w:id="412"/>
    </w:p>
    <w:p w:rsidR="00EC54B6" w:rsidRDefault="00EC54B6" w:rsidP="00EC54B6">
      <w:pPr>
        <w:pStyle w:val="libNormal"/>
      </w:pPr>
      <w:r>
        <w:t>Moula Ali (asws) says in Khutba Bayan, “I am simak al jabil”</w:t>
      </w:r>
    </w:p>
    <w:p w:rsidR="00EC54B6" w:rsidRDefault="00EC54B6" w:rsidP="00175E59">
      <w:pPr>
        <w:pStyle w:val="Heading2Center"/>
      </w:pPr>
      <w:bookmarkStart w:id="413" w:name="_Toc442791532"/>
      <w:r>
        <w:t>32. Sar Ibrahim (secret of Ibrahim as)</w:t>
      </w:r>
      <w:bookmarkEnd w:id="413"/>
    </w:p>
    <w:p w:rsidR="00EC54B6" w:rsidRDefault="00EC54B6" w:rsidP="00EC54B6">
      <w:pPr>
        <w:pStyle w:val="libNormal"/>
      </w:pPr>
      <w:r>
        <w:t>Moula Ali (asws) says in Khutba Bayan, “I am the secret of Ibrahim (as)”</w:t>
      </w:r>
    </w:p>
    <w:p w:rsidR="00EC54B6" w:rsidRDefault="00EC54B6" w:rsidP="00175E59">
      <w:pPr>
        <w:pStyle w:val="Heading2Center"/>
      </w:pPr>
      <w:bookmarkStart w:id="414" w:name="_Toc442791533"/>
      <w:r>
        <w:t>33. Saad al Jad (fortune of His forefathers)</w:t>
      </w:r>
      <w:bookmarkEnd w:id="414"/>
    </w:p>
    <w:p w:rsidR="00EC54B6" w:rsidRDefault="00EC54B6" w:rsidP="00EC54B6">
      <w:pPr>
        <w:pStyle w:val="libNormal"/>
      </w:pPr>
      <w:r>
        <w:t>Moula Ali (asws) says in Khutba Bayan, “I am the fortune of His forefathers”</w:t>
      </w:r>
    </w:p>
    <w:p w:rsidR="00EC54B6" w:rsidRDefault="00EC54B6" w:rsidP="00175E59">
      <w:pPr>
        <w:pStyle w:val="Heading2Center"/>
      </w:pPr>
      <w:bookmarkStart w:id="415" w:name="_Toc442791534"/>
      <w:r>
        <w:t>34. Soorat al Natalaha (verse of recitors)</w:t>
      </w:r>
      <w:bookmarkEnd w:id="415"/>
    </w:p>
    <w:p w:rsidR="00EC54B6" w:rsidRDefault="00EC54B6" w:rsidP="00EC54B6">
      <w:pPr>
        <w:pStyle w:val="libNormal"/>
      </w:pPr>
      <w:r>
        <w:t>Moula Ali (asws) says in Khutba Bayan, “I am the verse of the recitors”</w:t>
      </w:r>
    </w:p>
    <w:p w:rsidR="00EC54B6" w:rsidRDefault="00EC54B6" w:rsidP="00175E59">
      <w:pPr>
        <w:pStyle w:val="Heading2Center"/>
      </w:pPr>
      <w:bookmarkStart w:id="416" w:name="_Toc442791535"/>
      <w:r>
        <w:t>35. Sabiq al Zumr</w:t>
      </w:r>
      <w:bookmarkEnd w:id="416"/>
    </w:p>
    <w:p w:rsidR="00EC54B6" w:rsidRDefault="00EC54B6" w:rsidP="00EC54B6">
      <w:pPr>
        <w:pStyle w:val="libNormal"/>
      </w:pPr>
      <w:r>
        <w:t>Moula Ali (asws) says in Khutba Bayan, “I am sabiq al zumr”.</w:t>
      </w:r>
    </w:p>
    <w:p w:rsidR="00EC54B6" w:rsidRDefault="00EC54B6" w:rsidP="00175E59">
      <w:pPr>
        <w:pStyle w:val="Heading2Center"/>
      </w:pPr>
      <w:bookmarkStart w:id="417" w:name="_Toc442791536"/>
      <w:r>
        <w:t>36. Sowal Miti</w:t>
      </w:r>
      <w:bookmarkEnd w:id="417"/>
    </w:p>
    <w:p w:rsidR="00EC54B6" w:rsidRDefault="00EC54B6" w:rsidP="00EC54B6">
      <w:pPr>
        <w:pStyle w:val="libNormal"/>
      </w:pPr>
      <w:r>
        <w:t>Moula Ali (asws) says in Khutba Bayan, “I am sowal miti”.</w:t>
      </w:r>
    </w:p>
    <w:p w:rsidR="00EC54B6" w:rsidRDefault="00EC54B6" w:rsidP="00175E59">
      <w:pPr>
        <w:pStyle w:val="Heading2Center"/>
      </w:pPr>
      <w:bookmarkStart w:id="418" w:name="_Toc442791537"/>
      <w:r>
        <w:t>37. Saif Allah al Maslool (unsheathed sword of Allah)</w:t>
      </w:r>
      <w:bookmarkEnd w:id="418"/>
    </w:p>
    <w:p w:rsidR="00EC54B6" w:rsidRDefault="00EC54B6" w:rsidP="00EC54B6">
      <w:pPr>
        <w:pStyle w:val="libNormal"/>
      </w:pPr>
      <w:r>
        <w:t>Moula Ali (asws) says in Khutba Bayan, “I am the unsheathed sword of Allah”.</w:t>
      </w:r>
    </w:p>
    <w:p w:rsidR="00EC54B6" w:rsidRDefault="00EC54B6" w:rsidP="00175E59">
      <w:pPr>
        <w:pStyle w:val="Heading2Center"/>
      </w:pPr>
      <w:bookmarkStart w:id="419" w:name="_Toc442791538"/>
      <w:r>
        <w:t>38. Saqi al Atash (quencher of thirst)</w:t>
      </w:r>
      <w:bookmarkEnd w:id="419"/>
    </w:p>
    <w:p w:rsidR="00FE3B28" w:rsidRDefault="00EC54B6" w:rsidP="00EC54B6">
      <w:pPr>
        <w:pStyle w:val="libNormal"/>
      </w:pPr>
      <w:r>
        <w:t>Moula Ali (asws) says in Khutba Bayan, “I am the one who quenches the thirst of th</w:t>
      </w:r>
      <w:r w:rsidR="004D1165">
        <w:t xml:space="preserve">e </w:t>
      </w:r>
      <w:r>
        <w:t>thirsty”.</w:t>
      </w:r>
    </w:p>
    <w:p w:rsidR="00EC54B6" w:rsidRDefault="00EC54B6" w:rsidP="00175E59">
      <w:pPr>
        <w:pStyle w:val="Heading2Center"/>
      </w:pPr>
      <w:bookmarkStart w:id="420" w:name="_Toc442791539"/>
      <w:r>
        <w:t>39. Sands al Rum</w:t>
      </w:r>
      <w:bookmarkEnd w:id="420"/>
    </w:p>
    <w:p w:rsidR="00EC54B6" w:rsidRDefault="00EC54B6" w:rsidP="00EC54B6">
      <w:pPr>
        <w:pStyle w:val="libNormal"/>
      </w:pPr>
      <w:r>
        <w:t>Moula Ali (asws) says in Khutba Bayan, “I am Sands al Rum”.</w:t>
      </w:r>
    </w:p>
    <w:p w:rsidR="00EC54B6" w:rsidRDefault="00EC54B6" w:rsidP="00175E59">
      <w:pPr>
        <w:pStyle w:val="Heading2Center"/>
      </w:pPr>
      <w:bookmarkStart w:id="421" w:name="_Toc442791540"/>
      <w:r>
        <w:t>40. Sad al Ashamos</w:t>
      </w:r>
      <w:bookmarkEnd w:id="421"/>
    </w:p>
    <w:p w:rsidR="00EC54B6" w:rsidRDefault="00EC54B6" w:rsidP="00EC54B6">
      <w:pPr>
        <w:pStyle w:val="libNormal"/>
      </w:pPr>
      <w:r>
        <w:t>Moula Ali (asws) says in Khutba Bayan, “I am Saad al Ashamos”.</w:t>
      </w:r>
    </w:p>
    <w:p w:rsidR="00EC54B6" w:rsidRDefault="00EC54B6" w:rsidP="00175E59">
      <w:pPr>
        <w:pStyle w:val="Heading2Center"/>
      </w:pPr>
      <w:bookmarkStart w:id="422" w:name="_Toc442791541"/>
      <w:r>
        <w:t>41. Sahil al Tabaa</w:t>
      </w:r>
      <w:bookmarkEnd w:id="422"/>
    </w:p>
    <w:p w:rsidR="00EC54B6" w:rsidRDefault="00EC54B6" w:rsidP="00EC54B6">
      <w:pPr>
        <w:pStyle w:val="libNormal"/>
      </w:pPr>
      <w:r>
        <w:t>Moula Ali (asws) says in Khutba Bayan, “I am Sahil al Tabaa”.</w:t>
      </w:r>
    </w:p>
    <w:p w:rsidR="00EC54B6" w:rsidRDefault="00EC54B6" w:rsidP="00175E59">
      <w:pPr>
        <w:pStyle w:val="Heading2Center"/>
      </w:pPr>
      <w:bookmarkStart w:id="423" w:name="_Toc442791542"/>
      <w:r>
        <w:lastRenderedPageBreak/>
        <w:t>42. Sar al Asrar (secret of secrets)</w:t>
      </w:r>
      <w:bookmarkEnd w:id="423"/>
    </w:p>
    <w:p w:rsidR="00EC54B6" w:rsidRDefault="00EC54B6" w:rsidP="00EC54B6">
      <w:pPr>
        <w:pStyle w:val="libNormal"/>
      </w:pPr>
      <w:r>
        <w:t>Moula Ali (asws) says in Khutba Bayan, “I am the secret of the secrets”.</w:t>
      </w:r>
    </w:p>
    <w:p w:rsidR="00EC54B6" w:rsidRDefault="00EC54B6" w:rsidP="00175E59">
      <w:pPr>
        <w:pStyle w:val="Heading2Center"/>
      </w:pPr>
      <w:bookmarkStart w:id="424" w:name="_Toc442791543"/>
      <w:r>
        <w:t>43. Sameer al Mahrab</w:t>
      </w:r>
      <w:bookmarkEnd w:id="424"/>
    </w:p>
    <w:p w:rsidR="00EC54B6" w:rsidRDefault="00EC54B6" w:rsidP="00EC54B6">
      <w:pPr>
        <w:pStyle w:val="libNormal"/>
      </w:pPr>
      <w:r>
        <w:t>Moula Ali (asws) says in Khutba Bayan, “I am Sameer al Mahrab”.</w:t>
      </w:r>
    </w:p>
    <w:p w:rsidR="00EC54B6" w:rsidRDefault="00EC54B6" w:rsidP="00175E59">
      <w:pPr>
        <w:pStyle w:val="Heading2Center"/>
      </w:pPr>
      <w:bookmarkStart w:id="425" w:name="_Toc442791544"/>
      <w:r>
        <w:t>44. Syed Badr (master of Badr)</w:t>
      </w:r>
      <w:bookmarkEnd w:id="425"/>
    </w:p>
    <w:p w:rsidR="00EC54B6" w:rsidRDefault="00EC54B6" w:rsidP="00EC54B6">
      <w:pPr>
        <w:pStyle w:val="libNormal"/>
      </w:pPr>
      <w:r>
        <w:t>Moula Ali (asws) says in Khutba Bayan, “I am master of Badr”.</w:t>
      </w:r>
    </w:p>
    <w:p w:rsidR="00EC54B6" w:rsidRDefault="00EC54B6" w:rsidP="00175E59">
      <w:pPr>
        <w:pStyle w:val="Heading2Center"/>
      </w:pPr>
      <w:bookmarkStart w:id="426" w:name="_Toc442791545"/>
      <w:r>
        <w:t>45. Sameeda al Bisaq</w:t>
      </w:r>
      <w:bookmarkEnd w:id="426"/>
    </w:p>
    <w:p w:rsidR="00EC54B6" w:rsidRDefault="00EC54B6" w:rsidP="00EC54B6">
      <w:pPr>
        <w:pStyle w:val="libNormal"/>
      </w:pPr>
      <w:r>
        <w:t>Moula Ali (asws) says in Khutba Bayan, “I am Sameeda al Bisaq”.</w:t>
      </w:r>
    </w:p>
    <w:p w:rsidR="00EC54B6" w:rsidRDefault="00EC54B6" w:rsidP="00175E59">
      <w:pPr>
        <w:pStyle w:val="Heading2Center"/>
      </w:pPr>
      <w:bookmarkStart w:id="427" w:name="_Toc442791546"/>
      <w:r>
        <w:t>46. Sarookh al Jamaharat</w:t>
      </w:r>
      <w:bookmarkEnd w:id="427"/>
    </w:p>
    <w:p w:rsidR="00EC54B6" w:rsidRDefault="00EC54B6" w:rsidP="00EC54B6">
      <w:pPr>
        <w:pStyle w:val="libNormal"/>
      </w:pPr>
      <w:r>
        <w:t>Moula Ali (asws) says in Khutba Bayan, “I am sarookh al jamaharat”.</w:t>
      </w:r>
    </w:p>
    <w:p w:rsidR="00EC54B6" w:rsidRDefault="00EC54B6" w:rsidP="00175E59">
      <w:pPr>
        <w:pStyle w:val="Heading2Center"/>
      </w:pPr>
      <w:bookmarkStart w:id="428" w:name="_Toc442791547"/>
      <w:r>
        <w:t>47. Sowal al Talib (question of the questioner)</w:t>
      </w:r>
      <w:bookmarkEnd w:id="428"/>
    </w:p>
    <w:p w:rsidR="00EC54B6" w:rsidRDefault="00EC54B6" w:rsidP="00EC54B6">
      <w:pPr>
        <w:pStyle w:val="libNormal"/>
      </w:pPr>
      <w:r>
        <w:t>Moula Ali (asws) says in Khutba Bayan, “I am the question of the questioner”.</w:t>
      </w:r>
    </w:p>
    <w:p w:rsidR="00EC54B6" w:rsidRDefault="00EC54B6" w:rsidP="00175E59">
      <w:pPr>
        <w:pStyle w:val="Heading2Center"/>
      </w:pPr>
      <w:bookmarkStart w:id="429" w:name="_Toc442791548"/>
      <w:r>
        <w:t>48. Sabq al Mahshir (master of mahshir)</w:t>
      </w:r>
      <w:bookmarkEnd w:id="429"/>
    </w:p>
    <w:p w:rsidR="00FE3B28" w:rsidRDefault="00EC54B6" w:rsidP="00EC54B6">
      <w:pPr>
        <w:pStyle w:val="libNormal"/>
      </w:pPr>
      <w:r>
        <w:t>Moula Ali (asws) says in Khutba Bayan, “I am master of mahshir”.</w:t>
      </w:r>
    </w:p>
    <w:p w:rsidR="00EC54B6" w:rsidRDefault="00EC54B6" w:rsidP="00175E59">
      <w:pPr>
        <w:pStyle w:val="Heading2Center"/>
      </w:pPr>
      <w:bookmarkStart w:id="430" w:name="_Toc442791549"/>
      <w:r>
        <w:t>49. Saqi al Kauthar (distributor of the water of Kauthar)</w:t>
      </w:r>
      <w:bookmarkEnd w:id="430"/>
    </w:p>
    <w:p w:rsidR="00EC54B6" w:rsidRDefault="00EC54B6" w:rsidP="00EC54B6">
      <w:pPr>
        <w:pStyle w:val="libNormal"/>
      </w:pPr>
      <w:r>
        <w:t>Moula Ali (asws) in Khutba Bayan, “I am the one who will distribute the water of Kauthar”.</w:t>
      </w:r>
    </w:p>
    <w:p w:rsidR="00EC54B6" w:rsidRDefault="00EC54B6" w:rsidP="00175E59">
      <w:pPr>
        <w:pStyle w:val="Heading2Center"/>
      </w:pPr>
      <w:bookmarkStart w:id="431" w:name="_Toc442791550"/>
      <w:r>
        <w:t>50. Soor al Maarif (verse of recognition)</w:t>
      </w:r>
      <w:bookmarkEnd w:id="431"/>
    </w:p>
    <w:p w:rsidR="00EC54B6" w:rsidRDefault="00EC54B6" w:rsidP="00EC54B6">
      <w:pPr>
        <w:pStyle w:val="libNormal"/>
      </w:pPr>
      <w:r>
        <w:t>Moula Ali (asws) says in Khutba Bayan, “I am verse of marifat (recognition)”.</w:t>
      </w:r>
    </w:p>
    <w:p w:rsidR="00EC54B6" w:rsidRDefault="00EC54B6" w:rsidP="00175E59">
      <w:pPr>
        <w:pStyle w:val="Heading2Center"/>
      </w:pPr>
      <w:bookmarkStart w:id="432" w:name="_Toc442791551"/>
      <w:r>
        <w:t>51. Sowal al Masail(solver of difficulties)</w:t>
      </w:r>
      <w:bookmarkEnd w:id="432"/>
    </w:p>
    <w:p w:rsidR="00EC54B6" w:rsidRDefault="00EC54B6" w:rsidP="00EC54B6">
      <w:pPr>
        <w:pStyle w:val="libNormal"/>
      </w:pPr>
      <w:r>
        <w:t>Moula Ali (asws) says in Khutba Bayan, “I am the solver of all difficulties”.</w:t>
      </w:r>
    </w:p>
    <w:p w:rsidR="00EC54B6" w:rsidRDefault="00EC54B6" w:rsidP="00175E59">
      <w:pPr>
        <w:pStyle w:val="Heading2Center"/>
      </w:pPr>
      <w:bookmarkStart w:id="433" w:name="_Toc442791552"/>
      <w:r>
        <w:t>52. Saleel al Sarar</w:t>
      </w:r>
      <w:bookmarkEnd w:id="433"/>
    </w:p>
    <w:p w:rsidR="00EC54B6" w:rsidRDefault="00EC54B6" w:rsidP="00EC54B6">
      <w:pPr>
        <w:pStyle w:val="libNormal"/>
      </w:pPr>
      <w:r>
        <w:t>Moula Ali (asws) says in Khutba Bayan, “I am saleel al sarar”.</w:t>
      </w:r>
    </w:p>
    <w:p w:rsidR="00EC54B6" w:rsidRDefault="00EC54B6" w:rsidP="00175E59">
      <w:pPr>
        <w:pStyle w:val="Heading2Center"/>
      </w:pPr>
      <w:bookmarkStart w:id="434" w:name="_Toc442791553"/>
      <w:r>
        <w:t>53. Siham al Fraqd</w:t>
      </w:r>
      <w:bookmarkEnd w:id="434"/>
    </w:p>
    <w:p w:rsidR="00EC54B6" w:rsidRDefault="00EC54B6" w:rsidP="00EC54B6">
      <w:pPr>
        <w:pStyle w:val="libNormal"/>
      </w:pPr>
      <w:r>
        <w:t>Moula Ali (asws) says in Khutba Bayan, “I am siham al fraqd”.</w:t>
      </w:r>
    </w:p>
    <w:p w:rsidR="00EC54B6" w:rsidRDefault="00EC54B6" w:rsidP="00175E59">
      <w:pPr>
        <w:pStyle w:val="Heading2Center"/>
      </w:pPr>
      <w:bookmarkStart w:id="435" w:name="_Toc442791554"/>
      <w:r>
        <w:t>54. Simak al Bahu</w:t>
      </w:r>
      <w:bookmarkEnd w:id="435"/>
    </w:p>
    <w:p w:rsidR="00EC54B6" w:rsidRDefault="00EC54B6" w:rsidP="00EC54B6">
      <w:pPr>
        <w:pStyle w:val="libNormal"/>
      </w:pPr>
      <w:r>
        <w:t>Moula Ali (asws) says in Khutba Bayan, “I am simak al bahu”.</w:t>
      </w:r>
    </w:p>
    <w:p w:rsidR="00EC54B6" w:rsidRDefault="00EC54B6" w:rsidP="00175E59">
      <w:pPr>
        <w:pStyle w:val="Heading2Center"/>
      </w:pPr>
      <w:bookmarkStart w:id="436" w:name="_Toc442791555"/>
      <w:r>
        <w:t>55. Surat ul Baqarah</w:t>
      </w:r>
      <w:bookmarkEnd w:id="436"/>
    </w:p>
    <w:p w:rsidR="00EC54B6" w:rsidRDefault="00EC54B6" w:rsidP="00EC54B6">
      <w:pPr>
        <w:pStyle w:val="libNormal"/>
      </w:pPr>
      <w:r>
        <w:t>Moula Ali(asws) says in Khutba Bayan, “I am Sura Baqarah”.</w:t>
      </w:r>
    </w:p>
    <w:p w:rsidR="00EC54B6" w:rsidRDefault="00EC54B6" w:rsidP="00175E59">
      <w:pPr>
        <w:pStyle w:val="Heading2Center"/>
      </w:pPr>
      <w:bookmarkStart w:id="437" w:name="_Toc442791556"/>
      <w:r>
        <w:t>56. Sabq al Zumr</w:t>
      </w:r>
      <w:bookmarkEnd w:id="437"/>
    </w:p>
    <w:p w:rsidR="00EC54B6" w:rsidRDefault="00EC54B6" w:rsidP="00EC54B6">
      <w:pPr>
        <w:pStyle w:val="libNormal"/>
      </w:pPr>
      <w:r>
        <w:t>Moula Ali (asws) says in Khutba Bayan, “I am sabq al zumr”.</w:t>
      </w:r>
    </w:p>
    <w:p w:rsidR="00EC54B6" w:rsidRDefault="00EC54B6" w:rsidP="00175E59">
      <w:pPr>
        <w:pStyle w:val="Heading2Center"/>
      </w:pPr>
      <w:bookmarkStart w:id="438" w:name="_Toc442791557"/>
      <w:r>
        <w:t>57. Sham al Dhariyat</w:t>
      </w:r>
      <w:bookmarkEnd w:id="438"/>
    </w:p>
    <w:p w:rsidR="00EC54B6" w:rsidRDefault="00EC54B6" w:rsidP="00EC54B6">
      <w:pPr>
        <w:pStyle w:val="libNormal"/>
      </w:pPr>
      <w:r>
        <w:t>Moula Ali (asws) says in Khutba Bayan, “I am sham al dhariyat”.</w:t>
      </w:r>
    </w:p>
    <w:p w:rsidR="00EC54B6" w:rsidRDefault="00EC54B6" w:rsidP="00175E59">
      <w:pPr>
        <w:pStyle w:val="Heading2Center"/>
      </w:pPr>
      <w:bookmarkStart w:id="439" w:name="_Toc442791558"/>
      <w:r>
        <w:t>58. Sar al Haroof (secret of the letters)</w:t>
      </w:r>
      <w:bookmarkEnd w:id="439"/>
    </w:p>
    <w:p w:rsidR="00FE3B28" w:rsidRDefault="00EC54B6" w:rsidP="00EC54B6">
      <w:pPr>
        <w:pStyle w:val="libNormal"/>
      </w:pPr>
      <w:r>
        <w:t>Moula Ali (asws) says in Khutba Bayan, “I am the secret of the letters”.</w:t>
      </w:r>
    </w:p>
    <w:p w:rsidR="00EC54B6" w:rsidRDefault="00EC54B6" w:rsidP="00175E59">
      <w:pPr>
        <w:pStyle w:val="Heading2Center"/>
      </w:pPr>
      <w:bookmarkStart w:id="440" w:name="_Toc442791559"/>
      <w:r>
        <w:lastRenderedPageBreak/>
        <w:t>59. Saif al Maslool (unsheathed sword)</w:t>
      </w:r>
      <w:bookmarkEnd w:id="440"/>
    </w:p>
    <w:p w:rsidR="00EC54B6" w:rsidRDefault="00EC54B6" w:rsidP="00EC54B6">
      <w:pPr>
        <w:pStyle w:val="libNormal"/>
      </w:pPr>
      <w:r>
        <w:t>Moula Ali (asws) says in Khutba Bayan, “I am the unsheathed sword”.</w:t>
      </w:r>
    </w:p>
    <w:p w:rsidR="00EC54B6" w:rsidRDefault="00EC54B6" w:rsidP="00175E59">
      <w:pPr>
        <w:pStyle w:val="Heading2Center"/>
      </w:pPr>
      <w:bookmarkStart w:id="441" w:name="_Toc442791560"/>
      <w:r>
        <w:t>60. Saad al Aiyaqimat</w:t>
      </w:r>
      <w:bookmarkEnd w:id="441"/>
    </w:p>
    <w:p w:rsidR="00EC54B6" w:rsidRDefault="00EC54B6" w:rsidP="00EC54B6">
      <w:pPr>
        <w:pStyle w:val="libNormal"/>
      </w:pPr>
      <w:r>
        <w:t>Moula Ali (asws) says in Khutba Bayan, “I am saad al aiyaqimat”.</w:t>
      </w:r>
    </w:p>
    <w:p w:rsidR="00EC54B6" w:rsidRDefault="00EC54B6" w:rsidP="00175E59">
      <w:pPr>
        <w:pStyle w:val="Heading2Center"/>
      </w:pPr>
      <w:bookmarkStart w:id="442" w:name="_Toc442791561"/>
      <w:r>
        <w:t>61. Saids al Ashmoom</w:t>
      </w:r>
      <w:bookmarkEnd w:id="442"/>
    </w:p>
    <w:p w:rsidR="00EC54B6" w:rsidRDefault="00EC54B6" w:rsidP="00EC54B6">
      <w:pPr>
        <w:pStyle w:val="libNormal"/>
      </w:pPr>
      <w:r>
        <w:t>Moula Ali (asws) says in Khutba Bayan, “I am saids al ashmoom”.</w:t>
      </w:r>
    </w:p>
    <w:p w:rsidR="00EC54B6" w:rsidRDefault="00EC54B6" w:rsidP="00175E59">
      <w:pPr>
        <w:pStyle w:val="Heading2Center"/>
      </w:pPr>
      <w:bookmarkStart w:id="443" w:name="_Toc442791562"/>
      <w:r>
        <w:t>62. Sabib al Asbab (reason of every reason)</w:t>
      </w:r>
      <w:bookmarkEnd w:id="443"/>
    </w:p>
    <w:p w:rsidR="00EC54B6" w:rsidRDefault="00EC54B6" w:rsidP="00EC54B6">
      <w:pPr>
        <w:pStyle w:val="libNormal"/>
      </w:pPr>
      <w:r>
        <w:t>Moula Ali (asws) says in Khutba Bayan, “I am the reason of every reason”.</w:t>
      </w:r>
    </w:p>
    <w:p w:rsidR="00EC54B6" w:rsidRDefault="00EC54B6" w:rsidP="00175E59">
      <w:pPr>
        <w:pStyle w:val="Heading2Center"/>
      </w:pPr>
      <w:bookmarkStart w:id="444" w:name="_Toc442791563"/>
      <w:r>
        <w:t>63. Salimi al Mata</w:t>
      </w:r>
      <w:bookmarkEnd w:id="444"/>
    </w:p>
    <w:p w:rsidR="00EC54B6" w:rsidRDefault="00EC54B6" w:rsidP="00EC54B6">
      <w:pPr>
        <w:pStyle w:val="libNormal"/>
      </w:pPr>
      <w:r>
        <w:t>Moula Ali (asws) says in Khutba Bayan, “I am salami al mata”.</w:t>
      </w:r>
    </w:p>
    <w:p w:rsidR="00EC54B6" w:rsidRDefault="00EC54B6" w:rsidP="00175E59">
      <w:pPr>
        <w:pStyle w:val="Heading2Center"/>
      </w:pPr>
      <w:bookmarkStart w:id="445" w:name="_Toc442791564"/>
      <w:r>
        <w:t>64. Sajar al Bihar (swelling of the oceans)</w:t>
      </w:r>
      <w:bookmarkEnd w:id="445"/>
    </w:p>
    <w:p w:rsidR="00EC54B6" w:rsidRDefault="00EC54B6" w:rsidP="00EC54B6">
      <w:pPr>
        <w:pStyle w:val="libNormal"/>
      </w:pPr>
      <w:r>
        <w:t>Moula Ali (asws) says in Khutba Bayan, “I am the swelling of the oceans.”</w:t>
      </w:r>
    </w:p>
    <w:p w:rsidR="00EC54B6" w:rsidRDefault="00EC54B6" w:rsidP="00175E59">
      <w:pPr>
        <w:pStyle w:val="Heading2Center"/>
      </w:pPr>
      <w:bookmarkStart w:id="446" w:name="_Toc442791565"/>
      <w:r>
        <w:t>65. Saiq (driver)</w:t>
      </w:r>
      <w:bookmarkEnd w:id="446"/>
    </w:p>
    <w:p w:rsidR="00EC54B6" w:rsidRDefault="00EC54B6" w:rsidP="00EC54B6">
      <w:pPr>
        <w:pStyle w:val="libNormal"/>
      </w:pPr>
      <w:r>
        <w:t xml:space="preserve">Imam Abu Abdullah (as) narrates regarding this ayah, “And every soul shall come with it </w:t>
      </w:r>
      <w:r w:rsidR="004D1165">
        <w:t xml:space="preserve">a </w:t>
      </w:r>
      <w:r>
        <w:t>driver and a witness” (50:21) Imam (as) said, “Ameerul Momineen (asws) is the drive</w:t>
      </w:r>
      <w:r w:rsidR="004D1165">
        <w:t xml:space="preserve">r </w:t>
      </w:r>
      <w:r>
        <w:t>and RasoolAllah (saw) is the witness”.</w:t>
      </w:r>
    </w:p>
    <w:p w:rsidR="00EC54B6" w:rsidRDefault="00EC54B6" w:rsidP="00CE7E0F">
      <w:pPr>
        <w:pStyle w:val="libItalic"/>
      </w:pPr>
      <w:r>
        <w:t>(Taweel ul Ayat pg 590)</w:t>
      </w:r>
    </w:p>
    <w:p w:rsidR="00EC54B6" w:rsidRDefault="00EC54B6" w:rsidP="00175E59">
      <w:pPr>
        <w:pStyle w:val="Heading2Center"/>
      </w:pPr>
      <w:bookmarkStart w:id="447" w:name="_Toc442791566"/>
      <w:r>
        <w:t>66. Safeer al Safraa (representative of representatives)</w:t>
      </w:r>
      <w:bookmarkEnd w:id="447"/>
    </w:p>
    <w:p w:rsidR="00EC54B6" w:rsidRDefault="00EC54B6" w:rsidP="00EC54B6">
      <w:pPr>
        <w:pStyle w:val="libNormal"/>
      </w:pPr>
      <w:r>
        <w:t>This narration is taken from a letter from Sheik Abi Jafar al Tulsi. Ibn Shazaan narrated thi</w:t>
      </w:r>
      <w:r w:rsidR="004D1165">
        <w:t xml:space="preserve">s </w:t>
      </w:r>
      <w:r>
        <w:t>from Jabir bin Yazid who narrated it from the companions of Ameerul Momineen (asws).</w:t>
      </w:r>
    </w:p>
    <w:p w:rsidR="00EC54B6" w:rsidRDefault="00EC54B6" w:rsidP="00EC54B6">
      <w:pPr>
        <w:pStyle w:val="libNormal"/>
      </w:pPr>
      <w:r>
        <w:t>“One day Salman (as) came to Ameerul Momineen (asws) and asked Ameerul Mominee</w:t>
      </w:r>
      <w:r w:rsidR="004D1165">
        <w:t xml:space="preserve">n </w:t>
      </w:r>
      <w:r>
        <w:t>(asws) about Himself. Moula (asws) replied, “O’ Salman (as)! I am the one whose obedienc</w:t>
      </w:r>
      <w:r w:rsidR="004D1165">
        <w:t xml:space="preserve">e </w:t>
      </w:r>
      <w:r>
        <w:t>was presented before every nation. Those who denied Me I threw into hellfire. I am th</w:t>
      </w:r>
      <w:r w:rsidR="004D1165">
        <w:t xml:space="preserve">e </w:t>
      </w:r>
      <w:r>
        <w:t>trustee of Allah. I only speak haq (truth). No one can gain My true marifat except those wh</w:t>
      </w:r>
      <w:r w:rsidR="004D1165">
        <w:t xml:space="preserve">o </w:t>
      </w:r>
      <w:r>
        <w:t>were with Me in Malial Alala. Then Imam Hasan (as) and Imam Hussain (as) came. Moul</w:t>
      </w:r>
      <w:r w:rsidR="004D1165">
        <w:t xml:space="preserve">a </w:t>
      </w:r>
      <w:r>
        <w:t>(asws) said, “O’Salman (as)! They are the glory of the throne of Allah. The heavens shin</w:t>
      </w:r>
      <w:r w:rsidR="004D1165">
        <w:t xml:space="preserve">e </w:t>
      </w:r>
      <w:r>
        <w:t>due to the noor of Hasan (as) and Hussain (as). Their Mother (sa) is the best of creation.</w:t>
      </w:r>
    </w:p>
    <w:p w:rsidR="00EC54B6" w:rsidRDefault="00EC54B6" w:rsidP="00EC54B6">
      <w:pPr>
        <w:pStyle w:val="libNormal"/>
      </w:pPr>
      <w:r>
        <w:t>One who fulfills His promise with Me associates himself with haq. One who does not fulfil</w:t>
      </w:r>
      <w:r w:rsidR="004D1165">
        <w:t xml:space="preserve">l </w:t>
      </w:r>
      <w:r>
        <w:t>his promise associates himself with batil (falsehood) and hellfire will be his abode. I am th</w:t>
      </w:r>
      <w:r w:rsidR="004D1165">
        <w:t xml:space="preserve">e </w:t>
      </w:r>
      <w:r>
        <w:t>clear proof of Allah. I am His Immortal Kalima. I am the representative of representatives.”</w:t>
      </w:r>
    </w:p>
    <w:p w:rsidR="00EC54B6" w:rsidRDefault="00EC54B6" w:rsidP="00EC54B6">
      <w:pPr>
        <w:pStyle w:val="libNormal"/>
      </w:pPr>
      <w:r>
        <w:t>Salman (as) said, “O’Ameerul Momineen (asws)! I read about You in Taurah and Injeel.</w:t>
      </w:r>
    </w:p>
    <w:p w:rsidR="00EC54B6" w:rsidRDefault="00EC54B6" w:rsidP="00EC54B6">
      <w:pPr>
        <w:pStyle w:val="libNormal"/>
      </w:pPr>
      <w:r>
        <w:t>May my parents be sacrificed upon You. I swear by Allah, if people had not said they wil</w:t>
      </w:r>
      <w:r w:rsidR="004D1165">
        <w:t xml:space="preserve">l </w:t>
      </w:r>
      <w:r>
        <w:t>kill Salman (as), I would have told them Your true attributes. You are that proof of Alla</w:t>
      </w:r>
      <w:r w:rsidR="004D1165">
        <w:t xml:space="preserve">h </w:t>
      </w:r>
      <w:r>
        <w:t xml:space="preserve">through whom the repentance of Adam (as) gained acceptance. Through You, Yusuf </w:t>
      </w:r>
      <w:r w:rsidR="0066696E">
        <w:t xml:space="preserve">(as) </w:t>
      </w:r>
      <w:r>
        <w:t>was freed from the well. You are the one through whom Allah sent His mercy upon Ayyu</w:t>
      </w:r>
      <w:r w:rsidR="004D1165">
        <w:t xml:space="preserve">b </w:t>
      </w:r>
      <w:r>
        <w:t xml:space="preserve">(as).” Ameerul Momineen (asws) said, “Do you know the reason of Allah’s </w:t>
      </w:r>
      <w:r>
        <w:lastRenderedPageBreak/>
        <w:t>mercy upo</w:t>
      </w:r>
      <w:r w:rsidR="004D1165">
        <w:t xml:space="preserve">n </w:t>
      </w:r>
      <w:r>
        <w:t>Ayyub?” Salman (as) said, “Allah knows and You know”. Ameerul Momineen (asws) sai</w:t>
      </w:r>
      <w:r w:rsidR="004D1165">
        <w:t xml:space="preserve">d, </w:t>
      </w:r>
      <w:r>
        <w:t>“Ayyub doubted in My kingdom. Allah said to Ayyub, “O’ Ayyub (as), do you doubt in th</w:t>
      </w:r>
      <w:r w:rsidR="004D1165">
        <w:t xml:space="preserve">e </w:t>
      </w:r>
      <w:r>
        <w:t>one whom I have chosen? I tested Adam (as) and then forgave him through the test of Al</w:t>
      </w:r>
      <w:r w:rsidR="004D1165">
        <w:t xml:space="preserve">i </w:t>
      </w:r>
      <w:r>
        <w:t>(asws) ibn Abi Talib (as) and you doubt in His kingdom? I swear by My honor, you wil</w:t>
      </w:r>
      <w:r w:rsidR="004D1165">
        <w:t xml:space="preserve">l </w:t>
      </w:r>
      <w:r>
        <w:t>taste My wrath or you accept the obedience of Ali (asws) ibn Abi Talib (as) wit</w:t>
      </w:r>
      <w:r w:rsidR="004D1165">
        <w:t xml:space="preserve">h </w:t>
      </w:r>
      <w:r>
        <w:t>repentance”. Then Ayyub (as) repented and was forgiven by Allah. He testified to M</w:t>
      </w:r>
      <w:r w:rsidR="004D1165">
        <w:t xml:space="preserve">y </w:t>
      </w:r>
      <w:r>
        <w:t>(Moula asws) obedience”.</w:t>
      </w:r>
    </w:p>
    <w:p w:rsidR="00FE3B28" w:rsidRDefault="00EC54B6" w:rsidP="0080330A">
      <w:pPr>
        <w:pStyle w:val="libItalic"/>
      </w:pPr>
      <w:r>
        <w:t>(Kanzul Fawaid Second Edition pg 57)</w:t>
      </w:r>
    </w:p>
    <w:p w:rsidR="00EC54B6" w:rsidRDefault="00EC54B6" w:rsidP="00EC54B6">
      <w:pPr>
        <w:pStyle w:val="libNormal"/>
      </w:pPr>
      <w:r>
        <w:t>*Sun of suns, destroyer of kufr and fireworshippers, chosen one of Alla</w:t>
      </w:r>
      <w:r w:rsidR="004D1165">
        <w:t xml:space="preserve">h, </w:t>
      </w:r>
      <w:r>
        <w:t>most high most glorified, for whom RasoolAllah (saw) said, “Do not sa</w:t>
      </w:r>
      <w:r w:rsidR="004D1165">
        <w:t xml:space="preserve">y </w:t>
      </w:r>
      <w:r>
        <w:t>anything against Ali (asws)”, one who spoke with sun, second of five, fre</w:t>
      </w:r>
      <w:r w:rsidR="004D1165">
        <w:t xml:space="preserve">e </w:t>
      </w:r>
      <w:r>
        <w:t>from all sins, only friend when one is in sufferings, killer of rebels wh</w:t>
      </w:r>
      <w:r w:rsidR="004D1165">
        <w:t xml:space="preserve">o </w:t>
      </w:r>
      <w:r>
        <w:t>abandoned their bayyat, destroyer of innovations, most powerful, bes</w:t>
      </w:r>
      <w:r w:rsidR="004D1165">
        <w:t xml:space="preserve">t </w:t>
      </w:r>
      <w:r>
        <w:t>ummah, best person, one who named Himself, husband of Batool (sa), on</w:t>
      </w:r>
      <w:r w:rsidR="004D1165">
        <w:t xml:space="preserve">e </w:t>
      </w:r>
      <w:r>
        <w:t>who will remain in ummah until the day of judgmen</w:t>
      </w:r>
      <w:r w:rsidR="004D1165">
        <w:t xml:space="preserve">t, </w:t>
      </w:r>
      <w:r>
        <w:t>Amongst the other names of Ameerul Momineen (asws) are al Safeena, a</w:t>
      </w:r>
      <w:r w:rsidR="004D1165">
        <w:t xml:space="preserve">l </w:t>
      </w:r>
      <w:r>
        <w:t>Salih, al Sabiq, al Sa’ah, al Sajid, al Sabeel, al Slin, and al Syed.</w:t>
      </w:r>
    </w:p>
    <w:p w:rsidR="00FE3B28" w:rsidRDefault="00EC54B6" w:rsidP="0080330A">
      <w:pPr>
        <w:pStyle w:val="libItalic"/>
      </w:pPr>
      <w:r>
        <w:t>(Manaqib Third Vol pg 72)</w:t>
      </w:r>
    </w:p>
    <w:p w:rsidR="00612EA4" w:rsidRDefault="00612EA4" w:rsidP="00612EA4">
      <w:pPr>
        <w:pStyle w:val="libNormal"/>
      </w:pPr>
      <w:r>
        <w:br w:type="page"/>
      </w:r>
    </w:p>
    <w:p w:rsidR="00612EA4" w:rsidRDefault="00612EA4" w:rsidP="00AE7A6E">
      <w:pPr>
        <w:pStyle w:val="Heading1Center"/>
      </w:pPr>
      <w:bookmarkStart w:id="448" w:name="_Toc442791567"/>
      <w:r>
        <w:lastRenderedPageBreak/>
        <w:t xml:space="preserve">Sheen </w:t>
      </w:r>
      <w:r>
        <w:rPr>
          <w:rtl/>
        </w:rPr>
        <w:t>ش</w:t>
      </w:r>
      <w:bookmarkEnd w:id="448"/>
    </w:p>
    <w:p w:rsidR="00EC54B6" w:rsidRDefault="00EC54B6" w:rsidP="00175E59">
      <w:pPr>
        <w:pStyle w:val="Heading2Center"/>
      </w:pPr>
      <w:bookmarkStart w:id="449" w:name="_Toc442791568"/>
      <w:r>
        <w:t>1. Shajrah al Mubarakah (blessed tree)</w:t>
      </w:r>
      <w:bookmarkEnd w:id="449"/>
    </w:p>
    <w:p w:rsidR="00EC54B6" w:rsidRDefault="00EC54B6" w:rsidP="00EC54B6">
      <w:pPr>
        <w:pStyle w:val="libNormal"/>
      </w:pPr>
      <w:r>
        <w:t xml:space="preserve">Muffassil bin Yassar narrates from Imam Jafar Sadiq (as). He narrates, “I asked Imam </w:t>
      </w:r>
      <w:r w:rsidR="0066696E">
        <w:t xml:space="preserve">(as) </w:t>
      </w:r>
      <w:r>
        <w:t xml:space="preserve">regarding this ayah, “Allah is the light of the heavens and the earth” (24:35). Imam </w:t>
      </w:r>
      <w:r w:rsidR="0066696E">
        <w:t xml:space="preserve">(as) </w:t>
      </w:r>
      <w:r>
        <w:t>said, “Yes, Allah is like this.” Then I asked about , “a likeness of His light” (24:35). Ima</w:t>
      </w:r>
      <w:r w:rsidR="004D1165">
        <w:t xml:space="preserve">m </w:t>
      </w:r>
      <w:r>
        <w:t>(as) replied, “This is Muhammad (saw).” I said, “In which is a lamp”. Imam (as) said, “Thi</w:t>
      </w:r>
      <w:r w:rsidR="004D1165">
        <w:t xml:space="preserve">s </w:t>
      </w:r>
      <w:r>
        <w:t>refers to the heart of Muhammad (saw).” I asked, “What is lamp? What is its light?” Ima</w:t>
      </w:r>
      <w:r w:rsidR="004D1165">
        <w:t xml:space="preserve">m </w:t>
      </w:r>
      <w:r>
        <w:t>(as) replied, “The light of knowledge is in reference to the nabuwiat of Muhammad (saw).”</w:t>
      </w:r>
    </w:p>
    <w:p w:rsidR="00EC54B6" w:rsidRDefault="00EC54B6" w:rsidP="00EC54B6">
      <w:pPr>
        <w:pStyle w:val="libNormal"/>
      </w:pPr>
      <w:r>
        <w:t>Then I asked regarding this ayah, “lit from a blessed olive tree neither of the east nor o</w:t>
      </w:r>
      <w:r w:rsidR="004D1165">
        <w:t xml:space="preserve">f </w:t>
      </w:r>
      <w:r>
        <w:t>the west.”(24:35) Imam (as) said, “This is in reference to Ameerul Momineen (asws). It i</w:t>
      </w:r>
      <w:r w:rsidR="004D1165">
        <w:t xml:space="preserve">s </w:t>
      </w:r>
      <w:r>
        <w:t>not for any jewish or christain.” Then I asked about this ayah, “Whose oil almost glow</w:t>
      </w:r>
      <w:r w:rsidR="004D1165">
        <w:t xml:space="preserve">s </w:t>
      </w:r>
      <w:r>
        <w:t xml:space="preserve">itself though no fire touch it” (24:35). Imam (as) said, “This is in reference to Aal </w:t>
      </w:r>
      <w:r w:rsidR="004D1165">
        <w:t xml:space="preserve">e </w:t>
      </w:r>
      <w:r>
        <w:t>Muhammad (as).” Then I asked about “noor upon noor” (24:35). Imam (as) said, “This is i</w:t>
      </w:r>
      <w:r w:rsidR="004D1165">
        <w:t xml:space="preserve">n </w:t>
      </w:r>
      <w:r>
        <w:t>reference to Imams (as) after Imams (as).”</w:t>
      </w:r>
    </w:p>
    <w:p w:rsidR="00EC54B6" w:rsidRDefault="00EC54B6" w:rsidP="00CE7E0F">
      <w:pPr>
        <w:pStyle w:val="libItalic"/>
      </w:pPr>
      <w:r>
        <w:t>(Maani ul Akbar pg 150)</w:t>
      </w:r>
    </w:p>
    <w:p w:rsidR="00EC54B6" w:rsidRDefault="00EC54B6" w:rsidP="00175E59">
      <w:pPr>
        <w:pStyle w:val="Heading2Center"/>
      </w:pPr>
      <w:bookmarkStart w:id="450" w:name="_Toc442791569"/>
      <w:r>
        <w:t>2. Shams al Talaa (rising sun)</w:t>
      </w:r>
      <w:bookmarkEnd w:id="450"/>
    </w:p>
    <w:p w:rsidR="00EC54B6" w:rsidRDefault="00852C05" w:rsidP="00EC54B6">
      <w:pPr>
        <w:pStyle w:val="libNormal"/>
      </w:pPr>
      <w:r>
        <w:t xml:space="preserve">Abu Huraira </w:t>
      </w:r>
      <w:r w:rsidR="00EC54B6">
        <w:t xml:space="preserve">narrates, “ I was with RasoolAllah (saw) when Ali (asws) ibn Abi Talib </w:t>
      </w:r>
      <w:r w:rsidR="0066696E">
        <w:t xml:space="preserve">(as) </w:t>
      </w:r>
      <w:r w:rsidR="00EC54B6">
        <w:t>arrived. RasoolAllah (saw) said, “Do you know Him?” I replied, “It is Ali (asws) ibn Abi Tali</w:t>
      </w:r>
      <w:r w:rsidR="004D1165">
        <w:t xml:space="preserve">b </w:t>
      </w:r>
      <w:r w:rsidR="00EC54B6">
        <w:t>(as).” RasoolAllah (saw) said, “He is the ocean of generosity. He is the rising sun. He is mor</w:t>
      </w:r>
      <w:r w:rsidR="004D1165">
        <w:t xml:space="preserve">e </w:t>
      </w:r>
      <w:r w:rsidR="00EC54B6">
        <w:t>generous than Furat. May Allah’s curse be upon those who hold animosity towards Him.”</w:t>
      </w:r>
    </w:p>
    <w:p w:rsidR="00EC54B6" w:rsidRDefault="00EC54B6" w:rsidP="009D029C">
      <w:pPr>
        <w:pStyle w:val="libItalic"/>
      </w:pPr>
      <w:r>
        <w:t>(Maya Manqaba pg 8)</w:t>
      </w:r>
    </w:p>
    <w:p w:rsidR="00EC54B6" w:rsidRDefault="00EC54B6" w:rsidP="00175E59">
      <w:pPr>
        <w:pStyle w:val="Heading2Center"/>
      </w:pPr>
      <w:bookmarkStart w:id="451" w:name="_Toc442791570"/>
      <w:r>
        <w:t>3. Shifah (intercessor)</w:t>
      </w:r>
      <w:bookmarkEnd w:id="451"/>
    </w:p>
    <w:p w:rsidR="00EC54B6" w:rsidRDefault="00EC54B6" w:rsidP="00EC54B6">
      <w:pPr>
        <w:pStyle w:val="libNormal"/>
      </w:pPr>
      <w:r>
        <w:t>RasoolAllah (saw) said, “On the day of judgment, I will intercede as well as Ali (asws) an</w:t>
      </w:r>
      <w:r w:rsidR="004D1165">
        <w:t xml:space="preserve">d </w:t>
      </w:r>
      <w:r>
        <w:t>My Ahlul Bayt (as).”</w:t>
      </w:r>
    </w:p>
    <w:p w:rsidR="00FE3B28" w:rsidRDefault="00EC54B6" w:rsidP="009D029C">
      <w:pPr>
        <w:pStyle w:val="libItalic"/>
      </w:pPr>
      <w:r>
        <w:t>(Maya Manqaba pg 8)</w:t>
      </w:r>
    </w:p>
    <w:p w:rsidR="00EC54B6" w:rsidRDefault="00EC54B6" w:rsidP="00175E59">
      <w:pPr>
        <w:pStyle w:val="Heading2Center"/>
      </w:pPr>
      <w:bookmarkStart w:id="452" w:name="_Toc442791571"/>
      <w:r>
        <w:t>4. Shafah</w:t>
      </w:r>
      <w:bookmarkEnd w:id="452"/>
    </w:p>
    <w:p w:rsidR="00EC54B6" w:rsidRDefault="00EC54B6" w:rsidP="00EC54B6">
      <w:pPr>
        <w:pStyle w:val="libNormal"/>
      </w:pPr>
      <w:r>
        <w:t>Jabir al Jafi narrates, I asked Imam Muhammad Baqir (as) regarding this ayah, “and thos</w:t>
      </w:r>
      <w:r w:rsidR="004D1165">
        <w:t xml:space="preserve">e </w:t>
      </w:r>
      <w:r>
        <w:t>ten nights”(89:2). Imam (as) replied, “O’Jabir! Al Fajr is My Grandfather, Imam Hussai</w:t>
      </w:r>
      <w:r w:rsidR="004D1165">
        <w:t xml:space="preserve">n </w:t>
      </w:r>
      <w:r>
        <w:t>(as) and ten nights are referring to Imam Hussain (as). Al Shafah (even) (89:3) is Ameeru</w:t>
      </w:r>
      <w:r w:rsidR="004D1165">
        <w:t xml:space="preserve">l </w:t>
      </w:r>
      <w:r>
        <w:t>Momineen (asws) and al Witr (odd) (89:3) is Qaim (ajfts).”</w:t>
      </w:r>
    </w:p>
    <w:p w:rsidR="00EC54B6" w:rsidRDefault="00EC54B6" w:rsidP="00CE7E0F">
      <w:pPr>
        <w:pStyle w:val="libItalic"/>
      </w:pPr>
      <w:r>
        <w:t>(Manaqib First Edition pg 241)</w:t>
      </w:r>
    </w:p>
    <w:p w:rsidR="00EC54B6" w:rsidRDefault="00EC54B6" w:rsidP="00175E59">
      <w:pPr>
        <w:pStyle w:val="Heading2Center"/>
      </w:pPr>
      <w:bookmarkStart w:id="453" w:name="_Toc442791572"/>
      <w:r>
        <w:t>5. Shar al Haram (Sacred month)</w:t>
      </w:r>
      <w:bookmarkEnd w:id="453"/>
    </w:p>
    <w:p w:rsidR="00EC54B6" w:rsidRDefault="00EC54B6" w:rsidP="00EC54B6">
      <w:pPr>
        <w:pStyle w:val="libNormal"/>
      </w:pPr>
      <w:r>
        <w:t>Jabir bin al Jafi asked Imam Muhammad Baqir (as) regarding this ayah, “Surely the numbe</w:t>
      </w:r>
      <w:r w:rsidR="004D1165">
        <w:t xml:space="preserve">r </w:t>
      </w:r>
      <w:r>
        <w:t>of months with Allah is twelve months by Allah’s ordinance since the day when H</w:t>
      </w:r>
      <w:r w:rsidR="004D1165">
        <w:t xml:space="preserve">e </w:t>
      </w:r>
      <w:r>
        <w:t>created the heavens and the earth, of these four being sacred” (9:36). Imam (as) sai</w:t>
      </w:r>
      <w:r w:rsidR="004D1165">
        <w:t xml:space="preserve">d, </w:t>
      </w:r>
      <w:r>
        <w:t>“Those twelve months is in reference to the 12 Imams (as). Four of Them are sacred. Out o</w:t>
      </w:r>
      <w:r w:rsidR="004D1165">
        <w:t xml:space="preserve">f </w:t>
      </w:r>
      <w:r>
        <w:t>the 12 Imams (as) four have the same name, Ali Ameerul Momineen (asws), Ali (as) bin a</w:t>
      </w:r>
      <w:r w:rsidR="004D1165">
        <w:t xml:space="preserve">l </w:t>
      </w:r>
      <w:r>
        <w:t xml:space="preserve">Hussain (as), Ali (as) bin Musa (as) al Reza and Ali (as) bin </w:t>
      </w:r>
      <w:r>
        <w:lastRenderedPageBreak/>
        <w:t>Muhammad (as) al Naqi. I</w:t>
      </w:r>
      <w:r w:rsidR="004D1165">
        <w:t xml:space="preserve">n </w:t>
      </w:r>
      <w:r>
        <w:t>another hadith it is narrated the four sacred are Ali (asws), al Hasan (as), al Hussain (as),</w:t>
      </w:r>
    </w:p>
    <w:p w:rsidR="00EC54B6" w:rsidRDefault="00EC54B6" w:rsidP="00EC54B6">
      <w:pPr>
        <w:pStyle w:val="libNormal"/>
      </w:pPr>
      <w:r>
        <w:t>and al Qaim (ajfts). This ayah is in reference of that “that is the right religion” (9:36)</w:t>
      </w:r>
    </w:p>
    <w:p w:rsidR="00EC54B6" w:rsidRDefault="00EC54B6" w:rsidP="00CE7E0F">
      <w:pPr>
        <w:pStyle w:val="libItalic"/>
      </w:pPr>
      <w:r>
        <w:t>(Munaqib First Edition pg 244)</w:t>
      </w:r>
    </w:p>
    <w:p w:rsidR="00EC54B6" w:rsidRDefault="00EC54B6" w:rsidP="00175E59">
      <w:pPr>
        <w:pStyle w:val="Heading2Center"/>
      </w:pPr>
      <w:bookmarkStart w:id="454" w:name="_Toc442791573"/>
      <w:r>
        <w:t>6. Shajrah (tree of nabuwiat)</w:t>
      </w:r>
      <w:bookmarkEnd w:id="454"/>
    </w:p>
    <w:p w:rsidR="00EC54B6" w:rsidRDefault="00EC54B6" w:rsidP="00EC54B6">
      <w:pPr>
        <w:pStyle w:val="libNormal"/>
      </w:pPr>
      <w:r>
        <w:t>Ameerul Momineen (asws) said, “We, Ahlul Bayt (as), are the tree of nabuwiat and spot o</w:t>
      </w:r>
      <w:r w:rsidR="004D1165">
        <w:t xml:space="preserve">f </w:t>
      </w:r>
      <w:r>
        <w:t>risalat. Angels visit Us. We are the house of mercy and treasure of knowledge.</w:t>
      </w:r>
    </w:p>
    <w:p w:rsidR="00EC54B6" w:rsidRDefault="00EC54B6" w:rsidP="00CE7E0F">
      <w:pPr>
        <w:pStyle w:val="libItalic"/>
      </w:pPr>
      <w:r>
        <w:t>(Usool e Kafi First Edition pg 221)</w:t>
      </w:r>
    </w:p>
    <w:p w:rsidR="00EC54B6" w:rsidRDefault="00EC54B6" w:rsidP="00175E59">
      <w:pPr>
        <w:pStyle w:val="Heading2Center"/>
      </w:pPr>
      <w:bookmarkStart w:id="455" w:name="_Toc442791574"/>
      <w:r>
        <w:t>7. Shhab al Thaqib (shooting star)</w:t>
      </w:r>
      <w:bookmarkEnd w:id="455"/>
    </w:p>
    <w:p w:rsidR="00EC54B6" w:rsidRDefault="00EC54B6" w:rsidP="00EC54B6">
      <w:pPr>
        <w:pStyle w:val="libNormal"/>
      </w:pPr>
      <w:r>
        <w:t>In the ziarat of Imam Sadiq (as) that is for His Grandfather Ameerul Momineen, thes</w:t>
      </w:r>
      <w:r w:rsidR="004D1165">
        <w:t xml:space="preserve">e </w:t>
      </w:r>
      <w:r>
        <w:t>words are written, “Salam be upon You, O’Wali of Allah! O’ shooting star! O’ noor of Allah!</w:t>
      </w:r>
    </w:p>
    <w:p w:rsidR="00EC54B6" w:rsidRDefault="00EC54B6" w:rsidP="00EC54B6">
      <w:pPr>
        <w:pStyle w:val="libNormal"/>
      </w:pPr>
      <w:r>
        <w:t>O’ the base of Sacred Personalities! O’ secret of Allah! My sins are heavy and without You</w:t>
      </w:r>
      <w:r w:rsidR="004D1165">
        <w:t xml:space="preserve">r </w:t>
      </w:r>
      <w:r>
        <w:t>will, I cannot be forgiven. I ask You for the sake of the one who made You as trustee ove</w:t>
      </w:r>
      <w:r w:rsidR="004D1165">
        <w:t xml:space="preserve">r </w:t>
      </w:r>
      <w:r>
        <w:t>His secrets and made You protector of His Amr (command/authority) upon His creation.</w:t>
      </w:r>
    </w:p>
    <w:p w:rsidR="00EC54B6" w:rsidRDefault="00EC54B6" w:rsidP="00EC54B6">
      <w:pPr>
        <w:pStyle w:val="libNormal"/>
      </w:pPr>
      <w:r>
        <w:t>Intercede for me in the court of Allah. Protect me from hell. Become my helper. I am th</w:t>
      </w:r>
      <w:r w:rsidR="004D1165">
        <w:t xml:space="preserve">e </w:t>
      </w:r>
      <w:r>
        <w:t>slave of Allah, Your lover, and Your visitor. Allah’s blessings be upon You.”</w:t>
      </w:r>
    </w:p>
    <w:p w:rsidR="00EC54B6" w:rsidRDefault="00EC54B6" w:rsidP="00CE7E0F">
      <w:pPr>
        <w:pStyle w:val="libItalic"/>
      </w:pPr>
      <w:r>
        <w:t>(Mafatih ul Jinan pg 430)</w:t>
      </w:r>
    </w:p>
    <w:p w:rsidR="00EC54B6" w:rsidRDefault="00EC54B6" w:rsidP="00175E59">
      <w:pPr>
        <w:pStyle w:val="Heading2Center"/>
      </w:pPr>
      <w:bookmarkStart w:id="456" w:name="_Toc442791575"/>
      <w:r>
        <w:t>8. Sharf al Duayr</w:t>
      </w:r>
      <w:bookmarkEnd w:id="456"/>
    </w:p>
    <w:p w:rsidR="00EC54B6" w:rsidRDefault="00EC54B6" w:rsidP="00EC54B6">
      <w:pPr>
        <w:pStyle w:val="libNormal"/>
      </w:pPr>
      <w:r>
        <w:t>Moula Ali (asws) says in Khutba Bayan, “I am sharf al duayr”.</w:t>
      </w:r>
    </w:p>
    <w:p w:rsidR="00EC54B6" w:rsidRDefault="00EC54B6" w:rsidP="00175E59">
      <w:pPr>
        <w:pStyle w:val="Heading2Center"/>
      </w:pPr>
      <w:bookmarkStart w:id="457" w:name="_Toc442791576"/>
      <w:r>
        <w:t>9. Shhab al Haraq</w:t>
      </w:r>
      <w:bookmarkEnd w:id="457"/>
    </w:p>
    <w:p w:rsidR="00EC54B6" w:rsidRDefault="00EC54B6" w:rsidP="00EC54B6">
      <w:pPr>
        <w:pStyle w:val="libNormal"/>
      </w:pPr>
      <w:r>
        <w:t>Moula Ali (asws) says in Khutba Bayan, “I am shhab al haraq”.</w:t>
      </w:r>
    </w:p>
    <w:p w:rsidR="00EC54B6" w:rsidRDefault="00EC54B6" w:rsidP="00175E59">
      <w:pPr>
        <w:pStyle w:val="Heading2Center"/>
      </w:pPr>
      <w:bookmarkStart w:id="458" w:name="_Toc442791577"/>
      <w:r>
        <w:t>10. Sha’a al Asaas</w:t>
      </w:r>
      <w:bookmarkEnd w:id="458"/>
    </w:p>
    <w:p w:rsidR="00EC54B6" w:rsidRDefault="00EC54B6" w:rsidP="00EC54B6">
      <w:pPr>
        <w:pStyle w:val="libNormal"/>
      </w:pPr>
      <w:r>
        <w:t>Moula Ali (asws) says in Khutba Bayan, “I am sha’a al asaas”.</w:t>
      </w:r>
    </w:p>
    <w:p w:rsidR="00EC54B6" w:rsidRDefault="00EC54B6" w:rsidP="00175E59">
      <w:pPr>
        <w:pStyle w:val="Heading2Center"/>
      </w:pPr>
      <w:bookmarkStart w:id="459" w:name="_Toc442791578"/>
      <w:r>
        <w:t>11. Shan al Imthan</w:t>
      </w:r>
      <w:bookmarkEnd w:id="459"/>
    </w:p>
    <w:p w:rsidR="00EC54B6" w:rsidRDefault="00EC54B6" w:rsidP="00EC54B6">
      <w:pPr>
        <w:pStyle w:val="libNormal"/>
      </w:pPr>
      <w:r>
        <w:t>Moula Ali (asws) says in Khutba Bayan, “I am shan al imthan”.</w:t>
      </w:r>
    </w:p>
    <w:p w:rsidR="00EC54B6" w:rsidRDefault="00EC54B6" w:rsidP="00175E59">
      <w:pPr>
        <w:pStyle w:val="Heading2Center"/>
      </w:pPr>
      <w:bookmarkStart w:id="460" w:name="_Toc442791579"/>
      <w:r>
        <w:t>12. Shahd al Ahad</w:t>
      </w:r>
      <w:bookmarkEnd w:id="460"/>
    </w:p>
    <w:p w:rsidR="00EC54B6" w:rsidRDefault="00EC54B6" w:rsidP="00EC54B6">
      <w:pPr>
        <w:pStyle w:val="libNormal"/>
      </w:pPr>
      <w:r>
        <w:t>Moula Ali (asws) says in Khutba Bayan, “I am shahd al ahad”.</w:t>
      </w:r>
    </w:p>
    <w:p w:rsidR="00EC54B6" w:rsidRDefault="00EC54B6" w:rsidP="00175E59">
      <w:pPr>
        <w:pStyle w:val="Heading2Center"/>
      </w:pPr>
      <w:bookmarkStart w:id="461" w:name="_Toc442791580"/>
      <w:r>
        <w:t>13. Sheen al Sarah</w:t>
      </w:r>
      <w:bookmarkEnd w:id="461"/>
    </w:p>
    <w:p w:rsidR="00EC54B6" w:rsidRDefault="00EC54B6" w:rsidP="00EC54B6">
      <w:pPr>
        <w:pStyle w:val="libNormal"/>
      </w:pPr>
      <w:r>
        <w:t>Moula Ali (asws) says in Khutba Bayan, “I am sheen al sarah”.</w:t>
      </w:r>
    </w:p>
    <w:p w:rsidR="00EC54B6" w:rsidRDefault="00EC54B6" w:rsidP="00175E59">
      <w:pPr>
        <w:pStyle w:val="Heading2Center"/>
      </w:pPr>
      <w:bookmarkStart w:id="462" w:name="_Toc442791581"/>
      <w:r>
        <w:t>14. Shaar al Zabraqan</w:t>
      </w:r>
      <w:bookmarkEnd w:id="462"/>
    </w:p>
    <w:p w:rsidR="00EC54B6" w:rsidRDefault="00EC54B6" w:rsidP="00EC54B6">
      <w:pPr>
        <w:pStyle w:val="libNormal"/>
      </w:pPr>
      <w:r>
        <w:t>Moula Ali (asws) says in Khutba Bayan, “I am shaar al zabraqan”.</w:t>
      </w:r>
    </w:p>
    <w:p w:rsidR="00EC54B6" w:rsidRDefault="00EC54B6" w:rsidP="00175E59">
      <w:pPr>
        <w:pStyle w:val="Heading2Center"/>
      </w:pPr>
      <w:bookmarkStart w:id="463" w:name="_Toc442791582"/>
      <w:r>
        <w:t>15. Shaheed (witness)</w:t>
      </w:r>
      <w:bookmarkEnd w:id="463"/>
    </w:p>
    <w:p w:rsidR="00EC54B6" w:rsidRDefault="00EC54B6" w:rsidP="00EC54B6">
      <w:pPr>
        <w:pStyle w:val="libNormal"/>
      </w:pPr>
      <w:r>
        <w:t xml:space="preserve">Imam Muhammad Baqir (as) said regarding this ayah, “And thus We have appointed you </w:t>
      </w:r>
      <w:r w:rsidR="004D1165">
        <w:t xml:space="preserve">a </w:t>
      </w:r>
      <w:r>
        <w:t>middle nation, that ye may be witnesses against mankind and that the messenger ma</w:t>
      </w:r>
      <w:r w:rsidR="004D1165">
        <w:t xml:space="preserve">y </w:t>
      </w:r>
      <w:r>
        <w:t>be a witness against you”.(2:143) Imam (as) said, “ There is always a witness in every er</w:t>
      </w:r>
      <w:r w:rsidR="004D1165">
        <w:t xml:space="preserve">a </w:t>
      </w:r>
      <w:r>
        <w:t xml:space="preserve">from Us. Ali (asws) </w:t>
      </w:r>
      <w:r>
        <w:lastRenderedPageBreak/>
        <w:t>ibn Abi Talib (as) was in His time. Hussain (as) was in His time. Ever</w:t>
      </w:r>
      <w:r w:rsidR="004D1165">
        <w:t xml:space="preserve">y </w:t>
      </w:r>
      <w:r>
        <w:t>one of Us who invites towards Allah.”</w:t>
      </w:r>
    </w:p>
    <w:p w:rsidR="00EC54B6" w:rsidRDefault="00EC54B6" w:rsidP="0080330A">
      <w:pPr>
        <w:pStyle w:val="libItalic"/>
      </w:pPr>
      <w:r>
        <w:t>(Tafseer e Furat pg 62)</w:t>
      </w:r>
    </w:p>
    <w:p w:rsidR="00EC54B6" w:rsidRDefault="00EC54B6" w:rsidP="00175E59">
      <w:pPr>
        <w:pStyle w:val="Heading2Center"/>
      </w:pPr>
      <w:bookmarkStart w:id="464" w:name="_Toc442791583"/>
      <w:r>
        <w:t>16. Shiaya</w:t>
      </w:r>
      <w:bookmarkEnd w:id="464"/>
    </w:p>
    <w:p w:rsidR="00EC54B6" w:rsidRDefault="00EC54B6" w:rsidP="00EC54B6">
      <w:pPr>
        <w:pStyle w:val="libNormal"/>
      </w:pPr>
      <w:r>
        <w:t>RasoolAllah (saw) said, “Ali (asws)’s name amongst the Ajim is Shiaya”.</w:t>
      </w:r>
    </w:p>
    <w:p w:rsidR="00EC54B6" w:rsidRDefault="00EC54B6" w:rsidP="00CE7E0F">
      <w:pPr>
        <w:pStyle w:val="libItalic"/>
      </w:pPr>
      <w:r>
        <w:t>(Fazaal ibn Shazaan pg 175)</w:t>
      </w:r>
    </w:p>
    <w:p w:rsidR="00EC54B6" w:rsidRDefault="00EC54B6" w:rsidP="00175E59">
      <w:pPr>
        <w:pStyle w:val="Heading2Center"/>
      </w:pPr>
      <w:bookmarkStart w:id="465" w:name="_Toc442791584"/>
      <w:r>
        <w:t>17. Shajra Toba</w:t>
      </w:r>
      <w:bookmarkEnd w:id="465"/>
    </w:p>
    <w:p w:rsidR="00EC54B6" w:rsidRDefault="00EC54B6" w:rsidP="00EC54B6">
      <w:pPr>
        <w:pStyle w:val="libNormal"/>
      </w:pPr>
      <w:r>
        <w:t>In the sixth ziarat of Ameerul Momineen (asws) it is written, “Salam be upon You, O’ Shajr</w:t>
      </w:r>
      <w:r w:rsidR="004D1165">
        <w:t xml:space="preserve">a </w:t>
      </w:r>
      <w:r>
        <w:t>Toba and Sidrat ul Muntaha”.</w:t>
      </w:r>
    </w:p>
    <w:p w:rsidR="00EC54B6" w:rsidRDefault="00EC54B6" w:rsidP="00175E59">
      <w:pPr>
        <w:pStyle w:val="Heading2Center"/>
      </w:pPr>
      <w:bookmarkStart w:id="466" w:name="_Toc442791585"/>
      <w:r>
        <w:t>18. Sharf al Sharf (one who gives honor to the honor)</w:t>
      </w:r>
      <w:bookmarkEnd w:id="466"/>
    </w:p>
    <w:p w:rsidR="00EC54B6" w:rsidRDefault="00EC54B6" w:rsidP="00EC54B6">
      <w:pPr>
        <w:pStyle w:val="libNormal"/>
      </w:pPr>
      <w:r>
        <w:t>Moula Ali (asws) says in Khutba Bayan, “I am one who gives honor to the honor.”</w:t>
      </w:r>
    </w:p>
    <w:p w:rsidR="00EC54B6" w:rsidRDefault="00EC54B6" w:rsidP="00175E59">
      <w:pPr>
        <w:pStyle w:val="Heading2Center"/>
      </w:pPr>
      <w:bookmarkStart w:id="467" w:name="_Toc442791586"/>
      <w:r>
        <w:t>19. Shaqeeq al Rasool (near kin of RasoolAllah saw)</w:t>
      </w:r>
      <w:bookmarkEnd w:id="467"/>
    </w:p>
    <w:p w:rsidR="00EC54B6" w:rsidRDefault="00EC54B6" w:rsidP="00EC54B6">
      <w:pPr>
        <w:pStyle w:val="libNormal"/>
      </w:pPr>
      <w:r>
        <w:t>Moula Ali (asws) says in Khutba Bayan, “I am the near kin of RasoolAllah (saw).”</w:t>
      </w:r>
    </w:p>
    <w:p w:rsidR="00EC54B6" w:rsidRDefault="00EC54B6" w:rsidP="00175E59">
      <w:pPr>
        <w:pStyle w:val="Heading2Center"/>
      </w:pPr>
      <w:bookmarkStart w:id="468" w:name="_Toc442791587"/>
      <w:r>
        <w:t>20. Sheet al Brahimah</w:t>
      </w:r>
      <w:bookmarkEnd w:id="468"/>
    </w:p>
    <w:p w:rsidR="00EC54B6" w:rsidRDefault="00EC54B6" w:rsidP="00EC54B6">
      <w:pPr>
        <w:pStyle w:val="libNormal"/>
      </w:pPr>
      <w:r>
        <w:t>Moula Ali (asws) says in Khutba Bayan, “I am sheet al brahimah”.</w:t>
      </w:r>
    </w:p>
    <w:p w:rsidR="00EC54B6" w:rsidRDefault="00EC54B6" w:rsidP="00175E59">
      <w:pPr>
        <w:pStyle w:val="Heading2Center"/>
      </w:pPr>
      <w:bookmarkStart w:id="469" w:name="_Toc442791588"/>
      <w:r>
        <w:t>21. Shabeer al Tark</w:t>
      </w:r>
      <w:bookmarkEnd w:id="469"/>
    </w:p>
    <w:p w:rsidR="00EC54B6" w:rsidRDefault="00EC54B6" w:rsidP="00EC54B6">
      <w:pPr>
        <w:pStyle w:val="libNormal"/>
      </w:pPr>
      <w:r>
        <w:t>Moula Ali (asws) says in Khutba Bayan, “I am shabeer al tark.”</w:t>
      </w:r>
    </w:p>
    <w:p w:rsidR="00EC54B6" w:rsidRDefault="00EC54B6" w:rsidP="00175E59">
      <w:pPr>
        <w:pStyle w:val="Heading2Center"/>
      </w:pPr>
      <w:bookmarkStart w:id="470" w:name="_Toc442791589"/>
      <w:r>
        <w:t>22. Shimlas al Shark</w:t>
      </w:r>
      <w:bookmarkEnd w:id="470"/>
    </w:p>
    <w:p w:rsidR="00FE3B28" w:rsidRDefault="00EC54B6" w:rsidP="00EC54B6">
      <w:pPr>
        <w:pStyle w:val="libNormal"/>
      </w:pPr>
      <w:r>
        <w:t>Moula Ali (asws) says in Khutba Bayan, “I am shimlas al shark”.</w:t>
      </w:r>
    </w:p>
    <w:p w:rsidR="00EC54B6" w:rsidRDefault="00EC54B6" w:rsidP="00175E59">
      <w:pPr>
        <w:pStyle w:val="Heading2Center"/>
      </w:pPr>
      <w:bookmarkStart w:id="471" w:name="_Toc442791590"/>
      <w:r>
        <w:t>23. Shabashbab rizkum al Ailan</w:t>
      </w:r>
      <w:bookmarkEnd w:id="471"/>
    </w:p>
    <w:p w:rsidR="00EC54B6" w:rsidRDefault="00EC54B6" w:rsidP="00EC54B6">
      <w:pPr>
        <w:pStyle w:val="libNormal"/>
      </w:pPr>
      <w:r>
        <w:t>Moula Ali (asws) says in Khutba Bayan, “I am shabashbab rizkum al ailan”.</w:t>
      </w:r>
    </w:p>
    <w:p w:rsidR="00EC54B6" w:rsidRDefault="00EC54B6" w:rsidP="00175E59">
      <w:pPr>
        <w:pStyle w:val="Heading2Center"/>
      </w:pPr>
      <w:bookmarkStart w:id="472" w:name="_Toc442791591"/>
      <w:r>
        <w:t>24. Shimla al Hataa</w:t>
      </w:r>
      <w:bookmarkEnd w:id="472"/>
    </w:p>
    <w:p w:rsidR="00EC54B6" w:rsidRDefault="00EC54B6" w:rsidP="00EC54B6">
      <w:pPr>
        <w:pStyle w:val="libNormal"/>
      </w:pPr>
      <w:r>
        <w:t>Moula Ali (asws) says in Khutba Bayan, “I am shimla al hataa”.</w:t>
      </w:r>
    </w:p>
    <w:p w:rsidR="00EC54B6" w:rsidRDefault="00EC54B6" w:rsidP="00175E59">
      <w:pPr>
        <w:pStyle w:val="Heading2Center"/>
      </w:pPr>
      <w:bookmarkStart w:id="473" w:name="_Toc442791592"/>
      <w:r>
        <w:t>25. Shabshab al Karooj</w:t>
      </w:r>
      <w:bookmarkEnd w:id="473"/>
    </w:p>
    <w:p w:rsidR="00EC54B6" w:rsidRDefault="00EC54B6" w:rsidP="00EC54B6">
      <w:pPr>
        <w:pStyle w:val="libNormal"/>
      </w:pPr>
      <w:r>
        <w:t>Moula Ali (asws) says in Khutba Bayan, “I am shabshab al karooj”.</w:t>
      </w:r>
    </w:p>
    <w:p w:rsidR="00EC54B6" w:rsidRDefault="00EC54B6" w:rsidP="00175E59">
      <w:pPr>
        <w:pStyle w:val="Heading2Center"/>
      </w:pPr>
      <w:bookmarkStart w:id="474" w:name="_Toc442791593"/>
      <w:r>
        <w:t>26. Shadeed al Qua (most powerful)</w:t>
      </w:r>
      <w:bookmarkEnd w:id="474"/>
    </w:p>
    <w:p w:rsidR="00EC54B6" w:rsidRDefault="00EC54B6" w:rsidP="00EC54B6">
      <w:pPr>
        <w:pStyle w:val="libNormal"/>
      </w:pPr>
      <w:r>
        <w:t>Moula Ali (asws) says in Khutba Bayan, “I am most powerful”.</w:t>
      </w:r>
    </w:p>
    <w:p w:rsidR="00EC54B6" w:rsidRDefault="00EC54B6" w:rsidP="00175E59">
      <w:pPr>
        <w:pStyle w:val="Heading2Center"/>
      </w:pPr>
      <w:bookmarkStart w:id="475" w:name="_Toc442791594"/>
      <w:r>
        <w:t>27. Shifaa al Aleel (cure of the sick)</w:t>
      </w:r>
      <w:bookmarkEnd w:id="475"/>
    </w:p>
    <w:p w:rsidR="00EC54B6" w:rsidRDefault="00EC54B6" w:rsidP="00EC54B6">
      <w:pPr>
        <w:pStyle w:val="libNormal"/>
      </w:pPr>
      <w:r>
        <w:t>Moula Ali (asws) says in Khutba Bayan, “I am the cure for the sick.”</w:t>
      </w:r>
    </w:p>
    <w:p w:rsidR="00EC54B6" w:rsidRDefault="00EC54B6" w:rsidP="00175E59">
      <w:pPr>
        <w:pStyle w:val="Heading2Center"/>
      </w:pPr>
      <w:bookmarkStart w:id="476" w:name="_Toc442791595"/>
      <w:r>
        <w:t>28. Shifiaa youm al mahshoor (intercessor on the day of judgment)</w:t>
      </w:r>
      <w:bookmarkEnd w:id="476"/>
    </w:p>
    <w:p w:rsidR="00EC54B6" w:rsidRDefault="00EC54B6" w:rsidP="00EC54B6">
      <w:pPr>
        <w:pStyle w:val="libNormal"/>
      </w:pPr>
      <w:r>
        <w:t>Moula Ali (asws) says in Khutba Bayan, “I am the intercessor on the day of judgment.”</w:t>
      </w:r>
    </w:p>
    <w:p w:rsidR="00EC54B6" w:rsidRDefault="00EC54B6" w:rsidP="00175E59">
      <w:pPr>
        <w:pStyle w:val="Heading2Center"/>
      </w:pPr>
      <w:bookmarkStart w:id="477" w:name="_Toc442791596"/>
      <w:r>
        <w:t>29. Shajrat al Anwar</w:t>
      </w:r>
      <w:bookmarkEnd w:id="477"/>
    </w:p>
    <w:p w:rsidR="00EC54B6" w:rsidRDefault="00EC54B6" w:rsidP="00EC54B6">
      <w:pPr>
        <w:pStyle w:val="libNormal"/>
      </w:pPr>
      <w:r>
        <w:t>Moula Ali (asws) says in Khutba Bayan, “I am source of all noors”.</w:t>
      </w:r>
    </w:p>
    <w:p w:rsidR="00EC54B6" w:rsidRDefault="00EC54B6" w:rsidP="00175E59">
      <w:pPr>
        <w:pStyle w:val="Heading2Center"/>
      </w:pPr>
      <w:bookmarkStart w:id="478" w:name="_Toc442791597"/>
      <w:r>
        <w:lastRenderedPageBreak/>
        <w:t>30. Shimlal Jabal</w:t>
      </w:r>
      <w:bookmarkEnd w:id="478"/>
    </w:p>
    <w:p w:rsidR="00EC54B6" w:rsidRDefault="00EC54B6" w:rsidP="00EC54B6">
      <w:pPr>
        <w:pStyle w:val="libNormal"/>
      </w:pPr>
      <w:r>
        <w:t>Moula Ali (asws) says in Khutba Bayan, “I am shimlal jabal”.</w:t>
      </w:r>
    </w:p>
    <w:p w:rsidR="00EC54B6" w:rsidRDefault="00EC54B6" w:rsidP="00175E59">
      <w:pPr>
        <w:pStyle w:val="Heading2Center"/>
      </w:pPr>
      <w:bookmarkStart w:id="479" w:name="_Toc442791598"/>
      <w:r>
        <w:t>31. Shareef al Dhat</w:t>
      </w:r>
      <w:bookmarkEnd w:id="479"/>
    </w:p>
    <w:p w:rsidR="00EC54B6" w:rsidRDefault="00EC54B6" w:rsidP="00EC54B6">
      <w:pPr>
        <w:pStyle w:val="libNormal"/>
      </w:pPr>
      <w:r>
        <w:t>Moula Ali (asws) says in Khutba Bayan, “I am the most noble”.</w:t>
      </w:r>
    </w:p>
    <w:p w:rsidR="00EC54B6" w:rsidRDefault="00EC54B6" w:rsidP="00175E59">
      <w:pPr>
        <w:pStyle w:val="Heading2Center"/>
      </w:pPr>
      <w:bookmarkStart w:id="480" w:name="_Toc442791599"/>
      <w:r>
        <w:t>32. Shahd al Ahad</w:t>
      </w:r>
      <w:bookmarkEnd w:id="480"/>
    </w:p>
    <w:p w:rsidR="00FE3B28" w:rsidRDefault="00EC54B6" w:rsidP="00EC54B6">
      <w:pPr>
        <w:pStyle w:val="libNormal"/>
      </w:pPr>
      <w:r>
        <w:t>Moula Ali (asws) says in Khutba Bayan, “I am witness of allegiance”.</w:t>
      </w:r>
    </w:p>
    <w:p w:rsidR="00EC54B6" w:rsidRDefault="00EC54B6" w:rsidP="00175E59">
      <w:pPr>
        <w:pStyle w:val="Heading2Center"/>
      </w:pPr>
      <w:bookmarkStart w:id="481" w:name="_Toc442791600"/>
      <w:r>
        <w:t>33. Shanshar al Karooj</w:t>
      </w:r>
      <w:bookmarkEnd w:id="481"/>
    </w:p>
    <w:p w:rsidR="00EC54B6" w:rsidRDefault="00EC54B6" w:rsidP="00EC54B6">
      <w:pPr>
        <w:pStyle w:val="libNormal"/>
      </w:pPr>
      <w:r>
        <w:t>Moula Ali (asws) says in Khutba Bayan, “I am shanshar al karooj”.</w:t>
      </w:r>
    </w:p>
    <w:p w:rsidR="00EC54B6" w:rsidRDefault="00EC54B6" w:rsidP="00175E59">
      <w:pPr>
        <w:pStyle w:val="Heading2Center"/>
      </w:pPr>
      <w:bookmarkStart w:id="482" w:name="_Toc442791601"/>
      <w:r>
        <w:t>34. Shajr</w:t>
      </w:r>
      <w:bookmarkEnd w:id="482"/>
    </w:p>
    <w:p w:rsidR="00EC54B6" w:rsidRDefault="00EC54B6" w:rsidP="00C23B6A">
      <w:pPr>
        <w:pStyle w:val="libNormal"/>
      </w:pPr>
      <w:r>
        <w:t>Dawood al Rikki narrates, “I asked Imam Jafar Sadiq (as) regarding this saying of Allah, “th</w:t>
      </w:r>
      <w:r w:rsidR="004D1165">
        <w:t xml:space="preserve">e </w:t>
      </w:r>
      <w:r>
        <w:t>stars and the trees prostrate to Him” (55:6). Imam (as) said, “Star is RasoolAllah (saw)</w:t>
      </w:r>
      <w:r w:rsidR="00C23B6A">
        <w:t xml:space="preserve"> </w:t>
      </w:r>
      <w:r>
        <w:t>and trees is in reference to Ameerul Momineen (asws) and Aimmah (as) who even for th</w:t>
      </w:r>
      <w:r w:rsidR="004D1165">
        <w:t xml:space="preserve">e </w:t>
      </w:r>
      <w:r>
        <w:t>blink of an eye never disobeyed Allah.” Dawood says, “Then I asked regarding this aya</w:t>
      </w:r>
      <w:r w:rsidR="004D1165">
        <w:t xml:space="preserve">h, </w:t>
      </w:r>
      <w:r>
        <w:t>“And the heaven, He raised it hight and He set the measure” (56:7). Imam (as) said, “Thi</w:t>
      </w:r>
      <w:r w:rsidR="004D1165">
        <w:t xml:space="preserve">s </w:t>
      </w:r>
      <w:r>
        <w:t>is in reference to the demise of RasoolAllah (saw) when Allah called Him back to Hi</w:t>
      </w:r>
      <w:r w:rsidR="004D1165">
        <w:t xml:space="preserve">m </w:t>
      </w:r>
      <w:r>
        <w:t>(Allah). Setting the measure is Ameerul Momineen (asws). Then I asked regarding thi</w:t>
      </w:r>
      <w:r w:rsidR="004D1165">
        <w:t xml:space="preserve">s </w:t>
      </w:r>
      <w:r>
        <w:t>ayah, “That you do not exceed the meaure.” (55:8) Imam (as) said, “Allah is saying “D</w:t>
      </w:r>
      <w:r w:rsidR="004D1165">
        <w:t xml:space="preserve">o </w:t>
      </w:r>
      <w:r>
        <w:t>not disobey Imam (as) nor turn against Them”. Then I asked regarding this ayah, “Bu</w:t>
      </w:r>
      <w:r w:rsidR="004D1165">
        <w:t xml:space="preserve">t </w:t>
      </w:r>
      <w:r>
        <w:t>observe the measure strictly nor fall short thereof” (55:9) Imam (as) said, “Obey Imam</w:t>
      </w:r>
      <w:r w:rsidR="004D1165">
        <w:t xml:space="preserve">s </w:t>
      </w:r>
      <w:r>
        <w:t>(as) with adl (justice) and do not usurp Their rights.”</w:t>
      </w:r>
    </w:p>
    <w:p w:rsidR="00EC54B6" w:rsidRDefault="00EC54B6" w:rsidP="0080330A">
      <w:pPr>
        <w:pStyle w:val="libItalic"/>
      </w:pPr>
      <w:r>
        <w:t>(Taweel ul Ayat pg 63)</w:t>
      </w:r>
    </w:p>
    <w:p w:rsidR="00FE3B28" w:rsidRDefault="00EC54B6" w:rsidP="0080330A">
      <w:pPr>
        <w:pStyle w:val="libItalic"/>
      </w:pPr>
      <w:r>
        <w:t>*Luminance of Quraish, Lion of Army, One who obeyed Allah without an</w:t>
      </w:r>
      <w:r w:rsidR="004D1165">
        <w:t xml:space="preserve">y </w:t>
      </w:r>
      <w:r>
        <w:t>greed or fea</w:t>
      </w:r>
      <w:r w:rsidR="004D1165">
        <w:t xml:space="preserve">r, </w:t>
      </w:r>
      <w:r>
        <w:t>(Munaqib Third Edition pg 72)</w:t>
      </w:r>
    </w:p>
    <w:p w:rsidR="00612EA4" w:rsidRDefault="00612EA4" w:rsidP="00612EA4">
      <w:pPr>
        <w:pStyle w:val="libNormal"/>
      </w:pPr>
      <w:r>
        <w:br w:type="page"/>
      </w:r>
    </w:p>
    <w:p w:rsidR="00612EA4" w:rsidRDefault="00612EA4" w:rsidP="00AE7A6E">
      <w:pPr>
        <w:pStyle w:val="Heading1Center"/>
      </w:pPr>
      <w:bookmarkStart w:id="483" w:name="_Toc442791602"/>
      <w:r>
        <w:lastRenderedPageBreak/>
        <w:t xml:space="preserve">Swad </w:t>
      </w:r>
      <w:r>
        <w:rPr>
          <w:rtl/>
        </w:rPr>
        <w:t>ص</w:t>
      </w:r>
      <w:bookmarkEnd w:id="483"/>
    </w:p>
    <w:p w:rsidR="00EC54B6" w:rsidRDefault="00EC54B6" w:rsidP="00175E59">
      <w:pPr>
        <w:pStyle w:val="Heading2Center"/>
      </w:pPr>
      <w:bookmarkStart w:id="484" w:name="_Toc442791603"/>
      <w:r>
        <w:t>1. Sirat al Mustaqeem (Straight path)</w:t>
      </w:r>
      <w:bookmarkEnd w:id="484"/>
    </w:p>
    <w:p w:rsidR="00EC54B6" w:rsidRDefault="00EC54B6" w:rsidP="00EC54B6">
      <w:pPr>
        <w:pStyle w:val="libNormal"/>
      </w:pPr>
      <w:r>
        <w:t>Imam Sadiq (as) narrates, “Siratul Mustaqeem is Ameerul Momineen Ali (asws) ibn Ab</w:t>
      </w:r>
      <w:r w:rsidR="004D1165">
        <w:t xml:space="preserve">i </w:t>
      </w:r>
      <w:r>
        <w:t>Talib (as). “ Regarding this saying of Allah, “Keep us on the straight path (siratu</w:t>
      </w:r>
      <w:r w:rsidR="004D1165">
        <w:t xml:space="preserve">l </w:t>
      </w:r>
      <w:r>
        <w:t>mustaqeem)” (1:6), Imam (as) says, “Siratul mustaqeem (straight path) is Ameeru</w:t>
      </w:r>
      <w:r w:rsidR="004D1165">
        <w:t xml:space="preserve">l </w:t>
      </w:r>
      <w:r>
        <w:t>Momineen (asws). Allah says in His book, “And surely it is in the original of the Book wit</w:t>
      </w:r>
      <w:r w:rsidR="004D1165">
        <w:t xml:space="preserve">h </w:t>
      </w:r>
      <w:r>
        <w:t>Us, truly elevated, full of wisdom”, (43:4) Ameerul Momineen (asws) is umm al Kita</w:t>
      </w:r>
      <w:r w:rsidR="004D1165">
        <w:t xml:space="preserve">b </w:t>
      </w:r>
      <w:r>
        <w:t>(original of the book). This is in accordance with the saying of Allah, “Keep us on th</w:t>
      </w:r>
      <w:r w:rsidR="004D1165">
        <w:t xml:space="preserve">e </w:t>
      </w:r>
      <w:r>
        <w:t>straight path”.</w:t>
      </w:r>
    </w:p>
    <w:p w:rsidR="00EC54B6" w:rsidRDefault="00EC54B6" w:rsidP="0080330A">
      <w:pPr>
        <w:pStyle w:val="libItalic"/>
      </w:pPr>
      <w:r>
        <w:t>(Maani ul Akbar pg 32)</w:t>
      </w:r>
    </w:p>
    <w:p w:rsidR="00EC54B6" w:rsidRDefault="00EC54B6" w:rsidP="00175E59">
      <w:pPr>
        <w:pStyle w:val="Heading2Center"/>
      </w:pPr>
      <w:bookmarkStart w:id="485" w:name="_Toc442791604"/>
      <w:r>
        <w:t>2. Sahib al howz (Owner of the Spring)</w:t>
      </w:r>
      <w:bookmarkEnd w:id="485"/>
    </w:p>
    <w:p w:rsidR="00EC54B6" w:rsidRDefault="00EC54B6" w:rsidP="00EC54B6">
      <w:pPr>
        <w:pStyle w:val="libNormal"/>
      </w:pPr>
      <w:r>
        <w:t>RasoolAllah (saw) said, “O’Ali (asws)! You are My brother and My successor. You are th</w:t>
      </w:r>
      <w:r w:rsidR="004D1165">
        <w:t xml:space="preserve">e </w:t>
      </w:r>
      <w:r>
        <w:t>standard bearer of My flag in this world and the hereafter. You are owner of My spring. On</w:t>
      </w:r>
      <w:r w:rsidR="004D1165">
        <w:t xml:space="preserve">e </w:t>
      </w:r>
      <w:r>
        <w:t>who loves You loves Me. One who hates You hates Me.”</w:t>
      </w:r>
    </w:p>
    <w:p w:rsidR="00EC54B6" w:rsidRDefault="00EC54B6" w:rsidP="00CE7E0F">
      <w:pPr>
        <w:pStyle w:val="libItalic"/>
      </w:pPr>
      <w:r>
        <w:t>(Ayun ul Akbar First Edition pg 294)</w:t>
      </w:r>
    </w:p>
    <w:p w:rsidR="00EC54B6" w:rsidRDefault="00EC54B6" w:rsidP="00175E59">
      <w:pPr>
        <w:pStyle w:val="Heading2Center"/>
      </w:pPr>
      <w:bookmarkStart w:id="486" w:name="_Toc442791605"/>
      <w:r>
        <w:t>3. Sifwatullah (representatives of Allah)</w:t>
      </w:r>
      <w:bookmarkEnd w:id="486"/>
    </w:p>
    <w:p w:rsidR="00EC54B6" w:rsidRDefault="00EC54B6" w:rsidP="00EC54B6">
      <w:pPr>
        <w:pStyle w:val="libNormal"/>
      </w:pPr>
      <w:r>
        <w:t>One who wants to see a branch of red rubies that were placed there by the hand of Alla</w:t>
      </w:r>
      <w:r w:rsidR="004D1165">
        <w:t xml:space="preserve">h </w:t>
      </w:r>
      <w:r>
        <w:t>should love Ali (asws) and the Imams (as) from His Offspring. Verily, They are th</w:t>
      </w:r>
      <w:r w:rsidR="004D1165">
        <w:t xml:space="preserve">e </w:t>
      </w:r>
      <w:r>
        <w:t>representatives of Allah and free from every sin and mistake”</w:t>
      </w:r>
    </w:p>
    <w:p w:rsidR="00EC54B6" w:rsidRDefault="00EC54B6" w:rsidP="0080330A">
      <w:pPr>
        <w:pStyle w:val="libItalic"/>
      </w:pPr>
      <w:r>
        <w:t>(Sayings of RasoolAllah (saw) Ayun al Akbar Second Edition pg 57)</w:t>
      </w:r>
    </w:p>
    <w:p w:rsidR="00EC54B6" w:rsidRDefault="00EC54B6" w:rsidP="00175E59">
      <w:pPr>
        <w:pStyle w:val="Heading2Center"/>
      </w:pPr>
      <w:bookmarkStart w:id="487" w:name="_Toc442791606"/>
      <w:r>
        <w:t>4. Sahib al Asa Wal Meem (Owner of Asa and Meem)</w:t>
      </w:r>
      <w:bookmarkEnd w:id="487"/>
    </w:p>
    <w:p w:rsidR="00FE3B28" w:rsidRDefault="00EC54B6" w:rsidP="00EC54B6">
      <w:pPr>
        <w:pStyle w:val="libNormal"/>
      </w:pPr>
      <w:r>
        <w:t>Ameerul Momineen (asws) said, “I am the distributor of heaven and hell of Allah. I am th</w:t>
      </w:r>
      <w:r w:rsidR="004D1165">
        <w:t xml:space="preserve">e </w:t>
      </w:r>
      <w:r>
        <w:t>greatest farooq (honor). I am the owner of Asa and Meem. All of the angels along wit</w:t>
      </w:r>
      <w:r w:rsidR="004D1165">
        <w:t xml:space="preserve">h </w:t>
      </w:r>
      <w:r>
        <w:t>Jibrael (as) are obedient to Me the way I am obedient to Muhammad (saw).”</w:t>
      </w:r>
    </w:p>
    <w:p w:rsidR="00EC54B6" w:rsidRDefault="00EC54B6" w:rsidP="00CE7E0F">
      <w:pPr>
        <w:pStyle w:val="libItalic"/>
      </w:pPr>
      <w:r>
        <w:t>(Al Kafi First Vol pg 197)</w:t>
      </w:r>
    </w:p>
    <w:p w:rsidR="00EC54B6" w:rsidRDefault="00EC54B6" w:rsidP="00175E59">
      <w:pPr>
        <w:pStyle w:val="Heading2Center"/>
      </w:pPr>
      <w:bookmarkStart w:id="488" w:name="_Toc442791607"/>
      <w:r>
        <w:t>5. Shar al Rasool (saw) (Son in law of RasoolAllah saw)</w:t>
      </w:r>
      <w:bookmarkEnd w:id="488"/>
    </w:p>
    <w:p w:rsidR="00EC54B6" w:rsidRDefault="00EC54B6" w:rsidP="00EC54B6">
      <w:pPr>
        <w:pStyle w:val="libNormal"/>
      </w:pPr>
      <w:r>
        <w:t>RasoolAllah (saw) said, “O’Ali (asws)! You were given three blessings that had never bee</w:t>
      </w:r>
      <w:r w:rsidR="004D1165">
        <w:t xml:space="preserve">n </w:t>
      </w:r>
      <w:r>
        <w:t>given to anyone before You.” Ameerul Momineen (asws) said, “O’RasoolAllah (saw)! Ma</w:t>
      </w:r>
      <w:r w:rsidR="004D1165">
        <w:t xml:space="preserve">y </w:t>
      </w:r>
      <w:r>
        <w:t>My parents be sacrificed upon You. What are those blessings?” “You were given a father i</w:t>
      </w:r>
      <w:r w:rsidR="004D1165">
        <w:t xml:space="preserve">n </w:t>
      </w:r>
      <w:r>
        <w:t>law like Me, a wife life Fatima (sa), and sons like Hasan (as) and Hussain (as).”</w:t>
      </w:r>
    </w:p>
    <w:p w:rsidR="00EC54B6" w:rsidRDefault="00EC54B6" w:rsidP="0080330A">
      <w:pPr>
        <w:pStyle w:val="libItalic"/>
      </w:pPr>
      <w:r>
        <w:t>(Ayun al Akbar ul Reza (as) Second Edition pg 48)</w:t>
      </w:r>
    </w:p>
    <w:p w:rsidR="00EC54B6" w:rsidRDefault="00EC54B6" w:rsidP="00175E59">
      <w:pPr>
        <w:pStyle w:val="Heading2Center"/>
      </w:pPr>
      <w:bookmarkStart w:id="489" w:name="_Toc442791608"/>
      <w:r>
        <w:t>6. Sadiq (truthful)</w:t>
      </w:r>
      <w:bookmarkEnd w:id="489"/>
    </w:p>
    <w:p w:rsidR="00EC54B6" w:rsidRDefault="00EC54B6" w:rsidP="00EC54B6">
      <w:pPr>
        <w:pStyle w:val="libNormal"/>
      </w:pPr>
      <w:r>
        <w:t>Ameerul Momineen (asws) says, “Allah says, “Be careful of your duty to Allah and be wit</w:t>
      </w:r>
      <w:r w:rsidR="004D1165">
        <w:t xml:space="preserve">h </w:t>
      </w:r>
      <w:r>
        <w:t>the truthful”(9:119). Moula (asws) said, “I am the truthful”.</w:t>
      </w:r>
    </w:p>
    <w:p w:rsidR="00EC54B6" w:rsidRDefault="00EC54B6" w:rsidP="00EC54B6">
      <w:pPr>
        <w:pStyle w:val="libNormal"/>
      </w:pPr>
      <w:r>
        <w:t>Buriba al Ajali narrates “I asked Imam Muhammad Baqir (as) regarding this ayah, “B</w:t>
      </w:r>
      <w:r w:rsidR="004D1165">
        <w:t xml:space="preserve">e </w:t>
      </w:r>
      <w:r>
        <w:t>careful of your duty to Allah and be with the truthful” (9:119). Imam (as) said, “We ar</w:t>
      </w:r>
      <w:r w:rsidR="004D1165">
        <w:t xml:space="preserve">e </w:t>
      </w:r>
      <w:r>
        <w:t>those who are truthful.”</w:t>
      </w:r>
    </w:p>
    <w:p w:rsidR="00EC54B6" w:rsidRDefault="00EC54B6" w:rsidP="00CE7E0F">
      <w:pPr>
        <w:pStyle w:val="libItalic"/>
      </w:pPr>
      <w:r>
        <w:t>(Usool al Kafi First Edition pg 198)</w:t>
      </w:r>
    </w:p>
    <w:p w:rsidR="00EC54B6" w:rsidRDefault="00EC54B6" w:rsidP="00175E59">
      <w:pPr>
        <w:pStyle w:val="Heading2Center"/>
      </w:pPr>
      <w:bookmarkStart w:id="490" w:name="_Toc442791609"/>
      <w:r>
        <w:lastRenderedPageBreak/>
        <w:t>7. Sahib al Krat</w:t>
      </w:r>
      <w:bookmarkEnd w:id="490"/>
    </w:p>
    <w:p w:rsidR="00EC54B6" w:rsidRDefault="00EC54B6" w:rsidP="00EC54B6">
      <w:pPr>
        <w:pStyle w:val="libNormal"/>
      </w:pPr>
      <w:r>
        <w:t>Ameerul Momineen (asws) said, ‘I am the distributor of heaven and hell of Allah. No on</w:t>
      </w:r>
      <w:r w:rsidR="004D1165">
        <w:t xml:space="preserve">e </w:t>
      </w:r>
      <w:r>
        <w:t>will be able to enter without My permission. I am the greatest farooq (honor). I am th</w:t>
      </w:r>
      <w:r w:rsidR="004D1165">
        <w:t xml:space="preserve">e </w:t>
      </w:r>
      <w:r>
        <w:t xml:space="preserve">Imam of all Imams. No one will be able to proceed Me except Muhammad (saw). He and </w:t>
      </w:r>
      <w:r w:rsidR="004D1165">
        <w:t xml:space="preserve">I </w:t>
      </w:r>
      <w:r>
        <w:t>will be on the same way except He will be called by His name and I will be called by si</w:t>
      </w:r>
      <w:r w:rsidR="004D1165">
        <w:t xml:space="preserve">x </w:t>
      </w:r>
      <w:r>
        <w:t>names; ilm ul Maniya, ilm ul Baliya, ilm ul Wasiya, and Fazail ul Kitab. Verily, I am Sahib u</w:t>
      </w:r>
      <w:r w:rsidR="004D1165">
        <w:t xml:space="preserve">l </w:t>
      </w:r>
      <w:r>
        <w:t>Krat and Daalit ul Daal. Verily, I am Sahib ul Asa wal Meem.”</w:t>
      </w:r>
    </w:p>
    <w:p w:rsidR="00FE3B28" w:rsidRDefault="00EC54B6" w:rsidP="00CE7E0F">
      <w:pPr>
        <w:pStyle w:val="libItalic"/>
      </w:pPr>
      <w:r>
        <w:t>(Usool al Kafi First Edition pg 198)</w:t>
      </w:r>
    </w:p>
    <w:p w:rsidR="00EC54B6" w:rsidRDefault="00EC54B6" w:rsidP="00175E59">
      <w:pPr>
        <w:pStyle w:val="Heading2Center"/>
      </w:pPr>
      <w:bookmarkStart w:id="491" w:name="_Toc442791610"/>
      <w:r>
        <w:t>8. Salih al Momineen (believers who do good)</w:t>
      </w:r>
      <w:bookmarkEnd w:id="491"/>
    </w:p>
    <w:p w:rsidR="00EC54B6" w:rsidRDefault="00EC54B6" w:rsidP="00EC54B6">
      <w:pPr>
        <w:pStyle w:val="libNormal"/>
      </w:pPr>
      <w:r>
        <w:t>Asma binte Amais narrates “I heard RasoolAllah (saw) say regarding this ayah, “The</w:t>
      </w:r>
      <w:r w:rsidR="004D1165">
        <w:t xml:space="preserve">n </w:t>
      </w:r>
      <w:r>
        <w:t>surely it is Allah who is his master and Jibrael and the believers who do good” (66:4)”.</w:t>
      </w:r>
    </w:p>
    <w:p w:rsidR="00EC54B6" w:rsidRDefault="00EC54B6" w:rsidP="00EC54B6">
      <w:pPr>
        <w:pStyle w:val="libNormal"/>
      </w:pPr>
      <w:r>
        <w:t>RasoolAllah (saw) said, “Ali (asws) ibn Abi Talib (as) is salih ul momineen (believers wh</w:t>
      </w:r>
      <w:r w:rsidR="004D1165">
        <w:t xml:space="preserve">o </w:t>
      </w:r>
      <w:r>
        <w:t>do good).”</w:t>
      </w:r>
    </w:p>
    <w:p w:rsidR="00EC54B6" w:rsidRDefault="00EC54B6" w:rsidP="00EC54B6">
      <w:pPr>
        <w:pStyle w:val="libNormal"/>
      </w:pPr>
      <w:r>
        <w:t>Rashid Hijri narrates, “I was with my Moula, Ameerul Momineen (asws). He looked at m</w:t>
      </w:r>
      <w:r w:rsidR="004D1165">
        <w:t xml:space="preserve">e </w:t>
      </w:r>
      <w:r>
        <w:t>and said, “I swear by Allah, o’ Rashid, I am the salih ul momineen (believers who do good).”</w:t>
      </w:r>
    </w:p>
    <w:p w:rsidR="00EC54B6" w:rsidRDefault="00EC54B6" w:rsidP="00CE7E0F">
      <w:pPr>
        <w:pStyle w:val="libItalic"/>
      </w:pPr>
      <w:r>
        <w:t>(Tafseer e Furat pg 185)</w:t>
      </w:r>
    </w:p>
    <w:p w:rsidR="00EC54B6" w:rsidRDefault="00EC54B6" w:rsidP="00175E59">
      <w:pPr>
        <w:pStyle w:val="Heading2Center"/>
      </w:pPr>
      <w:bookmarkStart w:id="492" w:name="_Toc442791611"/>
      <w:r>
        <w:t>9. Sadeeq al Akbar (Most trustworthy)</w:t>
      </w:r>
      <w:bookmarkEnd w:id="492"/>
    </w:p>
    <w:p w:rsidR="00EC54B6" w:rsidRDefault="00EC54B6" w:rsidP="00EC54B6">
      <w:pPr>
        <w:pStyle w:val="libNormal"/>
      </w:pPr>
      <w:r>
        <w:t>Abu Dhar (ra) narrates “RasoolAllah (saw) looked at Ali (asws) and said, “He is the bes</w:t>
      </w:r>
      <w:r w:rsidR="004D1165">
        <w:t xml:space="preserve">t </w:t>
      </w:r>
      <w:r>
        <w:t>amongst the people of the heavens and earth. He is the master of the trustworthy, master o</w:t>
      </w:r>
      <w:r w:rsidR="004D1165">
        <w:t xml:space="preserve">f </w:t>
      </w:r>
      <w:r>
        <w:t>successors, Imam of the pious and leader of the people with shining foreheads. On the da</w:t>
      </w:r>
      <w:r w:rsidR="004D1165">
        <w:t xml:space="preserve">y </w:t>
      </w:r>
      <w:r>
        <w:t>of judgement, He will appear riding on the camel of jannah. The day of judgement wil</w:t>
      </w:r>
      <w:r w:rsidR="004D1165">
        <w:t xml:space="preserve">l </w:t>
      </w:r>
      <w:r>
        <w:t>become bright from the radiance of His noor. He will be wearing a crown made of rubie</w:t>
      </w:r>
      <w:r w:rsidR="004D1165">
        <w:t xml:space="preserve">s </w:t>
      </w:r>
      <w:r>
        <w:t>and emeralds. Angels will say “He must be master of the angels.” The prophets will say, “H</w:t>
      </w:r>
      <w:r w:rsidR="004D1165">
        <w:t xml:space="preserve">e </w:t>
      </w:r>
      <w:r>
        <w:t>must be some great prophet”. A crier will then announce, “He is Sadeeq al Akbar (mos</w:t>
      </w:r>
      <w:r w:rsidR="004D1165">
        <w:t xml:space="preserve">t </w:t>
      </w:r>
      <w:r>
        <w:t>trustworthy). He is the successor of the Prophet of Allah. He is Ali (asws) ibn Abi Talib (as).</w:t>
      </w:r>
    </w:p>
    <w:p w:rsidR="00EC54B6" w:rsidRDefault="00EC54B6" w:rsidP="00EC54B6">
      <w:pPr>
        <w:pStyle w:val="libNormal"/>
      </w:pPr>
      <w:r>
        <w:t>He will stand on the edge of hell and remove His lovers from it and place His enemies in it.</w:t>
      </w:r>
    </w:p>
    <w:p w:rsidR="00EC54B6" w:rsidRDefault="00EC54B6" w:rsidP="00EC54B6">
      <w:pPr>
        <w:pStyle w:val="libNormal"/>
      </w:pPr>
      <w:r>
        <w:t>Then He will go to the door of jannah and allow His lovers to enter without facin</w:t>
      </w:r>
      <w:r w:rsidR="004D1165">
        <w:t xml:space="preserve">g </w:t>
      </w:r>
      <w:r>
        <w:t>accountability.”</w:t>
      </w:r>
    </w:p>
    <w:p w:rsidR="00EC54B6" w:rsidRDefault="00EC54B6" w:rsidP="0080330A">
      <w:pPr>
        <w:pStyle w:val="libItalic"/>
      </w:pPr>
      <w:r>
        <w:t>(Maya Manqaba pg 36)</w:t>
      </w:r>
    </w:p>
    <w:p w:rsidR="00EC54B6" w:rsidRDefault="00EC54B6" w:rsidP="00175E59">
      <w:pPr>
        <w:pStyle w:val="Heading2Center"/>
      </w:pPr>
      <w:bookmarkStart w:id="493" w:name="_Toc442791612"/>
      <w:r>
        <w:t>10. Sahib al Lowah (Owner of flag in this world and the hereafter)</w:t>
      </w:r>
      <w:bookmarkEnd w:id="493"/>
    </w:p>
    <w:p w:rsidR="00EC54B6" w:rsidRDefault="00EC54B6" w:rsidP="00EC54B6">
      <w:pPr>
        <w:pStyle w:val="libNormal"/>
      </w:pPr>
      <w:r>
        <w:t>Imam Ali (as) bin Musa (as) Reza narrates from His Father who narrates from Hi</w:t>
      </w:r>
      <w:r w:rsidR="004D1165">
        <w:t xml:space="preserve">s </w:t>
      </w:r>
      <w:r>
        <w:t>Forefathers, “RasoolAllah (saw) said, “O’Ali (asws)! You are My brother, My successor, an</w:t>
      </w:r>
      <w:r w:rsidR="004D1165">
        <w:t xml:space="preserve">d </w:t>
      </w:r>
      <w:r>
        <w:t>Owner of My flag in this world and the hereafter. You are owner of My spring (Kauthar).</w:t>
      </w:r>
    </w:p>
    <w:p w:rsidR="00FE3B28" w:rsidRDefault="00EC54B6" w:rsidP="00EC54B6">
      <w:pPr>
        <w:pStyle w:val="libNormal"/>
      </w:pPr>
      <w:r>
        <w:t>One who loves You loves Me. One who hates You hates Me.”</w:t>
      </w:r>
    </w:p>
    <w:p w:rsidR="00EC54B6" w:rsidRDefault="00EC54B6" w:rsidP="00EC54B6">
      <w:pPr>
        <w:pStyle w:val="libNormal"/>
      </w:pPr>
      <w:r>
        <w:t>In Khutba Nooraniat, Moula (asws) says, “Muhammad (saw) is Sahib ul Howz and I a</w:t>
      </w:r>
      <w:r w:rsidR="004D1165">
        <w:t xml:space="preserve">m </w:t>
      </w:r>
      <w:r>
        <w:t>Sahibul Lowah.”</w:t>
      </w:r>
    </w:p>
    <w:p w:rsidR="00EC54B6" w:rsidRDefault="00EC54B6" w:rsidP="00CE7E0F">
      <w:pPr>
        <w:pStyle w:val="libItalic"/>
      </w:pPr>
      <w:r>
        <w:t>(Ayun al Akbar al Reza (as) First Edition pg 293)</w:t>
      </w:r>
    </w:p>
    <w:p w:rsidR="00EC54B6" w:rsidRDefault="00EC54B6" w:rsidP="00175E59">
      <w:pPr>
        <w:pStyle w:val="Heading2Center"/>
      </w:pPr>
      <w:bookmarkStart w:id="494" w:name="_Toc442791613"/>
      <w:r>
        <w:lastRenderedPageBreak/>
        <w:t>11. Salat ul Wasta (Middle prayer)</w:t>
      </w:r>
      <w:bookmarkEnd w:id="494"/>
    </w:p>
    <w:p w:rsidR="00EC54B6" w:rsidRDefault="00EC54B6" w:rsidP="00EC54B6">
      <w:pPr>
        <w:pStyle w:val="libNormal"/>
      </w:pPr>
      <w:r>
        <w:t xml:space="preserve">Zarara narrates from Abdul Rahman bin Kaseer who narrates from Imam Sadiq </w:t>
      </w:r>
      <w:r w:rsidR="0066696E">
        <w:t xml:space="preserve">(as) </w:t>
      </w:r>
      <w:r>
        <w:t>regarding this ayah, “Be guardians of your prayers and of the middle prayer and stan</w:t>
      </w:r>
      <w:r w:rsidR="004D1165">
        <w:t xml:space="preserve">d </w:t>
      </w:r>
      <w:r>
        <w:t>up with the devotion to Allah” (2:238), Imam (as) said, “The prayer is RasoolAllah (saw),</w:t>
      </w:r>
    </w:p>
    <w:p w:rsidR="00EC54B6" w:rsidRDefault="00EC54B6" w:rsidP="00EC54B6">
      <w:pPr>
        <w:pStyle w:val="libNormal"/>
      </w:pPr>
      <w:r>
        <w:t>Ameerul Momineen (asws), Syeda (sa), Hasan (as) and Hussain (as). The middle prayer i</w:t>
      </w:r>
      <w:r w:rsidR="004D1165">
        <w:t xml:space="preserve">s </w:t>
      </w:r>
      <w:r>
        <w:t>Ameerul Momineen (asws). (“Stand up with devotion to Allah” are those who are obedien</w:t>
      </w:r>
      <w:r w:rsidR="004D1165">
        <w:t xml:space="preserve">t </w:t>
      </w:r>
      <w:r>
        <w:t>to Imams as)</w:t>
      </w:r>
    </w:p>
    <w:p w:rsidR="00EC54B6" w:rsidRDefault="00EC54B6" w:rsidP="0080330A">
      <w:pPr>
        <w:pStyle w:val="libItalic"/>
      </w:pPr>
      <w:r>
        <w:t>(Tafseer e Furat First Edition pg 47)</w:t>
      </w:r>
    </w:p>
    <w:p w:rsidR="00EC54B6" w:rsidRDefault="00EC54B6" w:rsidP="00175E59">
      <w:pPr>
        <w:pStyle w:val="Heading2Center"/>
      </w:pPr>
      <w:bookmarkStart w:id="495" w:name="_Toc442791614"/>
      <w:r>
        <w:t>12. Sahib al Nar (Lord of hell)</w:t>
      </w:r>
      <w:bookmarkEnd w:id="495"/>
    </w:p>
    <w:p w:rsidR="00EC54B6" w:rsidRDefault="00EC54B6" w:rsidP="00EC54B6">
      <w:pPr>
        <w:pStyle w:val="libNormal"/>
      </w:pPr>
      <w:r>
        <w:t>Imam Sadiq (as) said, “On the day of judgement, a mimbar will be placed before the entir</w:t>
      </w:r>
      <w:r w:rsidR="004D1165">
        <w:t xml:space="preserve">e </w:t>
      </w:r>
      <w:r>
        <w:t>creation. A man will be stood upon it. One angel will be standing on His right and anothe</w:t>
      </w:r>
      <w:r w:rsidR="004D1165">
        <w:t xml:space="preserve">r </w:t>
      </w:r>
      <w:r>
        <w:t>on His left. The angel stood on the right will say, “O’creation of Allah! Ali (asws) ibne Ab</w:t>
      </w:r>
      <w:r w:rsidR="004D1165">
        <w:t xml:space="preserve">i </w:t>
      </w:r>
      <w:r>
        <w:t>Talib (as) is Lord of hell. Whosoever He desires He will throw into hell.”</w:t>
      </w:r>
    </w:p>
    <w:p w:rsidR="00EC54B6" w:rsidRDefault="00EC54B6" w:rsidP="00CE7E0F">
      <w:pPr>
        <w:pStyle w:val="libItalic"/>
      </w:pPr>
      <w:r>
        <w:t>(Ilal Sharie Second Edition pg 113)</w:t>
      </w:r>
    </w:p>
    <w:p w:rsidR="00EC54B6" w:rsidRDefault="00EC54B6" w:rsidP="00175E59">
      <w:pPr>
        <w:pStyle w:val="Heading2Center"/>
      </w:pPr>
      <w:bookmarkStart w:id="496" w:name="_Toc442791615"/>
      <w:r>
        <w:t>13. Sahib al Lailat ul Qadr (Lord of Lailat ul Qadr (night of power))</w:t>
      </w:r>
      <w:bookmarkEnd w:id="496"/>
    </w:p>
    <w:p w:rsidR="00EC54B6" w:rsidRDefault="00EC54B6" w:rsidP="00EC54B6">
      <w:pPr>
        <w:pStyle w:val="libNormal"/>
      </w:pPr>
      <w:r>
        <w:t>Imam Abu Jafar al Sani (as) narrates from His Father who narrates from His Forefather</w:t>
      </w:r>
      <w:r w:rsidR="004D1165">
        <w:t xml:space="preserve">s </w:t>
      </w:r>
      <w:r>
        <w:t>who narrate from Ameerul Momineen (asws), “RasoolAllah (saw) said, “Believe in lailatu</w:t>
      </w:r>
      <w:r w:rsidR="004D1165">
        <w:t xml:space="preserve">l </w:t>
      </w:r>
      <w:r>
        <w:t>Qadr (night of power) because in that night Allah reveals His amr (command/authority).</w:t>
      </w:r>
    </w:p>
    <w:p w:rsidR="00EC54B6" w:rsidRDefault="00EC54B6" w:rsidP="00EC54B6">
      <w:pPr>
        <w:pStyle w:val="libNormal"/>
      </w:pPr>
      <w:r>
        <w:t>Allah reveals His amr on that night upon My successors after Me who are Ali (asws) ibn Ab</w:t>
      </w:r>
      <w:r w:rsidR="004D1165">
        <w:t xml:space="preserve">i </w:t>
      </w:r>
      <w:r>
        <w:t>Talib (as) and the Eleven Imams (as) from His lineage.”</w:t>
      </w:r>
    </w:p>
    <w:p w:rsidR="00FE3B28" w:rsidRDefault="00EC54B6" w:rsidP="0080330A">
      <w:pPr>
        <w:pStyle w:val="libItalic"/>
      </w:pPr>
      <w:r>
        <w:t>(Al Istansar fi Imamatul Aimmah Athar pg 22)</w:t>
      </w:r>
    </w:p>
    <w:p w:rsidR="00EC54B6" w:rsidRDefault="00EC54B6" w:rsidP="00175E59">
      <w:pPr>
        <w:pStyle w:val="Heading2Center"/>
      </w:pPr>
      <w:bookmarkStart w:id="497" w:name="_Toc442791616"/>
      <w:r>
        <w:t>14. Sirat al Hameed (Praised path)</w:t>
      </w:r>
      <w:bookmarkEnd w:id="497"/>
    </w:p>
    <w:p w:rsidR="00EC54B6" w:rsidRDefault="00EC54B6" w:rsidP="00EC54B6">
      <w:pPr>
        <w:pStyle w:val="libNormal"/>
      </w:pPr>
      <w:r>
        <w:t>Regarding this saying of Allah, “And they are guided to gentle speech; they are guide</w:t>
      </w:r>
      <w:r w:rsidR="004D1165">
        <w:t xml:space="preserve">d </w:t>
      </w:r>
      <w:r>
        <w:t>unto the path of the praised one” (22:24), Imam (as) said, “They are those who lov</w:t>
      </w:r>
      <w:r w:rsidR="004D1165">
        <w:t xml:space="preserve">e </w:t>
      </w:r>
      <w:r>
        <w:t>Ameerul Momineen (asws) and Ahlul Bayt (as).”</w:t>
      </w:r>
    </w:p>
    <w:p w:rsidR="00EC54B6" w:rsidRDefault="00EC54B6" w:rsidP="00CE7E0F">
      <w:pPr>
        <w:pStyle w:val="libItalic"/>
      </w:pPr>
      <w:r>
        <w:t>(Taweel ul Ayat First Edition pg 335)</w:t>
      </w:r>
    </w:p>
    <w:p w:rsidR="00EC54B6" w:rsidRDefault="00EC54B6" w:rsidP="00175E59">
      <w:pPr>
        <w:pStyle w:val="Heading2Center"/>
      </w:pPr>
      <w:bookmarkStart w:id="498" w:name="_Toc442791617"/>
      <w:r>
        <w:t>15. Sirat ul Sovi (straight path)</w:t>
      </w:r>
      <w:bookmarkEnd w:id="498"/>
    </w:p>
    <w:p w:rsidR="00EC54B6" w:rsidRDefault="00EC54B6" w:rsidP="00EC54B6">
      <w:pPr>
        <w:pStyle w:val="libNormal"/>
      </w:pPr>
      <w:r>
        <w:t>Hifs Kanani narrates, “I heard Imam Abu Abdullah (as) say regarding this ayah, “So you wil</w:t>
      </w:r>
      <w:r w:rsidR="004D1165">
        <w:t xml:space="preserve">l </w:t>
      </w:r>
      <w:r>
        <w:t>come to know who is the follower of the straight path and who is right” (20:135), Ima</w:t>
      </w:r>
      <w:r w:rsidR="004D1165">
        <w:t xml:space="preserve">m </w:t>
      </w:r>
      <w:r>
        <w:t>(as) said, “Straight path is Ameerul Momineen (asws) and those who follow Him are thos</w:t>
      </w:r>
      <w:r w:rsidR="004D1165">
        <w:t xml:space="preserve">e </w:t>
      </w:r>
      <w:r>
        <w:t>who are right.”</w:t>
      </w:r>
    </w:p>
    <w:p w:rsidR="00EC54B6" w:rsidRDefault="00EC54B6" w:rsidP="00CE7E0F">
      <w:pPr>
        <w:pStyle w:val="libItalic"/>
      </w:pPr>
      <w:r>
        <w:t>(Taweel ul Ayat First Editon pg 323)</w:t>
      </w:r>
    </w:p>
    <w:p w:rsidR="00EC54B6" w:rsidRDefault="00EC54B6" w:rsidP="00175E59">
      <w:pPr>
        <w:pStyle w:val="Heading2Center"/>
      </w:pPr>
      <w:bookmarkStart w:id="499" w:name="_Toc442791618"/>
      <w:r>
        <w:t>16. Shar (son in law)</w:t>
      </w:r>
      <w:bookmarkEnd w:id="499"/>
    </w:p>
    <w:p w:rsidR="00EC54B6" w:rsidRDefault="00EC54B6" w:rsidP="00EC54B6">
      <w:pPr>
        <w:pStyle w:val="libNormal"/>
      </w:pPr>
      <w:r>
        <w:t>“And He it is who has created man from the water and then He has made for him bloo</w:t>
      </w:r>
      <w:r w:rsidR="004D1165">
        <w:t xml:space="preserve">d </w:t>
      </w:r>
      <w:r>
        <w:t>relationship and marriage relationship and your Lord is powerful” (25:54). Regardin</w:t>
      </w:r>
      <w:r w:rsidR="004D1165">
        <w:t xml:space="preserve">g </w:t>
      </w:r>
      <w:r>
        <w:t>this ayah, RasoolAllah (saw) said, “This ayah was revealed for Ali (asws)”</w:t>
      </w:r>
    </w:p>
    <w:p w:rsidR="00EC54B6" w:rsidRDefault="00EC54B6" w:rsidP="0080330A">
      <w:pPr>
        <w:pStyle w:val="libItalic"/>
      </w:pPr>
      <w:r>
        <w:t>(Tafseer e Burhan Third Edition pg 70, Roza tul Waizain pg 71)</w:t>
      </w:r>
    </w:p>
    <w:p w:rsidR="00EC54B6" w:rsidRDefault="00EC54B6" w:rsidP="00175E59">
      <w:pPr>
        <w:pStyle w:val="Heading2Center"/>
      </w:pPr>
      <w:bookmarkStart w:id="500" w:name="_Toc442791619"/>
      <w:r>
        <w:t>17. Samit (silent)</w:t>
      </w:r>
      <w:bookmarkEnd w:id="500"/>
    </w:p>
    <w:p w:rsidR="00EC54B6" w:rsidRDefault="00EC54B6" w:rsidP="00EC54B6">
      <w:pPr>
        <w:pStyle w:val="libNormal"/>
      </w:pPr>
      <w:r>
        <w:lastRenderedPageBreak/>
        <w:t>Moula Ali (asws) says in Khutba Nooriani, “O’Salman (as)! O’ Jondab (ra)! During His tim</w:t>
      </w:r>
      <w:r w:rsidR="004D1165">
        <w:t xml:space="preserve">e, </w:t>
      </w:r>
      <w:r>
        <w:t>Muhammad (saw) was natiq (speaking) and I was samit (silent)</w:t>
      </w:r>
    </w:p>
    <w:p w:rsidR="00EC54B6" w:rsidRDefault="00EC54B6" w:rsidP="00175E59">
      <w:pPr>
        <w:pStyle w:val="Heading2Center"/>
      </w:pPr>
      <w:bookmarkStart w:id="501" w:name="_Toc442791620"/>
      <w:r>
        <w:t>18. Sahib al Hashir (lord of day of judgement)</w:t>
      </w:r>
      <w:bookmarkEnd w:id="501"/>
    </w:p>
    <w:p w:rsidR="00FE3B28" w:rsidRDefault="00EC54B6" w:rsidP="00EC54B6">
      <w:pPr>
        <w:pStyle w:val="libNormal"/>
      </w:pPr>
      <w:r>
        <w:t>Moula Ali (asws) says in Khutba Nooriani, “I am the lord of the day of judgement”</w:t>
      </w:r>
    </w:p>
    <w:p w:rsidR="00EC54B6" w:rsidRDefault="00EC54B6" w:rsidP="00175E59">
      <w:pPr>
        <w:pStyle w:val="Heading2Center"/>
      </w:pPr>
      <w:bookmarkStart w:id="502" w:name="_Toc442791621"/>
      <w:r>
        <w:t>19. Sahib al Jannah wal Nar (Lord of heaven and hell)</w:t>
      </w:r>
      <w:bookmarkEnd w:id="502"/>
    </w:p>
    <w:p w:rsidR="00EC54B6" w:rsidRDefault="00EC54B6" w:rsidP="00EC54B6">
      <w:pPr>
        <w:pStyle w:val="libNormal"/>
      </w:pPr>
      <w:r>
        <w:t>Moula Ali (asws) says in Khutba Nooriani, “Muhammad (saw) is the Lord of the keys to th</w:t>
      </w:r>
      <w:r w:rsidR="004D1165">
        <w:t xml:space="preserve">e </w:t>
      </w:r>
      <w:r>
        <w:t>gates of heaven and I am the Lord of heaven and hell.”</w:t>
      </w:r>
    </w:p>
    <w:p w:rsidR="00EC54B6" w:rsidRDefault="00EC54B6" w:rsidP="00175E59">
      <w:pPr>
        <w:pStyle w:val="Heading2Center"/>
      </w:pPr>
      <w:bookmarkStart w:id="503" w:name="_Toc442791622"/>
      <w:r>
        <w:t>20. Sahib ul Alham (Lord of Inspiration)</w:t>
      </w:r>
      <w:bookmarkEnd w:id="503"/>
    </w:p>
    <w:p w:rsidR="00EC54B6" w:rsidRDefault="00EC54B6" w:rsidP="00EC54B6">
      <w:pPr>
        <w:pStyle w:val="libNormal"/>
      </w:pPr>
      <w:r>
        <w:t xml:space="preserve">Moula Ali (asws) says in Khutba Nooriani, “Muhammad (saw)is the Lord of revelation and </w:t>
      </w:r>
      <w:r w:rsidR="004D1165">
        <w:t xml:space="preserve">I </w:t>
      </w:r>
      <w:r>
        <w:t>am the Lord of inspiration”.</w:t>
      </w:r>
    </w:p>
    <w:p w:rsidR="00EC54B6" w:rsidRDefault="00EC54B6" w:rsidP="00175E59">
      <w:pPr>
        <w:pStyle w:val="Heading2Center"/>
      </w:pPr>
      <w:bookmarkStart w:id="504" w:name="_Toc442791623"/>
      <w:r>
        <w:t>21. Sahib ul Majzat (lord of miracles)</w:t>
      </w:r>
      <w:bookmarkEnd w:id="504"/>
    </w:p>
    <w:p w:rsidR="00EC54B6" w:rsidRDefault="00EC54B6" w:rsidP="00EC54B6">
      <w:pPr>
        <w:pStyle w:val="libNormal"/>
      </w:pPr>
      <w:r>
        <w:t>Moula Ali (asws) says in Khutba Nooriani, “Muhammad (saw) is the Lord of signs and I a</w:t>
      </w:r>
      <w:r w:rsidR="004D1165">
        <w:t xml:space="preserve">m </w:t>
      </w:r>
      <w:r>
        <w:t>the Lord of miracles.”</w:t>
      </w:r>
    </w:p>
    <w:p w:rsidR="00EC54B6" w:rsidRDefault="00EC54B6" w:rsidP="00175E59">
      <w:pPr>
        <w:pStyle w:val="Heading2Center"/>
      </w:pPr>
      <w:bookmarkStart w:id="505" w:name="_Toc442791624"/>
      <w:r>
        <w:t>22. Sahib ul Saif wal Stuh (Lord of invitation and sword)</w:t>
      </w:r>
      <w:bookmarkEnd w:id="505"/>
    </w:p>
    <w:p w:rsidR="00EC54B6" w:rsidRDefault="00EC54B6" w:rsidP="00EC54B6">
      <w:pPr>
        <w:pStyle w:val="libNormal"/>
      </w:pPr>
      <w:r>
        <w:t xml:space="preserve">Moula Ali (asws) says in Khutba Nooriani, “Muhammad (saw) is the Lord of invitation and </w:t>
      </w:r>
      <w:r w:rsidR="004D1165">
        <w:t xml:space="preserve">I </w:t>
      </w:r>
      <w:r>
        <w:t>am the Lord of the sword .”</w:t>
      </w:r>
    </w:p>
    <w:p w:rsidR="00EC54B6" w:rsidRDefault="00EC54B6" w:rsidP="00175E59">
      <w:pPr>
        <w:pStyle w:val="Heading2Center"/>
      </w:pPr>
      <w:bookmarkStart w:id="506" w:name="_Toc442791625"/>
      <w:r>
        <w:t>23. Sahib ul Naqah</w:t>
      </w:r>
      <w:bookmarkEnd w:id="506"/>
    </w:p>
    <w:p w:rsidR="00EC54B6" w:rsidRDefault="00EC54B6" w:rsidP="00EC54B6">
      <w:pPr>
        <w:pStyle w:val="libNormal"/>
      </w:pPr>
      <w:r>
        <w:t>Moula Ali (asws) says in Khutba Nooriani, “I am Sahib ul Naqah”.</w:t>
      </w:r>
    </w:p>
    <w:p w:rsidR="00EC54B6" w:rsidRDefault="00EC54B6" w:rsidP="00175E59">
      <w:pPr>
        <w:pStyle w:val="Heading2Center"/>
      </w:pPr>
      <w:bookmarkStart w:id="507" w:name="_Toc442791626"/>
      <w:r>
        <w:t>24. Sahib ul Rajat (Lord of the return)</w:t>
      </w:r>
      <w:bookmarkEnd w:id="507"/>
    </w:p>
    <w:p w:rsidR="00EC54B6" w:rsidRDefault="00EC54B6" w:rsidP="00EC54B6">
      <w:pPr>
        <w:pStyle w:val="libNormal"/>
      </w:pPr>
      <w:r>
        <w:t>Moula Ali (asws) says in Khutba Nooriani, “I am Lord of the return”.</w:t>
      </w:r>
    </w:p>
    <w:p w:rsidR="00EC54B6" w:rsidRDefault="00EC54B6" w:rsidP="00175E59">
      <w:pPr>
        <w:pStyle w:val="Heading2Center"/>
      </w:pPr>
      <w:bookmarkStart w:id="508" w:name="_Toc442791627"/>
      <w:r>
        <w:t>25. Sahib ul Zalzala (Lord of trembling)</w:t>
      </w:r>
      <w:bookmarkEnd w:id="508"/>
    </w:p>
    <w:p w:rsidR="00EC54B6" w:rsidRDefault="00EC54B6" w:rsidP="00EC54B6">
      <w:pPr>
        <w:pStyle w:val="libNormal"/>
      </w:pPr>
      <w:r>
        <w:t>Moula Ali (asws) says in Khutba Nooriani, “I am Lord o f the trembling”.</w:t>
      </w:r>
    </w:p>
    <w:p w:rsidR="00EC54B6" w:rsidRDefault="00EC54B6" w:rsidP="00175E59">
      <w:pPr>
        <w:pStyle w:val="Heading2Center"/>
      </w:pPr>
      <w:bookmarkStart w:id="509" w:name="_Toc442791628"/>
      <w:r>
        <w:t>26. Sakhah (loud voice)</w:t>
      </w:r>
      <w:bookmarkEnd w:id="509"/>
    </w:p>
    <w:p w:rsidR="00FE3B28" w:rsidRDefault="00EC54B6" w:rsidP="00EC54B6">
      <w:pPr>
        <w:pStyle w:val="libNormal"/>
      </w:pPr>
      <w:r>
        <w:t>Moula Ali (asws) says in Khutba Nooriani, “I am the loud voice”.</w:t>
      </w:r>
    </w:p>
    <w:p w:rsidR="00EC54B6" w:rsidRDefault="00EC54B6" w:rsidP="00175E59">
      <w:pPr>
        <w:pStyle w:val="Heading2Center"/>
      </w:pPr>
      <w:bookmarkStart w:id="510" w:name="_Toc442791629"/>
      <w:r>
        <w:t>27. Saaqah ala al Adaa (wrath upon the enemies)</w:t>
      </w:r>
      <w:bookmarkEnd w:id="510"/>
    </w:p>
    <w:p w:rsidR="00EC54B6" w:rsidRDefault="00EC54B6" w:rsidP="00EC54B6">
      <w:pPr>
        <w:pStyle w:val="libNormal"/>
      </w:pPr>
      <w:r>
        <w:t>Moula Ali (asws) says in Khutba Iftikharia, “I am wrath upon the enemies”.</w:t>
      </w:r>
    </w:p>
    <w:p w:rsidR="00EC54B6" w:rsidRDefault="00EC54B6" w:rsidP="00175E59">
      <w:pPr>
        <w:pStyle w:val="Heading2Center"/>
      </w:pPr>
      <w:bookmarkStart w:id="511" w:name="_Toc442791630"/>
      <w:r>
        <w:t>28. Sibaghatullah (Color of Allah)</w:t>
      </w:r>
      <w:bookmarkEnd w:id="511"/>
    </w:p>
    <w:p w:rsidR="00EC54B6" w:rsidRDefault="00EC54B6" w:rsidP="00EC54B6">
      <w:pPr>
        <w:pStyle w:val="libNormal"/>
      </w:pPr>
      <w:r>
        <w:t>“We take our color from Allah and who is better than Allah at coloring. We are Hi</w:t>
      </w:r>
      <w:r w:rsidR="004D1165">
        <w:t xml:space="preserve">s </w:t>
      </w:r>
      <w:r>
        <w:t xml:space="preserve">worshippers” (2:138 )regarding this saying of Allah, Imam Abu Abdullah Sadiq </w:t>
      </w:r>
      <w:r w:rsidR="0066696E">
        <w:t xml:space="preserve">(as) </w:t>
      </w:r>
      <w:r>
        <w:t>narrates, “The color of Allah is in reference to the momin’s promise of allegianc</w:t>
      </w:r>
      <w:r w:rsidR="004D1165">
        <w:t xml:space="preserve">e </w:t>
      </w:r>
      <w:r>
        <w:t>regarding Ameerul Momineen (asws).”</w:t>
      </w:r>
    </w:p>
    <w:p w:rsidR="00EC54B6" w:rsidRDefault="00EC54B6" w:rsidP="0080330A">
      <w:pPr>
        <w:pStyle w:val="libItalic"/>
      </w:pPr>
      <w:r>
        <w:t>(Tafseer e Furat pg 62)</w:t>
      </w:r>
    </w:p>
    <w:p w:rsidR="00EC54B6" w:rsidRDefault="00EC54B6" w:rsidP="00C23B6A">
      <w:pPr>
        <w:pStyle w:val="Heading2Center"/>
      </w:pPr>
      <w:bookmarkStart w:id="512" w:name="_Toc442791631"/>
      <w:r>
        <w:t>29. Sahib Sar RasoolAllah (saw) (Protector of the secrets of RasoolAllah</w:t>
      </w:r>
      <w:r w:rsidR="00C23B6A">
        <w:t xml:space="preserve"> </w:t>
      </w:r>
      <w:r>
        <w:t>(saw)</w:t>
      </w:r>
      <w:bookmarkEnd w:id="512"/>
    </w:p>
    <w:p w:rsidR="00EC54B6" w:rsidRDefault="00EC54B6" w:rsidP="00EC54B6">
      <w:pPr>
        <w:pStyle w:val="libNormal"/>
      </w:pPr>
      <w:r>
        <w:t>Moula Ali (asws) says in Khutba Iftikharia, “I am protector of the secrets of RasoolAlla</w:t>
      </w:r>
      <w:r w:rsidR="004D1165">
        <w:t xml:space="preserve">h </w:t>
      </w:r>
      <w:r>
        <w:t>(saw)”.</w:t>
      </w:r>
    </w:p>
    <w:p w:rsidR="00EC54B6" w:rsidRDefault="00EC54B6" w:rsidP="00175E59">
      <w:pPr>
        <w:pStyle w:val="Heading2Center"/>
      </w:pPr>
      <w:bookmarkStart w:id="513" w:name="_Toc442791632"/>
      <w:r>
        <w:lastRenderedPageBreak/>
        <w:t>30. Sahib ul Dawat (lord of signs)</w:t>
      </w:r>
      <w:bookmarkEnd w:id="513"/>
    </w:p>
    <w:p w:rsidR="00EC54B6" w:rsidRDefault="00EC54B6" w:rsidP="00EC54B6">
      <w:pPr>
        <w:pStyle w:val="libNormal"/>
      </w:pPr>
      <w:r>
        <w:t>Moula Ali (asws) says in Khutba Iftikharia, “I am Lord of signs”.</w:t>
      </w:r>
    </w:p>
    <w:p w:rsidR="00EC54B6" w:rsidRDefault="00EC54B6" w:rsidP="00175E59">
      <w:pPr>
        <w:pStyle w:val="Heading2Center"/>
      </w:pPr>
      <w:bookmarkStart w:id="514" w:name="_Toc442791633"/>
      <w:r>
        <w:t>31. Sahib al Salawat (lord of supplications)</w:t>
      </w:r>
      <w:bookmarkEnd w:id="514"/>
    </w:p>
    <w:p w:rsidR="00EC54B6" w:rsidRDefault="00EC54B6" w:rsidP="00EC54B6">
      <w:pPr>
        <w:pStyle w:val="libNormal"/>
      </w:pPr>
      <w:r>
        <w:t>Moula Ali (asws) says in Khutba Iftikharia, “I am lord of supplications.”</w:t>
      </w:r>
    </w:p>
    <w:p w:rsidR="00EC54B6" w:rsidRDefault="00EC54B6" w:rsidP="00175E59">
      <w:pPr>
        <w:pStyle w:val="Heading2Center"/>
      </w:pPr>
      <w:bookmarkStart w:id="515" w:name="_Toc442791634"/>
      <w:r>
        <w:t>32. Sahib al Nifhat (lord of blessings)</w:t>
      </w:r>
      <w:bookmarkEnd w:id="515"/>
    </w:p>
    <w:p w:rsidR="00EC54B6" w:rsidRDefault="00EC54B6" w:rsidP="00EC54B6">
      <w:pPr>
        <w:pStyle w:val="libNormal"/>
      </w:pPr>
      <w:r>
        <w:t>Moula Ali (asws) says in Khutba Iftikharia, “I am lord of blessings”.</w:t>
      </w:r>
    </w:p>
    <w:p w:rsidR="00EC54B6" w:rsidRDefault="00EC54B6" w:rsidP="00175E59">
      <w:pPr>
        <w:pStyle w:val="Heading2Center"/>
      </w:pPr>
      <w:bookmarkStart w:id="516" w:name="_Toc442791635"/>
      <w:r>
        <w:t>33. Sahib ul Dalalat (lord of signs)</w:t>
      </w:r>
      <w:bookmarkEnd w:id="516"/>
    </w:p>
    <w:p w:rsidR="00FE3B28" w:rsidRDefault="00EC54B6" w:rsidP="00EC54B6">
      <w:pPr>
        <w:pStyle w:val="libNormal"/>
      </w:pPr>
      <w:r>
        <w:t>Moula Ali (asws) says in Khutba Iftikharia, “I am lord of signs”.</w:t>
      </w:r>
    </w:p>
    <w:p w:rsidR="00EC54B6" w:rsidRDefault="00EC54B6" w:rsidP="00175E59">
      <w:pPr>
        <w:pStyle w:val="Heading2Center"/>
      </w:pPr>
      <w:bookmarkStart w:id="517" w:name="_Toc442791636"/>
      <w:r>
        <w:t>34. Sahib ul Ayat al Ajeebat (lord of wonderous signs)</w:t>
      </w:r>
      <w:bookmarkEnd w:id="517"/>
    </w:p>
    <w:p w:rsidR="00EC54B6" w:rsidRDefault="00EC54B6" w:rsidP="00EC54B6">
      <w:pPr>
        <w:pStyle w:val="libNormal"/>
      </w:pPr>
      <w:r>
        <w:t>Moula Ali (asws) says in Khutba Iftikharia, “I am lord of wonderous signs”.</w:t>
      </w:r>
    </w:p>
    <w:p w:rsidR="00EC54B6" w:rsidRDefault="00EC54B6" w:rsidP="00175E59">
      <w:pPr>
        <w:pStyle w:val="Heading2Center"/>
      </w:pPr>
      <w:bookmarkStart w:id="518" w:name="_Toc442791637"/>
      <w:r>
        <w:t>35. Sahib ul Yemen</w:t>
      </w:r>
      <w:bookmarkEnd w:id="518"/>
    </w:p>
    <w:p w:rsidR="00EC54B6" w:rsidRDefault="00EC54B6" w:rsidP="00EC54B6">
      <w:pPr>
        <w:pStyle w:val="libNormal"/>
      </w:pPr>
      <w:r>
        <w:t>Moula Ali (asws) says in Khutba Iftikharia, “I am Lord of Yemen”.</w:t>
      </w:r>
    </w:p>
    <w:p w:rsidR="00EC54B6" w:rsidRDefault="00EC54B6" w:rsidP="00175E59">
      <w:pPr>
        <w:pStyle w:val="Heading2Center"/>
      </w:pPr>
      <w:bookmarkStart w:id="519" w:name="_Toc442791638"/>
      <w:r>
        <w:t>36. Sahib ul Hibat baad al Hibat (one who bestows upon blessings)</w:t>
      </w:r>
      <w:bookmarkEnd w:id="519"/>
    </w:p>
    <w:p w:rsidR="00EC54B6" w:rsidRDefault="00EC54B6" w:rsidP="00EC54B6">
      <w:pPr>
        <w:pStyle w:val="libNormal"/>
      </w:pPr>
      <w:r>
        <w:t>Moula Ali (asws) says in Khutba Iftikharia, “I am the one who bestows blessings upo</w:t>
      </w:r>
      <w:r w:rsidR="004D1165">
        <w:t xml:space="preserve">n </w:t>
      </w:r>
      <w:r>
        <w:t>blessings.”</w:t>
      </w:r>
    </w:p>
    <w:p w:rsidR="00EC54B6" w:rsidRDefault="00EC54B6" w:rsidP="00175E59">
      <w:pPr>
        <w:pStyle w:val="Heading2Center"/>
      </w:pPr>
      <w:bookmarkStart w:id="520" w:name="_Toc442791639"/>
      <w:r>
        <w:t>37. Sahib ul Jibrael (as) (Lord of Jibrael as)</w:t>
      </w:r>
      <w:bookmarkEnd w:id="520"/>
    </w:p>
    <w:p w:rsidR="00EC54B6" w:rsidRDefault="00EC54B6" w:rsidP="00EC54B6">
      <w:pPr>
        <w:pStyle w:val="libNormal"/>
      </w:pPr>
      <w:r>
        <w:t>Moula Ali (asws) says in Khutba Iftikharia, “I am the Lord of Jibrael (as).”</w:t>
      </w:r>
    </w:p>
    <w:p w:rsidR="00EC54B6" w:rsidRDefault="00EC54B6" w:rsidP="00175E59">
      <w:pPr>
        <w:pStyle w:val="Heading2Center"/>
      </w:pPr>
      <w:bookmarkStart w:id="521" w:name="_Toc442791640"/>
      <w:r>
        <w:t>38. Sahib ul Jamal al Ahmar</w:t>
      </w:r>
      <w:bookmarkEnd w:id="521"/>
    </w:p>
    <w:p w:rsidR="00EC54B6" w:rsidRDefault="00EC54B6" w:rsidP="00EC54B6">
      <w:pPr>
        <w:pStyle w:val="libNormal"/>
      </w:pPr>
      <w:r>
        <w:t>Moula Ali (asws) says in Khutba Iftikharia, “I am lord of the crimson camel (during the tim</w:t>
      </w:r>
      <w:r w:rsidR="004D1165">
        <w:t xml:space="preserve">e </w:t>
      </w:r>
      <w:r>
        <w:t>of rajat it shall appear with the army of Yemen)”.</w:t>
      </w:r>
    </w:p>
    <w:p w:rsidR="00EC54B6" w:rsidRDefault="00EC54B6" w:rsidP="00175E59">
      <w:pPr>
        <w:pStyle w:val="Heading2Center"/>
      </w:pPr>
      <w:bookmarkStart w:id="522" w:name="_Toc442791641"/>
      <w:r>
        <w:t>39. Sahib ul Khizr (as) (Lord of Khizr as)</w:t>
      </w:r>
      <w:bookmarkEnd w:id="522"/>
    </w:p>
    <w:p w:rsidR="00EC54B6" w:rsidRDefault="00EC54B6" w:rsidP="00EC54B6">
      <w:pPr>
        <w:pStyle w:val="libNormal"/>
      </w:pPr>
      <w:r>
        <w:t>Moula Ali (asws) says in Khutba Iftikharia, “I am the Lord of Khizr (as).” In another plac</w:t>
      </w:r>
      <w:r w:rsidR="004D1165">
        <w:t xml:space="preserve">e, </w:t>
      </w:r>
      <w:r>
        <w:t>Moula Ali (asws) says, “I am the Lord of Khizr (as) and Haroon (as).”</w:t>
      </w:r>
    </w:p>
    <w:p w:rsidR="00EC54B6" w:rsidRDefault="00EC54B6" w:rsidP="00175E59">
      <w:pPr>
        <w:pStyle w:val="Heading2Center"/>
      </w:pPr>
      <w:bookmarkStart w:id="523" w:name="_Toc442791642"/>
      <w:r>
        <w:t>40. Sahib ul Bayzaa</w:t>
      </w:r>
      <w:bookmarkEnd w:id="523"/>
    </w:p>
    <w:p w:rsidR="00EC54B6" w:rsidRDefault="00EC54B6" w:rsidP="00EC54B6">
      <w:pPr>
        <w:pStyle w:val="libNormal"/>
      </w:pPr>
      <w:r>
        <w:t>Moula Ali (asws) says in Khutba Iftikharia, “I am the Lord of Bayzaa”.</w:t>
      </w:r>
    </w:p>
    <w:p w:rsidR="00EC54B6" w:rsidRDefault="00EC54B6" w:rsidP="00175E59">
      <w:pPr>
        <w:pStyle w:val="Heading2Center"/>
      </w:pPr>
      <w:bookmarkStart w:id="524" w:name="_Toc442791643"/>
      <w:r>
        <w:t>41. Sahib ul Feehaa (Lord of rainbows)</w:t>
      </w:r>
      <w:bookmarkEnd w:id="524"/>
    </w:p>
    <w:p w:rsidR="00EC54B6" w:rsidRDefault="00EC54B6" w:rsidP="00EC54B6">
      <w:pPr>
        <w:pStyle w:val="libNormal"/>
      </w:pPr>
      <w:r>
        <w:t>Moula Ali (asws) says in Khutba Iftikharia, “I am the Lord of rainbows”</w:t>
      </w:r>
    </w:p>
    <w:p w:rsidR="00EC54B6" w:rsidRDefault="00EC54B6" w:rsidP="00175E59">
      <w:pPr>
        <w:pStyle w:val="Heading2Center"/>
      </w:pPr>
      <w:bookmarkStart w:id="525" w:name="_Toc442791644"/>
      <w:r>
        <w:t>42. Sahib ul Quroon al Awli (Lord of previous nations)</w:t>
      </w:r>
      <w:bookmarkEnd w:id="525"/>
    </w:p>
    <w:p w:rsidR="00FE3B28" w:rsidRDefault="00EC54B6" w:rsidP="00EC54B6">
      <w:pPr>
        <w:pStyle w:val="libNormal"/>
      </w:pPr>
      <w:r>
        <w:t>Moula Ali (asws) says in Khutba Iftikharia, “I am the Lord of previous nations”.</w:t>
      </w:r>
    </w:p>
    <w:p w:rsidR="00EC54B6" w:rsidRDefault="00EC54B6" w:rsidP="00175E59">
      <w:pPr>
        <w:pStyle w:val="Heading2Center"/>
      </w:pPr>
      <w:bookmarkStart w:id="526" w:name="_Toc442791645"/>
      <w:r>
        <w:t>43. Sahib ul Rayat al Safar (Lord of saffron colored flags)</w:t>
      </w:r>
      <w:bookmarkEnd w:id="526"/>
    </w:p>
    <w:p w:rsidR="00EC54B6" w:rsidRDefault="00EC54B6" w:rsidP="00EC54B6">
      <w:pPr>
        <w:pStyle w:val="libNormal"/>
      </w:pPr>
      <w:r>
        <w:t>Moula Ali (asws) says in Khutba Iftikharia, “I am Lord of saffron colored flags.”</w:t>
      </w:r>
    </w:p>
    <w:p w:rsidR="00EC54B6" w:rsidRDefault="00EC54B6" w:rsidP="00175E59">
      <w:pPr>
        <w:pStyle w:val="Heading2Center"/>
      </w:pPr>
      <w:bookmarkStart w:id="527" w:name="_Toc442791646"/>
      <w:r>
        <w:t>44. Sahib ul Rayat al Hamr (Lord of crimson colored flags)</w:t>
      </w:r>
      <w:bookmarkEnd w:id="527"/>
    </w:p>
    <w:p w:rsidR="00EC54B6" w:rsidRDefault="00EC54B6" w:rsidP="00EC54B6">
      <w:pPr>
        <w:pStyle w:val="libNormal"/>
      </w:pPr>
      <w:r>
        <w:lastRenderedPageBreak/>
        <w:t>Moula Ali (asws) says in Khutba Iftikharia, “I am the Lord of crimson colored flags”.</w:t>
      </w:r>
    </w:p>
    <w:p w:rsidR="00EC54B6" w:rsidRDefault="00EC54B6" w:rsidP="00175E59">
      <w:pPr>
        <w:pStyle w:val="Heading2Center"/>
      </w:pPr>
      <w:bookmarkStart w:id="528" w:name="_Toc442791647"/>
      <w:r>
        <w:t>45. Sahib ul Musa wa Yusha (Lord of Musa and Yusha)</w:t>
      </w:r>
      <w:bookmarkEnd w:id="528"/>
    </w:p>
    <w:p w:rsidR="00EC54B6" w:rsidRDefault="00EC54B6" w:rsidP="00EC54B6">
      <w:pPr>
        <w:pStyle w:val="libNormal"/>
      </w:pPr>
      <w:r>
        <w:t>Moula Ali (asws) says in Khutba Iftikharia, “I am the Lord of Musa and Yusha ”.</w:t>
      </w:r>
    </w:p>
    <w:p w:rsidR="00EC54B6" w:rsidRDefault="00EC54B6" w:rsidP="00175E59">
      <w:pPr>
        <w:pStyle w:val="Heading2Center"/>
      </w:pPr>
      <w:bookmarkStart w:id="529" w:name="_Toc442791648"/>
      <w:r>
        <w:t>46. Sahib ul Qatr wal Matr (Lord of rain)</w:t>
      </w:r>
      <w:bookmarkEnd w:id="529"/>
    </w:p>
    <w:p w:rsidR="00EC54B6" w:rsidRDefault="00EC54B6" w:rsidP="00EC54B6">
      <w:pPr>
        <w:pStyle w:val="libNormal"/>
      </w:pPr>
      <w:r>
        <w:t>Moula Ali (asws) says in Khutba Iftikharia, “I am the Lord of rain”.</w:t>
      </w:r>
    </w:p>
    <w:p w:rsidR="00EC54B6" w:rsidRDefault="00EC54B6" w:rsidP="00175E59">
      <w:pPr>
        <w:pStyle w:val="Heading2Center"/>
      </w:pPr>
      <w:bookmarkStart w:id="530" w:name="_Toc442791649"/>
      <w:r>
        <w:t>47. Sahibul Amr al Azeem (Lord of the greatest cause)</w:t>
      </w:r>
      <w:bookmarkEnd w:id="530"/>
    </w:p>
    <w:p w:rsidR="00EC54B6" w:rsidRDefault="00EC54B6" w:rsidP="00EC54B6">
      <w:pPr>
        <w:pStyle w:val="libNormal"/>
      </w:pPr>
      <w:r>
        <w:t>Moula Ali (asws) says in Khutba Iftikharia, “I am the Lord of greatest cause”.</w:t>
      </w:r>
    </w:p>
    <w:p w:rsidR="00EC54B6" w:rsidRDefault="00EC54B6" w:rsidP="00175E59">
      <w:pPr>
        <w:pStyle w:val="Heading2Center"/>
      </w:pPr>
      <w:bookmarkStart w:id="531" w:name="_Toc442791650"/>
      <w:r>
        <w:t>48. Sahib ul Zalzil wal Khasoof (Lord of trembling and lightning)</w:t>
      </w:r>
      <w:bookmarkEnd w:id="531"/>
    </w:p>
    <w:p w:rsidR="00EC54B6" w:rsidRDefault="00EC54B6" w:rsidP="00EC54B6">
      <w:pPr>
        <w:pStyle w:val="libNormal"/>
      </w:pPr>
      <w:r>
        <w:t>Moula Ali (asws) says in Khutba Iftikharia, “I am the Lord of trembling and lightning”.</w:t>
      </w:r>
    </w:p>
    <w:p w:rsidR="00EC54B6" w:rsidRDefault="00EC54B6" w:rsidP="00175E59">
      <w:pPr>
        <w:pStyle w:val="Heading2Center"/>
      </w:pPr>
      <w:bookmarkStart w:id="532" w:name="_Toc442791651"/>
      <w:r>
        <w:t>49. Sahib ul Salat (Lord of prayer)</w:t>
      </w:r>
      <w:bookmarkEnd w:id="532"/>
    </w:p>
    <w:p w:rsidR="00EC54B6" w:rsidRDefault="00EC54B6" w:rsidP="00EC54B6">
      <w:pPr>
        <w:pStyle w:val="libNormal"/>
      </w:pPr>
      <w:r>
        <w:t>Moula Ali (asws) says in Khutba Iftikharia, “I am the Lord of prayer”.</w:t>
      </w:r>
    </w:p>
    <w:p w:rsidR="00EC54B6" w:rsidRDefault="00EC54B6" w:rsidP="00175E59">
      <w:pPr>
        <w:pStyle w:val="Heading2Center"/>
      </w:pPr>
      <w:bookmarkStart w:id="533" w:name="_Toc442791652"/>
      <w:r>
        <w:t>50. Sahib ul Rad ul Akbar (Lord of the resonating voice)</w:t>
      </w:r>
      <w:bookmarkEnd w:id="533"/>
    </w:p>
    <w:p w:rsidR="00EC54B6" w:rsidRDefault="00EC54B6" w:rsidP="00EC54B6">
      <w:pPr>
        <w:pStyle w:val="libNormal"/>
      </w:pPr>
      <w:r>
        <w:t>Moula Ali (asws) says in Khutba Iftikharia, “I am the Lord of the resonating voice”.</w:t>
      </w:r>
    </w:p>
    <w:p w:rsidR="00EC54B6" w:rsidRDefault="00EC54B6" w:rsidP="00175E59">
      <w:pPr>
        <w:pStyle w:val="Heading2Center"/>
      </w:pPr>
      <w:bookmarkStart w:id="534" w:name="_Toc442791653"/>
      <w:r>
        <w:t>51. Sahib ul Bihar al Akbar (Lord of the greatest ocean)</w:t>
      </w:r>
      <w:bookmarkEnd w:id="534"/>
    </w:p>
    <w:p w:rsidR="00EC54B6" w:rsidRDefault="00EC54B6" w:rsidP="00EC54B6">
      <w:pPr>
        <w:pStyle w:val="libNormal"/>
      </w:pPr>
      <w:r>
        <w:t>Moula Ali (asws) says in Khutba Iftikharia, “I am the Lord of the greatest ocean.”</w:t>
      </w:r>
    </w:p>
    <w:p w:rsidR="00EC54B6" w:rsidRDefault="00EC54B6" w:rsidP="00175E59">
      <w:pPr>
        <w:pStyle w:val="Heading2Center"/>
      </w:pPr>
      <w:bookmarkStart w:id="535" w:name="_Toc442791654"/>
      <w:r>
        <w:t>52. Sahib ul Khaliq al Awal (Lord of the first creation)</w:t>
      </w:r>
      <w:bookmarkEnd w:id="535"/>
    </w:p>
    <w:p w:rsidR="00FE3B28" w:rsidRDefault="00EC54B6" w:rsidP="00EC54B6">
      <w:pPr>
        <w:pStyle w:val="libNormal"/>
      </w:pPr>
      <w:r>
        <w:t>Moula Ali (asws) says in Khutba Iftikharia, “I am the lord of the first creation.”</w:t>
      </w:r>
    </w:p>
    <w:p w:rsidR="00EC54B6" w:rsidRDefault="00EC54B6" w:rsidP="00175E59">
      <w:pPr>
        <w:pStyle w:val="Heading2Center"/>
      </w:pPr>
      <w:bookmarkStart w:id="536" w:name="_Toc442791655"/>
      <w:r>
        <w:t>53. Sahib ul Toofan al Awal (Lord of the first storm)</w:t>
      </w:r>
      <w:bookmarkEnd w:id="536"/>
    </w:p>
    <w:p w:rsidR="00EC54B6" w:rsidRDefault="00EC54B6" w:rsidP="00EC54B6">
      <w:pPr>
        <w:pStyle w:val="libNormal"/>
      </w:pPr>
      <w:r>
        <w:t>Moula Ali (asws) says in Khutba Iftikharia, “I am lord of the first storm”.</w:t>
      </w:r>
    </w:p>
    <w:p w:rsidR="00EC54B6" w:rsidRDefault="00EC54B6" w:rsidP="00175E59">
      <w:pPr>
        <w:pStyle w:val="Heading2Center"/>
      </w:pPr>
      <w:bookmarkStart w:id="537" w:name="_Toc442791656"/>
      <w:r>
        <w:t>54. Sahib ul Sail al Arm (Lord of the great flood)</w:t>
      </w:r>
      <w:bookmarkEnd w:id="537"/>
    </w:p>
    <w:p w:rsidR="00EC54B6" w:rsidRDefault="00EC54B6" w:rsidP="00EC54B6">
      <w:pPr>
        <w:pStyle w:val="libNormal"/>
      </w:pPr>
      <w:r>
        <w:t>Moula Ali (asws) says in Khutba Iftikharia, “I am lord of the great flood”.</w:t>
      </w:r>
    </w:p>
    <w:p w:rsidR="00EC54B6" w:rsidRDefault="00EC54B6" w:rsidP="00175E59">
      <w:pPr>
        <w:pStyle w:val="Heading2Center"/>
      </w:pPr>
      <w:bookmarkStart w:id="538" w:name="_Toc442791657"/>
      <w:r>
        <w:t>55. Sahibul Toofan al Thani (Lord of the second storm)</w:t>
      </w:r>
      <w:bookmarkEnd w:id="538"/>
    </w:p>
    <w:p w:rsidR="00EC54B6" w:rsidRDefault="00EC54B6" w:rsidP="00EC54B6">
      <w:pPr>
        <w:pStyle w:val="libNormal"/>
      </w:pPr>
      <w:r>
        <w:t>Moula Ali (asws) says in Khutba Iftikharia, “I am the lord of the second storm”.</w:t>
      </w:r>
    </w:p>
    <w:p w:rsidR="00EC54B6" w:rsidRDefault="00EC54B6" w:rsidP="00175E59">
      <w:pPr>
        <w:pStyle w:val="Heading2Center"/>
      </w:pPr>
      <w:bookmarkStart w:id="539" w:name="_Toc442791658"/>
      <w:r>
        <w:t>56. Salat al Momin (prayer of the momin)</w:t>
      </w:r>
      <w:bookmarkEnd w:id="539"/>
    </w:p>
    <w:p w:rsidR="00EC54B6" w:rsidRDefault="00EC54B6" w:rsidP="00EC54B6">
      <w:pPr>
        <w:pStyle w:val="libNormal"/>
      </w:pPr>
      <w:r>
        <w:t>Moula Ali (asws) said to His Son, Hasan (as), “I am the prayer of momin. I am “hasten unt</w:t>
      </w:r>
      <w:r w:rsidR="004D1165">
        <w:t xml:space="preserve">o </w:t>
      </w:r>
      <w:r>
        <w:t>the prayer” (hayya ala salat). I am “hasten unto deliverance” (hayya ala falah). I am “haste</w:t>
      </w:r>
      <w:r w:rsidR="004D1165">
        <w:t xml:space="preserve">n </w:t>
      </w:r>
      <w:r>
        <w:t>unto the best deed” (hayya ala khair ul amal).”</w:t>
      </w:r>
    </w:p>
    <w:p w:rsidR="00EC54B6" w:rsidRDefault="00EC54B6" w:rsidP="00175E59">
      <w:pPr>
        <w:pStyle w:val="Heading2Center"/>
      </w:pPr>
      <w:bookmarkStart w:id="540" w:name="_Toc442791659"/>
      <w:r>
        <w:t>57. Sahif (Scripture)</w:t>
      </w:r>
      <w:bookmarkEnd w:id="540"/>
    </w:p>
    <w:p w:rsidR="00EC54B6" w:rsidRDefault="00EC54B6" w:rsidP="00EC54B6">
      <w:pPr>
        <w:pStyle w:val="libNormal"/>
      </w:pPr>
      <w:r>
        <w:t>Moula Ali (asws) said to Syeda (sa), “I am the Scripture”.</w:t>
      </w:r>
    </w:p>
    <w:p w:rsidR="00EC54B6" w:rsidRDefault="00EC54B6" w:rsidP="00175E59">
      <w:pPr>
        <w:pStyle w:val="Heading2Center"/>
      </w:pPr>
      <w:bookmarkStart w:id="541" w:name="_Toc442791660"/>
      <w:r>
        <w:lastRenderedPageBreak/>
        <w:t>58. Sahib ul Azliya al Awliya (Lord of beginnings)</w:t>
      </w:r>
      <w:bookmarkEnd w:id="541"/>
    </w:p>
    <w:p w:rsidR="00EC54B6" w:rsidRDefault="00EC54B6" w:rsidP="00EC54B6">
      <w:pPr>
        <w:pStyle w:val="libNormal"/>
      </w:pPr>
      <w:r>
        <w:t>Moula Ali (asws) says in Khutba Tutanjiya, “I am lord of beginnings”.</w:t>
      </w:r>
    </w:p>
    <w:p w:rsidR="00EC54B6" w:rsidRDefault="00EC54B6" w:rsidP="00175E59">
      <w:pPr>
        <w:pStyle w:val="Heading2Center"/>
      </w:pPr>
      <w:bookmarkStart w:id="542" w:name="_Toc442791661"/>
      <w:r>
        <w:t>59. Sahib ul Tur (Lord of Tur)</w:t>
      </w:r>
      <w:bookmarkEnd w:id="542"/>
    </w:p>
    <w:p w:rsidR="00EC54B6" w:rsidRDefault="00EC54B6" w:rsidP="00EC54B6">
      <w:pPr>
        <w:pStyle w:val="libNormal"/>
      </w:pPr>
      <w:r>
        <w:t>Moula Ali (asws) says in Khutba Tutanjiya, “I am the lord of Tur”.</w:t>
      </w:r>
    </w:p>
    <w:p w:rsidR="00EC54B6" w:rsidRDefault="00EC54B6" w:rsidP="00175E59">
      <w:pPr>
        <w:pStyle w:val="Heading2Center"/>
      </w:pPr>
      <w:bookmarkStart w:id="543" w:name="_Toc442791662"/>
      <w:r>
        <w:t>60. Sahib Madeen (Lord of Madeen)</w:t>
      </w:r>
      <w:bookmarkEnd w:id="543"/>
    </w:p>
    <w:p w:rsidR="00EC54B6" w:rsidRDefault="00EC54B6" w:rsidP="00EC54B6">
      <w:pPr>
        <w:pStyle w:val="libNormal"/>
      </w:pPr>
      <w:r>
        <w:t>While giving one sermon Moula Ali (asws) said, “I am lord of Madeen”.</w:t>
      </w:r>
    </w:p>
    <w:p w:rsidR="00EC54B6" w:rsidRDefault="00EC54B6" w:rsidP="00175E59">
      <w:pPr>
        <w:pStyle w:val="Heading2Center"/>
      </w:pPr>
      <w:bookmarkStart w:id="544" w:name="_Toc442791663"/>
      <w:r>
        <w:t>61. Sahib ul Jinnat al Khalud (Lord of everlasting jinns)</w:t>
      </w:r>
      <w:bookmarkEnd w:id="544"/>
    </w:p>
    <w:p w:rsidR="00FE3B28" w:rsidRDefault="00EC54B6" w:rsidP="00EC54B6">
      <w:pPr>
        <w:pStyle w:val="libNormal"/>
      </w:pPr>
      <w:r>
        <w:t>Moula Ali (asws) says in Khutba Tutanjiya, “I am lord of those jinns who are ever lasting.”</w:t>
      </w:r>
    </w:p>
    <w:p w:rsidR="00EC54B6" w:rsidRDefault="00EC54B6" w:rsidP="00175E59">
      <w:pPr>
        <w:pStyle w:val="Heading2Center"/>
      </w:pPr>
      <w:bookmarkStart w:id="545" w:name="_Toc442791664"/>
      <w:r>
        <w:t>62. Sanaa al Aqaleem (establisher of nations)</w:t>
      </w:r>
      <w:bookmarkEnd w:id="545"/>
    </w:p>
    <w:p w:rsidR="00EC54B6" w:rsidRDefault="00EC54B6" w:rsidP="00EC54B6">
      <w:pPr>
        <w:pStyle w:val="libNormal"/>
      </w:pPr>
      <w:r>
        <w:t>Moula Ali (asws) says in Khutba Tutanjinay, “I am the establisher of the nations.”</w:t>
      </w:r>
    </w:p>
    <w:p w:rsidR="00EC54B6" w:rsidRDefault="00EC54B6" w:rsidP="00175E59">
      <w:pPr>
        <w:pStyle w:val="Heading2Center"/>
      </w:pPr>
      <w:bookmarkStart w:id="546" w:name="_Toc442791665"/>
      <w:r>
        <w:t>63. Sahib ul Jahannum (Lord of hell)</w:t>
      </w:r>
      <w:bookmarkEnd w:id="546"/>
    </w:p>
    <w:p w:rsidR="00EC54B6" w:rsidRDefault="00EC54B6" w:rsidP="00EC54B6">
      <w:pPr>
        <w:pStyle w:val="libNormal"/>
      </w:pPr>
      <w:r>
        <w:t>Moula Ali (asws) says in Khutba Tutanjiya, “I am the lord of hell”.</w:t>
      </w:r>
    </w:p>
    <w:p w:rsidR="00EC54B6" w:rsidRDefault="00EC54B6" w:rsidP="00175E59">
      <w:pPr>
        <w:pStyle w:val="Heading2Center"/>
      </w:pPr>
      <w:bookmarkStart w:id="547" w:name="_Toc442791666"/>
      <w:r>
        <w:t>64. Sahib ul Asrar al Maknunat (Lord of secrets)</w:t>
      </w:r>
      <w:bookmarkEnd w:id="547"/>
    </w:p>
    <w:p w:rsidR="00EC54B6" w:rsidRDefault="00EC54B6" w:rsidP="00EC54B6">
      <w:pPr>
        <w:pStyle w:val="libNormal"/>
      </w:pPr>
      <w:r>
        <w:t>Moula Ali (asws) says in Khutba Tutanjiya, “I am the lord of secrets”.</w:t>
      </w:r>
    </w:p>
    <w:p w:rsidR="00EC54B6" w:rsidRDefault="00EC54B6" w:rsidP="00175E59">
      <w:pPr>
        <w:pStyle w:val="Heading2Center"/>
      </w:pPr>
      <w:bookmarkStart w:id="548" w:name="_Toc442791667"/>
      <w:r>
        <w:t>65. Sahib ul Jabaliqa wa Jabrisa</w:t>
      </w:r>
      <w:bookmarkEnd w:id="548"/>
    </w:p>
    <w:p w:rsidR="00EC54B6" w:rsidRDefault="00EC54B6" w:rsidP="00EC54B6">
      <w:pPr>
        <w:pStyle w:val="libNormal"/>
      </w:pPr>
      <w:r>
        <w:t>Moula Ali (asws) says in Khutba Tutanjiya, “I am the Lord of Jabaliqa and Jabrisa”.</w:t>
      </w:r>
    </w:p>
    <w:p w:rsidR="00EC54B6" w:rsidRDefault="00EC54B6" w:rsidP="00175E59">
      <w:pPr>
        <w:pStyle w:val="Heading2Center"/>
      </w:pPr>
      <w:bookmarkStart w:id="549" w:name="_Toc442791668"/>
      <w:r>
        <w:t>66. Safi Mikael (One who orders Mikael as)</w:t>
      </w:r>
      <w:bookmarkEnd w:id="549"/>
    </w:p>
    <w:p w:rsidR="00EC54B6" w:rsidRDefault="00EC54B6" w:rsidP="00EC54B6">
      <w:pPr>
        <w:pStyle w:val="libNormal"/>
      </w:pPr>
      <w:r>
        <w:t>Moula Ali (asws) says in Khutba Bayan, “I am the one who orders Mikael (as)”.</w:t>
      </w:r>
    </w:p>
    <w:p w:rsidR="00EC54B6" w:rsidRDefault="00EC54B6" w:rsidP="00175E59">
      <w:pPr>
        <w:pStyle w:val="Heading2Center"/>
      </w:pPr>
      <w:bookmarkStart w:id="550" w:name="_Toc442791669"/>
      <w:r>
        <w:t>67. Sahib ul Jadideen</w:t>
      </w:r>
      <w:bookmarkEnd w:id="550"/>
    </w:p>
    <w:p w:rsidR="00EC54B6" w:rsidRDefault="00EC54B6" w:rsidP="00EC54B6">
      <w:pPr>
        <w:pStyle w:val="libNormal"/>
      </w:pPr>
      <w:r>
        <w:t>Moula Ali (asws) says in Khutba Bayan, “I am Sahibul Jadideen”.</w:t>
      </w:r>
    </w:p>
    <w:p w:rsidR="00EC54B6" w:rsidRDefault="00EC54B6" w:rsidP="00175E59">
      <w:pPr>
        <w:pStyle w:val="Heading2Center"/>
      </w:pPr>
      <w:bookmarkStart w:id="551" w:name="_Toc442791670"/>
      <w:r>
        <w:t>68. Sirat ul Hamd (Praised path)</w:t>
      </w:r>
      <w:bookmarkEnd w:id="551"/>
    </w:p>
    <w:p w:rsidR="00EC54B6" w:rsidRDefault="00EC54B6" w:rsidP="00EC54B6">
      <w:pPr>
        <w:pStyle w:val="libNormal"/>
      </w:pPr>
      <w:r>
        <w:t>Moula Ali (asws) says in Khutba Bayan, “I am Sirat ul Hamd (praised path).”</w:t>
      </w:r>
    </w:p>
    <w:p w:rsidR="00EC54B6" w:rsidRDefault="00EC54B6" w:rsidP="00175E59">
      <w:pPr>
        <w:pStyle w:val="Heading2Center"/>
      </w:pPr>
      <w:bookmarkStart w:id="552" w:name="_Toc442791671"/>
      <w:r>
        <w:t>69. Siffuh al Imran (Owner of Aal e Imran)</w:t>
      </w:r>
      <w:bookmarkEnd w:id="552"/>
    </w:p>
    <w:p w:rsidR="00EC54B6" w:rsidRDefault="00EC54B6" w:rsidP="00EC54B6">
      <w:pPr>
        <w:pStyle w:val="libNormal"/>
      </w:pPr>
      <w:r>
        <w:t>Moula Ali (asws) says in Khutba Bayan, “I am owner of Aal e Imran.”</w:t>
      </w:r>
    </w:p>
    <w:p w:rsidR="00EC54B6" w:rsidRDefault="00EC54B6" w:rsidP="00175E59">
      <w:pPr>
        <w:pStyle w:val="Heading2Center"/>
      </w:pPr>
      <w:bookmarkStart w:id="553" w:name="_Toc442791672"/>
      <w:r>
        <w:t>70. Sahibul Iylaf</w:t>
      </w:r>
      <w:bookmarkEnd w:id="553"/>
    </w:p>
    <w:p w:rsidR="00EC54B6" w:rsidRDefault="00EC54B6" w:rsidP="00EC54B6">
      <w:pPr>
        <w:pStyle w:val="libNormal"/>
      </w:pPr>
      <w:r>
        <w:t>Moula Ali (asws) says in Khutba Bayan, “I am Sahibul Iylaf”.</w:t>
      </w:r>
    </w:p>
    <w:p w:rsidR="00EC54B6" w:rsidRDefault="00EC54B6" w:rsidP="00175E59">
      <w:pPr>
        <w:pStyle w:val="Heading2Center"/>
      </w:pPr>
      <w:bookmarkStart w:id="554" w:name="_Toc442791673"/>
      <w:r>
        <w:t>71. Sahibul Anfal</w:t>
      </w:r>
      <w:bookmarkEnd w:id="554"/>
    </w:p>
    <w:p w:rsidR="00FE3B28" w:rsidRDefault="00EC54B6" w:rsidP="00EC54B6">
      <w:pPr>
        <w:pStyle w:val="libNormal"/>
      </w:pPr>
      <w:r>
        <w:t>Moula Ali (asws) says in Khutba Bayan, “ I am Sahibul Anfal.”</w:t>
      </w:r>
    </w:p>
    <w:p w:rsidR="00EC54B6" w:rsidRDefault="00EC54B6" w:rsidP="00175E59">
      <w:pPr>
        <w:pStyle w:val="Heading2Center"/>
      </w:pPr>
      <w:bookmarkStart w:id="555" w:name="_Toc442791674"/>
      <w:r>
        <w:t>72. Sad wal Meem</w:t>
      </w:r>
      <w:bookmarkEnd w:id="555"/>
    </w:p>
    <w:p w:rsidR="00EC54B6" w:rsidRDefault="00EC54B6" w:rsidP="00EC54B6">
      <w:pPr>
        <w:pStyle w:val="libNormal"/>
      </w:pPr>
      <w:r>
        <w:t>Moula Ali (asws) says in Khutba Bayan, “I am al sad o meem”.</w:t>
      </w:r>
    </w:p>
    <w:p w:rsidR="00EC54B6" w:rsidRDefault="00EC54B6" w:rsidP="00175E59">
      <w:pPr>
        <w:pStyle w:val="Heading2Center"/>
      </w:pPr>
      <w:bookmarkStart w:id="556" w:name="_Toc442791675"/>
      <w:r>
        <w:t>73. Sahib ul Nahj (Lord of paths)</w:t>
      </w:r>
      <w:bookmarkEnd w:id="556"/>
    </w:p>
    <w:p w:rsidR="00EC54B6" w:rsidRDefault="00EC54B6" w:rsidP="00EC54B6">
      <w:pPr>
        <w:pStyle w:val="libNormal"/>
      </w:pPr>
      <w:r>
        <w:t>Moula Ali (asws) says in Khutba Bayan, “I am the Lord of paths.”</w:t>
      </w:r>
    </w:p>
    <w:p w:rsidR="00EC54B6" w:rsidRDefault="00EC54B6" w:rsidP="00175E59">
      <w:pPr>
        <w:pStyle w:val="Heading2Center"/>
      </w:pPr>
      <w:bookmarkStart w:id="557" w:name="_Toc442791676"/>
      <w:r>
        <w:t>74. Sahibul Najm (Lord of stars)</w:t>
      </w:r>
      <w:bookmarkEnd w:id="557"/>
    </w:p>
    <w:p w:rsidR="00EC54B6" w:rsidRDefault="00EC54B6" w:rsidP="00EC54B6">
      <w:pPr>
        <w:pStyle w:val="libNormal"/>
      </w:pPr>
      <w:r>
        <w:lastRenderedPageBreak/>
        <w:t>Moula Ali (asws) says in Khutba Bayan, “I am lord of the stars”.</w:t>
      </w:r>
    </w:p>
    <w:p w:rsidR="00EC54B6" w:rsidRDefault="00EC54B6" w:rsidP="00175E59">
      <w:pPr>
        <w:pStyle w:val="Heading2Center"/>
      </w:pPr>
      <w:bookmarkStart w:id="558" w:name="_Toc442791677"/>
      <w:r>
        <w:t>75. Sahibul Izan</w:t>
      </w:r>
      <w:bookmarkEnd w:id="558"/>
    </w:p>
    <w:p w:rsidR="00EC54B6" w:rsidRDefault="00EC54B6" w:rsidP="00EC54B6">
      <w:pPr>
        <w:pStyle w:val="libNormal"/>
      </w:pPr>
      <w:r>
        <w:t>Moula Ali (asws) says in Khutba Bayan, “I am Sahibul Izan”.</w:t>
      </w:r>
    </w:p>
    <w:p w:rsidR="00EC54B6" w:rsidRDefault="00EC54B6" w:rsidP="00175E59">
      <w:pPr>
        <w:pStyle w:val="Heading2Center"/>
      </w:pPr>
      <w:bookmarkStart w:id="559" w:name="_Toc442791678"/>
      <w:r>
        <w:t>76. Safoo al Jaleel (Blessed by the Almighty)</w:t>
      </w:r>
      <w:bookmarkEnd w:id="559"/>
    </w:p>
    <w:p w:rsidR="00EC54B6" w:rsidRDefault="00EC54B6" w:rsidP="00EC54B6">
      <w:pPr>
        <w:pStyle w:val="libNormal"/>
      </w:pPr>
      <w:r>
        <w:t>Moula Ali (asws) says in Khutba Bayan, “I am the one who is blessed by the Almighty.”</w:t>
      </w:r>
    </w:p>
    <w:p w:rsidR="00EC54B6" w:rsidRDefault="00EC54B6" w:rsidP="00175E59">
      <w:pPr>
        <w:pStyle w:val="Heading2Center"/>
      </w:pPr>
      <w:bookmarkStart w:id="560" w:name="_Toc442791679"/>
      <w:r>
        <w:t>77. Sahib ul Yaqeen (Lord of certainty)</w:t>
      </w:r>
      <w:bookmarkEnd w:id="560"/>
    </w:p>
    <w:p w:rsidR="00EC54B6" w:rsidRDefault="00EC54B6" w:rsidP="00EC54B6">
      <w:pPr>
        <w:pStyle w:val="libNormal"/>
      </w:pPr>
      <w:r>
        <w:t>Moula Ali (asws) says in Khutba Bayan, “I am the Lord of Yaqeen (certainty).”</w:t>
      </w:r>
    </w:p>
    <w:p w:rsidR="00EC54B6" w:rsidRDefault="00EC54B6" w:rsidP="00175E59">
      <w:pPr>
        <w:pStyle w:val="Heading2Center"/>
      </w:pPr>
      <w:bookmarkStart w:id="561" w:name="_Toc442791680"/>
      <w:r>
        <w:t>78. Sahibul Moajzat (Lord of miracles)</w:t>
      </w:r>
      <w:bookmarkEnd w:id="561"/>
    </w:p>
    <w:p w:rsidR="00EC54B6" w:rsidRDefault="00EC54B6" w:rsidP="00EC54B6">
      <w:pPr>
        <w:pStyle w:val="libNormal"/>
      </w:pPr>
      <w:r>
        <w:t>Moula Ali (asws) says in Khutba Bayan, “I am the lord of miracles.”</w:t>
      </w:r>
    </w:p>
    <w:p w:rsidR="00EC54B6" w:rsidRDefault="00EC54B6" w:rsidP="00175E59">
      <w:pPr>
        <w:pStyle w:val="Heading2Center"/>
      </w:pPr>
      <w:bookmarkStart w:id="562" w:name="_Toc442791681"/>
      <w:r>
        <w:t>79. Siraya al Fatik (ever lasting destruction)</w:t>
      </w:r>
      <w:bookmarkEnd w:id="562"/>
    </w:p>
    <w:p w:rsidR="00EC54B6" w:rsidRDefault="00EC54B6" w:rsidP="00EC54B6">
      <w:pPr>
        <w:pStyle w:val="libNormal"/>
      </w:pPr>
      <w:r>
        <w:t>Moula Ali (asws) says in Khutba Bayan, “I am everlasting destruction”.</w:t>
      </w:r>
    </w:p>
    <w:p w:rsidR="00EC54B6" w:rsidRDefault="00EC54B6" w:rsidP="00175E59">
      <w:pPr>
        <w:pStyle w:val="Heading2Center"/>
      </w:pPr>
      <w:bookmarkStart w:id="563" w:name="_Toc442791682"/>
      <w:r>
        <w:t>80. Salah al Salih (virtue of the pious)</w:t>
      </w:r>
      <w:bookmarkEnd w:id="563"/>
    </w:p>
    <w:p w:rsidR="00EC54B6" w:rsidRDefault="00EC54B6" w:rsidP="00EC54B6">
      <w:pPr>
        <w:pStyle w:val="libNormal"/>
      </w:pPr>
      <w:r>
        <w:t>Moula Ali (asws) says in Khutba Bayan, “I am the virtue of the pious”.</w:t>
      </w:r>
    </w:p>
    <w:p w:rsidR="00EC54B6" w:rsidRDefault="00EC54B6" w:rsidP="00175E59">
      <w:pPr>
        <w:pStyle w:val="Heading2Center"/>
      </w:pPr>
      <w:bookmarkStart w:id="564" w:name="_Toc442791683"/>
      <w:r>
        <w:t>81. Silah al Asal (reward of good deeds)</w:t>
      </w:r>
      <w:bookmarkEnd w:id="564"/>
    </w:p>
    <w:p w:rsidR="00FE3B28" w:rsidRDefault="00EC54B6" w:rsidP="00EC54B6">
      <w:pPr>
        <w:pStyle w:val="libNormal"/>
      </w:pPr>
      <w:r>
        <w:t>Moula Ali (asws) says in Khutba Bayan, “I am the reward of good deeds”.</w:t>
      </w:r>
    </w:p>
    <w:p w:rsidR="00EC54B6" w:rsidRDefault="00EC54B6" w:rsidP="00175E59">
      <w:pPr>
        <w:pStyle w:val="Heading2Center"/>
      </w:pPr>
      <w:bookmarkStart w:id="565" w:name="_Toc442791684"/>
      <w:r>
        <w:t>82. Simsam al Jihad (Sword of jihad)</w:t>
      </w:r>
      <w:bookmarkEnd w:id="565"/>
    </w:p>
    <w:p w:rsidR="00EC54B6" w:rsidRDefault="00EC54B6" w:rsidP="00EC54B6">
      <w:pPr>
        <w:pStyle w:val="libNormal"/>
      </w:pPr>
      <w:r>
        <w:t>Moula Ali (asws) says in Khutba Bayan, “I am sword of jihad”.</w:t>
      </w:r>
    </w:p>
    <w:p w:rsidR="00EC54B6" w:rsidRDefault="00EC54B6" w:rsidP="00175E59">
      <w:pPr>
        <w:pStyle w:val="Heading2Center"/>
      </w:pPr>
      <w:bookmarkStart w:id="566" w:name="_Toc442791685"/>
      <w:r>
        <w:t>83. Sawab al Khalaf (corrector of wrongdoings)</w:t>
      </w:r>
      <w:bookmarkEnd w:id="566"/>
    </w:p>
    <w:p w:rsidR="00EC54B6" w:rsidRDefault="00EC54B6" w:rsidP="00EC54B6">
      <w:pPr>
        <w:pStyle w:val="libNormal"/>
      </w:pPr>
      <w:r>
        <w:t>Moula Ali (asws) says in Khutba Bayan, “I am the corrector of wrongdoings”.</w:t>
      </w:r>
    </w:p>
    <w:p w:rsidR="00EC54B6" w:rsidRDefault="00EC54B6" w:rsidP="00175E59">
      <w:pPr>
        <w:pStyle w:val="Heading2Center"/>
      </w:pPr>
      <w:bookmarkStart w:id="567" w:name="_Toc442791686"/>
      <w:r>
        <w:t>84. Sahifa al Momin (Book of momin’s deeds)</w:t>
      </w:r>
      <w:bookmarkEnd w:id="567"/>
    </w:p>
    <w:p w:rsidR="00EC54B6" w:rsidRDefault="00EC54B6" w:rsidP="00EC54B6">
      <w:pPr>
        <w:pStyle w:val="libNormal"/>
      </w:pPr>
      <w:r>
        <w:t>Moula Ali (asws) says in Khutba Bayan, “I am the book of deeds for the momin.”</w:t>
      </w:r>
    </w:p>
    <w:p w:rsidR="00EC54B6" w:rsidRDefault="00EC54B6" w:rsidP="00175E59">
      <w:pPr>
        <w:pStyle w:val="Heading2Center"/>
      </w:pPr>
      <w:bookmarkStart w:id="568" w:name="_Toc442791687"/>
      <w:r>
        <w:t>85. Safwatul Safa (summary of virtues)</w:t>
      </w:r>
      <w:bookmarkEnd w:id="568"/>
    </w:p>
    <w:p w:rsidR="00EC54B6" w:rsidRDefault="00EC54B6" w:rsidP="00EC54B6">
      <w:pPr>
        <w:pStyle w:val="libNormal"/>
      </w:pPr>
      <w:r>
        <w:t>Moual Ali (asws) says in Khutba Bayan, “I am the summary of virtues.”</w:t>
      </w:r>
    </w:p>
    <w:p w:rsidR="00EC54B6" w:rsidRDefault="00EC54B6" w:rsidP="00175E59">
      <w:pPr>
        <w:pStyle w:val="Heading2Center"/>
      </w:pPr>
      <w:bookmarkStart w:id="569" w:name="_Toc442791688"/>
      <w:r>
        <w:t>86. Sadaa Bilhaq (announcer of haq)</w:t>
      </w:r>
      <w:bookmarkEnd w:id="569"/>
    </w:p>
    <w:p w:rsidR="00EC54B6" w:rsidRDefault="00EC54B6" w:rsidP="00EC54B6">
      <w:pPr>
        <w:pStyle w:val="libNormal"/>
      </w:pPr>
      <w:r>
        <w:t>Moula Ali (asws) says in Khutba Bayan, “I am announcer of haq (truth).”</w:t>
      </w:r>
    </w:p>
    <w:p w:rsidR="00EC54B6" w:rsidRDefault="00EC54B6" w:rsidP="00175E59">
      <w:pPr>
        <w:pStyle w:val="Heading2Center"/>
      </w:pPr>
      <w:bookmarkStart w:id="570" w:name="_Toc442791689"/>
      <w:r>
        <w:t>87. Sadiq al Mistal (trustworthy of the difficult path)</w:t>
      </w:r>
      <w:bookmarkEnd w:id="570"/>
    </w:p>
    <w:p w:rsidR="00EC54B6" w:rsidRDefault="00EC54B6" w:rsidP="00EC54B6">
      <w:pPr>
        <w:pStyle w:val="libNormal"/>
      </w:pPr>
      <w:r>
        <w:t>Moula Ali (asws) says in Khutba Bayan, “I am trustworthy of the difficult path.”</w:t>
      </w:r>
    </w:p>
    <w:p w:rsidR="00EC54B6" w:rsidRDefault="00EC54B6" w:rsidP="00175E59">
      <w:pPr>
        <w:pStyle w:val="Heading2Center"/>
      </w:pPr>
      <w:bookmarkStart w:id="571" w:name="_Toc442791690"/>
      <w:r>
        <w:t>88. Sahibul Rajaat (Lord of the return)</w:t>
      </w:r>
      <w:bookmarkEnd w:id="571"/>
    </w:p>
    <w:p w:rsidR="00EC54B6" w:rsidRDefault="00EC54B6" w:rsidP="00EC54B6">
      <w:pPr>
        <w:pStyle w:val="libNormal"/>
      </w:pPr>
      <w:r>
        <w:t>While giving one sermon Moula Ali (asws) said, “I am the Lord of return.”</w:t>
      </w:r>
    </w:p>
    <w:p w:rsidR="00EC54B6" w:rsidRDefault="00EC54B6" w:rsidP="00175E59">
      <w:pPr>
        <w:pStyle w:val="Heading2Center"/>
      </w:pPr>
      <w:bookmarkStart w:id="572" w:name="_Toc442791691"/>
      <w:r>
        <w:t>89. Sahibul Sowlat</w:t>
      </w:r>
      <w:bookmarkEnd w:id="572"/>
    </w:p>
    <w:p w:rsidR="00EC54B6" w:rsidRDefault="00EC54B6" w:rsidP="00EC54B6">
      <w:pPr>
        <w:pStyle w:val="libNormal"/>
      </w:pPr>
      <w:r>
        <w:t>While giving one sermon Moula Ali (asws) said, “I am Sahibul Sowlat”.</w:t>
      </w:r>
    </w:p>
    <w:p w:rsidR="00EC54B6" w:rsidRDefault="00EC54B6" w:rsidP="00175E59">
      <w:pPr>
        <w:pStyle w:val="Heading2Center"/>
      </w:pPr>
      <w:bookmarkStart w:id="573" w:name="_Toc442791692"/>
      <w:r>
        <w:t>90. Sahibul Hinat</w:t>
      </w:r>
      <w:bookmarkEnd w:id="573"/>
    </w:p>
    <w:p w:rsidR="00EC54B6" w:rsidRDefault="00EC54B6" w:rsidP="00EC54B6">
      <w:pPr>
        <w:pStyle w:val="libNormal"/>
      </w:pPr>
      <w:r>
        <w:lastRenderedPageBreak/>
        <w:t>While giving one sermon Moula Ali (asws) said, “I am Sahibul Hinat”.</w:t>
      </w:r>
    </w:p>
    <w:p w:rsidR="00EC54B6" w:rsidRDefault="00EC54B6" w:rsidP="00175E59">
      <w:pPr>
        <w:pStyle w:val="Heading2Center"/>
      </w:pPr>
      <w:bookmarkStart w:id="574" w:name="_Toc442791693"/>
      <w:r>
        <w:t>91. Sahibul A’araaf (Lord of elevated places)</w:t>
      </w:r>
      <w:bookmarkEnd w:id="574"/>
    </w:p>
    <w:p w:rsidR="00FE3B28" w:rsidRDefault="00EC54B6" w:rsidP="00EC54B6">
      <w:pPr>
        <w:pStyle w:val="libNormal"/>
      </w:pPr>
      <w:r>
        <w:t>While giving one sermon Moula Ali (asws) said, “I am the lord of elevated places.”</w:t>
      </w:r>
    </w:p>
    <w:p w:rsidR="00EC54B6" w:rsidRDefault="00EC54B6" w:rsidP="00175E59">
      <w:pPr>
        <w:pStyle w:val="Heading2Center"/>
      </w:pPr>
      <w:bookmarkStart w:id="575" w:name="_Toc442791694"/>
      <w:r>
        <w:t>92. Sadeeq (truthful)</w:t>
      </w:r>
      <w:bookmarkEnd w:id="575"/>
    </w:p>
    <w:p w:rsidR="00EC54B6" w:rsidRDefault="00EC54B6" w:rsidP="00EC54B6">
      <w:pPr>
        <w:pStyle w:val="libNormal"/>
      </w:pPr>
      <w:r>
        <w:t>Ibne Abbas narrates regarding this saying of Allah, “And as for those who believe in Alla</w:t>
      </w:r>
      <w:r w:rsidR="004D1165">
        <w:t xml:space="preserve">h </w:t>
      </w:r>
      <w:r>
        <w:t>and His messengers, these are the truthful and martyred ones in the sight of thei</w:t>
      </w:r>
      <w:r w:rsidR="004D1165">
        <w:t xml:space="preserve">r </w:t>
      </w:r>
      <w:r>
        <w:t>Lord” (57:19), he says, “Ameerul Momineen (asws) is the truthful and martyr”</w:t>
      </w:r>
    </w:p>
    <w:p w:rsidR="00EC54B6" w:rsidRDefault="00EC54B6" w:rsidP="00CE7E0F">
      <w:pPr>
        <w:pStyle w:val="libItalic"/>
      </w:pPr>
      <w:r>
        <w:t>(Al Qatra Second Edition pg 166)</w:t>
      </w:r>
    </w:p>
    <w:p w:rsidR="00EC54B6" w:rsidRDefault="00EC54B6" w:rsidP="00EC54B6">
      <w:pPr>
        <w:pStyle w:val="libNormal"/>
      </w:pPr>
      <w:r>
        <w:t>*Names of Ameerul Momineen (asws) is Sadiq, Sadeeq, Safi.</w:t>
      </w:r>
    </w:p>
    <w:p w:rsidR="00FE3B28" w:rsidRDefault="00EC54B6" w:rsidP="0080330A">
      <w:pPr>
        <w:pStyle w:val="libItalic"/>
      </w:pPr>
      <w:r>
        <w:t>His titles are Al Sahar, al Sahib, Salih, wal Saum, wal Saf</w:t>
      </w:r>
      <w:r w:rsidR="004D1165">
        <w:t xml:space="preserve">f </w:t>
      </w:r>
      <w:r>
        <w:t>(Al Manaqib Third Edition pg 72)</w:t>
      </w:r>
    </w:p>
    <w:p w:rsidR="00612EA4" w:rsidRDefault="00612EA4" w:rsidP="00612EA4">
      <w:pPr>
        <w:pStyle w:val="libNormal"/>
      </w:pPr>
      <w:r>
        <w:br w:type="page"/>
      </w:r>
    </w:p>
    <w:p w:rsidR="00612EA4" w:rsidRDefault="00612EA4" w:rsidP="00AE7A6E">
      <w:pPr>
        <w:pStyle w:val="Heading1Center"/>
      </w:pPr>
      <w:bookmarkStart w:id="576" w:name="_Toc442791695"/>
      <w:r>
        <w:lastRenderedPageBreak/>
        <w:t xml:space="preserve">Zwad </w:t>
      </w:r>
      <w:r>
        <w:rPr>
          <w:rtl/>
        </w:rPr>
        <w:t>ض</w:t>
      </w:r>
      <w:bookmarkEnd w:id="576"/>
    </w:p>
    <w:p w:rsidR="00EC54B6" w:rsidRDefault="00EC54B6" w:rsidP="00175E59">
      <w:pPr>
        <w:pStyle w:val="Heading2Center"/>
      </w:pPr>
      <w:bookmarkStart w:id="577" w:name="_Toc442791696"/>
      <w:r>
        <w:t>1. Ziya al Braq (light of braq)</w:t>
      </w:r>
      <w:bookmarkEnd w:id="577"/>
    </w:p>
    <w:p w:rsidR="00EC54B6" w:rsidRDefault="00EC54B6" w:rsidP="00EC54B6">
      <w:pPr>
        <w:pStyle w:val="libNormal"/>
      </w:pPr>
      <w:r>
        <w:t>Moula Ali (asws) says in Khutba Bayan, “I am the light of Braq”.</w:t>
      </w:r>
    </w:p>
    <w:p w:rsidR="00EC54B6" w:rsidRDefault="00EC54B6" w:rsidP="00175E59">
      <w:pPr>
        <w:pStyle w:val="Heading2Center"/>
      </w:pPr>
      <w:bookmarkStart w:id="578" w:name="_Toc442791697"/>
      <w:r>
        <w:t>2. Zeegam al Ghazwat (lion of wars)</w:t>
      </w:r>
      <w:bookmarkEnd w:id="578"/>
    </w:p>
    <w:p w:rsidR="00EC54B6" w:rsidRDefault="00EC54B6" w:rsidP="00EC54B6">
      <w:pPr>
        <w:pStyle w:val="libNormal"/>
      </w:pPr>
      <w:r>
        <w:t>Moula Ali (asws) says in Khutba Bayan, “I am the lion of wars”.</w:t>
      </w:r>
    </w:p>
    <w:p w:rsidR="00EC54B6" w:rsidRDefault="00EC54B6" w:rsidP="00175E59">
      <w:pPr>
        <w:pStyle w:val="Heading2Center"/>
      </w:pPr>
      <w:bookmarkStart w:id="579" w:name="_Toc442791698"/>
      <w:r>
        <w:t>3. Zarb Baziulzulfiqar (one who fought with Zulfiqar)</w:t>
      </w:r>
      <w:bookmarkEnd w:id="579"/>
    </w:p>
    <w:p w:rsidR="00EC54B6" w:rsidRDefault="00EC54B6" w:rsidP="00EC54B6">
      <w:pPr>
        <w:pStyle w:val="libNormal"/>
      </w:pPr>
      <w:r>
        <w:t>Moula Ali (asws) says in Khutba Bayan, “I am the one who fought with Zulfiqar”.</w:t>
      </w:r>
    </w:p>
    <w:p w:rsidR="00EC54B6" w:rsidRDefault="00EC54B6" w:rsidP="00175E59">
      <w:pPr>
        <w:pStyle w:val="Heading2Center"/>
      </w:pPr>
      <w:bookmarkStart w:id="580" w:name="_Toc442791699"/>
      <w:r>
        <w:t>4. Zarb Badr wa Hunain (fought in Badr and Hunain)</w:t>
      </w:r>
      <w:bookmarkEnd w:id="580"/>
    </w:p>
    <w:p w:rsidR="00FE3B28" w:rsidRDefault="00EC54B6" w:rsidP="00EC54B6">
      <w:pPr>
        <w:pStyle w:val="libNormal"/>
      </w:pPr>
      <w:r>
        <w:t>Moula Ali (asws) says in Khutba Bayan, “I am the one who fought in Badr and Hunain”.</w:t>
      </w:r>
    </w:p>
    <w:p w:rsidR="00612EA4" w:rsidRDefault="00612EA4" w:rsidP="00612EA4">
      <w:pPr>
        <w:pStyle w:val="libNormal"/>
      </w:pPr>
      <w:r>
        <w:br w:type="page"/>
      </w:r>
    </w:p>
    <w:p w:rsidR="00612EA4" w:rsidRDefault="00612EA4" w:rsidP="00AE7A6E">
      <w:pPr>
        <w:pStyle w:val="Heading1Center"/>
      </w:pPr>
      <w:bookmarkStart w:id="581" w:name="_Toc442791700"/>
      <w:r>
        <w:lastRenderedPageBreak/>
        <w:t xml:space="preserve">TA </w:t>
      </w:r>
      <w:r>
        <w:rPr>
          <w:rtl/>
        </w:rPr>
        <w:t>ط</w:t>
      </w:r>
      <w:bookmarkEnd w:id="581"/>
    </w:p>
    <w:p w:rsidR="00EC54B6" w:rsidRDefault="00EC54B6" w:rsidP="00175E59">
      <w:pPr>
        <w:pStyle w:val="Heading2Center"/>
      </w:pPr>
      <w:bookmarkStart w:id="582" w:name="_Toc442791701"/>
      <w:r>
        <w:t>1. Taain bilramheen (One who fought with two spears)</w:t>
      </w:r>
      <w:bookmarkEnd w:id="582"/>
    </w:p>
    <w:p w:rsidR="00EC54B6" w:rsidRDefault="00EC54B6" w:rsidP="00EC54B6">
      <w:pPr>
        <w:pStyle w:val="libNormal"/>
      </w:pPr>
      <w:r>
        <w:t>Ameerul Momineen (asws) said to His Son Imam Hussain (as), “I am the one who fough</w:t>
      </w:r>
      <w:r w:rsidR="004D1165">
        <w:t xml:space="preserve">t </w:t>
      </w:r>
      <w:r>
        <w:t>with two spears. I am the killer of kufr in Badr and Hunain.”</w:t>
      </w:r>
    </w:p>
    <w:p w:rsidR="00EC54B6" w:rsidRDefault="00EC54B6" w:rsidP="00175E59">
      <w:pPr>
        <w:pStyle w:val="Heading2Center"/>
      </w:pPr>
      <w:bookmarkStart w:id="583" w:name="_Toc442791702"/>
      <w:r>
        <w:t>2. Teen (Clay)</w:t>
      </w:r>
      <w:bookmarkEnd w:id="583"/>
    </w:p>
    <w:p w:rsidR="00EC54B6" w:rsidRDefault="00EC54B6" w:rsidP="00EC54B6">
      <w:pPr>
        <w:pStyle w:val="libNormal"/>
      </w:pPr>
      <w:r>
        <w:t>This is a conversation between Moula Ali (asws) and clay. Moula Ali (asws) asked it, “Wh</w:t>
      </w:r>
      <w:r w:rsidR="004D1165">
        <w:t xml:space="preserve">o </w:t>
      </w:r>
      <w:r>
        <w:t>are you?” It replied, “I am clay. Who are You?” Moula (asws) said, “I am the father of clay.”</w:t>
      </w:r>
    </w:p>
    <w:p w:rsidR="00EC54B6" w:rsidRDefault="00EC54B6" w:rsidP="00EC54B6">
      <w:pPr>
        <w:pStyle w:val="libNormal"/>
      </w:pPr>
      <w:r>
        <w:t>Then it said, “Are You made from me?” Moula Ali (asws) said “No. I am Me. I am the essenc</w:t>
      </w:r>
      <w:r w:rsidR="004D1165">
        <w:t xml:space="preserve">e </w:t>
      </w:r>
      <w:r>
        <w:t>of all essences. Through Me, all things are created.” It said, “I have recognized You.”</w:t>
      </w:r>
    </w:p>
    <w:p w:rsidR="00EC54B6" w:rsidRDefault="00EC54B6" w:rsidP="0080330A">
      <w:pPr>
        <w:pStyle w:val="libItalic"/>
      </w:pPr>
      <w:r>
        <w:t>(Mashariqul Anwar al Yaqeen pg 31)</w:t>
      </w:r>
    </w:p>
    <w:p w:rsidR="00EC54B6" w:rsidRDefault="00EC54B6" w:rsidP="00175E59">
      <w:pPr>
        <w:pStyle w:val="Heading2Center"/>
      </w:pPr>
      <w:bookmarkStart w:id="584" w:name="_Toc442791703"/>
      <w:r>
        <w:t>3. Tariq al Quam (Straight way)</w:t>
      </w:r>
      <w:bookmarkEnd w:id="584"/>
    </w:p>
    <w:p w:rsidR="00EC54B6" w:rsidRDefault="00EC54B6" w:rsidP="00EC54B6">
      <w:pPr>
        <w:pStyle w:val="libNormal"/>
      </w:pPr>
      <w:r>
        <w:t>Moula Ali (asws) says in Khutba Bayan, “I am the straight way.”</w:t>
      </w:r>
    </w:p>
    <w:p w:rsidR="00EC54B6" w:rsidRDefault="00EC54B6" w:rsidP="00175E59">
      <w:pPr>
        <w:pStyle w:val="Heading2Center"/>
      </w:pPr>
      <w:bookmarkStart w:id="585" w:name="_Toc442791704"/>
      <w:r>
        <w:t>4. Tiya al Armas</w:t>
      </w:r>
      <w:bookmarkEnd w:id="585"/>
    </w:p>
    <w:p w:rsidR="00EC54B6" w:rsidRDefault="00EC54B6" w:rsidP="00EC54B6">
      <w:pPr>
        <w:pStyle w:val="libNormal"/>
      </w:pPr>
      <w:r>
        <w:t>Moula Ali (asws) says in Khutba Bayan, “I am tiya al armas”.</w:t>
      </w:r>
    </w:p>
    <w:p w:rsidR="00EC54B6" w:rsidRDefault="00EC54B6" w:rsidP="00175E59">
      <w:pPr>
        <w:pStyle w:val="Heading2Center"/>
      </w:pPr>
      <w:bookmarkStart w:id="586" w:name="_Toc442791705"/>
      <w:r>
        <w:t>5. Tud al Atwad</w:t>
      </w:r>
      <w:bookmarkEnd w:id="586"/>
    </w:p>
    <w:p w:rsidR="00EC54B6" w:rsidRDefault="00EC54B6" w:rsidP="00EC54B6">
      <w:pPr>
        <w:pStyle w:val="libNormal"/>
      </w:pPr>
      <w:r>
        <w:t>Moula Ali (asws) says in Khutba Bayan, “I am tud al atwad”.</w:t>
      </w:r>
    </w:p>
    <w:p w:rsidR="00EC54B6" w:rsidRDefault="00EC54B6" w:rsidP="00175E59">
      <w:pPr>
        <w:pStyle w:val="Heading2Center"/>
      </w:pPr>
      <w:bookmarkStart w:id="587" w:name="_Toc442791706"/>
      <w:r>
        <w:t>6. Tahir Mutahir (Sacred and Pure)</w:t>
      </w:r>
      <w:bookmarkEnd w:id="587"/>
    </w:p>
    <w:p w:rsidR="00EC54B6" w:rsidRDefault="00EC54B6" w:rsidP="00EC54B6">
      <w:pPr>
        <w:pStyle w:val="libNormal"/>
      </w:pPr>
      <w:r>
        <w:t>To RasoolAllah (saw), Ameerul Momineen (asws)’s name is Sacred and Pure.</w:t>
      </w:r>
    </w:p>
    <w:p w:rsidR="00EC54B6" w:rsidRDefault="00EC54B6" w:rsidP="00175E59">
      <w:pPr>
        <w:pStyle w:val="Heading2Center"/>
      </w:pPr>
      <w:bookmarkStart w:id="588" w:name="_Toc442791707"/>
      <w:r>
        <w:t>7. Tur (mount)</w:t>
      </w:r>
      <w:bookmarkEnd w:id="588"/>
    </w:p>
    <w:p w:rsidR="00FE3B28" w:rsidRDefault="00EC54B6" w:rsidP="00EC54B6">
      <w:pPr>
        <w:pStyle w:val="libNormal"/>
      </w:pPr>
      <w:r>
        <w:t>In the seventh ziarat of Ameerul Momineen, it is written, “I testify You are Tur (mount)”.</w:t>
      </w:r>
    </w:p>
    <w:p w:rsidR="00EC54B6" w:rsidRDefault="00EC54B6" w:rsidP="00175E59">
      <w:pPr>
        <w:pStyle w:val="Heading2Center"/>
      </w:pPr>
      <w:bookmarkStart w:id="589" w:name="_Toc442791708"/>
      <w:r>
        <w:t>8. Teerta</w:t>
      </w:r>
      <w:bookmarkEnd w:id="589"/>
    </w:p>
    <w:p w:rsidR="00EC54B6" w:rsidRDefault="00EC54B6" w:rsidP="00EC54B6">
      <w:pPr>
        <w:pStyle w:val="libNormal"/>
      </w:pPr>
      <w:r>
        <w:t>Moula Ali (asws) says in Khutba Tutanjiya, “I am teerta”.</w:t>
      </w:r>
    </w:p>
    <w:p w:rsidR="00EC54B6" w:rsidRDefault="00EC54B6" w:rsidP="00175E59">
      <w:pPr>
        <w:pStyle w:val="Heading2Center"/>
      </w:pPr>
      <w:bookmarkStart w:id="590" w:name="_Toc442791709"/>
      <w:r>
        <w:t>9. Tahir al Tahar (Purest of the pure)</w:t>
      </w:r>
      <w:bookmarkEnd w:id="590"/>
    </w:p>
    <w:p w:rsidR="00EC54B6" w:rsidRDefault="00EC54B6" w:rsidP="00EC54B6">
      <w:pPr>
        <w:pStyle w:val="libNormal"/>
      </w:pPr>
      <w:r>
        <w:t>Moula Ali (asws) says in Khutba Bayan, “I am the purest of the pure”.</w:t>
      </w:r>
    </w:p>
    <w:p w:rsidR="00EC54B6" w:rsidRDefault="00EC54B6" w:rsidP="00175E59">
      <w:pPr>
        <w:pStyle w:val="Heading2Center"/>
      </w:pPr>
      <w:bookmarkStart w:id="591" w:name="_Toc442791710"/>
      <w:r>
        <w:t>10. Tareeq illallah (Path of Allah)</w:t>
      </w:r>
      <w:bookmarkEnd w:id="591"/>
    </w:p>
    <w:p w:rsidR="00EC54B6" w:rsidRDefault="00EC54B6" w:rsidP="00EC54B6">
      <w:pPr>
        <w:pStyle w:val="libNormal"/>
      </w:pPr>
      <w:r>
        <w:t>RasoolAllah (saw) said to Ali (asws), “O’Ali (asws)! You are hujjat (proof) of Allah. You ar</w:t>
      </w:r>
      <w:r w:rsidR="004D1165">
        <w:t xml:space="preserve">e </w:t>
      </w:r>
      <w:r>
        <w:t>the door of Allah. You are the path of Allah. You are the greatest news. You are sirat u</w:t>
      </w:r>
      <w:r w:rsidR="004D1165">
        <w:t xml:space="preserve">l </w:t>
      </w:r>
      <w:r>
        <w:t>mustaqeem (right path). You are the greatest example. You are the Imam of muslims. Yo</w:t>
      </w:r>
      <w:r w:rsidR="004D1165">
        <w:t xml:space="preserve">u </w:t>
      </w:r>
      <w:r>
        <w:t>are Ameerul Momineen. You are the best of successors. You are master of the trustworthy.</w:t>
      </w:r>
    </w:p>
    <w:p w:rsidR="00EC54B6" w:rsidRDefault="00EC54B6" w:rsidP="00EC54B6">
      <w:pPr>
        <w:pStyle w:val="libNormal"/>
      </w:pPr>
      <w:r>
        <w:t>O’Ali (asws)! You are Farooq e Azm (greatest honor). You are Siddiq e Akbar (greates</w:t>
      </w:r>
      <w:r w:rsidR="004D1165">
        <w:t xml:space="preserve">t </w:t>
      </w:r>
      <w:r>
        <w:t>trustworthy). O’Ali (asws)! You are My caliph of My ummah. You are judge of My religion.</w:t>
      </w:r>
    </w:p>
    <w:p w:rsidR="00EC54B6" w:rsidRDefault="00EC54B6" w:rsidP="00EC54B6">
      <w:pPr>
        <w:pStyle w:val="libNormal"/>
      </w:pPr>
      <w:r>
        <w:lastRenderedPageBreak/>
        <w:t>O’Ali (asws)! You will be oppressed after Me. I make Allah My witness along with My whol</w:t>
      </w:r>
      <w:r w:rsidR="004D1165">
        <w:t xml:space="preserve">e </w:t>
      </w:r>
      <w:r>
        <w:t>ummah that Your party is My party and My party is the party of Allah. Your enemies’ part</w:t>
      </w:r>
      <w:r w:rsidR="004D1165">
        <w:t xml:space="preserve">y </w:t>
      </w:r>
      <w:r>
        <w:t>is the party of shaitan.”</w:t>
      </w:r>
    </w:p>
    <w:p w:rsidR="00EC54B6" w:rsidRDefault="00EC54B6" w:rsidP="009D029C">
      <w:pPr>
        <w:pStyle w:val="libItalic"/>
      </w:pPr>
      <w:r>
        <w:t>(Maani ul Akbar pg 6)</w:t>
      </w:r>
    </w:p>
    <w:p w:rsidR="00EC54B6" w:rsidRDefault="00EC54B6" w:rsidP="00175E59">
      <w:pPr>
        <w:pStyle w:val="Heading2Center"/>
      </w:pPr>
      <w:bookmarkStart w:id="592" w:name="_Toc442791711"/>
      <w:r>
        <w:t>11. Tur Saneen (Mount Sinai)</w:t>
      </w:r>
      <w:bookmarkEnd w:id="592"/>
    </w:p>
    <w:p w:rsidR="00EC54B6" w:rsidRDefault="00EC54B6" w:rsidP="00EC54B6">
      <w:pPr>
        <w:pStyle w:val="libNormal"/>
      </w:pPr>
      <w:r>
        <w:t>Muhammad bin al Fazl Yassar narrates, “I asked Abul Hasan (as) regarding this ayah, “</w:t>
      </w:r>
      <w:r w:rsidR="004D1165">
        <w:t xml:space="preserve">I </w:t>
      </w:r>
      <w:r>
        <w:t xml:space="preserve">swear by the fig and the olive” (95:1). Imam (as) said, “Al teen (fig) is Imam Hasan </w:t>
      </w:r>
      <w:r w:rsidR="0066696E">
        <w:t xml:space="preserve">(as) </w:t>
      </w:r>
      <w:r>
        <w:t>and al zatoon (olive) is Imam Hussain (as).” Then I asked regarding this ayah, “And Moun</w:t>
      </w:r>
      <w:r w:rsidR="004D1165">
        <w:t xml:space="preserve">t </w:t>
      </w:r>
      <w:r>
        <w:t>Sinai” (95:2). Imam (as) replied, “It is not “Tur Seen”. It is “Tur Seena”. That is Ameeru</w:t>
      </w:r>
      <w:r w:rsidR="004D1165">
        <w:t xml:space="preserve">l </w:t>
      </w:r>
      <w:r>
        <w:t>Momineen (asws).” Then I asked regarding this ayah, “And this city made secure”(95:3).</w:t>
      </w:r>
    </w:p>
    <w:p w:rsidR="00FE3B28" w:rsidRDefault="00EC54B6" w:rsidP="00EC54B6">
      <w:pPr>
        <w:pStyle w:val="libNormal"/>
      </w:pPr>
      <w:r>
        <w:t>Imam (as) said, “This is RasoolAllah (saw).” Then I fell silent. Imam (as) said, “You do no</w:t>
      </w:r>
      <w:r w:rsidR="004D1165">
        <w:t xml:space="preserve">t </w:t>
      </w:r>
      <w:r>
        <w:t>want to know more?” I replied, “May my parents be sacrificed upon You. Tell me regardin</w:t>
      </w:r>
      <w:r w:rsidR="004D1165">
        <w:t xml:space="preserve">g </w:t>
      </w:r>
      <w:r>
        <w:t>this ayah, “Except those who believe and do good” (95:6). Imam (as) said, “They ar</w:t>
      </w:r>
      <w:r w:rsidR="004D1165">
        <w:t xml:space="preserve">e </w:t>
      </w:r>
      <w:r>
        <w:t>Ameerul Momineen (asws) and His Shia and “so they shall have a reward that will neve</w:t>
      </w:r>
      <w:r w:rsidR="004D1165">
        <w:t xml:space="preserve">r </w:t>
      </w:r>
      <w:r>
        <w:t>be cut off” (95:6) is for the shia of Ameerul Momineen (asws).”</w:t>
      </w:r>
    </w:p>
    <w:p w:rsidR="00EC54B6" w:rsidRDefault="00EC54B6" w:rsidP="00CE7E0F">
      <w:pPr>
        <w:pStyle w:val="libItalic"/>
      </w:pPr>
      <w:r>
        <w:t>(Tafseer e Furat pg 207)</w:t>
      </w:r>
    </w:p>
    <w:p w:rsidR="00EC54B6" w:rsidRDefault="00EC54B6" w:rsidP="00175E59">
      <w:pPr>
        <w:pStyle w:val="Heading2Center"/>
      </w:pPr>
      <w:bookmarkStart w:id="593" w:name="_Toc442791712"/>
      <w:r>
        <w:t>12. Taneen bab al jannah (Voice of the door of jannah)</w:t>
      </w:r>
      <w:bookmarkEnd w:id="593"/>
    </w:p>
    <w:p w:rsidR="00EC54B6" w:rsidRDefault="00EC54B6" w:rsidP="00EC54B6">
      <w:pPr>
        <w:pStyle w:val="libNormal"/>
      </w:pPr>
      <w:r>
        <w:t>Abi al Jarood narrates RasoolAllah (saw) said, “There is a door in jannah that is made fro</w:t>
      </w:r>
      <w:r w:rsidR="004D1165">
        <w:t xml:space="preserve">m </w:t>
      </w:r>
      <w:r>
        <w:t>red rubies and gold. When it speaks, it says, “Ya Ali (asws)!”</w:t>
      </w:r>
    </w:p>
    <w:p w:rsidR="00EC54B6" w:rsidRDefault="00EC54B6" w:rsidP="00175E59">
      <w:pPr>
        <w:pStyle w:val="Heading2Center"/>
      </w:pPr>
      <w:bookmarkStart w:id="594" w:name="_Toc442791713"/>
      <w:r>
        <w:t>13. Tareeqat (right way)</w:t>
      </w:r>
      <w:bookmarkEnd w:id="594"/>
    </w:p>
    <w:p w:rsidR="00EC54B6" w:rsidRDefault="00EC54B6" w:rsidP="00EC54B6">
      <w:pPr>
        <w:pStyle w:val="libNormal"/>
      </w:pPr>
      <w:r>
        <w:t>Abu Hamza Thumali narrates from Imam Muhammad Baqir (as) regarding this ayah, “An</w:t>
      </w:r>
      <w:r w:rsidR="004D1165">
        <w:t xml:space="preserve">d </w:t>
      </w:r>
      <w:r>
        <w:t>that if they should keep to the right way, We would certainly give them a drink o</w:t>
      </w:r>
      <w:r w:rsidR="004D1165">
        <w:t xml:space="preserve">f </w:t>
      </w:r>
      <w:r>
        <w:t>abundant water”(72:16). Imam (as) said, “That right way is love of Ali (asws)and th</w:t>
      </w:r>
      <w:r w:rsidR="004D1165">
        <w:t xml:space="preserve">e </w:t>
      </w:r>
      <w:r>
        <w:t>Imams (as) from His Offsprings.”</w:t>
      </w:r>
    </w:p>
    <w:p w:rsidR="00EC54B6" w:rsidRDefault="00EC54B6" w:rsidP="00CE7E0F">
      <w:pPr>
        <w:pStyle w:val="libItalic"/>
      </w:pPr>
      <w:r>
        <w:t>(Al Bihar 24th vol pg 110)</w:t>
      </w:r>
    </w:p>
    <w:p w:rsidR="00EC54B6" w:rsidRDefault="00EC54B6" w:rsidP="00175E59">
      <w:pPr>
        <w:pStyle w:val="Heading2Center"/>
      </w:pPr>
      <w:bookmarkStart w:id="595" w:name="_Toc442791714"/>
      <w:r>
        <w:t>14. Tamah al Kubra</w:t>
      </w:r>
      <w:bookmarkEnd w:id="595"/>
    </w:p>
    <w:p w:rsidR="00EC54B6" w:rsidRDefault="00EC54B6" w:rsidP="00EC54B6">
      <w:pPr>
        <w:pStyle w:val="libNormal"/>
      </w:pPr>
      <w:r>
        <w:t>Moula Ali (asws) says in Khutba Nooriani, “I am Tamah al Kubra”.</w:t>
      </w:r>
    </w:p>
    <w:p w:rsidR="00EC54B6" w:rsidRDefault="00EC54B6" w:rsidP="00175E59">
      <w:pPr>
        <w:pStyle w:val="Heading2Center"/>
      </w:pPr>
      <w:bookmarkStart w:id="596" w:name="_Toc442791715"/>
      <w:r>
        <w:t>15. Tayab</w:t>
      </w:r>
      <w:bookmarkEnd w:id="596"/>
    </w:p>
    <w:p w:rsidR="00EC54B6" w:rsidRDefault="00EC54B6" w:rsidP="00EC54B6">
      <w:pPr>
        <w:pStyle w:val="libNormal"/>
      </w:pPr>
      <w:r>
        <w:t>Ans bin Malik narrates, “On the day of judgement, a crier will announce, “O’Ali(asws)! O’</w:t>
      </w:r>
    </w:p>
    <w:p w:rsidR="00EC54B6" w:rsidRDefault="00EC54B6" w:rsidP="00EC54B6">
      <w:pPr>
        <w:pStyle w:val="libNormal"/>
      </w:pPr>
      <w:r>
        <w:t>Wali! O’Master! O’Trustworthy! O’Guide! O’Leader! O’Devotee! O’Brave! O’Tayyab (Sacred)!</w:t>
      </w:r>
    </w:p>
    <w:p w:rsidR="00EC54B6" w:rsidRDefault="00EC54B6" w:rsidP="00EC54B6">
      <w:pPr>
        <w:pStyle w:val="libNormal"/>
      </w:pPr>
      <w:r>
        <w:t>Take Your Shia into jannah without them facing any accountability”</w:t>
      </w:r>
    </w:p>
    <w:p w:rsidR="00EC54B6" w:rsidRDefault="00EC54B6" w:rsidP="0080330A">
      <w:pPr>
        <w:pStyle w:val="libItalic"/>
      </w:pPr>
      <w:r>
        <w:t>(Al Irshad al Quloob Second Edition pg 83)</w:t>
      </w:r>
    </w:p>
    <w:p w:rsidR="00EC54B6" w:rsidRDefault="00EC54B6" w:rsidP="00175E59">
      <w:pPr>
        <w:pStyle w:val="Heading2Center"/>
      </w:pPr>
      <w:bookmarkStart w:id="597" w:name="_Toc442791716"/>
      <w:r>
        <w:t>16. Tahir (Holy)</w:t>
      </w:r>
      <w:bookmarkEnd w:id="597"/>
    </w:p>
    <w:p w:rsidR="00C23B6A" w:rsidRDefault="00EC54B6" w:rsidP="00EC54B6">
      <w:pPr>
        <w:pStyle w:val="libNormal"/>
      </w:pPr>
      <w:r>
        <w:t>It means sacred and hol</w:t>
      </w:r>
      <w:r w:rsidR="004D1165">
        <w:t>y</w:t>
      </w:r>
    </w:p>
    <w:p w:rsidR="00FE3B28" w:rsidRDefault="00EC54B6" w:rsidP="00EC54B6">
      <w:pPr>
        <w:pStyle w:val="libNormal"/>
      </w:pPr>
      <w:r>
        <w:t>*Scale of justice and Giver of permission to cross pul e sirat (bridg</w:t>
      </w:r>
      <w:r w:rsidR="004D1165">
        <w:t xml:space="preserve">e </w:t>
      </w:r>
      <w:r>
        <w:t>between heaven and hell)</w:t>
      </w:r>
    </w:p>
    <w:p w:rsidR="00612EA4" w:rsidRDefault="00612EA4" w:rsidP="00612EA4">
      <w:pPr>
        <w:pStyle w:val="libNormal"/>
      </w:pPr>
      <w:r>
        <w:br w:type="page"/>
      </w:r>
    </w:p>
    <w:p w:rsidR="00612EA4" w:rsidRDefault="00612EA4" w:rsidP="00AE7A6E">
      <w:pPr>
        <w:pStyle w:val="Heading1Center"/>
      </w:pPr>
      <w:bookmarkStart w:id="598" w:name="_Toc442791717"/>
      <w:r>
        <w:lastRenderedPageBreak/>
        <w:t xml:space="preserve">ZA </w:t>
      </w:r>
      <w:r>
        <w:rPr>
          <w:rtl/>
        </w:rPr>
        <w:t>ظ</w:t>
      </w:r>
      <w:bookmarkEnd w:id="598"/>
    </w:p>
    <w:p w:rsidR="00EC54B6" w:rsidRDefault="00EC54B6" w:rsidP="00175E59">
      <w:pPr>
        <w:pStyle w:val="Heading2Center"/>
      </w:pPr>
      <w:bookmarkStart w:id="599" w:name="_Toc442791718"/>
      <w:r>
        <w:t>1. Zahir</w:t>
      </w:r>
      <w:bookmarkEnd w:id="599"/>
    </w:p>
    <w:p w:rsidR="00EC54B6" w:rsidRDefault="00EC54B6" w:rsidP="00EC54B6">
      <w:pPr>
        <w:pStyle w:val="libNormal"/>
      </w:pPr>
      <w:r>
        <w:t>Moula Ali (asws) says in Khutba Bayan, “O’ people! I possess knowledge of the Divin</w:t>
      </w:r>
      <w:r w:rsidR="004D1165">
        <w:t xml:space="preserve">e </w:t>
      </w:r>
      <w:r>
        <w:t>Commandment. I am the recitor of Ayats. I am the Arc of salvation. I am the secret of th</w:t>
      </w:r>
      <w:r w:rsidR="004D1165">
        <w:t xml:space="preserve">e </w:t>
      </w:r>
      <w:r>
        <w:t>unseen. I am the riverbed of the Euphrates. I am the one who revealed the Taurah. I am th</w:t>
      </w:r>
      <w:r w:rsidR="004D1165">
        <w:t xml:space="preserve">e </w:t>
      </w:r>
      <w:r>
        <w:t>Mazher (manifestation) of miracles. I am the one who speaks with the dead. I am the on</w:t>
      </w:r>
      <w:r w:rsidR="004D1165">
        <w:t xml:space="preserve">e </w:t>
      </w:r>
      <w:r>
        <w:t>who removes sufferings. I am the solver of all problems. I am the lion of wars. I am the sig</w:t>
      </w:r>
      <w:r w:rsidR="004D1165">
        <w:t xml:space="preserve">n </w:t>
      </w:r>
      <w:r>
        <w:t>of Allah. I am the reality of secrets. My apparent is Haider e Karar. I am the inheritor of th</w:t>
      </w:r>
      <w:r w:rsidR="004D1165">
        <w:t xml:space="preserve">e </w:t>
      </w:r>
      <w:r>
        <w:t>knowledge of RasoolAllah (saw). I am the killer of kufr. I am the Father of the Holy Imam</w:t>
      </w:r>
      <w:r w:rsidR="004D1165">
        <w:t xml:space="preserve">s </w:t>
      </w:r>
      <w:r>
        <w:t>(as). I am the one who placed the constellations and the stars in their right orbits. I am th</w:t>
      </w:r>
      <w:r w:rsidR="004D1165">
        <w:t xml:space="preserve">e </w:t>
      </w:r>
      <w:r>
        <w:t>scale of accountability. I am the treasure of Allah. I am the Fasee of Zaboor. I am th</w:t>
      </w:r>
      <w:r w:rsidR="004D1165">
        <w:t xml:space="preserve">e </w:t>
      </w:r>
      <w:r>
        <w:t>Scripture of Injeel. I am Fazl e Khatab (a blessed speech). I am umm al kitab (reality of th</w:t>
      </w:r>
      <w:r w:rsidR="004D1165">
        <w:t xml:space="preserve">e </w:t>
      </w:r>
      <w:r>
        <w:t>book). I am the Lord of Sura Baqarah. I am the honored one of Aal e Imran. I am th</w:t>
      </w:r>
      <w:r w:rsidR="004D1165">
        <w:t xml:space="preserve">e </w:t>
      </w:r>
      <w:r>
        <w:t>knowledge of all knowledge. I am the fifth of Ahul Kisa (people of the cloak). I will be stoo</w:t>
      </w:r>
      <w:r w:rsidR="004D1165">
        <w:t xml:space="preserve">d </w:t>
      </w:r>
      <w:r>
        <w:t>on A’raaf (an elevated place in the heavens). I am the repentance of the sinful. I am th</w:t>
      </w:r>
      <w:r w:rsidR="004D1165">
        <w:t xml:space="preserve">e </w:t>
      </w:r>
      <w:r>
        <w:t>secret of Ibrahim (as). I am the fortune of My forefathers. I am the sign of Bani Israel. I a</w:t>
      </w:r>
      <w:r w:rsidR="004D1165">
        <w:t xml:space="preserve">m </w:t>
      </w:r>
      <w:r>
        <w:t>the spoke who with Ahlul Kahf (people of the cave). I am the beloved of the Scriptures. I a</w:t>
      </w:r>
      <w:r w:rsidR="004D1165">
        <w:t xml:space="preserve">m </w:t>
      </w:r>
      <w:r>
        <w:t>the strongest path. I am the Quran of recitors. I am the remembrance of Aal e Taha. I am th</w:t>
      </w:r>
      <w:r w:rsidR="004D1165">
        <w:t xml:space="preserve">e </w:t>
      </w:r>
      <w:r>
        <w:t>Wali of Successors. I am the one who appeared before every prophet. I am the purpose o</w:t>
      </w:r>
      <w:r w:rsidR="004D1165">
        <w:t xml:space="preserve">f </w:t>
      </w:r>
      <w:r>
        <w:t>Quran. I am the blessing of rahman (mercy). I am the Imam of Aal e Yasin. I am the Lord o</w:t>
      </w:r>
      <w:r w:rsidR="004D1165">
        <w:t xml:space="preserve">f </w:t>
      </w:r>
      <w:r>
        <w:t>Tur. I am Sura Waqia. I am Sura Adiyat. I am Sura al Qariya. I am Noon wa kalam. I am th</w:t>
      </w:r>
      <w:r w:rsidR="004D1165">
        <w:t xml:space="preserve">e </w:t>
      </w:r>
      <w:r>
        <w:t>light in the darkness. I am the quencher of thirst for the thirsty. I am the source of ima</w:t>
      </w:r>
      <w:r w:rsidR="004D1165">
        <w:t xml:space="preserve">n </w:t>
      </w:r>
      <w:r>
        <w:t>(faith). I am the distributor of heaven. I am the hujjat (proof) of Allah upon human an</w:t>
      </w:r>
      <w:r w:rsidR="004D1165">
        <w:t xml:space="preserve">d </w:t>
      </w:r>
      <w:r>
        <w:t>jinns. I am the Father of the Sacred Imams (as). I am the Father of the last, Imam e Zaman</w:t>
      </w:r>
      <w:r w:rsidR="004D1165">
        <w:t xml:space="preserve">a </w:t>
      </w:r>
      <w:r>
        <w:t>(ajfts).</w:t>
      </w:r>
    </w:p>
    <w:p w:rsidR="00FE3B28" w:rsidRDefault="00EC54B6" w:rsidP="00CE7E0F">
      <w:pPr>
        <w:pStyle w:val="libItalic"/>
      </w:pPr>
      <w:r>
        <w:t>(Al Zaam al Nasib Second Edition pg 180)</w:t>
      </w:r>
    </w:p>
    <w:p w:rsidR="00EC54B6" w:rsidRDefault="00EC54B6" w:rsidP="00175E59">
      <w:pPr>
        <w:pStyle w:val="Heading2Center"/>
      </w:pPr>
      <w:bookmarkStart w:id="600" w:name="_Toc442791719"/>
      <w:r>
        <w:t>2. Zalil al Ghamam (shadow of the cloud)</w:t>
      </w:r>
      <w:bookmarkEnd w:id="600"/>
    </w:p>
    <w:p w:rsidR="00EC54B6" w:rsidRDefault="00EC54B6" w:rsidP="00385CB6">
      <w:pPr>
        <w:pStyle w:val="libNormal"/>
      </w:pPr>
      <w:r>
        <w:t>Ameerul Momineen (asws) said, “I completed the religion of every prophet. My Lord ha</w:t>
      </w:r>
      <w:r w:rsidR="004D1165">
        <w:t xml:space="preserve">s </w:t>
      </w:r>
      <w:r>
        <w:t xml:space="preserve">bestowed upon Me knowledge and success. I sent forth 12 delegations towards My Lord. </w:t>
      </w:r>
      <w:r w:rsidR="004D1165">
        <w:t xml:space="preserve">I </w:t>
      </w:r>
      <w:r>
        <w:t>am able to recognize My essence. I was given the treasure of the unseen.” Then someon</w:t>
      </w:r>
      <w:r w:rsidR="004D1165">
        <w:t xml:space="preserve">e </w:t>
      </w:r>
      <w:r>
        <w:t>knocked at the door. Moula (asws) asked Qambar (ra), “Who is at the door?” Qambar (ra)</w:t>
      </w:r>
      <w:r w:rsidR="00385CB6">
        <w:t xml:space="preserve"> </w:t>
      </w:r>
      <w:r>
        <w:t>replied, “Meesam Tammar (ra).” Moula (asws) said to Meesam (ra), “Should I tell yo</w:t>
      </w:r>
      <w:r w:rsidR="004D1165">
        <w:t xml:space="preserve">u </w:t>
      </w:r>
      <w:r>
        <w:t>something that if you hold tight to it, then you will become momin and if you abandon i</w:t>
      </w:r>
      <w:r w:rsidR="004D1165">
        <w:t xml:space="preserve">t, </w:t>
      </w:r>
      <w:r>
        <w:t>you will become kafir?” Then Moula (asws) said, “I am the difference between haq (truth)</w:t>
      </w:r>
      <w:r w:rsidR="00385CB6">
        <w:t xml:space="preserve"> </w:t>
      </w:r>
      <w:r>
        <w:t>and batil (falsehood). I will send My lover into heaven and throw My enemies into hell.</w:t>
      </w:r>
    </w:p>
    <w:p w:rsidR="00EC54B6" w:rsidRDefault="00EC54B6" w:rsidP="00EC54B6">
      <w:pPr>
        <w:pStyle w:val="libNormal"/>
      </w:pPr>
      <w:r>
        <w:t>Allah said, “They do not wait aught but that Allah should come to them in the shadow</w:t>
      </w:r>
      <w:r w:rsidR="004D1165">
        <w:t xml:space="preserve">s </w:t>
      </w:r>
      <w:r>
        <w:t>of the clouds along with the angels and the matter has already been decided; and al</w:t>
      </w:r>
      <w:r w:rsidR="004D1165">
        <w:t xml:space="preserve">l </w:t>
      </w:r>
      <w:r>
        <w:t>matters are returned to Allah” (2:210)</w:t>
      </w:r>
    </w:p>
    <w:p w:rsidR="00EC54B6" w:rsidRDefault="00EC54B6" w:rsidP="0080330A">
      <w:pPr>
        <w:pStyle w:val="libItalic"/>
      </w:pPr>
      <w:r>
        <w:t>(Tafseer e Furat pg 67)</w:t>
      </w:r>
    </w:p>
    <w:p w:rsidR="00EC54B6" w:rsidRDefault="00EC54B6" w:rsidP="00175E59">
      <w:pPr>
        <w:pStyle w:val="Heading2Center"/>
      </w:pPr>
      <w:bookmarkStart w:id="601" w:name="_Toc442791720"/>
      <w:r>
        <w:lastRenderedPageBreak/>
        <w:t>3. Zahir fi al Israr (Reality of secrets)</w:t>
      </w:r>
      <w:bookmarkEnd w:id="601"/>
    </w:p>
    <w:p w:rsidR="00EC54B6" w:rsidRDefault="00EC54B6" w:rsidP="00EC54B6">
      <w:pPr>
        <w:pStyle w:val="libNormal"/>
      </w:pPr>
      <w:r>
        <w:t>Moula Ali (asws) says in Khutba Bayan, “I am the reality of the secrets”.</w:t>
      </w:r>
    </w:p>
    <w:p w:rsidR="00EC54B6" w:rsidRDefault="00EC54B6" w:rsidP="00175E59">
      <w:pPr>
        <w:pStyle w:val="Heading2Center"/>
      </w:pPr>
      <w:bookmarkStart w:id="602" w:name="_Toc442791721"/>
      <w:r>
        <w:t>4. Zahir maa al Anbiya (one who appeared with the prophets)</w:t>
      </w:r>
      <w:bookmarkEnd w:id="602"/>
    </w:p>
    <w:p w:rsidR="00EC54B6" w:rsidRDefault="00EC54B6" w:rsidP="00EC54B6">
      <w:pPr>
        <w:pStyle w:val="libNormal"/>
      </w:pPr>
      <w:r>
        <w:t>Moula Ali (asws) says in Khutba Bayan, “I am the one who appeared with the prophets”.</w:t>
      </w:r>
    </w:p>
    <w:p w:rsidR="00EC54B6" w:rsidRDefault="00EC54B6" w:rsidP="00175E59">
      <w:pPr>
        <w:pStyle w:val="Heading2Center"/>
      </w:pPr>
      <w:bookmarkStart w:id="603" w:name="_Toc442791722"/>
      <w:r>
        <w:t>5. Zahr qabail al ans (helper of tribes)</w:t>
      </w:r>
      <w:bookmarkEnd w:id="603"/>
    </w:p>
    <w:p w:rsidR="00EC54B6" w:rsidRDefault="00EC54B6" w:rsidP="00EC54B6">
      <w:pPr>
        <w:pStyle w:val="libNormal"/>
      </w:pPr>
      <w:r>
        <w:t>Moula Ali (asws) says in Khutba Bayan, “I</w:t>
      </w:r>
      <w:r w:rsidR="00385CB6">
        <w:t xml:space="preserve"> am the helper of tribes”</w:t>
      </w:r>
    </w:p>
    <w:p w:rsidR="00EC54B6" w:rsidRDefault="00EC54B6" w:rsidP="00175E59">
      <w:pPr>
        <w:pStyle w:val="Heading2Center"/>
      </w:pPr>
      <w:bookmarkStart w:id="604" w:name="_Toc442791723"/>
      <w:r>
        <w:t>6. Zahr al Farsh (helper of the earth)</w:t>
      </w:r>
      <w:bookmarkEnd w:id="604"/>
    </w:p>
    <w:p w:rsidR="00EC54B6" w:rsidRDefault="00EC54B6" w:rsidP="00EC54B6">
      <w:pPr>
        <w:pStyle w:val="libNormal"/>
      </w:pPr>
      <w:r>
        <w:t>Moula Ali (asws) says in Khutba Bayan, “I am the helper of the earth.”</w:t>
      </w:r>
    </w:p>
    <w:p w:rsidR="00EC54B6" w:rsidRDefault="00EC54B6" w:rsidP="00175E59">
      <w:pPr>
        <w:pStyle w:val="Heading2Center"/>
      </w:pPr>
      <w:bookmarkStart w:id="605" w:name="_Toc442791724"/>
      <w:r>
        <w:t>7. Zahr al Azhar (helper of helpers)</w:t>
      </w:r>
      <w:bookmarkEnd w:id="605"/>
    </w:p>
    <w:p w:rsidR="00FE3B28" w:rsidRDefault="00EC54B6" w:rsidP="00EC54B6">
      <w:pPr>
        <w:pStyle w:val="libNormal"/>
      </w:pPr>
      <w:r>
        <w:t>Moula Ali (asws) says in Khutba Bayan, “I am helper of the helpers”.</w:t>
      </w:r>
    </w:p>
    <w:p w:rsidR="00EC54B6" w:rsidRDefault="00EC54B6" w:rsidP="0080330A">
      <w:pPr>
        <w:pStyle w:val="libItalic"/>
      </w:pPr>
      <w:r>
        <w:t>*He remembers when all others forget, Controls His Anger, One who ha</w:t>
      </w:r>
      <w:r w:rsidR="004D1165">
        <w:t xml:space="preserve">s </w:t>
      </w:r>
      <w:r>
        <w:t>the ear of remembrance, Generous, Heart who remember</w:t>
      </w:r>
      <w:r w:rsidR="004D1165">
        <w:t xml:space="preserve">s </w:t>
      </w:r>
      <w:r>
        <w:t>(Al Manaqib Third Vol pg 73)</w:t>
      </w:r>
    </w:p>
    <w:p w:rsidR="00612EA4" w:rsidRDefault="00612EA4" w:rsidP="00612EA4">
      <w:pPr>
        <w:pStyle w:val="libNormal"/>
      </w:pPr>
      <w:r>
        <w:br w:type="page"/>
      </w:r>
    </w:p>
    <w:p w:rsidR="00612EA4" w:rsidRDefault="00612EA4" w:rsidP="00AE7A6E">
      <w:pPr>
        <w:pStyle w:val="Heading1Center"/>
      </w:pPr>
      <w:bookmarkStart w:id="606" w:name="_Toc442791725"/>
      <w:r>
        <w:lastRenderedPageBreak/>
        <w:t xml:space="preserve">Ain </w:t>
      </w:r>
      <w:r>
        <w:rPr>
          <w:rtl/>
        </w:rPr>
        <w:t>ع</w:t>
      </w:r>
      <w:bookmarkEnd w:id="606"/>
    </w:p>
    <w:p w:rsidR="00EC54B6" w:rsidRDefault="00EC54B6" w:rsidP="00175E59">
      <w:pPr>
        <w:pStyle w:val="Heading2Center"/>
      </w:pPr>
      <w:bookmarkStart w:id="607" w:name="_Toc442791726"/>
      <w:r>
        <w:t>1. Ali ul Hakeem</w:t>
      </w:r>
      <w:bookmarkEnd w:id="607"/>
    </w:p>
    <w:p w:rsidR="00EC54B6" w:rsidRDefault="00EC54B6" w:rsidP="00385CB6">
      <w:pPr>
        <w:pStyle w:val="libNormal"/>
      </w:pPr>
      <w:r>
        <w:t>In the tafseer of this ayah, “And surely it is in the original of the Book (umm al kitab)</w:t>
      </w:r>
      <w:r w:rsidR="00385CB6">
        <w:t xml:space="preserve"> </w:t>
      </w:r>
      <w:r>
        <w:t>with Us, Most High Most Wise” (43:4), Imam (as) said, “Ali ul Hakeem (Most High Mos</w:t>
      </w:r>
      <w:r w:rsidR="004D1165">
        <w:t xml:space="preserve">t </w:t>
      </w:r>
      <w:r>
        <w:t>Wise) is Ameerul Momineen (asws). Regarding this ayah, “Keep us in the right path” (1:6),</w:t>
      </w:r>
    </w:p>
    <w:p w:rsidR="00EC54B6" w:rsidRDefault="00EC54B6" w:rsidP="00EC54B6">
      <w:pPr>
        <w:pStyle w:val="libNormal"/>
      </w:pPr>
      <w:r>
        <w:t>Imam Jafar Sadiq (as) said, “Siratul Mustaqeem (right path) is Ameerul Momineen (asws).”</w:t>
      </w:r>
    </w:p>
    <w:p w:rsidR="00EC54B6" w:rsidRDefault="00EC54B6" w:rsidP="00CE7E0F">
      <w:pPr>
        <w:pStyle w:val="libItalic"/>
      </w:pPr>
      <w:r>
        <w:t>(Tafseer e Burhan 4th Edition pg 134)</w:t>
      </w:r>
    </w:p>
    <w:p w:rsidR="00EC54B6" w:rsidRDefault="00EC54B6" w:rsidP="00175E59">
      <w:pPr>
        <w:pStyle w:val="Heading2Center"/>
      </w:pPr>
      <w:bookmarkStart w:id="608" w:name="_Toc442791727"/>
      <w:r>
        <w:t>2. Andah ilm al Kitab (one who possesses the knowledge of the book)</w:t>
      </w:r>
      <w:bookmarkEnd w:id="608"/>
    </w:p>
    <w:p w:rsidR="00EC54B6" w:rsidRDefault="00EC54B6" w:rsidP="00EC54B6">
      <w:pPr>
        <w:pStyle w:val="libNormal"/>
      </w:pPr>
      <w:r>
        <w:t>Burida bin muawiyah narrates “I asked Imam Abu Jafar al Baqir (as) regarding this aya</w:t>
      </w:r>
      <w:r w:rsidR="004D1165">
        <w:t xml:space="preserve">h, </w:t>
      </w:r>
      <w:r>
        <w:t>“Say: Allah and whoever has knowledge of the book is sufficient witness between m</w:t>
      </w:r>
      <w:r w:rsidR="004D1165">
        <w:t xml:space="preserve">e </w:t>
      </w:r>
      <w:r>
        <w:t>and you” (13:43), Imam (as) replied, “This ayah was revealed for Us. Ali (asws) is the firs</w:t>
      </w:r>
      <w:r w:rsidR="004D1165">
        <w:t xml:space="preserve">t </w:t>
      </w:r>
      <w:r>
        <w:t>amongst Us and the greatest. He is the best after RasoolAllah (saw).”</w:t>
      </w:r>
    </w:p>
    <w:p w:rsidR="00EC54B6" w:rsidRDefault="00EC54B6" w:rsidP="00CE7E0F">
      <w:pPr>
        <w:pStyle w:val="libItalic"/>
      </w:pPr>
      <w:r>
        <w:t>(Usool e Kafi First Edition pg 229)</w:t>
      </w:r>
    </w:p>
    <w:p w:rsidR="00EC54B6" w:rsidRDefault="00EC54B6" w:rsidP="00175E59">
      <w:pPr>
        <w:pStyle w:val="Heading2Center"/>
      </w:pPr>
      <w:bookmarkStart w:id="609" w:name="_Toc442791728"/>
      <w:r>
        <w:t>3. Azwoo al Rasool (saw) (Part of RasoolAllah saw)</w:t>
      </w:r>
      <w:bookmarkEnd w:id="609"/>
    </w:p>
    <w:p w:rsidR="00EC54B6" w:rsidRDefault="00EC54B6" w:rsidP="00EC54B6">
      <w:pPr>
        <w:pStyle w:val="libNormal"/>
      </w:pPr>
      <w:r>
        <w:t>Huzaifa bin al Yaman narrates, “RasoolAllah (saw) kissed Ali (asws) and said, “O’Abu</w:t>
      </w:r>
      <w:r w:rsidR="004D1165">
        <w:t xml:space="preserve">l </w:t>
      </w:r>
      <w:r>
        <w:t>Hasan (asws)! You are a part of Me. You were revealed the same way as I was revealed.</w:t>
      </w:r>
    </w:p>
    <w:p w:rsidR="00EC54B6" w:rsidRDefault="00EC54B6" w:rsidP="00EC54B6">
      <w:pPr>
        <w:pStyle w:val="libNormal"/>
      </w:pPr>
      <w:r>
        <w:t>Verily, Allah has given Me the right of intercession in jannah. Tuba is for You and for You</w:t>
      </w:r>
      <w:r w:rsidR="004D1165">
        <w:t xml:space="preserve">r </w:t>
      </w:r>
      <w:r>
        <w:t>shia.”</w:t>
      </w:r>
    </w:p>
    <w:p w:rsidR="00FE3B28" w:rsidRDefault="00EC54B6" w:rsidP="0080330A">
      <w:pPr>
        <w:pStyle w:val="libItalic"/>
      </w:pPr>
      <w:r>
        <w:t>(Maya Manqaba pg 36)</w:t>
      </w:r>
    </w:p>
    <w:p w:rsidR="00EC54B6" w:rsidRDefault="00EC54B6" w:rsidP="00175E59">
      <w:pPr>
        <w:pStyle w:val="Heading2Center"/>
      </w:pPr>
      <w:bookmarkStart w:id="610" w:name="_Toc442791729"/>
      <w:r>
        <w:t>4. Alamah (landmarks)</w:t>
      </w:r>
      <w:bookmarkEnd w:id="610"/>
    </w:p>
    <w:p w:rsidR="00EC54B6" w:rsidRDefault="00EC54B6" w:rsidP="00EC54B6">
      <w:pPr>
        <w:pStyle w:val="libNormal"/>
      </w:pPr>
      <w:r>
        <w:t>Al Washa narrates, “I asked Imam Reza (as) regarding this ayah, “And landmarks and b</w:t>
      </w:r>
      <w:r w:rsidR="004D1165">
        <w:t xml:space="preserve">y </w:t>
      </w:r>
      <w:r>
        <w:t>the stars they find the right way” (16:16), Imam (as) said, “We are those landmarks an</w:t>
      </w:r>
      <w:r w:rsidR="004D1165">
        <w:t xml:space="preserve">d </w:t>
      </w:r>
      <w:r>
        <w:t>star is RasoolAllah (saw).”</w:t>
      </w:r>
    </w:p>
    <w:p w:rsidR="00EC54B6" w:rsidRDefault="00EC54B6" w:rsidP="00EC54B6">
      <w:pPr>
        <w:pStyle w:val="libNormal"/>
      </w:pPr>
      <w:r>
        <w:t>Asbat bin Salim narrates from Hasim who asked Imam Jafar Sadiq (as) regarding this aya</w:t>
      </w:r>
      <w:r w:rsidR="004D1165">
        <w:t xml:space="preserve">h, </w:t>
      </w:r>
      <w:r>
        <w:t>“And landmarks, and by the stars they find the right way” (16:16), Imam (as) sai</w:t>
      </w:r>
      <w:r w:rsidR="004D1165">
        <w:t xml:space="preserve">d, </w:t>
      </w:r>
      <w:r>
        <w:t>“RasoolAllah (saw) is the star and Aimmah (as) are landmarks”.</w:t>
      </w:r>
    </w:p>
    <w:p w:rsidR="00EC54B6" w:rsidRDefault="00EC54B6" w:rsidP="00CE7E0F">
      <w:pPr>
        <w:pStyle w:val="libItalic"/>
      </w:pPr>
      <w:r>
        <w:t>(Usool e Kafi First Edition pg 207)</w:t>
      </w:r>
    </w:p>
    <w:p w:rsidR="00EC54B6" w:rsidRDefault="00EC54B6" w:rsidP="00175E59">
      <w:pPr>
        <w:pStyle w:val="Heading2Center"/>
      </w:pPr>
      <w:bookmarkStart w:id="611" w:name="_Toc442791730"/>
      <w:r>
        <w:t>5. Aalim (scholar)</w:t>
      </w:r>
      <w:bookmarkEnd w:id="611"/>
    </w:p>
    <w:p w:rsidR="00EC54B6" w:rsidRDefault="00EC54B6" w:rsidP="00EC54B6">
      <w:pPr>
        <w:pStyle w:val="libNormal"/>
      </w:pPr>
      <w:r>
        <w:t>Muhammad bin Muslim narrates from Imam Abu Abdullah (as), Imam (as) said, “Verily, Al</w:t>
      </w:r>
      <w:r w:rsidR="004D1165">
        <w:t xml:space="preserve">i </w:t>
      </w:r>
      <w:r>
        <w:t>(asws) is the scholar and the knowledge comes from His inheritance. A scholar never dies.</w:t>
      </w:r>
    </w:p>
    <w:p w:rsidR="00EC54B6" w:rsidRDefault="00EC54B6" w:rsidP="00EC54B6">
      <w:pPr>
        <w:pStyle w:val="libNormal"/>
      </w:pPr>
      <w:r>
        <w:t>He remains forever through the knowledge he has taught to others or as Allah wills. Ther</w:t>
      </w:r>
      <w:r w:rsidR="004D1165">
        <w:t xml:space="preserve">e </w:t>
      </w:r>
      <w:r>
        <w:t>is a narration from Imam Abu Jafar (as) that says, “The knowledge that came from Ada</w:t>
      </w:r>
      <w:r w:rsidR="004D1165">
        <w:t xml:space="preserve">m </w:t>
      </w:r>
      <w:r>
        <w:t>(as) was never removed. The knowledge is inherited. Ali (asws) was the scholar of thi</w:t>
      </w:r>
      <w:r w:rsidR="004D1165">
        <w:t xml:space="preserve">s </w:t>
      </w:r>
      <w:r>
        <w:t>ummah. Verily, no scholar from amongst Us dies. We pass Our knowledge from one to th</w:t>
      </w:r>
      <w:r w:rsidR="004D1165">
        <w:t xml:space="preserve">e </w:t>
      </w:r>
      <w:r>
        <w:t>other.”</w:t>
      </w:r>
    </w:p>
    <w:p w:rsidR="00EC54B6" w:rsidRDefault="00EC54B6" w:rsidP="00EC54B6">
      <w:pPr>
        <w:pStyle w:val="libNormal"/>
      </w:pPr>
      <w:r>
        <w:t>(Usool e Kafi First Edition pg 221-222)</w:t>
      </w:r>
    </w:p>
    <w:p w:rsidR="00EC54B6" w:rsidRDefault="00EC54B6" w:rsidP="00175E59">
      <w:pPr>
        <w:pStyle w:val="Heading2Center"/>
      </w:pPr>
      <w:bookmarkStart w:id="612" w:name="_Toc442791731"/>
      <w:r>
        <w:lastRenderedPageBreak/>
        <w:t>6. Al uqabah (Ascent)</w:t>
      </w:r>
      <w:bookmarkEnd w:id="612"/>
    </w:p>
    <w:p w:rsidR="00EC54B6" w:rsidRDefault="00EC54B6" w:rsidP="00EC54B6">
      <w:pPr>
        <w:pStyle w:val="libNormal"/>
      </w:pPr>
      <w:r>
        <w:t>Imam Abu Jafar (as) says regarding this ayah, “But he would not attempt the Ascent”</w:t>
      </w:r>
    </w:p>
    <w:p w:rsidR="00EC54B6" w:rsidRDefault="00EC54B6" w:rsidP="00EC54B6">
      <w:pPr>
        <w:pStyle w:val="libNormal"/>
      </w:pPr>
      <w:r>
        <w:t>(90:11), Imam (as) hit His hand upon His chest and said, “We are that ascent and one wh</w:t>
      </w:r>
      <w:r w:rsidR="004D1165">
        <w:t xml:space="preserve">o </w:t>
      </w:r>
      <w:r>
        <w:t>crosses Us has found salvation.”</w:t>
      </w:r>
    </w:p>
    <w:p w:rsidR="00EC54B6" w:rsidRDefault="00EC54B6" w:rsidP="00CE7E0F">
      <w:pPr>
        <w:pStyle w:val="libItalic"/>
      </w:pPr>
      <w:r>
        <w:t>(Tafseer e Furat pg 211)</w:t>
      </w:r>
    </w:p>
    <w:p w:rsidR="00EC54B6" w:rsidRDefault="00EC54B6" w:rsidP="00175E59">
      <w:pPr>
        <w:pStyle w:val="Heading2Center"/>
      </w:pPr>
      <w:bookmarkStart w:id="613" w:name="_Toc442791732"/>
      <w:r>
        <w:t>7. Awaz al Nabi (Likeness of RasoolAllah saw)</w:t>
      </w:r>
      <w:bookmarkEnd w:id="613"/>
    </w:p>
    <w:p w:rsidR="00EC54B6" w:rsidRDefault="00EC54B6" w:rsidP="00EC54B6">
      <w:pPr>
        <w:pStyle w:val="libNormal"/>
      </w:pPr>
      <w:r>
        <w:t xml:space="preserve">Ibne Abbas (ra) narrates, RasoolAllah (saw) said, “Ali (asws) is to Me as My skin. Ali </w:t>
      </w:r>
      <w:r w:rsidR="0066696E" w:rsidRPr="0066696E">
        <w:t>(asws)</w:t>
      </w:r>
      <w:r w:rsidR="0066696E">
        <w:t xml:space="preserve"> </w:t>
      </w:r>
      <w:r>
        <w:t>is to Me like My flesh. Ali (asws) is to Me like My bones. Ali (asws) is to Me like My blood i</w:t>
      </w:r>
      <w:r w:rsidR="004D1165">
        <w:t xml:space="preserve">n </w:t>
      </w:r>
      <w:r>
        <w:t>My veins. Ali (asws) is from Me. He is My brother, My successor, My inheritor, and M</w:t>
      </w:r>
      <w:r w:rsidR="004D1165">
        <w:t xml:space="preserve">y </w:t>
      </w:r>
      <w:r>
        <w:t>caliph of My ummah. He is judge of the religion. He is My likeness in this world”.</w:t>
      </w:r>
    </w:p>
    <w:p w:rsidR="00EC54B6" w:rsidRDefault="00EC54B6" w:rsidP="0080330A">
      <w:pPr>
        <w:pStyle w:val="libItalic"/>
      </w:pPr>
      <w:r>
        <w:t>(Maya Manqaba pg 44)</w:t>
      </w:r>
    </w:p>
    <w:p w:rsidR="00EC54B6" w:rsidRDefault="00EC54B6" w:rsidP="00175E59">
      <w:pPr>
        <w:pStyle w:val="Heading2Center"/>
      </w:pPr>
      <w:bookmarkStart w:id="614" w:name="_Toc442791733"/>
      <w:r>
        <w:t>8. Abdullah (servant of Allah)</w:t>
      </w:r>
      <w:bookmarkEnd w:id="614"/>
    </w:p>
    <w:p w:rsidR="00EC54B6" w:rsidRDefault="00EC54B6" w:rsidP="00EC54B6">
      <w:pPr>
        <w:pStyle w:val="libNormal"/>
      </w:pPr>
      <w:r>
        <w:t>Moula Ali (asws) said, “I am the servant of Allah and the brother of RasoolAllah (saw). N</w:t>
      </w:r>
      <w:r w:rsidR="004D1165">
        <w:t xml:space="preserve">o </w:t>
      </w:r>
      <w:r>
        <w:t>one after Me can claim to be this except a liar.”</w:t>
      </w:r>
    </w:p>
    <w:p w:rsidR="00EC54B6" w:rsidRDefault="00EC54B6" w:rsidP="0080330A">
      <w:pPr>
        <w:pStyle w:val="libItalic"/>
      </w:pPr>
      <w:r>
        <w:t>(Ayun al Akbar al Reza (as) First Edition pg 63)</w:t>
      </w:r>
    </w:p>
    <w:p w:rsidR="00EC54B6" w:rsidRDefault="00EC54B6" w:rsidP="00175E59">
      <w:pPr>
        <w:pStyle w:val="Heading2Center"/>
      </w:pPr>
      <w:bookmarkStart w:id="615" w:name="_Toc442791734"/>
      <w:r>
        <w:t>9. Aali (exalted)</w:t>
      </w:r>
      <w:bookmarkEnd w:id="615"/>
    </w:p>
    <w:p w:rsidR="00EC54B6" w:rsidRDefault="00EC54B6" w:rsidP="00EC54B6">
      <w:pPr>
        <w:pStyle w:val="libNormal"/>
      </w:pPr>
      <w:r>
        <w:t>Abu Saeed Khudri narrates, “We were sitting with RasoolAllah (saw) when a man cam</w:t>
      </w:r>
      <w:r w:rsidR="004D1165">
        <w:t xml:space="preserve">e </w:t>
      </w:r>
      <w:r>
        <w:t>and said, “O’RasoolAllah (saw)! Tell me about iblees regarding this ayah, “Are yo</w:t>
      </w:r>
      <w:r w:rsidR="004D1165">
        <w:t xml:space="preserve">u </w:t>
      </w:r>
      <w:r>
        <w:t>proud or are you of the exalted ones?” (38:75). O’RasoolAllah (saw)! Who are those wh</w:t>
      </w:r>
      <w:r w:rsidR="004D1165">
        <w:t xml:space="preserve">o </w:t>
      </w:r>
      <w:r>
        <w:t>are greater than angels?” RasoolAllah (saw) said, “Myself, Ali (asws), Fatima (sa), Hasa</w:t>
      </w:r>
      <w:r w:rsidR="004D1165">
        <w:t xml:space="preserve">n </w:t>
      </w:r>
      <w:r>
        <w:t>(as), and Hussain (as). We use to praise Allah near the throne of Allah 2000 years befor</w:t>
      </w:r>
      <w:r w:rsidR="004D1165">
        <w:t xml:space="preserve">e </w:t>
      </w:r>
      <w:r>
        <w:t>the creation of Adam. When Allah created Adam, He ordered the angels to perform sajda</w:t>
      </w:r>
      <w:r w:rsidR="004D1165">
        <w:t xml:space="preserve">h </w:t>
      </w:r>
      <w:r>
        <w:t>to him. He did not order Us to perform sajda to Adam. So the angels performed sajda al</w:t>
      </w:r>
      <w:r w:rsidR="004D1165">
        <w:t xml:space="preserve">l </w:t>
      </w:r>
      <w:r>
        <w:t>except iblees. He refused. Allah asked him, “Are you proud or are you of the exalted ones?”</w:t>
      </w:r>
    </w:p>
    <w:p w:rsidR="00EC54B6" w:rsidRDefault="00EC54B6" w:rsidP="00EC54B6">
      <w:pPr>
        <w:pStyle w:val="libNormal"/>
      </w:pPr>
      <w:r>
        <w:t>Allah was referring to those 5 names that were written on the throne. We are the doors o</w:t>
      </w:r>
      <w:r w:rsidR="004D1165">
        <w:t xml:space="preserve">f </w:t>
      </w:r>
      <w:r>
        <w:t>Allah through whom Allah bestows His blessings. Those who seek guidance obtain thei</w:t>
      </w:r>
      <w:r w:rsidR="004D1165">
        <w:t xml:space="preserve">r </w:t>
      </w:r>
      <w:r>
        <w:t>guidance through Us. One who hates Us hates Allah. Allah will throw him into the hellfire.</w:t>
      </w:r>
    </w:p>
    <w:p w:rsidR="00EC54B6" w:rsidRDefault="00EC54B6" w:rsidP="00EC54B6">
      <w:pPr>
        <w:pStyle w:val="libNormal"/>
      </w:pPr>
      <w:r>
        <w:t>No one will love Us except a halali (one who is born legitimate).”</w:t>
      </w:r>
    </w:p>
    <w:p w:rsidR="00EC54B6" w:rsidRDefault="00EC54B6" w:rsidP="00385CB6">
      <w:pPr>
        <w:pStyle w:val="libItalic"/>
      </w:pPr>
      <w:r>
        <w:t>(Kafaya al Talib)</w:t>
      </w:r>
    </w:p>
    <w:p w:rsidR="00EC54B6" w:rsidRDefault="00EC54B6" w:rsidP="00175E59">
      <w:pPr>
        <w:pStyle w:val="Heading2Center"/>
      </w:pPr>
      <w:bookmarkStart w:id="616" w:name="_Toc442791735"/>
      <w:r>
        <w:t>10. Amwad al islam (Pillar of islam)</w:t>
      </w:r>
      <w:bookmarkEnd w:id="616"/>
    </w:p>
    <w:p w:rsidR="00EC54B6" w:rsidRDefault="00EC54B6" w:rsidP="00EC54B6">
      <w:pPr>
        <w:pStyle w:val="libNormal"/>
      </w:pPr>
      <w:r>
        <w:t>Imam Abu Jafar (as) narrates, “RasoolAllah (saw) would never speak regarding Hi</w:t>
      </w:r>
      <w:r w:rsidR="004D1165">
        <w:t xml:space="preserve">s </w:t>
      </w:r>
      <w:r>
        <w:t>successor until a verse was revealed from Allah or until the appropriate time had passed.</w:t>
      </w:r>
    </w:p>
    <w:p w:rsidR="00EC54B6" w:rsidRDefault="00EC54B6" w:rsidP="00EC54B6">
      <w:pPr>
        <w:pStyle w:val="libNormal"/>
      </w:pPr>
      <w:r>
        <w:t>When RasoolAllah (saw) knew the time of His death this ayah was revealed, “So when yo</w:t>
      </w:r>
      <w:r w:rsidR="004D1165">
        <w:t xml:space="preserve">u </w:t>
      </w:r>
      <w:r>
        <w:t>are free, nominate and strive to please your Lord” (94:7-8). In this ayah, Allah say</w:t>
      </w:r>
      <w:r w:rsidR="004D1165">
        <w:t xml:space="preserve">s </w:t>
      </w:r>
      <w:r>
        <w:t>“When You are free from Your prophecy, appoint Ali (asws) as Your successor an</w:t>
      </w:r>
      <w:r w:rsidR="004D1165">
        <w:t xml:space="preserve">d </w:t>
      </w:r>
      <w:r>
        <w:t>announce it so RasoolAllah (saw) said, “Whomsoever I am His Moula, Ali (asws) is Hi</w:t>
      </w:r>
      <w:r w:rsidR="004D1165">
        <w:t xml:space="preserve">s </w:t>
      </w:r>
      <w:r>
        <w:t>Moula. O’ Allah! Love him who loves Him (Ali asws) and hate him who hates Him (Ali asws),</w:t>
      </w:r>
    </w:p>
    <w:p w:rsidR="00EC54B6" w:rsidRDefault="00EC54B6" w:rsidP="00EC54B6">
      <w:pPr>
        <w:pStyle w:val="libNormal"/>
      </w:pPr>
      <w:r>
        <w:lastRenderedPageBreak/>
        <w:t>help him who helps Him (Ali asws). Condemn him who denies Him (Ali asws).” RasoolAlla</w:t>
      </w:r>
      <w:r w:rsidR="004D1165">
        <w:t xml:space="preserve">h </w:t>
      </w:r>
      <w:r>
        <w:t>(saw) repeated this three times. People wanted to turn against Ali (asws). The</w:t>
      </w:r>
      <w:r w:rsidR="004D1165">
        <w:t xml:space="preserve">n </w:t>
      </w:r>
      <w:r>
        <w:t>RasoolAllah (saw) said, “O’Allah! Send such person who loves You and Me and whom Yo</w:t>
      </w:r>
      <w:r w:rsidR="004D1165">
        <w:t xml:space="preserve">u </w:t>
      </w:r>
      <w:r>
        <w:t>and Me love”. Before this RasoolAllah (saw) said, “Ali (asws) is master of all muslims. Al</w:t>
      </w:r>
      <w:r w:rsidR="004D1165">
        <w:t xml:space="preserve">i </w:t>
      </w:r>
      <w:r>
        <w:t>(asws) is pillar of islam. He will fight for haq (Truth) after Me. Haq (truth) is always with Al</w:t>
      </w:r>
      <w:r w:rsidR="004D1165">
        <w:t xml:space="preserve">i </w:t>
      </w:r>
      <w:r>
        <w:t>(asws).” This was the will of RasoolAllah (saw).”</w:t>
      </w:r>
    </w:p>
    <w:p w:rsidR="00EC54B6" w:rsidRDefault="00EC54B6" w:rsidP="00CE7E0F">
      <w:pPr>
        <w:pStyle w:val="libItalic"/>
      </w:pPr>
      <w:r>
        <w:t>(Tafseer e Furat pg 216)</w:t>
      </w:r>
    </w:p>
    <w:p w:rsidR="00EC54B6" w:rsidRDefault="00EC54B6" w:rsidP="00175E59">
      <w:pPr>
        <w:pStyle w:val="Heading2Center"/>
      </w:pPr>
      <w:bookmarkStart w:id="617" w:name="_Toc442791736"/>
      <w:r>
        <w:t>11. Aalim al Arz (most knowledgeable on the earth)</w:t>
      </w:r>
      <w:bookmarkEnd w:id="617"/>
    </w:p>
    <w:p w:rsidR="00EC54B6" w:rsidRDefault="00EC54B6" w:rsidP="00EC54B6">
      <w:pPr>
        <w:pStyle w:val="libNormal"/>
      </w:pPr>
      <w:r>
        <w:t>Minhal bin amr narrates Zar bin Hasan said, “Moula Ali (asws) was passing near Saqifa wit</w:t>
      </w:r>
      <w:r w:rsidR="004D1165">
        <w:t xml:space="preserve">h </w:t>
      </w:r>
      <w:r>
        <w:t>RasoolAllah (saw). Salman (as) was also with Them. Salman (as) said to the people ther</w:t>
      </w:r>
      <w:r w:rsidR="004D1165">
        <w:t xml:space="preserve">e, </w:t>
      </w:r>
      <w:r>
        <w:t>“Why are you standing here? Come and take oath, and ask Him “I swear by Allah wh</w:t>
      </w:r>
      <w:r w:rsidR="004D1165">
        <w:t xml:space="preserve">o </w:t>
      </w:r>
      <w:r>
        <w:t>causes the tree to gush forth from the seed. Verily, Ameerul Momineen (asws) will tell yo</w:t>
      </w:r>
      <w:r w:rsidR="004D1165">
        <w:t xml:space="preserve">u </w:t>
      </w:r>
      <w:r>
        <w:t>the secrets that you have hidden amongst you. Verily, He is the most knowledgable on th</w:t>
      </w:r>
      <w:r w:rsidR="004D1165">
        <w:t xml:space="preserve">e </w:t>
      </w:r>
      <w:r>
        <w:t>earth. If you lose Him, you lose the knowledge.”</w:t>
      </w:r>
    </w:p>
    <w:p w:rsidR="00EC54B6" w:rsidRDefault="00EC54B6" w:rsidP="0080330A">
      <w:pPr>
        <w:pStyle w:val="libItalic"/>
      </w:pPr>
      <w:r>
        <w:t>(Amali Sudooq pg 49)</w:t>
      </w:r>
    </w:p>
    <w:p w:rsidR="00EC54B6" w:rsidRDefault="00EC54B6" w:rsidP="00175E59">
      <w:pPr>
        <w:pStyle w:val="Heading2Center"/>
      </w:pPr>
      <w:bookmarkStart w:id="618" w:name="_Toc442791737"/>
      <w:r>
        <w:t>12. Ilm (knowledge)</w:t>
      </w:r>
      <w:bookmarkEnd w:id="618"/>
    </w:p>
    <w:p w:rsidR="00EC54B6" w:rsidRDefault="00EC54B6" w:rsidP="00EC54B6">
      <w:pPr>
        <w:pStyle w:val="libNormal"/>
      </w:pPr>
      <w:r>
        <w:t>Zaid bin Ali (as) bin Hussain (as) was asked regarding this hadith, “Whomsoever I a</w:t>
      </w:r>
      <w:r w:rsidR="004D1165">
        <w:t xml:space="preserve">m </w:t>
      </w:r>
      <w:r>
        <w:t>Moula, Ali (asws) is His Moula”. He said, “Ameerul Momineen (asws) was chosen fo</w:t>
      </w:r>
      <w:r w:rsidR="004D1165">
        <w:t xml:space="preserve">r </w:t>
      </w:r>
      <w:r>
        <w:t>knowledge.”</w:t>
      </w:r>
    </w:p>
    <w:p w:rsidR="00EC54B6" w:rsidRDefault="00EC54B6" w:rsidP="0080330A">
      <w:pPr>
        <w:pStyle w:val="libItalic"/>
      </w:pPr>
      <w:r>
        <w:t>(Maani ul Akbar pg 16)</w:t>
      </w:r>
    </w:p>
    <w:p w:rsidR="00EC54B6" w:rsidRDefault="00EC54B6" w:rsidP="00175E59">
      <w:pPr>
        <w:pStyle w:val="Heading2Center"/>
      </w:pPr>
      <w:bookmarkStart w:id="619" w:name="_Toc442791738"/>
      <w:r>
        <w:t>13. Ayeen al Mazloomah (oppressed eye)</w:t>
      </w:r>
      <w:bookmarkEnd w:id="619"/>
    </w:p>
    <w:p w:rsidR="00EC54B6" w:rsidRDefault="00EC54B6" w:rsidP="00EC54B6">
      <w:pPr>
        <w:pStyle w:val="libNormal"/>
      </w:pPr>
      <w:r>
        <w:t>Ibne Abbas (ra) narrates RasoolAllah (saw) said, “When the eyes will be oppressed, th</w:t>
      </w:r>
      <w:r w:rsidR="004D1165">
        <w:t xml:space="preserve">e </w:t>
      </w:r>
      <w:r>
        <w:t>hand of the fourth will be responsible for the slaughtering of the eye. One who wil</w:t>
      </w:r>
      <w:r w:rsidR="004D1165">
        <w:t xml:space="preserve">l </w:t>
      </w:r>
      <w:r>
        <w:t>slaughter one from amongst the eyes, the curse of Allah and all of the angels be upon him”.</w:t>
      </w:r>
    </w:p>
    <w:p w:rsidR="00EC54B6" w:rsidRDefault="00EC54B6" w:rsidP="00EC54B6">
      <w:pPr>
        <w:pStyle w:val="libNormal"/>
      </w:pPr>
      <w:r>
        <w:t>People asked, “O’RasoolAllah (saw)! What is that eye and eyes?” RasoolAllah (saw) sai</w:t>
      </w:r>
      <w:r w:rsidR="004D1165">
        <w:t xml:space="preserve">d, </w:t>
      </w:r>
      <w:r>
        <w:t>“Eye is My brother Ali (asws) ibn Abi Talib (as) and eyes are His enemies. The fourth o</w:t>
      </w:r>
      <w:r w:rsidR="004D1165">
        <w:t xml:space="preserve">f </w:t>
      </w:r>
      <w:r>
        <w:t>them will slaughter Him (Ali asws) brutally.”</w:t>
      </w:r>
    </w:p>
    <w:p w:rsidR="00EC54B6" w:rsidRDefault="00EC54B6" w:rsidP="00CE7E0F">
      <w:pPr>
        <w:pStyle w:val="libItalic"/>
      </w:pPr>
      <w:r>
        <w:t>(Maani ul Akbar pg 387)</w:t>
      </w:r>
    </w:p>
    <w:p w:rsidR="00EC54B6" w:rsidRDefault="00EC54B6" w:rsidP="00175E59">
      <w:pPr>
        <w:pStyle w:val="Heading2Center"/>
      </w:pPr>
      <w:bookmarkStart w:id="620" w:name="_Toc442791739"/>
      <w:r>
        <w:t>14. Ahad (promise)</w:t>
      </w:r>
      <w:bookmarkEnd w:id="620"/>
    </w:p>
    <w:p w:rsidR="00EC54B6" w:rsidRDefault="00EC54B6" w:rsidP="00EC54B6">
      <w:pPr>
        <w:pStyle w:val="libNormal"/>
      </w:pPr>
      <w:r>
        <w:t>Sama bin Mahran narrates, “I asked Imam Abu Abdullah Sadiq (as) regarding this ayah, “B</w:t>
      </w:r>
      <w:r w:rsidR="004D1165">
        <w:t xml:space="preserve">e </w:t>
      </w:r>
      <w:r>
        <w:t>faithful to your promise with Me and I will fulfill My promise with you” (2:40), Ima</w:t>
      </w:r>
      <w:r w:rsidR="004D1165">
        <w:t xml:space="preserve">m </w:t>
      </w:r>
      <w:r>
        <w:t>(as) said, “That promise of Allah is wilayat e Ali (asws). It is wajib upon you from Allah.</w:t>
      </w:r>
    </w:p>
    <w:p w:rsidR="00EC54B6" w:rsidRDefault="00EC54B6" w:rsidP="00EC54B6">
      <w:pPr>
        <w:pStyle w:val="libNormal"/>
      </w:pPr>
      <w:r>
        <w:t>Fulfill it and Allah will fulfill His promise of jannah with you.”</w:t>
      </w:r>
    </w:p>
    <w:p w:rsidR="00EC54B6" w:rsidRDefault="00EC54B6" w:rsidP="0080330A">
      <w:pPr>
        <w:pStyle w:val="libItalic"/>
      </w:pPr>
      <w:r>
        <w:t>(Tafseer e Ayyashi First Edition pg 60)</w:t>
      </w:r>
    </w:p>
    <w:p w:rsidR="00EC54B6" w:rsidRDefault="00EC54B6" w:rsidP="00175E59">
      <w:pPr>
        <w:pStyle w:val="Heading2Center"/>
      </w:pPr>
      <w:bookmarkStart w:id="621" w:name="_Toc442791740"/>
      <w:r>
        <w:t>15. Azd al Rasool (hand of RasoolAllah saw)</w:t>
      </w:r>
      <w:bookmarkEnd w:id="621"/>
    </w:p>
    <w:p w:rsidR="00EC54B6" w:rsidRDefault="00EC54B6" w:rsidP="00EC54B6">
      <w:pPr>
        <w:pStyle w:val="libNormal"/>
      </w:pPr>
      <w:r>
        <w:t>Muhammad bin Asnad narrates from Ans bin Malik, “RasoolAllah (saw) sent a</w:t>
      </w:r>
      <w:r w:rsidR="004D1165">
        <w:t xml:space="preserve">n </w:t>
      </w:r>
      <w:r>
        <w:t>ambassador towards a nation. They oppressed him and slaughtered him. When RasoolAlla</w:t>
      </w:r>
      <w:r w:rsidR="004D1165">
        <w:t xml:space="preserve">h </w:t>
      </w:r>
      <w:r>
        <w:t>(saw) heard this, He sent Ali (asws) towards them. He fought them, slaughtered them an</w:t>
      </w:r>
      <w:r w:rsidR="004D1165">
        <w:t xml:space="preserve">d </w:t>
      </w:r>
      <w:r>
        <w:t>imprisoned them. When Ali (asws) returned back to Medina and met with RasoolAlla</w:t>
      </w:r>
      <w:r w:rsidR="004D1165">
        <w:t xml:space="preserve">h </w:t>
      </w:r>
      <w:r>
        <w:t xml:space="preserve">(saw), He (RasoolAllah </w:t>
      </w:r>
      <w:r>
        <w:lastRenderedPageBreak/>
        <w:t>saw) kissed Ali (asws)’s forehead and said, “May My parents b</w:t>
      </w:r>
      <w:r w:rsidR="004D1165">
        <w:t xml:space="preserve">e </w:t>
      </w:r>
      <w:r>
        <w:t>sacrificed upon You! Allah strengthened My hand through You the way He did with Mus</w:t>
      </w:r>
      <w:r w:rsidR="004D1165">
        <w:t xml:space="preserve">a </w:t>
      </w:r>
      <w:r>
        <w:t>(as) through Haroon (as).”</w:t>
      </w:r>
    </w:p>
    <w:p w:rsidR="00EC54B6" w:rsidRDefault="00EC54B6" w:rsidP="00385CB6">
      <w:pPr>
        <w:pStyle w:val="libItalic"/>
      </w:pPr>
      <w:r>
        <w:t>(Tafseer e Burhan)</w:t>
      </w:r>
    </w:p>
    <w:p w:rsidR="00EC54B6" w:rsidRDefault="00EC54B6" w:rsidP="00175E59">
      <w:pPr>
        <w:pStyle w:val="Heading2Center"/>
      </w:pPr>
      <w:bookmarkStart w:id="622" w:name="_Toc442791741"/>
      <w:r>
        <w:t>16. Ali</w:t>
      </w:r>
      <w:bookmarkEnd w:id="622"/>
    </w:p>
    <w:p w:rsidR="00EC54B6" w:rsidRDefault="00EC54B6" w:rsidP="00EC54B6">
      <w:pPr>
        <w:pStyle w:val="libNormal"/>
      </w:pPr>
      <w:r>
        <w:t>Thabit bin Dinar narrates from Swaid bin Jabir who narrates from Yazid bin Qanab wh</w:t>
      </w:r>
      <w:r w:rsidR="004D1165">
        <w:t xml:space="preserve">o </w:t>
      </w:r>
      <w:r>
        <w:t>says, “I was sitting with Abbas bin Abdul Muttalib near the Kaaba. Fatima (sa) binte Asa</w:t>
      </w:r>
      <w:r w:rsidR="004D1165">
        <w:t xml:space="preserve">d </w:t>
      </w:r>
      <w:r>
        <w:t>came there. She held the wall of the Kaaba and said, “O’ my Lord! I believe in You and all o</w:t>
      </w:r>
      <w:r w:rsidR="004D1165">
        <w:t xml:space="preserve">f </w:t>
      </w:r>
      <w:r>
        <w:t>the prophets and books revealed by You. I testify to the words of my forefather, Ibrahi</w:t>
      </w:r>
      <w:r w:rsidR="004D1165">
        <w:t xml:space="preserve">m </w:t>
      </w:r>
      <w:r>
        <w:t>(as). He made this Your holy house. He built this house for Your prophet and the one who i</w:t>
      </w:r>
      <w:r w:rsidR="004D1165">
        <w:t xml:space="preserve">s </w:t>
      </w:r>
      <w:r>
        <w:t>in my womb. Make the birth of Him easy for me”. Yazid bin Qanab says, “I saw the wall o</w:t>
      </w:r>
      <w:r w:rsidR="004D1165">
        <w:t xml:space="preserve">f </w:t>
      </w:r>
      <w:r>
        <w:t>the Kaaba open and Fatima (sa) entered inside and disappeared from our sight.” We sen</w:t>
      </w:r>
      <w:r w:rsidR="004D1165">
        <w:t xml:space="preserve">t </w:t>
      </w:r>
      <w:r>
        <w:t>the caretaker of the Kaaba to open the door for us, but he could not get it to open. Then w</w:t>
      </w:r>
      <w:r w:rsidR="004D1165">
        <w:t xml:space="preserve">e </w:t>
      </w:r>
      <w:r>
        <w:t>knew this is from Allah. Then on the fourth day, she came out of the Kaaba. She ha</w:t>
      </w:r>
      <w:r w:rsidR="004D1165">
        <w:t xml:space="preserve">d </w:t>
      </w:r>
      <w:r>
        <w:t>Ameerul Momineen (asws) with her. Then she said, “Allah gave me greatness over all th</w:t>
      </w:r>
      <w:r w:rsidR="004D1165">
        <w:t xml:space="preserve">e </w:t>
      </w:r>
      <w:r>
        <w:t>women and I am honored.” Asya binte Muzahim used to worship Allah hiddenly and Alla</w:t>
      </w:r>
      <w:r w:rsidR="004D1165">
        <w:t xml:space="preserve">h </w:t>
      </w:r>
      <w:r>
        <w:t>did not like such worship except in the state of compulsion. Mariam (sa) binte Imran had t</w:t>
      </w:r>
      <w:r w:rsidR="004D1165">
        <w:t xml:space="preserve">o </w:t>
      </w:r>
      <w:r>
        <w:t>eat dates by her own hands. When I entered in the house of Allah, I ate the fruits of jannah.</w:t>
      </w:r>
    </w:p>
    <w:p w:rsidR="00EC54B6" w:rsidRDefault="00EC54B6" w:rsidP="00EC54B6">
      <w:pPr>
        <w:pStyle w:val="libNormal"/>
      </w:pPr>
      <w:r>
        <w:t>When I was about to depart, a crier said, “O’Fatima (sa)! Name this child “Ali”. He is Ali an</w:t>
      </w:r>
      <w:r w:rsidR="004D1165">
        <w:t xml:space="preserve">d </w:t>
      </w:r>
      <w:r>
        <w:t>Allah the Most High says, “I named Him from amongst My names and taught Him M</w:t>
      </w:r>
      <w:r w:rsidR="004D1165">
        <w:t xml:space="preserve">y </w:t>
      </w:r>
      <w:r>
        <w:t>hidden knowledge. He is the one who will destroy the idols in My house and will recit</w:t>
      </w:r>
      <w:r w:rsidR="004D1165">
        <w:t xml:space="preserve">e </w:t>
      </w:r>
      <w:r>
        <w:t>adhan on the back of My house. He will recite the greatness of My praises. There is janna</w:t>
      </w:r>
      <w:r w:rsidR="004D1165">
        <w:t xml:space="preserve">h </w:t>
      </w:r>
      <w:r>
        <w:t>for anyone who will love and obey Him. He who is his enemy and disobeys Him will b</w:t>
      </w:r>
      <w:r w:rsidR="004D1165">
        <w:t xml:space="preserve">e </w:t>
      </w:r>
      <w:r>
        <w:t>destroyed.”</w:t>
      </w:r>
    </w:p>
    <w:p w:rsidR="00EC54B6" w:rsidRDefault="00EC54B6" w:rsidP="0080330A">
      <w:pPr>
        <w:pStyle w:val="libItalic"/>
      </w:pPr>
      <w:r>
        <w:t>(Maani ul Akbar pg 62)</w:t>
      </w:r>
    </w:p>
    <w:p w:rsidR="00EC54B6" w:rsidRDefault="00EC54B6" w:rsidP="00EC54B6">
      <w:pPr>
        <w:pStyle w:val="libNormal"/>
      </w:pPr>
      <w:r>
        <w:t>Jafar (as) bin Muhammad (as) narrates from His Father who narrates from His Grandfathe</w:t>
      </w:r>
      <w:r w:rsidR="004D1165">
        <w:t xml:space="preserve">r, </w:t>
      </w:r>
      <w:r>
        <w:t>“One day RasoolAllah (saw) was sitting along with Ali (asws), Fatima (sa), Hasan (as) , an</w:t>
      </w:r>
      <w:r w:rsidR="004D1165">
        <w:t xml:space="preserve">d </w:t>
      </w:r>
      <w:r>
        <w:t>Hussain (as). RasoolAllah (saw) said, “I swear by Allah who made Me a warner. There is n</w:t>
      </w:r>
      <w:r w:rsidR="004D1165">
        <w:t xml:space="preserve">o </w:t>
      </w:r>
      <w:r>
        <w:t>one on the earth more beloved by Allah than Us. Verily, Allah named Me from His names.</w:t>
      </w:r>
    </w:p>
    <w:p w:rsidR="00EC54B6" w:rsidRDefault="00EC54B6" w:rsidP="00EC54B6">
      <w:pPr>
        <w:pStyle w:val="libNormal"/>
      </w:pPr>
      <w:r>
        <w:t>He is Mahmood and I am Muhammad. He named Ali (asws) from His names. He is Ali ul al</w:t>
      </w:r>
      <w:r w:rsidR="004D1165">
        <w:t xml:space="preserve">a </w:t>
      </w:r>
      <w:r>
        <w:t>and You (Ali asws) are Ali. Allah named Fatima (sa) from His names. He is Fatir and You ar</w:t>
      </w:r>
      <w:r w:rsidR="004D1165">
        <w:t xml:space="preserve">e </w:t>
      </w:r>
      <w:r>
        <w:t>Fatima. Allah named Hasan (as) from His names. He is Mohsin and You are Hasan. Alla</w:t>
      </w:r>
      <w:r w:rsidR="004D1165">
        <w:t xml:space="preserve">h </w:t>
      </w:r>
      <w:r>
        <w:t>named Hussain (as) from His names. He is Zulahsan and You are Hussain.” The</w:t>
      </w:r>
      <w:r w:rsidR="004D1165">
        <w:t xml:space="preserve">n </w:t>
      </w:r>
      <w:r>
        <w:t>RasoolAllah (saw) said, “O’Allah! I testify I am peaceful with those who are peaceful wit</w:t>
      </w:r>
      <w:r w:rsidR="004D1165">
        <w:t xml:space="preserve">h </w:t>
      </w:r>
      <w:r>
        <w:t>Them (Ali asws, Fatima sa, Hasan as, and Hussain as) and I am at war with those who are a</w:t>
      </w:r>
      <w:r w:rsidR="004D1165">
        <w:t xml:space="preserve">t </w:t>
      </w:r>
      <w:r>
        <w:t>war with Them. I love him who loves Them. I hate him who hates Them. I am from Them.”</w:t>
      </w:r>
    </w:p>
    <w:p w:rsidR="00EC54B6" w:rsidRDefault="00EC54B6" w:rsidP="00CE7E0F">
      <w:pPr>
        <w:pStyle w:val="libItalic"/>
      </w:pPr>
      <w:r>
        <w:t>(Maani ul Akbar pg 155)</w:t>
      </w:r>
    </w:p>
    <w:p w:rsidR="00FE3B28" w:rsidRDefault="00EC54B6" w:rsidP="00EC54B6">
      <w:pPr>
        <w:pStyle w:val="libNormal"/>
      </w:pPr>
      <w:r>
        <w:t>Abu Zarr (ra) narrates, “I heard RasoolAllah (saw) saying, “Ali (asws) and I are from th</w:t>
      </w:r>
      <w:r w:rsidR="004D1165">
        <w:t xml:space="preserve">e </w:t>
      </w:r>
      <w:r>
        <w:t>same noor. We praised Allah on the throne 2000 years before the creation of Adam (as).</w:t>
      </w:r>
    </w:p>
    <w:p w:rsidR="00EC54B6" w:rsidRDefault="00EC54B6" w:rsidP="00EC54B6">
      <w:pPr>
        <w:pStyle w:val="libNormal"/>
      </w:pPr>
      <w:r>
        <w:lastRenderedPageBreak/>
        <w:t>When Allah created Adam (as), Allah placed Our noor in His lineage. When Adam (as) wa</w:t>
      </w:r>
      <w:r w:rsidR="004D1165">
        <w:t xml:space="preserve">s </w:t>
      </w:r>
      <w:r>
        <w:t>in jannah, We were in His lineage. When Ibrahim (as) was thrown in the fire, We were i</w:t>
      </w:r>
      <w:r w:rsidR="004D1165">
        <w:t xml:space="preserve">n </w:t>
      </w:r>
      <w:r>
        <w:t>His lineage. Allah kept transferring Us until We reached to Abdul Muttalib (ra). Allah spli</w:t>
      </w:r>
      <w:r w:rsidR="004D1165">
        <w:t xml:space="preserve">t </w:t>
      </w:r>
      <w:r>
        <w:t>Us into two parts. He kept Me in the lineage of Abdullah and Ali (asws) in the lineage of Ab</w:t>
      </w:r>
      <w:r w:rsidR="004D1165">
        <w:t xml:space="preserve">u </w:t>
      </w:r>
      <w:r>
        <w:t>Talib (as). He gave Me the prophecy and gave Ali (asws) the wilayat. He named Us from Hi</w:t>
      </w:r>
      <w:r w:rsidR="004D1165">
        <w:t xml:space="preserve">s </w:t>
      </w:r>
      <w:r>
        <w:t>names. The Lord of the Throne is Mahmood and I am Muhammad (saw). The Allah is Al</w:t>
      </w:r>
      <w:r w:rsidR="004D1165">
        <w:t xml:space="preserve">a </w:t>
      </w:r>
      <w:r>
        <w:t>and He is Ali (asws).”</w:t>
      </w:r>
    </w:p>
    <w:p w:rsidR="00EC54B6" w:rsidRDefault="00EC54B6" w:rsidP="0080330A">
      <w:pPr>
        <w:pStyle w:val="libItalic"/>
      </w:pPr>
      <w:r>
        <w:t>(Maani ul Akbar pg 56)</w:t>
      </w:r>
    </w:p>
    <w:p w:rsidR="00EC54B6" w:rsidRDefault="00EC54B6" w:rsidP="00EC54B6">
      <w:pPr>
        <w:pStyle w:val="libNormal"/>
      </w:pPr>
      <w:r>
        <w:t>Ibne Masood narrates, “RasoolAllah (saw) said to Ali (asws) ibn Abi Talib (as), “When Alla</w:t>
      </w:r>
      <w:r w:rsidR="004D1165">
        <w:t xml:space="preserve">h </w:t>
      </w:r>
      <w:r>
        <w:t>created Adam (as) and blew His spirit in his form. The angels performed sajdah to him.</w:t>
      </w:r>
    </w:p>
    <w:p w:rsidR="00EC54B6" w:rsidRDefault="00EC54B6" w:rsidP="00EC54B6">
      <w:pPr>
        <w:pStyle w:val="libNormal"/>
      </w:pPr>
      <w:r>
        <w:t>Then Allah sent him along with his wife, Hawa (sa), into jannah. Adam (as) looked at th</w:t>
      </w:r>
      <w:r w:rsidR="004D1165">
        <w:t xml:space="preserve">e </w:t>
      </w:r>
      <w:r>
        <w:t>throne and saw 5 lines written on it. Adam (as) asked, “O’ My Lord! Who are They?” Alla</w:t>
      </w:r>
      <w:r w:rsidR="004D1165">
        <w:t xml:space="preserve">h </w:t>
      </w:r>
      <w:r>
        <w:t>said, “They are those through whom My creation will seek My intercession and I wil</w:t>
      </w:r>
      <w:r w:rsidR="004D1165">
        <w:t xml:space="preserve">l </w:t>
      </w:r>
      <w:r>
        <w:t>intercede through Them.” Adam said, “O’ My Lord! They have great importance to You.</w:t>
      </w:r>
    </w:p>
    <w:p w:rsidR="00EC54B6" w:rsidRDefault="00EC54B6" w:rsidP="00EC54B6">
      <w:pPr>
        <w:pStyle w:val="libNormal"/>
      </w:pPr>
      <w:r>
        <w:t>What are Their names?” Allah said, “I am Mahmood and first of Them is Muhammad (saw),</w:t>
      </w:r>
    </w:p>
    <w:p w:rsidR="00EC54B6" w:rsidRDefault="00EC54B6" w:rsidP="00EC54B6">
      <w:pPr>
        <w:pStyle w:val="libNormal"/>
      </w:pPr>
      <w:r>
        <w:t>I am Ala and the second of Them is Ali (asws). I am Fatir and the third from Them is Fatim</w:t>
      </w:r>
      <w:r w:rsidR="004D1165">
        <w:t xml:space="preserve">a </w:t>
      </w:r>
      <w:r>
        <w:t>(sa). I am Mohsin and the fourth from Them is Hasan (as). I am Ahsan and the fifth fro</w:t>
      </w:r>
      <w:r w:rsidR="004D1165">
        <w:t xml:space="preserve">m </w:t>
      </w:r>
      <w:r>
        <w:t>Them is Hussain (as). They all praise Me, Allah”.</w:t>
      </w:r>
    </w:p>
    <w:p w:rsidR="00EC54B6" w:rsidRDefault="00EC54B6" w:rsidP="00CE7E0F">
      <w:pPr>
        <w:pStyle w:val="libItalic"/>
      </w:pPr>
      <w:r>
        <w:t>(Maani ul Akbar pg 157)</w:t>
      </w:r>
    </w:p>
    <w:p w:rsidR="00EC54B6" w:rsidRDefault="00EC54B6" w:rsidP="00EC54B6">
      <w:pPr>
        <w:pStyle w:val="libNormal"/>
      </w:pPr>
      <w:r>
        <w:t>Jabir Jaffi narrates, “The people are disputed regarding why Moula Ali (asws) was name</w:t>
      </w:r>
      <w:r w:rsidR="004D1165">
        <w:t xml:space="preserve">d </w:t>
      </w:r>
      <w:r>
        <w:t>“Ali”. One group says, “No one in the offspring of Adam (as) has this name nor in the arab</w:t>
      </w:r>
      <w:r w:rsidR="004D1165">
        <w:t xml:space="preserve">s </w:t>
      </w:r>
      <w:r>
        <w:t>neither in the ajim and all of the people named their children “Ali” after Ameerul Mominee</w:t>
      </w:r>
      <w:r w:rsidR="004D1165">
        <w:t xml:space="preserve">n </w:t>
      </w:r>
      <w:r>
        <w:t>(asws).” The second group said, “Ali (asws) was named “Ali” because His house in jannah i</w:t>
      </w:r>
      <w:r w:rsidR="004D1165">
        <w:t xml:space="preserve">s </w:t>
      </w:r>
      <w:r>
        <w:t>on a very high spot. Even the house of the prophets are not as high as the house of Al</w:t>
      </w:r>
      <w:r w:rsidR="004D1165">
        <w:t xml:space="preserve">i </w:t>
      </w:r>
      <w:r>
        <w:t>(asws).” One group said, “Ali (asws) was named “Ali” because He was the same a</w:t>
      </w:r>
      <w:r w:rsidR="004D1165">
        <w:t xml:space="preserve">s </w:t>
      </w:r>
      <w:r>
        <w:t>RasoolAllah (saw) in the obedience of Allah and He stood on the shoulders of RasoolAlla</w:t>
      </w:r>
      <w:r w:rsidR="004D1165">
        <w:t xml:space="preserve">h </w:t>
      </w:r>
      <w:r>
        <w:t>(saw) when He destroyed the idols in the Kaaba.” Another group said, “Ali (asws) wa</w:t>
      </w:r>
      <w:r w:rsidR="004D1165">
        <w:t xml:space="preserve">s </w:t>
      </w:r>
      <w:r>
        <w:t>named “Ali” because He was married in the heavens and no one in the whole creation o</w:t>
      </w:r>
      <w:r w:rsidR="004D1165">
        <w:t xml:space="preserve">f </w:t>
      </w:r>
      <w:r>
        <w:t>Allah was married in the heavens.” Another group said, “Ali (asws) was named “ Ali”</w:t>
      </w:r>
    </w:p>
    <w:p w:rsidR="00EC54B6" w:rsidRDefault="00EC54B6" w:rsidP="00EC54B6">
      <w:pPr>
        <w:pStyle w:val="libNormal"/>
      </w:pPr>
      <w:r>
        <w:t>because He was the most knowledgable after RasoolAllah (saw)”.</w:t>
      </w:r>
    </w:p>
    <w:p w:rsidR="00EC54B6" w:rsidRDefault="00EC54B6" w:rsidP="0080330A">
      <w:pPr>
        <w:pStyle w:val="libItalic"/>
      </w:pPr>
      <w:r>
        <w:t>(Maani ul Akbar pg 61)</w:t>
      </w:r>
    </w:p>
    <w:p w:rsidR="00EC54B6" w:rsidRDefault="00EC54B6" w:rsidP="00EC54B6">
      <w:pPr>
        <w:pStyle w:val="libNormal"/>
      </w:pPr>
      <w:r>
        <w:t>The letters of the titles of Moula (asws) is equal to the names of the Imams (as). Every titl</w:t>
      </w:r>
      <w:r w:rsidR="004D1165">
        <w:t xml:space="preserve">e </w:t>
      </w:r>
      <w:r>
        <w:t>has 12 letters.</w:t>
      </w:r>
    </w:p>
    <w:p w:rsidR="00EC54B6" w:rsidRDefault="00EC54B6" w:rsidP="00385CB6">
      <w:pPr>
        <w:pStyle w:val="libAr"/>
      </w:pPr>
      <w:r>
        <w:rPr>
          <w:rtl/>
        </w:rPr>
        <w:t>علي وصي الرسول، علي زوج الثتول، علي قامع الشرك، علي دامغ الافك، علي فالع الثاب، علي</w:t>
      </w:r>
      <w:r w:rsidR="00385CB6">
        <w:t xml:space="preserve"> </w:t>
      </w:r>
      <w:r>
        <w:rPr>
          <w:rtl/>
        </w:rPr>
        <w:t>ردالاحساب، علي عالم الامة، علي اتو الائمة، علي فارج الكرب، علي خليفة الرب، علي ذو العجائة،</w:t>
      </w:r>
      <w:r w:rsidR="00385CB6">
        <w:t xml:space="preserve"> </w:t>
      </w:r>
      <w:r>
        <w:rPr>
          <w:rtl/>
        </w:rPr>
        <w:t>علي ذو الغرائة، علي خليفة الله، حيدر اتو تراب، علي تن اتي طالة، امير المؤمنين</w:t>
      </w:r>
      <w:r>
        <w:t>.</w:t>
      </w:r>
    </w:p>
    <w:p w:rsidR="00EC54B6" w:rsidRDefault="00EC54B6" w:rsidP="00EC54B6">
      <w:pPr>
        <w:pStyle w:val="libNormal"/>
      </w:pPr>
      <w:r>
        <w:lastRenderedPageBreak/>
        <w:t>(Ali the successor of RasoolAllah saw, Ali the husband of Batool (sa), Ali the remover o</w:t>
      </w:r>
      <w:r w:rsidR="004D1165">
        <w:t xml:space="preserve">f </w:t>
      </w:r>
      <w:r>
        <w:t>shirk, Ali the remover of accusations, Ali the remover of the door, Ali the destroyer o</w:t>
      </w:r>
      <w:r w:rsidR="004D1165">
        <w:t xml:space="preserve">f </w:t>
      </w:r>
      <w:r>
        <w:t>armies, Ali the most knowledgable of the ummah, Ali the Father of the Imams (as), Ali th</w:t>
      </w:r>
      <w:r w:rsidR="004D1165">
        <w:t xml:space="preserve">e </w:t>
      </w:r>
      <w:r>
        <w:t>caliph of the Lord, Ali the man of wonders, Ali the man of miracles, Ali the caliph of Alla</w:t>
      </w:r>
      <w:r w:rsidR="004D1165">
        <w:t xml:space="preserve">h, </w:t>
      </w:r>
      <w:r>
        <w:t>Haider Abu Turab, Ali ibn Abi Talib, Ameerul Momineen)</w:t>
      </w:r>
    </w:p>
    <w:p w:rsidR="00EC54B6" w:rsidRDefault="00EC54B6" w:rsidP="00CE7E0F">
      <w:pPr>
        <w:pStyle w:val="libItalic"/>
      </w:pPr>
      <w:r>
        <w:t>(Manaqib First Edition pg 260)</w:t>
      </w:r>
    </w:p>
    <w:p w:rsidR="00EC54B6" w:rsidRDefault="00EC54B6" w:rsidP="00175E59">
      <w:pPr>
        <w:pStyle w:val="Heading2Center"/>
      </w:pPr>
      <w:bookmarkStart w:id="623" w:name="_Toc442791742"/>
      <w:r>
        <w:t>17. Ahad al Mukid (strong promise of allegiance)</w:t>
      </w:r>
      <w:bookmarkEnd w:id="623"/>
    </w:p>
    <w:p w:rsidR="00EC54B6" w:rsidRDefault="00EC54B6" w:rsidP="00EC54B6">
      <w:pPr>
        <w:pStyle w:val="libNormal"/>
      </w:pPr>
      <w:r>
        <w:t>Imam Abu Abdullah Sadiq (as) narrates RasoolAllah (saw) left the Book of Allah and Hi</w:t>
      </w:r>
      <w:r w:rsidR="004D1165">
        <w:t xml:space="preserve">s </w:t>
      </w:r>
      <w:r>
        <w:t>Successor Ali (asws) ibn Abi Talib (as) for His ummah. He left Ameerul Momineen (asws),</w:t>
      </w:r>
    </w:p>
    <w:p w:rsidR="00EC54B6" w:rsidRDefault="00EC54B6" w:rsidP="00EC54B6">
      <w:pPr>
        <w:pStyle w:val="libNormal"/>
      </w:pPr>
      <w:r>
        <w:t>Imam al Muttaqeen, the strongest rope of Allah, His strongest chain that will never b</w:t>
      </w:r>
      <w:r w:rsidR="004D1165">
        <w:t xml:space="preserve">e </w:t>
      </w:r>
      <w:r>
        <w:t>broken and His strong promise. Imam (as) guides people regarding the obedience of Alla</w:t>
      </w:r>
      <w:r w:rsidR="004D1165">
        <w:t xml:space="preserve">h </w:t>
      </w:r>
      <w:r>
        <w:t>and Imam. He informs the people about His right and the Amr (command/authority) o</w:t>
      </w:r>
      <w:r w:rsidR="004D1165">
        <w:t xml:space="preserve">f </w:t>
      </w:r>
      <w:r>
        <w:t>Allah.”</w:t>
      </w:r>
    </w:p>
    <w:p w:rsidR="00EC54B6" w:rsidRDefault="00EC54B6" w:rsidP="00CE7E0F">
      <w:pPr>
        <w:pStyle w:val="libItalic"/>
      </w:pPr>
      <w:r>
        <w:t>(Basar ul Darjat pg 413)</w:t>
      </w:r>
    </w:p>
    <w:p w:rsidR="00EC54B6" w:rsidRDefault="00EC54B6" w:rsidP="00175E59">
      <w:pPr>
        <w:pStyle w:val="Heading2Center"/>
      </w:pPr>
      <w:bookmarkStart w:id="624" w:name="_Toc442791743"/>
      <w:r>
        <w:t>18. Adl (justice)</w:t>
      </w:r>
      <w:bookmarkEnd w:id="624"/>
    </w:p>
    <w:p w:rsidR="00EC54B6" w:rsidRDefault="00EC54B6" w:rsidP="00EC54B6">
      <w:pPr>
        <w:pStyle w:val="libNormal"/>
      </w:pPr>
      <w:r>
        <w:t>Jabir bin Abdullah narrates I asked Imam Muhammad Baqir (as) regarding this ayah, “Alla</w:t>
      </w:r>
      <w:r w:rsidR="004D1165">
        <w:t xml:space="preserve">h </w:t>
      </w:r>
      <w:r>
        <w:t>bears witness that there is no god but He and so do the angels and those possessed o</w:t>
      </w:r>
      <w:r w:rsidR="004D1165">
        <w:t xml:space="preserve">f </w:t>
      </w:r>
      <w:r>
        <w:t>knowledge, maintaining His creation with justice; there is no god but He the Might</w:t>
      </w:r>
      <w:r w:rsidR="004D1165">
        <w:t xml:space="preserve">y, </w:t>
      </w:r>
      <w:r>
        <w:t>the Wise” (3:18), Imam (as) said, “Allah testified there is no god except Him. He testifie</w:t>
      </w:r>
      <w:r w:rsidR="004D1165">
        <w:t xml:space="preserve">d </w:t>
      </w:r>
      <w:r>
        <w:t>for His greatness and honor. As for the angels, Allah testified because they obeyed thei</w:t>
      </w:r>
      <w:r w:rsidR="004D1165">
        <w:t xml:space="preserve">r </w:t>
      </w:r>
      <w:r>
        <w:t>Lord and in this ayah, the people of knowledge are prophets and successors. The ad</w:t>
      </w:r>
      <w:r w:rsidR="004D1165">
        <w:t xml:space="preserve">l </w:t>
      </w:r>
      <w:r>
        <w:t>(justice) is Ameerul Momineen (asws).”</w:t>
      </w:r>
    </w:p>
    <w:p w:rsidR="00EC54B6" w:rsidRDefault="00EC54B6" w:rsidP="00CE7E0F">
      <w:pPr>
        <w:pStyle w:val="libItalic"/>
      </w:pPr>
      <w:r>
        <w:t>(Tafseer e Ayyashi First Edition pg 166)</w:t>
      </w:r>
    </w:p>
    <w:p w:rsidR="00EC54B6" w:rsidRDefault="00EC54B6" w:rsidP="00385CB6">
      <w:pPr>
        <w:pStyle w:val="Heading2Center"/>
      </w:pPr>
      <w:bookmarkStart w:id="625" w:name="_Toc442791744"/>
      <w:r>
        <w:t>19. Aalim bil Taurah wal Injeel (the one who possesses the</w:t>
      </w:r>
      <w:r w:rsidR="00385CB6">
        <w:t xml:space="preserve"> </w:t>
      </w:r>
      <w:r>
        <w:t>knowledge of Taurah and Injeel)</w:t>
      </w:r>
      <w:bookmarkEnd w:id="625"/>
    </w:p>
    <w:p w:rsidR="00EC54B6" w:rsidRDefault="00EC54B6" w:rsidP="00EC54B6">
      <w:pPr>
        <w:pStyle w:val="libNormal"/>
      </w:pPr>
      <w:r>
        <w:t>Ameerul Momineen (asws) said, “Ask Me before you lose Me. I swear by Allah who is th</w:t>
      </w:r>
      <w:r w:rsidR="004D1165">
        <w:t xml:space="preserve">e </w:t>
      </w:r>
      <w:r>
        <w:t>creator of every being, I am more knoweldgable than the people of Taurah. I am mor</w:t>
      </w:r>
      <w:r w:rsidR="004D1165">
        <w:t xml:space="preserve">e </w:t>
      </w:r>
      <w:r>
        <w:t>knowledgable than the people of the Injeel. I am more knowledgable than the people o</w:t>
      </w:r>
      <w:r w:rsidR="004D1165">
        <w:t xml:space="preserve">f </w:t>
      </w:r>
      <w:r>
        <w:t>Quran. I swear by Allah who is the creator of every being, on the day of judgement eac</w:t>
      </w:r>
      <w:r w:rsidR="004D1165">
        <w:t xml:space="preserve">h </w:t>
      </w:r>
      <w:r>
        <w:t>group will contain no more than 80 people each and I am fully aware of their leaders an</w:t>
      </w:r>
      <w:r w:rsidR="004D1165">
        <w:t xml:space="preserve">d </w:t>
      </w:r>
      <w:r>
        <w:t>guides.”</w:t>
      </w:r>
    </w:p>
    <w:p w:rsidR="00EC54B6" w:rsidRDefault="00EC54B6" w:rsidP="0080330A">
      <w:pPr>
        <w:pStyle w:val="libItalic"/>
      </w:pPr>
      <w:r>
        <w:t>(Tafseer e Furat pg 68)</w:t>
      </w:r>
    </w:p>
    <w:p w:rsidR="00EC54B6" w:rsidRDefault="00EC54B6" w:rsidP="00175E59">
      <w:pPr>
        <w:pStyle w:val="Heading2Center"/>
      </w:pPr>
      <w:bookmarkStart w:id="626" w:name="_Toc442791745"/>
      <w:r>
        <w:t>20. Aqd al Iman (foundation of faith)</w:t>
      </w:r>
      <w:bookmarkEnd w:id="626"/>
    </w:p>
    <w:p w:rsidR="00EC54B6" w:rsidRDefault="00EC54B6" w:rsidP="00EC54B6">
      <w:pPr>
        <w:pStyle w:val="libNormal"/>
      </w:pPr>
      <w:r>
        <w:t>Moula Ali (asws) says in Khutba Bayan, “I am the foundation of faith”.</w:t>
      </w:r>
    </w:p>
    <w:p w:rsidR="00EC54B6" w:rsidRDefault="00EC54B6" w:rsidP="00175E59">
      <w:pPr>
        <w:pStyle w:val="Heading2Center"/>
      </w:pPr>
      <w:bookmarkStart w:id="627" w:name="_Toc442791746"/>
      <w:r>
        <w:t>21. Aqab al Kufar (punishment of kufar)</w:t>
      </w:r>
      <w:bookmarkEnd w:id="627"/>
    </w:p>
    <w:p w:rsidR="00EC54B6" w:rsidRDefault="00EC54B6" w:rsidP="00EC54B6">
      <w:pPr>
        <w:pStyle w:val="libNormal"/>
      </w:pPr>
      <w:r>
        <w:t>Moula Ali (asws) says in Khutba Bayan, “I am punishment of kaffirs (disbelievers).”</w:t>
      </w:r>
    </w:p>
    <w:p w:rsidR="00EC54B6" w:rsidRDefault="00EC54B6" w:rsidP="00175E59">
      <w:pPr>
        <w:pStyle w:val="Heading2Center"/>
      </w:pPr>
      <w:bookmarkStart w:id="628" w:name="_Toc442791747"/>
      <w:r>
        <w:t>22. Ayeen al Aayeen (Lord of greatness)</w:t>
      </w:r>
      <w:bookmarkEnd w:id="628"/>
    </w:p>
    <w:p w:rsidR="00EC54B6" w:rsidRDefault="00EC54B6" w:rsidP="00EC54B6">
      <w:pPr>
        <w:pStyle w:val="libNormal"/>
      </w:pPr>
      <w:r>
        <w:t>Moula Ali (asws) says in Khutba Bayan, “I am the Lord of greatness”.</w:t>
      </w:r>
    </w:p>
    <w:p w:rsidR="00EC54B6" w:rsidRDefault="00EC54B6" w:rsidP="00175E59">
      <w:pPr>
        <w:pStyle w:val="Heading2Center"/>
      </w:pPr>
      <w:bookmarkStart w:id="629" w:name="_Toc442791748"/>
      <w:r>
        <w:t>23. Asmah al Urs (purity of the universe)</w:t>
      </w:r>
      <w:bookmarkEnd w:id="629"/>
    </w:p>
    <w:p w:rsidR="00FE3B28" w:rsidRDefault="00EC54B6" w:rsidP="00EC54B6">
      <w:pPr>
        <w:pStyle w:val="libNormal"/>
      </w:pPr>
      <w:r>
        <w:lastRenderedPageBreak/>
        <w:t>Moula Ali (asws) says in Khutba Bayan, “I am purity of the universe.”</w:t>
      </w:r>
    </w:p>
    <w:p w:rsidR="00EC54B6" w:rsidRDefault="00EC54B6" w:rsidP="00175E59">
      <w:pPr>
        <w:pStyle w:val="Heading2Center"/>
      </w:pPr>
      <w:bookmarkStart w:id="630" w:name="_Toc442791749"/>
      <w:r>
        <w:t>24. Aybatul Ilm</w:t>
      </w:r>
      <w:bookmarkEnd w:id="630"/>
    </w:p>
    <w:p w:rsidR="00EC54B6" w:rsidRDefault="00EC54B6" w:rsidP="00EC54B6">
      <w:pPr>
        <w:pStyle w:val="libNormal"/>
      </w:pPr>
      <w:r>
        <w:t>Moula Ali (asws) says in Khutba Bayan, “I am aybatul ilm”.</w:t>
      </w:r>
    </w:p>
    <w:p w:rsidR="00EC54B6" w:rsidRDefault="00EC54B6" w:rsidP="00175E59">
      <w:pPr>
        <w:pStyle w:val="Heading2Center"/>
      </w:pPr>
      <w:bookmarkStart w:id="631" w:name="_Toc442791750"/>
      <w:r>
        <w:t>25. Ahad al Mahood (promise of the one who promises)</w:t>
      </w:r>
      <w:bookmarkEnd w:id="631"/>
    </w:p>
    <w:p w:rsidR="00EC54B6" w:rsidRDefault="00EC54B6" w:rsidP="00EC54B6">
      <w:pPr>
        <w:pStyle w:val="libNormal"/>
      </w:pPr>
      <w:r>
        <w:t>Moula Ali (asws) says in Khutba Bayan, “I am the promise of the one who makes promises.”</w:t>
      </w:r>
    </w:p>
    <w:p w:rsidR="00EC54B6" w:rsidRDefault="00EC54B6" w:rsidP="00175E59">
      <w:pPr>
        <w:pStyle w:val="Heading2Center"/>
      </w:pPr>
      <w:bookmarkStart w:id="632" w:name="_Toc442791751"/>
      <w:r>
        <w:t>26. Asam al Asmah (purity of pure)</w:t>
      </w:r>
      <w:bookmarkEnd w:id="632"/>
    </w:p>
    <w:p w:rsidR="00EC54B6" w:rsidRDefault="00EC54B6" w:rsidP="00EC54B6">
      <w:pPr>
        <w:pStyle w:val="libNormal"/>
      </w:pPr>
      <w:r>
        <w:t>Moula Ali (asws) says in Khutba Bayan, “I am the purity of the pure”.</w:t>
      </w:r>
    </w:p>
    <w:p w:rsidR="00EC54B6" w:rsidRDefault="00EC54B6" w:rsidP="00175E59">
      <w:pPr>
        <w:pStyle w:val="Heading2Center"/>
      </w:pPr>
      <w:bookmarkStart w:id="633" w:name="_Toc442791752"/>
      <w:r>
        <w:t>27. Alim al Aalim (scholar of scholars)</w:t>
      </w:r>
      <w:bookmarkEnd w:id="633"/>
    </w:p>
    <w:p w:rsidR="00EC54B6" w:rsidRDefault="00EC54B6" w:rsidP="00EC54B6">
      <w:pPr>
        <w:pStyle w:val="libNormal"/>
      </w:pPr>
      <w:r>
        <w:t>Moula Ali (asws) says in Khutba Bayan, “I am the scholar of the scholars”.</w:t>
      </w:r>
    </w:p>
    <w:p w:rsidR="00EC54B6" w:rsidRDefault="00EC54B6" w:rsidP="00175E59">
      <w:pPr>
        <w:pStyle w:val="Heading2Center"/>
      </w:pPr>
      <w:bookmarkStart w:id="634" w:name="_Toc442791753"/>
      <w:r>
        <w:t>28. Abd Awab</w:t>
      </w:r>
      <w:bookmarkEnd w:id="634"/>
    </w:p>
    <w:p w:rsidR="00EC54B6" w:rsidRDefault="00EC54B6" w:rsidP="00EC54B6">
      <w:pPr>
        <w:pStyle w:val="libNormal"/>
      </w:pPr>
      <w:r>
        <w:t>Moula Ali (asws) says in Khutba Bayan, “I am abd awab”.</w:t>
      </w:r>
    </w:p>
    <w:p w:rsidR="00EC54B6" w:rsidRDefault="00EC54B6" w:rsidP="00175E59">
      <w:pPr>
        <w:pStyle w:val="Heading2Center"/>
      </w:pPr>
      <w:bookmarkStart w:id="635" w:name="_Toc442791754"/>
      <w:r>
        <w:t>29. Asam al Shoahad</w:t>
      </w:r>
      <w:bookmarkEnd w:id="635"/>
    </w:p>
    <w:p w:rsidR="00EC54B6" w:rsidRDefault="00EC54B6" w:rsidP="00EC54B6">
      <w:pPr>
        <w:pStyle w:val="libNormal"/>
      </w:pPr>
      <w:r>
        <w:t>Moula Ali (asws) says in Khutba Bayan, “I am asam al shoahad”.</w:t>
      </w:r>
    </w:p>
    <w:p w:rsidR="00EC54B6" w:rsidRDefault="00EC54B6" w:rsidP="00175E59">
      <w:pPr>
        <w:pStyle w:val="Heading2Center"/>
      </w:pPr>
      <w:bookmarkStart w:id="636" w:name="_Toc442791755"/>
      <w:r>
        <w:t>30. Aamal al Amil (the one who acts)</w:t>
      </w:r>
      <w:bookmarkEnd w:id="636"/>
    </w:p>
    <w:p w:rsidR="00EC54B6" w:rsidRDefault="00EC54B6" w:rsidP="00EC54B6">
      <w:pPr>
        <w:pStyle w:val="libNormal"/>
      </w:pPr>
      <w:r>
        <w:t>Moula Ali (asws) says in Khutba Bayan, “I am the one who acts.”</w:t>
      </w:r>
    </w:p>
    <w:p w:rsidR="00EC54B6" w:rsidRDefault="00EC54B6" w:rsidP="00175E59">
      <w:pPr>
        <w:pStyle w:val="Heading2Center"/>
      </w:pPr>
      <w:bookmarkStart w:id="637" w:name="_Toc442791756"/>
      <w:r>
        <w:t>31. Atard al tafzeel</w:t>
      </w:r>
      <w:bookmarkEnd w:id="637"/>
    </w:p>
    <w:p w:rsidR="00EC54B6" w:rsidRDefault="00EC54B6" w:rsidP="00EC54B6">
      <w:pPr>
        <w:pStyle w:val="libNormal"/>
      </w:pPr>
      <w:r>
        <w:t>Moula Ali (asws) says in Khutba Bayan, “I am atard al tafzeel.”</w:t>
      </w:r>
    </w:p>
    <w:p w:rsidR="00EC54B6" w:rsidRDefault="00EC54B6" w:rsidP="00175E59">
      <w:pPr>
        <w:pStyle w:val="Heading2Center"/>
      </w:pPr>
      <w:bookmarkStart w:id="638" w:name="_Toc442791757"/>
      <w:r>
        <w:t>32. Ayun al Meezan (eyes of the scale)</w:t>
      </w:r>
      <w:bookmarkEnd w:id="638"/>
    </w:p>
    <w:p w:rsidR="00EC54B6" w:rsidRDefault="00EC54B6" w:rsidP="00EC54B6">
      <w:pPr>
        <w:pStyle w:val="libNormal"/>
      </w:pPr>
      <w:r>
        <w:t>Moula Ali (asws) says in Khutba Bayan, “I am the eyes of the scale”.</w:t>
      </w:r>
    </w:p>
    <w:p w:rsidR="00EC54B6" w:rsidRDefault="00EC54B6" w:rsidP="00175E59">
      <w:pPr>
        <w:pStyle w:val="Heading2Center"/>
      </w:pPr>
      <w:bookmarkStart w:id="639" w:name="_Toc442791758"/>
      <w:r>
        <w:t>33. Alaneet al Mabood (apparent of the lord)</w:t>
      </w:r>
      <w:bookmarkEnd w:id="639"/>
    </w:p>
    <w:p w:rsidR="00FE3B28" w:rsidRDefault="00EC54B6" w:rsidP="00EC54B6">
      <w:pPr>
        <w:pStyle w:val="libNormal"/>
      </w:pPr>
      <w:r>
        <w:t>Moula Ali (asws) says in Khutba Bayan, “I am the apparent of the Lord”.</w:t>
      </w:r>
    </w:p>
    <w:p w:rsidR="00EC54B6" w:rsidRDefault="00EC54B6" w:rsidP="00175E59">
      <w:pPr>
        <w:pStyle w:val="Heading2Center"/>
      </w:pPr>
      <w:bookmarkStart w:id="640" w:name="_Toc442791759"/>
      <w:r>
        <w:t>34. Aqood al Makrameen</w:t>
      </w:r>
      <w:bookmarkEnd w:id="640"/>
    </w:p>
    <w:p w:rsidR="00EC54B6" w:rsidRDefault="00EC54B6" w:rsidP="00EC54B6">
      <w:pPr>
        <w:pStyle w:val="libNormal"/>
      </w:pPr>
      <w:r>
        <w:t>Moula Ali (asws) says in Khutba Bayan, “I am aqood al makrameen.</w:t>
      </w:r>
    </w:p>
    <w:p w:rsidR="00EC54B6" w:rsidRDefault="00EC54B6" w:rsidP="00175E59">
      <w:pPr>
        <w:pStyle w:val="Heading2Center"/>
      </w:pPr>
      <w:bookmarkStart w:id="641" w:name="_Toc442791760"/>
      <w:r>
        <w:t>35. Amad al Rukn(pillar of tauheed)</w:t>
      </w:r>
      <w:bookmarkEnd w:id="641"/>
    </w:p>
    <w:p w:rsidR="00EC54B6" w:rsidRDefault="00EC54B6" w:rsidP="00EC54B6">
      <w:pPr>
        <w:pStyle w:val="libNormal"/>
      </w:pPr>
      <w:r>
        <w:t>Moula Ali (asws) says in Khutba Bayan, “I am the pillar of tauheed”.</w:t>
      </w:r>
    </w:p>
    <w:p w:rsidR="00EC54B6" w:rsidRDefault="00EC54B6" w:rsidP="00175E59">
      <w:pPr>
        <w:pStyle w:val="Heading2Center"/>
      </w:pPr>
      <w:bookmarkStart w:id="642" w:name="_Toc442791761"/>
      <w:r>
        <w:t>36. Azab (wrath)</w:t>
      </w:r>
      <w:bookmarkEnd w:id="642"/>
    </w:p>
    <w:p w:rsidR="00EC54B6" w:rsidRDefault="00EC54B6" w:rsidP="00EC54B6">
      <w:pPr>
        <w:pStyle w:val="libNormal"/>
      </w:pPr>
      <w:r>
        <w:t xml:space="preserve">Imam Jafar Sadiq (as) narrates “O’ oppressors soon you will see the right of Aal </w:t>
      </w:r>
      <w:r w:rsidR="004D1165">
        <w:t xml:space="preserve">e </w:t>
      </w:r>
      <w:r>
        <w:t>Muhammad (as). When you will see that wrath you will say, “Is there any way that we ca</w:t>
      </w:r>
      <w:r w:rsidR="004D1165">
        <w:t xml:space="preserve">n </w:t>
      </w:r>
      <w:r>
        <w:t>be forgiven?”</w:t>
      </w:r>
    </w:p>
    <w:p w:rsidR="00EC54B6" w:rsidRDefault="00EC54B6" w:rsidP="00CE7E0F">
      <w:pPr>
        <w:pStyle w:val="libItalic"/>
      </w:pPr>
      <w:r>
        <w:t>(Tafseer e Burhan Fourth Edition pg 129)</w:t>
      </w:r>
    </w:p>
    <w:p w:rsidR="00EC54B6" w:rsidRDefault="00EC54B6" w:rsidP="00175E59">
      <w:pPr>
        <w:pStyle w:val="Heading2Center"/>
      </w:pPr>
      <w:bookmarkStart w:id="643" w:name="_Toc442791762"/>
      <w:r>
        <w:t>37. Azoobatul Anhar (sweetness of rivers)</w:t>
      </w:r>
      <w:bookmarkEnd w:id="643"/>
    </w:p>
    <w:p w:rsidR="00EC54B6" w:rsidRDefault="00EC54B6" w:rsidP="00EC54B6">
      <w:pPr>
        <w:pStyle w:val="libNormal"/>
      </w:pPr>
      <w:r>
        <w:t>Moula Ali (asws) says in Khutba Bayan, “I am the sweetness of rivers”.</w:t>
      </w:r>
    </w:p>
    <w:p w:rsidR="00EC54B6" w:rsidRDefault="00EC54B6" w:rsidP="00175E59">
      <w:pPr>
        <w:pStyle w:val="Heading2Center"/>
      </w:pPr>
      <w:bookmarkStart w:id="644" w:name="_Toc442791763"/>
      <w:r>
        <w:t>38. Afeef al Tun</w:t>
      </w:r>
      <w:bookmarkEnd w:id="644"/>
    </w:p>
    <w:p w:rsidR="00EC54B6" w:rsidRDefault="00EC54B6" w:rsidP="00EC54B6">
      <w:pPr>
        <w:pStyle w:val="libNormal"/>
      </w:pPr>
      <w:r>
        <w:t>Moula Ali (asws) says in Khutba Bayan, “I am afeef al tun”.</w:t>
      </w:r>
    </w:p>
    <w:p w:rsidR="00EC54B6" w:rsidRDefault="00EC54B6" w:rsidP="00175E59">
      <w:pPr>
        <w:pStyle w:val="Heading2Center"/>
      </w:pPr>
      <w:bookmarkStart w:id="645" w:name="_Toc442791764"/>
      <w:r>
        <w:t>39. Ateed al Fraqid</w:t>
      </w:r>
      <w:bookmarkEnd w:id="645"/>
    </w:p>
    <w:p w:rsidR="00EC54B6" w:rsidRDefault="00EC54B6" w:rsidP="00EC54B6">
      <w:pPr>
        <w:pStyle w:val="libNormal"/>
      </w:pPr>
      <w:r>
        <w:t>Moula Ali (asws) says in Khutba Bayan, “I am ateed al fraqid”.</w:t>
      </w:r>
    </w:p>
    <w:p w:rsidR="00EC54B6" w:rsidRDefault="00EC54B6" w:rsidP="00175E59">
      <w:pPr>
        <w:pStyle w:val="Heading2Center"/>
      </w:pPr>
      <w:bookmarkStart w:id="646" w:name="_Toc442791765"/>
      <w:r>
        <w:lastRenderedPageBreak/>
        <w:t>40. Asmatul Mihaj</w:t>
      </w:r>
      <w:bookmarkEnd w:id="646"/>
    </w:p>
    <w:p w:rsidR="00EC54B6" w:rsidRDefault="00EC54B6" w:rsidP="00EC54B6">
      <w:pPr>
        <w:pStyle w:val="libNormal"/>
      </w:pPr>
      <w:r>
        <w:t>Moula Ali (asws) says in Khutba Bayan, “I am asmatul mihaj”.</w:t>
      </w:r>
    </w:p>
    <w:p w:rsidR="00EC54B6" w:rsidRDefault="00EC54B6" w:rsidP="00175E59">
      <w:pPr>
        <w:pStyle w:val="Heading2Center"/>
      </w:pPr>
      <w:bookmarkStart w:id="647" w:name="_Toc442791766"/>
      <w:r>
        <w:t>41. Ateed Qaf</w:t>
      </w:r>
      <w:bookmarkEnd w:id="647"/>
    </w:p>
    <w:p w:rsidR="00FE3B28" w:rsidRDefault="00EC54B6" w:rsidP="00EC54B6">
      <w:pPr>
        <w:pStyle w:val="libNormal"/>
      </w:pPr>
      <w:r>
        <w:t>Moula Ali (asws) says in Khutba Bayan, “I am ateed qaf”.</w:t>
      </w:r>
    </w:p>
    <w:p w:rsidR="00EC54B6" w:rsidRDefault="00EC54B6" w:rsidP="00175E59">
      <w:pPr>
        <w:pStyle w:val="Heading2Center"/>
      </w:pPr>
      <w:bookmarkStart w:id="648" w:name="_Toc442791767"/>
      <w:r>
        <w:t>42. Alamatul Talaq</w:t>
      </w:r>
      <w:bookmarkEnd w:id="648"/>
    </w:p>
    <w:p w:rsidR="00EC54B6" w:rsidRDefault="00EC54B6" w:rsidP="00EC54B6">
      <w:pPr>
        <w:pStyle w:val="libNormal"/>
      </w:pPr>
      <w:r>
        <w:t>Moula Ali (asws) says in Khutba Bayan, “I am alamatul talaq”.</w:t>
      </w:r>
    </w:p>
    <w:p w:rsidR="00EC54B6" w:rsidRDefault="00EC54B6" w:rsidP="00175E59">
      <w:pPr>
        <w:pStyle w:val="Heading2Center"/>
      </w:pPr>
      <w:bookmarkStart w:id="649" w:name="_Toc442791768"/>
      <w:r>
        <w:t>43. Azoobatul Qatr</w:t>
      </w:r>
      <w:bookmarkEnd w:id="649"/>
    </w:p>
    <w:p w:rsidR="00EC54B6" w:rsidRDefault="00EC54B6" w:rsidP="00EC54B6">
      <w:pPr>
        <w:pStyle w:val="libNormal"/>
      </w:pPr>
      <w:r>
        <w:t>Moula Ali (asws) says in Khutba Bayan, “I am azoobatul qatr”.</w:t>
      </w:r>
    </w:p>
    <w:p w:rsidR="00EC54B6" w:rsidRDefault="00EC54B6" w:rsidP="00175E59">
      <w:pPr>
        <w:pStyle w:val="Heading2Center"/>
      </w:pPr>
      <w:bookmarkStart w:id="650" w:name="_Toc442791769"/>
      <w:r>
        <w:t>44. Amood al Islam (pillar of islam)</w:t>
      </w:r>
      <w:bookmarkEnd w:id="650"/>
    </w:p>
    <w:p w:rsidR="00EC54B6" w:rsidRDefault="00EC54B6" w:rsidP="00EC54B6">
      <w:pPr>
        <w:pStyle w:val="libNormal"/>
      </w:pPr>
      <w:r>
        <w:t>Moula Ali (asws) says in Khutba Bayan, “I am the pillar of islam”.</w:t>
      </w:r>
    </w:p>
    <w:p w:rsidR="00EC54B6" w:rsidRDefault="00EC54B6" w:rsidP="00175E59">
      <w:pPr>
        <w:pStyle w:val="Heading2Center"/>
      </w:pPr>
      <w:bookmarkStart w:id="651" w:name="_Toc442791770"/>
      <w:r>
        <w:t>45. Araoon al Karahee</w:t>
      </w:r>
      <w:bookmarkEnd w:id="651"/>
    </w:p>
    <w:p w:rsidR="00EC54B6" w:rsidRDefault="00EC54B6" w:rsidP="00EC54B6">
      <w:pPr>
        <w:pStyle w:val="libNormal"/>
      </w:pPr>
      <w:r>
        <w:t>Moula Ali (asws) says in Khutba Bayan, “I am araoon al karahee”.</w:t>
      </w:r>
    </w:p>
    <w:p w:rsidR="00EC54B6" w:rsidRDefault="00EC54B6" w:rsidP="00175E59">
      <w:pPr>
        <w:pStyle w:val="Heading2Center"/>
      </w:pPr>
      <w:bookmarkStart w:id="652" w:name="_Toc442791771"/>
      <w:r>
        <w:t>46. Isa al Zaman (Isa of the time)</w:t>
      </w:r>
      <w:bookmarkEnd w:id="652"/>
    </w:p>
    <w:p w:rsidR="00EC54B6" w:rsidRDefault="00EC54B6" w:rsidP="00EC54B6">
      <w:pPr>
        <w:pStyle w:val="libNormal"/>
      </w:pPr>
      <w:r>
        <w:t>Moula Ali (asws) says in Khutba Bayan, “I am the Isa of the time”.</w:t>
      </w:r>
    </w:p>
    <w:p w:rsidR="00EC54B6" w:rsidRDefault="00EC54B6" w:rsidP="00175E59">
      <w:pPr>
        <w:pStyle w:val="Heading2Center"/>
      </w:pPr>
      <w:bookmarkStart w:id="653" w:name="_Toc442791772"/>
      <w:r>
        <w:t>47. Amad al Ins</w:t>
      </w:r>
      <w:bookmarkEnd w:id="653"/>
    </w:p>
    <w:p w:rsidR="00EC54B6" w:rsidRDefault="00EC54B6" w:rsidP="00EC54B6">
      <w:pPr>
        <w:pStyle w:val="libNormal"/>
      </w:pPr>
      <w:r>
        <w:t>Moula Ali (asws) says in Khutba Bayan, “I am amad al ins”.</w:t>
      </w:r>
    </w:p>
    <w:p w:rsidR="00EC54B6" w:rsidRDefault="00EC54B6" w:rsidP="00175E59">
      <w:pPr>
        <w:pStyle w:val="Heading2Center"/>
      </w:pPr>
      <w:bookmarkStart w:id="654" w:name="_Toc442791773"/>
      <w:r>
        <w:t>48. Asmatul Awamiz</w:t>
      </w:r>
      <w:bookmarkEnd w:id="654"/>
    </w:p>
    <w:p w:rsidR="00EC54B6" w:rsidRDefault="00EC54B6" w:rsidP="00EC54B6">
      <w:pPr>
        <w:pStyle w:val="libNormal"/>
      </w:pPr>
      <w:r>
        <w:t>Moula Ali (asws) says in Khutba Bayan, “I am asmatul awamiz”.</w:t>
      </w:r>
    </w:p>
    <w:p w:rsidR="00EC54B6" w:rsidRDefault="00EC54B6" w:rsidP="00175E59">
      <w:pPr>
        <w:pStyle w:val="Heading2Center"/>
      </w:pPr>
      <w:bookmarkStart w:id="655" w:name="_Toc442791774"/>
      <w:r>
        <w:t>49. Auratullah (strong chain of Allah)</w:t>
      </w:r>
      <w:bookmarkEnd w:id="655"/>
    </w:p>
    <w:p w:rsidR="00EC54B6" w:rsidRDefault="00EC54B6" w:rsidP="00EC54B6">
      <w:pPr>
        <w:pStyle w:val="libNormal"/>
      </w:pPr>
      <w:r>
        <w:t>Moula Ali (asws) said to His Son Imam Hasan (as), “I am that strong chain of Allah that ca</w:t>
      </w:r>
      <w:r w:rsidR="004D1165">
        <w:t xml:space="preserve">n </w:t>
      </w:r>
      <w:r>
        <w:t>never be broken. Verily, Allah is the most forgiving and most knowing”.</w:t>
      </w:r>
    </w:p>
    <w:p w:rsidR="00EC54B6" w:rsidRDefault="00EC54B6" w:rsidP="00175E59">
      <w:pPr>
        <w:pStyle w:val="Heading2Center"/>
      </w:pPr>
      <w:bookmarkStart w:id="656" w:name="_Toc442791775"/>
      <w:r>
        <w:t>50. Ayun al Momineen (helper of believers)</w:t>
      </w:r>
      <w:bookmarkEnd w:id="656"/>
    </w:p>
    <w:p w:rsidR="00FE3B28" w:rsidRDefault="00EC54B6" w:rsidP="00EC54B6">
      <w:pPr>
        <w:pStyle w:val="libNormal"/>
      </w:pPr>
      <w:r>
        <w:t>Moula Ali (asws) said to His Son, Imam Hussain (as), “I am the helper of mominee</w:t>
      </w:r>
      <w:r w:rsidR="004D1165">
        <w:t xml:space="preserve">n </w:t>
      </w:r>
      <w:r>
        <w:t>(believers) and their intercessor before Allah.”</w:t>
      </w:r>
    </w:p>
    <w:p w:rsidR="00FE3B28" w:rsidRDefault="00EC54B6" w:rsidP="0080330A">
      <w:pPr>
        <w:pStyle w:val="libItalic"/>
      </w:pPr>
      <w:r>
        <w:t>*Al Syedul Wara, wal Malja al Mafza, wal Minhal al Makrah, wal Sajjadu</w:t>
      </w:r>
      <w:r w:rsidR="004D1165">
        <w:t xml:space="preserve">l </w:t>
      </w:r>
      <w:r>
        <w:t>Anza, wal Bateen ul Asla, Ablul Zarah, Taweel ul Balah, Hafooz ul Baza</w:t>
      </w:r>
      <w:r w:rsidR="004D1165">
        <w:t xml:space="preserve">h, </w:t>
      </w:r>
      <w:r>
        <w:t>Bazagh al Masarah, al Masadiqul Mushfah, Atool o Bani Hashim Ba’a</w:t>
      </w:r>
      <w:r w:rsidR="004D1165">
        <w:t xml:space="preserve">h, </w:t>
      </w:r>
      <w:r>
        <w:t>Amongst His names are Ali, Alim, Adl, al Ibaad, Abid, al Azab, al Adl, al As</w:t>
      </w:r>
      <w:r w:rsidR="004D1165">
        <w:t xml:space="preserve">r, </w:t>
      </w:r>
      <w:r>
        <w:t>al Azeez, al Arwah, Ainullah, book of momin’s deed</w:t>
      </w:r>
      <w:r w:rsidR="004D1165">
        <w:t xml:space="preserve">s </w:t>
      </w:r>
      <w:r>
        <w:t>(al Manaqib Third Edition pg 73)</w:t>
      </w:r>
    </w:p>
    <w:p w:rsidR="00612EA4" w:rsidRDefault="00612EA4" w:rsidP="00612EA4">
      <w:pPr>
        <w:pStyle w:val="libNormal"/>
      </w:pPr>
      <w:r>
        <w:br w:type="page"/>
      </w:r>
    </w:p>
    <w:p w:rsidR="00612EA4" w:rsidRDefault="00612EA4" w:rsidP="00AE7A6E">
      <w:pPr>
        <w:pStyle w:val="Heading1Center"/>
      </w:pPr>
      <w:bookmarkStart w:id="657" w:name="_Toc442791776"/>
      <w:r>
        <w:lastRenderedPageBreak/>
        <w:t xml:space="preserve">Ghain </w:t>
      </w:r>
      <w:r>
        <w:rPr>
          <w:rtl/>
        </w:rPr>
        <w:t>غ</w:t>
      </w:r>
      <w:bookmarkEnd w:id="657"/>
    </w:p>
    <w:p w:rsidR="00EC54B6" w:rsidRDefault="00EC54B6" w:rsidP="00175E59">
      <w:pPr>
        <w:pStyle w:val="Heading2Center"/>
      </w:pPr>
      <w:bookmarkStart w:id="658" w:name="_Toc442791777"/>
      <w:r>
        <w:t>1. Ghazran al Sharteen</w:t>
      </w:r>
      <w:bookmarkEnd w:id="658"/>
    </w:p>
    <w:p w:rsidR="00EC54B6" w:rsidRDefault="00EC54B6" w:rsidP="00EC54B6">
      <w:pPr>
        <w:pStyle w:val="libNormal"/>
      </w:pPr>
      <w:r>
        <w:t xml:space="preserve">In the second Khutba Bayan, Ameerul Momineen (asws) said, “I am the sign of Allah. </w:t>
      </w:r>
      <w:r w:rsidR="004D1165">
        <w:t xml:space="preserve">I </w:t>
      </w:r>
      <w:r>
        <w:t>am the reality of the secrets. I am the proof of heavens. I am the forgiver of those wh</w:t>
      </w:r>
      <w:r w:rsidR="004D1165">
        <w:t xml:space="preserve">o </w:t>
      </w:r>
      <w:r>
        <w:t>praise. I am the Lord of Jibrael (as). I am the one who orders Mikael (as). I am the Lor</w:t>
      </w:r>
      <w:r w:rsidR="004D1165">
        <w:t xml:space="preserve">d </w:t>
      </w:r>
      <w:r>
        <w:t>of the angels. I am the one who placed the stars in their orbits. I am the one causes th</w:t>
      </w:r>
      <w:r w:rsidR="004D1165">
        <w:t xml:space="preserve">e </w:t>
      </w:r>
      <w:r>
        <w:t>rain to fall. I am the one who causes the lightning to flash. I am the witness of the oath o</w:t>
      </w:r>
      <w:r w:rsidR="004D1165">
        <w:t xml:space="preserve">f </w:t>
      </w:r>
      <w:r>
        <w:t>allegiance. I am sheen al sarah. I am the protector of the tablets. I am the star o</w:t>
      </w:r>
      <w:r w:rsidR="004D1165">
        <w:t xml:space="preserve">f </w:t>
      </w:r>
      <w:r>
        <w:t>guidance. I am the destination of those who are honored. I am the foundation o</w:t>
      </w:r>
      <w:r w:rsidR="004D1165">
        <w:t xml:space="preserve">f </w:t>
      </w:r>
      <w:r>
        <w:t>Imamate. I am the proof of all proofs. I am the best of the ummah. I am the glory of th</w:t>
      </w:r>
      <w:r w:rsidR="004D1165">
        <w:t xml:space="preserve">e </w:t>
      </w:r>
      <w:r>
        <w:t>brave. I am the door of doors. I am the reason of the reasons. I am the one that will hol</w:t>
      </w:r>
      <w:r w:rsidR="004D1165">
        <w:t xml:space="preserve">d </w:t>
      </w:r>
      <w:r>
        <w:t>those accountable. I am the first of the religion. I am the last in yaqeen (certainty). I a</w:t>
      </w:r>
      <w:r w:rsidR="004D1165">
        <w:t xml:space="preserve">m </w:t>
      </w:r>
      <w:r>
        <w:t>the hidden of kufars. I am the apparent in the secrets. I am the shining light. The whol</w:t>
      </w:r>
      <w:r w:rsidR="004D1165">
        <w:t xml:space="preserve">e </w:t>
      </w:r>
      <w:r>
        <w:t>creation will be brought before Me. I am the revealer of the truth. I am the source o</w:t>
      </w:r>
      <w:r w:rsidR="004D1165">
        <w:t xml:space="preserve">f </w:t>
      </w:r>
      <w:r>
        <w:t>hope. I am the first and last. I am apparent and hidden. I am the master of the stars. I a</w:t>
      </w:r>
      <w:r w:rsidR="004D1165">
        <w:t xml:space="preserve">m </w:t>
      </w:r>
      <w:r>
        <w:t>the protector of the universe. I am the collector of the signs. I am the secret of th</w:t>
      </w:r>
      <w:r w:rsidR="004D1165">
        <w:t xml:space="preserve">e </w:t>
      </w:r>
      <w:r>
        <w:t>hidden things. I am the Lord of oceans. I am the Lord of sun and moon. I give sweetnes</w:t>
      </w:r>
      <w:r w:rsidR="004D1165">
        <w:t xml:space="preserve">s </w:t>
      </w:r>
      <w:r>
        <w:t>to the fruits. I am the floor of Euphrates. I am the guide of kings. I am the sweetness o</w:t>
      </w:r>
      <w:r w:rsidR="004D1165">
        <w:t xml:space="preserve">f </w:t>
      </w:r>
      <w:r>
        <w:t>the rivers. I am the arc of salvation. I am the helper of momins. I am the recitor o</w:t>
      </w:r>
      <w:r w:rsidR="004D1165">
        <w:t xml:space="preserve">f </w:t>
      </w:r>
      <w:r>
        <w:t>Scriptures. I am the interpretor of Zaboor and Injeel. I am ummal kitab (original of th</w:t>
      </w:r>
      <w:r w:rsidR="004D1165">
        <w:t xml:space="preserve">e </w:t>
      </w:r>
      <w:r>
        <w:t>book). I am fazl al kitab (blessed speech). I am the path of Hamd. I am the word o</w:t>
      </w:r>
      <w:r w:rsidR="004D1165">
        <w:t xml:space="preserve">f </w:t>
      </w:r>
      <w:r>
        <w:t>honor. I am the meaning of Sura Baqarah. I am the glory of Aal e Imran. I am th</w:t>
      </w:r>
      <w:r w:rsidR="004D1165">
        <w:t xml:space="preserve">e </w:t>
      </w:r>
      <w:r>
        <w:t>knowledge of scholars. I am the fifth of Ahlul Kisa (people of the cloak). I am th</w:t>
      </w:r>
      <w:r w:rsidR="004D1165">
        <w:t xml:space="preserve">e </w:t>
      </w:r>
      <w:r>
        <w:t>interpretor of Quran. I am the man of A’raaf (elevated places). I am the meaning of Sur</w:t>
      </w:r>
      <w:r w:rsidR="004D1165">
        <w:t xml:space="preserve">a </w:t>
      </w:r>
      <w:r>
        <w:t>Anfaal. I am the door of repentance. I am al Saad wal Meem. I am the secret of Ibrahi</w:t>
      </w:r>
      <w:r w:rsidR="004D1165">
        <w:t xml:space="preserve">m </w:t>
      </w:r>
      <w:r>
        <w:t>(as).</w:t>
      </w:r>
    </w:p>
    <w:p w:rsidR="00FE3B28" w:rsidRDefault="00EC54B6" w:rsidP="00CE7E0F">
      <w:pPr>
        <w:pStyle w:val="libItalic"/>
      </w:pPr>
      <w:r>
        <w:t>(Al Zaam al Nasib Second Edition pg 216)</w:t>
      </w:r>
    </w:p>
    <w:p w:rsidR="00EC54B6" w:rsidRDefault="00EC54B6" w:rsidP="00175E59">
      <w:pPr>
        <w:pStyle w:val="Heading2Center"/>
      </w:pPr>
      <w:bookmarkStart w:id="659" w:name="_Toc442791778"/>
      <w:r>
        <w:t>2. Ghashiyah (overwhelming)</w:t>
      </w:r>
      <w:bookmarkEnd w:id="659"/>
    </w:p>
    <w:p w:rsidR="00EC54B6" w:rsidRDefault="00EC54B6" w:rsidP="00EC54B6">
      <w:pPr>
        <w:pStyle w:val="libNormal"/>
      </w:pPr>
      <w:r>
        <w:t>Moula Ali (asws) said in Khutba Bayan, “I am the overwhelming”.</w:t>
      </w:r>
    </w:p>
    <w:p w:rsidR="00EC54B6" w:rsidRDefault="00EC54B6" w:rsidP="00175E59">
      <w:pPr>
        <w:pStyle w:val="Heading2Center"/>
      </w:pPr>
      <w:bookmarkStart w:id="660" w:name="_Toc442791779"/>
      <w:r>
        <w:t>3. Ghiyath al Malik</w:t>
      </w:r>
      <w:bookmarkEnd w:id="660"/>
    </w:p>
    <w:p w:rsidR="00EC54B6" w:rsidRDefault="00EC54B6" w:rsidP="00EC54B6">
      <w:pPr>
        <w:pStyle w:val="libNormal"/>
      </w:pPr>
      <w:r>
        <w:t>Moula Ali (asws) said in Khutba Bayan, “I am ghiyath al malik”.</w:t>
      </w:r>
    </w:p>
    <w:p w:rsidR="00EC54B6" w:rsidRDefault="00EC54B6" w:rsidP="00175E59">
      <w:pPr>
        <w:pStyle w:val="Heading2Center"/>
      </w:pPr>
      <w:bookmarkStart w:id="661" w:name="_Toc442791780"/>
      <w:r>
        <w:t>4. Ghiyath al Zank</w:t>
      </w:r>
      <w:bookmarkEnd w:id="661"/>
    </w:p>
    <w:p w:rsidR="00EC54B6" w:rsidRDefault="00EC54B6" w:rsidP="00EC54B6">
      <w:pPr>
        <w:pStyle w:val="libNormal"/>
      </w:pPr>
      <w:r>
        <w:t>Moula Ali (asws) says in Khutba Bayan, “I am ghiyath al zank”.</w:t>
      </w:r>
    </w:p>
    <w:p w:rsidR="00EC54B6" w:rsidRDefault="00EC54B6" w:rsidP="00175E59">
      <w:pPr>
        <w:pStyle w:val="Heading2Center"/>
      </w:pPr>
      <w:bookmarkStart w:id="662" w:name="_Toc442791781"/>
      <w:r>
        <w:t>5. Ghram al Ghaleel</w:t>
      </w:r>
      <w:bookmarkEnd w:id="662"/>
    </w:p>
    <w:p w:rsidR="00FE3B28" w:rsidRDefault="00EC54B6" w:rsidP="00EC54B6">
      <w:pPr>
        <w:pStyle w:val="libNormal"/>
      </w:pPr>
      <w:r>
        <w:t>Moula Ali (asws) says in Khutba Bayan, “I am ghram al ghaleel”.</w:t>
      </w:r>
    </w:p>
    <w:p w:rsidR="00612EA4" w:rsidRDefault="00612EA4" w:rsidP="00612EA4">
      <w:pPr>
        <w:pStyle w:val="libNormal"/>
      </w:pPr>
      <w:r>
        <w:br w:type="page"/>
      </w:r>
    </w:p>
    <w:p w:rsidR="00612EA4" w:rsidRDefault="00612EA4" w:rsidP="00AE7A6E">
      <w:pPr>
        <w:pStyle w:val="Heading1Center"/>
      </w:pPr>
      <w:bookmarkStart w:id="663" w:name="_Toc442791782"/>
      <w:r>
        <w:lastRenderedPageBreak/>
        <w:t xml:space="preserve">FA </w:t>
      </w:r>
      <w:r>
        <w:rPr>
          <w:rtl/>
        </w:rPr>
        <w:t>ف</w:t>
      </w:r>
      <w:bookmarkEnd w:id="663"/>
    </w:p>
    <w:p w:rsidR="00EC54B6" w:rsidRDefault="00EC54B6" w:rsidP="00175E59">
      <w:pPr>
        <w:pStyle w:val="Heading2Center"/>
      </w:pPr>
      <w:bookmarkStart w:id="664" w:name="_Toc442791783"/>
      <w:r>
        <w:t>1. Fata (Brave youth)</w:t>
      </w:r>
      <w:bookmarkEnd w:id="664"/>
    </w:p>
    <w:p w:rsidR="00EC54B6" w:rsidRDefault="00EC54B6" w:rsidP="00385CB6">
      <w:pPr>
        <w:pStyle w:val="libNormal"/>
      </w:pPr>
      <w:r>
        <w:t xml:space="preserve">Imam Sadiq (as) narrates from His Father who narrates from His Grandfather (as), “Once </w:t>
      </w:r>
      <w:r w:rsidR="004D1165">
        <w:t xml:space="preserve">a </w:t>
      </w:r>
      <w:r>
        <w:t>man came to see RasoolAllah (saw). RasoolAllah (saw) was wearing a beautiful cloak. Th</w:t>
      </w:r>
      <w:r w:rsidR="004D1165">
        <w:t xml:space="preserve">e </w:t>
      </w:r>
      <w:r>
        <w:t>man said, “O’Muhammad (saw)! You look like a very youthful man.” RasoolAllah (saw)</w:t>
      </w:r>
      <w:r w:rsidR="00385CB6">
        <w:t xml:space="preserve"> </w:t>
      </w:r>
      <w:r>
        <w:t>replied, “Yes, I am the son of a youthful man and the brother of a youthful man.” The ma</w:t>
      </w:r>
      <w:r w:rsidR="004D1165">
        <w:t xml:space="preserve">n </w:t>
      </w:r>
      <w:r>
        <w:t>asked, “O’Muhammad (saw)! I can believe You are a youthful man but how can You be th</w:t>
      </w:r>
      <w:r w:rsidR="004D1165">
        <w:t xml:space="preserve">e </w:t>
      </w:r>
      <w:r>
        <w:t>son and brother of a youthful as well?” RasoolAllah (saw) replied, “Have you not read i</w:t>
      </w:r>
      <w:r w:rsidR="004D1165">
        <w:t xml:space="preserve">n </w:t>
      </w:r>
      <w:r>
        <w:t>quran, “They said, “We heard a youth called Ibrahim speak of them” (21:60). I am th</w:t>
      </w:r>
      <w:r w:rsidR="004D1165">
        <w:t xml:space="preserve">e </w:t>
      </w:r>
      <w:r>
        <w:t>son of Ibrahim and the brother of such youth for whom criers announced for Him on th</w:t>
      </w:r>
      <w:r w:rsidR="004D1165">
        <w:t xml:space="preserve">e </w:t>
      </w:r>
      <w:r>
        <w:t>day of Uhad from the heavens, “There is no sword like DhulFiqar and no youth like Al</w:t>
      </w:r>
      <w:r w:rsidR="004D1165">
        <w:t xml:space="preserve">i </w:t>
      </w:r>
      <w:r>
        <w:t>(asws).” Ali (asws) is My brother and I am His brother. “</w:t>
      </w:r>
    </w:p>
    <w:p w:rsidR="00EC54B6" w:rsidRDefault="00EC54B6" w:rsidP="00CE7E0F">
      <w:pPr>
        <w:pStyle w:val="libItalic"/>
      </w:pPr>
      <w:r>
        <w:t>(Maani ul Akbar pg 119)</w:t>
      </w:r>
    </w:p>
    <w:p w:rsidR="00EC54B6" w:rsidRDefault="00EC54B6" w:rsidP="00175E59">
      <w:pPr>
        <w:pStyle w:val="Heading2Center"/>
      </w:pPr>
      <w:bookmarkStart w:id="665" w:name="_Toc442791784"/>
      <w:r>
        <w:t>2. Farooq al ummah (Honor of the nation)</w:t>
      </w:r>
      <w:bookmarkEnd w:id="665"/>
    </w:p>
    <w:p w:rsidR="00EC54B6" w:rsidRDefault="00EC54B6" w:rsidP="00EC54B6">
      <w:pPr>
        <w:pStyle w:val="libNormal"/>
      </w:pPr>
      <w:r>
        <w:t>Ibne Abbas (ra) narrates, “I heard RasoolAllah (saw) saying, “Soon you will be teste</w:t>
      </w:r>
      <w:r w:rsidR="004D1165">
        <w:t xml:space="preserve">d </w:t>
      </w:r>
      <w:r>
        <w:t>through the Book of Allah and Ali (asws) ibn Abi Talib (as).” Then He held the hand of Al</w:t>
      </w:r>
      <w:r w:rsidR="004D1165">
        <w:t xml:space="preserve">i </w:t>
      </w:r>
      <w:r>
        <w:t>(asws) and said, “This is the first one who believed in Muhammad (saw). On the day o</w:t>
      </w:r>
      <w:r w:rsidR="004D1165">
        <w:t xml:space="preserve">f </w:t>
      </w:r>
      <w:r>
        <w:t>judgement He will be the first one to shake hands with Me. Ali (asws) is the honor of thi</w:t>
      </w:r>
      <w:r w:rsidR="004D1165">
        <w:t xml:space="preserve">s </w:t>
      </w:r>
      <w:r>
        <w:t>nation and is the difference between haq (truth) and batil (falsehood). Ali (asws) is th</w:t>
      </w:r>
      <w:r w:rsidR="004D1165">
        <w:t xml:space="preserve">e </w:t>
      </w:r>
      <w:r>
        <w:t>master of momin (believers). He is Saddiq e Akbar (most trustworthy). Ali (asws) is M</w:t>
      </w:r>
      <w:r w:rsidR="004D1165">
        <w:t xml:space="preserve">y </w:t>
      </w:r>
      <w:r>
        <w:t>door. Anyone who wishes to come near Me must do so through this door. He is My calip</w:t>
      </w:r>
      <w:r w:rsidR="004D1165">
        <w:t xml:space="preserve">h </w:t>
      </w:r>
      <w:r>
        <w:t>after Me.”</w:t>
      </w:r>
    </w:p>
    <w:p w:rsidR="00FE3B28" w:rsidRDefault="00EC54B6" w:rsidP="00CE7E0F">
      <w:pPr>
        <w:pStyle w:val="libItalic"/>
      </w:pPr>
      <w:r>
        <w:t>(Amali al Toosi pg 401)</w:t>
      </w:r>
    </w:p>
    <w:p w:rsidR="00EC54B6" w:rsidRDefault="00EC54B6" w:rsidP="00175E59">
      <w:pPr>
        <w:pStyle w:val="Heading2Center"/>
      </w:pPr>
      <w:bookmarkStart w:id="666" w:name="_Toc442791785"/>
      <w:r>
        <w:t>3. Firoz</w:t>
      </w:r>
      <w:bookmarkEnd w:id="666"/>
    </w:p>
    <w:p w:rsidR="00EC54B6" w:rsidRDefault="00EC54B6" w:rsidP="00385CB6">
      <w:pPr>
        <w:pStyle w:val="libNormal"/>
      </w:pPr>
      <w:r>
        <w:t>It is narrated RasoolAllah (saw) called Ali (asws) by 17 different names. Ibne Abbas (ra)</w:t>
      </w:r>
      <w:r w:rsidR="00385CB6">
        <w:t xml:space="preserve"> </w:t>
      </w:r>
      <w:r>
        <w:t>said, “O’Messenger of Allah! Inform us of those names”. RasoolAllah (saw) said, “Amongs</w:t>
      </w:r>
      <w:r w:rsidR="004D1165">
        <w:t xml:space="preserve">t </w:t>
      </w:r>
      <w:r>
        <w:t>arabs, His name is Ali. His Mother calls Him “Haider”. In Taurat His name is Birya. In Injee</w:t>
      </w:r>
      <w:r w:rsidR="004D1165">
        <w:t xml:space="preserve">l </w:t>
      </w:r>
      <w:r>
        <w:t>His name is Iliya. In Zaboor His name is Qariya. Romans call Him “Pitris”. Persians call Hi</w:t>
      </w:r>
      <w:r w:rsidR="004D1165">
        <w:t xml:space="preserve">m </w:t>
      </w:r>
      <w:r>
        <w:t>“Firoz”. Amongst the stars He is known as “sun”. Dilum calls Him “Frikiatia”. Karur call</w:t>
      </w:r>
      <w:r w:rsidR="004D1165">
        <w:t xml:space="preserve">s </w:t>
      </w:r>
      <w:r>
        <w:t>Him “Sheeha”. Zanj calls Him “Hameem”. Negros call Him “Bashir”. Turkish calls Hi</w:t>
      </w:r>
      <w:r w:rsidR="004D1165">
        <w:t xml:space="preserve">m </w:t>
      </w:r>
      <w:r>
        <w:t>“Hameera”. Arman call Him “Kirkir”. For momins (believers) He is al Sahab (clouds). He i</w:t>
      </w:r>
      <w:r w:rsidR="004D1165">
        <w:t xml:space="preserve">s </w:t>
      </w:r>
      <w:r>
        <w:t>remembered by the kafirs (disbelievers) as “red death”. For muslims He is “Wahdah”. Fo</w:t>
      </w:r>
      <w:r w:rsidR="004D1165">
        <w:t xml:space="preserve">r </w:t>
      </w:r>
      <w:r>
        <w:t>munafiqs (hypocrites) He is “Waeed”. For Me, He is the most pure. He is Junb Allah (side o</w:t>
      </w:r>
      <w:r w:rsidR="004D1165">
        <w:t xml:space="preserve">f </w:t>
      </w:r>
      <w:r>
        <w:t>Allah), nafs Allah, Yadullah (hand of Allah), (Allah biddeth you to beware only of His naf</w:t>
      </w:r>
      <w:r w:rsidR="004D1165">
        <w:t xml:space="preserve">s </w:t>
      </w:r>
      <w:r>
        <w:t>3:28) (Both of His hands are spread out 5:64)”</w:t>
      </w:r>
    </w:p>
    <w:p w:rsidR="00EC54B6" w:rsidRDefault="00EC54B6" w:rsidP="00CE7E0F">
      <w:pPr>
        <w:pStyle w:val="libItalic"/>
      </w:pPr>
      <w:r>
        <w:t>(Manaqib ibne Shazan pg 175)</w:t>
      </w:r>
    </w:p>
    <w:p w:rsidR="00EC54B6" w:rsidRDefault="00EC54B6" w:rsidP="00175E59">
      <w:pPr>
        <w:pStyle w:val="Heading2Center"/>
      </w:pPr>
      <w:bookmarkStart w:id="667" w:name="_Toc442791786"/>
      <w:r>
        <w:t>4. Fasl al Qaza</w:t>
      </w:r>
      <w:bookmarkEnd w:id="667"/>
    </w:p>
    <w:p w:rsidR="00EC54B6" w:rsidRDefault="00EC54B6" w:rsidP="00EC54B6">
      <w:pPr>
        <w:pStyle w:val="libNormal"/>
      </w:pPr>
      <w:r>
        <w:t>In one sermon Ameerul Momineen (asws) said, “Praise be to Allah who established tim</w:t>
      </w:r>
      <w:r w:rsidR="004D1165">
        <w:t xml:space="preserve">e </w:t>
      </w:r>
      <w:r>
        <w:t xml:space="preserve">and who is Lord of the entire universe. All of creation </w:t>
      </w:r>
      <w:r>
        <w:lastRenderedPageBreak/>
        <w:t>comes from Him but He is no</w:t>
      </w:r>
      <w:r w:rsidR="004D1165">
        <w:t xml:space="preserve">t </w:t>
      </w:r>
      <w:r>
        <w:t>created. Verily! We must return back to Him. Verily! We are the representatives of Alla</w:t>
      </w:r>
      <w:r w:rsidR="004D1165">
        <w:t xml:space="preserve">h </w:t>
      </w:r>
      <w:r>
        <w:t xml:space="preserve">upon His creation. I am the way and RasoolAllah (saw) is the one who directs to the way. </w:t>
      </w:r>
      <w:r w:rsidR="004D1165">
        <w:t xml:space="preserve">I </w:t>
      </w:r>
      <w:r>
        <w:t>am Bab ul Maqam and Hujjatal Khasam. I am Dabitul Arz (sign of the coming of the day o</w:t>
      </w:r>
      <w:r w:rsidR="004D1165">
        <w:t xml:space="preserve">f </w:t>
      </w:r>
      <w:r>
        <w:t>judgement), Lord of time and fasl al qaza. I am the arc of salvation. I am the proof of the vei</w:t>
      </w:r>
      <w:r w:rsidR="004D1165">
        <w:t xml:space="preserve">l </w:t>
      </w:r>
      <w:r>
        <w:t>of Allah.”</w:t>
      </w:r>
    </w:p>
    <w:p w:rsidR="00EC54B6" w:rsidRDefault="00EC54B6" w:rsidP="00CE7E0F">
      <w:pPr>
        <w:pStyle w:val="libItalic"/>
      </w:pPr>
      <w:r>
        <w:t>(Mashariqul Anwar al Yaqeen pg 162)</w:t>
      </w:r>
    </w:p>
    <w:p w:rsidR="00EC54B6" w:rsidRDefault="00EC54B6" w:rsidP="00175E59">
      <w:pPr>
        <w:pStyle w:val="Heading2Center"/>
      </w:pPr>
      <w:bookmarkStart w:id="668" w:name="_Toc442791787"/>
      <w:r>
        <w:t>5. Fra al Kareem(branch of mercy)</w:t>
      </w:r>
      <w:bookmarkEnd w:id="668"/>
    </w:p>
    <w:p w:rsidR="00EC54B6" w:rsidRDefault="00EC54B6" w:rsidP="00EC54B6">
      <w:pPr>
        <w:pStyle w:val="libNormal"/>
      </w:pPr>
      <w:r>
        <w:t>It is written in the ziarat of Ameerul Momineen (asws), “Salam be upon Fra al Kareem (th</w:t>
      </w:r>
      <w:r w:rsidR="004D1165">
        <w:t xml:space="preserve">e </w:t>
      </w:r>
      <w:r>
        <w:t>branch of mercy)”</w:t>
      </w:r>
    </w:p>
    <w:p w:rsidR="00FE3B28" w:rsidRDefault="00EC54B6" w:rsidP="00CE7E0F">
      <w:pPr>
        <w:pStyle w:val="libItalic"/>
      </w:pPr>
      <w:r>
        <w:t>(Bihar al Anwar vol 97 pg 305)</w:t>
      </w:r>
    </w:p>
    <w:p w:rsidR="00EC54B6" w:rsidRDefault="00EC54B6" w:rsidP="00175E59">
      <w:pPr>
        <w:pStyle w:val="Heading2Center"/>
      </w:pPr>
      <w:bookmarkStart w:id="669" w:name="_Toc442791788"/>
      <w:r>
        <w:t>6. Falk al Lajaj (lord of the brave)</w:t>
      </w:r>
      <w:bookmarkEnd w:id="669"/>
    </w:p>
    <w:p w:rsidR="00EC54B6" w:rsidRDefault="00EC54B6" w:rsidP="00EC54B6">
      <w:pPr>
        <w:pStyle w:val="libNormal"/>
      </w:pPr>
      <w:r>
        <w:t>Moula Ali (asws) says in Khutba Bayan, “I am lord of the brave”</w:t>
      </w:r>
    </w:p>
    <w:p w:rsidR="00EC54B6" w:rsidRDefault="00EC54B6" w:rsidP="00175E59">
      <w:pPr>
        <w:pStyle w:val="Heading2Center"/>
      </w:pPr>
      <w:bookmarkStart w:id="670" w:name="_Toc442791789"/>
      <w:r>
        <w:t>7. Fazl dhi al Hamim</w:t>
      </w:r>
      <w:bookmarkEnd w:id="670"/>
    </w:p>
    <w:p w:rsidR="00EC54B6" w:rsidRDefault="00EC54B6" w:rsidP="00EC54B6">
      <w:pPr>
        <w:pStyle w:val="libNormal"/>
      </w:pPr>
      <w:r>
        <w:t>Moula Ali (asws) says in Khutba Bayan, “I am fazl dhi al hamim”.</w:t>
      </w:r>
    </w:p>
    <w:p w:rsidR="00EC54B6" w:rsidRDefault="00EC54B6" w:rsidP="00175E59">
      <w:pPr>
        <w:pStyle w:val="Heading2Center"/>
      </w:pPr>
      <w:bookmarkStart w:id="671" w:name="_Toc442791790"/>
      <w:r>
        <w:t>8. Farqid al Simak</w:t>
      </w:r>
      <w:bookmarkEnd w:id="671"/>
    </w:p>
    <w:p w:rsidR="00EC54B6" w:rsidRDefault="00EC54B6" w:rsidP="00EC54B6">
      <w:pPr>
        <w:pStyle w:val="libNormal"/>
      </w:pPr>
      <w:r>
        <w:t>Moula Ali (asws) says in Khutba Bayan, “I am farqid al simak”.</w:t>
      </w:r>
    </w:p>
    <w:p w:rsidR="00EC54B6" w:rsidRDefault="00EC54B6" w:rsidP="00175E59">
      <w:pPr>
        <w:pStyle w:val="Heading2Center"/>
      </w:pPr>
      <w:bookmarkStart w:id="672" w:name="_Toc442791791"/>
      <w:r>
        <w:t>9. Fazl al Khitab (blessed speech)</w:t>
      </w:r>
      <w:bookmarkEnd w:id="672"/>
    </w:p>
    <w:p w:rsidR="00EC54B6" w:rsidRDefault="00EC54B6" w:rsidP="00EC54B6">
      <w:pPr>
        <w:pStyle w:val="libNormal"/>
      </w:pPr>
      <w:r>
        <w:t>Moula Ali (asws) says in Khutba Bayan, “I am the blessed speech”.</w:t>
      </w:r>
    </w:p>
    <w:p w:rsidR="00EC54B6" w:rsidRDefault="00EC54B6" w:rsidP="00175E59">
      <w:pPr>
        <w:pStyle w:val="Heading2Center"/>
      </w:pPr>
      <w:bookmarkStart w:id="673" w:name="_Toc442791792"/>
      <w:r>
        <w:t>10. Fasool al Baqarah (meaning of Sura Baqarah)</w:t>
      </w:r>
      <w:bookmarkEnd w:id="673"/>
    </w:p>
    <w:p w:rsidR="00EC54B6" w:rsidRDefault="00EC54B6" w:rsidP="00EC54B6">
      <w:pPr>
        <w:pStyle w:val="libNormal"/>
      </w:pPr>
      <w:r>
        <w:t>Moula Ali (asws) says in Khutba Bayan, “I am the meaning of Sura Baqarah”.</w:t>
      </w:r>
    </w:p>
    <w:p w:rsidR="00EC54B6" w:rsidRDefault="00EC54B6" w:rsidP="00175E59">
      <w:pPr>
        <w:pStyle w:val="Heading2Center"/>
      </w:pPr>
      <w:bookmarkStart w:id="674" w:name="_Toc442791793"/>
      <w:r>
        <w:t>11. Fatir al Nafaah</w:t>
      </w:r>
      <w:bookmarkEnd w:id="674"/>
    </w:p>
    <w:p w:rsidR="00EC54B6" w:rsidRDefault="00EC54B6" w:rsidP="00EC54B6">
      <w:pPr>
        <w:pStyle w:val="libNormal"/>
      </w:pPr>
      <w:r>
        <w:t>Moula Ali (asws) says in Khutba Bayan, “I am fatir al nafaah”.</w:t>
      </w:r>
    </w:p>
    <w:p w:rsidR="00EC54B6" w:rsidRDefault="00EC54B6" w:rsidP="00175E59">
      <w:pPr>
        <w:pStyle w:val="Heading2Center"/>
      </w:pPr>
      <w:bookmarkStart w:id="675" w:name="_Toc442791794"/>
      <w:r>
        <w:t>12. Fajar al Fikhr</w:t>
      </w:r>
      <w:bookmarkEnd w:id="675"/>
    </w:p>
    <w:p w:rsidR="00EC54B6" w:rsidRDefault="00EC54B6" w:rsidP="00EC54B6">
      <w:pPr>
        <w:pStyle w:val="libNormal"/>
      </w:pPr>
      <w:r>
        <w:t>Moula Ali (asws) says in Khutba Bayan, “I am fajar al fikhr”.</w:t>
      </w:r>
    </w:p>
    <w:p w:rsidR="00EC54B6" w:rsidRDefault="00EC54B6" w:rsidP="00175E59">
      <w:pPr>
        <w:pStyle w:val="Heading2Center"/>
      </w:pPr>
      <w:bookmarkStart w:id="676" w:name="_Toc442791795"/>
      <w:r>
        <w:t>13. Fars al Fawaris (nobility of the noble)</w:t>
      </w:r>
      <w:bookmarkEnd w:id="676"/>
    </w:p>
    <w:p w:rsidR="00EC54B6" w:rsidRDefault="00EC54B6" w:rsidP="00EC54B6">
      <w:pPr>
        <w:pStyle w:val="libNormal"/>
      </w:pPr>
      <w:r>
        <w:t>Moula Ali (asws) says in Khutba Bayan, “I am the nobility of the noble.”</w:t>
      </w:r>
    </w:p>
    <w:p w:rsidR="00EC54B6" w:rsidRDefault="00EC54B6" w:rsidP="00175E59">
      <w:pPr>
        <w:pStyle w:val="Heading2Center"/>
      </w:pPr>
      <w:bookmarkStart w:id="677" w:name="_Toc442791796"/>
      <w:r>
        <w:t>14. Furqan</w:t>
      </w:r>
      <w:bookmarkEnd w:id="677"/>
    </w:p>
    <w:p w:rsidR="00FE3B28" w:rsidRDefault="00EC54B6" w:rsidP="00EC54B6">
      <w:pPr>
        <w:pStyle w:val="libNormal"/>
      </w:pPr>
      <w:r>
        <w:t>Moula Ali (asws) says in Khutba Bayan, “I am Furqan”.</w:t>
      </w:r>
    </w:p>
    <w:p w:rsidR="00EC54B6" w:rsidRDefault="00EC54B6" w:rsidP="00EC54B6">
      <w:pPr>
        <w:pStyle w:val="libNormal"/>
      </w:pPr>
      <w:r>
        <w:t>*Amongst the other names of Moula (asws) are Syedul Shareef, a</w:t>
      </w:r>
      <w:r w:rsidR="004D1165">
        <w:t xml:space="preserve">l </w:t>
      </w:r>
      <w:r>
        <w:t>Kareem, al Ghatreef, al Sami al Maneef, al Masoom al Haneef, a</w:t>
      </w:r>
      <w:r w:rsidR="004D1165">
        <w:t xml:space="preserve">l </w:t>
      </w:r>
      <w:r>
        <w:t>Dayan al Afeef, Truq al Kahf, Dhul Rajaf, Manaqish al Khof, Qati</w:t>
      </w:r>
      <w:r w:rsidR="004D1165">
        <w:t xml:space="preserve">l </w:t>
      </w:r>
      <w:r>
        <w:t>al Aluf, Makhriq al Safoof, al Nahin al Munkir wal Amr ul Maroof.</w:t>
      </w:r>
    </w:p>
    <w:p w:rsidR="00612EA4" w:rsidRDefault="00612EA4" w:rsidP="00612EA4">
      <w:pPr>
        <w:pStyle w:val="libNormal"/>
      </w:pPr>
      <w:r>
        <w:br w:type="page"/>
      </w:r>
    </w:p>
    <w:p w:rsidR="0066696E" w:rsidRDefault="00612EA4" w:rsidP="0066696E">
      <w:pPr>
        <w:pStyle w:val="libNormal"/>
      </w:pPr>
      <w:r>
        <w:lastRenderedPageBreak/>
        <w:t>From amongst His titles are Faeez, Fata, Farooq, Fatir,Fasl, Fazil, Fikhr, Fakhar</w:t>
      </w:r>
    </w:p>
    <w:p w:rsidR="0066696E" w:rsidRDefault="0066696E" w:rsidP="00967BC2">
      <w:pPr>
        <w:pStyle w:val="libNormal"/>
      </w:pPr>
      <w:r>
        <w:br w:type="page"/>
      </w:r>
    </w:p>
    <w:p w:rsidR="00612EA4" w:rsidRDefault="00612EA4" w:rsidP="0066696E">
      <w:pPr>
        <w:pStyle w:val="Heading1Center"/>
      </w:pPr>
      <w:bookmarkStart w:id="678" w:name="_Toc442791797"/>
      <w:r>
        <w:lastRenderedPageBreak/>
        <w:t xml:space="preserve">Qaf </w:t>
      </w:r>
      <w:r>
        <w:rPr>
          <w:rtl/>
        </w:rPr>
        <w:t>ق</w:t>
      </w:r>
      <w:bookmarkEnd w:id="678"/>
    </w:p>
    <w:p w:rsidR="00EC54B6" w:rsidRDefault="00EC54B6" w:rsidP="00175E59">
      <w:pPr>
        <w:pStyle w:val="Heading2Center"/>
      </w:pPr>
      <w:bookmarkStart w:id="679" w:name="_Toc442791798"/>
      <w:r>
        <w:t>1. Qasr al Masheed (Beautiful palace)</w:t>
      </w:r>
      <w:bookmarkEnd w:id="679"/>
    </w:p>
    <w:p w:rsidR="00EC54B6" w:rsidRDefault="00EC54B6" w:rsidP="00385CB6">
      <w:pPr>
        <w:pStyle w:val="libNormal"/>
      </w:pPr>
      <w:r>
        <w:t>Salih bin Sohail narrates, “Ameerul Momineen (asws) is like a beautiful palace. Fatima (sa)</w:t>
      </w:r>
      <w:r w:rsidR="00385CB6">
        <w:t xml:space="preserve"> </w:t>
      </w:r>
      <w:r>
        <w:t>and Her Offspring are such a blessing that if you are able to obtain love for Them in you</w:t>
      </w:r>
      <w:r w:rsidR="004D1165">
        <w:t xml:space="preserve">r </w:t>
      </w:r>
      <w:r>
        <w:t>heart you will have no desire for anything else.”</w:t>
      </w:r>
    </w:p>
    <w:p w:rsidR="00EC54B6" w:rsidRDefault="00EC54B6" w:rsidP="00CE7E0F">
      <w:pPr>
        <w:pStyle w:val="libItalic"/>
      </w:pPr>
      <w:r>
        <w:t>(Maani ul Akbar pg 111)</w:t>
      </w:r>
    </w:p>
    <w:p w:rsidR="00EC54B6" w:rsidRDefault="00EC54B6" w:rsidP="00175E59">
      <w:pPr>
        <w:pStyle w:val="Heading2Center"/>
      </w:pPr>
      <w:bookmarkStart w:id="680" w:name="_Toc442791799"/>
      <w:r>
        <w:t>2. Quran al Azeem(great quran)</w:t>
      </w:r>
      <w:bookmarkEnd w:id="680"/>
    </w:p>
    <w:p w:rsidR="00EC54B6" w:rsidRDefault="00EC54B6" w:rsidP="00EC54B6">
      <w:pPr>
        <w:pStyle w:val="libNormal"/>
      </w:pPr>
      <w:r>
        <w:t>Hassan Amiri narrates, “I asked Imam Jafar Sadiq (as) regarding this saying of Allah, “An</w:t>
      </w:r>
      <w:r w:rsidR="004D1165">
        <w:t xml:space="preserve">d </w:t>
      </w:r>
      <w:r>
        <w:t>certainly We have given you seven of the oft repeated verses and the great Qura</w:t>
      </w:r>
      <w:r w:rsidR="004D1165">
        <w:t xml:space="preserve">n </w:t>
      </w:r>
      <w:r>
        <w:t>(15:87).” Imam (as) said, “We are those seven oft repeated verses and Ali (asws) ibn Ab</w:t>
      </w:r>
      <w:r w:rsidR="004D1165">
        <w:t xml:space="preserve">i </w:t>
      </w:r>
      <w:r>
        <w:t>Talib (as) is the great Quran.”</w:t>
      </w:r>
    </w:p>
    <w:p w:rsidR="00EC54B6" w:rsidRDefault="00EC54B6" w:rsidP="00CE7E0F">
      <w:pPr>
        <w:pStyle w:val="libItalic"/>
      </w:pPr>
      <w:r>
        <w:t>(Al Burhan Second Vol pg 354)</w:t>
      </w:r>
    </w:p>
    <w:p w:rsidR="00EC54B6" w:rsidRDefault="00EC54B6" w:rsidP="00175E59">
      <w:pPr>
        <w:pStyle w:val="Heading2Center"/>
      </w:pPr>
      <w:bookmarkStart w:id="681" w:name="_Toc442791800"/>
      <w:r>
        <w:t>3. Qaid al Ghar al Mahjaleen (Leader of those with shining foreheads)</w:t>
      </w:r>
      <w:bookmarkEnd w:id="681"/>
    </w:p>
    <w:p w:rsidR="00EC54B6" w:rsidRDefault="00EC54B6" w:rsidP="00EC54B6">
      <w:pPr>
        <w:pStyle w:val="libNormal"/>
      </w:pPr>
      <w:r>
        <w:t>Imam Jafar (as) bin Muhammad (as) narrates from His Father who narrates from Hi</w:t>
      </w:r>
      <w:r w:rsidR="004D1165">
        <w:t xml:space="preserve">s </w:t>
      </w:r>
      <w:r>
        <w:t>Grandfather that RasoolAllah (saw) said, “On the night of Miraj when I ascended to th</w:t>
      </w:r>
      <w:r w:rsidR="004D1165">
        <w:t xml:space="preserve">e </w:t>
      </w:r>
      <w:r>
        <w:t>heavens, I reached Sidrat ul Muntaha. I heard a crier there saying, “I order the entir</w:t>
      </w:r>
      <w:r w:rsidR="004D1165">
        <w:t xml:space="preserve">e </w:t>
      </w:r>
      <w:r>
        <w:t>creation to love Ali (asws). Verily! He is the leader of the muslims, leader of the pious, an</w:t>
      </w:r>
      <w:r w:rsidR="004D1165">
        <w:t xml:space="preserve">d </w:t>
      </w:r>
      <w:r>
        <w:t>the leader of those with shining foreheads on the day of judgement.”</w:t>
      </w:r>
    </w:p>
    <w:p w:rsidR="00EC54B6" w:rsidRDefault="00EC54B6" w:rsidP="00CE7E0F">
      <w:pPr>
        <w:pStyle w:val="libItalic"/>
      </w:pPr>
      <w:r>
        <w:t>(Amali al Toosi First Edition pg 196)</w:t>
      </w:r>
    </w:p>
    <w:p w:rsidR="00EC54B6" w:rsidRDefault="00EC54B6" w:rsidP="00175E59">
      <w:pPr>
        <w:pStyle w:val="Heading2Center"/>
      </w:pPr>
      <w:bookmarkStart w:id="682" w:name="_Toc442791801"/>
      <w:r>
        <w:t>4. Qamar (moon)</w:t>
      </w:r>
      <w:bookmarkEnd w:id="682"/>
    </w:p>
    <w:p w:rsidR="00EC54B6" w:rsidRDefault="00EC54B6" w:rsidP="00EC54B6">
      <w:pPr>
        <w:pStyle w:val="libNormal"/>
      </w:pPr>
      <w:r>
        <w:t>Hasan bin Saeed asked ibne Abbas (ra) regarding this ayah, “I swear by the sun and it</w:t>
      </w:r>
      <w:r w:rsidR="004D1165">
        <w:t xml:space="preserve">s </w:t>
      </w:r>
      <w:r>
        <w:t>brilliance (91:1).” Ibne Abbas (ra) replied, “This is reference of RasoolAllah (saw). “Th</w:t>
      </w:r>
      <w:r w:rsidR="004D1165">
        <w:t xml:space="preserve">e </w:t>
      </w:r>
      <w:r>
        <w:t>moon when it follows the sun (91:2) is in reference of Ali (asws) ibn Abi Talib (as). “An</w:t>
      </w:r>
      <w:r w:rsidR="004D1165">
        <w:t xml:space="preserve">d </w:t>
      </w:r>
      <w:r>
        <w:t>the day when it reveals it (91:3) is in reference of Hasan (as) and Hussein (as). “And th</w:t>
      </w:r>
      <w:r w:rsidR="004D1165">
        <w:t xml:space="preserve">e </w:t>
      </w:r>
      <w:r>
        <w:t>night when it draws a veil over it (91:4) is in reference of Bani Ummaya.”</w:t>
      </w:r>
    </w:p>
    <w:p w:rsidR="00EC54B6" w:rsidRDefault="00EC54B6" w:rsidP="00CE7E0F">
      <w:pPr>
        <w:pStyle w:val="libItalic"/>
      </w:pPr>
      <w:r>
        <w:t>(Tafseer e Furat pg 212)</w:t>
      </w:r>
    </w:p>
    <w:p w:rsidR="00EC54B6" w:rsidRDefault="00EC54B6" w:rsidP="00EC54B6">
      <w:pPr>
        <w:pStyle w:val="libNormal"/>
      </w:pPr>
      <w:r>
        <w:t>Ans bin Malik narrates, “One day when RasoolAllah (saw) was performing Fajr prayer</w:t>
      </w:r>
      <w:r w:rsidR="004D1165">
        <w:t xml:space="preserve">s, </w:t>
      </w:r>
      <w:r>
        <w:t>after finishing His prayer He came towards us and said, “O’people! If you lose the su</w:t>
      </w:r>
      <w:r w:rsidR="004D1165">
        <w:t xml:space="preserve">n, </w:t>
      </w:r>
      <w:r>
        <w:t>associate yourself with the moon. If you lose the moon, associate yourself with the flowe</w:t>
      </w:r>
      <w:r w:rsidR="004D1165">
        <w:t xml:space="preserve">r </w:t>
      </w:r>
      <w:r>
        <w:t>blossoms. If you lose the flower blossoms, associate yourself with the leaflets. I am the sun.</w:t>
      </w:r>
    </w:p>
    <w:p w:rsidR="00EC54B6" w:rsidRDefault="00EC54B6" w:rsidP="00EC54B6">
      <w:pPr>
        <w:pStyle w:val="libNormal"/>
      </w:pPr>
      <w:r>
        <w:t>Ali (asws) is the moon. Fatima (sa) is the flower blossom. Hasan (as) and Hussain (as) ar</w:t>
      </w:r>
      <w:r w:rsidR="004D1165">
        <w:t xml:space="preserve">e </w:t>
      </w:r>
      <w:r>
        <w:t>the leaflets. They will never be separated from the Book of Allah until They reach Me at th</w:t>
      </w:r>
      <w:r w:rsidR="004D1165">
        <w:t xml:space="preserve">e </w:t>
      </w:r>
      <w:r>
        <w:t>spring of Kauthar.”</w:t>
      </w:r>
    </w:p>
    <w:p w:rsidR="00EC54B6" w:rsidRDefault="00EC54B6" w:rsidP="00CE7E0F">
      <w:pPr>
        <w:pStyle w:val="libItalic"/>
      </w:pPr>
      <w:r>
        <w:t>(Fazail ibne Shazan pg 163)</w:t>
      </w:r>
    </w:p>
    <w:p w:rsidR="00EC54B6" w:rsidRDefault="00EC54B6" w:rsidP="00175E59">
      <w:pPr>
        <w:pStyle w:val="Heading2Center"/>
      </w:pPr>
      <w:bookmarkStart w:id="683" w:name="_Toc442791802"/>
      <w:r>
        <w:t>5. Qatil al Fajrah (Killer of unrighteous)</w:t>
      </w:r>
      <w:bookmarkEnd w:id="683"/>
    </w:p>
    <w:p w:rsidR="00EC54B6" w:rsidRDefault="00EC54B6" w:rsidP="00EC54B6">
      <w:pPr>
        <w:pStyle w:val="libNormal"/>
      </w:pPr>
      <w:r>
        <w:t>RasoolAllah (saw) said, “Ali (asws) is the Imam of the righteous and killer of th</w:t>
      </w:r>
      <w:r w:rsidR="004D1165">
        <w:t xml:space="preserve">e </w:t>
      </w:r>
      <w:r>
        <w:t>unrighteous. I am helper of those who are helpers of Ali (asws). One who abandons Hi</w:t>
      </w:r>
      <w:r w:rsidR="004D1165">
        <w:t xml:space="preserve">m </w:t>
      </w:r>
      <w:r>
        <w:t>(Ali asws) I will abandon him.”</w:t>
      </w:r>
    </w:p>
    <w:p w:rsidR="00EC54B6" w:rsidRDefault="00EC54B6" w:rsidP="00385CB6">
      <w:pPr>
        <w:pStyle w:val="libItalic"/>
      </w:pPr>
      <w:r>
        <w:t>(Kunzul Amal)</w:t>
      </w:r>
    </w:p>
    <w:p w:rsidR="00EC54B6" w:rsidRDefault="00EC54B6" w:rsidP="00175E59">
      <w:pPr>
        <w:pStyle w:val="Heading2Center"/>
      </w:pPr>
      <w:bookmarkStart w:id="684" w:name="_Toc442791803"/>
      <w:r>
        <w:lastRenderedPageBreak/>
        <w:t>6. Qaid al Atqiya (Leader of pious)</w:t>
      </w:r>
      <w:bookmarkEnd w:id="684"/>
    </w:p>
    <w:p w:rsidR="00FE3B28" w:rsidRDefault="00EC54B6" w:rsidP="00385CB6">
      <w:pPr>
        <w:pStyle w:val="libNormal"/>
      </w:pPr>
      <w:r>
        <w:t>Abul Hasan Ali (as) bin Musa (as) Reza narrates from His Father who narrates from Hi</w:t>
      </w:r>
      <w:r w:rsidR="004D1165">
        <w:t xml:space="preserve">s </w:t>
      </w:r>
      <w:r>
        <w:t>Father who narrates from His Forefathers, “One who wishes to ride in the arc of salvatio</w:t>
      </w:r>
      <w:r w:rsidR="004D1165">
        <w:t xml:space="preserve">n, </w:t>
      </w:r>
      <w:r>
        <w:t>one who wishes with the strongest chain, one who wishes to remain steadfast to the rop</w:t>
      </w:r>
      <w:r w:rsidR="004D1165">
        <w:t xml:space="preserve">e </w:t>
      </w:r>
      <w:r>
        <w:t>of Allah, then he must love Ali (asws) after Me and become an enemy of His (Ali asws)</w:t>
      </w:r>
      <w:r w:rsidR="00385CB6">
        <w:t xml:space="preserve"> </w:t>
      </w:r>
      <w:r>
        <w:t>enemies and love the Imams (as) from His Offspring. Verily, They are My caliphs an</w:t>
      </w:r>
      <w:r w:rsidR="004D1165">
        <w:t xml:space="preserve">d </w:t>
      </w:r>
      <w:r>
        <w:t>successors. They are the proof of Allah upon His creation after Me. They are the masters o</w:t>
      </w:r>
      <w:r w:rsidR="004D1165">
        <w:t xml:space="preserve">f </w:t>
      </w:r>
      <w:r>
        <w:t>My ummah. They are the leaders of the pious in jannah. Their party is My party. My party i</w:t>
      </w:r>
      <w:r w:rsidR="004D1165">
        <w:t xml:space="preserve">s </w:t>
      </w:r>
      <w:r>
        <w:t>the party of Allah. The party of Their enemies is the party of shaitan. Allah’s peace be upo</w:t>
      </w:r>
      <w:r w:rsidR="004D1165">
        <w:t xml:space="preserve">n </w:t>
      </w:r>
      <w:r>
        <w:t>Muhammad (saw) and His Progeny (as).</w:t>
      </w:r>
    </w:p>
    <w:p w:rsidR="00EC54B6" w:rsidRDefault="00EC54B6" w:rsidP="00CE7E0F">
      <w:pPr>
        <w:pStyle w:val="libItalic"/>
      </w:pPr>
      <w:r>
        <w:t>(Ayun Akhbar al Reza (as) First Edition pg 292)</w:t>
      </w:r>
    </w:p>
    <w:p w:rsidR="00EC54B6" w:rsidRDefault="00EC54B6" w:rsidP="00175E59">
      <w:pPr>
        <w:pStyle w:val="Heading2Center"/>
      </w:pPr>
      <w:bookmarkStart w:id="685" w:name="_Toc442791804"/>
      <w:r>
        <w:t>7. Qasim bil Suiyah (One who treats every person equally)</w:t>
      </w:r>
      <w:bookmarkEnd w:id="685"/>
    </w:p>
    <w:p w:rsidR="00EC54B6" w:rsidRDefault="00EC54B6" w:rsidP="00EC54B6">
      <w:pPr>
        <w:pStyle w:val="libNormal"/>
      </w:pPr>
      <w:r>
        <w:t>Maaz bin Jabil narrates RasoolAllah (saw) said, “O’Ali (asws)! People disputed with Yo</w:t>
      </w:r>
      <w:r w:rsidR="004D1165">
        <w:t xml:space="preserve">u </w:t>
      </w:r>
      <w:r>
        <w:t>regarding the prophet hood. There is no prophecy after Me. There are seven attributes tha</w:t>
      </w:r>
      <w:r w:rsidR="004D1165">
        <w:t xml:space="preserve">t </w:t>
      </w:r>
      <w:r>
        <w:t>You possess that the people do not and the people of Qureish will not be asked regardin</w:t>
      </w:r>
      <w:r w:rsidR="004D1165">
        <w:t xml:space="preserve">g </w:t>
      </w:r>
      <w:r>
        <w:t>these attributes. You are the first believer. You fulfilled Your every promise with Allah. Yo</w:t>
      </w:r>
      <w:r w:rsidR="004D1165">
        <w:t xml:space="preserve">u </w:t>
      </w:r>
      <w:r>
        <w:t>established the order of Allah. You did not discriminate between the peoples and treate</w:t>
      </w:r>
      <w:r w:rsidR="004D1165">
        <w:t xml:space="preserve">d </w:t>
      </w:r>
      <w:r>
        <w:t>every person equally. You did justice between them. You are the best judge. On the day o</w:t>
      </w:r>
      <w:r w:rsidR="004D1165">
        <w:t xml:space="preserve">f </w:t>
      </w:r>
      <w:r>
        <w:t>judgement, You will be the greatest to Allah from amongst all.”</w:t>
      </w:r>
    </w:p>
    <w:p w:rsidR="00EC54B6" w:rsidRDefault="00EC54B6" w:rsidP="0080330A">
      <w:pPr>
        <w:pStyle w:val="libItalic"/>
      </w:pPr>
      <w:r>
        <w:t>(Manaqib al Khawarzmi pg 61)</w:t>
      </w:r>
    </w:p>
    <w:p w:rsidR="00EC54B6" w:rsidRDefault="00EC54B6" w:rsidP="00175E59">
      <w:pPr>
        <w:pStyle w:val="Heading2Center"/>
      </w:pPr>
      <w:bookmarkStart w:id="686" w:name="_Toc442791805"/>
      <w:r>
        <w:t>8. Qalam (Pen)</w:t>
      </w:r>
      <w:bookmarkEnd w:id="686"/>
    </w:p>
    <w:p w:rsidR="00EC54B6" w:rsidRDefault="00EC54B6" w:rsidP="00EC54B6">
      <w:pPr>
        <w:pStyle w:val="libNormal"/>
      </w:pPr>
      <w:r>
        <w:t>Muhammad bin Fazil asked Abul Hasan (as) regarding this saying of Allah, “I swear by th</w:t>
      </w:r>
      <w:r w:rsidR="004D1165">
        <w:t xml:space="preserve">e </w:t>
      </w:r>
      <w:r>
        <w:t>Pen (68:1)”. Imam (as) said, “Pen is Ameerul Momineen (asws).”</w:t>
      </w:r>
    </w:p>
    <w:p w:rsidR="00EC54B6" w:rsidRDefault="00EC54B6" w:rsidP="00CE7E0F">
      <w:pPr>
        <w:pStyle w:val="libItalic"/>
      </w:pPr>
      <w:r>
        <w:t>(Taweel ul Ayat Second Vol pg 810)</w:t>
      </w:r>
    </w:p>
    <w:p w:rsidR="00EC54B6" w:rsidRDefault="00EC54B6" w:rsidP="00175E59">
      <w:pPr>
        <w:pStyle w:val="Heading2Center"/>
      </w:pPr>
      <w:bookmarkStart w:id="687" w:name="_Toc442791806"/>
      <w:r>
        <w:t>9. Qul al Mukhtalif (Different sayings)</w:t>
      </w:r>
      <w:bookmarkEnd w:id="687"/>
    </w:p>
    <w:p w:rsidR="00EC54B6" w:rsidRDefault="00EC54B6" w:rsidP="00EC54B6">
      <w:pPr>
        <w:pStyle w:val="libNormal"/>
      </w:pPr>
      <w:r>
        <w:t>The saying of RasoolAllah (saw) regarding the wilayat of Ali (asws) that was revealed upo</w:t>
      </w:r>
      <w:r w:rsidR="004D1165">
        <w:t xml:space="preserve">n </w:t>
      </w:r>
      <w:r>
        <w:t>Him by Allah “He who is averse is made to turn away from it (51:9)” means those wh</w:t>
      </w:r>
      <w:r w:rsidR="004D1165">
        <w:t xml:space="preserve">o </w:t>
      </w:r>
      <w:r>
        <w:t>oppose the amr (command/authority) of Allah will be thrown into hell.”</w:t>
      </w:r>
    </w:p>
    <w:p w:rsidR="00EC54B6" w:rsidRDefault="00EC54B6" w:rsidP="0080330A">
      <w:pPr>
        <w:pStyle w:val="libItalic"/>
      </w:pPr>
      <w:r>
        <w:t>(Al Manaqib Third Edition pg 96)</w:t>
      </w:r>
    </w:p>
    <w:p w:rsidR="00EC54B6" w:rsidRDefault="00EC54B6" w:rsidP="00175E59">
      <w:pPr>
        <w:pStyle w:val="Heading2Center"/>
      </w:pPr>
      <w:bookmarkStart w:id="688" w:name="_Toc442791807"/>
      <w:r>
        <w:t>10. Qarah</w:t>
      </w:r>
      <w:bookmarkEnd w:id="688"/>
    </w:p>
    <w:p w:rsidR="00FE3B28" w:rsidRDefault="00EC54B6" w:rsidP="00EC54B6">
      <w:pPr>
        <w:pStyle w:val="libNormal"/>
      </w:pPr>
      <w:r>
        <w:t>In Khutba Noorania, Moula Ali (asws) says, “I am Qarah”</w:t>
      </w:r>
    </w:p>
    <w:p w:rsidR="00EC54B6" w:rsidRDefault="00EC54B6" w:rsidP="00175E59">
      <w:pPr>
        <w:pStyle w:val="Heading2Center"/>
      </w:pPr>
      <w:bookmarkStart w:id="689" w:name="_Toc442791808"/>
      <w:r>
        <w:t>11. Qarin min Hadeed</w:t>
      </w:r>
      <w:bookmarkEnd w:id="689"/>
    </w:p>
    <w:p w:rsidR="00EC54B6" w:rsidRDefault="00EC54B6" w:rsidP="00EC54B6">
      <w:pPr>
        <w:pStyle w:val="libNormal"/>
      </w:pPr>
      <w:r>
        <w:t>Abu Hamza Thumali narrates from Imam Muhammad Baqir (as) that Ameerul Mominee</w:t>
      </w:r>
      <w:r w:rsidR="004D1165">
        <w:t xml:space="preserve">n </w:t>
      </w:r>
      <w:r>
        <w:t>(asws) said, “Verily Allah was unique in His oneness. Then He spoke through His kalimah.</w:t>
      </w:r>
    </w:p>
    <w:p w:rsidR="00EC54B6" w:rsidRDefault="00EC54B6" w:rsidP="00385CB6">
      <w:pPr>
        <w:pStyle w:val="libNormal"/>
      </w:pPr>
      <w:r>
        <w:t>He then created Me and My Offspring. Then He spoke and created ruh (spirit) through Hi</w:t>
      </w:r>
      <w:r w:rsidR="004D1165">
        <w:t xml:space="preserve">s </w:t>
      </w:r>
      <w:r>
        <w:t>kalimah. Then He placed this spirit in the noor. Then He placed this noor in Our physica</w:t>
      </w:r>
      <w:r w:rsidR="004D1165">
        <w:t xml:space="preserve">l </w:t>
      </w:r>
      <w:r>
        <w:t>forms. We are the spirit of Allah and His kalimat (words). We resided under the gree</w:t>
      </w:r>
      <w:r w:rsidR="004D1165">
        <w:t xml:space="preserve">n </w:t>
      </w:r>
      <w:r>
        <w:t xml:space="preserve">shadow. There was no sun, </w:t>
      </w:r>
      <w:r>
        <w:lastRenderedPageBreak/>
        <w:t>moon, day, night nor any eye to witness them. We wer</w:t>
      </w:r>
      <w:r w:rsidR="004D1165">
        <w:t xml:space="preserve">e </w:t>
      </w:r>
      <w:r>
        <w:t>worshipping Him and performing His tasbeeh. We were doing this before the creation o</w:t>
      </w:r>
      <w:r w:rsidR="004D1165">
        <w:t xml:space="preserve">f </w:t>
      </w:r>
      <w:r>
        <w:t>the universe. Then He took the oath of allegiance from all of the prophets of Iman (faith)</w:t>
      </w:r>
      <w:r w:rsidR="00385CB6">
        <w:t xml:space="preserve"> </w:t>
      </w:r>
      <w:r>
        <w:t>and nusrat (help). For Us, He said, “And when Allah made a covenant through the prophets:</w:t>
      </w:r>
    </w:p>
    <w:p w:rsidR="00EC54B6" w:rsidRDefault="00EC54B6" w:rsidP="00EC54B6">
      <w:pPr>
        <w:pStyle w:val="libNormal"/>
      </w:pPr>
      <w:r>
        <w:t>Certainly what I have given you of Book and Wisdom, then a messenger comes to yo</w:t>
      </w:r>
      <w:r w:rsidR="004D1165">
        <w:t xml:space="preserve">u </w:t>
      </w:r>
      <w:r>
        <w:t>verifying that which is with you, you must believe in him and you must aid him (3:81)”.</w:t>
      </w:r>
    </w:p>
    <w:p w:rsidR="00EC54B6" w:rsidRDefault="00EC54B6" w:rsidP="00EC54B6">
      <w:pPr>
        <w:pStyle w:val="libNormal"/>
      </w:pPr>
      <w:r>
        <w:t>Allah made it wajib (compulsory) upon every prophet to believe in Muhammad (saw) an</w:t>
      </w:r>
      <w:r w:rsidR="004D1165">
        <w:t xml:space="preserve">d </w:t>
      </w:r>
      <w:r>
        <w:t>help His successor. Soon they will help Him. Verily, Allah took the oath of allegiance for M</w:t>
      </w:r>
      <w:r w:rsidR="004D1165">
        <w:t xml:space="preserve">y </w:t>
      </w:r>
      <w:r>
        <w:t>help along with the oath of allegiance for belief in Muhammad (saw). I fought fo</w:t>
      </w:r>
      <w:r w:rsidR="004D1165">
        <w:t xml:space="preserve">r </w:t>
      </w:r>
      <w:r>
        <w:t>Muhammad (saw) and slaughtered His enemies and fulfilled My promise with Allah.</w:t>
      </w:r>
    </w:p>
    <w:p w:rsidR="00EC54B6" w:rsidRDefault="00EC54B6" w:rsidP="00EC54B6">
      <w:pPr>
        <w:pStyle w:val="libNormal"/>
      </w:pPr>
      <w:r>
        <w:t>However, Allah’s prophets and messengers did not help Me. Allah will bring back to life al</w:t>
      </w:r>
      <w:r w:rsidR="004D1165">
        <w:t xml:space="preserve">l </w:t>
      </w:r>
      <w:r>
        <w:t>of the prophets from Adam (as) to Muhammad (saw) and all will fight alongside Me. Ho</w:t>
      </w:r>
      <w:r w:rsidR="004D1165">
        <w:t xml:space="preserve">w </w:t>
      </w:r>
      <w:r>
        <w:t>strange it is that Allah shall bring the dead back to life! They will call from Talbia “I a</w:t>
      </w:r>
      <w:r w:rsidR="004D1165">
        <w:t xml:space="preserve">m </w:t>
      </w:r>
      <w:r>
        <w:t>present, I am present”. They will call towards Allah and cut the throats of His enemies unti</w:t>
      </w:r>
      <w:r w:rsidR="004D1165">
        <w:t xml:space="preserve">l </w:t>
      </w:r>
      <w:r>
        <w:t>Allah will fulfill His promise to the momins to make them as His caliphs upon this earth a</w:t>
      </w:r>
      <w:r w:rsidR="004D1165">
        <w:t xml:space="preserve">s </w:t>
      </w:r>
      <w:r>
        <w:t>He had done so before. He will establish that religion for them that He had chosen for them.</w:t>
      </w:r>
    </w:p>
    <w:p w:rsidR="00EC54B6" w:rsidRDefault="00EC54B6" w:rsidP="00EC54B6">
      <w:pPr>
        <w:pStyle w:val="libNormal"/>
      </w:pPr>
      <w:r>
        <w:t>Then He will bestow upon them peace after they have known fear. They will worship Hi</w:t>
      </w:r>
      <w:r w:rsidR="004D1165">
        <w:t xml:space="preserve">m </w:t>
      </w:r>
      <w:r>
        <w:t>and will not commit shirk. They will worship Him in the state of iman (faith). The momin</w:t>
      </w:r>
      <w:r w:rsidR="004D1165">
        <w:t xml:space="preserve">s </w:t>
      </w:r>
      <w:r>
        <w:t>will not dispute amongst each other. They will not practice taqiya. They will return afte</w:t>
      </w:r>
      <w:r w:rsidR="004D1165">
        <w:t xml:space="preserve">r </w:t>
      </w:r>
      <w:r>
        <w:t>the return (rajat). Verily, I am the one who shall return over and over. All of the kingdom</w:t>
      </w:r>
      <w:r w:rsidR="004D1165">
        <w:t xml:space="preserve">s </w:t>
      </w:r>
      <w:r>
        <w:t>and wonders are for Me. I am the slave of Allah, brother of RasoolAllah (saw), trustee o</w:t>
      </w:r>
      <w:r w:rsidR="004D1165">
        <w:t xml:space="preserve">f </w:t>
      </w:r>
      <w:r>
        <w:t>Allah, trustee of the secrets of Allah. I am the face of Allah, His path, His scale. I am tha</w:t>
      </w:r>
      <w:r w:rsidR="004D1165">
        <w:t xml:space="preserve">t </w:t>
      </w:r>
      <w:r>
        <w:t>kalimah (word) of Allah that causes the people to gather and causes the gatherings t</w:t>
      </w:r>
      <w:r w:rsidR="004D1165">
        <w:t xml:space="preserve">o </w:t>
      </w:r>
      <w:r>
        <w:t>disperse. I am the greatest names of Allah. I am His best example. I am His greatest sig</w:t>
      </w:r>
      <w:r w:rsidR="004D1165">
        <w:t xml:space="preserve">n </w:t>
      </w:r>
      <w:r>
        <w:t>(Ayatul Kubra). I am the Lord of heaven and hell. I will place the inhabitants of the heaven</w:t>
      </w:r>
      <w:r w:rsidR="004D1165">
        <w:t xml:space="preserve">s </w:t>
      </w:r>
      <w:r>
        <w:t>and hells in their proper places. I will arrange the marriage of the inhabitants of jannah an</w:t>
      </w:r>
      <w:r w:rsidR="004D1165">
        <w:t xml:space="preserve">d </w:t>
      </w:r>
      <w:r>
        <w:t>punish the inhabitants of hell. I will be standing on Araf. I am Dabitul Arz. I am th</w:t>
      </w:r>
      <w:r w:rsidR="004D1165">
        <w:t xml:space="preserve">e </w:t>
      </w:r>
      <w:r>
        <w:t>distributor of hell. I am the Lord of the treasures of jannah. I am the Lord of Araaf. I a</w:t>
      </w:r>
      <w:r w:rsidR="004D1165">
        <w:t xml:space="preserve">m </w:t>
      </w:r>
      <w:r>
        <w:t>Ameerul Momineen. Master of the pious. The sign of previous nations. The tongue of th</w:t>
      </w:r>
      <w:r w:rsidR="004D1165">
        <w:t xml:space="preserve">e </w:t>
      </w:r>
      <w:r>
        <w:t>speakers. Seal of Successors. Inheritor of Prophets. Caliph of Allah. Siratul Mustaqee</w:t>
      </w:r>
      <w:r w:rsidR="004D1165">
        <w:t xml:space="preserve">m </w:t>
      </w:r>
      <w:r>
        <w:t>(straight path). Allah’s proof upon the heavens and earth and all that is between them an</w:t>
      </w:r>
      <w:r w:rsidR="004D1165">
        <w:t xml:space="preserve">d </w:t>
      </w:r>
      <w:r>
        <w:t>on them. I am the witness of Allah upon the creation. I was witness to your creation an</w:t>
      </w:r>
      <w:r w:rsidR="004D1165">
        <w:t xml:space="preserve">d </w:t>
      </w:r>
      <w:r>
        <w:t>will be witness on the day of judgment. I am the one who has ilm ul mania, ilm ul wasia, il</w:t>
      </w:r>
      <w:r w:rsidR="004D1165">
        <w:t xml:space="preserve">m </w:t>
      </w:r>
      <w:r>
        <w:t>ul baliya, ilm ul kaziya. I am Fazl ul Kitab (blessed speech). I am the one for whom th</w:t>
      </w:r>
      <w:r w:rsidR="004D1165">
        <w:t xml:space="preserve">e </w:t>
      </w:r>
      <w:r>
        <w:t>clouds, the lighting, the darkness, light, wind, mountains, oceans, stars, sun, and moon wer</w:t>
      </w:r>
      <w:r w:rsidR="004D1165">
        <w:t xml:space="preserve">e </w:t>
      </w:r>
      <w:r>
        <w:t>made to be obedient to. I am the one who slew the nation of Aad and Thamud and th</w:t>
      </w:r>
      <w:r w:rsidR="004D1165">
        <w:t xml:space="preserve">e </w:t>
      </w:r>
      <w:r>
        <w:t>people of Ras. I am the one who slew Firoan. I am the one who saved Musa (as).</w:t>
      </w:r>
      <w:r w:rsidRPr="00987BD2">
        <w:t xml:space="preserve"> I am Qar</w:t>
      </w:r>
      <w:r w:rsidR="004D1165" w:rsidRPr="00987BD2">
        <w:t xml:space="preserve">n </w:t>
      </w:r>
      <w:r>
        <w:t>al Hadeed. I am the Farooq (honor) of this nation. I am the one who guides. I am the on</w:t>
      </w:r>
      <w:r w:rsidR="004D1165">
        <w:t xml:space="preserve">e </w:t>
      </w:r>
      <w:r>
        <w:t xml:space="preserve">who has knowledge of all things. O’ people, ask Me before you </w:t>
      </w:r>
      <w:r>
        <w:lastRenderedPageBreak/>
        <w:t>lose Me. O’ Allah, I make Yo</w:t>
      </w:r>
      <w:r w:rsidR="004D1165">
        <w:t xml:space="preserve">u </w:t>
      </w:r>
      <w:r>
        <w:t>as witness without You I have nothing. You have blessed Me with all greatness. Thanks b</w:t>
      </w:r>
      <w:r w:rsidR="004D1165">
        <w:t xml:space="preserve">e </w:t>
      </w:r>
      <w:r>
        <w:t>to Allah.”</w:t>
      </w:r>
    </w:p>
    <w:p w:rsidR="00EC54B6" w:rsidRDefault="00EC54B6" w:rsidP="0080330A">
      <w:pPr>
        <w:pStyle w:val="libItalic"/>
      </w:pPr>
      <w:r>
        <w:t>(Mukhtasir al Basair al Darjat pg 73)</w:t>
      </w:r>
    </w:p>
    <w:p w:rsidR="00EC54B6" w:rsidRDefault="00EC54B6" w:rsidP="00175E59">
      <w:pPr>
        <w:pStyle w:val="Heading2Center"/>
      </w:pPr>
      <w:bookmarkStart w:id="690" w:name="_Toc442791809"/>
      <w:r>
        <w:t>12. Qatb al Dayjoor</w:t>
      </w:r>
      <w:bookmarkEnd w:id="690"/>
    </w:p>
    <w:p w:rsidR="00EC54B6" w:rsidRDefault="00EC54B6" w:rsidP="00EC54B6">
      <w:pPr>
        <w:pStyle w:val="libNormal"/>
      </w:pPr>
      <w:r>
        <w:t>Moula Ali (asws) says in Khutba Bayan, “I am qatb al dayjoor”.</w:t>
      </w:r>
    </w:p>
    <w:p w:rsidR="00EC54B6" w:rsidRDefault="00EC54B6" w:rsidP="00175E59">
      <w:pPr>
        <w:pStyle w:val="Heading2Center"/>
      </w:pPr>
      <w:bookmarkStart w:id="691" w:name="_Toc442791810"/>
      <w:r>
        <w:t>13. Qamar al Surtan(moon and constellations)</w:t>
      </w:r>
      <w:bookmarkEnd w:id="691"/>
    </w:p>
    <w:p w:rsidR="00EC54B6" w:rsidRDefault="00EC54B6" w:rsidP="00EC54B6">
      <w:pPr>
        <w:pStyle w:val="libNormal"/>
      </w:pPr>
      <w:r>
        <w:t>Moula Ali (asws) says in Khutba Bayan, “I am the moon and constellations”.</w:t>
      </w:r>
    </w:p>
    <w:p w:rsidR="00EC54B6" w:rsidRDefault="00EC54B6" w:rsidP="00175E59">
      <w:pPr>
        <w:pStyle w:val="Heading2Center"/>
      </w:pPr>
      <w:bookmarkStart w:id="692" w:name="_Toc442791811"/>
      <w:r>
        <w:t>14. Qus al Arak</w:t>
      </w:r>
      <w:bookmarkEnd w:id="692"/>
    </w:p>
    <w:p w:rsidR="00EC54B6" w:rsidRDefault="00EC54B6" w:rsidP="00EC54B6">
      <w:pPr>
        <w:pStyle w:val="libNormal"/>
      </w:pPr>
      <w:r>
        <w:t>Moula Ali (asws) says in Khutba Bayan, “I am the qus al arak”.</w:t>
      </w:r>
    </w:p>
    <w:p w:rsidR="00EC54B6" w:rsidRDefault="00EC54B6" w:rsidP="00175E59">
      <w:pPr>
        <w:pStyle w:val="Heading2Center"/>
      </w:pPr>
      <w:bookmarkStart w:id="693" w:name="_Toc442791812"/>
      <w:r>
        <w:t>15. Qastas al Qatr</w:t>
      </w:r>
      <w:bookmarkEnd w:id="693"/>
    </w:p>
    <w:p w:rsidR="00FE3B28" w:rsidRDefault="00EC54B6" w:rsidP="00EC54B6">
      <w:pPr>
        <w:pStyle w:val="libNormal"/>
      </w:pPr>
      <w:r>
        <w:t>Moula Ali (asws) says in Khutba Bayan, “I am qastas al qatr”.</w:t>
      </w:r>
    </w:p>
    <w:p w:rsidR="00EC54B6" w:rsidRDefault="00EC54B6" w:rsidP="00175E59">
      <w:pPr>
        <w:pStyle w:val="Heading2Center"/>
      </w:pPr>
      <w:bookmarkStart w:id="694" w:name="_Toc442791813"/>
      <w:r>
        <w:t>16. Qasim Ilm</w:t>
      </w:r>
      <w:bookmarkEnd w:id="694"/>
    </w:p>
    <w:p w:rsidR="00EC54B6" w:rsidRDefault="00EC54B6" w:rsidP="00EC54B6">
      <w:pPr>
        <w:pStyle w:val="libNormal"/>
      </w:pPr>
      <w:r>
        <w:t>Moula Ali (asws) says in Khutba Bayan, “I am qasim ilm”.</w:t>
      </w:r>
    </w:p>
    <w:p w:rsidR="00EC54B6" w:rsidRDefault="00EC54B6" w:rsidP="00175E59">
      <w:pPr>
        <w:pStyle w:val="Heading2Center"/>
      </w:pPr>
      <w:bookmarkStart w:id="695" w:name="_Toc442791814"/>
      <w:r>
        <w:t>17. Qatil al Jin (killer of jinns)</w:t>
      </w:r>
      <w:bookmarkEnd w:id="695"/>
    </w:p>
    <w:p w:rsidR="00EC54B6" w:rsidRDefault="00EC54B6" w:rsidP="00EC54B6">
      <w:pPr>
        <w:pStyle w:val="libNormal"/>
      </w:pPr>
      <w:r>
        <w:t>Moula Ali (asws) says in Khutba Bayan, “I am the killer of jinns”.</w:t>
      </w:r>
    </w:p>
    <w:p w:rsidR="00EC54B6" w:rsidRDefault="00EC54B6" w:rsidP="00175E59">
      <w:pPr>
        <w:pStyle w:val="Heading2Center"/>
      </w:pPr>
      <w:bookmarkStart w:id="696" w:name="_Toc442791815"/>
      <w:r>
        <w:t>18. Qaseem al Jinan (distributor of jannah)</w:t>
      </w:r>
      <w:bookmarkEnd w:id="696"/>
    </w:p>
    <w:p w:rsidR="00EC54B6" w:rsidRDefault="00EC54B6" w:rsidP="00EC54B6">
      <w:pPr>
        <w:pStyle w:val="libNormal"/>
      </w:pPr>
      <w:r>
        <w:t>Moula Ali (asws) says in Khutba Bayan, “I am distributor of jannah”.</w:t>
      </w:r>
    </w:p>
    <w:p w:rsidR="00EC54B6" w:rsidRDefault="00EC54B6" w:rsidP="00175E59">
      <w:pPr>
        <w:pStyle w:val="Heading2Center"/>
      </w:pPr>
      <w:bookmarkStart w:id="697" w:name="_Toc442791816"/>
      <w:r>
        <w:t>19. Qalaa al Bab (remover of the door)</w:t>
      </w:r>
      <w:bookmarkEnd w:id="697"/>
    </w:p>
    <w:p w:rsidR="00EC54B6" w:rsidRDefault="00EC54B6" w:rsidP="00EC54B6">
      <w:pPr>
        <w:pStyle w:val="libNormal"/>
      </w:pPr>
      <w:r>
        <w:t>Moula Ali (asws) says in Khutba Bayan, “I am one who removed the door”.</w:t>
      </w:r>
    </w:p>
    <w:p w:rsidR="00EC54B6" w:rsidRDefault="00EC54B6" w:rsidP="00175E59">
      <w:pPr>
        <w:pStyle w:val="Heading2Center"/>
      </w:pPr>
      <w:bookmarkStart w:id="698" w:name="_Toc442791817"/>
      <w:r>
        <w:t>20. Qatil min Bagha (slayer of the rebellious)</w:t>
      </w:r>
      <w:bookmarkEnd w:id="698"/>
    </w:p>
    <w:p w:rsidR="00EC54B6" w:rsidRDefault="00EC54B6" w:rsidP="00EC54B6">
      <w:pPr>
        <w:pStyle w:val="libNormal"/>
      </w:pPr>
      <w:r>
        <w:t>Moula Ali (asws) says in Khutba Bayan, “I am the slayer of the rebellious”.</w:t>
      </w:r>
    </w:p>
    <w:p w:rsidR="00EC54B6" w:rsidRDefault="00EC54B6" w:rsidP="00175E59">
      <w:pPr>
        <w:pStyle w:val="Heading2Center"/>
      </w:pPr>
      <w:bookmarkStart w:id="699" w:name="_Toc442791818"/>
      <w:r>
        <w:t>21. Qurn al Aqran</w:t>
      </w:r>
      <w:bookmarkEnd w:id="699"/>
    </w:p>
    <w:p w:rsidR="00EC54B6" w:rsidRDefault="00EC54B6" w:rsidP="00EC54B6">
      <w:pPr>
        <w:pStyle w:val="libNormal"/>
      </w:pPr>
      <w:r>
        <w:t>Moula Ali (asws) says in Khutba Bayan, “I am qurn al aqran”.</w:t>
      </w:r>
    </w:p>
    <w:p w:rsidR="00EC54B6" w:rsidRDefault="00EC54B6" w:rsidP="00175E59">
      <w:pPr>
        <w:pStyle w:val="Heading2Center"/>
      </w:pPr>
      <w:bookmarkStart w:id="700" w:name="_Toc442791819"/>
      <w:r>
        <w:t>22. Qaid al Amlak (guide of kings)</w:t>
      </w:r>
      <w:bookmarkEnd w:id="700"/>
    </w:p>
    <w:p w:rsidR="00EC54B6" w:rsidRDefault="00EC54B6" w:rsidP="00EC54B6">
      <w:pPr>
        <w:pStyle w:val="libNormal"/>
      </w:pPr>
      <w:r>
        <w:t>Moula Ali (asws) says in Khutba Bayan, “I am the guide of kings”.</w:t>
      </w:r>
    </w:p>
    <w:p w:rsidR="00EC54B6" w:rsidRDefault="00EC54B6" w:rsidP="00175E59">
      <w:pPr>
        <w:pStyle w:val="Heading2Center"/>
      </w:pPr>
      <w:bookmarkStart w:id="701" w:name="_Toc442791820"/>
      <w:r>
        <w:t>23. Qutb al Aqtab</w:t>
      </w:r>
      <w:bookmarkEnd w:id="701"/>
    </w:p>
    <w:p w:rsidR="00EC54B6" w:rsidRDefault="00EC54B6" w:rsidP="00EC54B6">
      <w:pPr>
        <w:pStyle w:val="libNormal"/>
      </w:pPr>
      <w:r>
        <w:t>Moula Ali (asws) says in Khutba Bayan, “I am qutb al aqtab”.</w:t>
      </w:r>
    </w:p>
    <w:p w:rsidR="00EC54B6" w:rsidRDefault="00EC54B6" w:rsidP="00175E59">
      <w:pPr>
        <w:pStyle w:val="Heading2Center"/>
      </w:pPr>
      <w:bookmarkStart w:id="702" w:name="_Toc442791821"/>
      <w:r>
        <w:t>24. Qudrat Allah</w:t>
      </w:r>
      <w:bookmarkEnd w:id="702"/>
    </w:p>
    <w:p w:rsidR="00EC54B6" w:rsidRDefault="00EC54B6" w:rsidP="00EC54B6">
      <w:pPr>
        <w:pStyle w:val="libNormal"/>
      </w:pPr>
      <w:r>
        <w:t>Muhammad bin Sadqa narrates Abu Dharr Ghafiri (ra) asked Salman Farsi (as), “Do yo</w:t>
      </w:r>
      <w:r w:rsidR="004D1165">
        <w:t xml:space="preserve">u </w:t>
      </w:r>
      <w:r>
        <w:t>know the marifat of Ameerul Momineen (asws) with nooraniat?” Salman (as) replie</w:t>
      </w:r>
      <w:r w:rsidR="004D1165">
        <w:t xml:space="preserve">d, </w:t>
      </w:r>
      <w:r>
        <w:t>“O’Abu Abdullah, come with me and we will ask Ameerul Momineen (asws). We went, bu</w:t>
      </w:r>
      <w:r w:rsidR="004D1165">
        <w:t xml:space="preserve">t </w:t>
      </w:r>
      <w:r>
        <w:t>did not find Him. We waited for a while until He returned. Ameerul Momineen (Asws) sai</w:t>
      </w:r>
      <w:r w:rsidR="004D1165">
        <w:t xml:space="preserve">d, </w:t>
      </w:r>
      <w:r>
        <w:t>“What has brought you here?” They replied, “O’Ameerul Momineen (asws), we came her</w:t>
      </w:r>
      <w:r w:rsidR="004D1165">
        <w:t xml:space="preserve">e </w:t>
      </w:r>
      <w:r>
        <w:t>to ask You regarding Your marifat with nooraniat.” Moula (asws) said, “I welcome both o</w:t>
      </w:r>
      <w:r w:rsidR="004D1165">
        <w:t xml:space="preserve">f </w:t>
      </w:r>
      <w:r>
        <w:t>you. Verily you are not from amongst those who lower My status. I swear by My ag</w:t>
      </w:r>
      <w:r w:rsidR="004D1165">
        <w:t xml:space="preserve">e, </w:t>
      </w:r>
      <w:r>
        <w:t xml:space="preserve">“RasoolAllah (saw) has said, </w:t>
      </w:r>
      <w:r>
        <w:lastRenderedPageBreak/>
        <w:t>“Recognition of Ali (asws) ibn Abi Talib (as) as Noor is in fac</w:t>
      </w:r>
      <w:r w:rsidR="004D1165">
        <w:t xml:space="preserve">t </w:t>
      </w:r>
      <w:r>
        <w:t>the recognition of Allah. Recognition of Allah in terms of His Noor is the pure deen (religion).”</w:t>
      </w:r>
    </w:p>
    <w:p w:rsidR="00EC54B6" w:rsidRDefault="00EC54B6" w:rsidP="00EC54B6">
      <w:pPr>
        <w:pStyle w:val="libNormal"/>
      </w:pPr>
      <w:r>
        <w:t>Then Moula (asws) said:</w:t>
      </w:r>
    </w:p>
    <w:p w:rsidR="00EC54B6" w:rsidRDefault="00EC54B6" w:rsidP="00EC54B6">
      <w:pPr>
        <w:pStyle w:val="libNormal"/>
      </w:pPr>
      <w:r>
        <w:t>“He who has only outward belief in My Wilayat while inwardly having animosity will obtai</w:t>
      </w:r>
      <w:r w:rsidR="004D1165">
        <w:t xml:space="preserve">n </w:t>
      </w:r>
      <w:r>
        <w:t>no benefit from any of His deeds.”</w:t>
      </w:r>
    </w:p>
    <w:p w:rsidR="00EC54B6" w:rsidRDefault="00EC54B6" w:rsidP="00EC54B6">
      <w:pPr>
        <w:pStyle w:val="libNormal"/>
      </w:pPr>
      <w:r>
        <w:t>“O’Salman (as)! Only when one recognizes Me with My Noor only then will he be able t</w:t>
      </w:r>
      <w:r w:rsidR="004D1165">
        <w:t xml:space="preserve">o </w:t>
      </w:r>
      <w:r>
        <w:t>attain iman (faith). Only those who recognize Me with My Noor are the true believers. He i</w:t>
      </w:r>
      <w:r w:rsidR="004D1165">
        <w:t xml:space="preserve">s </w:t>
      </w:r>
      <w:r>
        <w:t>the one whose heart has been tested by Allah with true iman (faith). He is the one in whos</w:t>
      </w:r>
      <w:r w:rsidR="004D1165">
        <w:t xml:space="preserve">e </w:t>
      </w:r>
      <w:r>
        <w:t>heart the true Islam is amplified. Thus he shall become an “Arif” (gnostic) and “Mastabser”</w:t>
      </w:r>
    </w:p>
    <w:p w:rsidR="00EC54B6" w:rsidRDefault="00EC54B6" w:rsidP="00EC54B6">
      <w:pPr>
        <w:pStyle w:val="libNormal"/>
      </w:pPr>
      <w:r>
        <w:t>(clairvoyant). The one who does not recognize Me with My Noor falls into ambiguity an</w:t>
      </w:r>
      <w:r w:rsidR="004D1165">
        <w:t xml:space="preserve">d </w:t>
      </w:r>
      <w:r>
        <w:t xml:space="preserve">becomes of those who are followers of shaitan </w:t>
      </w:r>
      <w:r w:rsidRPr="00852C05">
        <w:t>(la)</w:t>
      </w:r>
      <w:r>
        <w:t>.</w:t>
      </w:r>
    </w:p>
    <w:p w:rsidR="00EC54B6" w:rsidRDefault="00EC54B6" w:rsidP="00EC54B6">
      <w:pPr>
        <w:pStyle w:val="libNormal"/>
      </w:pPr>
      <w:r>
        <w:t>O’Salman (as)! O’Jondab (ra)! Verily Recognizing Me as Noor is the recognition of Allah. M</w:t>
      </w:r>
      <w:r w:rsidR="004D1165">
        <w:t xml:space="preserve">y </w:t>
      </w:r>
      <w:r>
        <w:t>Recognition is Allah’s Recognition. Recognition of Allah is Recognition of Me. This is th</w:t>
      </w:r>
      <w:r w:rsidR="004D1165">
        <w:t xml:space="preserve">e </w:t>
      </w:r>
      <w:r>
        <w:t xml:space="preserve">true religion. Allah did not place upon mankind any order other than to accept Tauheed </w:t>
      </w:r>
      <w:r w:rsidR="004D1165">
        <w:t xml:space="preserve">e </w:t>
      </w:r>
      <w:r>
        <w:t>Allah (98:5) (Oneness of Allah). Testifying to the prophet hood of RasoolAllah (saw) is th</w:t>
      </w:r>
      <w:r w:rsidR="004D1165">
        <w:t xml:space="preserve">e </w:t>
      </w:r>
      <w:r>
        <w:t>true religion. Whenever Allah orders to “establish prayer” it refers to the belief in M</w:t>
      </w:r>
      <w:r w:rsidR="004D1165">
        <w:t xml:space="preserve">y </w:t>
      </w:r>
      <w:r>
        <w:t>Wilayat. One who pledges his allegiance and submits himself completely unto Me has trul</w:t>
      </w:r>
      <w:r w:rsidR="004D1165">
        <w:t xml:space="preserve">y </w:t>
      </w:r>
      <w:r>
        <w:t>established “salat” (prayer). Yet this matter is difficult, exceedingly difficult! Zakat (poo</w:t>
      </w:r>
      <w:r w:rsidR="004D1165">
        <w:t xml:space="preserve">r </w:t>
      </w:r>
      <w:r>
        <w:t>rate) is the acknowledgment of the greatness of the attributes of Aimmah (as). All of this i</w:t>
      </w:r>
      <w:r w:rsidR="004D1165">
        <w:t xml:space="preserve">s </w:t>
      </w:r>
      <w:r>
        <w:t>the true religion.</w:t>
      </w:r>
    </w:p>
    <w:p w:rsidR="00FE3B28" w:rsidRDefault="00EC54B6" w:rsidP="00385CB6">
      <w:pPr>
        <w:pStyle w:val="libNormal"/>
      </w:pPr>
      <w:r>
        <w:t>As attested to in the Holy Quran, true iman (faith) is the recognition of tauheed (oneness)</w:t>
      </w:r>
      <w:r w:rsidR="00385CB6">
        <w:t xml:space="preserve"> </w:t>
      </w:r>
      <w:r>
        <w:t>and the testimony of nabuwat and wilayat. One who acts upon these beliefs achieves dee</w:t>
      </w:r>
      <w:r w:rsidR="004D1165">
        <w:t xml:space="preserve">n </w:t>
      </w:r>
      <w:r>
        <w:t>(religion).</w:t>
      </w:r>
    </w:p>
    <w:p w:rsidR="00EC54B6" w:rsidRDefault="00EC54B6" w:rsidP="00EC54B6">
      <w:pPr>
        <w:pStyle w:val="libNormal"/>
      </w:pPr>
      <w:r>
        <w:t>O’Salman (as)! O’Jondab (ra)! One whom after being tested by Allah instantly accepts Ou</w:t>
      </w:r>
      <w:r w:rsidR="004D1165">
        <w:t xml:space="preserve">r </w:t>
      </w:r>
      <w:r>
        <w:t>Amr (authority) and does not reject any matter which pertains to Us is a momin and Alla</w:t>
      </w:r>
      <w:r w:rsidR="004D1165">
        <w:t xml:space="preserve">h </w:t>
      </w:r>
      <w:r>
        <w:t>will open his heart to the acceptance of Our Amr (authority/command). He will not displa</w:t>
      </w:r>
      <w:r w:rsidR="004D1165">
        <w:t xml:space="preserve">y </w:t>
      </w:r>
      <w:r>
        <w:t>even an element of doubt or suspicion. However he who objects with “why and how”</w:t>
      </w:r>
    </w:p>
    <w:p w:rsidR="00EC54B6" w:rsidRDefault="00EC54B6" w:rsidP="00EC54B6">
      <w:pPr>
        <w:pStyle w:val="libNormal"/>
      </w:pPr>
      <w:r>
        <w:t>becomes a kafir (disbeliever). Therefore be submissive to the Amr e Allah. Verily We ar</w:t>
      </w:r>
      <w:r w:rsidR="004D1165">
        <w:t xml:space="preserve">e </w:t>
      </w:r>
      <w:r>
        <w:t>the Amr e Allah (Command of Allah).</w:t>
      </w:r>
    </w:p>
    <w:p w:rsidR="00EC54B6" w:rsidRDefault="00EC54B6" w:rsidP="00EC54B6">
      <w:pPr>
        <w:pStyle w:val="libNormal"/>
      </w:pPr>
      <w:r>
        <w:t>O’Salman (as)! O’Jondab (ra)! Verily Allah has made Me as His Trustee upon the creatio</w:t>
      </w:r>
      <w:r w:rsidR="004D1165">
        <w:t xml:space="preserve">n </w:t>
      </w:r>
      <w:r>
        <w:t>and His Vicegerent upon His earth, in His territories, and over His servants. Allah ha</w:t>
      </w:r>
      <w:r w:rsidR="004D1165">
        <w:t xml:space="preserve">s </w:t>
      </w:r>
      <w:r>
        <w:t>blessed Me with such attributes that even those people who have true understandin</w:t>
      </w:r>
      <w:r w:rsidR="004D1165">
        <w:t xml:space="preserve">g </w:t>
      </w:r>
      <w:r>
        <w:t>regarding the merits of such blessings and those who have knowledge regarding all matter</w:t>
      </w:r>
      <w:r w:rsidR="004D1165">
        <w:t xml:space="preserve">s </w:t>
      </w:r>
      <w:r>
        <w:t>will still not be able to truly comprehend the status which Allah has blessed Me with. A tru</w:t>
      </w:r>
      <w:r w:rsidR="004D1165">
        <w:t xml:space="preserve">e </w:t>
      </w:r>
      <w:r>
        <w:t>momin is one who recognizes Me in this manner.</w:t>
      </w:r>
    </w:p>
    <w:p w:rsidR="00EC54B6" w:rsidRDefault="00EC54B6" w:rsidP="00EC54B6">
      <w:pPr>
        <w:pStyle w:val="libNormal"/>
      </w:pPr>
      <w:r>
        <w:t>O’Salman (as)! Allah said, “Do not seek the help of Allah except through patience an</w:t>
      </w:r>
      <w:r w:rsidR="004D1165">
        <w:t xml:space="preserve">d </w:t>
      </w:r>
      <w:r>
        <w:t>prayer”. Patience is Muhammad (saw) and Prayer is My Wilayat. This is why Allah ha</w:t>
      </w:r>
      <w:r w:rsidR="004D1165">
        <w:t xml:space="preserve">s </w:t>
      </w:r>
      <w:r>
        <w:t>declared it to be difficult to understand such attributes. In truth My Wilayat is exceedingl</w:t>
      </w:r>
      <w:r w:rsidR="004D1165">
        <w:t xml:space="preserve">y </w:t>
      </w:r>
      <w:r>
        <w:t>difficult except for those whose souls are submissive. Thus My Wilayat has been mad</w:t>
      </w:r>
      <w:r w:rsidR="004D1165">
        <w:t xml:space="preserve">e </w:t>
      </w:r>
      <w:r>
        <w:t>easier by Allah upon those whose souls have submitted.</w:t>
      </w:r>
    </w:p>
    <w:p w:rsidR="00EC54B6" w:rsidRDefault="00EC54B6" w:rsidP="00EC54B6">
      <w:pPr>
        <w:pStyle w:val="libNormal"/>
      </w:pPr>
      <w:r>
        <w:lastRenderedPageBreak/>
        <w:t>O’Salman (as)! We are those Secrets of Allah which shall not be hidden. We are His Noo</w:t>
      </w:r>
      <w:r w:rsidR="004D1165">
        <w:t xml:space="preserve">r </w:t>
      </w:r>
      <w:r>
        <w:t>that can never be extinguished. And We are those blessings which can never be matched.</w:t>
      </w:r>
    </w:p>
    <w:p w:rsidR="00EC54B6" w:rsidRDefault="00EC54B6" w:rsidP="00EC54B6">
      <w:pPr>
        <w:pStyle w:val="libNormal"/>
      </w:pPr>
      <w:r>
        <w:t>Our first is Muhammad, Our middle is Muhammad, and Our last is Muhammad. One wh</w:t>
      </w:r>
      <w:r w:rsidR="004D1165">
        <w:t xml:space="preserve">o </w:t>
      </w:r>
      <w:r>
        <w:t>recognizes Us in this way is a follower of the true religion.</w:t>
      </w:r>
    </w:p>
    <w:p w:rsidR="00EC54B6" w:rsidRDefault="00EC54B6" w:rsidP="00385CB6">
      <w:pPr>
        <w:pStyle w:val="libNormal"/>
      </w:pPr>
      <w:r>
        <w:t>O’Salman (as)! O’Jondab (ra)! Muhammad (saw) and Myself are one Noor. And before al</w:t>
      </w:r>
      <w:r w:rsidR="004D1165">
        <w:t xml:space="preserve">l </w:t>
      </w:r>
      <w:r>
        <w:t>other creations had been created We were already reciting the praises of Allah. We wer</w:t>
      </w:r>
      <w:r w:rsidR="004D1165">
        <w:t xml:space="preserve">e </w:t>
      </w:r>
      <w:r>
        <w:t>the cause of the creation of the entire universe. Then Allah divided this Noor into two parts;</w:t>
      </w:r>
      <w:r w:rsidR="00385CB6">
        <w:t xml:space="preserve"> </w:t>
      </w:r>
      <w:r>
        <w:t>first was His prophet Mustafa (saw) and His Successor Murtaza (saw). Then Allah said t</w:t>
      </w:r>
      <w:r w:rsidR="004D1165">
        <w:t xml:space="preserve">o </w:t>
      </w:r>
      <w:r>
        <w:t>each half “Be Muhammad (saw)!” “Be Ali (asws)!” This is the reason RasoolAllah (saw)</w:t>
      </w:r>
      <w:r w:rsidR="00385CB6">
        <w:t xml:space="preserve"> </w:t>
      </w:r>
      <w:r>
        <w:t>said, “I am from Ali (asws) and Ali (asws) is from Me. None other than Myself and Al</w:t>
      </w:r>
      <w:r w:rsidR="004D1165">
        <w:t xml:space="preserve">i </w:t>
      </w:r>
      <w:r>
        <w:t>(asws) are able to convey the Divine Message of Allah.” In Quran where Allah says “An</w:t>
      </w:r>
      <w:r w:rsidR="004D1165">
        <w:t xml:space="preserve">n </w:t>
      </w:r>
      <w:r>
        <w:t>fosanawa ann faskum (3:61)” is a reference to Our being One Essence in Alam e Arwa</w:t>
      </w:r>
      <w:r w:rsidR="004D1165">
        <w:t xml:space="preserve">h </w:t>
      </w:r>
      <w:r>
        <w:t>and Anwar (worlds of spirits and noor). And where Allah says “If He has died or i</w:t>
      </w:r>
      <w:r w:rsidR="004D1165">
        <w:t xml:space="preserve">s </w:t>
      </w:r>
      <w:r>
        <w:t>slain(3:144)” “died” is a reference to the death of Prophet (saw) and “slain” is in referenc</w:t>
      </w:r>
      <w:r w:rsidR="004D1165">
        <w:t xml:space="preserve">e </w:t>
      </w:r>
      <w:r>
        <w:t>to the martyrdom of His Successor. As We are One Essence and One Noor. We are One i</w:t>
      </w:r>
      <w:r w:rsidR="004D1165">
        <w:t xml:space="preserve">n </w:t>
      </w:r>
      <w:r>
        <w:t xml:space="preserve">purpose and attributes. However We are different in Our bodies and names, but in Alam </w:t>
      </w:r>
      <w:r w:rsidR="004D1165">
        <w:t xml:space="preserve">e </w:t>
      </w:r>
      <w:r>
        <w:t>Arwah We are One Noor. As RasoolAllah (saw) said, “O’Ali (saw), You are My Soul which i</w:t>
      </w:r>
      <w:r w:rsidR="004D1165">
        <w:t xml:space="preserve">s </w:t>
      </w:r>
      <w:r>
        <w:t>inside of Me. In this world of creation RasoolAllah (saw) said, “You are from Me and I a</w:t>
      </w:r>
      <w:r w:rsidR="004D1165">
        <w:t xml:space="preserve">m </w:t>
      </w:r>
      <w:r>
        <w:t>from You. You are My inheritor and I am Your inheritor. You are the Soul of My body.” Alla</w:t>
      </w:r>
      <w:r w:rsidR="004D1165">
        <w:t xml:space="preserve">h </w:t>
      </w:r>
      <w:r>
        <w:t>says, “Sallu illay wa salamu tasleema”. “Sallu illay” (sending blessings on Him) i</w:t>
      </w:r>
      <w:r w:rsidR="004D1165">
        <w:t xml:space="preserve">s </w:t>
      </w:r>
      <w:r>
        <w:t>reference to Muhammad (saw) and “salamu tasleema” (acknowledge Him) is reference t</w:t>
      </w:r>
      <w:r w:rsidR="004D1165">
        <w:t xml:space="preserve">o </w:t>
      </w:r>
      <w:r>
        <w:t>Me (Ali saw). Allah joined Me with Muhammad (saw) in One Noor and then split that Noo</w:t>
      </w:r>
      <w:r w:rsidR="004D1165">
        <w:t xml:space="preserve">r </w:t>
      </w:r>
      <w:r>
        <w:t>into two beings based upon Their Names and Attributes. Then Allah ordered His creation t</w:t>
      </w:r>
      <w:r w:rsidR="004D1165">
        <w:t xml:space="preserve">o </w:t>
      </w:r>
      <w:r>
        <w:t>send blessings upon Muhammad (saw) and salam upon His successor Ali (saw).</w:t>
      </w:r>
    </w:p>
    <w:p w:rsidR="00EC54B6" w:rsidRDefault="00EC54B6" w:rsidP="00EC54B6">
      <w:pPr>
        <w:pStyle w:val="libNormal"/>
      </w:pPr>
      <w:r>
        <w:t>RasoolAllah (saw) said, “One shall not gain any benefit or reward from sending blessing</w:t>
      </w:r>
      <w:r w:rsidR="004D1165">
        <w:t xml:space="preserve">s </w:t>
      </w:r>
      <w:r>
        <w:t>unto Me until he submits to the Wilayat e Ali (saw).”</w:t>
      </w:r>
    </w:p>
    <w:p w:rsidR="00EC54B6" w:rsidRDefault="00EC54B6" w:rsidP="00385CB6">
      <w:pPr>
        <w:pStyle w:val="libNormal"/>
      </w:pPr>
      <w:r>
        <w:t>O’Salman (as)! O’Jondab (ra)! During His time Muhammad (saw) was “natiq” (speaking)</w:t>
      </w:r>
      <w:r w:rsidR="00385CB6">
        <w:t xml:space="preserve"> </w:t>
      </w:r>
      <w:r>
        <w:t>and I was “samit” (silent). During every era both “natiq” and “samit” are present.</w:t>
      </w:r>
    </w:p>
    <w:p w:rsidR="00EC54B6" w:rsidRDefault="00EC54B6" w:rsidP="00EC54B6">
      <w:pPr>
        <w:pStyle w:val="libNormal"/>
      </w:pPr>
      <w:r>
        <w:t>Remember, Muhammad (saw) is the Master of those who shall gather on the Day o</w:t>
      </w:r>
      <w:r w:rsidR="004D1165">
        <w:t xml:space="preserve">f </w:t>
      </w:r>
      <w:r>
        <w:t>Judgement and I am the Master of Resurrection. Muhammad (saw) is the warner and I a</w:t>
      </w:r>
      <w:r w:rsidR="004D1165">
        <w:t xml:space="preserve">m </w:t>
      </w:r>
      <w:r>
        <w:t>the one who guides. Muhammad (saw) is the Lord of Jannah and I am the Lord of Raja</w:t>
      </w:r>
      <w:r w:rsidR="004D1165">
        <w:t xml:space="preserve">t </w:t>
      </w:r>
      <w:r>
        <w:t xml:space="preserve">(Return). Muhammad (saw) is the Lord of Hawz e Kausar (divine spring) and I am Sahib </w:t>
      </w:r>
      <w:r w:rsidR="004D1165">
        <w:t xml:space="preserve">e </w:t>
      </w:r>
      <w:r>
        <w:t>Lawa (standard bearer of the flag which will be raised on the Day of Judgment).</w:t>
      </w:r>
    </w:p>
    <w:p w:rsidR="00EC54B6" w:rsidRDefault="00EC54B6" w:rsidP="00EC54B6">
      <w:pPr>
        <w:pStyle w:val="libNormal"/>
      </w:pPr>
      <w:r>
        <w:t>Muhammad (saw) is the Lord of the Keys to the Gates of Jannah and I am the Lord of Janna</w:t>
      </w:r>
      <w:r w:rsidR="004D1165">
        <w:t xml:space="preserve">h </w:t>
      </w:r>
      <w:r>
        <w:t>and Jahannum (paradise and hell). Muhammad (saw) is the Lord of Revelation and I am th</w:t>
      </w:r>
      <w:r w:rsidR="004D1165">
        <w:t xml:space="preserve">e </w:t>
      </w:r>
      <w:r>
        <w:t>Lord of Inspiration. Muhammad (saw) is the Lord of Signs and I am the Lord of Miracles.</w:t>
      </w:r>
    </w:p>
    <w:p w:rsidR="00FE3B28" w:rsidRDefault="00EC54B6" w:rsidP="00EC54B6">
      <w:pPr>
        <w:pStyle w:val="libNormal"/>
      </w:pPr>
      <w:r>
        <w:t>Muhammad (saw) is the Seal of all Prophets and I am the Seal of all Successors. Muhamma</w:t>
      </w:r>
      <w:r w:rsidR="004D1165">
        <w:t xml:space="preserve">d </w:t>
      </w:r>
      <w:r>
        <w:t xml:space="preserve">(saw) is the Master who invites the creation </w:t>
      </w:r>
      <w:r>
        <w:lastRenderedPageBreak/>
        <w:t>towards the religion of Allah and I am th</w:t>
      </w:r>
      <w:r w:rsidR="004D1165">
        <w:t xml:space="preserve">e </w:t>
      </w:r>
      <w:r>
        <w:t>Protector of the Religion. Muhammad (saw) is the most generous prophet and I am Sirat u</w:t>
      </w:r>
      <w:r w:rsidR="004D1165">
        <w:t xml:space="preserve">l </w:t>
      </w:r>
      <w:r>
        <w:t>Mustaqeem (true path). Muhammad is “raoof o raheem” (most kind and merciful) and I a</w:t>
      </w:r>
      <w:r w:rsidR="004D1165">
        <w:t xml:space="preserve">m </w:t>
      </w:r>
      <w:r>
        <w:t>Aliulazeem (most high most great).</w:t>
      </w:r>
    </w:p>
    <w:p w:rsidR="00EC54B6" w:rsidRDefault="00EC54B6" w:rsidP="00EC54B6">
      <w:pPr>
        <w:pStyle w:val="libNormal"/>
      </w:pPr>
      <w:r>
        <w:t>O’Salman (as)! Allah says “He causes the Spirit to descend upon those whom He chooses”</w:t>
      </w:r>
    </w:p>
    <w:p w:rsidR="00EC54B6" w:rsidRDefault="00EC54B6" w:rsidP="00EC54B6">
      <w:pPr>
        <w:pStyle w:val="libNormal"/>
      </w:pPr>
      <w:r>
        <w:t>(40:15). This Spirit then descends unto the one entrusted with the Command and th</w:t>
      </w:r>
      <w:r w:rsidR="004D1165">
        <w:t xml:space="preserve">e </w:t>
      </w:r>
      <w:r>
        <w:t>Decree. I (Ali saw) give life to the dead and possess full knowledge of all things in th</w:t>
      </w:r>
      <w:r w:rsidR="004D1165">
        <w:t xml:space="preserve">e </w:t>
      </w:r>
      <w:r>
        <w:t>heavens and upon the earth. I am Kitab ul Mubeen (Undeniable Book).</w:t>
      </w:r>
    </w:p>
    <w:p w:rsidR="00EC54B6" w:rsidRDefault="00EC54B6" w:rsidP="00EC54B6">
      <w:pPr>
        <w:pStyle w:val="libNormal"/>
      </w:pPr>
      <w:r>
        <w:t>O’Salman (as)! Muhammad (saw) is the one who establishes the Hujjat (proof) and I a</w:t>
      </w:r>
      <w:r w:rsidR="004D1165">
        <w:t xml:space="preserve">m </w:t>
      </w:r>
      <w:r>
        <w:t>Hujjatullah (proof of Allah) upon the creation. And the Spirit ascended with Him unto th</w:t>
      </w:r>
      <w:r w:rsidR="004D1165">
        <w:t xml:space="preserve">e </w:t>
      </w:r>
      <w:r>
        <w:t>heavens. I am the one who enabled Nuh (as) to sail His Ark. I was present with Yunis (as) i</w:t>
      </w:r>
      <w:r w:rsidR="004D1165">
        <w:t xml:space="preserve">n </w:t>
      </w:r>
      <w:r>
        <w:t>the belly of the whale. I parted the sea for Musa (as) to allow Him a safe passage through it.</w:t>
      </w:r>
    </w:p>
    <w:p w:rsidR="00EC54B6" w:rsidRDefault="00EC54B6" w:rsidP="00EC54B6">
      <w:pPr>
        <w:pStyle w:val="libNormal"/>
      </w:pPr>
      <w:r>
        <w:t>I am the one who destroyed the enemies of Allah. I possess all of the knowledge of th</w:t>
      </w:r>
      <w:r w:rsidR="004D1165">
        <w:t xml:space="preserve">e </w:t>
      </w:r>
      <w:r>
        <w:t>prophets and their successors and I am Fazl al Khatab (a blessed speech). The prophe</w:t>
      </w:r>
      <w:r w:rsidR="004D1165">
        <w:t xml:space="preserve">t </w:t>
      </w:r>
      <w:r>
        <w:t>hood of RasoolAllah (saw) was completed through My Wilayat. I cause the rivers an</w:t>
      </w:r>
      <w:r w:rsidR="004D1165">
        <w:t xml:space="preserve">d </w:t>
      </w:r>
      <w:r>
        <w:t>oceans to flow and cause the mountains to rise up from the surface of the earth. I a</w:t>
      </w:r>
      <w:r w:rsidR="004D1165">
        <w:t xml:space="preserve">m </w:t>
      </w:r>
      <w:r>
        <w:t>likened unto the Father of the Earth. I am the wrath of the Day of Judgment. I am that Khiz</w:t>
      </w:r>
      <w:r w:rsidR="004D1165">
        <w:t xml:space="preserve">r </w:t>
      </w:r>
      <w:r>
        <w:t>(as) who taught Musa (as). I taught Dawood (as) and Solomon (as). I am Zul Qarnan. I a</w:t>
      </w:r>
      <w:r w:rsidR="004D1165">
        <w:t xml:space="preserve">m </w:t>
      </w:r>
      <w:r>
        <w:t>the one who removes sufferings by the command of Allah. I am the one who spread th</w:t>
      </w:r>
      <w:r w:rsidR="004D1165">
        <w:t xml:space="preserve">e </w:t>
      </w:r>
      <w:r>
        <w:t>earth. I am the one who shall send wrath on the Day of Judgment. I am the one who shal</w:t>
      </w:r>
      <w:r w:rsidR="004D1165">
        <w:t xml:space="preserve">l </w:t>
      </w:r>
      <w:r>
        <w:t>summon all unto Allah on the Day of Judgment. I am Dabba tul Arz (sign of Allah regardin</w:t>
      </w:r>
      <w:r w:rsidR="004D1165">
        <w:t xml:space="preserve">g </w:t>
      </w:r>
      <w:r>
        <w:t>the coming of the Day of Judgment). RasoolAllah (saw) said, “O’Ali (saw) You are Zu</w:t>
      </w:r>
      <w:r w:rsidR="004D1165">
        <w:t xml:space="preserve">l </w:t>
      </w:r>
      <w:r>
        <w:t>Qarnan and its both ends. You were in existence before the beginning of the creation an</w:t>
      </w:r>
      <w:r w:rsidR="004D1165">
        <w:t xml:space="preserve">d </w:t>
      </w:r>
      <w:r>
        <w:t>will remain until its end.”</w:t>
      </w:r>
    </w:p>
    <w:p w:rsidR="00FE3B28" w:rsidRDefault="00EC54B6" w:rsidP="00EC54B6">
      <w:pPr>
        <w:pStyle w:val="libNormal"/>
      </w:pPr>
      <w:r>
        <w:t>O’Salman (as)! If one dies from amongst Us, He is not dead and if someone is slain fro</w:t>
      </w:r>
      <w:r w:rsidR="004D1165">
        <w:t xml:space="preserve">m </w:t>
      </w:r>
      <w:r>
        <w:t>amongst Us, He is not slain. One from amongst Us who is in occultation performs His dutie</w:t>
      </w:r>
      <w:r w:rsidR="004D1165">
        <w:t xml:space="preserve">s </w:t>
      </w:r>
      <w:r>
        <w:t>as We do. We are not born in this world the way humans are born in this world. You canno</w:t>
      </w:r>
      <w:r w:rsidR="004D1165">
        <w:t xml:space="preserve">t </w:t>
      </w:r>
      <w:r>
        <w:t>compare Us with mankind. I was the voice of Isa (as) when He spoke from the cradle. I a</w:t>
      </w:r>
      <w:r w:rsidR="004D1165">
        <w:t xml:space="preserve">m </w:t>
      </w:r>
      <w:r>
        <w:t xml:space="preserve">the helper of Nuh (as) and Ibrahim (as). I am the one who will send the wrath of Allah. </w:t>
      </w:r>
      <w:r w:rsidR="004D1165">
        <w:t xml:space="preserve">I </w:t>
      </w:r>
      <w:r>
        <w:t>shall also bring about the trembling and shall cause the final quake. I am the Loha</w:t>
      </w:r>
      <w:r w:rsidR="004D1165">
        <w:t xml:space="preserve">y </w:t>
      </w:r>
      <w:r>
        <w:t>Mahfooz (Protected Tablet) and all of the knowledge within it originates from Me. I ca</w:t>
      </w:r>
      <w:r w:rsidR="004D1165">
        <w:t xml:space="preserve">n </w:t>
      </w:r>
      <w:r>
        <w:t>appear in any form by the wish of Allah. Whoever has observed these appearances has see</w:t>
      </w:r>
      <w:r w:rsidR="004D1165">
        <w:t xml:space="preserve">n </w:t>
      </w:r>
      <w:r>
        <w:t>Me and whoever has seen Me as observed the Signs of Allah. We Masoomeen (as) are th</w:t>
      </w:r>
      <w:r w:rsidR="004D1165">
        <w:t xml:space="preserve">e </w:t>
      </w:r>
      <w:r>
        <w:t>Noor of Allah which can never be rejected or changed.</w:t>
      </w:r>
    </w:p>
    <w:p w:rsidR="00EC54B6" w:rsidRDefault="00EC54B6" w:rsidP="00EC54B6">
      <w:pPr>
        <w:pStyle w:val="libNormal"/>
      </w:pPr>
      <w:r>
        <w:t>O’Salman (as)! Every prophet is honored because of Us. You can praise Us with whateve</w:t>
      </w:r>
      <w:r w:rsidR="004D1165">
        <w:t xml:space="preserve">r </w:t>
      </w:r>
      <w:r>
        <w:t>titles or attributes within your imagination however do not ascribe rabuyiat (godship) t</w:t>
      </w:r>
      <w:r w:rsidR="004D1165">
        <w:t xml:space="preserve">o </w:t>
      </w:r>
      <w:r>
        <w:t>Us. People find salvation through Us and reach their destruction due to Us.</w:t>
      </w:r>
    </w:p>
    <w:p w:rsidR="00EC54B6" w:rsidRDefault="00EC54B6" w:rsidP="00EC54B6">
      <w:pPr>
        <w:pStyle w:val="libNormal"/>
      </w:pPr>
      <w:r>
        <w:t>O’Salman (as)! He who firmly believes in all that I have explained is that momin whos</w:t>
      </w:r>
      <w:r w:rsidR="004D1165">
        <w:t xml:space="preserve">e </w:t>
      </w:r>
      <w:r>
        <w:t>heart has been tested by Allah with iman (true faith) and he has recognized Our true status.</w:t>
      </w:r>
    </w:p>
    <w:p w:rsidR="00EC54B6" w:rsidRDefault="00EC54B6" w:rsidP="00EC54B6">
      <w:pPr>
        <w:pStyle w:val="libNormal"/>
      </w:pPr>
      <w:r>
        <w:lastRenderedPageBreak/>
        <w:t>One who doubts or hesitates is a nasibi (enemy of Allah) even if he claims to believe in Ou</w:t>
      </w:r>
      <w:r w:rsidR="004D1165">
        <w:t xml:space="preserve">r </w:t>
      </w:r>
      <w:r>
        <w:t>wilayat he is a liar.</w:t>
      </w:r>
    </w:p>
    <w:p w:rsidR="00EC54B6" w:rsidRDefault="00EC54B6" w:rsidP="00EC54B6">
      <w:pPr>
        <w:pStyle w:val="libNormal"/>
      </w:pPr>
      <w:r>
        <w:t>O’Salman (as)! Myself and the Divine Guides from My Family, Imams (as), are the hidde</w:t>
      </w:r>
      <w:r w:rsidR="004D1165">
        <w:t xml:space="preserve">n </w:t>
      </w:r>
      <w:r>
        <w:t>mystery of Allah and Most Beloved by Him. We are all One. Our Amr (authority) is One. Ou</w:t>
      </w:r>
      <w:r w:rsidR="004D1165">
        <w:t xml:space="preserve">r </w:t>
      </w:r>
      <w:r>
        <w:t>mystery is One. Thus do not try to find differences amongst Us or you will be killed (g</w:t>
      </w:r>
      <w:r w:rsidR="004D1165">
        <w:t xml:space="preserve">o </w:t>
      </w:r>
      <w:r>
        <w:t>astray). We shall appear in every age by the will of Allah. Afflictions shall be upon the on</w:t>
      </w:r>
      <w:r w:rsidR="004D1165">
        <w:t xml:space="preserve">e </w:t>
      </w:r>
      <w:r>
        <w:t>who denies us. Only those whose hearts, eyes, and ears have been sealed will deny Us.</w:t>
      </w:r>
    </w:p>
    <w:p w:rsidR="00EC54B6" w:rsidRDefault="00EC54B6" w:rsidP="00EC54B6">
      <w:pPr>
        <w:pStyle w:val="libNormal"/>
      </w:pPr>
      <w:r>
        <w:t>O’Salman (as)! I am the Father of every believer.</w:t>
      </w:r>
    </w:p>
    <w:p w:rsidR="00EC54B6" w:rsidRDefault="00EC54B6" w:rsidP="00EC54B6">
      <w:pPr>
        <w:pStyle w:val="libNormal"/>
      </w:pPr>
      <w:r>
        <w:t>O’Salman (as)! I am the most courageous. I shall be coming soon. I will overwhelm all an</w:t>
      </w:r>
      <w:r w:rsidR="004D1165">
        <w:t xml:space="preserve">d </w:t>
      </w:r>
      <w:r>
        <w:t>make their hearts shudder and make them become deaf. I am the “Supreme Test” whic</w:t>
      </w:r>
      <w:r w:rsidR="004D1165">
        <w:t xml:space="preserve">h </w:t>
      </w:r>
      <w:r>
        <w:t>shall be revealed unto all. We are the Signs of Allah, His Proofs, and His Veil. We are th</w:t>
      </w:r>
      <w:r w:rsidR="004D1165">
        <w:t xml:space="preserve">e </w:t>
      </w:r>
      <w:r>
        <w:t>Face of Allah. After My Name was written on the Throne of the Sky, it attained it</w:t>
      </w:r>
      <w:r w:rsidR="004D1165">
        <w:t xml:space="preserve">s </w:t>
      </w:r>
      <w:r>
        <w:t>importance. When it was written on the heavens, they became established. When it wa</w:t>
      </w:r>
      <w:r w:rsidR="004D1165">
        <w:t xml:space="preserve">s </w:t>
      </w:r>
      <w:r>
        <w:t>written on the earth, it became stable. When My Name was written on the mountains, the</w:t>
      </w:r>
      <w:r w:rsidR="004D1165">
        <w:t xml:space="preserve">y </w:t>
      </w:r>
      <w:r>
        <w:t>became upraised. When it was written on the wind, it began to blow. When it was writte</w:t>
      </w:r>
      <w:r w:rsidR="004D1165">
        <w:t xml:space="preserve">n </w:t>
      </w:r>
      <w:r>
        <w:t>on the lightning, it began to flash. When it was written on the raindrops, they began t</w:t>
      </w:r>
      <w:r w:rsidR="004D1165">
        <w:t xml:space="preserve">o </w:t>
      </w:r>
      <w:r>
        <w:t>provide nourishment. When it was written on the Noor, it became radiant. When it wa</w:t>
      </w:r>
      <w:r w:rsidR="004D1165">
        <w:t xml:space="preserve">s </w:t>
      </w:r>
      <w:r>
        <w:t>written on the clouds, the rain began to flow from them. When it was written on th</w:t>
      </w:r>
      <w:r w:rsidR="004D1165">
        <w:t xml:space="preserve">e </w:t>
      </w:r>
      <w:r>
        <w:t>thunder, it became quietened. When it was written on the night, it caused the night t</w:t>
      </w:r>
      <w:r w:rsidR="004D1165">
        <w:t xml:space="preserve">o </w:t>
      </w:r>
      <w:r>
        <w:t>become dark. When it was written on the day, it made it luminous and radiant. “</w:t>
      </w:r>
    </w:p>
    <w:p w:rsidR="00FE3B28" w:rsidRDefault="00EC54B6" w:rsidP="0080330A">
      <w:pPr>
        <w:pStyle w:val="libItalic"/>
      </w:pPr>
      <w:r>
        <w:t>(Bihar ul Anwar First Edition pg 26)</w:t>
      </w:r>
    </w:p>
    <w:p w:rsidR="00EC54B6" w:rsidRDefault="00EC54B6" w:rsidP="00175E59">
      <w:pPr>
        <w:pStyle w:val="Heading2Center"/>
      </w:pPr>
      <w:bookmarkStart w:id="703" w:name="_Toc442791822"/>
      <w:r>
        <w:t>25. Qalb Allah (heart of Allah)</w:t>
      </w:r>
      <w:bookmarkEnd w:id="703"/>
    </w:p>
    <w:p w:rsidR="00EC54B6" w:rsidRDefault="00EC54B6" w:rsidP="00EC54B6">
      <w:pPr>
        <w:pStyle w:val="libNormal"/>
      </w:pPr>
      <w:r>
        <w:t>Imam Jafar Sadiq (as) narrates Ameerul Momineen (asws) said, “I am the knowledge o</w:t>
      </w:r>
      <w:r w:rsidR="004D1165">
        <w:t xml:space="preserve">f </w:t>
      </w:r>
      <w:r>
        <w:t>Allah, His heart, His tongue, His eye, His side, and His hand.”</w:t>
      </w:r>
    </w:p>
    <w:p w:rsidR="00EC54B6" w:rsidRDefault="00EC54B6" w:rsidP="00CE7E0F">
      <w:pPr>
        <w:pStyle w:val="libItalic"/>
      </w:pPr>
      <w:r>
        <w:t>(Al Tauheed pg 164)</w:t>
      </w:r>
    </w:p>
    <w:p w:rsidR="00EC54B6" w:rsidRDefault="00EC54B6" w:rsidP="00175E59">
      <w:pPr>
        <w:pStyle w:val="Heading2Center"/>
      </w:pPr>
      <w:bookmarkStart w:id="704" w:name="_Toc442791823"/>
      <w:r>
        <w:t>26. Qateel Koofan</w:t>
      </w:r>
      <w:bookmarkEnd w:id="704"/>
    </w:p>
    <w:p w:rsidR="00FE3B28" w:rsidRDefault="00EC54B6" w:rsidP="0080330A">
      <w:pPr>
        <w:pStyle w:val="libItalic"/>
      </w:pPr>
      <w:r>
        <w:t>Ambassador of Ambassador</w:t>
      </w:r>
      <w:r w:rsidR="004D1165">
        <w:t xml:space="preserve">s </w:t>
      </w:r>
      <w:r>
        <w:t>*Amongst the other names of Ameerul Momineen (asws) are al Qaseem, a</w:t>
      </w:r>
      <w:r w:rsidR="004D1165">
        <w:t xml:space="preserve">l </w:t>
      </w:r>
      <w:r>
        <w:t>Qasim, al Qanat, Qazi ul Deen, al Qazi, al Qaim, al Qibla, al Qawi, al Qee</w:t>
      </w:r>
      <w:r w:rsidR="004D1165">
        <w:t xml:space="preserve">m, </w:t>
      </w:r>
      <w:r>
        <w:t>al Qaleel, al Qasar, al Mashida, al Qada</w:t>
      </w:r>
      <w:r w:rsidR="004D1165">
        <w:t xml:space="preserve">m </w:t>
      </w:r>
      <w:r>
        <w:t>(Manaqib Third Edition pg 73)</w:t>
      </w:r>
    </w:p>
    <w:p w:rsidR="00612EA4" w:rsidRDefault="00612EA4" w:rsidP="00612EA4">
      <w:pPr>
        <w:pStyle w:val="libNormal"/>
      </w:pPr>
      <w:r>
        <w:br w:type="page"/>
      </w:r>
    </w:p>
    <w:p w:rsidR="00612EA4" w:rsidRDefault="00612EA4" w:rsidP="00AE7A6E">
      <w:pPr>
        <w:pStyle w:val="Heading1Center"/>
      </w:pPr>
      <w:bookmarkStart w:id="705" w:name="_Toc442791824"/>
      <w:r>
        <w:lastRenderedPageBreak/>
        <w:t xml:space="preserve">Kaf </w:t>
      </w:r>
      <w:r>
        <w:rPr>
          <w:rtl/>
        </w:rPr>
        <w:t>ك</w:t>
      </w:r>
      <w:bookmarkEnd w:id="705"/>
    </w:p>
    <w:p w:rsidR="00EC54B6" w:rsidRDefault="00EC54B6" w:rsidP="00175E59">
      <w:pPr>
        <w:pStyle w:val="Heading2Center"/>
      </w:pPr>
      <w:bookmarkStart w:id="706" w:name="_Toc442791825"/>
      <w:r>
        <w:t>1. Kirar</w:t>
      </w:r>
      <w:bookmarkEnd w:id="706"/>
    </w:p>
    <w:p w:rsidR="00EC54B6" w:rsidRDefault="00EC54B6" w:rsidP="00EC54B6">
      <w:pPr>
        <w:pStyle w:val="libNormal"/>
      </w:pPr>
      <w:r>
        <w:t>Ans narrates, “I heard Imam Sadiq (as) narrating from Ameerul Momineen (asws) tha</w:t>
      </w:r>
      <w:r w:rsidR="004D1165">
        <w:t xml:space="preserve">t </w:t>
      </w:r>
      <w:r>
        <w:t>someone asked Ameerul Momineen (asws), “Why do You not buy a horse of Your own?”</w:t>
      </w:r>
    </w:p>
    <w:p w:rsidR="00EC54B6" w:rsidRDefault="00EC54B6" w:rsidP="00EC54B6">
      <w:pPr>
        <w:pStyle w:val="libNormal"/>
      </w:pPr>
      <w:r>
        <w:t>Moula (asws) replied, “I have no need for this because whatever horse I sit upon become</w:t>
      </w:r>
      <w:r w:rsidR="004D1165">
        <w:t xml:space="preserve">s </w:t>
      </w:r>
      <w:r>
        <w:t>as if it is My own and will never flee while I am fighting in the battlefield. Any horse tha</w:t>
      </w:r>
      <w:r w:rsidR="004D1165">
        <w:t xml:space="preserve">t </w:t>
      </w:r>
      <w:r>
        <w:t>would flee whilst I am fighting in the battlefield, I would never ride upon.”</w:t>
      </w:r>
    </w:p>
    <w:p w:rsidR="00EC54B6" w:rsidRDefault="00EC54B6" w:rsidP="00EC54B6">
      <w:pPr>
        <w:pStyle w:val="libNormal"/>
      </w:pPr>
      <w:r>
        <w:t>(Al Bihar vol 41 pg75)</w:t>
      </w:r>
    </w:p>
    <w:p w:rsidR="00EC54B6" w:rsidRDefault="00EC54B6" w:rsidP="00175E59">
      <w:pPr>
        <w:pStyle w:val="Heading2Center"/>
      </w:pPr>
      <w:bookmarkStart w:id="707" w:name="_Toc442791826"/>
      <w:r>
        <w:t>2. Kufv al Zahra (The equal for Syeda sa)</w:t>
      </w:r>
      <w:bookmarkEnd w:id="707"/>
    </w:p>
    <w:p w:rsidR="00EC54B6" w:rsidRDefault="00EC54B6" w:rsidP="00EC54B6">
      <w:pPr>
        <w:pStyle w:val="libNormal"/>
      </w:pPr>
      <w:r>
        <w:t>Ameerul Momineen (asws) narrates RasooAllah (saw) said to Me, “O’Ali (asws), the peopl</w:t>
      </w:r>
      <w:r w:rsidR="004D1165">
        <w:t xml:space="preserve">e </w:t>
      </w:r>
      <w:r>
        <w:t xml:space="preserve">of Quraish tease Me regarding Fatima (sa). They ask Me to marry Her with one from them. </w:t>
      </w:r>
      <w:r w:rsidR="004D1165">
        <w:t xml:space="preserve">I </w:t>
      </w:r>
      <w:r>
        <w:t>refused them and married Her with You. I told them it was not Me that refused them it wa</w:t>
      </w:r>
      <w:r w:rsidR="004D1165">
        <w:t xml:space="preserve">s </w:t>
      </w:r>
      <w:r>
        <w:t>Allah that refused them. Jibrael (as) came to Me and said, “O’Muhammad (saw)! If Al</w:t>
      </w:r>
      <w:r w:rsidR="004D1165">
        <w:t xml:space="preserve">i </w:t>
      </w:r>
      <w:r>
        <w:t>(asws) was not there, then there would have been no kufv (equal) for Your Daughter, Syed</w:t>
      </w:r>
      <w:r w:rsidR="004D1165">
        <w:t xml:space="preserve">a </w:t>
      </w:r>
      <w:r>
        <w:t>(sa), upon this earth.”</w:t>
      </w:r>
    </w:p>
    <w:p w:rsidR="00EC54B6" w:rsidRDefault="00EC54B6" w:rsidP="00EC54B6">
      <w:pPr>
        <w:pStyle w:val="libNormal"/>
      </w:pPr>
      <w:r>
        <w:t>(Amali al Toosi First Edition pg225)</w:t>
      </w:r>
    </w:p>
    <w:p w:rsidR="00EC54B6" w:rsidRDefault="00EC54B6" w:rsidP="00175E59">
      <w:pPr>
        <w:pStyle w:val="Heading2Center"/>
      </w:pPr>
      <w:bookmarkStart w:id="708" w:name="_Toc442791827"/>
      <w:r>
        <w:t>3. Kabeer (Greatest)</w:t>
      </w:r>
      <w:bookmarkEnd w:id="708"/>
    </w:p>
    <w:p w:rsidR="00EC54B6" w:rsidRDefault="00EC54B6" w:rsidP="00EC54B6">
      <w:pPr>
        <w:pStyle w:val="libNormal"/>
      </w:pPr>
      <w:r>
        <w:t>Asbagh narrates, “Once Hz Salman Farsi (as) was asked regarding Ali (asws) ibn Abi Tali</w:t>
      </w:r>
      <w:r w:rsidR="004D1165">
        <w:t xml:space="preserve">b </w:t>
      </w:r>
      <w:r>
        <w:t>(as) and Syeda (sa). Salman (as) Said, “I heard RasoolAllah (saw) saying, “The wilayat of Al</w:t>
      </w:r>
      <w:r w:rsidR="004D1165">
        <w:t xml:space="preserve">i </w:t>
      </w:r>
      <w:r>
        <w:t>(asws) ibn Abi Talib (as) is wajib (compulsory) upon you.Verily, He is your moula. Lov</w:t>
      </w:r>
      <w:r w:rsidR="004D1165">
        <w:t xml:space="preserve">e </w:t>
      </w:r>
      <w:r>
        <w:t>Him. He is your master. Obey Him. He is the most knowledgable. Honor Him. He is you</w:t>
      </w:r>
      <w:r w:rsidR="004D1165">
        <w:t xml:space="preserve">r </w:t>
      </w:r>
      <w:r>
        <w:t>leader that will take you towards jannah. Whenever He calls you, answer His call.</w:t>
      </w:r>
    </w:p>
    <w:p w:rsidR="00EC54B6" w:rsidRDefault="00EC54B6" w:rsidP="00EC54B6">
      <w:pPr>
        <w:pStyle w:val="libNormal"/>
      </w:pPr>
      <w:r>
        <w:t>Whenever He orders you, it is wajib upon you to obey Him. Love Him the way you love Me.</w:t>
      </w:r>
    </w:p>
    <w:p w:rsidR="00FE3B28" w:rsidRDefault="00EC54B6" w:rsidP="00EC54B6">
      <w:pPr>
        <w:pStyle w:val="libNormal"/>
      </w:pPr>
      <w:r>
        <w:t>Honor Him the way you honor Me. I do not tell you anything except the commands of th</w:t>
      </w:r>
      <w:r w:rsidR="004D1165">
        <w:t xml:space="preserve">e </w:t>
      </w:r>
      <w:r>
        <w:t>Lord who is most glorified.”</w:t>
      </w:r>
    </w:p>
    <w:p w:rsidR="00EC54B6" w:rsidRDefault="00EC54B6" w:rsidP="009D029C">
      <w:pPr>
        <w:pStyle w:val="libItalic"/>
      </w:pPr>
      <w:r>
        <w:t>(Maya Manqaba pg 4)</w:t>
      </w:r>
    </w:p>
    <w:p w:rsidR="00EC54B6" w:rsidRDefault="00EC54B6" w:rsidP="00175E59">
      <w:pPr>
        <w:pStyle w:val="Heading2Center"/>
      </w:pPr>
      <w:bookmarkStart w:id="709" w:name="_Toc442791828"/>
      <w:r>
        <w:t>4. Kalimah (word)</w:t>
      </w:r>
      <w:bookmarkEnd w:id="709"/>
    </w:p>
    <w:p w:rsidR="00EC54B6" w:rsidRDefault="00EC54B6" w:rsidP="00EC54B6">
      <w:pPr>
        <w:pStyle w:val="libNormal"/>
      </w:pPr>
      <w:r>
        <w:t>Ibn Abbas (ra) narrates, “I asked RasoolAllah (saw) regarding those words that wer</w:t>
      </w:r>
      <w:r w:rsidR="004D1165">
        <w:t xml:space="preserve">e </w:t>
      </w:r>
      <w:r>
        <w:t>taught to Adam (as) and caused Allah to accept His repentance. RasoolAllah (saw) sai</w:t>
      </w:r>
      <w:r w:rsidR="004D1165">
        <w:t xml:space="preserve">d, </w:t>
      </w:r>
      <w:r>
        <w:t>“Adam (as) asked Allah, “For the sake of Muhammad (saw), Ali (asws), Fatima (as), Hasa</w:t>
      </w:r>
      <w:r w:rsidR="004D1165">
        <w:t xml:space="preserve">n </w:t>
      </w:r>
      <w:r>
        <w:t>(as) and Hussain (as)”. Allah then accepted His repentance.”</w:t>
      </w:r>
    </w:p>
    <w:p w:rsidR="00EC54B6" w:rsidRDefault="00EC54B6" w:rsidP="0080330A">
      <w:pPr>
        <w:pStyle w:val="libItalic"/>
      </w:pPr>
      <w:r>
        <w:t>(Al Khasal pg 27)</w:t>
      </w:r>
    </w:p>
    <w:p w:rsidR="00EC54B6" w:rsidRDefault="00EC54B6" w:rsidP="00175E59">
      <w:pPr>
        <w:pStyle w:val="Heading2Center"/>
      </w:pPr>
      <w:bookmarkStart w:id="710" w:name="_Toc442791829"/>
      <w:r>
        <w:t>5. Kalimatullah al Aliya (Greatest word of Allah)</w:t>
      </w:r>
      <w:bookmarkEnd w:id="710"/>
    </w:p>
    <w:p w:rsidR="00EC54B6" w:rsidRDefault="00EC54B6" w:rsidP="00EC54B6">
      <w:pPr>
        <w:pStyle w:val="libNormal"/>
      </w:pPr>
      <w:r>
        <w:t>RasoolAllah (Saw) said, “After Me the enemy of Allah is kafir (disbeliever). One who wage</w:t>
      </w:r>
      <w:r w:rsidR="004D1165">
        <w:t xml:space="preserve">s </w:t>
      </w:r>
      <w:r>
        <w:t>war against Him is a mushrik (polytheist). One who loves Him is a momin (true believer).</w:t>
      </w:r>
    </w:p>
    <w:p w:rsidR="00EC54B6" w:rsidRDefault="00EC54B6" w:rsidP="00EC54B6">
      <w:pPr>
        <w:pStyle w:val="libNormal"/>
      </w:pPr>
      <w:r>
        <w:lastRenderedPageBreak/>
        <w:t>One who prefers Him over all things is associated with haq (truth). Ali (asws) is the noor o</w:t>
      </w:r>
      <w:r w:rsidR="004D1165">
        <w:t xml:space="preserve">f </w:t>
      </w:r>
      <w:r>
        <w:t>Allah amongst His kingdom. He is the proof of Allah upon His creation. Ali (asws) is th</w:t>
      </w:r>
      <w:r w:rsidR="004D1165">
        <w:t xml:space="preserve">e </w:t>
      </w:r>
      <w:r>
        <w:t>sword of Allah upon His enemies. Ali (asws) is the inheritor of the knowledge of th</w:t>
      </w:r>
      <w:r w:rsidR="004D1165">
        <w:t xml:space="preserve">e </w:t>
      </w:r>
      <w:r>
        <w:t>prophets. Ali (asws) is the greatest word of Allah. He is the leader of the people with brigh</w:t>
      </w:r>
      <w:r w:rsidR="004D1165">
        <w:t xml:space="preserve">t </w:t>
      </w:r>
      <w:r>
        <w:t>shining foreheads. Ali (asws) is the Imam of all muslims. Allah does not accept anyone’</w:t>
      </w:r>
      <w:r w:rsidR="004D1165">
        <w:t xml:space="preserve">s </w:t>
      </w:r>
      <w:r>
        <w:t>iman (belief) without the wilayat and obedience of Ali (asws).”</w:t>
      </w:r>
    </w:p>
    <w:p w:rsidR="00EC54B6" w:rsidRDefault="00EC54B6" w:rsidP="00CE7E0F">
      <w:pPr>
        <w:pStyle w:val="libItalic"/>
      </w:pPr>
      <w:r>
        <w:t>(Amali ul Sudooq pg 450)</w:t>
      </w:r>
    </w:p>
    <w:p w:rsidR="00EC54B6" w:rsidRDefault="00EC54B6" w:rsidP="00175E59">
      <w:pPr>
        <w:pStyle w:val="Heading2Center"/>
      </w:pPr>
      <w:bookmarkStart w:id="711" w:name="_Toc442791830"/>
      <w:r>
        <w:t>6. Kitab al Minzil (Revealed Book)</w:t>
      </w:r>
      <w:bookmarkEnd w:id="711"/>
    </w:p>
    <w:p w:rsidR="00EC54B6" w:rsidRDefault="00EC54B6" w:rsidP="00EC54B6">
      <w:pPr>
        <w:pStyle w:val="libNormal"/>
      </w:pPr>
      <w:r>
        <w:t>Abu Baseer narrates, “I heard Imam Abu Jafar (as) saying regarding this ayah, “And this i</w:t>
      </w:r>
      <w:r w:rsidR="004D1165">
        <w:t xml:space="preserve">s </w:t>
      </w:r>
      <w:r>
        <w:t>the book We have revealed, blessed” (6:92), Imam (as) said, “The blessed is Ameeru</w:t>
      </w:r>
      <w:r w:rsidR="004D1165">
        <w:t xml:space="preserve">l </w:t>
      </w:r>
      <w:r>
        <w:t>Momineen (asws) and He is the interpretator of Quran, the revealed book. He is th</w:t>
      </w:r>
      <w:r w:rsidR="004D1165">
        <w:t xml:space="preserve">e </w:t>
      </w:r>
      <w:r>
        <w:t>blessing upon the ummah of Muhammad (saw). This ayah “that men of understandin</w:t>
      </w:r>
      <w:r w:rsidR="004D1165">
        <w:t xml:space="preserve">g </w:t>
      </w:r>
      <w:r>
        <w:t>may take heed” (14:52) is referring to those who love Him, His Shia.”</w:t>
      </w:r>
    </w:p>
    <w:p w:rsidR="00EC54B6" w:rsidRDefault="00EC54B6" w:rsidP="00CE7E0F">
      <w:pPr>
        <w:pStyle w:val="libItalic"/>
      </w:pPr>
      <w:r>
        <w:t>(Tafseer Qummi Second Edition pg 234)</w:t>
      </w:r>
    </w:p>
    <w:p w:rsidR="00FE3B28" w:rsidRDefault="00EC54B6" w:rsidP="00175E59">
      <w:pPr>
        <w:pStyle w:val="Heading2Center"/>
      </w:pPr>
      <w:bookmarkStart w:id="712" w:name="_Toc442791831"/>
      <w:r>
        <w:t>7. Kalimatul Tamah (Absolute word from amongst the words)</w:t>
      </w:r>
      <w:bookmarkEnd w:id="712"/>
    </w:p>
    <w:p w:rsidR="00EC54B6" w:rsidRDefault="00EC54B6" w:rsidP="00EC54B6">
      <w:pPr>
        <w:pStyle w:val="libNormal"/>
      </w:pPr>
      <w:r>
        <w:t>Verily, Imams (as) hear the voices of Their mothers in the womb. “And the word of you</w:t>
      </w:r>
      <w:r w:rsidR="004D1165">
        <w:t xml:space="preserve">r </w:t>
      </w:r>
      <w:r>
        <w:t>Lord has been perfected in truth and justice” (6:115). After the Imam (as) has grow</w:t>
      </w:r>
      <w:r w:rsidR="004D1165">
        <w:t xml:space="preserve">n, </w:t>
      </w:r>
      <w:r>
        <w:t>Allah establishes a pillar of noor for Him. He observes the deeds of the creation from th</w:t>
      </w:r>
      <w:r w:rsidR="004D1165">
        <w:t xml:space="preserve">e </w:t>
      </w:r>
      <w:r>
        <w:t>heavens. Verily, Ali (asws) is the absolute word from amongst those words”.</w:t>
      </w:r>
    </w:p>
    <w:p w:rsidR="00EC54B6" w:rsidRDefault="00EC54B6" w:rsidP="0080330A">
      <w:pPr>
        <w:pStyle w:val="libItalic"/>
      </w:pPr>
      <w:r>
        <w:t>(Bihar vol 25 pg 39)</w:t>
      </w:r>
    </w:p>
    <w:p w:rsidR="00EC54B6" w:rsidRDefault="00EC54B6" w:rsidP="00175E59">
      <w:pPr>
        <w:pStyle w:val="Heading2Center"/>
      </w:pPr>
      <w:bookmarkStart w:id="713" w:name="_Toc442791832"/>
      <w:r>
        <w:t>8. Kamal ul Deen (completion of the religion)</w:t>
      </w:r>
      <w:bookmarkEnd w:id="713"/>
    </w:p>
    <w:p w:rsidR="00EC54B6" w:rsidRDefault="00EC54B6" w:rsidP="00EC54B6">
      <w:pPr>
        <w:pStyle w:val="libNormal"/>
      </w:pPr>
      <w:r>
        <w:t>Abu Jawood narrates, “I heard Imam Abu Jafar (as) saying regarding this ayah of Alla</w:t>
      </w:r>
      <w:r w:rsidR="004D1165">
        <w:t xml:space="preserve">h </w:t>
      </w:r>
      <w:r>
        <w:t>“This day I have perfected for you your religion and completed My favour upon you”</w:t>
      </w:r>
    </w:p>
    <w:p w:rsidR="00EC54B6" w:rsidRDefault="00EC54B6" w:rsidP="00EC54B6">
      <w:pPr>
        <w:pStyle w:val="libNormal"/>
      </w:pPr>
      <w:r>
        <w:t>(5:3), Imam (as) said, “The wilayat of Ameerul Momineen (asws) is the reason for th</w:t>
      </w:r>
      <w:r w:rsidR="004D1165">
        <w:t xml:space="preserve">e </w:t>
      </w:r>
      <w:r>
        <w:t>completion of the religion.”</w:t>
      </w:r>
    </w:p>
    <w:p w:rsidR="00EC54B6" w:rsidRDefault="00EC54B6" w:rsidP="00CE7E0F">
      <w:pPr>
        <w:pStyle w:val="libItalic"/>
      </w:pPr>
      <w:r>
        <w:t>(Tafseer Furat pg 119)</w:t>
      </w:r>
    </w:p>
    <w:p w:rsidR="00EC54B6" w:rsidRDefault="00EC54B6" w:rsidP="00175E59">
      <w:pPr>
        <w:pStyle w:val="Heading2Center"/>
      </w:pPr>
      <w:bookmarkStart w:id="714" w:name="_Toc442791833"/>
      <w:r>
        <w:t>9. Kahf al Aramil (helper of widows)</w:t>
      </w:r>
      <w:bookmarkEnd w:id="714"/>
    </w:p>
    <w:p w:rsidR="00EC54B6" w:rsidRDefault="00EC54B6" w:rsidP="00EC54B6">
      <w:pPr>
        <w:pStyle w:val="libNormal"/>
      </w:pPr>
      <w:r>
        <w:t>Moula (asws) said to His Son Imam Hussain (as), “I am the helper of widows.”</w:t>
      </w:r>
    </w:p>
    <w:p w:rsidR="00EC54B6" w:rsidRDefault="00EC54B6" w:rsidP="00175E59">
      <w:pPr>
        <w:pStyle w:val="Heading2Center"/>
      </w:pPr>
      <w:bookmarkStart w:id="715" w:name="_Toc442791834"/>
      <w:r>
        <w:t>10. Kirkir</w:t>
      </w:r>
      <w:bookmarkEnd w:id="715"/>
    </w:p>
    <w:p w:rsidR="00EC54B6" w:rsidRDefault="00EC54B6" w:rsidP="00EC54B6">
      <w:pPr>
        <w:pStyle w:val="libNormal"/>
      </w:pPr>
      <w:r>
        <w:t>Amongst the Armans, Moula (asws)’s name is Kirkir.</w:t>
      </w:r>
    </w:p>
    <w:p w:rsidR="00EC54B6" w:rsidRDefault="00EC54B6" w:rsidP="00175E59">
      <w:pPr>
        <w:pStyle w:val="Heading2Center"/>
      </w:pPr>
      <w:bookmarkStart w:id="716" w:name="_Toc442791835"/>
      <w:r>
        <w:t>11. Kawan al Makan</w:t>
      </w:r>
      <w:bookmarkEnd w:id="716"/>
    </w:p>
    <w:p w:rsidR="00EC54B6" w:rsidRDefault="00EC54B6" w:rsidP="00EC54B6">
      <w:pPr>
        <w:pStyle w:val="libNormal"/>
      </w:pPr>
      <w:r>
        <w:t>Moula Ali (asws) says in Khutba Bayan, “I am Khawan al Makan.”</w:t>
      </w:r>
    </w:p>
    <w:p w:rsidR="00EC54B6" w:rsidRDefault="00EC54B6" w:rsidP="00175E59">
      <w:pPr>
        <w:pStyle w:val="Heading2Center"/>
      </w:pPr>
      <w:bookmarkStart w:id="717" w:name="_Toc442791836"/>
      <w:r>
        <w:t>12. Khays</w:t>
      </w:r>
      <w:bookmarkEnd w:id="717"/>
    </w:p>
    <w:p w:rsidR="00EC54B6" w:rsidRDefault="00EC54B6" w:rsidP="00EC54B6">
      <w:pPr>
        <w:pStyle w:val="libNormal"/>
      </w:pPr>
      <w:r>
        <w:t>Moula Ali (asws) says in Khutba Bayan, “I am Khays.”</w:t>
      </w:r>
    </w:p>
    <w:p w:rsidR="00EC54B6" w:rsidRDefault="00EC54B6" w:rsidP="00175E59">
      <w:pPr>
        <w:pStyle w:val="Heading2Center"/>
      </w:pPr>
      <w:bookmarkStart w:id="718" w:name="_Toc442791837"/>
      <w:r>
        <w:t>13. Kon al Farq</w:t>
      </w:r>
      <w:bookmarkEnd w:id="718"/>
    </w:p>
    <w:p w:rsidR="00FE3B28" w:rsidRDefault="00EC54B6" w:rsidP="00EC54B6">
      <w:pPr>
        <w:pStyle w:val="libNormal"/>
      </w:pPr>
      <w:r>
        <w:t>Moula Ali (asws) says in Khutba Bayan, “I am Kon al Farq”.</w:t>
      </w:r>
    </w:p>
    <w:p w:rsidR="00EC54B6" w:rsidRDefault="00EC54B6" w:rsidP="00175E59">
      <w:pPr>
        <w:pStyle w:val="Heading2Center"/>
      </w:pPr>
      <w:bookmarkStart w:id="719" w:name="_Toc442791838"/>
      <w:r>
        <w:t>14. Klua al Wahsh</w:t>
      </w:r>
      <w:bookmarkEnd w:id="719"/>
    </w:p>
    <w:p w:rsidR="00EC54B6" w:rsidRDefault="00EC54B6" w:rsidP="00EC54B6">
      <w:pPr>
        <w:pStyle w:val="libNormal"/>
      </w:pPr>
      <w:r>
        <w:lastRenderedPageBreak/>
        <w:t>Moula Ali (asws) says in Khutba Bayan, “I am Klua al Wahsh.”</w:t>
      </w:r>
    </w:p>
    <w:p w:rsidR="00EC54B6" w:rsidRDefault="00EC54B6" w:rsidP="00175E59">
      <w:pPr>
        <w:pStyle w:val="Heading2Center"/>
      </w:pPr>
      <w:bookmarkStart w:id="720" w:name="_Toc442791839"/>
      <w:r>
        <w:t>15. Kamard al Hinood</w:t>
      </w:r>
      <w:bookmarkEnd w:id="720"/>
    </w:p>
    <w:p w:rsidR="00EC54B6" w:rsidRDefault="00EC54B6" w:rsidP="00EC54B6">
      <w:pPr>
        <w:pStyle w:val="libNormal"/>
      </w:pPr>
      <w:r>
        <w:t>Moula Ali (asws) says in Khutba Bayan, “I am Kamard al Hinood.”</w:t>
      </w:r>
    </w:p>
    <w:p w:rsidR="00EC54B6" w:rsidRDefault="00EC54B6" w:rsidP="00175E59">
      <w:pPr>
        <w:pStyle w:val="Heading2Center"/>
      </w:pPr>
      <w:bookmarkStart w:id="721" w:name="_Toc442791840"/>
      <w:r>
        <w:t>16. Kirkis al Sidoos</w:t>
      </w:r>
      <w:bookmarkEnd w:id="721"/>
    </w:p>
    <w:p w:rsidR="00EC54B6" w:rsidRDefault="00EC54B6" w:rsidP="00EC54B6">
      <w:pPr>
        <w:pStyle w:val="libNormal"/>
      </w:pPr>
      <w:r>
        <w:t>Moula Ali (asws) says in Khutba Bayan, “I am Kirkis al Sidoos.”</w:t>
      </w:r>
    </w:p>
    <w:p w:rsidR="00EC54B6" w:rsidRDefault="00EC54B6" w:rsidP="00175E59">
      <w:pPr>
        <w:pStyle w:val="Heading2Center"/>
      </w:pPr>
      <w:bookmarkStart w:id="722" w:name="_Toc442791841"/>
      <w:r>
        <w:t>17. Kaboor al Farq</w:t>
      </w:r>
      <w:bookmarkEnd w:id="722"/>
    </w:p>
    <w:p w:rsidR="00EC54B6" w:rsidRDefault="00EC54B6" w:rsidP="00EC54B6">
      <w:pPr>
        <w:pStyle w:val="libNormal"/>
      </w:pPr>
      <w:r>
        <w:t>Moula Ali (asws) says in Khutba Bayan, “I am Kaboor al Farq.”</w:t>
      </w:r>
    </w:p>
    <w:p w:rsidR="00EC54B6" w:rsidRDefault="00EC54B6" w:rsidP="00EC54B6">
      <w:pPr>
        <w:pStyle w:val="libNormal"/>
      </w:pPr>
      <w:r>
        <w:t>Kashif al Kirba</w:t>
      </w:r>
      <w:r w:rsidR="004D1165">
        <w:t xml:space="preserve">t </w:t>
      </w:r>
      <w:r>
        <w:t>Moula Ali (asws) says in Khutba Bayan, “I am Kashif al Kirbat.”</w:t>
      </w:r>
    </w:p>
    <w:p w:rsidR="00EC54B6" w:rsidRDefault="00EC54B6" w:rsidP="00175E59">
      <w:pPr>
        <w:pStyle w:val="Heading2Center"/>
      </w:pPr>
      <w:bookmarkStart w:id="723" w:name="_Toc442791842"/>
      <w:r>
        <w:t>18. Kashif al Radaa</w:t>
      </w:r>
      <w:bookmarkEnd w:id="723"/>
    </w:p>
    <w:p w:rsidR="00EC54B6" w:rsidRDefault="00EC54B6" w:rsidP="00EC54B6">
      <w:pPr>
        <w:pStyle w:val="libNormal"/>
      </w:pPr>
      <w:r>
        <w:t>Moula Ali (asws) says in Khutba Bayan, “I am Kashif al Radaa.”</w:t>
      </w:r>
    </w:p>
    <w:p w:rsidR="00EC54B6" w:rsidRDefault="00EC54B6" w:rsidP="00175E59">
      <w:pPr>
        <w:pStyle w:val="Heading2Center"/>
      </w:pPr>
      <w:bookmarkStart w:id="724" w:name="_Toc442791843"/>
      <w:r>
        <w:t>19. Kafoo al Wafa</w:t>
      </w:r>
      <w:bookmarkEnd w:id="724"/>
    </w:p>
    <w:p w:rsidR="00EC54B6" w:rsidRDefault="00EC54B6" w:rsidP="00EC54B6">
      <w:pPr>
        <w:pStyle w:val="libNormal"/>
      </w:pPr>
      <w:r>
        <w:t>Moula Ali (asws) says in Khutba Bayan, “I am Kafoo al Wafa.”</w:t>
      </w:r>
    </w:p>
    <w:p w:rsidR="00EC54B6" w:rsidRDefault="00EC54B6" w:rsidP="00175E59">
      <w:pPr>
        <w:pStyle w:val="Heading2Center"/>
      </w:pPr>
      <w:bookmarkStart w:id="725" w:name="_Toc442791844"/>
      <w:r>
        <w:t>20. Kiwan al Khan</w:t>
      </w:r>
      <w:bookmarkEnd w:id="725"/>
    </w:p>
    <w:p w:rsidR="00EC54B6" w:rsidRDefault="00EC54B6" w:rsidP="00EC54B6">
      <w:pPr>
        <w:pStyle w:val="libNormal"/>
      </w:pPr>
      <w:r>
        <w:t>Moula Ali (asws) says in Khutba Bayan, “I am Kiwan al Khan.”</w:t>
      </w:r>
    </w:p>
    <w:p w:rsidR="00EC54B6" w:rsidRDefault="00EC54B6" w:rsidP="00175E59">
      <w:pPr>
        <w:pStyle w:val="Heading2Center"/>
      </w:pPr>
      <w:bookmarkStart w:id="726" w:name="_Toc442791845"/>
      <w:r>
        <w:t>21. Kasi al Arah</w:t>
      </w:r>
      <w:bookmarkEnd w:id="726"/>
    </w:p>
    <w:p w:rsidR="00FE3B28" w:rsidRDefault="00EC54B6" w:rsidP="00EC54B6">
      <w:pPr>
        <w:pStyle w:val="libNormal"/>
      </w:pPr>
      <w:r>
        <w:t>Moula Ali (asws) says in Khutba Bayan, “I am Kasi al Arah.”</w:t>
      </w:r>
    </w:p>
    <w:p w:rsidR="00EC54B6" w:rsidRDefault="00EC54B6" w:rsidP="00175E59">
      <w:pPr>
        <w:pStyle w:val="Heading2Center"/>
      </w:pPr>
      <w:bookmarkStart w:id="727" w:name="_Toc442791846"/>
      <w:r>
        <w:t>22. Kinz Israr al Nabuwat</w:t>
      </w:r>
      <w:bookmarkEnd w:id="727"/>
    </w:p>
    <w:p w:rsidR="00EC54B6" w:rsidRDefault="00EC54B6" w:rsidP="00EC54B6">
      <w:pPr>
        <w:pStyle w:val="libNormal"/>
      </w:pPr>
      <w:r>
        <w:t>Moula Ali (asws) says in Khutba Bayan, “I am the treasure of the mysteries of nabuwa</w:t>
      </w:r>
      <w:r w:rsidR="004D1165">
        <w:t xml:space="preserve">t </w:t>
      </w:r>
      <w:r>
        <w:t>(prophet hood).”</w:t>
      </w:r>
    </w:p>
    <w:p w:rsidR="00612EA4" w:rsidRDefault="00612EA4" w:rsidP="00612EA4">
      <w:pPr>
        <w:pStyle w:val="libNormal"/>
      </w:pPr>
      <w:r>
        <w:br w:type="page"/>
      </w:r>
    </w:p>
    <w:p w:rsidR="0066696E" w:rsidRDefault="00612EA4" w:rsidP="0066696E">
      <w:pPr>
        <w:pStyle w:val="libNormal"/>
      </w:pPr>
      <w:r>
        <w:lastRenderedPageBreak/>
        <w:t>*Amongst His other names are Al Kafi, Al Kalimah, al Kitab, al Kowakib, al Karar, al Kauthar, al Kahf, al Kashif</w:t>
      </w:r>
    </w:p>
    <w:p w:rsidR="00612EA4" w:rsidRDefault="00612EA4" w:rsidP="0066696E">
      <w:pPr>
        <w:pStyle w:val="Heading1Center"/>
      </w:pPr>
      <w:bookmarkStart w:id="728" w:name="_Toc442791847"/>
      <w:r>
        <w:t xml:space="preserve">Lam </w:t>
      </w:r>
      <w:r>
        <w:rPr>
          <w:rtl/>
        </w:rPr>
        <w:t>ل</w:t>
      </w:r>
      <w:bookmarkEnd w:id="728"/>
    </w:p>
    <w:p w:rsidR="00EC54B6" w:rsidRDefault="00EC54B6" w:rsidP="00175E59">
      <w:pPr>
        <w:pStyle w:val="Heading2Center"/>
      </w:pPr>
      <w:bookmarkStart w:id="729" w:name="_Toc442791848"/>
      <w:r>
        <w:t>1. Lisanullah (tongue of Allah)</w:t>
      </w:r>
      <w:bookmarkEnd w:id="729"/>
    </w:p>
    <w:p w:rsidR="00EC54B6" w:rsidRDefault="00EC54B6" w:rsidP="00EC54B6">
      <w:pPr>
        <w:pStyle w:val="libNormal"/>
      </w:pPr>
      <w:r>
        <w:t>Aswad bin Saeed narrates, “I was with Imam Abu Jafar (as), when He began saying withou</w:t>
      </w:r>
      <w:r w:rsidR="004D1165">
        <w:t xml:space="preserve">t </w:t>
      </w:r>
      <w:r>
        <w:t>being asked by Me, “We are the proof of Allah. We are the doors of Allah. We are the tongu</w:t>
      </w:r>
      <w:r w:rsidR="004D1165">
        <w:t xml:space="preserve">e </w:t>
      </w:r>
      <w:r>
        <w:t>of Allah. We are the eye of Allah amongst His creation. We are the owner of His comman</w:t>
      </w:r>
      <w:r w:rsidR="004D1165">
        <w:t xml:space="preserve">d </w:t>
      </w:r>
      <w:r>
        <w:t>(amr).”</w:t>
      </w:r>
    </w:p>
    <w:p w:rsidR="00EC54B6" w:rsidRDefault="00EC54B6" w:rsidP="00CE7E0F">
      <w:pPr>
        <w:pStyle w:val="libItalic"/>
      </w:pPr>
      <w:r>
        <w:t>(Usool e Kafi First Edition pg 145)</w:t>
      </w:r>
    </w:p>
    <w:p w:rsidR="00EC54B6" w:rsidRDefault="00EC54B6" w:rsidP="00175E59">
      <w:pPr>
        <w:pStyle w:val="Heading2Center"/>
      </w:pPr>
      <w:bookmarkStart w:id="730" w:name="_Toc442791849"/>
      <w:r>
        <w:t>2. Lith al Muhadeen (Lion of those who believe in the oneness of Allah)</w:t>
      </w:r>
      <w:bookmarkEnd w:id="730"/>
    </w:p>
    <w:p w:rsidR="00EC54B6" w:rsidRDefault="00EC54B6" w:rsidP="00EC54B6">
      <w:pPr>
        <w:pStyle w:val="libNormal"/>
      </w:pPr>
      <w:r>
        <w:t>Safwan Jamal narrated the ziarat of Ameerul Momineen (asws) from Imam Jafar Sadiq (as),</w:t>
      </w:r>
    </w:p>
    <w:p w:rsidR="00EC54B6" w:rsidRDefault="00EC54B6" w:rsidP="00EC54B6">
      <w:pPr>
        <w:pStyle w:val="libNormal"/>
      </w:pPr>
      <w:r>
        <w:t>“Salam be upon You, O’RasoolAllah (saw). Salam be upon You, “O’Chosen of Allah. Salam b</w:t>
      </w:r>
      <w:r w:rsidR="004D1165">
        <w:t xml:space="preserve">e </w:t>
      </w:r>
      <w:r>
        <w:t>upon You, O’Trustee of Allah. Salam be upon You who was elevated in status by Allah who</w:t>
      </w:r>
      <w:r w:rsidR="004D1165">
        <w:t xml:space="preserve">m </w:t>
      </w:r>
      <w:r>
        <w:t>Allah chose from amongst His creation. Salam be upon You O’Friend of Allah. Our salam b</w:t>
      </w:r>
      <w:r w:rsidR="004D1165">
        <w:t xml:space="preserve">e </w:t>
      </w:r>
      <w:r>
        <w:t>upon You as long as the night becomes dark and the day becomes bright. Salam be upo</w:t>
      </w:r>
      <w:r w:rsidR="004D1165">
        <w:t xml:space="preserve">n </w:t>
      </w:r>
      <w:r>
        <w:t>Youas long as the silent remains silent and the speaker continues his speech. Salam b</w:t>
      </w:r>
      <w:r w:rsidR="004D1165">
        <w:t xml:space="preserve">e </w:t>
      </w:r>
      <w:r>
        <w:t>upon You as long as the stars are shining. May the blessing of Allah be upon You. Salam b</w:t>
      </w:r>
      <w:r w:rsidR="004D1165">
        <w:t xml:space="preserve">e </w:t>
      </w:r>
      <w:r>
        <w:t>upon our Moula, Ali(asws) ibn Abi Talib (as) who has great attributes and status. Who i</w:t>
      </w:r>
      <w:r w:rsidR="004D1165">
        <w:t xml:space="preserve">s </w:t>
      </w:r>
      <w:r>
        <w:t>the most honored, most courageous, most brave. Who will quence the thirst of mominee</w:t>
      </w:r>
      <w:r w:rsidR="004D1165">
        <w:t xml:space="preserve">n </w:t>
      </w:r>
      <w:r>
        <w:t>at Kauthar. Salam be upon You who is the most wise, most blessed, the glory of those wh</w:t>
      </w:r>
      <w:r w:rsidR="004D1165">
        <w:t xml:space="preserve">o </w:t>
      </w:r>
      <w:r>
        <w:t>are brave and who is the lion of those who believe in the oneness of Allah. Salam be upo</w:t>
      </w:r>
      <w:r w:rsidR="004D1165">
        <w:t xml:space="preserve">n </w:t>
      </w:r>
      <w:r>
        <w:t>You, o’killer of mushrikeen (polytheists). Salam be upon You,O’Successor of RasoolAlla</w:t>
      </w:r>
      <w:r w:rsidR="004D1165">
        <w:t xml:space="preserve">h </w:t>
      </w:r>
      <w:r>
        <w:t>(saw). Salam be upon You whom Allah testified to through Jibrael (as) who Allah helpe</w:t>
      </w:r>
      <w:r w:rsidR="004D1165">
        <w:t xml:space="preserve">d </w:t>
      </w:r>
      <w:r>
        <w:t>through Mikael (as). Salam be upon You whom Allah bestowed great honor upon in bot</w:t>
      </w:r>
      <w:r w:rsidR="004D1165">
        <w:t xml:space="preserve">h </w:t>
      </w:r>
      <w:r>
        <w:t>worlds and was blessed by Allah with all blessings. The blessing of Allah be upon You an</w:t>
      </w:r>
      <w:r w:rsidR="004D1165">
        <w:t xml:space="preserve">d </w:t>
      </w:r>
      <w:r>
        <w:t>Your Offspring and the Masoom Aimmah who enjoined the good and forbid the evil. The</w:t>
      </w:r>
      <w:r w:rsidR="004D1165">
        <w:t xml:space="preserve">y </w:t>
      </w:r>
      <w:r>
        <w:t>made the prayers wajib upon us, ordered us to pay zakat, ordered us to keep fast, taught u</w:t>
      </w:r>
      <w:r w:rsidR="004D1165">
        <w:t xml:space="preserve">s </w:t>
      </w:r>
      <w:r>
        <w:t>Quran. Salam be upon You, O’Ameerul Momineen, the master of religion, the leader of th</w:t>
      </w:r>
      <w:r w:rsidR="004D1165">
        <w:t xml:space="preserve">e </w:t>
      </w:r>
      <w:r>
        <w:t>pious. Salam be upon You, O’Door of Allah. Salam be upon You, O’Eye of Allah. Salam b</w:t>
      </w:r>
      <w:r w:rsidR="004D1165">
        <w:t xml:space="preserve">e </w:t>
      </w:r>
      <w:r>
        <w:t>upon You, O’Hands of Allah. Salam be upon You, O’Ear of Allah. Salam be upon Yo</w:t>
      </w:r>
      <w:r w:rsidR="004D1165">
        <w:t xml:space="preserve">u, </w:t>
      </w:r>
      <w:r>
        <w:t>O’Wisdom of Allah. Salam be upon You, O’Wrath of Allah upon kufar. Salam be upon Yo</w:t>
      </w:r>
      <w:r w:rsidR="004D1165">
        <w:t xml:space="preserve">u, </w:t>
      </w:r>
      <w:r>
        <w:t>O’Distributor of Jannah and Jahannum. Salam be upon You, O’the greatest blessing of Allah.</w:t>
      </w:r>
    </w:p>
    <w:p w:rsidR="00EC54B6" w:rsidRDefault="00EC54B6" w:rsidP="00EC54B6">
      <w:pPr>
        <w:pStyle w:val="libNormal"/>
      </w:pPr>
      <w:r>
        <w:t>Salam be upon You, O’Master of the pious and noble. Salam be upon You, O’Wrath of Alla</w:t>
      </w:r>
      <w:r w:rsidR="004D1165">
        <w:t xml:space="preserve">h </w:t>
      </w:r>
      <w:r>
        <w:t>upon sinners. Salam be upon You, O’brother of RasoolAllah (saw), His cousin and son i</w:t>
      </w:r>
      <w:r w:rsidR="004D1165">
        <w:t xml:space="preserve">n </w:t>
      </w:r>
      <w:r>
        <w:t>law. Salam be upon You, O’Abul Hasan Ali (asws). Salam be upon You, O’Shajra al Tuba.</w:t>
      </w:r>
    </w:p>
    <w:p w:rsidR="00EC54B6" w:rsidRDefault="00EC54B6" w:rsidP="00EC54B6">
      <w:pPr>
        <w:pStyle w:val="libNormal"/>
      </w:pPr>
      <w:r>
        <w:lastRenderedPageBreak/>
        <w:t>Salam be upon You, O’Sidrat ul Muntaha. Salam be upon Adam (as) who is the elevate</w:t>
      </w:r>
      <w:r w:rsidR="004D1165">
        <w:t xml:space="preserve">d </w:t>
      </w:r>
      <w:r>
        <w:t>servant of Allah. Salam be upon Nuh (as) the prophet of Allah. Salam be upon Ibrahim (as),</w:t>
      </w:r>
    </w:p>
    <w:p w:rsidR="00EC54B6" w:rsidRDefault="00EC54B6" w:rsidP="00EC54B6">
      <w:pPr>
        <w:pStyle w:val="libNormal"/>
      </w:pPr>
      <w:r>
        <w:t>Khaleelullah. Salam be upon Musa (as) Kaleemullah. Salam be upon Isa (as) Ruhullah.</w:t>
      </w:r>
    </w:p>
    <w:p w:rsidR="00EC54B6" w:rsidRDefault="00EC54B6" w:rsidP="00EC54B6">
      <w:pPr>
        <w:pStyle w:val="libNormal"/>
      </w:pPr>
      <w:r>
        <w:t>Salam be upon Muhammad (saw) habibullah. Salam be upon all those prophets, th</w:t>
      </w:r>
      <w:r w:rsidR="004D1165">
        <w:t xml:space="preserve">e </w:t>
      </w:r>
      <w:r>
        <w:t>trustworthy, martyred and pious people who lived amongst them. Salam be upon thei</w:t>
      </w:r>
      <w:r w:rsidR="004D1165">
        <w:t xml:space="preserve">r </w:t>
      </w:r>
      <w:r>
        <w:t>noble friends. Salam be upon You, O’Noor of all Noors. Salam be upon the Offspring o</w:t>
      </w:r>
      <w:r w:rsidR="004D1165">
        <w:t xml:space="preserve">f </w:t>
      </w:r>
      <w:r>
        <w:t>Purified. Salam be upon the Father of Imams (as). Salam be upon You, O’Rope of Allah.</w:t>
      </w:r>
    </w:p>
    <w:p w:rsidR="00EC54B6" w:rsidRDefault="00EC54B6" w:rsidP="00EC54B6">
      <w:pPr>
        <w:pStyle w:val="libNormal"/>
      </w:pPr>
      <w:r>
        <w:t>Salam be upon You, O’Side of Allah. Salam be upon You, O’Trustee of Allah upon the earth.</w:t>
      </w:r>
    </w:p>
    <w:p w:rsidR="00EC54B6" w:rsidRDefault="00EC54B6" w:rsidP="00EC54B6">
      <w:pPr>
        <w:pStyle w:val="libNormal"/>
      </w:pPr>
      <w:r>
        <w:t>Salam be upon You, O’Caliph of Allah. Salam be upon You, O’Authority of Allah an</w:t>
      </w:r>
      <w:r w:rsidR="004D1165">
        <w:t xml:space="preserve">d </w:t>
      </w:r>
      <w:r>
        <w:t>caretaker of the religion. Salam be upon You, who speaks through His command. Salam b</w:t>
      </w:r>
      <w:r w:rsidR="004D1165">
        <w:t xml:space="preserve">e </w:t>
      </w:r>
      <w:r>
        <w:t>upon You, O’Brother of RasoolAllah. O’Husband of Batool. You are the unsheathed sword o</w:t>
      </w:r>
      <w:r w:rsidR="004D1165">
        <w:t xml:space="preserve">f </w:t>
      </w:r>
      <w:r>
        <w:t>Allah. Salam be upon You who came with clear signs. Salam be upon You, O’Master o</w:t>
      </w:r>
      <w:r w:rsidR="004D1165">
        <w:t xml:space="preserve">f </w:t>
      </w:r>
      <w:r>
        <w:t>miracles. Salam be upon the one who will protect us from destruction. Salam be upon th</w:t>
      </w:r>
      <w:r w:rsidR="004D1165">
        <w:t xml:space="preserve">e </w:t>
      </w:r>
      <w:r>
        <w:t>one whom Allah mentions in His clear and authentic ayahs. Allah says regarding You tha</w:t>
      </w:r>
      <w:r w:rsidR="004D1165">
        <w:t xml:space="preserve">t </w:t>
      </w:r>
      <w:r>
        <w:t>You are Umm al Kitab (Reality of the Book). Salam be upon You, Favorite name of Allah. Hi</w:t>
      </w:r>
      <w:r w:rsidR="004D1165">
        <w:t xml:space="preserve">s </w:t>
      </w:r>
      <w:r>
        <w:t>face. His great mercy and His blessing. Salam be upon You, O’Proof of Allah. Salam be upo</w:t>
      </w:r>
      <w:r w:rsidR="004D1165">
        <w:t xml:space="preserve">n </w:t>
      </w:r>
      <w:r>
        <w:t>His successors, His chosen ones, His pure and obedient servants, may the blessings of Alla</w:t>
      </w:r>
      <w:r w:rsidR="004D1165">
        <w:t xml:space="preserve">h </w:t>
      </w:r>
      <w:r>
        <w:t>be upon all of them. O’my Moula (asws)! I have come before You. O’my Moula (asws)!</w:t>
      </w:r>
    </w:p>
    <w:p w:rsidR="00FE3B28" w:rsidRDefault="00EC54B6" w:rsidP="00EC54B6">
      <w:pPr>
        <w:pStyle w:val="libNormal"/>
      </w:pPr>
      <w:r>
        <w:t>O’Hujjat of Allah! I came here while recognizing Your status and I am the friend of You</w:t>
      </w:r>
      <w:r w:rsidR="004D1165">
        <w:t xml:space="preserve">r </w:t>
      </w:r>
      <w:r>
        <w:t>friends and enemy to Your enemies. I came here to gain the nearness of Allah. I beg You t</w:t>
      </w:r>
      <w:r w:rsidR="004D1165">
        <w:t xml:space="preserve">o </w:t>
      </w:r>
      <w:r>
        <w:t>intercede with Allah on my behalf. Protect me from hellfire. Fulfill all of my needs both i</w:t>
      </w:r>
      <w:r w:rsidR="004D1165">
        <w:t xml:space="preserve">n </w:t>
      </w:r>
      <w:r>
        <w:t>this world and in the hereafter.”</w:t>
      </w:r>
    </w:p>
    <w:p w:rsidR="00EC54B6" w:rsidRDefault="00EC54B6" w:rsidP="00CE7E0F">
      <w:pPr>
        <w:pStyle w:val="libItalic"/>
      </w:pPr>
      <w:r>
        <w:t>(Mafatih ul Jinan pg 427)</w:t>
      </w:r>
    </w:p>
    <w:p w:rsidR="00EC54B6" w:rsidRDefault="00EC54B6" w:rsidP="00175E59">
      <w:pPr>
        <w:pStyle w:val="Heading2Center"/>
      </w:pPr>
      <w:bookmarkStart w:id="731" w:name="_Toc442791850"/>
      <w:r>
        <w:t>3. Lisanul Sadiq(tongue of the trustworthy)</w:t>
      </w:r>
      <w:bookmarkEnd w:id="731"/>
    </w:p>
    <w:p w:rsidR="00EC54B6" w:rsidRDefault="00EC54B6" w:rsidP="00EC54B6">
      <w:pPr>
        <w:pStyle w:val="libNormal"/>
      </w:pPr>
      <w:r>
        <w:t>Moula Ali (asws) said to His Son Imam Hasan (as), “I am the tongue of the trustworthy”.</w:t>
      </w:r>
    </w:p>
    <w:p w:rsidR="00EC54B6" w:rsidRDefault="00EC54B6" w:rsidP="00175E59">
      <w:pPr>
        <w:pStyle w:val="Heading2Center"/>
      </w:pPr>
      <w:bookmarkStart w:id="732" w:name="_Toc442791851"/>
      <w:r>
        <w:t>4. Lisanul Sidq(tongue of truth)</w:t>
      </w:r>
      <w:bookmarkEnd w:id="732"/>
    </w:p>
    <w:p w:rsidR="00EC54B6" w:rsidRDefault="00EC54B6" w:rsidP="00947C60">
      <w:pPr>
        <w:pStyle w:val="libNormal"/>
      </w:pPr>
      <w:r>
        <w:t>There are many authentic narrations from authentic narrators who wrote they found 300</w:t>
      </w:r>
      <w:r w:rsidR="00947C60">
        <w:t xml:space="preserve"> </w:t>
      </w:r>
      <w:r>
        <w:t>different names of Ameerul Momineen (asws) in Quran.</w:t>
      </w:r>
    </w:p>
    <w:p w:rsidR="00EC54B6" w:rsidRDefault="00EC54B6" w:rsidP="00385CB6">
      <w:pPr>
        <w:pStyle w:val="libNormal"/>
      </w:pPr>
      <w:r>
        <w:t>Ibn Masood narrates regarding this ayah, “And surely it is in the original of the Boo</w:t>
      </w:r>
      <w:r w:rsidR="004D1165">
        <w:t xml:space="preserve">k </w:t>
      </w:r>
      <w:r>
        <w:t>(Umm al Kitab) with Us, truly elevated, full of wisdom” (43:4) and this ayah, “And W</w:t>
      </w:r>
      <w:r w:rsidR="004D1165">
        <w:t xml:space="preserve">e </w:t>
      </w:r>
      <w:r>
        <w:t xml:space="preserve">left behind for them a truthful tongue of Ali” (19:50) and this ayah, “And ordain for me </w:t>
      </w:r>
      <w:r w:rsidR="004D1165">
        <w:t xml:space="preserve">a </w:t>
      </w:r>
      <w:r>
        <w:t>goodly mention among posterity” (26:84) and this ayah, “Surely upon us resteth th</w:t>
      </w:r>
      <w:r w:rsidR="004D1165">
        <w:t xml:space="preserve">e </w:t>
      </w:r>
      <w:r>
        <w:t>putting together thereof and the reading thereof. Therefore, when we recite it, follo</w:t>
      </w:r>
      <w:r w:rsidR="004D1165">
        <w:t xml:space="preserve">w </w:t>
      </w:r>
      <w:r>
        <w:t>its recitation. And upon Us lies its explanation” (75:17-19) and this ayah, “You are onl</w:t>
      </w:r>
      <w:r w:rsidR="004D1165">
        <w:t xml:space="preserve">y </w:t>
      </w:r>
      <w:r>
        <w:t>a warner and there is a guide for every people”(13:7). The warner is RasoolAllah (saw)</w:t>
      </w:r>
      <w:r w:rsidR="00385CB6">
        <w:t xml:space="preserve"> </w:t>
      </w:r>
      <w:r>
        <w:t>and the guide is Ali (asws) ibn Abi Talib (as).</w:t>
      </w:r>
    </w:p>
    <w:p w:rsidR="00EC54B6" w:rsidRDefault="00EC54B6" w:rsidP="00EC54B6">
      <w:pPr>
        <w:pStyle w:val="libNormal"/>
      </w:pPr>
      <w:r>
        <w:lastRenderedPageBreak/>
        <w:t>And this ayah, “Is he then who has with him clear proof from his Lord, and a witnes</w:t>
      </w:r>
      <w:r w:rsidR="004D1165">
        <w:t xml:space="preserve">s </w:t>
      </w:r>
      <w:r>
        <w:t>from Him recites it” (11:17). The proof is RasoolAllah (saw) and the witness is Ali (asws).</w:t>
      </w:r>
    </w:p>
    <w:p w:rsidR="00FE3B28" w:rsidRDefault="00EC54B6" w:rsidP="00584273">
      <w:pPr>
        <w:pStyle w:val="libNormal"/>
      </w:pPr>
      <w:r>
        <w:t>And this ayah, “Surely Ours is it to show the way. The first belongs to Us and the las</w:t>
      </w:r>
      <w:r w:rsidR="004D1165">
        <w:t xml:space="preserve">t </w:t>
      </w:r>
      <w:r>
        <w:t>belongs to Us”. (92:12-13) and this ayah, “Surely Allah and His angels bless the Prophet;</w:t>
      </w:r>
      <w:r w:rsidR="00584273">
        <w:t xml:space="preserve"> </w:t>
      </w:r>
      <w:r>
        <w:t>O you who believe! call for (Divine) blessings on him and salute him with a worth</w:t>
      </w:r>
      <w:r w:rsidR="004D1165">
        <w:t xml:space="preserve">y </w:t>
      </w:r>
      <w:r>
        <w:t>salutation” (33:56), and this ayah, “Lest a soul should say: O woe to me! for what I fel</w:t>
      </w:r>
      <w:r w:rsidR="004D1165">
        <w:t xml:space="preserve">l </w:t>
      </w:r>
      <w:r>
        <w:t>short of my duty with the side of Allah, and most surely I was of those who laughed t</w:t>
      </w:r>
      <w:r w:rsidR="004D1165">
        <w:t xml:space="preserve">o </w:t>
      </w:r>
      <w:r>
        <w:t>scorn” (39:56). The side of Allah is Ali (asws) ibn Abi Talib (as) and this ayah, “We hav</w:t>
      </w:r>
      <w:r w:rsidR="004D1165">
        <w:t xml:space="preserve">e </w:t>
      </w:r>
      <w:r>
        <w:t>recorded everything in Imam Mubeen” (36:12) Imam Mubeen is Ali (asws) ibn Abi Tali</w:t>
      </w:r>
      <w:r w:rsidR="004D1165">
        <w:t xml:space="preserve">b </w:t>
      </w:r>
      <w:r>
        <w:t>(as), and this ayah, “And You are one of the messengers” (2:252) and “Surely You are o</w:t>
      </w:r>
      <w:r w:rsidR="004D1165">
        <w:t xml:space="preserve">n </w:t>
      </w:r>
      <w:r>
        <w:t>the Siratul Mustaqeem (right path)” (6:39), and this ayah, “Then on that day you shal</w:t>
      </w:r>
      <w:r w:rsidR="004D1165">
        <w:t xml:space="preserve">l </w:t>
      </w:r>
      <w:r>
        <w:t>most certainly be questioned about the blessing” (102:8) the blessing is the love o</w:t>
      </w:r>
      <w:r w:rsidR="004D1165">
        <w:t xml:space="preserve">f </w:t>
      </w:r>
      <w:r>
        <w:t>Ameerul Momineen (asws).</w:t>
      </w:r>
    </w:p>
    <w:p w:rsidR="00EC54B6" w:rsidRDefault="00EC54B6" w:rsidP="00EC54B6">
      <w:pPr>
        <w:pStyle w:val="libNormal"/>
      </w:pPr>
      <w:r>
        <w:t>They have mentioned various other names of Ameerul Momineen (asws), but we will no</w:t>
      </w:r>
      <w:r w:rsidR="004D1165">
        <w:t xml:space="preserve">t </w:t>
      </w:r>
      <w:r>
        <w:t>mention them here. However, they are not hidden. They are very well known and there ar</w:t>
      </w:r>
      <w:r w:rsidR="004D1165">
        <w:t xml:space="preserve">e </w:t>
      </w:r>
      <w:r>
        <w:t>more than 300 names of Ameerul Momineen (asws) in Quran.</w:t>
      </w:r>
    </w:p>
    <w:p w:rsidR="00EC54B6" w:rsidRDefault="00EC54B6" w:rsidP="00CE7E0F">
      <w:pPr>
        <w:pStyle w:val="libItalic"/>
      </w:pPr>
      <w:r>
        <w:t>(Fazail ibn Shazaan pg 174)</w:t>
      </w:r>
    </w:p>
    <w:p w:rsidR="00EC54B6" w:rsidRDefault="00EC54B6" w:rsidP="00175E59">
      <w:pPr>
        <w:pStyle w:val="Heading2Center"/>
      </w:pPr>
      <w:bookmarkStart w:id="733" w:name="_Toc442791852"/>
      <w:r>
        <w:t>5. Ladheedh al Thamar</w:t>
      </w:r>
      <w:bookmarkEnd w:id="733"/>
    </w:p>
    <w:p w:rsidR="00EC54B6" w:rsidRDefault="00EC54B6" w:rsidP="00EC54B6">
      <w:pPr>
        <w:pStyle w:val="libNormal"/>
      </w:pPr>
      <w:r>
        <w:t>Moula Ali (asws) says in Khutba Bayan, “I am Ladheedh al Thamar”.</w:t>
      </w:r>
    </w:p>
    <w:p w:rsidR="00EC54B6" w:rsidRDefault="00EC54B6" w:rsidP="00175E59">
      <w:pPr>
        <w:pStyle w:val="Heading2Center"/>
      </w:pPr>
      <w:bookmarkStart w:id="734" w:name="_Toc442791853"/>
      <w:r>
        <w:t>6. Lith al Zaham (lion of the battlefield)</w:t>
      </w:r>
      <w:bookmarkEnd w:id="734"/>
    </w:p>
    <w:p w:rsidR="00EC54B6" w:rsidRDefault="00EC54B6" w:rsidP="00EC54B6">
      <w:pPr>
        <w:pStyle w:val="libNormal"/>
      </w:pPr>
      <w:r>
        <w:t>Moula Ali (asws) says in Khutba Bayan, “I am the lion of the battlefield.”</w:t>
      </w:r>
    </w:p>
    <w:p w:rsidR="00EC54B6" w:rsidRDefault="00EC54B6" w:rsidP="00175E59">
      <w:pPr>
        <w:pStyle w:val="Heading2Center"/>
      </w:pPr>
      <w:bookmarkStart w:id="735" w:name="_Toc442791854"/>
      <w:r>
        <w:t>7. Lahz al Lowahz</w:t>
      </w:r>
      <w:bookmarkEnd w:id="735"/>
    </w:p>
    <w:p w:rsidR="00EC54B6" w:rsidRDefault="00EC54B6" w:rsidP="00EC54B6">
      <w:pPr>
        <w:pStyle w:val="libNormal"/>
      </w:pPr>
      <w:r>
        <w:t>Moula Ali (asws) says in Khutba Bayan, “I am Lahz al Lowahz”.</w:t>
      </w:r>
    </w:p>
    <w:p w:rsidR="00EC54B6" w:rsidRDefault="00EC54B6" w:rsidP="00175E59">
      <w:pPr>
        <w:pStyle w:val="Heading2Center"/>
      </w:pPr>
      <w:bookmarkStart w:id="736" w:name="_Toc442791855"/>
      <w:r>
        <w:t>8. Lowa al Rakiz</w:t>
      </w:r>
      <w:bookmarkEnd w:id="736"/>
    </w:p>
    <w:p w:rsidR="00EC54B6" w:rsidRDefault="00EC54B6" w:rsidP="00EC54B6">
      <w:pPr>
        <w:pStyle w:val="libNormal"/>
      </w:pPr>
      <w:r>
        <w:t>Moula Ali (asws) says in Khutba Bayan, “I am Lowa al Rakiz”.</w:t>
      </w:r>
    </w:p>
    <w:p w:rsidR="00EC54B6" w:rsidRDefault="00EC54B6" w:rsidP="00175E59">
      <w:pPr>
        <w:pStyle w:val="Heading2Center"/>
      </w:pPr>
      <w:bookmarkStart w:id="737" w:name="_Toc442791856"/>
      <w:r>
        <w:t>9. Lahj al Minhaj</w:t>
      </w:r>
      <w:bookmarkEnd w:id="737"/>
    </w:p>
    <w:p w:rsidR="00EC54B6" w:rsidRDefault="00EC54B6" w:rsidP="00EC54B6">
      <w:pPr>
        <w:pStyle w:val="libNormal"/>
      </w:pPr>
      <w:r>
        <w:t>Moula Ali (asws) says in Khutba Bayan, “I am Lahj al Minhaj”.</w:t>
      </w:r>
    </w:p>
    <w:p w:rsidR="00EC54B6" w:rsidRDefault="00EC54B6" w:rsidP="00175E59">
      <w:pPr>
        <w:pStyle w:val="Heading2Center"/>
      </w:pPr>
      <w:bookmarkStart w:id="738" w:name="_Toc442791857"/>
      <w:r>
        <w:t>10. Loosh al Sadoos</w:t>
      </w:r>
      <w:bookmarkEnd w:id="738"/>
    </w:p>
    <w:p w:rsidR="00EC54B6" w:rsidRDefault="00EC54B6" w:rsidP="00EC54B6">
      <w:pPr>
        <w:pStyle w:val="libNormal"/>
      </w:pPr>
      <w:r>
        <w:t>Moula Ali (asws) says in Khutba Bayan, “I am Loosh al Sadoos”.</w:t>
      </w:r>
    </w:p>
    <w:p w:rsidR="00EC54B6" w:rsidRDefault="00EC54B6" w:rsidP="00175E59">
      <w:pPr>
        <w:pStyle w:val="Heading2Center"/>
      </w:pPr>
      <w:bookmarkStart w:id="739" w:name="_Toc442791858"/>
      <w:r>
        <w:t>11. Lulu al Asdaf</w:t>
      </w:r>
      <w:bookmarkEnd w:id="739"/>
    </w:p>
    <w:p w:rsidR="00EC54B6" w:rsidRDefault="00EC54B6" w:rsidP="00EC54B6">
      <w:pPr>
        <w:pStyle w:val="libNormal"/>
      </w:pPr>
      <w:r>
        <w:t>Moula Ali (asws) says in Khutba Bayan, “I am Lulu al Asdaf”.</w:t>
      </w:r>
    </w:p>
    <w:p w:rsidR="00EC54B6" w:rsidRDefault="00EC54B6" w:rsidP="00175E59">
      <w:pPr>
        <w:pStyle w:val="Heading2Center"/>
      </w:pPr>
      <w:bookmarkStart w:id="740" w:name="_Toc442791859"/>
      <w:r>
        <w:t>12. Lisan al Shakur</w:t>
      </w:r>
      <w:bookmarkEnd w:id="740"/>
    </w:p>
    <w:p w:rsidR="00EC54B6" w:rsidRDefault="00EC54B6" w:rsidP="00EC54B6">
      <w:pPr>
        <w:pStyle w:val="libNormal"/>
      </w:pPr>
      <w:r>
        <w:t>In the hadith of huzaifa, it is narrated that one day I came to RasoolAllah (saw). RasoolAlla</w:t>
      </w:r>
      <w:r w:rsidR="004D1165">
        <w:t xml:space="preserve">h </w:t>
      </w:r>
      <w:r>
        <w:t>(saw) said, “O’Huzaifa! Go towards the tent of the one who is the healer of pain, who is th</w:t>
      </w:r>
      <w:r w:rsidR="004D1165">
        <w:t xml:space="preserve">e </w:t>
      </w:r>
      <w:r>
        <w:t>bravest upon the earth, who is the Lisan (tongue) of Shakur, who is the most patient, whos</w:t>
      </w:r>
      <w:r w:rsidR="004D1165">
        <w:t xml:space="preserve">e </w:t>
      </w:r>
      <w:r>
        <w:t>name is mentioned in Taurah, Zaboor, and Injeel.”</w:t>
      </w:r>
    </w:p>
    <w:p w:rsidR="00EC54B6" w:rsidRDefault="00EC54B6" w:rsidP="0080330A">
      <w:pPr>
        <w:pStyle w:val="libItalic"/>
      </w:pPr>
      <w:r>
        <w:t>(Medinatul Moajiz Second Edition pg 96)</w:t>
      </w:r>
    </w:p>
    <w:p w:rsidR="00EC54B6" w:rsidRDefault="00EC54B6" w:rsidP="00EC54B6">
      <w:pPr>
        <w:pStyle w:val="libNormal"/>
      </w:pPr>
      <w:r>
        <w:lastRenderedPageBreak/>
        <w:t>*Imam al Aadil, al Mirabtul Maqatil, Ameerul Nahl, Ghaithul Mah</w:t>
      </w:r>
      <w:r w:rsidR="004D1165">
        <w:t xml:space="preserve">l, </w:t>
      </w:r>
      <w:r>
        <w:t>Khasiful Naal, Zakiul Asal, Dhikr al Youm al Fazl, Imam Awal, Wasiul Afza</w:t>
      </w:r>
      <w:r w:rsidR="004D1165">
        <w:t xml:space="preserve">l, </w:t>
      </w:r>
      <w:r>
        <w:t>Akhir wal Awal, Fihal ul Showl Youm al Fazaa wa al Hool, Sahib al Anaa</w:t>
      </w:r>
      <w:r w:rsidR="004D1165">
        <w:t xml:space="preserve">m </w:t>
      </w:r>
      <w:r>
        <w:t>wal Tool, al Quh wal Hul, Mahaqeeq bil Faal Zaman al Qul, Zirgham You</w:t>
      </w:r>
      <w:r w:rsidR="004D1165">
        <w:t xml:space="preserve">m </w:t>
      </w:r>
      <w:r>
        <w:t>al Jamal, Mirdoodla al Shams and al Tifal, Tarak al Salb Zirab al Qal</w:t>
      </w:r>
      <w:r w:rsidR="004D1165">
        <w:t xml:space="preserve">l, </w:t>
      </w:r>
      <w:r>
        <w:t>Haleef al Bayzul Asal, Shajaa al Sahil wal Jabil, Nifs RasoolAllah Youm a</w:t>
      </w:r>
      <w:r w:rsidR="004D1165">
        <w:t xml:space="preserve">l </w:t>
      </w:r>
      <w:r>
        <w:t>Mubhila, Sa’adah al Masaad Youm al Masawala, Khateebahul Masaqa</w:t>
      </w:r>
      <w:r w:rsidR="004D1165">
        <w:t xml:space="preserve">a </w:t>
      </w:r>
      <w:r>
        <w:t>Youm al Maqawalah, Zowj al Batool, Akhu al Rasool, Saifullah al Masloo</w:t>
      </w:r>
      <w:r w:rsidR="004D1165">
        <w:t xml:space="preserve">l, </w:t>
      </w:r>
      <w:r>
        <w:t>Jawood al Khaliq al Mamool, Hajaj al Bahlool, Aalim al Maswaool, Mihaqu</w:t>
      </w:r>
      <w:r w:rsidR="004D1165">
        <w:t xml:space="preserve">l </w:t>
      </w:r>
      <w:r>
        <w:t>Batil, Malibisul Hiliull deen al Aatil, Aliyia fi al Tasweel Taweel, Wallah a</w:t>
      </w:r>
      <w:r w:rsidR="004D1165">
        <w:t xml:space="preserve">l </w:t>
      </w:r>
      <w:r>
        <w:t>Tanzeel Tafseel, Wallah fi Kul Mahal Fazalatul Fazail, Rayah Aseel, Wara</w:t>
      </w:r>
      <w:r w:rsidR="004D1165">
        <w:t xml:space="preserve">h </w:t>
      </w:r>
      <w:r>
        <w:t>Tahseel, Noorullah al Jaleel, Wajah al Jameel, aldheya hu maharb al kufa</w:t>
      </w:r>
      <w:r w:rsidR="004D1165">
        <w:t xml:space="preserve">r </w:t>
      </w:r>
      <w:r>
        <w:t>wal fajrah biltanzeel u taweel, al dheya mathalah hadhkur fi al taura</w:t>
      </w:r>
      <w:r w:rsidR="004D1165">
        <w:t xml:space="preserve">h </w:t>
      </w:r>
      <w:r>
        <w:t>wal zaboor wal injeel, Jaal Allah min Dharitahullah, Fosal Bihiblah Hibla</w:t>
      </w:r>
      <w:r w:rsidR="004D1165">
        <w:t xml:space="preserve">h, </w:t>
      </w:r>
      <w:r>
        <w:t>Jismah Wali, Rasmah Jali, Ismah Ali.</w:t>
      </w:r>
    </w:p>
    <w:p w:rsidR="00FE3B28" w:rsidRDefault="00EC54B6" w:rsidP="0080330A">
      <w:pPr>
        <w:pStyle w:val="libItalic"/>
      </w:pPr>
      <w:r>
        <w:t>(Manaqib Third Edition pg 74)</w:t>
      </w:r>
    </w:p>
    <w:p w:rsidR="00612EA4" w:rsidRDefault="00612EA4" w:rsidP="00612EA4">
      <w:pPr>
        <w:pStyle w:val="libNormal"/>
      </w:pPr>
      <w:r>
        <w:br w:type="page"/>
      </w:r>
    </w:p>
    <w:p w:rsidR="00612EA4" w:rsidRDefault="00612EA4" w:rsidP="00AE7A6E">
      <w:pPr>
        <w:pStyle w:val="Heading1Center"/>
      </w:pPr>
      <w:bookmarkStart w:id="741" w:name="_Toc442791860"/>
      <w:r>
        <w:lastRenderedPageBreak/>
        <w:t xml:space="preserve">Meem </w:t>
      </w:r>
      <w:r>
        <w:rPr>
          <w:rtl/>
        </w:rPr>
        <w:t>م</w:t>
      </w:r>
      <w:bookmarkEnd w:id="741"/>
    </w:p>
    <w:p w:rsidR="00EC54B6" w:rsidRDefault="00EC54B6" w:rsidP="00175E59">
      <w:pPr>
        <w:pStyle w:val="Heading2Center"/>
      </w:pPr>
      <w:bookmarkStart w:id="742" w:name="_Toc442791861"/>
      <w:r>
        <w:t>1. Muhaddath (Narrator of hadith)</w:t>
      </w:r>
      <w:bookmarkEnd w:id="742"/>
    </w:p>
    <w:p w:rsidR="00EC54B6" w:rsidRDefault="00EC54B6" w:rsidP="00EC54B6">
      <w:pPr>
        <w:pStyle w:val="libNormal"/>
      </w:pPr>
      <w:r>
        <w:t xml:space="preserve">Zarara narrates, “I heard Imam Jafar Sadiq (as) saying, “We, 12 Imams (as) from Aal </w:t>
      </w:r>
      <w:r w:rsidR="004D1165">
        <w:t xml:space="preserve">e </w:t>
      </w:r>
      <w:r>
        <w:t>Muhammad (saw), are narrators of hadith and Ali (asws) ibn Abi Talib (as) is the first.”</w:t>
      </w:r>
    </w:p>
    <w:p w:rsidR="00EC54B6" w:rsidRDefault="00EC54B6" w:rsidP="0080330A">
      <w:pPr>
        <w:pStyle w:val="libItalic"/>
      </w:pPr>
      <w:r>
        <w:t>(Manni ul Akhbar First Edition pg 57)</w:t>
      </w:r>
    </w:p>
    <w:p w:rsidR="00EC54B6" w:rsidRDefault="00EC54B6" w:rsidP="00175E59">
      <w:pPr>
        <w:pStyle w:val="Heading2Center"/>
      </w:pPr>
      <w:bookmarkStart w:id="743" w:name="_Toc442791862"/>
      <w:r>
        <w:t>2. Mohsin (doer of good)</w:t>
      </w:r>
      <w:bookmarkEnd w:id="743"/>
    </w:p>
    <w:p w:rsidR="00EC54B6" w:rsidRDefault="00EC54B6" w:rsidP="00EC54B6">
      <w:pPr>
        <w:pStyle w:val="libNormal"/>
      </w:pPr>
      <w:r>
        <w:t>In one sermon of Moula Ali (asws) He says, “I am Mohsin (doer of good)” and Allah say</w:t>
      </w:r>
      <w:r w:rsidR="004D1165">
        <w:t xml:space="preserve">s </w:t>
      </w:r>
      <w:r>
        <w:t>“Allah is most surely with the doers of good” (29:69).</w:t>
      </w:r>
    </w:p>
    <w:p w:rsidR="00EC54B6" w:rsidRDefault="00EC54B6" w:rsidP="00175E59">
      <w:pPr>
        <w:pStyle w:val="Heading2Center"/>
      </w:pPr>
      <w:bookmarkStart w:id="744" w:name="_Toc442791863"/>
      <w:r>
        <w:t>3. Muttarjim Kitabullah (Interpretor of the Book of Allah)</w:t>
      </w:r>
      <w:bookmarkEnd w:id="744"/>
    </w:p>
    <w:p w:rsidR="00EC54B6" w:rsidRDefault="00EC54B6" w:rsidP="00EC54B6">
      <w:pPr>
        <w:pStyle w:val="libNormal"/>
      </w:pPr>
      <w:r>
        <w:t>Zaid bin Thabit narrates RasoolAllah (saw) said, “I am leaving two weighty things amongs</w:t>
      </w:r>
      <w:r w:rsidR="004D1165">
        <w:t xml:space="preserve">t </w:t>
      </w:r>
      <w:r>
        <w:t>you. One is the Book of Allah and the other is Ali (asws) ibn Abi Talib (as). Ali (asws) i</w:t>
      </w:r>
      <w:r w:rsidR="004D1165">
        <w:t xml:space="preserve">s </w:t>
      </w:r>
      <w:r>
        <w:t>greater than the book of Allah because He is the interpretor of the Book of Allah.”</w:t>
      </w:r>
    </w:p>
    <w:p w:rsidR="00EC54B6" w:rsidRDefault="00EC54B6" w:rsidP="0080330A">
      <w:pPr>
        <w:pStyle w:val="libItalic"/>
      </w:pPr>
      <w:r>
        <w:t>(Maya al Munqaba pg 51)</w:t>
      </w:r>
    </w:p>
    <w:p w:rsidR="00EC54B6" w:rsidRDefault="00EC54B6" w:rsidP="00175E59">
      <w:pPr>
        <w:pStyle w:val="Heading2Center"/>
      </w:pPr>
      <w:bookmarkStart w:id="745" w:name="_Toc442791864"/>
      <w:r>
        <w:t>4. Muwatmin ala Sarullah (Trustee of the Mysteries of Allah)</w:t>
      </w:r>
      <w:bookmarkEnd w:id="745"/>
    </w:p>
    <w:p w:rsidR="00EC54B6" w:rsidRDefault="00EC54B6" w:rsidP="00EC54B6">
      <w:pPr>
        <w:pStyle w:val="libNormal"/>
      </w:pPr>
      <w:r>
        <w:t>Moula Ali (asws) says, “I am the proof of Allah. I am the path of Allah. I am the door of Allah.</w:t>
      </w:r>
    </w:p>
    <w:p w:rsidR="00EC54B6" w:rsidRDefault="00EC54B6" w:rsidP="00EC54B6">
      <w:pPr>
        <w:pStyle w:val="libNormal"/>
      </w:pPr>
      <w:r>
        <w:t>I am the trustee of the knowledge of Allah. I am the trustee of the mysteries of Allah. I a</w:t>
      </w:r>
      <w:r w:rsidR="004D1165">
        <w:t xml:space="preserve">m </w:t>
      </w:r>
      <w:r>
        <w:t>the Imam of the creation after Muhammad (saw) who is the best from amongst th</w:t>
      </w:r>
      <w:r w:rsidR="004D1165">
        <w:t xml:space="preserve">e </w:t>
      </w:r>
      <w:r>
        <w:t>creation.”</w:t>
      </w:r>
    </w:p>
    <w:p w:rsidR="00EC54B6" w:rsidRDefault="00EC54B6" w:rsidP="0080330A">
      <w:pPr>
        <w:pStyle w:val="libItalic"/>
      </w:pPr>
      <w:r>
        <w:t>(Amali Sudooq pg 31)</w:t>
      </w:r>
    </w:p>
    <w:p w:rsidR="00EC54B6" w:rsidRDefault="00EC54B6" w:rsidP="00385CB6">
      <w:pPr>
        <w:pStyle w:val="Heading2Center"/>
      </w:pPr>
      <w:bookmarkStart w:id="746" w:name="_Toc442791865"/>
      <w:r>
        <w:t>5. Mazowj Ahul Janah (One who arranges the marriages of the</w:t>
      </w:r>
      <w:r w:rsidR="00385CB6">
        <w:t xml:space="preserve"> </w:t>
      </w:r>
      <w:r w:rsidRPr="00385CB6">
        <w:t>inhabitants</w:t>
      </w:r>
      <w:r>
        <w:t xml:space="preserve"> of jannah)</w:t>
      </w:r>
      <w:bookmarkEnd w:id="746"/>
    </w:p>
    <w:p w:rsidR="00EC54B6" w:rsidRDefault="00EC54B6" w:rsidP="00EC54B6">
      <w:pPr>
        <w:pStyle w:val="libNormal"/>
      </w:pPr>
      <w:r>
        <w:t>Abu Hamza Thumali narrates from Imam Jafar Sadiq (as), Imam (as) said, “O’Abu Hamza!</w:t>
      </w:r>
    </w:p>
    <w:p w:rsidR="00FE3B28" w:rsidRDefault="00EC54B6" w:rsidP="00EC54B6">
      <w:pPr>
        <w:pStyle w:val="libNormal"/>
      </w:pPr>
      <w:r>
        <w:t>Do not diminish or increase the status of Ali (asws) that was bestowed upon Him by Allah.</w:t>
      </w:r>
    </w:p>
    <w:p w:rsidR="00EC54B6" w:rsidRDefault="00EC54B6" w:rsidP="00EC54B6">
      <w:pPr>
        <w:pStyle w:val="libNormal"/>
      </w:pPr>
      <w:r>
        <w:t>He will have to fight those who run from the battlefield and He will arrange the marriage</w:t>
      </w:r>
      <w:r w:rsidR="004D1165">
        <w:t xml:space="preserve">s </w:t>
      </w:r>
      <w:r>
        <w:t>of the inhabitants of jannah”.</w:t>
      </w:r>
    </w:p>
    <w:p w:rsidR="00EC54B6" w:rsidRDefault="00EC54B6" w:rsidP="00CE7E0F">
      <w:pPr>
        <w:pStyle w:val="libItalic"/>
      </w:pPr>
      <w:r>
        <w:t>(Amali Sudooq pg 191)</w:t>
      </w:r>
    </w:p>
    <w:p w:rsidR="00EC54B6" w:rsidRDefault="00EC54B6" w:rsidP="00175E59">
      <w:pPr>
        <w:pStyle w:val="Heading2Center"/>
      </w:pPr>
      <w:bookmarkStart w:id="747" w:name="_Toc442791866"/>
      <w:r>
        <w:t>6. Mowziatul Rasalat (The station of Prophet hood)</w:t>
      </w:r>
      <w:bookmarkEnd w:id="747"/>
    </w:p>
    <w:p w:rsidR="00EC54B6" w:rsidRDefault="00EC54B6" w:rsidP="00EC54B6">
      <w:pPr>
        <w:pStyle w:val="libNormal"/>
      </w:pPr>
      <w:r>
        <w:t>Imam Jafar (as) bin Muhammad (as) narrates from His Father that Ameerul Mominee</w:t>
      </w:r>
      <w:r w:rsidR="004D1165">
        <w:t xml:space="preserve">n </w:t>
      </w:r>
      <w:r>
        <w:t>(asws) said, “We, Ahlul Bait (as), are the tree of nabuwat (prophet hood). We are th</w:t>
      </w:r>
      <w:r w:rsidR="004D1165">
        <w:t xml:space="preserve">e </w:t>
      </w:r>
      <w:r>
        <w:t>station of prophet hood. The angels visit Us. We are the house of mercy. We are th</w:t>
      </w:r>
      <w:r w:rsidR="004D1165">
        <w:t xml:space="preserve">e </w:t>
      </w:r>
      <w:r>
        <w:t>treasure of knowledge.”</w:t>
      </w:r>
    </w:p>
    <w:p w:rsidR="00EC54B6" w:rsidRDefault="00EC54B6" w:rsidP="00CE7E0F">
      <w:pPr>
        <w:pStyle w:val="libItalic"/>
      </w:pPr>
      <w:r>
        <w:t>(Usool e Kafi First Edition pg 221)</w:t>
      </w:r>
    </w:p>
    <w:p w:rsidR="00EC54B6" w:rsidRDefault="00EC54B6" w:rsidP="00175E59">
      <w:pPr>
        <w:pStyle w:val="Heading2Center"/>
      </w:pPr>
      <w:bookmarkStart w:id="748" w:name="_Toc442791867"/>
      <w:r>
        <w:t>7. Mutahir (Purity)</w:t>
      </w:r>
      <w:bookmarkEnd w:id="748"/>
    </w:p>
    <w:p w:rsidR="00EC54B6" w:rsidRDefault="00EC54B6" w:rsidP="00EC54B6">
      <w:pPr>
        <w:pStyle w:val="libNormal"/>
      </w:pPr>
      <w:r>
        <w:t>Abdullah ibn Abbas narrates RasoolAllah (saw) said, “Myself, Ali (asws), Fatima (sa), Hasa</w:t>
      </w:r>
      <w:r w:rsidR="004D1165">
        <w:t xml:space="preserve">n </w:t>
      </w:r>
      <w:r>
        <w:t>(as), Hussain (as), and the 9 Offspring of Hussain (as) are infallible and mutahir (pure) .”</w:t>
      </w:r>
    </w:p>
    <w:p w:rsidR="00EC54B6" w:rsidRDefault="00EC54B6" w:rsidP="0080330A">
      <w:pPr>
        <w:pStyle w:val="libItalic"/>
      </w:pPr>
      <w:r>
        <w:t>(Ayun al Akbar al Reza (as) First Edition pg 62)</w:t>
      </w:r>
    </w:p>
    <w:p w:rsidR="00EC54B6" w:rsidRDefault="00EC54B6" w:rsidP="00175E59">
      <w:pPr>
        <w:pStyle w:val="Heading2Center"/>
      </w:pPr>
      <w:bookmarkStart w:id="749" w:name="_Toc442791868"/>
      <w:r>
        <w:lastRenderedPageBreak/>
        <w:t>8. Muntizir (Awaiting)</w:t>
      </w:r>
      <w:bookmarkEnd w:id="749"/>
    </w:p>
    <w:p w:rsidR="00EC54B6" w:rsidRDefault="00EC54B6" w:rsidP="00584273">
      <w:pPr>
        <w:pStyle w:val="libNormal"/>
      </w:pPr>
      <w:r>
        <w:t>“Of the believers are men who are true to that which they covenanted with Allah. Som</w:t>
      </w:r>
      <w:r w:rsidR="004D1165">
        <w:t xml:space="preserve">e </w:t>
      </w:r>
      <w:r>
        <w:t>of them have paid their vow by death (in battle), and some of them still are waiting;</w:t>
      </w:r>
      <w:r w:rsidR="00584273">
        <w:t xml:space="preserve"> </w:t>
      </w:r>
      <w:r>
        <w:t>and they have not altered in the least” (33:23). Tabarri writes in his tafseer, “Those wh</w:t>
      </w:r>
      <w:r w:rsidR="004D1165">
        <w:t xml:space="preserve">o </w:t>
      </w:r>
      <w:r>
        <w:t>fulfilled their promise were Hamza and his companions. They promised with Allah the</w:t>
      </w:r>
      <w:r w:rsidR="004D1165">
        <w:t xml:space="preserve">y </w:t>
      </w:r>
      <w:r>
        <w:t>would not run from the battlefield. They fought courageously until they were martyred.</w:t>
      </w:r>
    </w:p>
    <w:p w:rsidR="00EC54B6" w:rsidRDefault="00EC54B6" w:rsidP="00EC54B6">
      <w:pPr>
        <w:pStyle w:val="libNormal"/>
      </w:pPr>
      <w:r>
        <w:t>Those who are awaiting is Ali (asws) ibn Abi Talib (as) who remains steadfast in His jiha</w:t>
      </w:r>
      <w:r w:rsidR="004D1165">
        <w:t xml:space="preserve">d </w:t>
      </w:r>
      <w:r>
        <w:t>(struggle for Allah) and has not retreated from His oath.”</w:t>
      </w:r>
    </w:p>
    <w:p w:rsidR="00FE3B28" w:rsidRDefault="00EC54B6" w:rsidP="00CE7E0F">
      <w:pPr>
        <w:pStyle w:val="libItalic"/>
      </w:pPr>
      <w:r>
        <w:t>(Taweel ul Ayat pg 442)</w:t>
      </w:r>
    </w:p>
    <w:p w:rsidR="00EC54B6" w:rsidRDefault="00EC54B6" w:rsidP="00175E59">
      <w:pPr>
        <w:pStyle w:val="Heading2Center"/>
      </w:pPr>
      <w:bookmarkStart w:id="750" w:name="_Toc442791869"/>
      <w:r>
        <w:t>9. Munkisul Riyat (One who was never defeated in battle)</w:t>
      </w:r>
      <w:bookmarkEnd w:id="750"/>
    </w:p>
    <w:p w:rsidR="00EC54B6" w:rsidRDefault="00EC54B6" w:rsidP="00EC54B6">
      <w:pPr>
        <w:pStyle w:val="libNormal"/>
      </w:pPr>
      <w:r>
        <w:t>Imam Hasan (as) narrates, “It never occurred that Ameerul Momineen (asws) fough</w:t>
      </w:r>
      <w:r w:rsidR="004D1165">
        <w:t xml:space="preserve">t </w:t>
      </w:r>
      <w:r>
        <w:t>against someone and Allah did not defeat His opponent. Ameerul Momineen (asws) wa</w:t>
      </w:r>
      <w:r w:rsidR="004D1165">
        <w:t xml:space="preserve">s </w:t>
      </w:r>
      <w:r>
        <w:t>always victorious in the battlefield. No one could escape from the blow of the sword o</w:t>
      </w:r>
      <w:r w:rsidR="004D1165">
        <w:t xml:space="preserve">f </w:t>
      </w:r>
      <w:r>
        <w:t>Ameerul Momineen (asws). Whenever Ameerul Momineen (asws) would fight in th</w:t>
      </w:r>
      <w:r w:rsidR="004D1165">
        <w:t xml:space="preserve">e </w:t>
      </w:r>
      <w:r>
        <w:t>battlefield, Jibrael (as) fought alongside Him on His right, Mikael (as) fought on His left an</w:t>
      </w:r>
      <w:r w:rsidR="004D1165">
        <w:t xml:space="preserve">d </w:t>
      </w:r>
      <w:r>
        <w:t>Malik ul Mowt (angel of death) fought in front of Him.”</w:t>
      </w:r>
    </w:p>
    <w:p w:rsidR="00EC54B6" w:rsidRDefault="00EC54B6" w:rsidP="0080330A">
      <w:pPr>
        <w:pStyle w:val="libItalic"/>
      </w:pPr>
      <w:r>
        <w:t>(Amali Sudooq pg 46)</w:t>
      </w:r>
    </w:p>
    <w:p w:rsidR="00EC54B6" w:rsidRDefault="00EC54B6" w:rsidP="00175E59">
      <w:pPr>
        <w:pStyle w:val="Heading2Center"/>
      </w:pPr>
      <w:bookmarkStart w:id="751" w:name="_Toc442791870"/>
      <w:r>
        <w:t>10. Murtadha</w:t>
      </w:r>
      <w:bookmarkEnd w:id="751"/>
    </w:p>
    <w:p w:rsidR="00EC54B6" w:rsidRDefault="00EC54B6" w:rsidP="00EC54B6">
      <w:pPr>
        <w:pStyle w:val="libNormal"/>
      </w:pPr>
      <w:r>
        <w:t>Zahak narrates from ibne Abbas (ra) who said, “I was with RasoolAllah (saw) along with Al</w:t>
      </w:r>
      <w:r w:rsidR="004D1165">
        <w:t xml:space="preserve">i </w:t>
      </w:r>
      <w:r>
        <w:t>(asws), Fatima (as), Hasan (as) and Hussain (as). Then Jibrael (as) appeared. He wa</w:t>
      </w:r>
      <w:r w:rsidR="004D1165">
        <w:t xml:space="preserve">s </w:t>
      </w:r>
      <w:r>
        <w:t>holding an apple. We saw two lines written upon this apple; “Allah is Most Merciful an</w:t>
      </w:r>
      <w:r w:rsidR="004D1165">
        <w:t xml:space="preserve">d </w:t>
      </w:r>
      <w:r>
        <w:t>Beneficient. This is a gift from Allah for Muhammad (saw), Ali ul Murtadha(asws), Fatim</w:t>
      </w:r>
      <w:r w:rsidR="004D1165">
        <w:t xml:space="preserve">a </w:t>
      </w:r>
      <w:r>
        <w:t>(sa), Hasan (as), and Hussain (as), and Their lovers will be free from the fire on the day o</w:t>
      </w:r>
      <w:r w:rsidR="004D1165">
        <w:t xml:space="preserve">f </w:t>
      </w:r>
      <w:r>
        <w:t>judgement.”</w:t>
      </w:r>
    </w:p>
    <w:p w:rsidR="00EC54B6" w:rsidRDefault="00EC54B6" w:rsidP="0080330A">
      <w:pPr>
        <w:pStyle w:val="libItalic"/>
      </w:pPr>
      <w:r>
        <w:t>(Medinatul Moajiz pg 56)</w:t>
      </w:r>
    </w:p>
    <w:p w:rsidR="00EC54B6" w:rsidRDefault="00EC54B6" w:rsidP="00175E59">
      <w:pPr>
        <w:pStyle w:val="Heading2Center"/>
      </w:pPr>
      <w:bookmarkStart w:id="752" w:name="_Toc442791871"/>
      <w:r>
        <w:t>11. Miliya</w:t>
      </w:r>
      <w:bookmarkEnd w:id="752"/>
    </w:p>
    <w:p w:rsidR="00EC54B6" w:rsidRDefault="00EC54B6" w:rsidP="00EC54B6">
      <w:pPr>
        <w:pStyle w:val="libNormal"/>
      </w:pPr>
      <w:r>
        <w:t>Amongst the arabs, Moula Ali (asws)’s name is Miliya.</w:t>
      </w:r>
    </w:p>
    <w:p w:rsidR="00EC54B6" w:rsidRDefault="00EC54B6" w:rsidP="00175E59">
      <w:pPr>
        <w:pStyle w:val="Heading2Center"/>
      </w:pPr>
      <w:bookmarkStart w:id="753" w:name="_Toc442791872"/>
      <w:r>
        <w:t>12. Matusim (those who examine)</w:t>
      </w:r>
      <w:bookmarkEnd w:id="753"/>
    </w:p>
    <w:p w:rsidR="00EC54B6" w:rsidRDefault="00EC54B6" w:rsidP="0066696E">
      <w:pPr>
        <w:pStyle w:val="libNormal"/>
      </w:pPr>
      <w:r>
        <w:t>Jabir narrates from Imam Abu Jafar (as) who narrates from Ameerul Momineen (asws)</w:t>
      </w:r>
      <w:r w:rsidR="0066696E">
        <w:t xml:space="preserve"> </w:t>
      </w:r>
      <w:r>
        <w:t>regarding this saying of Allah, “Surely in this are signs for those who examine” (15:75),</w:t>
      </w:r>
    </w:p>
    <w:p w:rsidR="00EC54B6" w:rsidRDefault="00EC54B6" w:rsidP="0066696E">
      <w:pPr>
        <w:pStyle w:val="libNormal"/>
      </w:pPr>
      <w:r>
        <w:t>Imam (as) said, “RasoolAllah (saw) is those who examine along with Me and the Imams (as)</w:t>
      </w:r>
      <w:r w:rsidR="0066696E">
        <w:t xml:space="preserve"> </w:t>
      </w:r>
      <w:r>
        <w:t>from My Offspring”.</w:t>
      </w:r>
    </w:p>
    <w:p w:rsidR="00FE3B28" w:rsidRDefault="00EC54B6" w:rsidP="00CE7E0F">
      <w:pPr>
        <w:pStyle w:val="libItalic"/>
      </w:pPr>
      <w:r>
        <w:t>(Usool e Kafi First Edition pg 218)</w:t>
      </w:r>
    </w:p>
    <w:p w:rsidR="00EC54B6" w:rsidRDefault="00EC54B6" w:rsidP="00175E59">
      <w:pPr>
        <w:pStyle w:val="Heading2Center"/>
      </w:pPr>
      <w:bookmarkStart w:id="754" w:name="_Toc442791873"/>
      <w:r>
        <w:t>13. Mishru Jabeel</w:t>
      </w:r>
      <w:bookmarkEnd w:id="754"/>
    </w:p>
    <w:p w:rsidR="00EC54B6" w:rsidRDefault="00EC54B6" w:rsidP="00EC54B6">
      <w:pPr>
        <w:pStyle w:val="libNormal"/>
      </w:pPr>
      <w:r>
        <w:t>Amongst Syranians, Moula Ali (asws)’s name is Mishrujabeel.</w:t>
      </w:r>
    </w:p>
    <w:p w:rsidR="00EC54B6" w:rsidRDefault="00EC54B6" w:rsidP="00175E59">
      <w:pPr>
        <w:pStyle w:val="Heading2Center"/>
      </w:pPr>
      <w:bookmarkStart w:id="755" w:name="_Toc442791874"/>
      <w:r>
        <w:t>14. Mashood (one who the testimony is for )</w:t>
      </w:r>
      <w:bookmarkEnd w:id="755"/>
    </w:p>
    <w:p w:rsidR="00EC54B6" w:rsidRDefault="00EC54B6" w:rsidP="00EC54B6">
      <w:pPr>
        <w:pStyle w:val="libNormal"/>
      </w:pPr>
      <w:r>
        <w:t>Imam Abu Abdullah (as) narrates regarding this saying of Allah, “And the bearer o</w:t>
      </w:r>
      <w:r w:rsidR="004D1165">
        <w:t xml:space="preserve">f </w:t>
      </w:r>
      <w:r>
        <w:t xml:space="preserve">witness and those against whom the witness is borne” (85:3). </w:t>
      </w:r>
      <w:r>
        <w:lastRenderedPageBreak/>
        <w:t>Imam (as) said, “Th</w:t>
      </w:r>
      <w:r w:rsidR="004D1165">
        <w:t xml:space="preserve">e </w:t>
      </w:r>
      <w:r>
        <w:t>witness is RasoolAllah (saw) and the one whom the testimony is for is Ameerul Mominee</w:t>
      </w:r>
      <w:r w:rsidR="004D1165">
        <w:t xml:space="preserve">n </w:t>
      </w:r>
      <w:r>
        <w:t>(asws).”</w:t>
      </w:r>
    </w:p>
    <w:p w:rsidR="00EC54B6" w:rsidRDefault="00EC54B6" w:rsidP="00CE7E0F">
      <w:pPr>
        <w:pStyle w:val="libItalic"/>
      </w:pPr>
      <w:r>
        <w:t>(Maani ul Akbar pg 299)</w:t>
      </w:r>
    </w:p>
    <w:p w:rsidR="00EC54B6" w:rsidRDefault="00EC54B6" w:rsidP="00175E59">
      <w:pPr>
        <w:pStyle w:val="Heading2Center"/>
      </w:pPr>
      <w:bookmarkStart w:id="756" w:name="_Toc442791875"/>
      <w:r>
        <w:t>15. Mudmur</w:t>
      </w:r>
      <w:bookmarkEnd w:id="756"/>
    </w:p>
    <w:p w:rsidR="00EC54B6" w:rsidRDefault="00EC54B6" w:rsidP="00EC54B6">
      <w:pPr>
        <w:pStyle w:val="libNormal"/>
      </w:pPr>
      <w:r>
        <w:t>Amongst shaitans, Moula Ali (asws)’s name is Mudmur.</w:t>
      </w:r>
    </w:p>
    <w:p w:rsidR="00EC54B6" w:rsidRDefault="00EC54B6" w:rsidP="00175E59">
      <w:pPr>
        <w:pStyle w:val="Heading2Center"/>
      </w:pPr>
      <w:bookmarkStart w:id="757" w:name="_Toc442791876"/>
      <w:r>
        <w:t>16. Memoon</w:t>
      </w:r>
      <w:bookmarkEnd w:id="757"/>
    </w:p>
    <w:p w:rsidR="00EC54B6" w:rsidRDefault="00EC54B6" w:rsidP="00EC54B6">
      <w:pPr>
        <w:pStyle w:val="libNormal"/>
      </w:pPr>
      <w:r>
        <w:t>Amongst Zera, Moula Ali (asws)’s name is Memoon.</w:t>
      </w:r>
    </w:p>
    <w:p w:rsidR="00EC54B6" w:rsidRDefault="00EC54B6" w:rsidP="00175E59">
      <w:pPr>
        <w:pStyle w:val="Heading2Center"/>
      </w:pPr>
      <w:bookmarkStart w:id="758" w:name="_Toc442791877"/>
      <w:r>
        <w:t>17. Muezzin (caller)</w:t>
      </w:r>
      <w:bookmarkEnd w:id="758"/>
    </w:p>
    <w:p w:rsidR="00EC54B6" w:rsidRDefault="00EC54B6" w:rsidP="00EC54B6">
      <w:pPr>
        <w:pStyle w:val="libNormal"/>
      </w:pPr>
      <w:r>
        <w:t>Ali bin Ibrahim narrates from his father who narrates from Muhammad bin Faqeel wh</w:t>
      </w:r>
      <w:r w:rsidR="004D1165">
        <w:t xml:space="preserve">o </w:t>
      </w:r>
      <w:r>
        <w:t>narrates from Imam Reza (as) regarding this saying of Allah, “And the dwellers of th</w:t>
      </w:r>
      <w:r w:rsidR="004D1165">
        <w:t xml:space="preserve">e </w:t>
      </w:r>
      <w:r>
        <w:t>garden will call out to the inmates of the fire” (7:44), Imam (as) said, “The caller i</w:t>
      </w:r>
      <w:r w:rsidR="004D1165">
        <w:t xml:space="preserve">s </w:t>
      </w:r>
      <w:r>
        <w:t>Ameerul Momineen (asws)”. Abul Qasim narrates from Muhammad bin Hanfia wh</w:t>
      </w:r>
      <w:r w:rsidR="004D1165">
        <w:t xml:space="preserve">o </w:t>
      </w:r>
      <w:r>
        <w:t>narrates from Ameerul Momineen (asws) ; Ameerul Momineen (asws) said, “I am th</w:t>
      </w:r>
      <w:r w:rsidR="004D1165">
        <w:t xml:space="preserve">e </w:t>
      </w:r>
      <w:r>
        <w:t>caller”. Imam Abu Jafar (as) narrates, “One who called from jannah is Ameerul Mominee</w:t>
      </w:r>
      <w:r w:rsidR="004D1165">
        <w:t xml:space="preserve">n </w:t>
      </w:r>
      <w:r>
        <w:t>(asws)”.</w:t>
      </w:r>
    </w:p>
    <w:p w:rsidR="00EC54B6" w:rsidRDefault="00EC54B6" w:rsidP="009D029C">
      <w:pPr>
        <w:pStyle w:val="libItalic"/>
      </w:pPr>
      <w:r>
        <w:t>(Al Manaqib pg 3)</w:t>
      </w:r>
    </w:p>
    <w:p w:rsidR="00EC54B6" w:rsidRDefault="00EC54B6" w:rsidP="00175E59">
      <w:pPr>
        <w:pStyle w:val="Heading2Center"/>
      </w:pPr>
      <w:bookmarkStart w:id="759" w:name="_Toc442791878"/>
      <w:r>
        <w:t>18. Mowt ul Ahmar (Red Death)</w:t>
      </w:r>
      <w:bookmarkEnd w:id="759"/>
    </w:p>
    <w:p w:rsidR="00FE3B28" w:rsidRDefault="00EC54B6" w:rsidP="00EC54B6">
      <w:pPr>
        <w:pStyle w:val="libNormal"/>
      </w:pPr>
      <w:r>
        <w:t>Amongst mushriks (polytheists), Moula Ali (asws)’s name is red death.</w:t>
      </w:r>
    </w:p>
    <w:p w:rsidR="00EC54B6" w:rsidRDefault="00EC54B6" w:rsidP="00175E59">
      <w:pPr>
        <w:pStyle w:val="Heading2Center"/>
      </w:pPr>
      <w:bookmarkStart w:id="760" w:name="_Toc442791879"/>
      <w:r>
        <w:t>19. Maeen</w:t>
      </w:r>
      <w:bookmarkEnd w:id="760"/>
    </w:p>
    <w:p w:rsidR="00EC54B6" w:rsidRDefault="00EC54B6" w:rsidP="00EC54B6">
      <w:pPr>
        <w:pStyle w:val="libNormal"/>
      </w:pPr>
      <w:r>
        <w:t>In the heavens, Moula Ali (asws)’s name is Maeen.</w:t>
      </w:r>
    </w:p>
    <w:p w:rsidR="00EC54B6" w:rsidRDefault="00EC54B6" w:rsidP="00175E59">
      <w:pPr>
        <w:pStyle w:val="Heading2Center"/>
      </w:pPr>
      <w:bookmarkStart w:id="761" w:name="_Toc442791880"/>
      <w:r>
        <w:t>20. Minsoom</w:t>
      </w:r>
      <w:bookmarkEnd w:id="761"/>
    </w:p>
    <w:p w:rsidR="00EC54B6" w:rsidRDefault="00EC54B6" w:rsidP="00EC54B6">
      <w:pPr>
        <w:pStyle w:val="libNormal"/>
      </w:pPr>
      <w:r>
        <w:t>On the tablet, Moula Ali (asws)’s name is Minsoom.</w:t>
      </w:r>
    </w:p>
    <w:p w:rsidR="00EC54B6" w:rsidRDefault="00EC54B6" w:rsidP="00175E59">
      <w:pPr>
        <w:pStyle w:val="Heading2Center"/>
      </w:pPr>
      <w:bookmarkStart w:id="762" w:name="_Toc442791881"/>
      <w:r>
        <w:t>21. Moula al Birya (Master of Creation)</w:t>
      </w:r>
      <w:bookmarkEnd w:id="762"/>
    </w:p>
    <w:p w:rsidR="00EC54B6" w:rsidRDefault="00EC54B6" w:rsidP="00EC54B6">
      <w:pPr>
        <w:pStyle w:val="libNormal"/>
      </w:pPr>
      <w:r>
        <w:t>Imam Jafar (as) bin Muhammad (as) narrates from His Father who narrates from Hi</w:t>
      </w:r>
      <w:r w:rsidR="004D1165">
        <w:t xml:space="preserve">s </w:t>
      </w:r>
      <w:r>
        <w:t>Father who narrates from Imam Ali (as) bin Hussain (as) that RasoolAllah (saw) said, “On</w:t>
      </w:r>
      <w:r w:rsidR="004D1165">
        <w:t xml:space="preserve">e </w:t>
      </w:r>
      <w:r>
        <w:t>morning Jibrael (as) arrived while in the state of immense happiness. I asked Him, “O’M</w:t>
      </w:r>
      <w:r w:rsidR="004D1165">
        <w:t xml:space="preserve">y </w:t>
      </w:r>
      <w:r>
        <w:t>friend! Today I see that you are in the state of immense happiness.” Jibrael (as) replie</w:t>
      </w:r>
      <w:r w:rsidR="004D1165">
        <w:t xml:space="preserve">d, </w:t>
      </w:r>
      <w:r>
        <w:t>“O’Muhammad (saw)! How can I not be happy when Allah has given Your Brother an</w:t>
      </w:r>
      <w:r w:rsidR="004D1165">
        <w:t xml:space="preserve">d </w:t>
      </w:r>
      <w:r>
        <w:t>Successor such an auspicious status. Allah chose His angels for His worship and said, “O’M</w:t>
      </w:r>
      <w:r w:rsidR="004D1165">
        <w:t xml:space="preserve">y </w:t>
      </w:r>
      <w:r>
        <w:t xml:space="preserve">angels! O’the carriers of My throne! Look upon My hujjat (proof) upon the earth. Ali </w:t>
      </w:r>
      <w:r w:rsidR="0066696E" w:rsidRPr="0066696E">
        <w:t>(asws)</w:t>
      </w:r>
      <w:r w:rsidR="0066696E">
        <w:t xml:space="preserve"> </w:t>
      </w:r>
      <w:r>
        <w:t xml:space="preserve">has placed His head down prostrate in order to show the elevated status of My station. </w:t>
      </w:r>
      <w:r w:rsidR="004D1165">
        <w:t xml:space="preserve">I </w:t>
      </w:r>
      <w:r>
        <w:t>make You a witness that Ali (asws) is the Imam and Master of My creation.”</w:t>
      </w:r>
    </w:p>
    <w:p w:rsidR="00EC54B6" w:rsidRDefault="00EC54B6" w:rsidP="0080330A">
      <w:pPr>
        <w:pStyle w:val="libItalic"/>
      </w:pPr>
      <w:r>
        <w:t>(Maya al Munqaba pg 46)</w:t>
      </w:r>
    </w:p>
    <w:p w:rsidR="00EC54B6" w:rsidRDefault="00EC54B6" w:rsidP="00175E59">
      <w:pPr>
        <w:pStyle w:val="Heading2Center"/>
      </w:pPr>
      <w:bookmarkStart w:id="763" w:name="_Toc442791882"/>
      <w:r>
        <w:t>22. Maqeem al Hujjah</w:t>
      </w:r>
      <w:bookmarkEnd w:id="763"/>
    </w:p>
    <w:p w:rsidR="00EC54B6" w:rsidRDefault="00EC54B6" w:rsidP="0066696E">
      <w:pPr>
        <w:pStyle w:val="libNormal"/>
      </w:pPr>
      <w:r>
        <w:t>Abdullah ibn Masood narrates RasoolAllah (saw) said, “When Allah created Adam (as) an</w:t>
      </w:r>
      <w:r w:rsidR="004D1165">
        <w:t xml:space="preserve">d </w:t>
      </w:r>
      <w:r>
        <w:t xml:space="preserve">blew His spirit inside, Adam (as) yawned and said, “Alhamdullillah”. Allah sent </w:t>
      </w:r>
      <w:r w:rsidR="004D1165">
        <w:t xml:space="preserve">a </w:t>
      </w:r>
      <w:r>
        <w:t>revealation to Him, “O’My servant! You praised Me. I swear by My hono r if I had not wille</w:t>
      </w:r>
      <w:r w:rsidR="004D1165">
        <w:t xml:space="preserve">d </w:t>
      </w:r>
      <w:r>
        <w:t>to create My two servants, then I would not have created You.” Adam (as) asked, “O’M</w:t>
      </w:r>
      <w:r w:rsidR="004D1165">
        <w:t xml:space="preserve">y </w:t>
      </w:r>
      <w:r>
        <w:t xml:space="preserve">Lord! Are both of Them from Me?” Allah replied, “Yes. Lift Your head.” </w:t>
      </w:r>
      <w:r>
        <w:lastRenderedPageBreak/>
        <w:t>When Adam (as)</w:t>
      </w:r>
      <w:r w:rsidR="0066696E">
        <w:t xml:space="preserve"> </w:t>
      </w:r>
      <w:r>
        <w:t>lifted His head, He saw written on the throne, “La illaha illallah, Muhammad (saw) nabi a</w:t>
      </w:r>
      <w:r w:rsidR="004D1165">
        <w:t xml:space="preserve">l </w:t>
      </w:r>
      <w:r>
        <w:t>rahmat wa Ali (asws) Maqeem al Hujjah”. One who gains the marifat (recognition) of Al</w:t>
      </w:r>
      <w:r w:rsidR="004D1165">
        <w:t xml:space="preserve">i </w:t>
      </w:r>
      <w:r>
        <w:t>(asws) is purified. One who denies Him is accursed. I swear by My honor if anyone disobey</w:t>
      </w:r>
      <w:r w:rsidR="004D1165">
        <w:t xml:space="preserve">s </w:t>
      </w:r>
      <w:r>
        <w:t>Him even though He obeys Me I will throw Him into hell.”</w:t>
      </w:r>
    </w:p>
    <w:p w:rsidR="00FE3B28" w:rsidRDefault="00EC54B6" w:rsidP="0080330A">
      <w:pPr>
        <w:pStyle w:val="libItalic"/>
      </w:pPr>
      <w:r>
        <w:t>(Maya al Manqaba pg 34)</w:t>
      </w:r>
    </w:p>
    <w:p w:rsidR="00EC54B6" w:rsidRDefault="00EC54B6" w:rsidP="00175E59">
      <w:pPr>
        <w:pStyle w:val="Heading2Center"/>
      </w:pPr>
      <w:bookmarkStart w:id="764" w:name="_Toc442791883"/>
      <w:r>
        <w:t>23. Misbahul Dajaa</w:t>
      </w:r>
      <w:bookmarkEnd w:id="764"/>
    </w:p>
    <w:p w:rsidR="00EC54B6" w:rsidRDefault="00EC54B6" w:rsidP="00EC54B6">
      <w:pPr>
        <w:pStyle w:val="libNormal"/>
      </w:pPr>
      <w:r>
        <w:t>Abdullah bin Abbas narrates “RasoolAllah (saw) said to Ali (asws) ibn Abi Talib (as),</w:t>
      </w:r>
    </w:p>
    <w:p w:rsidR="00EC54B6" w:rsidRDefault="00EC54B6" w:rsidP="00EC54B6">
      <w:pPr>
        <w:pStyle w:val="libNormal"/>
      </w:pPr>
      <w:r>
        <w:t>“Jibrael (as) has told Me such a wonderous thing that has made Me become immensel</w:t>
      </w:r>
      <w:r w:rsidR="004D1165">
        <w:t xml:space="preserve">y </w:t>
      </w:r>
      <w:r>
        <w:t>happy. He said, “O’Muhammad (saw)! Allah said to Me, “Give My salam to Muhamma</w:t>
      </w:r>
      <w:r w:rsidR="004D1165">
        <w:t xml:space="preserve">d </w:t>
      </w:r>
      <w:r>
        <w:t>(saw) and tell Him that Ali (asws) is Imam of guidance, Misbahul Dajaa, and My Hujja</w:t>
      </w:r>
      <w:r w:rsidR="004D1165">
        <w:t xml:space="preserve">h </w:t>
      </w:r>
      <w:r>
        <w:t xml:space="preserve">(proof) upon My creation. Verily, He is Siddiq e Akbar (most trustworthy) and Farooq </w:t>
      </w:r>
      <w:r w:rsidR="004D1165">
        <w:t xml:space="preserve">e </w:t>
      </w:r>
      <w:r>
        <w:t>Azm (greatest honor). I swear by My honor, I will not put anyone in hell who loves Him an</w:t>
      </w:r>
      <w:r w:rsidR="004D1165">
        <w:t xml:space="preserve">d </w:t>
      </w:r>
      <w:r>
        <w:t>I will not allow anyone who denies His wilayat and does not obey Him to enter into jannah.</w:t>
      </w:r>
    </w:p>
    <w:p w:rsidR="00EC54B6" w:rsidRDefault="00EC54B6" w:rsidP="00EC54B6">
      <w:pPr>
        <w:pStyle w:val="libNormal"/>
      </w:pPr>
      <w:r>
        <w:t>I will fill hell with His enemies and jannah with His Shia.”</w:t>
      </w:r>
    </w:p>
    <w:p w:rsidR="00EC54B6" w:rsidRDefault="00EC54B6" w:rsidP="0080330A">
      <w:pPr>
        <w:pStyle w:val="libItalic"/>
      </w:pPr>
      <w:r>
        <w:t>(Maya al Manqaba pg 20)</w:t>
      </w:r>
    </w:p>
    <w:p w:rsidR="00EC54B6" w:rsidRDefault="00EC54B6" w:rsidP="00175E59">
      <w:pPr>
        <w:pStyle w:val="Heading2Center"/>
      </w:pPr>
      <w:bookmarkStart w:id="765" w:name="_Toc442791884"/>
      <w:r>
        <w:t>24. Musa fi Batashah (in the power of Musa)</w:t>
      </w:r>
      <w:bookmarkEnd w:id="765"/>
    </w:p>
    <w:p w:rsidR="00EC54B6" w:rsidRDefault="00EC54B6" w:rsidP="00EC54B6">
      <w:pPr>
        <w:pStyle w:val="libNormal"/>
      </w:pPr>
      <w:r>
        <w:t>Abu Hammra narrates RasoolAllah (saw) said, “Anyone who wants to see the knowledge o</w:t>
      </w:r>
      <w:r w:rsidR="004D1165">
        <w:t xml:space="preserve">f </w:t>
      </w:r>
      <w:r>
        <w:t>Adam (as), the wisdom of Nuh (as), solemnity of Ibrahim (as), humility of Yahya bi</w:t>
      </w:r>
      <w:r w:rsidR="004D1165">
        <w:t xml:space="preserve">n </w:t>
      </w:r>
      <w:r>
        <w:t>Zakriya (as) and the power of Musa (as) should look at Ali (asws) ibn Abi Talib (as).”</w:t>
      </w:r>
    </w:p>
    <w:p w:rsidR="00EC54B6" w:rsidRDefault="00EC54B6" w:rsidP="0080330A">
      <w:pPr>
        <w:pStyle w:val="libItalic"/>
      </w:pPr>
      <w:r>
        <w:t>(Zakhairul Uqba pg 34)</w:t>
      </w:r>
    </w:p>
    <w:p w:rsidR="00EC54B6" w:rsidRDefault="00EC54B6" w:rsidP="00175E59">
      <w:pPr>
        <w:pStyle w:val="Heading2Center"/>
      </w:pPr>
      <w:bookmarkStart w:id="766" w:name="_Toc442791885"/>
      <w:r>
        <w:t>25. Manar al Iman (Pillar of faith)</w:t>
      </w:r>
      <w:bookmarkEnd w:id="766"/>
    </w:p>
    <w:p w:rsidR="00EC54B6" w:rsidRDefault="00EC54B6" w:rsidP="0066696E">
      <w:pPr>
        <w:pStyle w:val="libNormal"/>
      </w:pPr>
      <w:r>
        <w:t>Ans bin Malik narrates from RasoolAllah (saw), “Allah has told Me regarding Ali (asws)</w:t>
      </w:r>
      <w:r w:rsidR="0066696E">
        <w:t xml:space="preserve"> </w:t>
      </w:r>
      <w:r>
        <w:t>stating that Ali (asws) is the standard bearer of guidance, pillar of faith, and Imam of M</w:t>
      </w:r>
      <w:r w:rsidR="004D1165">
        <w:t xml:space="preserve">y </w:t>
      </w:r>
      <w:r>
        <w:t>Auliya”</w:t>
      </w:r>
    </w:p>
    <w:p w:rsidR="00EC54B6" w:rsidRDefault="00EC54B6" w:rsidP="00CE7E0F">
      <w:pPr>
        <w:pStyle w:val="libItalic"/>
      </w:pPr>
      <w:r>
        <w:t>(Al Jawahir al Suniya pg 180)</w:t>
      </w:r>
    </w:p>
    <w:p w:rsidR="00EC54B6" w:rsidRDefault="00EC54B6" w:rsidP="00175E59">
      <w:pPr>
        <w:pStyle w:val="Heading2Center"/>
      </w:pPr>
      <w:bookmarkStart w:id="767" w:name="_Toc442791886"/>
      <w:r>
        <w:t>26. Mishkat</w:t>
      </w:r>
      <w:bookmarkEnd w:id="767"/>
    </w:p>
    <w:p w:rsidR="00EC54B6" w:rsidRDefault="00EC54B6" w:rsidP="00EC54B6">
      <w:pPr>
        <w:pStyle w:val="libNormal"/>
      </w:pPr>
      <w:r>
        <w:t>There is a narration from RasoolAllah (saw) regarding this saying of Allah, “Allah is th</w:t>
      </w:r>
      <w:r w:rsidR="004D1165">
        <w:t xml:space="preserve">e </w:t>
      </w:r>
      <w:r>
        <w:t>noor of the heavens and the earth” (24:35), RasoolAllah (saw) said, “Verily,O’Ali (asws)!</w:t>
      </w:r>
    </w:p>
    <w:p w:rsidR="00EC54B6" w:rsidRDefault="00EC54B6" w:rsidP="00EC54B6">
      <w:pPr>
        <w:pStyle w:val="libNormal"/>
      </w:pPr>
      <w:r>
        <w:t>My name is Noor and You are the Noor of religion. Light is Hasan (as) and Hussain (as).</w:t>
      </w:r>
    </w:p>
    <w:p w:rsidR="00EC54B6" w:rsidRDefault="00EC54B6" w:rsidP="00EC54B6">
      <w:pPr>
        <w:pStyle w:val="libNormal"/>
      </w:pPr>
      <w:r>
        <w:t>Lamp is Ali (as) bin Hussain (as). Brightly shining star is Muhammad (as) bin Ali (as) bi</w:t>
      </w:r>
      <w:r w:rsidR="004D1165">
        <w:t xml:space="preserve">n </w:t>
      </w:r>
      <w:r>
        <w:t>Hussain (as). Jafar (as) bin Muhammad (as) is the olive tree. The blessed is Musa (as) bi</w:t>
      </w:r>
      <w:r w:rsidR="004D1165">
        <w:t xml:space="preserve">n </w:t>
      </w:r>
      <w:r>
        <w:t>Jafar (as). The oil is Ali (as) bin Musa (as) al Reza. Its light is Muhammad (as) bin Ali (as).</w:t>
      </w:r>
    </w:p>
    <w:p w:rsidR="00EC54B6" w:rsidRDefault="00EC54B6" w:rsidP="00EC54B6">
      <w:pPr>
        <w:pStyle w:val="libNormal"/>
      </w:pPr>
      <w:r>
        <w:t>The west is Ali (as) bin Muhammad (as). The east is Hasan (as) bin Muhammad (as) and th</w:t>
      </w:r>
      <w:r w:rsidR="004D1165">
        <w:t xml:space="preserve">e </w:t>
      </w:r>
      <w:r>
        <w:t>one who will light it is Al Qaim (ajfts).”</w:t>
      </w:r>
    </w:p>
    <w:p w:rsidR="00EC54B6" w:rsidRDefault="00EC54B6" w:rsidP="00CE7E0F">
      <w:pPr>
        <w:pStyle w:val="libItalic"/>
      </w:pPr>
      <w:r>
        <w:t>(Manaqib First Edition pg 240)</w:t>
      </w:r>
    </w:p>
    <w:p w:rsidR="00EC54B6" w:rsidRDefault="00EC54B6" w:rsidP="00175E59">
      <w:pPr>
        <w:pStyle w:val="Heading2Center"/>
      </w:pPr>
      <w:bookmarkStart w:id="768" w:name="_Toc442791887"/>
      <w:r>
        <w:t>27. Minhatul Kubra (Greatest Mercy)</w:t>
      </w:r>
      <w:bookmarkEnd w:id="768"/>
    </w:p>
    <w:p w:rsidR="00EC54B6" w:rsidRDefault="00EC54B6" w:rsidP="00947C60">
      <w:pPr>
        <w:pStyle w:val="libNormal"/>
      </w:pPr>
      <w:r>
        <w:lastRenderedPageBreak/>
        <w:t>Authentic narrators have narrated from Ibne Shazaan that they have found more than 300</w:t>
      </w:r>
      <w:r w:rsidR="00947C60">
        <w:t xml:space="preserve"> </w:t>
      </w:r>
      <w:r>
        <w:t>names of Ameerul Momineen (asws). However, here we shall only mention the titles an</w:t>
      </w:r>
      <w:r w:rsidR="004D1165">
        <w:t xml:space="preserve">d </w:t>
      </w:r>
      <w:r>
        <w:t>kunyas of Ameerul Momineen (asws). His kunyas are Abul Hasan, Father of Shabbir an</w:t>
      </w:r>
      <w:r w:rsidR="004D1165">
        <w:t xml:space="preserve">d </w:t>
      </w:r>
      <w:r>
        <w:t>Shabeer, Abu Turab, Abu Nooreen, and His titles are Ameerul Momineen, Syedul Wasiee</w:t>
      </w:r>
      <w:r w:rsidR="004D1165">
        <w:t xml:space="preserve">n, </w:t>
      </w:r>
      <w:r>
        <w:t>the leader of the people with bright shining foreheads, slayer of rebels, Siddiqe Akba</w:t>
      </w:r>
      <w:r w:rsidR="004D1165">
        <w:t xml:space="preserve">r </w:t>
      </w:r>
      <w:r>
        <w:t>(most trustworthy), Farooq e Azm (greatest honor), distributor of jannah and jahannu</w:t>
      </w:r>
      <w:r w:rsidR="004D1165">
        <w:t xml:space="preserve">m, </w:t>
      </w:r>
      <w:r>
        <w:t>Wasi, Wali, Caliph, Justice of the religion, one who fulfills His promises, Minhatul Kubr</w:t>
      </w:r>
      <w:r w:rsidR="004D1165">
        <w:t xml:space="preserve">a </w:t>
      </w:r>
      <w:r>
        <w:t>(greatest mercy), Master of jinns and man, Master of the religion, door of repentance, Arc o</w:t>
      </w:r>
      <w:r w:rsidR="004D1165">
        <w:t xml:space="preserve">f </w:t>
      </w:r>
      <w:r>
        <w:t>Salvation, Siratul Mustaqeem (straight path)”</w:t>
      </w:r>
    </w:p>
    <w:p w:rsidR="00EC54B6" w:rsidRDefault="00EC54B6" w:rsidP="00CE7E0F">
      <w:pPr>
        <w:pStyle w:val="libItalic"/>
      </w:pPr>
      <w:r>
        <w:t>(Manaqib ibne Shazaan pg 174)</w:t>
      </w:r>
    </w:p>
    <w:p w:rsidR="00EC54B6" w:rsidRDefault="00EC54B6" w:rsidP="00175E59">
      <w:pPr>
        <w:pStyle w:val="Heading2Center"/>
      </w:pPr>
      <w:bookmarkStart w:id="769" w:name="_Toc442791888"/>
      <w:r>
        <w:t>28. Momin (true believer)</w:t>
      </w:r>
      <w:bookmarkEnd w:id="769"/>
    </w:p>
    <w:p w:rsidR="00EC54B6" w:rsidRDefault="00EC54B6" w:rsidP="00EC54B6">
      <w:pPr>
        <w:pStyle w:val="libNormal"/>
      </w:pPr>
      <w:r>
        <w:t>It is narrated from Imam Jafar Sadiq (as) that when He recited this ayah, “so Allah will se</w:t>
      </w:r>
      <w:r w:rsidR="004D1165">
        <w:t xml:space="preserve">e </w:t>
      </w:r>
      <w:r>
        <w:t>your work and (so will) His Messenger and the believers” (9:105), Imam (as) said, “</w:t>
      </w:r>
      <w:r w:rsidR="004D1165">
        <w:t xml:space="preserve">I </w:t>
      </w:r>
      <w:r>
        <w:t>swear by Allah that momin is Ali (asws) ibn Abi Talib (as).”</w:t>
      </w:r>
    </w:p>
    <w:p w:rsidR="00EC54B6" w:rsidRDefault="00EC54B6" w:rsidP="0080330A">
      <w:pPr>
        <w:pStyle w:val="libItalic"/>
      </w:pPr>
      <w:r>
        <w:t>(Usool e Kafi First Edition pg 22)</w:t>
      </w:r>
    </w:p>
    <w:p w:rsidR="00EC54B6" w:rsidRDefault="00EC54B6" w:rsidP="00175E59">
      <w:pPr>
        <w:pStyle w:val="Heading2Center"/>
      </w:pPr>
      <w:bookmarkStart w:id="770" w:name="_Toc442791889"/>
      <w:r>
        <w:t>29. Minfiq (those who spend)</w:t>
      </w:r>
      <w:bookmarkEnd w:id="770"/>
    </w:p>
    <w:p w:rsidR="00FE3B28" w:rsidRDefault="00EC54B6" w:rsidP="00EC54B6">
      <w:pPr>
        <w:pStyle w:val="libNormal"/>
      </w:pPr>
      <w:r>
        <w:t>In the tafseer of this ayah “And the parable of those who spend their property to seek th</w:t>
      </w:r>
      <w:r w:rsidR="004D1165">
        <w:t xml:space="preserve">e </w:t>
      </w:r>
      <w:r>
        <w:t>pleasure of Allah” (2:265), Imam Sadiq (as) said, “This ayah was revealed for Ameeru</w:t>
      </w:r>
      <w:r w:rsidR="004D1165">
        <w:t xml:space="preserve">l </w:t>
      </w:r>
      <w:r>
        <w:t>Momineen Ali (asws) ibn Abi Talib (as).”</w:t>
      </w:r>
    </w:p>
    <w:p w:rsidR="00EC54B6" w:rsidRDefault="00EC54B6" w:rsidP="009D029C">
      <w:pPr>
        <w:pStyle w:val="libItalic"/>
      </w:pPr>
      <w:r>
        <w:t>(Tafseer Furat pg 7)</w:t>
      </w:r>
    </w:p>
    <w:p w:rsidR="00EC54B6" w:rsidRDefault="00EC54B6" w:rsidP="00175E59">
      <w:pPr>
        <w:pStyle w:val="Heading2Center"/>
      </w:pPr>
      <w:bookmarkStart w:id="771" w:name="_Toc442791890"/>
      <w:r>
        <w:t>30. Mizanullah (scale of Allah)</w:t>
      </w:r>
      <w:bookmarkEnd w:id="771"/>
    </w:p>
    <w:p w:rsidR="00EC54B6" w:rsidRDefault="00EC54B6" w:rsidP="00EC54B6">
      <w:pPr>
        <w:pStyle w:val="libNormal"/>
      </w:pPr>
      <w:r>
        <w:t>In one of His sermons Moula Ali (asws) says, “I am the scale of Allah”.</w:t>
      </w:r>
    </w:p>
    <w:p w:rsidR="00EC54B6" w:rsidRDefault="00EC54B6" w:rsidP="0080330A">
      <w:pPr>
        <w:pStyle w:val="libItalic"/>
      </w:pPr>
      <w:r>
        <w:t>(Mukhtasir al Basair pg 33)</w:t>
      </w:r>
    </w:p>
    <w:p w:rsidR="00EC54B6" w:rsidRDefault="00EC54B6" w:rsidP="00175E59">
      <w:pPr>
        <w:pStyle w:val="Heading2Center"/>
      </w:pPr>
      <w:bookmarkStart w:id="772" w:name="_Toc442791891"/>
      <w:r>
        <w:t>31. Madhal ul Jababrah (humiliator of oppressors)</w:t>
      </w:r>
      <w:bookmarkEnd w:id="772"/>
    </w:p>
    <w:p w:rsidR="00EC54B6" w:rsidRDefault="00EC54B6" w:rsidP="00EC54B6">
      <w:pPr>
        <w:pStyle w:val="libNormal"/>
      </w:pPr>
      <w:r>
        <w:t>In one sermon of Moula (asws) He says, “I am humiliator of oppressors”.</w:t>
      </w:r>
    </w:p>
    <w:p w:rsidR="00EC54B6" w:rsidRDefault="00EC54B6" w:rsidP="0080330A">
      <w:pPr>
        <w:pStyle w:val="libItalic"/>
      </w:pPr>
      <w:r>
        <w:t>(Mukhatsirul Basair pg 33)</w:t>
      </w:r>
    </w:p>
    <w:p w:rsidR="00EC54B6" w:rsidRDefault="00EC54B6" w:rsidP="00175E59">
      <w:pPr>
        <w:pStyle w:val="Heading2Center"/>
      </w:pPr>
      <w:bookmarkStart w:id="773" w:name="_Toc442791892"/>
      <w:r>
        <w:t>32. Mahalik Asahab al Ras (slayer of Asahab al Ras)</w:t>
      </w:r>
      <w:bookmarkEnd w:id="773"/>
    </w:p>
    <w:p w:rsidR="00EC54B6" w:rsidRDefault="00EC54B6" w:rsidP="00EC54B6">
      <w:pPr>
        <w:pStyle w:val="libNormal"/>
      </w:pPr>
      <w:r>
        <w:t>In one sermon of Moula (asws) He says, “I am the slayer of Asahab al Ras”.</w:t>
      </w:r>
    </w:p>
    <w:p w:rsidR="00EC54B6" w:rsidRDefault="00EC54B6" w:rsidP="0080330A">
      <w:pPr>
        <w:pStyle w:val="libItalic"/>
      </w:pPr>
      <w:r>
        <w:t>(Mukhtasirul Basair pg 33)</w:t>
      </w:r>
    </w:p>
    <w:p w:rsidR="00EC54B6" w:rsidRDefault="00EC54B6" w:rsidP="00385CB6">
      <w:pPr>
        <w:pStyle w:val="Heading2Center"/>
      </w:pPr>
      <w:bookmarkStart w:id="774" w:name="_Toc442791893"/>
      <w:r>
        <w:t xml:space="preserve">33. Mazher al Ajeebat </w:t>
      </w:r>
      <w:r w:rsidRPr="00385CB6">
        <w:t>wal</w:t>
      </w:r>
      <w:r>
        <w:t xml:space="preserve"> Ayat (Manifestation of the wonderous</w:t>
      </w:r>
      <w:r w:rsidR="00385CB6">
        <w:t xml:space="preserve"> </w:t>
      </w:r>
      <w:r>
        <w:t>signs)</w:t>
      </w:r>
      <w:bookmarkEnd w:id="774"/>
    </w:p>
    <w:p w:rsidR="00EC54B6" w:rsidRDefault="00EC54B6" w:rsidP="00EC54B6">
      <w:pPr>
        <w:pStyle w:val="libNormal"/>
      </w:pPr>
      <w:r>
        <w:t>In ziarat of Ameerul Momineen (asws) on the night of al Baath, it is written, “Salam b</w:t>
      </w:r>
      <w:r w:rsidR="004D1165">
        <w:t xml:space="preserve">e </w:t>
      </w:r>
      <w:r>
        <w:t>upon you O’Manifestation of the wonderous signs”.</w:t>
      </w:r>
    </w:p>
    <w:p w:rsidR="00EC54B6" w:rsidRDefault="00EC54B6" w:rsidP="00175E59">
      <w:pPr>
        <w:pStyle w:val="Heading2Center"/>
      </w:pPr>
      <w:bookmarkStart w:id="775" w:name="_Toc442791894"/>
      <w:r>
        <w:t>34. Mufazail al Fazailat (most superior)</w:t>
      </w:r>
      <w:bookmarkEnd w:id="775"/>
    </w:p>
    <w:p w:rsidR="00EC54B6" w:rsidRDefault="00EC54B6" w:rsidP="00EC54B6">
      <w:pPr>
        <w:pStyle w:val="libNormal"/>
      </w:pPr>
      <w:r>
        <w:t>In Khutba Bayan, Moula Ali (asws) says, “I am Most Superior”.</w:t>
      </w:r>
    </w:p>
    <w:p w:rsidR="00EC54B6" w:rsidRDefault="00EC54B6" w:rsidP="00175E59">
      <w:pPr>
        <w:pStyle w:val="Heading2Center"/>
      </w:pPr>
      <w:bookmarkStart w:id="776" w:name="_Toc442791895"/>
      <w:r>
        <w:t>35. Mihal al Afaaf (source of purity)</w:t>
      </w:r>
      <w:bookmarkEnd w:id="776"/>
    </w:p>
    <w:p w:rsidR="00EC54B6" w:rsidRDefault="00EC54B6" w:rsidP="00EC54B6">
      <w:pPr>
        <w:pStyle w:val="libNormal"/>
      </w:pPr>
      <w:r>
        <w:t>In Khutba Bayan, Moula Ali (asws) says, “I am the source of purity”.</w:t>
      </w:r>
    </w:p>
    <w:p w:rsidR="00EC54B6" w:rsidRDefault="00EC54B6" w:rsidP="00175E59">
      <w:pPr>
        <w:pStyle w:val="Heading2Center"/>
      </w:pPr>
      <w:bookmarkStart w:id="777" w:name="_Toc442791896"/>
      <w:r>
        <w:t>36. Madan al Ansaaf (administer of justice)</w:t>
      </w:r>
      <w:bookmarkEnd w:id="777"/>
    </w:p>
    <w:p w:rsidR="00FE3B28" w:rsidRDefault="00EC54B6" w:rsidP="00EC54B6">
      <w:pPr>
        <w:pStyle w:val="libNormal"/>
      </w:pPr>
      <w:r>
        <w:lastRenderedPageBreak/>
        <w:t>In Khutba Bayan, Moula Ali (asws) says, “I am the administer of justice”.</w:t>
      </w:r>
    </w:p>
    <w:p w:rsidR="00EC54B6" w:rsidRDefault="00EC54B6" w:rsidP="00175E59">
      <w:pPr>
        <w:pStyle w:val="Heading2Center"/>
      </w:pPr>
      <w:bookmarkStart w:id="778" w:name="_Toc442791897"/>
      <w:r>
        <w:t>37. Madhal al Shajaan</w:t>
      </w:r>
      <w:bookmarkEnd w:id="778"/>
    </w:p>
    <w:p w:rsidR="00EC54B6" w:rsidRDefault="00EC54B6" w:rsidP="00EC54B6">
      <w:pPr>
        <w:pStyle w:val="libNormal"/>
      </w:pPr>
      <w:r>
        <w:t>In Khutba Bayan, Moula Ali (asws) says, “I am Madhal al Shajaan”.</w:t>
      </w:r>
    </w:p>
    <w:p w:rsidR="00EC54B6" w:rsidRDefault="00EC54B6" w:rsidP="00175E59">
      <w:pPr>
        <w:pStyle w:val="Heading2Center"/>
      </w:pPr>
      <w:bookmarkStart w:id="779" w:name="_Toc442791898"/>
      <w:r>
        <w:t>38. Mumjad al Hasab(Lord of the day of judgement)</w:t>
      </w:r>
      <w:bookmarkEnd w:id="779"/>
    </w:p>
    <w:p w:rsidR="00EC54B6" w:rsidRDefault="00EC54B6" w:rsidP="00EC54B6">
      <w:pPr>
        <w:pStyle w:val="libNormal"/>
      </w:pPr>
      <w:r>
        <w:t>In Khutba Bayan, Moula Ali (asws) says, “I am the Lord of the day of judgement”.</w:t>
      </w:r>
    </w:p>
    <w:p w:rsidR="00EC54B6" w:rsidRDefault="00EC54B6" w:rsidP="00175E59">
      <w:pPr>
        <w:pStyle w:val="Heading2Center"/>
      </w:pPr>
      <w:bookmarkStart w:id="780" w:name="_Toc442791899"/>
      <w:r>
        <w:t>39. Mirhoob al Shadaa</w:t>
      </w:r>
      <w:bookmarkEnd w:id="780"/>
    </w:p>
    <w:p w:rsidR="00EC54B6" w:rsidRDefault="00EC54B6" w:rsidP="00EC54B6">
      <w:pPr>
        <w:pStyle w:val="libNormal"/>
      </w:pPr>
      <w:r>
        <w:t>In Khutba Bayan, Moula Ali (asws) says, “I am Mirhoob al Shadaa”.</w:t>
      </w:r>
    </w:p>
    <w:p w:rsidR="00EC54B6" w:rsidRDefault="00EC54B6" w:rsidP="00175E59">
      <w:pPr>
        <w:pStyle w:val="Heading2Center"/>
      </w:pPr>
      <w:bookmarkStart w:id="781" w:name="_Toc442791900"/>
      <w:r>
        <w:t>40. Mowziahul Haqeeqat (revealer of truth)</w:t>
      </w:r>
      <w:bookmarkEnd w:id="781"/>
    </w:p>
    <w:p w:rsidR="00EC54B6" w:rsidRDefault="00EC54B6" w:rsidP="00EC54B6">
      <w:pPr>
        <w:pStyle w:val="libNormal"/>
      </w:pPr>
      <w:r>
        <w:t>In Khutba Bayan, Moula Ali (asws) says, “I am revealer of truth”.</w:t>
      </w:r>
    </w:p>
    <w:p w:rsidR="00EC54B6" w:rsidRDefault="00EC54B6" w:rsidP="00175E59">
      <w:pPr>
        <w:pStyle w:val="Heading2Center"/>
      </w:pPr>
      <w:bookmarkStart w:id="782" w:name="_Toc442791901"/>
      <w:r>
        <w:t>41. Mizanahul Wadiyah</w:t>
      </w:r>
      <w:bookmarkEnd w:id="782"/>
    </w:p>
    <w:p w:rsidR="00EC54B6" w:rsidRDefault="00EC54B6" w:rsidP="00EC54B6">
      <w:pPr>
        <w:pStyle w:val="libNormal"/>
      </w:pPr>
      <w:r>
        <w:t>In Khutba Bayan, Moula Ali (asws) says, “I am Mizanahul Wadiyah.”</w:t>
      </w:r>
    </w:p>
    <w:p w:rsidR="00EC54B6" w:rsidRDefault="00EC54B6" w:rsidP="00175E59">
      <w:pPr>
        <w:pStyle w:val="Heading2Center"/>
      </w:pPr>
      <w:bookmarkStart w:id="783" w:name="_Toc442791902"/>
      <w:r>
        <w:t>42. Mibtal al Abtal</w:t>
      </w:r>
      <w:bookmarkEnd w:id="783"/>
    </w:p>
    <w:p w:rsidR="00EC54B6" w:rsidRDefault="00EC54B6" w:rsidP="00EC54B6">
      <w:pPr>
        <w:pStyle w:val="libNormal"/>
      </w:pPr>
      <w:r>
        <w:t>In Khutba Bayan, Moula Ali (asws) says, “I am Mibtal al Abtal”.</w:t>
      </w:r>
    </w:p>
    <w:p w:rsidR="00EC54B6" w:rsidRDefault="00EC54B6" w:rsidP="00175E59">
      <w:pPr>
        <w:pStyle w:val="Heading2Center"/>
      </w:pPr>
      <w:bookmarkStart w:id="784" w:name="_Toc442791903"/>
      <w:r>
        <w:t>43. Midhal al Iqbal</w:t>
      </w:r>
      <w:bookmarkEnd w:id="784"/>
    </w:p>
    <w:p w:rsidR="00EC54B6" w:rsidRDefault="00EC54B6" w:rsidP="00EC54B6">
      <w:pPr>
        <w:pStyle w:val="libNormal"/>
      </w:pPr>
      <w:r>
        <w:t>In Khutba Bayan, Moula Ali (asws) says, “I am Midhal al Iqbal.”</w:t>
      </w:r>
    </w:p>
    <w:p w:rsidR="00EC54B6" w:rsidRDefault="00EC54B6" w:rsidP="00175E59">
      <w:pPr>
        <w:pStyle w:val="Heading2Center"/>
      </w:pPr>
      <w:bookmarkStart w:id="785" w:name="_Toc442791904"/>
      <w:r>
        <w:t>44. Mukhamidul Fatin (destroyer of fitna)</w:t>
      </w:r>
      <w:bookmarkEnd w:id="785"/>
    </w:p>
    <w:p w:rsidR="00EC54B6" w:rsidRDefault="00EC54B6" w:rsidP="00EC54B6">
      <w:pPr>
        <w:pStyle w:val="libNormal"/>
      </w:pPr>
      <w:r>
        <w:t>In Khutba Bayan, Moula Ali (asws) says, “I am the destroyer of fitna”.</w:t>
      </w:r>
    </w:p>
    <w:p w:rsidR="00EC54B6" w:rsidRDefault="00EC54B6" w:rsidP="00175E59">
      <w:pPr>
        <w:pStyle w:val="Heading2Center"/>
      </w:pPr>
      <w:bookmarkStart w:id="786" w:name="_Toc442791905"/>
      <w:r>
        <w:t>45. Misadir al Mihan</w:t>
      </w:r>
      <w:bookmarkEnd w:id="786"/>
    </w:p>
    <w:p w:rsidR="00EC54B6" w:rsidRDefault="00EC54B6" w:rsidP="00EC54B6">
      <w:pPr>
        <w:pStyle w:val="libNormal"/>
      </w:pPr>
      <w:r>
        <w:t>In Khutba Bayan, Moula Ali (asws) says, “I am Misadir al Mihan”.</w:t>
      </w:r>
    </w:p>
    <w:p w:rsidR="00EC54B6" w:rsidRDefault="00EC54B6" w:rsidP="00175E59">
      <w:pPr>
        <w:pStyle w:val="Heading2Center"/>
      </w:pPr>
      <w:bookmarkStart w:id="787" w:name="_Toc442791906"/>
      <w:r>
        <w:t>46. Miknoon al Hijab (secret of the veil)</w:t>
      </w:r>
      <w:bookmarkEnd w:id="787"/>
    </w:p>
    <w:p w:rsidR="00FE3B28" w:rsidRDefault="00EC54B6" w:rsidP="00EC54B6">
      <w:pPr>
        <w:pStyle w:val="libNormal"/>
      </w:pPr>
      <w:r>
        <w:t>Moula Ali (asws) says in Khutba Bayan, “I am the secret of the hijab (veil)”.</w:t>
      </w:r>
    </w:p>
    <w:p w:rsidR="00EC54B6" w:rsidRDefault="00EC54B6" w:rsidP="00175E59">
      <w:pPr>
        <w:pStyle w:val="Heading2Center"/>
      </w:pPr>
      <w:bookmarkStart w:id="788" w:name="_Toc442791907"/>
      <w:r>
        <w:t>47. Misbahul Zulm (light in the darkness)</w:t>
      </w:r>
      <w:bookmarkEnd w:id="788"/>
    </w:p>
    <w:p w:rsidR="00EC54B6" w:rsidRDefault="00EC54B6" w:rsidP="00EC54B6">
      <w:pPr>
        <w:pStyle w:val="libNormal"/>
      </w:pPr>
      <w:r>
        <w:t>Moula Ali (asws) says in Khutba Bayan, “I am the light in the darkness”.</w:t>
      </w:r>
    </w:p>
    <w:p w:rsidR="00EC54B6" w:rsidRDefault="00EC54B6" w:rsidP="00175E59">
      <w:pPr>
        <w:pStyle w:val="Heading2Center"/>
      </w:pPr>
      <w:bookmarkStart w:id="789" w:name="_Toc442791908"/>
      <w:r>
        <w:t>48. Mimdooh Hul Ata (praised one of Hul Ata (76:5-22))</w:t>
      </w:r>
      <w:bookmarkEnd w:id="789"/>
    </w:p>
    <w:p w:rsidR="00EC54B6" w:rsidRDefault="00EC54B6" w:rsidP="00EC54B6">
      <w:pPr>
        <w:pStyle w:val="libNormal"/>
      </w:pPr>
      <w:r>
        <w:t>Moula Ali (asws) says in Khutba Bayan, “I am the praised one of Hul Ata (76:5-22)”.</w:t>
      </w:r>
    </w:p>
    <w:p w:rsidR="00EC54B6" w:rsidRDefault="00EC54B6" w:rsidP="00175E59">
      <w:pPr>
        <w:pStyle w:val="Heading2Center"/>
      </w:pPr>
      <w:bookmarkStart w:id="790" w:name="_Toc442791909"/>
      <w:r>
        <w:t>49. Mahkam al Fazl (absolute blessedness)</w:t>
      </w:r>
      <w:bookmarkEnd w:id="790"/>
    </w:p>
    <w:p w:rsidR="00EC54B6" w:rsidRDefault="00EC54B6" w:rsidP="00EC54B6">
      <w:pPr>
        <w:pStyle w:val="libNormal"/>
      </w:pPr>
      <w:r>
        <w:t>Moula Ali (asws) says in Khutba Bayan, “I am the absolute blessedness”.</w:t>
      </w:r>
    </w:p>
    <w:p w:rsidR="00EC54B6" w:rsidRDefault="00EC54B6" w:rsidP="00175E59">
      <w:pPr>
        <w:pStyle w:val="Heading2Center"/>
      </w:pPr>
      <w:bookmarkStart w:id="791" w:name="_Toc442791910"/>
      <w:r>
        <w:t>50. Misbahul Qaloob(noor of hearts)</w:t>
      </w:r>
      <w:bookmarkEnd w:id="791"/>
    </w:p>
    <w:p w:rsidR="00EC54B6" w:rsidRDefault="00EC54B6" w:rsidP="00EC54B6">
      <w:pPr>
        <w:pStyle w:val="libNormal"/>
      </w:pPr>
      <w:r>
        <w:t>Moula Ali (asws) says in Khutba Bayan, “I am the noor of hearts”.</w:t>
      </w:r>
    </w:p>
    <w:p w:rsidR="00EC54B6" w:rsidRDefault="00EC54B6" w:rsidP="00175E59">
      <w:pPr>
        <w:pStyle w:val="Heading2Center"/>
      </w:pPr>
      <w:bookmarkStart w:id="792" w:name="_Toc442791911"/>
      <w:r>
        <w:t>51. Maksar al Asnam (destroyer of idols)</w:t>
      </w:r>
      <w:bookmarkEnd w:id="792"/>
    </w:p>
    <w:p w:rsidR="00EC54B6" w:rsidRDefault="00EC54B6" w:rsidP="00EC54B6">
      <w:pPr>
        <w:pStyle w:val="libNormal"/>
      </w:pPr>
      <w:r>
        <w:t>Moula Ali (asws) says in Khutba Bayan, “I am the destroyer of idols.”</w:t>
      </w:r>
    </w:p>
    <w:p w:rsidR="00EC54B6" w:rsidRDefault="00EC54B6" w:rsidP="00175E59">
      <w:pPr>
        <w:pStyle w:val="Heading2Center"/>
      </w:pPr>
      <w:bookmarkStart w:id="793" w:name="_Toc442791912"/>
      <w:r>
        <w:t>52. Mohin al Bitarq (destroyer of stars)</w:t>
      </w:r>
      <w:bookmarkEnd w:id="793"/>
    </w:p>
    <w:p w:rsidR="00EC54B6" w:rsidRDefault="00EC54B6" w:rsidP="00EC54B6">
      <w:pPr>
        <w:pStyle w:val="libNormal"/>
      </w:pPr>
      <w:r>
        <w:t>Moula Ali (asws) says in Khutba Bayan, “I am the destroyer of stars”.</w:t>
      </w:r>
    </w:p>
    <w:p w:rsidR="00EC54B6" w:rsidRDefault="00EC54B6" w:rsidP="00385CB6">
      <w:pPr>
        <w:pStyle w:val="Heading2Center"/>
      </w:pPr>
      <w:bookmarkStart w:id="794" w:name="_Toc442791913"/>
      <w:r>
        <w:lastRenderedPageBreak/>
        <w:t>53. Matalaa ala akhbar al auliyaeen (informer of previous</w:t>
      </w:r>
      <w:r w:rsidR="00385CB6">
        <w:t xml:space="preserve"> </w:t>
      </w:r>
      <w:r>
        <w:t>nations)</w:t>
      </w:r>
      <w:bookmarkEnd w:id="794"/>
    </w:p>
    <w:p w:rsidR="00EC54B6" w:rsidRDefault="00EC54B6" w:rsidP="00EC54B6">
      <w:pPr>
        <w:pStyle w:val="libNormal"/>
      </w:pPr>
      <w:r>
        <w:t>Moula Ali (asws) says in Khutba Bayan, “I am the informer of the previous nations”.</w:t>
      </w:r>
    </w:p>
    <w:p w:rsidR="00EC54B6" w:rsidRDefault="00EC54B6" w:rsidP="00175E59">
      <w:pPr>
        <w:pStyle w:val="Heading2Center"/>
      </w:pPr>
      <w:bookmarkStart w:id="795" w:name="_Toc442791914"/>
      <w:r>
        <w:t>54. Mahdi al Awan</w:t>
      </w:r>
      <w:bookmarkEnd w:id="795"/>
    </w:p>
    <w:p w:rsidR="00EC54B6" w:rsidRDefault="00EC54B6" w:rsidP="00EC54B6">
      <w:pPr>
        <w:pStyle w:val="libNormal"/>
      </w:pPr>
      <w:r>
        <w:t>Moula Ali (asws) says in Khutba Bayan, “I am Mahdi al Awan”.</w:t>
      </w:r>
    </w:p>
    <w:p w:rsidR="00EC54B6" w:rsidRDefault="00EC54B6" w:rsidP="00175E59">
      <w:pPr>
        <w:pStyle w:val="Heading2Center"/>
      </w:pPr>
      <w:bookmarkStart w:id="796" w:name="_Toc442791915"/>
      <w:r>
        <w:t>55. Mushtri al Koakib</w:t>
      </w:r>
      <w:bookmarkEnd w:id="796"/>
    </w:p>
    <w:p w:rsidR="00FE3B28" w:rsidRDefault="00EC54B6" w:rsidP="00EC54B6">
      <w:pPr>
        <w:pStyle w:val="libNormal"/>
      </w:pPr>
      <w:r>
        <w:t>Moula Ali (asws) says in Khutba Bayan, “I am Mushtri al Koakib”.</w:t>
      </w:r>
    </w:p>
    <w:p w:rsidR="00EC54B6" w:rsidRDefault="00EC54B6" w:rsidP="00385CB6">
      <w:pPr>
        <w:pStyle w:val="Heading2Center"/>
      </w:pPr>
      <w:bookmarkStart w:id="797" w:name="_Toc442791916"/>
      <w:r>
        <w:t>56. Mitlu sabaa wal Waqaah (the one whose name is recited in</w:t>
      </w:r>
      <w:r w:rsidR="00385CB6">
        <w:t xml:space="preserve"> </w:t>
      </w:r>
      <w:r>
        <w:t>Sura Sabaa and Sura Waqia)</w:t>
      </w:r>
      <w:bookmarkEnd w:id="797"/>
    </w:p>
    <w:p w:rsidR="00EC54B6" w:rsidRDefault="00EC54B6" w:rsidP="00EC54B6">
      <w:pPr>
        <w:pStyle w:val="libNormal"/>
      </w:pPr>
      <w:r>
        <w:t>Moula Ali (asws) says in Khutba Bayan, “I am the one whose name is recited in Sura Saba</w:t>
      </w:r>
      <w:r w:rsidR="004D1165">
        <w:t xml:space="preserve">a </w:t>
      </w:r>
      <w:r>
        <w:t>and Sura Waqia”.</w:t>
      </w:r>
    </w:p>
    <w:p w:rsidR="00EC54B6" w:rsidRDefault="00EC54B6" w:rsidP="00175E59">
      <w:pPr>
        <w:pStyle w:val="Heading2Center"/>
      </w:pPr>
      <w:bookmarkStart w:id="798" w:name="_Toc442791917"/>
      <w:r>
        <w:t>57. Mikhbar an waqiya al akhreen (teller of fortunes)</w:t>
      </w:r>
      <w:bookmarkEnd w:id="798"/>
    </w:p>
    <w:p w:rsidR="00EC54B6" w:rsidRDefault="00EC54B6" w:rsidP="00EC54B6">
      <w:pPr>
        <w:pStyle w:val="libNormal"/>
      </w:pPr>
      <w:r>
        <w:t>Moula Ali (asws) says in Khutba Bayan, “I am the teller of fortunes”.</w:t>
      </w:r>
    </w:p>
    <w:p w:rsidR="00EC54B6" w:rsidRDefault="00EC54B6" w:rsidP="00175E59">
      <w:pPr>
        <w:pStyle w:val="Heading2Center"/>
      </w:pPr>
      <w:bookmarkStart w:id="799" w:name="_Toc442791918"/>
      <w:r>
        <w:t>58. Makhatab al Amuwat (one who speaks with the dead)</w:t>
      </w:r>
      <w:bookmarkEnd w:id="799"/>
    </w:p>
    <w:p w:rsidR="00EC54B6" w:rsidRDefault="00EC54B6" w:rsidP="00EC54B6">
      <w:pPr>
        <w:pStyle w:val="libNormal"/>
      </w:pPr>
      <w:r>
        <w:t>Moula Ali (asws) says in Khutba Bayan, “I am the one who speaks with the dead”.</w:t>
      </w:r>
    </w:p>
    <w:p w:rsidR="00EC54B6" w:rsidRDefault="00EC54B6" w:rsidP="00175E59">
      <w:pPr>
        <w:pStyle w:val="Heading2Center"/>
      </w:pPr>
      <w:bookmarkStart w:id="800" w:name="_Toc442791919"/>
      <w:r>
        <w:t>59. Miklam al Thabaan (one who spoke with the snake of Musa as)</w:t>
      </w:r>
      <w:bookmarkEnd w:id="800"/>
    </w:p>
    <w:p w:rsidR="00EC54B6" w:rsidRDefault="00EC54B6" w:rsidP="00EC54B6">
      <w:pPr>
        <w:pStyle w:val="libNormal"/>
      </w:pPr>
      <w:r>
        <w:t>Moula Ali (asws) says in Khutba Bayan, “I am the one who spoke with Thabaan (snake o</w:t>
      </w:r>
      <w:r w:rsidR="004D1165">
        <w:t xml:space="preserve">f </w:t>
      </w:r>
      <w:r>
        <w:t>Musa as)”.</w:t>
      </w:r>
    </w:p>
    <w:p w:rsidR="00EC54B6" w:rsidRDefault="00EC54B6" w:rsidP="00175E59">
      <w:pPr>
        <w:pStyle w:val="Heading2Center"/>
      </w:pPr>
      <w:bookmarkStart w:id="801" w:name="_Toc442791920"/>
      <w:r>
        <w:t>60. Mahalk al Hijab</w:t>
      </w:r>
      <w:bookmarkEnd w:id="801"/>
    </w:p>
    <w:p w:rsidR="00EC54B6" w:rsidRDefault="00EC54B6" w:rsidP="00EC54B6">
      <w:pPr>
        <w:pStyle w:val="libNormal"/>
      </w:pPr>
      <w:r>
        <w:t>Moula Ali (asws) says in Khutba Bayan, “I am Mahalk al Hijab”.</w:t>
      </w:r>
    </w:p>
    <w:p w:rsidR="00EC54B6" w:rsidRDefault="00EC54B6" w:rsidP="00175E59">
      <w:pPr>
        <w:pStyle w:val="Heading2Center"/>
      </w:pPr>
      <w:bookmarkStart w:id="802" w:name="_Toc442791921"/>
      <w:r>
        <w:t>61. Mafarq al Ahzab</w:t>
      </w:r>
      <w:bookmarkEnd w:id="802"/>
    </w:p>
    <w:p w:rsidR="00EC54B6" w:rsidRDefault="00EC54B6" w:rsidP="00EC54B6">
      <w:pPr>
        <w:pStyle w:val="libNormal"/>
      </w:pPr>
      <w:r>
        <w:t>Moula Ali (asws) says in Khutba Bayan, “I am Mafarq al Ahzab”.</w:t>
      </w:r>
    </w:p>
    <w:p w:rsidR="00EC54B6" w:rsidRDefault="00EC54B6" w:rsidP="00175E59">
      <w:pPr>
        <w:pStyle w:val="Heading2Center"/>
      </w:pPr>
      <w:bookmarkStart w:id="803" w:name="_Toc442791922"/>
      <w:r>
        <w:t>62. Mishkatul Noor (lamp of noor)</w:t>
      </w:r>
      <w:bookmarkEnd w:id="803"/>
    </w:p>
    <w:p w:rsidR="00EC54B6" w:rsidRDefault="00EC54B6" w:rsidP="00EC54B6">
      <w:pPr>
        <w:pStyle w:val="libNormal"/>
      </w:pPr>
      <w:r>
        <w:t>Moula Ali (asws) says in Khutba Bayan, “I am the lamp of noor”.</w:t>
      </w:r>
    </w:p>
    <w:p w:rsidR="00EC54B6" w:rsidRDefault="00EC54B6" w:rsidP="00175E59">
      <w:pPr>
        <w:pStyle w:val="Heading2Center"/>
      </w:pPr>
      <w:bookmarkStart w:id="804" w:name="_Toc442791923"/>
      <w:r>
        <w:t>63. Mablagh al anbiya (one who delivered divine inspiration)</w:t>
      </w:r>
      <w:bookmarkEnd w:id="804"/>
    </w:p>
    <w:p w:rsidR="00EC54B6" w:rsidRDefault="00EC54B6" w:rsidP="00EC54B6">
      <w:pPr>
        <w:pStyle w:val="libNormal"/>
      </w:pPr>
      <w:r>
        <w:t>Moula Ali (asws) says in Khutba Bayan, “I am the one who delivered the divine inspiration”.</w:t>
      </w:r>
    </w:p>
    <w:p w:rsidR="00EC54B6" w:rsidRDefault="00EC54B6" w:rsidP="00175E59">
      <w:pPr>
        <w:pStyle w:val="Heading2Center"/>
      </w:pPr>
      <w:bookmarkStart w:id="805" w:name="_Toc442791924"/>
      <w:r>
        <w:t>64. Mafarj al Karb (remover of sufferings)</w:t>
      </w:r>
      <w:bookmarkEnd w:id="805"/>
    </w:p>
    <w:p w:rsidR="00FE3B28" w:rsidRDefault="00EC54B6" w:rsidP="00EC54B6">
      <w:pPr>
        <w:pStyle w:val="libNormal"/>
      </w:pPr>
      <w:r>
        <w:t>Moula Ali (asws) says in Khutba Bayan, “I am the remover of sufferings.”</w:t>
      </w:r>
    </w:p>
    <w:p w:rsidR="00EC54B6" w:rsidRDefault="00EC54B6" w:rsidP="00175E59">
      <w:pPr>
        <w:pStyle w:val="Heading2Center"/>
      </w:pPr>
      <w:bookmarkStart w:id="806" w:name="_Toc442791925"/>
      <w:r>
        <w:t>65. Mudhah al Qadhiya (interpretor of verdicts)</w:t>
      </w:r>
      <w:bookmarkEnd w:id="806"/>
    </w:p>
    <w:p w:rsidR="00EC54B6" w:rsidRDefault="00EC54B6" w:rsidP="00EC54B6">
      <w:pPr>
        <w:pStyle w:val="libNormal"/>
      </w:pPr>
      <w:r>
        <w:t>Moula Ali (asws) says in Khutba Bayan, “I am the interpretor of verdicts”.</w:t>
      </w:r>
    </w:p>
    <w:p w:rsidR="00EC54B6" w:rsidRDefault="00EC54B6" w:rsidP="00175E59">
      <w:pPr>
        <w:pStyle w:val="Heading2Center"/>
      </w:pPr>
      <w:bookmarkStart w:id="807" w:name="_Toc442791926"/>
      <w:r>
        <w:t>66. Mastoodaa al Wasiya (trustee of wills)</w:t>
      </w:r>
      <w:bookmarkEnd w:id="807"/>
    </w:p>
    <w:p w:rsidR="00EC54B6" w:rsidRDefault="00EC54B6" w:rsidP="00EC54B6">
      <w:pPr>
        <w:pStyle w:val="libNormal"/>
      </w:pPr>
      <w:r>
        <w:t>Moula Ali (asws) says in Khutba Bayan, “I am the trustee of wills”.</w:t>
      </w:r>
    </w:p>
    <w:p w:rsidR="00EC54B6" w:rsidRDefault="00EC54B6" w:rsidP="00175E59">
      <w:pPr>
        <w:pStyle w:val="Heading2Center"/>
      </w:pPr>
      <w:bookmarkStart w:id="808" w:name="_Toc442791927"/>
      <w:r>
        <w:t>67. Minhatul Manah (mercy of the merciful)</w:t>
      </w:r>
      <w:bookmarkEnd w:id="808"/>
    </w:p>
    <w:p w:rsidR="00EC54B6" w:rsidRDefault="00EC54B6" w:rsidP="00EC54B6">
      <w:pPr>
        <w:pStyle w:val="libNormal"/>
      </w:pPr>
      <w:r>
        <w:lastRenderedPageBreak/>
        <w:t>Moula Ali (asws) says in Khutba Bayan, “I am the mercy of the merciful.”</w:t>
      </w:r>
    </w:p>
    <w:p w:rsidR="00EC54B6" w:rsidRDefault="00EC54B6" w:rsidP="00175E59">
      <w:pPr>
        <w:pStyle w:val="Heading2Center"/>
      </w:pPr>
      <w:bookmarkStart w:id="809" w:name="_Toc442791928"/>
      <w:r>
        <w:t>68. Moarif al Awarif (marifat of saints)</w:t>
      </w:r>
      <w:bookmarkEnd w:id="809"/>
    </w:p>
    <w:p w:rsidR="00EC54B6" w:rsidRDefault="00EC54B6" w:rsidP="00EC54B6">
      <w:pPr>
        <w:pStyle w:val="libNormal"/>
      </w:pPr>
      <w:r>
        <w:t>Moula Ali (asws) says in Khutba Bayan, “I am the marifat (recognition) of saints”.</w:t>
      </w:r>
    </w:p>
    <w:p w:rsidR="00EC54B6" w:rsidRDefault="00EC54B6" w:rsidP="00175E59">
      <w:pPr>
        <w:pStyle w:val="Heading2Center"/>
      </w:pPr>
      <w:bookmarkStart w:id="810" w:name="_Toc442791929"/>
      <w:r>
        <w:t>69. Mahallul Shiklat (solver of difficulties)</w:t>
      </w:r>
      <w:bookmarkEnd w:id="810"/>
    </w:p>
    <w:p w:rsidR="00EC54B6" w:rsidRDefault="00EC54B6" w:rsidP="00EC54B6">
      <w:pPr>
        <w:pStyle w:val="libNormal"/>
      </w:pPr>
      <w:r>
        <w:t>Moula Ali (asws) says in Khutba Bayan, “I am the solver of difficulties”.</w:t>
      </w:r>
    </w:p>
    <w:p w:rsidR="00EC54B6" w:rsidRDefault="00EC54B6" w:rsidP="00175E59">
      <w:pPr>
        <w:pStyle w:val="Heading2Center"/>
      </w:pPr>
      <w:bookmarkStart w:id="811" w:name="_Toc442791930"/>
      <w:r>
        <w:t>70. Mazeel al Shabhat (remover of doubts)</w:t>
      </w:r>
      <w:bookmarkEnd w:id="811"/>
    </w:p>
    <w:p w:rsidR="00EC54B6" w:rsidRDefault="00EC54B6" w:rsidP="00EC54B6">
      <w:pPr>
        <w:pStyle w:val="libNormal"/>
      </w:pPr>
      <w:r>
        <w:t>Moula Ali (asws) says in Khutba Bayan, “I am the remover of doubts.”</w:t>
      </w:r>
    </w:p>
    <w:p w:rsidR="00EC54B6" w:rsidRDefault="00EC54B6" w:rsidP="00175E59">
      <w:pPr>
        <w:pStyle w:val="Heading2Center"/>
      </w:pPr>
      <w:bookmarkStart w:id="812" w:name="_Toc442791931"/>
      <w:r>
        <w:t>71. Matil al Qiyas (remover of qiyas)</w:t>
      </w:r>
      <w:bookmarkEnd w:id="812"/>
    </w:p>
    <w:p w:rsidR="00EC54B6" w:rsidRDefault="00EC54B6" w:rsidP="00EC54B6">
      <w:pPr>
        <w:pStyle w:val="libNormal"/>
      </w:pPr>
      <w:r>
        <w:t>Moula Ali (asws) says in Khutba Bayan, “I am the remover of qiyas (analogy)”.</w:t>
      </w:r>
    </w:p>
    <w:p w:rsidR="00EC54B6" w:rsidRDefault="00EC54B6" w:rsidP="00175E59">
      <w:pPr>
        <w:pStyle w:val="Heading2Center"/>
      </w:pPr>
      <w:bookmarkStart w:id="813" w:name="_Toc442791932"/>
      <w:r>
        <w:t>72. Aamal al Awamil</w:t>
      </w:r>
      <w:bookmarkEnd w:id="813"/>
    </w:p>
    <w:p w:rsidR="00EC54B6" w:rsidRDefault="00EC54B6" w:rsidP="00EC54B6">
      <w:pPr>
        <w:pStyle w:val="libNormal"/>
      </w:pPr>
      <w:r>
        <w:t>Moula Ali (asws) says in Khutba Bayan, “I am Aamal al Awamil”.</w:t>
      </w:r>
    </w:p>
    <w:p w:rsidR="00EC54B6" w:rsidRDefault="00EC54B6" w:rsidP="00EC54B6">
      <w:pPr>
        <w:pStyle w:val="libNormal"/>
      </w:pPr>
      <w:r>
        <w:t>Molajul Dha</w:t>
      </w:r>
      <w:r w:rsidR="004D1165">
        <w:t xml:space="preserve">t </w:t>
      </w:r>
      <w:r>
        <w:t>Moula Ali (asws) says in Khutba Bayan, “I am Molajul Dhat”.</w:t>
      </w:r>
    </w:p>
    <w:p w:rsidR="00EC54B6" w:rsidRDefault="00EC54B6" w:rsidP="00175E59">
      <w:pPr>
        <w:pStyle w:val="Heading2Center"/>
      </w:pPr>
      <w:bookmarkStart w:id="814" w:name="_Toc442791933"/>
      <w:r>
        <w:t>73. Majamaa al Shatat</w:t>
      </w:r>
      <w:bookmarkEnd w:id="814"/>
    </w:p>
    <w:p w:rsidR="00FE3B28" w:rsidRDefault="00EC54B6" w:rsidP="00EC54B6">
      <w:pPr>
        <w:pStyle w:val="libNormal"/>
      </w:pPr>
      <w:r>
        <w:t>Moula Ali (asws) says in Khutba Bayan, “I am Majamaa al Shatat”.</w:t>
      </w:r>
    </w:p>
    <w:p w:rsidR="00EC54B6" w:rsidRDefault="00EC54B6" w:rsidP="00175E59">
      <w:pPr>
        <w:pStyle w:val="Heading2Center"/>
      </w:pPr>
      <w:bookmarkStart w:id="815" w:name="_Toc442791934"/>
      <w:r>
        <w:t>74. Meezan al Bateen</w:t>
      </w:r>
      <w:bookmarkEnd w:id="815"/>
    </w:p>
    <w:p w:rsidR="00EC54B6" w:rsidRDefault="00EC54B6" w:rsidP="00EC54B6">
      <w:pPr>
        <w:pStyle w:val="libNormal"/>
      </w:pPr>
      <w:r>
        <w:t>Moula Ali (asws) says in Khutba Bayan, “I am Meezan al Bateen”.</w:t>
      </w:r>
    </w:p>
    <w:p w:rsidR="00EC54B6" w:rsidRDefault="00EC54B6" w:rsidP="00175E59">
      <w:pPr>
        <w:pStyle w:val="Heading2Center"/>
      </w:pPr>
      <w:bookmarkStart w:id="816" w:name="_Toc442791935"/>
      <w:r>
        <w:t>75. Mareekh al Quran</w:t>
      </w:r>
      <w:bookmarkEnd w:id="816"/>
    </w:p>
    <w:p w:rsidR="00EC54B6" w:rsidRDefault="00EC54B6" w:rsidP="00EC54B6">
      <w:pPr>
        <w:pStyle w:val="libNormal"/>
      </w:pPr>
      <w:r>
        <w:t>Moula Ali (asws) says in Khutba Bayan, “I am Mareekh al Quran.”</w:t>
      </w:r>
    </w:p>
    <w:p w:rsidR="00EC54B6" w:rsidRDefault="00EC54B6" w:rsidP="00175E59">
      <w:pPr>
        <w:pStyle w:val="Heading2Center"/>
      </w:pPr>
      <w:bookmarkStart w:id="817" w:name="_Toc442791936"/>
      <w:r>
        <w:t>76. Madim al Amal (one who answers prayers)</w:t>
      </w:r>
      <w:bookmarkEnd w:id="817"/>
    </w:p>
    <w:p w:rsidR="00EC54B6" w:rsidRDefault="00EC54B6" w:rsidP="00EC54B6">
      <w:pPr>
        <w:pStyle w:val="libNormal"/>
      </w:pPr>
      <w:r>
        <w:t>Moula Ali (asws) says in Khutba Bayan, “I am the one who answers the prayers”.</w:t>
      </w:r>
    </w:p>
    <w:p w:rsidR="00EC54B6" w:rsidRDefault="00EC54B6" w:rsidP="00175E59">
      <w:pPr>
        <w:pStyle w:val="Heading2Center"/>
      </w:pPr>
      <w:bookmarkStart w:id="818" w:name="_Toc442791937"/>
      <w:r>
        <w:t>77. Mafajir al Anhar (distributor of rivers)</w:t>
      </w:r>
      <w:bookmarkEnd w:id="818"/>
    </w:p>
    <w:p w:rsidR="00EC54B6" w:rsidRDefault="00EC54B6" w:rsidP="00EC54B6">
      <w:pPr>
        <w:pStyle w:val="libNormal"/>
      </w:pPr>
      <w:r>
        <w:t>Moula Ali (asws) says in Khutba Bayan, “I am the distributor of rivers”.</w:t>
      </w:r>
    </w:p>
    <w:p w:rsidR="00EC54B6" w:rsidRDefault="00EC54B6" w:rsidP="00175E59">
      <w:pPr>
        <w:pStyle w:val="Heading2Center"/>
      </w:pPr>
      <w:bookmarkStart w:id="819" w:name="_Toc442791938"/>
      <w:r>
        <w:t>78. Madhab al Thamar (one who sweetens the fruits)</w:t>
      </w:r>
      <w:bookmarkEnd w:id="819"/>
    </w:p>
    <w:p w:rsidR="00EC54B6" w:rsidRDefault="00EC54B6" w:rsidP="00EC54B6">
      <w:pPr>
        <w:pStyle w:val="libNormal"/>
      </w:pPr>
      <w:r>
        <w:t>Moula Ali (asws) says in Khutba Bayan, “I am the one who sweetens the fruits”.</w:t>
      </w:r>
    </w:p>
    <w:p w:rsidR="00EC54B6" w:rsidRDefault="00EC54B6" w:rsidP="00175E59">
      <w:pPr>
        <w:pStyle w:val="Heading2Center"/>
      </w:pPr>
      <w:bookmarkStart w:id="820" w:name="_Toc442791939"/>
      <w:r>
        <w:t>79. Mafeez al Firat (distributor of Firat)</w:t>
      </w:r>
      <w:bookmarkEnd w:id="820"/>
    </w:p>
    <w:p w:rsidR="00EC54B6" w:rsidRDefault="00EC54B6" w:rsidP="00EC54B6">
      <w:pPr>
        <w:pStyle w:val="libNormal"/>
      </w:pPr>
      <w:r>
        <w:t>Moula Ali (asws) says in Khutba Bayan, “I am distributor of Firat”.</w:t>
      </w:r>
    </w:p>
    <w:p w:rsidR="00EC54B6" w:rsidRDefault="00EC54B6" w:rsidP="00175E59">
      <w:pPr>
        <w:pStyle w:val="Heading2Center"/>
      </w:pPr>
      <w:bookmarkStart w:id="821" w:name="_Toc442791940"/>
      <w:r>
        <w:t>80. Marib al Taurah</w:t>
      </w:r>
      <w:bookmarkEnd w:id="821"/>
    </w:p>
    <w:p w:rsidR="00EC54B6" w:rsidRDefault="00EC54B6" w:rsidP="00EC54B6">
      <w:pPr>
        <w:pStyle w:val="libNormal"/>
      </w:pPr>
      <w:r>
        <w:t>Moula Ali (asws) says in Khutba Bayan, “I am Marib al Taurah”.</w:t>
      </w:r>
    </w:p>
    <w:p w:rsidR="00EC54B6" w:rsidRDefault="00EC54B6" w:rsidP="00175E59">
      <w:pPr>
        <w:pStyle w:val="Heading2Center"/>
      </w:pPr>
      <w:bookmarkStart w:id="822" w:name="_Toc442791941"/>
      <w:r>
        <w:t>81. Mabeen al Sahaf (recitor of Quran)</w:t>
      </w:r>
      <w:bookmarkEnd w:id="822"/>
    </w:p>
    <w:p w:rsidR="00EC54B6" w:rsidRDefault="00EC54B6" w:rsidP="00EC54B6">
      <w:pPr>
        <w:pStyle w:val="libNormal"/>
      </w:pPr>
      <w:r>
        <w:t>Moula Ali (asws) says in Khutba Bayan, “I am the recitor of Quran.”</w:t>
      </w:r>
    </w:p>
    <w:p w:rsidR="00EC54B6" w:rsidRDefault="00EC54B6" w:rsidP="00385CB6">
      <w:pPr>
        <w:pStyle w:val="Heading2Center"/>
      </w:pPr>
      <w:bookmarkStart w:id="823" w:name="_Toc442791942"/>
      <w:r>
        <w:t>82. Mifsaha al Zaboor (one who has complete knowledge of</w:t>
      </w:r>
      <w:r w:rsidR="00385CB6">
        <w:t xml:space="preserve"> </w:t>
      </w:r>
      <w:r>
        <w:t>Zaboor)</w:t>
      </w:r>
      <w:bookmarkEnd w:id="823"/>
    </w:p>
    <w:p w:rsidR="00FE3B28" w:rsidRDefault="00EC54B6" w:rsidP="00EC54B6">
      <w:pPr>
        <w:pStyle w:val="libNormal"/>
      </w:pPr>
      <w:r>
        <w:lastRenderedPageBreak/>
        <w:t>Moula Ali (asws) says in Khutba Bayan, “I am the one who possesses the complet</w:t>
      </w:r>
      <w:r w:rsidR="004D1165">
        <w:t xml:space="preserve">e </w:t>
      </w:r>
      <w:r>
        <w:t>knowledge of Zaboor”.</w:t>
      </w:r>
    </w:p>
    <w:p w:rsidR="00EC54B6" w:rsidRDefault="00EC54B6" w:rsidP="00175E59">
      <w:pPr>
        <w:pStyle w:val="Heading2Center"/>
      </w:pPr>
      <w:bookmarkStart w:id="824" w:name="_Toc442791943"/>
      <w:r>
        <w:t>83. Maool al Taweel</w:t>
      </w:r>
      <w:bookmarkEnd w:id="824"/>
    </w:p>
    <w:p w:rsidR="00EC54B6" w:rsidRDefault="00EC54B6" w:rsidP="00EC54B6">
      <w:pPr>
        <w:pStyle w:val="libNormal"/>
      </w:pPr>
      <w:r>
        <w:t>Moula Ali (asws) says in Khutba Bayan, “I am Maool al Taweel.”</w:t>
      </w:r>
    </w:p>
    <w:p w:rsidR="00EC54B6" w:rsidRDefault="00EC54B6" w:rsidP="00175E59">
      <w:pPr>
        <w:pStyle w:val="Heading2Center"/>
      </w:pPr>
      <w:bookmarkStart w:id="825" w:name="_Toc442791944"/>
      <w:r>
        <w:t>84. Mafasir al Injeel (interpretor of Injeel)</w:t>
      </w:r>
      <w:bookmarkEnd w:id="825"/>
    </w:p>
    <w:p w:rsidR="00EC54B6" w:rsidRDefault="00EC54B6" w:rsidP="00EC54B6">
      <w:pPr>
        <w:pStyle w:val="libNormal"/>
      </w:pPr>
      <w:r>
        <w:t>Moula Ali (asws) says in Khutba Bayan, “I am the interpretor of Injeel.”</w:t>
      </w:r>
    </w:p>
    <w:p w:rsidR="00EC54B6" w:rsidRDefault="00EC54B6" w:rsidP="00175E59">
      <w:pPr>
        <w:pStyle w:val="Heading2Center"/>
      </w:pPr>
      <w:bookmarkStart w:id="826" w:name="_Toc442791945"/>
      <w:r>
        <w:t>85. Mahee al Barrat</w:t>
      </w:r>
      <w:bookmarkEnd w:id="826"/>
    </w:p>
    <w:p w:rsidR="00EC54B6" w:rsidRDefault="00EC54B6" w:rsidP="00EC54B6">
      <w:pPr>
        <w:pStyle w:val="libNormal"/>
      </w:pPr>
      <w:r>
        <w:t>Moula Ali (asws) says in Khutba Bayan, “I am Mahee al Barrat”.</w:t>
      </w:r>
    </w:p>
    <w:p w:rsidR="00EC54B6" w:rsidRDefault="00EC54B6" w:rsidP="00175E59">
      <w:pPr>
        <w:pStyle w:val="Heading2Center"/>
      </w:pPr>
      <w:bookmarkStart w:id="827" w:name="_Toc442791946"/>
      <w:r>
        <w:t>86. Mithqal al Meezan (most weighty on the scale)</w:t>
      </w:r>
      <w:bookmarkEnd w:id="827"/>
    </w:p>
    <w:p w:rsidR="00EC54B6" w:rsidRDefault="00EC54B6" w:rsidP="00EC54B6">
      <w:pPr>
        <w:pStyle w:val="libNormal"/>
      </w:pPr>
      <w:r>
        <w:t>Moula Ali (asws) says in Khutba Bayan, “I am most weighty when measured on the scale.”</w:t>
      </w:r>
    </w:p>
    <w:p w:rsidR="00EC54B6" w:rsidRDefault="00EC54B6" w:rsidP="00175E59">
      <w:pPr>
        <w:pStyle w:val="Heading2Center"/>
      </w:pPr>
      <w:bookmarkStart w:id="828" w:name="_Toc442791947"/>
      <w:r>
        <w:t>87. Mahakim al Raad ( crack of thunder)</w:t>
      </w:r>
      <w:bookmarkEnd w:id="828"/>
    </w:p>
    <w:p w:rsidR="00EC54B6" w:rsidRDefault="00EC54B6" w:rsidP="00EC54B6">
      <w:pPr>
        <w:pStyle w:val="libNormal"/>
      </w:pPr>
      <w:r>
        <w:t>Moula Ali (asws) says in Khutba Bayan, “I am the crack of the thunder”.</w:t>
      </w:r>
    </w:p>
    <w:p w:rsidR="00EC54B6" w:rsidRDefault="00EC54B6" w:rsidP="00175E59">
      <w:pPr>
        <w:pStyle w:val="Heading2Center"/>
      </w:pPr>
      <w:bookmarkStart w:id="829" w:name="_Toc442791948"/>
      <w:r>
        <w:t>88. Mastanabit Hud</w:t>
      </w:r>
      <w:bookmarkEnd w:id="829"/>
    </w:p>
    <w:p w:rsidR="00EC54B6" w:rsidRDefault="00EC54B6" w:rsidP="00EC54B6">
      <w:pPr>
        <w:pStyle w:val="libNormal"/>
      </w:pPr>
      <w:r>
        <w:t>Moula Ali (asws) says in Khutba Bayan, “I am Mastanabit Hud”.</w:t>
      </w:r>
    </w:p>
    <w:p w:rsidR="00EC54B6" w:rsidRDefault="00EC54B6" w:rsidP="00385CB6">
      <w:pPr>
        <w:pStyle w:val="Heading2Center"/>
      </w:pPr>
      <w:bookmarkStart w:id="830" w:name="_Toc442791949"/>
      <w:r>
        <w:t>89. Makhatib Ahul Kahf (one who spoke with the people of the</w:t>
      </w:r>
      <w:r w:rsidR="00385CB6">
        <w:t xml:space="preserve"> </w:t>
      </w:r>
      <w:r>
        <w:t>Cave)</w:t>
      </w:r>
      <w:bookmarkEnd w:id="830"/>
    </w:p>
    <w:p w:rsidR="00EC54B6" w:rsidRDefault="00EC54B6" w:rsidP="00EC54B6">
      <w:pPr>
        <w:pStyle w:val="libNormal"/>
      </w:pPr>
      <w:r>
        <w:t>Moula Ali (asws) says in Khutba Bayan, “I am the one who spoke with the People of th</w:t>
      </w:r>
      <w:r w:rsidR="004D1165">
        <w:t xml:space="preserve">e </w:t>
      </w:r>
      <w:r>
        <w:t>Cave”.</w:t>
      </w:r>
    </w:p>
    <w:p w:rsidR="00EC54B6" w:rsidRDefault="00EC54B6" w:rsidP="00175E59">
      <w:pPr>
        <w:pStyle w:val="Heading2Center"/>
      </w:pPr>
      <w:bookmarkStart w:id="831" w:name="_Toc442791950"/>
      <w:r>
        <w:t>90. Mahboob al Saf</w:t>
      </w:r>
      <w:bookmarkEnd w:id="831"/>
    </w:p>
    <w:p w:rsidR="00EC54B6" w:rsidRDefault="00EC54B6" w:rsidP="00EC54B6">
      <w:pPr>
        <w:pStyle w:val="libNormal"/>
      </w:pPr>
      <w:r>
        <w:t>Moula Ali (asws) says in Khutba Bayan, “I am Mahboob al Saf.”</w:t>
      </w:r>
    </w:p>
    <w:p w:rsidR="00EC54B6" w:rsidRDefault="00EC54B6" w:rsidP="00175E59">
      <w:pPr>
        <w:pStyle w:val="Heading2Center"/>
      </w:pPr>
      <w:bookmarkStart w:id="832" w:name="_Toc442791951"/>
      <w:r>
        <w:t>91. Mooza Mareem (protector of Miriam sa)</w:t>
      </w:r>
      <w:bookmarkEnd w:id="832"/>
    </w:p>
    <w:p w:rsidR="00FE3B28" w:rsidRDefault="00EC54B6" w:rsidP="00EC54B6">
      <w:pPr>
        <w:pStyle w:val="libNormal"/>
      </w:pPr>
      <w:r>
        <w:t>Moula Ali (asws) says in Khutba Bayan, “I am the protector of Miriam (sa).”</w:t>
      </w:r>
    </w:p>
    <w:p w:rsidR="00EC54B6" w:rsidRDefault="00EC54B6" w:rsidP="00175E59">
      <w:pPr>
        <w:pStyle w:val="Heading2Center"/>
      </w:pPr>
      <w:bookmarkStart w:id="833" w:name="_Toc442791952"/>
      <w:r>
        <w:t>92. Miftah al Awasaf (Lord of storms)</w:t>
      </w:r>
      <w:bookmarkEnd w:id="833"/>
    </w:p>
    <w:p w:rsidR="00EC54B6" w:rsidRDefault="00EC54B6" w:rsidP="00EC54B6">
      <w:pPr>
        <w:pStyle w:val="libNormal"/>
      </w:pPr>
      <w:r>
        <w:t>Moula Ali (asws) says in Khutba Bayan, “I am the Lord of Storms”.</w:t>
      </w:r>
    </w:p>
    <w:p w:rsidR="00EC54B6" w:rsidRDefault="00EC54B6" w:rsidP="00175E59">
      <w:pPr>
        <w:pStyle w:val="Heading2Center"/>
      </w:pPr>
      <w:bookmarkStart w:id="834" w:name="_Toc442791953"/>
      <w:r>
        <w:t>93. Minzil al Karamah (source of honor)</w:t>
      </w:r>
      <w:bookmarkEnd w:id="834"/>
    </w:p>
    <w:p w:rsidR="00EC54B6" w:rsidRDefault="00EC54B6" w:rsidP="00EC54B6">
      <w:pPr>
        <w:pStyle w:val="libNormal"/>
      </w:pPr>
      <w:r>
        <w:t>Moula Ali (asws) says in Khutba Bayan, “I am the source of honor”.</w:t>
      </w:r>
    </w:p>
    <w:p w:rsidR="00EC54B6" w:rsidRDefault="00EC54B6" w:rsidP="00175E59">
      <w:pPr>
        <w:pStyle w:val="Heading2Center"/>
      </w:pPr>
      <w:bookmarkStart w:id="835" w:name="_Toc442791954"/>
      <w:r>
        <w:t>94. Muathiq al Meethaq (writing of oaths)</w:t>
      </w:r>
      <w:bookmarkEnd w:id="835"/>
    </w:p>
    <w:p w:rsidR="00EC54B6" w:rsidRDefault="00EC54B6" w:rsidP="00EC54B6">
      <w:pPr>
        <w:pStyle w:val="libNormal"/>
      </w:pPr>
      <w:r>
        <w:t>Moula Ali (asws) says in Khutba Bayan, “I am the writing of oaths”.</w:t>
      </w:r>
    </w:p>
    <w:p w:rsidR="00EC54B6" w:rsidRDefault="00EC54B6" w:rsidP="00175E59">
      <w:pPr>
        <w:pStyle w:val="Heading2Center"/>
      </w:pPr>
      <w:bookmarkStart w:id="836" w:name="_Toc442791955"/>
      <w:r>
        <w:t>95. Misbab al Asbab</w:t>
      </w:r>
      <w:bookmarkEnd w:id="836"/>
    </w:p>
    <w:p w:rsidR="00EC54B6" w:rsidRDefault="00EC54B6" w:rsidP="00EC54B6">
      <w:pPr>
        <w:pStyle w:val="libNormal"/>
      </w:pPr>
      <w:r>
        <w:t>Moula Ali (asws) says in Khutba Bayan, “I am Misbab al Asbab”.</w:t>
      </w:r>
    </w:p>
    <w:p w:rsidR="00EC54B6" w:rsidRDefault="00EC54B6" w:rsidP="00175E59">
      <w:pPr>
        <w:pStyle w:val="Heading2Center"/>
      </w:pPr>
      <w:bookmarkStart w:id="837" w:name="_Toc442791956"/>
      <w:r>
        <w:t>96. Meezan al Hasab (scale of accountability)</w:t>
      </w:r>
      <w:bookmarkEnd w:id="837"/>
    </w:p>
    <w:p w:rsidR="00EC54B6" w:rsidRDefault="00EC54B6" w:rsidP="00EC54B6">
      <w:pPr>
        <w:pStyle w:val="libNormal"/>
      </w:pPr>
      <w:r>
        <w:t>Moula Ali (asws) says in Khutba Bayan, “I am the scale of accountability”.</w:t>
      </w:r>
    </w:p>
    <w:p w:rsidR="00EC54B6" w:rsidRDefault="00EC54B6" w:rsidP="00175E59">
      <w:pPr>
        <w:pStyle w:val="Heading2Center"/>
      </w:pPr>
      <w:bookmarkStart w:id="838" w:name="_Toc442791957"/>
      <w:r>
        <w:t>97. Mikhbar an al Dhat (revealer of essences)</w:t>
      </w:r>
      <w:bookmarkEnd w:id="838"/>
    </w:p>
    <w:p w:rsidR="00EC54B6" w:rsidRDefault="00EC54B6" w:rsidP="00EC54B6">
      <w:pPr>
        <w:pStyle w:val="libNormal"/>
      </w:pPr>
      <w:r>
        <w:t>Moula Ali (asws) says in Khutba Bayan, “I am the revealer of essences”.</w:t>
      </w:r>
    </w:p>
    <w:p w:rsidR="00EC54B6" w:rsidRDefault="00EC54B6" w:rsidP="00175E59">
      <w:pPr>
        <w:pStyle w:val="Heading2Center"/>
      </w:pPr>
      <w:bookmarkStart w:id="839" w:name="_Toc442791958"/>
      <w:r>
        <w:t>98. Maburhan bilayat (one mentioned in the verses)</w:t>
      </w:r>
      <w:bookmarkEnd w:id="839"/>
    </w:p>
    <w:p w:rsidR="00EC54B6" w:rsidRDefault="00EC54B6" w:rsidP="00EC54B6">
      <w:pPr>
        <w:pStyle w:val="libNormal"/>
      </w:pPr>
      <w:r>
        <w:lastRenderedPageBreak/>
        <w:t>Moula Ali (asws) says in Khutba Bayan, “I am the one mentioned in the verses”.</w:t>
      </w:r>
    </w:p>
    <w:p w:rsidR="00EC54B6" w:rsidRDefault="00EC54B6" w:rsidP="00175E59">
      <w:pPr>
        <w:pStyle w:val="Heading2Center"/>
      </w:pPr>
      <w:bookmarkStart w:id="840" w:name="_Toc442791959"/>
      <w:r>
        <w:t>99. Misdad al Khalaiq</w:t>
      </w:r>
      <w:bookmarkEnd w:id="840"/>
    </w:p>
    <w:p w:rsidR="00EC54B6" w:rsidRDefault="00EC54B6" w:rsidP="00EC54B6">
      <w:pPr>
        <w:pStyle w:val="libNormal"/>
      </w:pPr>
      <w:r>
        <w:t>Moula Ali (asws) says in Khutba Bayan, “I am Misdad al Khalaiq”.</w:t>
      </w:r>
    </w:p>
    <w:p w:rsidR="00EC54B6" w:rsidRDefault="00EC54B6" w:rsidP="00175E59">
      <w:pPr>
        <w:pStyle w:val="Heading2Center"/>
      </w:pPr>
      <w:bookmarkStart w:id="841" w:name="_Toc442791960"/>
      <w:r>
        <w:t>100. Mahafif al Hafaif</w:t>
      </w:r>
      <w:bookmarkEnd w:id="841"/>
    </w:p>
    <w:p w:rsidR="00EC54B6" w:rsidRDefault="00EC54B6" w:rsidP="00EC54B6">
      <w:pPr>
        <w:pStyle w:val="libNormal"/>
      </w:pPr>
      <w:r>
        <w:t>Moula Ali (asws) says in Khutba Bayan, “I am Mahafif al Hafaif.”</w:t>
      </w:r>
    </w:p>
    <w:p w:rsidR="00EC54B6" w:rsidRDefault="00EC54B6" w:rsidP="00175E59">
      <w:pPr>
        <w:pStyle w:val="Heading2Center"/>
      </w:pPr>
      <w:bookmarkStart w:id="842" w:name="_Toc442791961"/>
      <w:r>
        <w:t>101. Mitia al Afoo</w:t>
      </w:r>
      <w:bookmarkEnd w:id="842"/>
    </w:p>
    <w:p w:rsidR="00FE3B28" w:rsidRDefault="00EC54B6" w:rsidP="00EC54B6">
      <w:pPr>
        <w:pStyle w:val="libNormal"/>
      </w:pPr>
      <w:r>
        <w:t>Moula Ali (asws) says in Khutba Bayan, “I am Mitia al Afoo”.</w:t>
      </w:r>
    </w:p>
    <w:p w:rsidR="00EC54B6" w:rsidRDefault="00EC54B6" w:rsidP="00175E59">
      <w:pPr>
        <w:pStyle w:val="Heading2Center"/>
      </w:pPr>
      <w:bookmarkStart w:id="843" w:name="_Toc442791962"/>
      <w:r>
        <w:t>102. Miqeel al Shab</w:t>
      </w:r>
      <w:bookmarkEnd w:id="843"/>
    </w:p>
    <w:p w:rsidR="00EC54B6" w:rsidRDefault="00EC54B6" w:rsidP="00EC54B6">
      <w:pPr>
        <w:pStyle w:val="libNormal"/>
      </w:pPr>
      <w:r>
        <w:t>Moula Ali (asws) says in Khutba Bayan, “I am Miqeel al Shab”.</w:t>
      </w:r>
    </w:p>
    <w:p w:rsidR="00EC54B6" w:rsidRDefault="00EC54B6" w:rsidP="00175E59">
      <w:pPr>
        <w:pStyle w:val="Heading2Center"/>
      </w:pPr>
      <w:bookmarkStart w:id="844" w:name="_Toc442791963"/>
      <w:r>
        <w:t>103. Mirtab al Hukm (one who possesses the commandment)</w:t>
      </w:r>
      <w:bookmarkEnd w:id="844"/>
    </w:p>
    <w:p w:rsidR="00EC54B6" w:rsidRDefault="00EC54B6" w:rsidP="00EC54B6">
      <w:pPr>
        <w:pStyle w:val="libNormal"/>
      </w:pPr>
      <w:r>
        <w:t>Moula Ali (asws) says in Khutba Bayan, “I am the one who possesses the commandment”.</w:t>
      </w:r>
    </w:p>
    <w:p w:rsidR="00EC54B6" w:rsidRDefault="00EC54B6" w:rsidP="00175E59">
      <w:pPr>
        <w:pStyle w:val="Heading2Center"/>
      </w:pPr>
      <w:bookmarkStart w:id="845" w:name="_Toc442791964"/>
      <w:r>
        <w:t>104. Mishtree al Koakib</w:t>
      </w:r>
      <w:bookmarkEnd w:id="845"/>
    </w:p>
    <w:p w:rsidR="00EC54B6" w:rsidRDefault="00EC54B6" w:rsidP="00EC54B6">
      <w:pPr>
        <w:pStyle w:val="libNormal"/>
      </w:pPr>
      <w:r>
        <w:t>Moula Ali (asws) says in Khutba Bayan, “I am Mishtree al Koakib”.</w:t>
      </w:r>
    </w:p>
    <w:p w:rsidR="00EC54B6" w:rsidRDefault="00EC54B6" w:rsidP="00175E59">
      <w:pPr>
        <w:pStyle w:val="Heading2Center"/>
      </w:pPr>
      <w:bookmarkStart w:id="846" w:name="_Toc442791965"/>
      <w:r>
        <w:t>105. Mihajah al Fal</w:t>
      </w:r>
      <w:bookmarkEnd w:id="846"/>
    </w:p>
    <w:p w:rsidR="00EC54B6" w:rsidRDefault="00EC54B6" w:rsidP="00EC54B6">
      <w:pPr>
        <w:pStyle w:val="libNormal"/>
      </w:pPr>
      <w:r>
        <w:t>Moula Ali (asws) says in Khutba Bayan, “I am Mihajal al Fal.”</w:t>
      </w:r>
    </w:p>
    <w:p w:rsidR="00EC54B6" w:rsidRDefault="00EC54B6" w:rsidP="00175E59">
      <w:pPr>
        <w:pStyle w:val="Heading2Center"/>
      </w:pPr>
      <w:bookmarkStart w:id="847" w:name="_Toc442791966"/>
      <w:r>
        <w:t>106. Madeer Maadah</w:t>
      </w:r>
      <w:bookmarkEnd w:id="847"/>
    </w:p>
    <w:p w:rsidR="00EC54B6" w:rsidRDefault="00EC54B6" w:rsidP="00EC54B6">
      <w:pPr>
        <w:pStyle w:val="libNormal"/>
      </w:pPr>
      <w:r>
        <w:t>Moula Ali (asws) says in Khutba Bayan, “I am Madeer Maadah.”</w:t>
      </w:r>
    </w:p>
    <w:p w:rsidR="00EC54B6" w:rsidRDefault="00EC54B6" w:rsidP="00175E59">
      <w:pPr>
        <w:pStyle w:val="Heading2Center"/>
      </w:pPr>
      <w:bookmarkStart w:id="848" w:name="_Toc442791967"/>
      <w:r>
        <w:t>107. Musoof al Noon</w:t>
      </w:r>
      <w:bookmarkEnd w:id="848"/>
    </w:p>
    <w:p w:rsidR="00EC54B6" w:rsidRDefault="00EC54B6" w:rsidP="00EC54B6">
      <w:pPr>
        <w:pStyle w:val="libNormal"/>
      </w:pPr>
      <w:r>
        <w:t>Moula Ali (asws) says in Khutba Bayan, “I am Musoof al Noon”.</w:t>
      </w:r>
    </w:p>
    <w:p w:rsidR="00EC54B6" w:rsidRDefault="00EC54B6" w:rsidP="00175E59">
      <w:pPr>
        <w:pStyle w:val="Heading2Center"/>
      </w:pPr>
      <w:bookmarkStart w:id="849" w:name="_Toc442791968"/>
      <w:r>
        <w:t>108. Minoon al Rezaa</w:t>
      </w:r>
      <w:bookmarkEnd w:id="849"/>
    </w:p>
    <w:p w:rsidR="00EC54B6" w:rsidRDefault="00EC54B6" w:rsidP="00EC54B6">
      <w:pPr>
        <w:pStyle w:val="libNormal"/>
      </w:pPr>
      <w:r>
        <w:t>Moula Ali (asws) says in Khutba Bayan, “I am Minoon al Rezaa”.</w:t>
      </w:r>
    </w:p>
    <w:p w:rsidR="00EC54B6" w:rsidRDefault="00EC54B6" w:rsidP="00175E59">
      <w:pPr>
        <w:pStyle w:val="Heading2Center"/>
      </w:pPr>
      <w:bookmarkStart w:id="850" w:name="_Toc442791969"/>
      <w:r>
        <w:t>109. Mafeeth al Deen (protector of the religion)</w:t>
      </w:r>
      <w:bookmarkEnd w:id="850"/>
    </w:p>
    <w:p w:rsidR="00EC54B6" w:rsidRDefault="00EC54B6" w:rsidP="00EC54B6">
      <w:pPr>
        <w:pStyle w:val="libNormal"/>
      </w:pPr>
      <w:r>
        <w:t>Moula Ali (asws) says in Khutba Bayan, “I am the protector of the religion”.</w:t>
      </w:r>
    </w:p>
    <w:p w:rsidR="00EC54B6" w:rsidRDefault="00EC54B6" w:rsidP="00175E59">
      <w:pPr>
        <w:pStyle w:val="Heading2Center"/>
      </w:pPr>
      <w:bookmarkStart w:id="851" w:name="_Toc442791970"/>
      <w:r>
        <w:t>110. Mikral al Awasif (Lord of storms)</w:t>
      </w:r>
      <w:bookmarkEnd w:id="851"/>
    </w:p>
    <w:p w:rsidR="00EC54B6" w:rsidRDefault="00EC54B6" w:rsidP="00EC54B6">
      <w:pPr>
        <w:pStyle w:val="libNormal"/>
      </w:pPr>
      <w:r>
        <w:t>Moula Ali (asws) says in Khutba Bayan, “I am the Lord of Storms”.</w:t>
      </w:r>
    </w:p>
    <w:p w:rsidR="00EC54B6" w:rsidRDefault="00EC54B6" w:rsidP="00175E59">
      <w:pPr>
        <w:pStyle w:val="Heading2Center"/>
      </w:pPr>
      <w:bookmarkStart w:id="852" w:name="_Toc442791971"/>
      <w:r>
        <w:t>111. Mizan al Sihaib</w:t>
      </w:r>
      <w:bookmarkEnd w:id="852"/>
    </w:p>
    <w:p w:rsidR="00FE3B28" w:rsidRDefault="00EC54B6" w:rsidP="00EC54B6">
      <w:pPr>
        <w:pStyle w:val="libNormal"/>
      </w:pPr>
      <w:r>
        <w:t>Moula Ali (asws) says in Khutba Bayan, “I am Mizan al Sihaib”.</w:t>
      </w:r>
    </w:p>
    <w:p w:rsidR="00EC54B6" w:rsidRDefault="00EC54B6" w:rsidP="00175E59">
      <w:pPr>
        <w:pStyle w:val="Heading2Center"/>
      </w:pPr>
      <w:bookmarkStart w:id="853" w:name="_Toc442791972"/>
      <w:r>
        <w:t>112. Mifzal walid al anbiya (honor of the offspring of prophets)</w:t>
      </w:r>
      <w:bookmarkEnd w:id="853"/>
    </w:p>
    <w:p w:rsidR="00EC54B6" w:rsidRDefault="00EC54B6" w:rsidP="00EC54B6">
      <w:pPr>
        <w:pStyle w:val="libNormal"/>
      </w:pPr>
      <w:r>
        <w:t>Moula Ali (asws) says in Khutba Bayan, “I am the honor of the offspring of the prophets”.</w:t>
      </w:r>
    </w:p>
    <w:p w:rsidR="00EC54B6" w:rsidRDefault="00EC54B6" w:rsidP="00175E59">
      <w:pPr>
        <w:pStyle w:val="Heading2Center"/>
      </w:pPr>
      <w:bookmarkStart w:id="854" w:name="_Toc442791973"/>
      <w:r>
        <w:t>113. Mikr al Furqan (repeater of Quran)</w:t>
      </w:r>
      <w:bookmarkEnd w:id="854"/>
    </w:p>
    <w:p w:rsidR="00EC54B6" w:rsidRDefault="00EC54B6" w:rsidP="00EC54B6">
      <w:pPr>
        <w:pStyle w:val="libNormal"/>
      </w:pPr>
      <w:r>
        <w:t>Moula Ali (asws) says in Khutba Bayan, “I am the repeator of Quran”.</w:t>
      </w:r>
    </w:p>
    <w:p w:rsidR="00EC54B6" w:rsidRDefault="00EC54B6" w:rsidP="00175E59">
      <w:pPr>
        <w:pStyle w:val="Heading2Center"/>
      </w:pPr>
      <w:bookmarkStart w:id="855" w:name="_Toc442791974"/>
      <w:r>
        <w:t>114. Mahukm al Towaseen</w:t>
      </w:r>
      <w:bookmarkEnd w:id="855"/>
    </w:p>
    <w:p w:rsidR="00EC54B6" w:rsidRDefault="00EC54B6" w:rsidP="00EC54B6">
      <w:pPr>
        <w:pStyle w:val="libNormal"/>
      </w:pPr>
      <w:r>
        <w:t>Moula Ali (asws) says in Khutba Bayan, “I am Mahukm al Towaseen.”</w:t>
      </w:r>
    </w:p>
    <w:p w:rsidR="00EC54B6" w:rsidRDefault="00EC54B6" w:rsidP="00175E59">
      <w:pPr>
        <w:pStyle w:val="Heading2Center"/>
      </w:pPr>
      <w:bookmarkStart w:id="856" w:name="_Toc442791975"/>
      <w:r>
        <w:lastRenderedPageBreak/>
        <w:t>115. Moeed al Safat</w:t>
      </w:r>
      <w:bookmarkEnd w:id="856"/>
    </w:p>
    <w:p w:rsidR="00EC54B6" w:rsidRDefault="00EC54B6" w:rsidP="00EC54B6">
      <w:pPr>
        <w:pStyle w:val="libNormal"/>
      </w:pPr>
      <w:r>
        <w:t>Moula Ali (asws) says in Khutba Bayan, “I am Moeed al Safat”.</w:t>
      </w:r>
    </w:p>
    <w:p w:rsidR="00EC54B6" w:rsidRDefault="00EC54B6" w:rsidP="00175E59">
      <w:pPr>
        <w:pStyle w:val="Heading2Center"/>
      </w:pPr>
      <w:bookmarkStart w:id="857" w:name="_Toc442791976"/>
      <w:r>
        <w:t>116. Misahim al Dhariyat</w:t>
      </w:r>
      <w:bookmarkEnd w:id="857"/>
    </w:p>
    <w:p w:rsidR="00EC54B6" w:rsidRDefault="00EC54B6" w:rsidP="00EC54B6">
      <w:pPr>
        <w:pStyle w:val="libNormal"/>
      </w:pPr>
      <w:r>
        <w:t>Moula Ali (asws) says in Khutba Bayan, “I am Misahim al Dhariyat”.</w:t>
      </w:r>
    </w:p>
    <w:p w:rsidR="00EC54B6" w:rsidRDefault="00EC54B6" w:rsidP="00175E59">
      <w:pPr>
        <w:pStyle w:val="Heading2Center"/>
      </w:pPr>
      <w:bookmarkStart w:id="858" w:name="_Toc442791977"/>
      <w:r>
        <w:t>117. Miknoon al Hijab (mystery of veils)</w:t>
      </w:r>
      <w:bookmarkEnd w:id="858"/>
    </w:p>
    <w:p w:rsidR="00EC54B6" w:rsidRDefault="00EC54B6" w:rsidP="00EC54B6">
      <w:pPr>
        <w:pStyle w:val="libNormal"/>
      </w:pPr>
      <w:r>
        <w:t>Moula Ali (asws) says in Khutba Bayan, “I am the mystery of veils”.</w:t>
      </w:r>
    </w:p>
    <w:p w:rsidR="00EC54B6" w:rsidRDefault="00EC54B6" w:rsidP="00175E59">
      <w:pPr>
        <w:pStyle w:val="Heading2Center"/>
      </w:pPr>
      <w:bookmarkStart w:id="859" w:name="_Toc442791978"/>
      <w:r>
        <w:t>118. Mithal al Hadeed (Iron mentioned in Quran)</w:t>
      </w:r>
      <w:bookmarkEnd w:id="859"/>
    </w:p>
    <w:p w:rsidR="00EC54B6" w:rsidRDefault="00EC54B6" w:rsidP="00EC54B6">
      <w:pPr>
        <w:pStyle w:val="libNormal"/>
      </w:pPr>
      <w:r>
        <w:t>Moula Ali (asws) says in Khutba Bayan, “I am that Iron (sura hadeed) that is mentione</w:t>
      </w:r>
      <w:r w:rsidR="004D1165">
        <w:t xml:space="preserve">d </w:t>
      </w:r>
      <w:r>
        <w:t>in Quran”.</w:t>
      </w:r>
    </w:p>
    <w:p w:rsidR="00EC54B6" w:rsidRDefault="00EC54B6" w:rsidP="00175E59">
      <w:pPr>
        <w:pStyle w:val="Heading2Center"/>
      </w:pPr>
      <w:bookmarkStart w:id="860" w:name="_Toc442791979"/>
      <w:r>
        <w:t>119. Misbah al Zulm (lamp in the darkness)</w:t>
      </w:r>
      <w:bookmarkEnd w:id="860"/>
    </w:p>
    <w:p w:rsidR="00EC54B6" w:rsidRDefault="00EC54B6" w:rsidP="00EC54B6">
      <w:pPr>
        <w:pStyle w:val="libNormal"/>
      </w:pPr>
      <w:r>
        <w:t>Moula Ali (asws) says in Khutba Bayan, “I am the lamp in the darkness”.</w:t>
      </w:r>
    </w:p>
    <w:p w:rsidR="00EC54B6" w:rsidRDefault="00EC54B6" w:rsidP="00175E59">
      <w:pPr>
        <w:pStyle w:val="Heading2Center"/>
      </w:pPr>
      <w:bookmarkStart w:id="861" w:name="_Toc442791980"/>
      <w:r>
        <w:t>120. Mumdooh bhil ata (praised one in Hul Ata (76:5-22))</w:t>
      </w:r>
      <w:bookmarkEnd w:id="861"/>
    </w:p>
    <w:p w:rsidR="00FE3B28" w:rsidRDefault="00EC54B6" w:rsidP="00EC54B6">
      <w:pPr>
        <w:pStyle w:val="libNormal"/>
      </w:pPr>
      <w:r>
        <w:t>Moula Ali (asws) says in Khutba Bayan, “I am the praised one in Hul Ata (76:5-22)</w:t>
      </w:r>
    </w:p>
    <w:p w:rsidR="00EC54B6" w:rsidRDefault="00EC54B6" w:rsidP="00175E59">
      <w:pPr>
        <w:pStyle w:val="Heading2Center"/>
      </w:pPr>
      <w:bookmarkStart w:id="862" w:name="_Toc442791981"/>
      <w:r>
        <w:t>121. Mihukm al Azl</w:t>
      </w:r>
      <w:bookmarkEnd w:id="862"/>
    </w:p>
    <w:p w:rsidR="00EC54B6" w:rsidRDefault="00EC54B6" w:rsidP="00EC54B6">
      <w:pPr>
        <w:pStyle w:val="libNormal"/>
      </w:pPr>
      <w:r>
        <w:t>Moula Ali (asws) says in Khutba Bayan, “I am Mihukm al Azl”</w:t>
      </w:r>
    </w:p>
    <w:p w:rsidR="00EC54B6" w:rsidRDefault="00EC54B6" w:rsidP="00175E59">
      <w:pPr>
        <w:pStyle w:val="Heading2Center"/>
      </w:pPr>
      <w:bookmarkStart w:id="863" w:name="_Toc442791982"/>
      <w:r>
        <w:t>122. Mamoon al Sur</w:t>
      </w:r>
      <w:bookmarkEnd w:id="863"/>
    </w:p>
    <w:p w:rsidR="00EC54B6" w:rsidRDefault="00EC54B6" w:rsidP="00EC54B6">
      <w:pPr>
        <w:pStyle w:val="libNormal"/>
      </w:pPr>
      <w:r>
        <w:t>Moula Ali (asws) says in Khutba Bayan, “I am Mamoon al Sur”</w:t>
      </w:r>
    </w:p>
    <w:p w:rsidR="00EC54B6" w:rsidRDefault="00EC54B6" w:rsidP="00175E59">
      <w:pPr>
        <w:pStyle w:val="Heading2Center"/>
      </w:pPr>
      <w:bookmarkStart w:id="864" w:name="_Toc442791983"/>
      <w:r>
        <w:t>123. Moalif al Shatat</w:t>
      </w:r>
      <w:bookmarkEnd w:id="864"/>
    </w:p>
    <w:p w:rsidR="00EC54B6" w:rsidRDefault="00EC54B6" w:rsidP="00EC54B6">
      <w:pPr>
        <w:pStyle w:val="libNormal"/>
      </w:pPr>
      <w:r>
        <w:t>Moula Ali (asws) says in Khutba Bayan, “I am Moalif al Shatat”</w:t>
      </w:r>
    </w:p>
    <w:p w:rsidR="00EC54B6" w:rsidRDefault="00EC54B6" w:rsidP="00175E59">
      <w:pPr>
        <w:pStyle w:val="Heading2Center"/>
      </w:pPr>
      <w:bookmarkStart w:id="865" w:name="_Toc442791984"/>
      <w:r>
        <w:t>124. Manks al Asnam (destroyer of idols)</w:t>
      </w:r>
      <w:bookmarkEnd w:id="865"/>
    </w:p>
    <w:p w:rsidR="00EC54B6" w:rsidRDefault="00EC54B6" w:rsidP="00EC54B6">
      <w:pPr>
        <w:pStyle w:val="libNormal"/>
      </w:pPr>
      <w:r>
        <w:t>Moula Ali (asws) says in Khutba Bayan, “I am the destroyer of idols.”</w:t>
      </w:r>
    </w:p>
    <w:p w:rsidR="00EC54B6" w:rsidRDefault="00EC54B6" w:rsidP="00175E59">
      <w:pPr>
        <w:pStyle w:val="Heading2Center"/>
      </w:pPr>
      <w:bookmarkStart w:id="866" w:name="_Toc442791985"/>
      <w:r>
        <w:t>125. Morid al Warood (one who will return and reveal)</w:t>
      </w:r>
      <w:bookmarkEnd w:id="866"/>
    </w:p>
    <w:p w:rsidR="00EC54B6" w:rsidRDefault="00EC54B6" w:rsidP="00EC54B6">
      <w:pPr>
        <w:pStyle w:val="libNormal"/>
      </w:pPr>
      <w:r>
        <w:t>Moula Ali (asws) says in Khutba Bayan, “I am the one who will return back and reveal”.</w:t>
      </w:r>
    </w:p>
    <w:p w:rsidR="00EC54B6" w:rsidRDefault="00EC54B6" w:rsidP="00175E59">
      <w:pPr>
        <w:pStyle w:val="Heading2Center"/>
      </w:pPr>
      <w:bookmarkStart w:id="867" w:name="_Toc442791986"/>
      <w:r>
        <w:t>126. Moakhee al Yoshih (brother of Yoshih)</w:t>
      </w:r>
      <w:bookmarkEnd w:id="867"/>
    </w:p>
    <w:p w:rsidR="00EC54B6" w:rsidRDefault="00EC54B6" w:rsidP="00EC54B6">
      <w:pPr>
        <w:pStyle w:val="libNormal"/>
      </w:pPr>
      <w:r>
        <w:t>Moula Ali (asws) says in Khutba Bayan, “I am the brother of Yoshih”</w:t>
      </w:r>
    </w:p>
    <w:p w:rsidR="00EC54B6" w:rsidRDefault="00EC54B6" w:rsidP="00175E59">
      <w:pPr>
        <w:pStyle w:val="Heading2Center"/>
      </w:pPr>
      <w:bookmarkStart w:id="868" w:name="_Toc442791987"/>
      <w:r>
        <w:t>127. Momin Rezaa Musa</w:t>
      </w:r>
      <w:bookmarkEnd w:id="868"/>
    </w:p>
    <w:p w:rsidR="00EC54B6" w:rsidRDefault="00EC54B6" w:rsidP="00EC54B6">
      <w:pPr>
        <w:pStyle w:val="libNormal"/>
      </w:pPr>
      <w:r>
        <w:t>Moula Ali (asws) says in Khutba Bayan, “I am Momin Rezaa Musa”.</w:t>
      </w:r>
    </w:p>
    <w:p w:rsidR="00EC54B6" w:rsidRDefault="00EC54B6" w:rsidP="00175E59">
      <w:pPr>
        <w:pStyle w:val="Heading2Center"/>
      </w:pPr>
      <w:bookmarkStart w:id="869" w:name="_Toc442791988"/>
      <w:r>
        <w:t>128. Mishateer al Neeran</w:t>
      </w:r>
      <w:bookmarkEnd w:id="869"/>
    </w:p>
    <w:p w:rsidR="00EC54B6" w:rsidRDefault="00EC54B6" w:rsidP="00EC54B6">
      <w:pPr>
        <w:pStyle w:val="libNormal"/>
      </w:pPr>
      <w:r>
        <w:t>Moula Ali (asws) says in Khutba Bayan, “I am Mishateer al Neeran”.</w:t>
      </w:r>
    </w:p>
    <w:p w:rsidR="00EC54B6" w:rsidRDefault="00EC54B6" w:rsidP="00175E59">
      <w:pPr>
        <w:pStyle w:val="Heading2Center"/>
      </w:pPr>
      <w:bookmarkStart w:id="870" w:name="_Toc442791989"/>
      <w:r>
        <w:t>129. Mabeed al Kafarah (remover of kufar)</w:t>
      </w:r>
      <w:bookmarkEnd w:id="870"/>
    </w:p>
    <w:p w:rsidR="00EC54B6" w:rsidRDefault="00EC54B6" w:rsidP="00EC54B6">
      <w:pPr>
        <w:pStyle w:val="libNormal"/>
      </w:pPr>
      <w:r>
        <w:t>Moula Ali (asws) says in Khutba Bayan, “I am the remover of kufar”.</w:t>
      </w:r>
    </w:p>
    <w:p w:rsidR="00EC54B6" w:rsidRDefault="00EC54B6" w:rsidP="00175E59">
      <w:pPr>
        <w:pStyle w:val="Heading2Center"/>
      </w:pPr>
      <w:bookmarkStart w:id="871" w:name="_Toc442791990"/>
      <w:r>
        <w:t>130. Maheemin al Amim (caretaker of the nations)</w:t>
      </w:r>
      <w:bookmarkEnd w:id="871"/>
    </w:p>
    <w:p w:rsidR="00FE3B28" w:rsidRDefault="00EC54B6" w:rsidP="00EC54B6">
      <w:pPr>
        <w:pStyle w:val="libNormal"/>
      </w:pPr>
      <w:r>
        <w:t>Moula Ali (asws) says in Khutba Bayan, “I am the caretaker of the nations.”</w:t>
      </w:r>
    </w:p>
    <w:p w:rsidR="00EC54B6" w:rsidRDefault="00EC54B6" w:rsidP="00175E59">
      <w:pPr>
        <w:pStyle w:val="Heading2Center"/>
      </w:pPr>
      <w:bookmarkStart w:id="872" w:name="_Toc442791991"/>
      <w:r>
        <w:t>131. Misdad al Khalaiq</w:t>
      </w:r>
      <w:bookmarkEnd w:id="872"/>
    </w:p>
    <w:p w:rsidR="00EC54B6" w:rsidRDefault="00EC54B6" w:rsidP="00EC54B6">
      <w:pPr>
        <w:pStyle w:val="libNormal"/>
      </w:pPr>
      <w:r>
        <w:t>Moula Ali (asws) says in Khutba Bayan, “I am Misdad al Khalaiq”.</w:t>
      </w:r>
    </w:p>
    <w:p w:rsidR="00EC54B6" w:rsidRDefault="00EC54B6" w:rsidP="00175E59">
      <w:pPr>
        <w:pStyle w:val="Heading2Center"/>
      </w:pPr>
      <w:bookmarkStart w:id="873" w:name="_Toc442791992"/>
      <w:r>
        <w:lastRenderedPageBreak/>
        <w:t>132. Mihaqeeq al Haqaiq (revealer of truth)</w:t>
      </w:r>
      <w:bookmarkEnd w:id="873"/>
    </w:p>
    <w:p w:rsidR="00EC54B6" w:rsidRDefault="00EC54B6" w:rsidP="00EC54B6">
      <w:pPr>
        <w:pStyle w:val="libNormal"/>
      </w:pPr>
      <w:r>
        <w:t>Moula Ali (asws) says in Khutba Bayan, “I am the revealor of truth”.</w:t>
      </w:r>
    </w:p>
    <w:p w:rsidR="00EC54B6" w:rsidRDefault="00EC54B6" w:rsidP="00175E59">
      <w:pPr>
        <w:pStyle w:val="Heading2Center"/>
      </w:pPr>
      <w:bookmarkStart w:id="874" w:name="_Toc442791993"/>
      <w:r>
        <w:t>133. Mirtab al Hukm (establisher of the commandment)</w:t>
      </w:r>
      <w:bookmarkEnd w:id="874"/>
    </w:p>
    <w:p w:rsidR="00EC54B6" w:rsidRDefault="00EC54B6" w:rsidP="00EC54B6">
      <w:pPr>
        <w:pStyle w:val="libNormal"/>
      </w:pPr>
      <w:r>
        <w:t>Moula Ali (asws) says in Khutba Bayan, “I am the establisher of the commandment”.</w:t>
      </w:r>
    </w:p>
    <w:p w:rsidR="00EC54B6" w:rsidRDefault="00EC54B6" w:rsidP="00175E59">
      <w:pPr>
        <w:pStyle w:val="Heading2Center"/>
      </w:pPr>
      <w:bookmarkStart w:id="875" w:name="_Toc442791994"/>
      <w:r>
        <w:t>134. Mabeeh al Amil</w:t>
      </w:r>
      <w:bookmarkEnd w:id="875"/>
    </w:p>
    <w:p w:rsidR="00EC54B6" w:rsidRDefault="00EC54B6" w:rsidP="00EC54B6">
      <w:pPr>
        <w:pStyle w:val="libNormal"/>
      </w:pPr>
      <w:r>
        <w:t>Moula Ali (asws) says in Khutba Bayan, “I am Mabeeh al Amil”.</w:t>
      </w:r>
    </w:p>
    <w:p w:rsidR="00EC54B6" w:rsidRDefault="00EC54B6" w:rsidP="00175E59">
      <w:pPr>
        <w:pStyle w:val="Heading2Center"/>
      </w:pPr>
      <w:bookmarkStart w:id="876" w:name="_Toc442791995"/>
      <w:r>
        <w:t>135. Muhaddath al Shatat</w:t>
      </w:r>
      <w:bookmarkEnd w:id="876"/>
    </w:p>
    <w:p w:rsidR="00EC54B6" w:rsidRDefault="00EC54B6" w:rsidP="00EC54B6">
      <w:pPr>
        <w:pStyle w:val="libNormal"/>
      </w:pPr>
      <w:r>
        <w:t>Moula Ali (asws) says in Khutba Bayan, “I am Muhaddath al Shatat”.</w:t>
      </w:r>
    </w:p>
    <w:p w:rsidR="00EC54B6" w:rsidRDefault="00EC54B6" w:rsidP="00175E59">
      <w:pPr>
        <w:pStyle w:val="Heading2Center"/>
      </w:pPr>
      <w:bookmarkStart w:id="877" w:name="_Toc442791996"/>
      <w:r>
        <w:t>136. Mireekh al Quran</w:t>
      </w:r>
      <w:bookmarkEnd w:id="877"/>
    </w:p>
    <w:p w:rsidR="00EC54B6" w:rsidRDefault="00EC54B6" w:rsidP="00EC54B6">
      <w:pPr>
        <w:pStyle w:val="libNormal"/>
      </w:pPr>
      <w:r>
        <w:t>Moula Ali (asws) says in Khutba Bayan, “I am Mireekh al Quran.”</w:t>
      </w:r>
    </w:p>
    <w:p w:rsidR="00EC54B6" w:rsidRDefault="00EC54B6" w:rsidP="00175E59">
      <w:pPr>
        <w:pStyle w:val="Heading2Center"/>
      </w:pPr>
      <w:bookmarkStart w:id="878" w:name="_Toc442791997"/>
      <w:r>
        <w:t>137. Misahib al Hadeedian</w:t>
      </w:r>
      <w:bookmarkEnd w:id="878"/>
    </w:p>
    <w:p w:rsidR="00EC54B6" w:rsidRDefault="00EC54B6" w:rsidP="00EC54B6">
      <w:pPr>
        <w:pStyle w:val="libNormal"/>
      </w:pPr>
      <w:r>
        <w:t>Moula Ali (asws) says in Khutba Bayan, “I am Misahib al Hadeedian”.</w:t>
      </w:r>
    </w:p>
    <w:p w:rsidR="00EC54B6" w:rsidRDefault="00EC54B6" w:rsidP="00175E59">
      <w:pPr>
        <w:pStyle w:val="Heading2Center"/>
      </w:pPr>
      <w:bookmarkStart w:id="879" w:name="_Toc442791998"/>
      <w:r>
        <w:t>138. Mahat al Qasas</w:t>
      </w:r>
      <w:bookmarkEnd w:id="879"/>
    </w:p>
    <w:p w:rsidR="00EC54B6" w:rsidRDefault="00EC54B6" w:rsidP="00EC54B6">
      <w:pPr>
        <w:pStyle w:val="libNormal"/>
      </w:pPr>
      <w:r>
        <w:t>Moula Ali (asws) says in Khutba Bayan, “I am Mahat al Qasas”.</w:t>
      </w:r>
    </w:p>
    <w:p w:rsidR="00EC54B6" w:rsidRDefault="00EC54B6" w:rsidP="00175E59">
      <w:pPr>
        <w:pStyle w:val="Heading2Center"/>
      </w:pPr>
      <w:bookmarkStart w:id="880" w:name="_Toc442791999"/>
      <w:r>
        <w:t>139. Miqadim al amal</w:t>
      </w:r>
      <w:bookmarkEnd w:id="880"/>
    </w:p>
    <w:p w:rsidR="00EC54B6" w:rsidRDefault="00EC54B6" w:rsidP="00EC54B6">
      <w:pPr>
        <w:pStyle w:val="libNormal"/>
      </w:pPr>
      <w:r>
        <w:t>Moula Ali (asws) says in Khutba Bayan, “I am Miqadim al amal”.</w:t>
      </w:r>
    </w:p>
    <w:p w:rsidR="00EC54B6" w:rsidRDefault="00EC54B6" w:rsidP="00175E59">
      <w:pPr>
        <w:pStyle w:val="Heading2Center"/>
      </w:pPr>
      <w:bookmarkStart w:id="881" w:name="_Toc442792000"/>
      <w:r>
        <w:t>140. Mafajir al Anhar (establisher of rivers)</w:t>
      </w:r>
      <w:bookmarkEnd w:id="881"/>
    </w:p>
    <w:p w:rsidR="00FE3B28" w:rsidRDefault="00EC54B6" w:rsidP="00EC54B6">
      <w:pPr>
        <w:pStyle w:val="libNormal"/>
      </w:pPr>
      <w:r>
        <w:t>Moula Ali (asws) says in Khutba Bayan, “I am the establisher of rivers.”</w:t>
      </w:r>
    </w:p>
    <w:p w:rsidR="00EC54B6" w:rsidRDefault="00EC54B6" w:rsidP="00175E59">
      <w:pPr>
        <w:pStyle w:val="Heading2Center"/>
      </w:pPr>
      <w:bookmarkStart w:id="882" w:name="_Toc442792001"/>
      <w:r>
        <w:t>141. Madhab al Thumar (one who gives sweetness to fruits)</w:t>
      </w:r>
      <w:bookmarkEnd w:id="882"/>
    </w:p>
    <w:p w:rsidR="00EC54B6" w:rsidRDefault="00EC54B6" w:rsidP="00EC54B6">
      <w:pPr>
        <w:pStyle w:val="libNormal"/>
      </w:pPr>
      <w:r>
        <w:t>Moula Ali (asws) says in Khutba Bayan, “I am the one who gives the sweetness to the fruit”.</w:t>
      </w:r>
    </w:p>
    <w:p w:rsidR="00EC54B6" w:rsidRDefault="00EC54B6" w:rsidP="00175E59">
      <w:pPr>
        <w:pStyle w:val="Heading2Center"/>
      </w:pPr>
      <w:bookmarkStart w:id="883" w:name="_Toc442792002"/>
      <w:r>
        <w:t>142. Mulk bin mulk (King son of a king)</w:t>
      </w:r>
      <w:bookmarkEnd w:id="883"/>
    </w:p>
    <w:p w:rsidR="00EC54B6" w:rsidRDefault="00EC54B6" w:rsidP="00EC54B6">
      <w:pPr>
        <w:pStyle w:val="libNormal"/>
      </w:pPr>
      <w:r>
        <w:t>Moula Ali (asws) says in Khutba Bayan, “I am the Son of a King and a King”.</w:t>
      </w:r>
    </w:p>
    <w:p w:rsidR="00EC54B6" w:rsidRDefault="00EC54B6" w:rsidP="00175E59">
      <w:pPr>
        <w:pStyle w:val="Heading2Center"/>
      </w:pPr>
      <w:bookmarkStart w:id="884" w:name="_Toc442792003"/>
      <w:r>
        <w:t>143. Mabeen al Sahaf</w:t>
      </w:r>
      <w:bookmarkEnd w:id="884"/>
    </w:p>
    <w:p w:rsidR="00EC54B6" w:rsidRDefault="00EC54B6" w:rsidP="00EC54B6">
      <w:pPr>
        <w:pStyle w:val="libNormal"/>
      </w:pPr>
      <w:r>
        <w:t>Moula Ali (asws) says in Khutba Bayan, “I am Mabeen al Sahaf”.</w:t>
      </w:r>
    </w:p>
    <w:p w:rsidR="00EC54B6" w:rsidRDefault="00EC54B6" w:rsidP="00175E59">
      <w:pPr>
        <w:pStyle w:val="Heading2Center"/>
      </w:pPr>
      <w:bookmarkStart w:id="885" w:name="_Toc442792004"/>
      <w:r>
        <w:t>144. Mifsah al Zaboor</w:t>
      </w:r>
      <w:bookmarkEnd w:id="885"/>
    </w:p>
    <w:p w:rsidR="00EC54B6" w:rsidRDefault="00EC54B6" w:rsidP="00EC54B6">
      <w:pPr>
        <w:pStyle w:val="libNormal"/>
      </w:pPr>
      <w:r>
        <w:t>Moula Ali (asws) says in Khutba Bayan, “I am Mifsah al Zaboor”.</w:t>
      </w:r>
    </w:p>
    <w:p w:rsidR="00EC54B6" w:rsidRDefault="00EC54B6" w:rsidP="00175E59">
      <w:pPr>
        <w:pStyle w:val="Heading2Center"/>
      </w:pPr>
      <w:bookmarkStart w:id="886" w:name="_Toc442792005"/>
      <w:r>
        <w:t>145. Mawal al Taweel</w:t>
      </w:r>
      <w:bookmarkEnd w:id="886"/>
    </w:p>
    <w:p w:rsidR="00EC54B6" w:rsidRDefault="00EC54B6" w:rsidP="00EC54B6">
      <w:pPr>
        <w:pStyle w:val="libNormal"/>
      </w:pPr>
      <w:r>
        <w:t>Moula Ali (asws) says in Khutba Bayan, “I am Mawal al Taweel.”</w:t>
      </w:r>
    </w:p>
    <w:p w:rsidR="00EC54B6" w:rsidRDefault="00EC54B6" w:rsidP="00175E59">
      <w:pPr>
        <w:pStyle w:val="Heading2Center"/>
      </w:pPr>
      <w:bookmarkStart w:id="887" w:name="_Toc442792006"/>
      <w:r>
        <w:t>146. Mufassir al Injeel (interpretor of Injeel)</w:t>
      </w:r>
      <w:bookmarkEnd w:id="887"/>
    </w:p>
    <w:p w:rsidR="00EC54B6" w:rsidRDefault="00EC54B6" w:rsidP="00EC54B6">
      <w:pPr>
        <w:pStyle w:val="libNormal"/>
      </w:pPr>
      <w:r>
        <w:t>Moula Ali (asws) says in Khutba Bayan, “I am the interpretor of Injeel”.</w:t>
      </w:r>
    </w:p>
    <w:p w:rsidR="00EC54B6" w:rsidRDefault="00EC54B6" w:rsidP="00175E59">
      <w:pPr>
        <w:pStyle w:val="Heading2Center"/>
      </w:pPr>
      <w:bookmarkStart w:id="888" w:name="_Toc442792007"/>
      <w:r>
        <w:t>147. Munjid al Birrah (forefather of the pious)</w:t>
      </w:r>
      <w:bookmarkEnd w:id="888"/>
    </w:p>
    <w:p w:rsidR="00EC54B6" w:rsidRDefault="00EC54B6" w:rsidP="00EC54B6">
      <w:pPr>
        <w:pStyle w:val="libNormal"/>
      </w:pPr>
      <w:r>
        <w:t>Moula Ali (asws) says in Khutba Bayan, “I am the forefather of the pious”.</w:t>
      </w:r>
    </w:p>
    <w:p w:rsidR="00EC54B6" w:rsidRDefault="00EC54B6" w:rsidP="00175E59">
      <w:pPr>
        <w:pStyle w:val="Heading2Center"/>
      </w:pPr>
      <w:bookmarkStart w:id="889" w:name="_Toc442792008"/>
      <w:r>
        <w:t>148. Mahajah al Miqal</w:t>
      </w:r>
      <w:bookmarkEnd w:id="889"/>
    </w:p>
    <w:p w:rsidR="00EC54B6" w:rsidRDefault="00EC54B6" w:rsidP="00EC54B6">
      <w:pPr>
        <w:pStyle w:val="libNormal"/>
      </w:pPr>
      <w:r>
        <w:t>Moula Ali (asws) says in Khutba Bayan, “I am Mahajah al Miqal”.</w:t>
      </w:r>
    </w:p>
    <w:p w:rsidR="00EC54B6" w:rsidRDefault="00EC54B6" w:rsidP="00175E59">
      <w:pPr>
        <w:pStyle w:val="Heading2Center"/>
      </w:pPr>
      <w:bookmarkStart w:id="890" w:name="_Toc442792009"/>
      <w:r>
        <w:lastRenderedPageBreak/>
        <w:t>149. Ma’adah al Kashif</w:t>
      </w:r>
      <w:bookmarkEnd w:id="890"/>
    </w:p>
    <w:p w:rsidR="00EC54B6" w:rsidRDefault="00EC54B6" w:rsidP="00EC54B6">
      <w:pPr>
        <w:pStyle w:val="libNormal"/>
      </w:pPr>
      <w:r>
        <w:t>Moula Ali (asws) says in Khutba Bayan, “I am Ma’adah al Kashif”.</w:t>
      </w:r>
    </w:p>
    <w:p w:rsidR="00EC54B6" w:rsidRDefault="00EC54B6" w:rsidP="00175E59">
      <w:pPr>
        <w:pStyle w:val="Heading2Center"/>
      </w:pPr>
      <w:bookmarkStart w:id="891" w:name="_Toc442792010"/>
      <w:r>
        <w:t>150. Mabawath bani Israel</w:t>
      </w:r>
      <w:bookmarkEnd w:id="891"/>
    </w:p>
    <w:p w:rsidR="00FE3B28" w:rsidRDefault="00EC54B6" w:rsidP="00EC54B6">
      <w:pPr>
        <w:pStyle w:val="libNormal"/>
      </w:pPr>
      <w:r>
        <w:t>Moula Ali (asws) says in Khutba Bayan, “I am Mabawath Bani Israel”.</w:t>
      </w:r>
    </w:p>
    <w:p w:rsidR="00EC54B6" w:rsidRDefault="00EC54B6" w:rsidP="00175E59">
      <w:pPr>
        <w:pStyle w:val="Heading2Center"/>
      </w:pPr>
      <w:bookmarkStart w:id="892" w:name="_Toc442792011"/>
      <w:r>
        <w:t>151. Musoof al Momineen</w:t>
      </w:r>
      <w:bookmarkEnd w:id="892"/>
    </w:p>
    <w:p w:rsidR="00EC54B6" w:rsidRDefault="00EC54B6" w:rsidP="00EC54B6">
      <w:pPr>
        <w:pStyle w:val="libNormal"/>
      </w:pPr>
      <w:r>
        <w:t>Moula Ali (asws) says in Khutba Bayan, “I am Musool al Momineen”.</w:t>
      </w:r>
    </w:p>
    <w:p w:rsidR="00EC54B6" w:rsidRDefault="00EC54B6" w:rsidP="00175E59">
      <w:pPr>
        <w:pStyle w:val="Heading2Center"/>
      </w:pPr>
      <w:bookmarkStart w:id="893" w:name="_Toc442792012"/>
      <w:r>
        <w:t>152. Moakhee Yusha bin Nun (brother of Yusha bin Nun)</w:t>
      </w:r>
      <w:bookmarkEnd w:id="893"/>
    </w:p>
    <w:p w:rsidR="00EC54B6" w:rsidRDefault="00EC54B6" w:rsidP="00EC54B6">
      <w:pPr>
        <w:pStyle w:val="libNormal"/>
      </w:pPr>
      <w:r>
        <w:t>Moula Ali (asws) says in Khutba Bayan, “I am the brother of Yusha bin Nun”.</w:t>
      </w:r>
    </w:p>
    <w:p w:rsidR="00EC54B6" w:rsidRDefault="00EC54B6" w:rsidP="00175E59">
      <w:pPr>
        <w:pStyle w:val="Heading2Center"/>
      </w:pPr>
      <w:bookmarkStart w:id="894" w:name="_Toc442792013"/>
      <w:r>
        <w:t>153. Meemoon wasi Isa</w:t>
      </w:r>
      <w:bookmarkEnd w:id="894"/>
    </w:p>
    <w:p w:rsidR="00EC54B6" w:rsidRDefault="00EC54B6" w:rsidP="00EC54B6">
      <w:pPr>
        <w:pStyle w:val="libNormal"/>
      </w:pPr>
      <w:r>
        <w:t>Moula Ali (asws) says in Khutba Bayan, “I am Meemoon wasi Isa”.</w:t>
      </w:r>
    </w:p>
    <w:p w:rsidR="00EC54B6" w:rsidRDefault="00EC54B6" w:rsidP="00175E59">
      <w:pPr>
        <w:pStyle w:val="Heading2Center"/>
      </w:pPr>
      <w:bookmarkStart w:id="895" w:name="_Toc442792014"/>
      <w:r>
        <w:t>154. Musateer al Neeran</w:t>
      </w:r>
      <w:bookmarkEnd w:id="895"/>
    </w:p>
    <w:p w:rsidR="00EC54B6" w:rsidRDefault="00EC54B6" w:rsidP="00EC54B6">
      <w:pPr>
        <w:pStyle w:val="libNormal"/>
      </w:pPr>
      <w:r>
        <w:t>Moula Ali (asws) says in Khutba Bayan, “I am Mustaeer al Neeran”.</w:t>
      </w:r>
    </w:p>
    <w:p w:rsidR="00EC54B6" w:rsidRDefault="00EC54B6" w:rsidP="00175E59">
      <w:pPr>
        <w:pStyle w:val="Heading2Center"/>
      </w:pPr>
      <w:bookmarkStart w:id="896" w:name="_Toc442792015"/>
      <w:r>
        <w:t>155. Mabeed al Kafarah (destroyer of kufar)</w:t>
      </w:r>
      <w:bookmarkEnd w:id="896"/>
    </w:p>
    <w:p w:rsidR="00EC54B6" w:rsidRDefault="00EC54B6" w:rsidP="00EC54B6">
      <w:pPr>
        <w:pStyle w:val="libNormal"/>
      </w:pPr>
      <w:r>
        <w:t>Moula Ali (asws) says in Khutba Bayan, “I am the destroyer of kufar”.</w:t>
      </w:r>
    </w:p>
    <w:p w:rsidR="00EC54B6" w:rsidRDefault="00EC54B6" w:rsidP="00175E59">
      <w:pPr>
        <w:pStyle w:val="Heading2Center"/>
      </w:pPr>
      <w:bookmarkStart w:id="897" w:name="_Toc442792016"/>
      <w:r>
        <w:t>156. Mabeen al Mishklat (remover of difficulties)</w:t>
      </w:r>
      <w:bookmarkEnd w:id="897"/>
    </w:p>
    <w:p w:rsidR="00EC54B6" w:rsidRDefault="00EC54B6" w:rsidP="00EC54B6">
      <w:pPr>
        <w:pStyle w:val="libNormal"/>
      </w:pPr>
      <w:r>
        <w:t>Moula Ali (asws) says in Khutba Bayan, “I am the remover of difficulties”.</w:t>
      </w:r>
    </w:p>
    <w:p w:rsidR="00EC54B6" w:rsidRDefault="00EC54B6" w:rsidP="00175E59">
      <w:pPr>
        <w:pStyle w:val="Heading2Center"/>
      </w:pPr>
      <w:bookmarkStart w:id="898" w:name="_Toc442792017"/>
      <w:r>
        <w:t>157. Minzil al Safat</w:t>
      </w:r>
      <w:bookmarkEnd w:id="898"/>
    </w:p>
    <w:p w:rsidR="00EC54B6" w:rsidRDefault="00EC54B6" w:rsidP="00EC54B6">
      <w:pPr>
        <w:pStyle w:val="libNormal"/>
      </w:pPr>
      <w:r>
        <w:t>Moula Ali (asws) says in Khutba Bayan, “I am Minzil al Safat”.</w:t>
      </w:r>
    </w:p>
    <w:p w:rsidR="00EC54B6" w:rsidRDefault="00EC54B6" w:rsidP="00175E59">
      <w:pPr>
        <w:pStyle w:val="Heading2Center"/>
      </w:pPr>
      <w:bookmarkStart w:id="899" w:name="_Toc442792018"/>
      <w:r>
        <w:t>158. Mowathir al Mathir</w:t>
      </w:r>
      <w:bookmarkEnd w:id="899"/>
    </w:p>
    <w:p w:rsidR="00EC54B6" w:rsidRDefault="00EC54B6" w:rsidP="00EC54B6">
      <w:pPr>
        <w:pStyle w:val="libNormal"/>
      </w:pPr>
      <w:r>
        <w:t>Moula Ali (asws) says in Khutba Bayan, “I am Mowathir al Mathir”.</w:t>
      </w:r>
    </w:p>
    <w:p w:rsidR="00EC54B6" w:rsidRDefault="00EC54B6" w:rsidP="00175E59">
      <w:pPr>
        <w:pStyle w:val="Heading2Center"/>
      </w:pPr>
      <w:bookmarkStart w:id="900" w:name="_Toc442792019"/>
      <w:r>
        <w:t>159. Meezan al Qast (scale on the day of judgement)</w:t>
      </w:r>
      <w:bookmarkEnd w:id="900"/>
    </w:p>
    <w:p w:rsidR="00EC54B6" w:rsidRDefault="00EC54B6" w:rsidP="00EC54B6">
      <w:pPr>
        <w:pStyle w:val="libNormal"/>
      </w:pPr>
      <w:r>
        <w:t>Moula Ali (asws) says to His Son Imam Hasan (as), “I am the scale on the day of judgement”.</w:t>
      </w:r>
    </w:p>
    <w:p w:rsidR="00EC54B6" w:rsidRDefault="00EC54B6" w:rsidP="00175E59">
      <w:pPr>
        <w:pStyle w:val="Heading2Center"/>
      </w:pPr>
      <w:bookmarkStart w:id="901" w:name="_Toc442792020"/>
      <w:r>
        <w:t>160. Murdee al kamah</w:t>
      </w:r>
      <w:bookmarkEnd w:id="901"/>
    </w:p>
    <w:p w:rsidR="00FE3B28" w:rsidRDefault="00EC54B6" w:rsidP="00EC54B6">
      <w:pPr>
        <w:pStyle w:val="libNormal"/>
      </w:pPr>
      <w:r>
        <w:t>Moula Ali (asws) says His Son Imam Hussain (as), “I am Murdee al kamah”.</w:t>
      </w:r>
    </w:p>
    <w:p w:rsidR="00EC54B6" w:rsidRDefault="00EC54B6" w:rsidP="00175E59">
      <w:pPr>
        <w:pStyle w:val="Heading2Center"/>
      </w:pPr>
      <w:bookmarkStart w:id="902" w:name="_Toc442792021"/>
      <w:r>
        <w:t>161. Madhab al Kareem</w:t>
      </w:r>
      <w:bookmarkEnd w:id="902"/>
    </w:p>
    <w:p w:rsidR="00EC54B6" w:rsidRDefault="00EC54B6" w:rsidP="00EC54B6">
      <w:pPr>
        <w:pStyle w:val="libNormal"/>
      </w:pPr>
      <w:r>
        <w:t>In the ziarat written in Lalitul Mabath al Shareef, “Salam be upon You, O’Madhab a</w:t>
      </w:r>
      <w:r w:rsidR="004D1165">
        <w:t xml:space="preserve">l </w:t>
      </w:r>
      <w:r>
        <w:t>Kareem”.</w:t>
      </w:r>
    </w:p>
    <w:p w:rsidR="00EC54B6" w:rsidRPr="00B2671B" w:rsidRDefault="00EC54B6" w:rsidP="00B2671B">
      <w:pPr>
        <w:pStyle w:val="Heading2Center"/>
      </w:pPr>
      <w:bookmarkStart w:id="903" w:name="_Toc442792022"/>
      <w:r w:rsidRPr="00B2671B">
        <w:t>162. Mathani was Quran al Kareem (seven oft repeated verses and</w:t>
      </w:r>
      <w:r w:rsidR="00B2671B" w:rsidRPr="00B2671B">
        <w:t xml:space="preserve"> </w:t>
      </w:r>
      <w:r w:rsidRPr="00B2671B">
        <w:t>Quran)</w:t>
      </w:r>
      <w:bookmarkEnd w:id="903"/>
    </w:p>
    <w:p w:rsidR="00EC54B6" w:rsidRDefault="00EC54B6" w:rsidP="00EC54B6">
      <w:pPr>
        <w:pStyle w:val="libNormal"/>
      </w:pPr>
      <w:r>
        <w:t>Moula Ali (asws) said to Syeda (sa), “I am seven oft repeated verses and Quran al Kareem”.</w:t>
      </w:r>
    </w:p>
    <w:p w:rsidR="00EC54B6" w:rsidRDefault="00EC54B6" w:rsidP="00175E59">
      <w:pPr>
        <w:pStyle w:val="Heading2Center"/>
      </w:pPr>
      <w:bookmarkStart w:id="904" w:name="_Toc442792023"/>
      <w:r>
        <w:t>163. Mabrij al Abraj</w:t>
      </w:r>
      <w:bookmarkEnd w:id="904"/>
    </w:p>
    <w:p w:rsidR="00EC54B6" w:rsidRDefault="00EC54B6" w:rsidP="00EC54B6">
      <w:pPr>
        <w:pStyle w:val="libNormal"/>
      </w:pPr>
      <w:r>
        <w:t>Moula Ali (asws) says in Khutba Tutanjiya, “I am Mabrij al Abraj”.</w:t>
      </w:r>
    </w:p>
    <w:p w:rsidR="00EC54B6" w:rsidRDefault="00EC54B6" w:rsidP="00175E59">
      <w:pPr>
        <w:pStyle w:val="Heading2Center"/>
      </w:pPr>
      <w:bookmarkStart w:id="905" w:name="_Toc442792024"/>
      <w:r>
        <w:t>164. Mifatha al Afraj (remover of hardships)</w:t>
      </w:r>
      <w:bookmarkEnd w:id="905"/>
    </w:p>
    <w:p w:rsidR="00EC54B6" w:rsidRDefault="00EC54B6" w:rsidP="00EC54B6">
      <w:pPr>
        <w:pStyle w:val="libNormal"/>
      </w:pPr>
      <w:r>
        <w:lastRenderedPageBreak/>
        <w:t>Moula Ali (asws) says in Khutba Tutanjiya, “I am the remover of hardships”.</w:t>
      </w:r>
    </w:p>
    <w:p w:rsidR="00EC54B6" w:rsidRDefault="00EC54B6" w:rsidP="00175E59">
      <w:pPr>
        <w:pStyle w:val="Heading2Center"/>
      </w:pPr>
      <w:bookmarkStart w:id="906" w:name="_Toc442792025"/>
      <w:r>
        <w:t>165. Mijree al Anhar (establisher of rivers)</w:t>
      </w:r>
      <w:bookmarkEnd w:id="906"/>
    </w:p>
    <w:p w:rsidR="00EC54B6" w:rsidRDefault="00EC54B6" w:rsidP="00EC54B6">
      <w:pPr>
        <w:pStyle w:val="libNormal"/>
      </w:pPr>
      <w:r>
        <w:t>Moula Ali (asws) says in Khutba Tutanjiya, “I am establisher of the rivers”.</w:t>
      </w:r>
    </w:p>
    <w:p w:rsidR="00EC54B6" w:rsidRDefault="00EC54B6" w:rsidP="00175E59">
      <w:pPr>
        <w:pStyle w:val="Heading2Center"/>
      </w:pPr>
      <w:bookmarkStart w:id="907" w:name="_Toc442792026"/>
      <w:r>
        <w:t>166. Madbir al Aalim (most wise)</w:t>
      </w:r>
      <w:bookmarkEnd w:id="907"/>
    </w:p>
    <w:p w:rsidR="00EC54B6" w:rsidRDefault="00EC54B6" w:rsidP="00EC54B6">
      <w:pPr>
        <w:pStyle w:val="libNormal"/>
      </w:pPr>
      <w:r>
        <w:t>Moula Ali (asws) says in Khutba Tutanjiya, “I am the most wise”.</w:t>
      </w:r>
    </w:p>
    <w:p w:rsidR="00EC54B6" w:rsidRDefault="00EC54B6" w:rsidP="00175E59">
      <w:pPr>
        <w:pStyle w:val="Heading2Center"/>
      </w:pPr>
      <w:bookmarkStart w:id="908" w:name="_Toc442792027"/>
      <w:r>
        <w:t>167. Mintaq Isa fi al Hamd Sabiya</w:t>
      </w:r>
      <w:bookmarkEnd w:id="908"/>
    </w:p>
    <w:p w:rsidR="00EC54B6" w:rsidRDefault="00EC54B6" w:rsidP="00EC54B6">
      <w:pPr>
        <w:pStyle w:val="libNormal"/>
      </w:pPr>
      <w:r>
        <w:t>Moula Ali (asws) says in Khutba Tutanjiya, “I am Mintaq Isa fi al Hamd Sabiya”.</w:t>
      </w:r>
    </w:p>
    <w:p w:rsidR="00EC54B6" w:rsidRDefault="00EC54B6" w:rsidP="00175E59">
      <w:pPr>
        <w:pStyle w:val="Heading2Center"/>
      </w:pPr>
      <w:bookmarkStart w:id="909" w:name="_Toc442792028"/>
      <w:r>
        <w:t>168. Mahasee kul shain (authority over all of creation)</w:t>
      </w:r>
      <w:bookmarkEnd w:id="909"/>
    </w:p>
    <w:p w:rsidR="00EC54B6" w:rsidRDefault="00EC54B6" w:rsidP="00EC54B6">
      <w:pPr>
        <w:pStyle w:val="libNormal"/>
      </w:pPr>
      <w:r>
        <w:t>In one of His sermons, Moula Ali (asws) says, “I possess the authority over all of th</w:t>
      </w:r>
      <w:r w:rsidR="004D1165">
        <w:t xml:space="preserve">e </w:t>
      </w:r>
      <w:r>
        <w:t>creation”.</w:t>
      </w:r>
    </w:p>
    <w:p w:rsidR="00FE3B28" w:rsidRDefault="00EC54B6" w:rsidP="0080330A">
      <w:pPr>
        <w:pStyle w:val="libItalic"/>
      </w:pPr>
      <w:r>
        <w:t>(Mukhtasir al Basair pg 33)</w:t>
      </w:r>
    </w:p>
    <w:p w:rsidR="00EC54B6" w:rsidRDefault="00EC54B6" w:rsidP="00175E59">
      <w:pPr>
        <w:pStyle w:val="Heading2Center"/>
      </w:pPr>
      <w:bookmarkStart w:id="910" w:name="_Toc442792029"/>
      <w:r>
        <w:t>169. Mahalik Aad (destroyer of the people of Aad)</w:t>
      </w:r>
      <w:bookmarkEnd w:id="910"/>
    </w:p>
    <w:p w:rsidR="00EC54B6" w:rsidRDefault="00EC54B6" w:rsidP="00EC54B6">
      <w:pPr>
        <w:pStyle w:val="libNormal"/>
      </w:pPr>
      <w:r>
        <w:t>In one of His sermons, Moula Ali (asws) says, “I am the destroyer of the people of Aad”.</w:t>
      </w:r>
    </w:p>
    <w:p w:rsidR="00EC54B6" w:rsidRDefault="00EC54B6" w:rsidP="0080330A">
      <w:pPr>
        <w:pStyle w:val="libItalic"/>
      </w:pPr>
      <w:r>
        <w:t>(Mukhtasir al Basair pg 33)</w:t>
      </w:r>
    </w:p>
    <w:p w:rsidR="00EC54B6" w:rsidRDefault="00EC54B6" w:rsidP="00175E59">
      <w:pPr>
        <w:pStyle w:val="Heading2Center"/>
      </w:pPr>
      <w:bookmarkStart w:id="911" w:name="_Toc442792030"/>
      <w:r>
        <w:t>170. Mahalik Thamud (destroyer of Thamud)</w:t>
      </w:r>
      <w:bookmarkEnd w:id="911"/>
    </w:p>
    <w:p w:rsidR="00EC54B6" w:rsidRDefault="00EC54B6" w:rsidP="00EC54B6">
      <w:pPr>
        <w:pStyle w:val="libNormal"/>
      </w:pPr>
      <w:r>
        <w:t>In one of His sermons, Moula Ali (asws) says, “I am the destroyer of Thamud”.</w:t>
      </w:r>
    </w:p>
    <w:p w:rsidR="00EC54B6" w:rsidRDefault="00EC54B6" w:rsidP="0080330A">
      <w:pPr>
        <w:pStyle w:val="libItalic"/>
      </w:pPr>
      <w:r>
        <w:t>(Mukhtasir al Basair pg 33)</w:t>
      </w:r>
    </w:p>
    <w:p w:rsidR="00EC54B6" w:rsidRDefault="00EC54B6" w:rsidP="00385CB6">
      <w:pPr>
        <w:pStyle w:val="Heading2Center"/>
      </w:pPr>
      <w:bookmarkStart w:id="912" w:name="_Toc442792031"/>
      <w:r>
        <w:t>171. Maskhar lah al Sihab wal Raad wal Barq (one for whom clouds,</w:t>
      </w:r>
      <w:r w:rsidR="00385CB6">
        <w:t xml:space="preserve"> </w:t>
      </w:r>
      <w:r>
        <w:t>thunder, and all of creation was created)</w:t>
      </w:r>
      <w:bookmarkEnd w:id="912"/>
    </w:p>
    <w:p w:rsidR="00EC54B6" w:rsidRDefault="00EC54B6" w:rsidP="00EC54B6">
      <w:pPr>
        <w:pStyle w:val="libNormal"/>
      </w:pPr>
      <w:r>
        <w:t>In one of His sermons, Moula Ali (asws) says, “I am the one for whom the clouds, thunde</w:t>
      </w:r>
      <w:r w:rsidR="004D1165">
        <w:t xml:space="preserve">r </w:t>
      </w:r>
      <w:r>
        <w:t>and all of the creation was created”.</w:t>
      </w:r>
    </w:p>
    <w:p w:rsidR="00EC54B6" w:rsidRDefault="00EC54B6" w:rsidP="0080330A">
      <w:pPr>
        <w:pStyle w:val="libItalic"/>
      </w:pPr>
      <w:r>
        <w:t>(Mukhtasir al Basair pg 33)</w:t>
      </w:r>
    </w:p>
    <w:p w:rsidR="00EC54B6" w:rsidRDefault="00EC54B6" w:rsidP="00175E59">
      <w:pPr>
        <w:pStyle w:val="Heading2Center"/>
      </w:pPr>
      <w:bookmarkStart w:id="913" w:name="_Toc442792032"/>
      <w:r>
        <w:t>172. Minhool Ism Allah (one who has the name of Allah)</w:t>
      </w:r>
      <w:bookmarkEnd w:id="913"/>
    </w:p>
    <w:p w:rsidR="00EC54B6" w:rsidRDefault="00EC54B6" w:rsidP="00EC54B6">
      <w:pPr>
        <w:pStyle w:val="libNormal"/>
      </w:pPr>
      <w:r>
        <w:t>In one of His sermons, Moula Ali (asws) says, “I am the one who has the name of Allah”.</w:t>
      </w:r>
    </w:p>
    <w:p w:rsidR="00EC54B6" w:rsidRDefault="00EC54B6" w:rsidP="0080330A">
      <w:pPr>
        <w:pStyle w:val="libItalic"/>
      </w:pPr>
      <w:r>
        <w:t>(Mukhtasir al Basair pg 33)</w:t>
      </w:r>
    </w:p>
    <w:p w:rsidR="00EC54B6" w:rsidRDefault="00EC54B6" w:rsidP="00385CB6">
      <w:pPr>
        <w:pStyle w:val="Heading2Center"/>
      </w:pPr>
      <w:bookmarkStart w:id="914" w:name="_Toc442792033"/>
      <w:r>
        <w:t>173. Mahasib al Khaliq (one before whom the whole creation will be</w:t>
      </w:r>
      <w:r w:rsidR="00385CB6">
        <w:t xml:space="preserve"> </w:t>
      </w:r>
      <w:r>
        <w:t>gathered)</w:t>
      </w:r>
      <w:bookmarkEnd w:id="914"/>
    </w:p>
    <w:p w:rsidR="00EC54B6" w:rsidRDefault="00EC54B6" w:rsidP="00EC54B6">
      <w:pPr>
        <w:pStyle w:val="libNormal"/>
      </w:pPr>
      <w:r>
        <w:t>Moula Ali (asws) says in Khutba Iftikharia, “I am the one before whom the whole creatio</w:t>
      </w:r>
      <w:r w:rsidR="004D1165">
        <w:t xml:space="preserve">n </w:t>
      </w:r>
      <w:r>
        <w:t>will be gathered”.</w:t>
      </w:r>
    </w:p>
    <w:p w:rsidR="00EC54B6" w:rsidRDefault="00EC54B6" w:rsidP="00175E59">
      <w:pPr>
        <w:pStyle w:val="Heading2Center"/>
      </w:pPr>
      <w:bookmarkStart w:id="915" w:name="_Toc442792034"/>
      <w:r>
        <w:t>174. Matee (bestower of blessings)</w:t>
      </w:r>
      <w:bookmarkEnd w:id="915"/>
    </w:p>
    <w:p w:rsidR="00FE3B28" w:rsidRDefault="00EC54B6" w:rsidP="00EC54B6">
      <w:pPr>
        <w:pStyle w:val="libNormal"/>
      </w:pPr>
      <w:r>
        <w:t>Moula Ali (asws) says in Khutba Iftikharia, “I am the bestower of blessings”.</w:t>
      </w:r>
    </w:p>
    <w:p w:rsidR="00EC54B6" w:rsidRDefault="00EC54B6" w:rsidP="00175E59">
      <w:pPr>
        <w:pStyle w:val="Heading2Center"/>
      </w:pPr>
      <w:bookmarkStart w:id="916" w:name="_Toc442792035"/>
      <w:r>
        <w:t>175. Mabeed al Shajaan (one at the forefront of the battlefield)</w:t>
      </w:r>
      <w:bookmarkEnd w:id="916"/>
    </w:p>
    <w:p w:rsidR="00EC54B6" w:rsidRDefault="00EC54B6" w:rsidP="00EC54B6">
      <w:pPr>
        <w:pStyle w:val="libNormal"/>
      </w:pPr>
      <w:r>
        <w:lastRenderedPageBreak/>
        <w:t>Moula Ali (asws) says in Khutba Iftikharia, “I am the one who is always at the forefront o</w:t>
      </w:r>
      <w:r w:rsidR="004D1165">
        <w:t xml:space="preserve">f </w:t>
      </w:r>
      <w:r>
        <w:t>the battlefield”.</w:t>
      </w:r>
    </w:p>
    <w:p w:rsidR="00EC54B6" w:rsidRDefault="00EC54B6" w:rsidP="00175E59">
      <w:pPr>
        <w:pStyle w:val="Heading2Center"/>
      </w:pPr>
      <w:bookmarkStart w:id="917" w:name="_Toc442792036"/>
      <w:r>
        <w:t>176. Mahsood (One whom the people are envious of)</w:t>
      </w:r>
      <w:bookmarkEnd w:id="917"/>
    </w:p>
    <w:p w:rsidR="00EC54B6" w:rsidRDefault="00EC54B6" w:rsidP="00EC54B6">
      <w:pPr>
        <w:pStyle w:val="libNormal"/>
      </w:pPr>
      <w:r>
        <w:t>Abu Hamza Thumali narrates from Imam Jafar Sadiq (as) regarding this ayah, “Or do the</w:t>
      </w:r>
      <w:r w:rsidR="004D1165">
        <w:t xml:space="preserve">y </w:t>
      </w:r>
      <w:r>
        <w:t>envy the people for what Allah has given them of His grace? But indeed We have give</w:t>
      </w:r>
      <w:r w:rsidR="004D1165">
        <w:t xml:space="preserve">n </w:t>
      </w:r>
      <w:r>
        <w:t>to Ibrahim's children the Book and the wisdom, and We have given them a gran</w:t>
      </w:r>
      <w:r w:rsidR="004D1165">
        <w:t xml:space="preserve">d </w:t>
      </w:r>
      <w:r>
        <w:t>kingdom.” (4:54), Imam (as) said, “I swear by Allah, We are those whom the people ar</w:t>
      </w:r>
      <w:r w:rsidR="004D1165">
        <w:t xml:space="preserve">e </w:t>
      </w:r>
      <w:r>
        <w:t>envious of. And Our kingdom shall return back to Us”.</w:t>
      </w:r>
    </w:p>
    <w:p w:rsidR="00EC54B6" w:rsidRDefault="00EC54B6" w:rsidP="0080330A">
      <w:pPr>
        <w:pStyle w:val="libItalic"/>
      </w:pPr>
      <w:r>
        <w:t>(Basair al Darjaat pg 36)</w:t>
      </w:r>
    </w:p>
    <w:p w:rsidR="00EC54B6" w:rsidRDefault="00EC54B6" w:rsidP="00175E59">
      <w:pPr>
        <w:pStyle w:val="Heading2Center"/>
      </w:pPr>
      <w:bookmarkStart w:id="918" w:name="_Toc442792037"/>
      <w:r>
        <w:t>177. Mahat al Qasas</w:t>
      </w:r>
      <w:bookmarkEnd w:id="918"/>
    </w:p>
    <w:p w:rsidR="00EC54B6" w:rsidRDefault="00EC54B6" w:rsidP="00EC54B6">
      <w:pPr>
        <w:pStyle w:val="libNormal"/>
      </w:pPr>
      <w:r>
        <w:t>Moula Ali (asws) says in Khutba Bayan, “I am Mahat al Qasas”.</w:t>
      </w:r>
    </w:p>
    <w:p w:rsidR="00EC54B6" w:rsidRDefault="00EC54B6" w:rsidP="00175E59">
      <w:pPr>
        <w:pStyle w:val="Heading2Center"/>
      </w:pPr>
      <w:bookmarkStart w:id="919" w:name="_Toc442792038"/>
      <w:r>
        <w:t>178. Mahee al Birrah (life of the pious)</w:t>
      </w:r>
      <w:bookmarkEnd w:id="919"/>
    </w:p>
    <w:p w:rsidR="00EC54B6" w:rsidRDefault="00EC54B6" w:rsidP="00EC54B6">
      <w:pPr>
        <w:pStyle w:val="libNormal"/>
      </w:pPr>
      <w:r>
        <w:t>Moula Ali (asws) says in Khutba Bayan, “I am the life of the pious”.</w:t>
      </w:r>
    </w:p>
    <w:p w:rsidR="00EC54B6" w:rsidRDefault="00EC54B6" w:rsidP="00175E59">
      <w:pPr>
        <w:pStyle w:val="Heading2Center"/>
      </w:pPr>
      <w:bookmarkStart w:id="920" w:name="_Toc442792039"/>
      <w:r>
        <w:t>179. Mahukm al Raad (lord of thunder)</w:t>
      </w:r>
      <w:bookmarkEnd w:id="920"/>
    </w:p>
    <w:p w:rsidR="00EC54B6" w:rsidRDefault="00EC54B6" w:rsidP="00EC54B6">
      <w:pPr>
        <w:pStyle w:val="libNormal"/>
      </w:pPr>
      <w:r>
        <w:t>Moula Ali (asws) says in Khutba Bayan, “I am the Lord of thunder”.</w:t>
      </w:r>
    </w:p>
    <w:p w:rsidR="00EC54B6" w:rsidRDefault="00EC54B6" w:rsidP="00175E59">
      <w:pPr>
        <w:pStyle w:val="Heading2Center"/>
      </w:pPr>
      <w:bookmarkStart w:id="921" w:name="_Toc442792040"/>
      <w:r>
        <w:t>180. Mahboob al Saaf (meaning of Sura Saaf)</w:t>
      </w:r>
      <w:bookmarkEnd w:id="921"/>
    </w:p>
    <w:p w:rsidR="00EC54B6" w:rsidRDefault="00EC54B6" w:rsidP="00EC54B6">
      <w:pPr>
        <w:pStyle w:val="libNormal"/>
      </w:pPr>
      <w:r>
        <w:t>Moula Ali (asws) says in Khutba Bayan, “I am the meaning of Sura Saaf”.</w:t>
      </w:r>
    </w:p>
    <w:p w:rsidR="00EC54B6" w:rsidRDefault="00EC54B6" w:rsidP="00175E59">
      <w:pPr>
        <w:pStyle w:val="Heading2Center"/>
      </w:pPr>
      <w:bookmarkStart w:id="922" w:name="_Toc442792041"/>
      <w:r>
        <w:t>181. Mahaqiq al Haqaiq (revealer of truth)</w:t>
      </w:r>
      <w:bookmarkEnd w:id="922"/>
    </w:p>
    <w:p w:rsidR="00FE3B28" w:rsidRDefault="00EC54B6" w:rsidP="00EC54B6">
      <w:pPr>
        <w:pStyle w:val="libNormal"/>
      </w:pPr>
      <w:r>
        <w:t>Moula Ali (asws) says in Khutba Bayan, “I am the revealor of truth”.</w:t>
      </w:r>
    </w:p>
    <w:p w:rsidR="00EC54B6" w:rsidRDefault="00EC54B6" w:rsidP="00175E59">
      <w:pPr>
        <w:pStyle w:val="Heading2Center"/>
      </w:pPr>
      <w:bookmarkStart w:id="923" w:name="_Toc442792042"/>
      <w:r>
        <w:t>182. Mikhtas bil Rahmah (chosen by Allah for His mercy)</w:t>
      </w:r>
      <w:bookmarkEnd w:id="923"/>
    </w:p>
    <w:p w:rsidR="00EC54B6" w:rsidRDefault="00EC54B6" w:rsidP="00EC54B6">
      <w:pPr>
        <w:pStyle w:val="libNormal"/>
      </w:pPr>
      <w:r>
        <w:t>Abu Salih narrates from Hammar who narrates from Imam Reza (as) who narrates fro</w:t>
      </w:r>
      <w:r w:rsidR="004D1165">
        <w:t xml:space="preserve">m </w:t>
      </w:r>
      <w:r>
        <w:t>His Forefathers the saying of Imam Jafar Sadiq (as) regarding this ayah, “Allah choose</w:t>
      </w:r>
      <w:r w:rsidR="004D1165">
        <w:t xml:space="preserve">s </w:t>
      </w:r>
      <w:r>
        <w:t>especially whom He pleases for His mercy” (2:105), Imam (as) said, “Allah has chosen Hi</w:t>
      </w:r>
      <w:r w:rsidR="004D1165">
        <w:t xml:space="preserve">s </w:t>
      </w:r>
      <w:r>
        <w:t>Prophet, His Successor, and His Offspring for His mercy. Allah has 100 different kinds o</w:t>
      </w:r>
      <w:r w:rsidR="004D1165">
        <w:t xml:space="preserve">f </w:t>
      </w:r>
      <w:r>
        <w:t>mercy. 99 of which are for Muhammad (saw), Ali (asws), and His Offspring. One is for all o</w:t>
      </w:r>
      <w:r w:rsidR="004D1165">
        <w:t xml:space="preserve">f </w:t>
      </w:r>
      <w:r>
        <w:t>the believers”.</w:t>
      </w:r>
    </w:p>
    <w:p w:rsidR="00EC54B6" w:rsidRDefault="00EC54B6" w:rsidP="00CE7E0F">
      <w:pPr>
        <w:pStyle w:val="libItalic"/>
      </w:pPr>
      <w:r>
        <w:t>(Tafseer Burhan First Editon pg 140)</w:t>
      </w:r>
    </w:p>
    <w:p w:rsidR="00EC54B6" w:rsidRDefault="00EC54B6" w:rsidP="00175E59">
      <w:pPr>
        <w:pStyle w:val="Heading2Center"/>
      </w:pPr>
      <w:bookmarkStart w:id="924" w:name="_Toc442792043"/>
      <w:r>
        <w:t>183. Mikhzee al Kafreen (denouncer of kufar)</w:t>
      </w:r>
      <w:bookmarkEnd w:id="924"/>
    </w:p>
    <w:p w:rsidR="00EC54B6" w:rsidRDefault="00EC54B6" w:rsidP="00EC54B6">
      <w:pPr>
        <w:pStyle w:val="libNormal"/>
      </w:pPr>
      <w:r>
        <w:t>Imam Muhamamd Baqir (as) narrates that Jabir bin Abdullah was asked regarding Ameeru</w:t>
      </w:r>
      <w:r w:rsidR="004D1165">
        <w:t xml:space="preserve">l </w:t>
      </w:r>
      <w:r>
        <w:t>Momineen (asws). He said, “I swear by Allah, He is master of all momineen, the denounce</w:t>
      </w:r>
      <w:r w:rsidR="004D1165">
        <w:t xml:space="preserve">r </w:t>
      </w:r>
      <w:r>
        <w:t>of kufar, and the sword of Allah upon kufar, munafiqs (hypocrites), and rebels”.</w:t>
      </w:r>
    </w:p>
    <w:p w:rsidR="00EC54B6" w:rsidRDefault="00EC54B6" w:rsidP="00CE7E0F">
      <w:pPr>
        <w:pStyle w:val="libItalic"/>
      </w:pPr>
      <w:r>
        <w:t>(Fazail ibn Shazaan pg 162)</w:t>
      </w:r>
    </w:p>
    <w:p w:rsidR="00EC54B6" w:rsidRDefault="00EC54B6" w:rsidP="00175E59">
      <w:pPr>
        <w:pStyle w:val="Heading2Center"/>
      </w:pPr>
      <w:bookmarkStart w:id="925" w:name="_Toc442792044"/>
      <w:r>
        <w:t>184. Mutzakirbay (Reminder)</w:t>
      </w:r>
      <w:bookmarkEnd w:id="925"/>
    </w:p>
    <w:p w:rsidR="00EC54B6" w:rsidRDefault="00EC54B6" w:rsidP="00EC54B6">
      <w:pPr>
        <w:pStyle w:val="libNormal"/>
      </w:pPr>
      <w:r>
        <w:t>Jabir narrates “I asked Imam Abu Jafar (as) regarding this ayah, “But when they neglecte</w:t>
      </w:r>
      <w:r w:rsidR="004D1165">
        <w:t xml:space="preserve">d </w:t>
      </w:r>
      <w:r>
        <w:t>that with which they had been admonished, We opened for them the doors of al</w:t>
      </w:r>
      <w:r w:rsidR="004D1165">
        <w:t xml:space="preserve">l </w:t>
      </w:r>
      <w:r>
        <w:t xml:space="preserve">things” (6:44), Imam (as) said, “Allah reminded them regarding the wilayat of Ali </w:t>
      </w:r>
      <w:r w:rsidR="0066696E" w:rsidRPr="0066696E">
        <w:t>(asws)</w:t>
      </w:r>
      <w:r w:rsidR="0066696E">
        <w:t xml:space="preserve"> </w:t>
      </w:r>
      <w:r>
        <w:t>ibn Abi Talib (as).”</w:t>
      </w:r>
    </w:p>
    <w:p w:rsidR="00EC54B6" w:rsidRDefault="00EC54B6" w:rsidP="00CE7E0F">
      <w:pPr>
        <w:pStyle w:val="libItalic"/>
      </w:pPr>
      <w:r>
        <w:t>(Tafseer e Furat pg 133)</w:t>
      </w:r>
    </w:p>
    <w:p w:rsidR="00EC54B6" w:rsidRDefault="00EC54B6" w:rsidP="00175E59">
      <w:pPr>
        <w:pStyle w:val="Heading2Center"/>
      </w:pPr>
      <w:bookmarkStart w:id="926" w:name="_Toc442792045"/>
      <w:r>
        <w:lastRenderedPageBreak/>
        <w:t>185. Mirghan al Fajrah (Destroyer of oppressors)</w:t>
      </w:r>
      <w:bookmarkEnd w:id="926"/>
    </w:p>
    <w:p w:rsidR="00EC54B6" w:rsidRDefault="00EC54B6" w:rsidP="00EC54B6">
      <w:pPr>
        <w:pStyle w:val="libNormal"/>
      </w:pPr>
      <w:r>
        <w:t>O’Allah! Send durood upon Ali (asws) ibn Abi Talib (as) who is the brother of Your Prophe</w:t>
      </w:r>
      <w:r w:rsidR="004D1165">
        <w:t xml:space="preserve">t, </w:t>
      </w:r>
      <w:r>
        <w:t>His Wali, Sucessor, Trustee of His knowledge, who is the door of wisdom, who speaks wit</w:t>
      </w:r>
      <w:r w:rsidR="004D1165">
        <w:t xml:space="preserve">h </w:t>
      </w:r>
      <w:r>
        <w:t>Your Hujjat (proof), who calls the creation towards Your sharia (laws), who is RasoolAlla</w:t>
      </w:r>
      <w:r w:rsidR="004D1165">
        <w:t xml:space="preserve">h </w:t>
      </w:r>
      <w:r>
        <w:t>(saw)’s caliph upon His nation, who is the remover of the sufferings of RasoolAllah (saw),</w:t>
      </w:r>
    </w:p>
    <w:p w:rsidR="00EC54B6" w:rsidRDefault="00EC54B6" w:rsidP="00EC54B6">
      <w:pPr>
        <w:pStyle w:val="libNormal"/>
      </w:pPr>
      <w:r>
        <w:t>who is the destroyer of kufar and oppressors, who You made the same for RasoolAlla</w:t>
      </w:r>
      <w:r w:rsidR="004D1165">
        <w:t xml:space="preserve">h </w:t>
      </w:r>
      <w:r>
        <w:t>(saw) the way Haroon (as ) was for Musa (as). O’Allah! Be a friend to those who are Hi</w:t>
      </w:r>
      <w:r w:rsidR="004D1165">
        <w:t xml:space="preserve">s </w:t>
      </w:r>
      <w:r>
        <w:t>friends and enemies of those who are His enemies. Abandon those who abandon Him.</w:t>
      </w:r>
    </w:p>
    <w:p w:rsidR="00EC54B6" w:rsidRDefault="00EC54B6" w:rsidP="00EC54B6">
      <w:pPr>
        <w:pStyle w:val="libNormal"/>
      </w:pPr>
      <w:r>
        <w:t>Curse those who are envious of Him.”</w:t>
      </w:r>
    </w:p>
    <w:p w:rsidR="00EC54B6" w:rsidRDefault="00EC54B6" w:rsidP="00CE7E0F">
      <w:pPr>
        <w:pStyle w:val="libItalic"/>
      </w:pPr>
      <w:r>
        <w:t>(Mafatih al Jinan pg 419)</w:t>
      </w:r>
    </w:p>
    <w:p w:rsidR="00EC54B6" w:rsidRDefault="00EC54B6" w:rsidP="00175E59">
      <w:pPr>
        <w:pStyle w:val="Heading2Center"/>
      </w:pPr>
      <w:bookmarkStart w:id="927" w:name="_Toc442792046"/>
      <w:r>
        <w:t>186. Misdad al Khalaiq</w:t>
      </w:r>
      <w:bookmarkEnd w:id="927"/>
    </w:p>
    <w:p w:rsidR="00EC54B6" w:rsidRDefault="00EC54B6" w:rsidP="00EC54B6">
      <w:pPr>
        <w:pStyle w:val="libNormal"/>
      </w:pPr>
      <w:r>
        <w:t>Moula Ali (asws) says in Khutba Bayan, “I am Misdad al Khalaiq”.</w:t>
      </w:r>
    </w:p>
    <w:p w:rsidR="00EC54B6" w:rsidRDefault="00EC54B6" w:rsidP="00175E59">
      <w:pPr>
        <w:pStyle w:val="Heading2Center"/>
      </w:pPr>
      <w:bookmarkStart w:id="928" w:name="_Toc442792047"/>
      <w:r>
        <w:t>187. Misbab al Asbab</w:t>
      </w:r>
      <w:bookmarkEnd w:id="928"/>
    </w:p>
    <w:p w:rsidR="00EC54B6" w:rsidRDefault="00EC54B6" w:rsidP="00EC54B6">
      <w:pPr>
        <w:pStyle w:val="libNormal"/>
      </w:pPr>
      <w:r>
        <w:t>Moula Ali (asws) says in Khutba Bayan, “I am Misbab al Asbab”.</w:t>
      </w:r>
    </w:p>
    <w:p w:rsidR="00EC54B6" w:rsidRDefault="00EC54B6" w:rsidP="00175E59">
      <w:pPr>
        <w:pStyle w:val="Heading2Center"/>
      </w:pPr>
      <w:bookmarkStart w:id="929" w:name="_Toc442792048"/>
      <w:r>
        <w:t>188. Misbah al Dajaa (Lamp in the darkness)</w:t>
      </w:r>
      <w:bookmarkEnd w:id="929"/>
    </w:p>
    <w:p w:rsidR="00EC54B6" w:rsidRDefault="00EC54B6" w:rsidP="00EC54B6">
      <w:pPr>
        <w:pStyle w:val="libNormal"/>
      </w:pPr>
      <w:r>
        <w:t>Imam Hussain (as) narrates, “I heard My Grandfather saying, “Anyone who wants to live M</w:t>
      </w:r>
      <w:r w:rsidR="004D1165">
        <w:t xml:space="preserve">y </w:t>
      </w:r>
      <w:r>
        <w:t>life and wants to die as I do and wishes to enter into jannah, must love Ali (asws) and Ahlu</w:t>
      </w:r>
      <w:r w:rsidR="004D1165">
        <w:t xml:space="preserve">l </w:t>
      </w:r>
      <w:r>
        <w:t>Bayt (as). Verily, They are Imam and lamp in the darkness. They will never allow you to g</w:t>
      </w:r>
      <w:r w:rsidR="004D1165">
        <w:t xml:space="preserve">o </w:t>
      </w:r>
      <w:r>
        <w:t>astray after Me.”</w:t>
      </w:r>
    </w:p>
    <w:p w:rsidR="00EC54B6" w:rsidRDefault="00EC54B6" w:rsidP="0080330A">
      <w:pPr>
        <w:pStyle w:val="libItalic"/>
      </w:pPr>
      <w:r>
        <w:t>(Al Manaqib pg 34)</w:t>
      </w:r>
    </w:p>
    <w:p w:rsidR="00EC54B6" w:rsidRDefault="00EC54B6" w:rsidP="00175E59">
      <w:pPr>
        <w:pStyle w:val="Heading2Center"/>
      </w:pPr>
      <w:bookmarkStart w:id="930" w:name="_Toc442792049"/>
      <w:r>
        <w:t>189. Masadiq (Truth)</w:t>
      </w:r>
      <w:bookmarkEnd w:id="930"/>
    </w:p>
    <w:p w:rsidR="00EC54B6" w:rsidRDefault="00EC54B6" w:rsidP="00EC54B6">
      <w:pPr>
        <w:pStyle w:val="libNormal"/>
      </w:pPr>
      <w:r>
        <w:t>Imam Jafar Sadiq(as) narrates regarding this ayah, “And he who brings the truth and (h</w:t>
      </w:r>
      <w:r w:rsidR="004D1165">
        <w:t xml:space="preserve">e </w:t>
      </w:r>
      <w:r>
        <w:t>who) accepts it as the truth” (39:33), Imam (as) said, “The one who came with truth i</w:t>
      </w:r>
      <w:r w:rsidR="004D1165">
        <w:t xml:space="preserve">s </w:t>
      </w:r>
      <w:r>
        <w:t>RasoolAllah (saw) and the one who testified to Him is Ali (asws) ibn Abi Talib (as).”</w:t>
      </w:r>
    </w:p>
    <w:p w:rsidR="00EC54B6" w:rsidRDefault="00EC54B6" w:rsidP="00CE7E0F">
      <w:pPr>
        <w:pStyle w:val="libItalic"/>
      </w:pPr>
      <w:r>
        <w:t>(Taweel al Ayat Second Edition pg 517)</w:t>
      </w:r>
    </w:p>
    <w:p w:rsidR="00EC54B6" w:rsidRDefault="00EC54B6" w:rsidP="00175E59">
      <w:pPr>
        <w:pStyle w:val="Heading2Center"/>
      </w:pPr>
      <w:bookmarkStart w:id="931" w:name="_Toc442792050"/>
      <w:r>
        <w:t>190. Min andah ilm al kitab (knowledge of the book of Allah)</w:t>
      </w:r>
      <w:bookmarkEnd w:id="931"/>
    </w:p>
    <w:p w:rsidR="00FE3B28" w:rsidRDefault="00EC54B6" w:rsidP="00EC54B6">
      <w:pPr>
        <w:pStyle w:val="libNormal"/>
      </w:pPr>
      <w:r>
        <w:t>Atya Ufi narrates Abu Saeed al Khudri said, “I asked RasoolAllah (saw) regarding this aya</w:t>
      </w:r>
      <w:r w:rsidR="004D1165">
        <w:t xml:space="preserve">h, </w:t>
      </w:r>
      <w:r>
        <w:t>“One who had the knowledge of the Book” (27:40), RasoolAllah (saw) said, “That is M</w:t>
      </w:r>
      <w:r w:rsidR="004D1165">
        <w:t xml:space="preserve">y </w:t>
      </w:r>
      <w:r>
        <w:t>brother, Ali (asws) ibn Abi Talib (as)”.</w:t>
      </w:r>
    </w:p>
    <w:p w:rsidR="00EC54B6" w:rsidRDefault="00EC54B6" w:rsidP="00CE7E0F">
      <w:pPr>
        <w:pStyle w:val="libItalic"/>
      </w:pPr>
      <w:r>
        <w:t>(Al Bihar 35th Vol pg 429)</w:t>
      </w:r>
    </w:p>
    <w:p w:rsidR="00EC54B6" w:rsidRDefault="00EC54B6" w:rsidP="00175E59">
      <w:pPr>
        <w:pStyle w:val="Heading2Center"/>
      </w:pPr>
      <w:bookmarkStart w:id="932" w:name="_Toc442792051"/>
      <w:r>
        <w:t>191. Mafatah al Jannah (Key of Paradise)</w:t>
      </w:r>
      <w:bookmarkEnd w:id="932"/>
    </w:p>
    <w:p w:rsidR="00EC54B6" w:rsidRDefault="00EC54B6" w:rsidP="00EC54B6">
      <w:pPr>
        <w:pStyle w:val="libNormal"/>
      </w:pPr>
      <w:r>
        <w:t>Imam Jafar Sadiq (as) narrates from His Forefathers that RasoolAllah (saw) said, “On th</w:t>
      </w:r>
      <w:r w:rsidR="004D1165">
        <w:t xml:space="preserve">e </w:t>
      </w:r>
      <w:r>
        <w:t xml:space="preserve">day of judgement, O’Ali (asws)! A room of noor will come to You and You will be wearing </w:t>
      </w:r>
      <w:r w:rsidR="004D1165">
        <w:t xml:space="preserve">a </w:t>
      </w:r>
      <w:r>
        <w:t>crown with four sides, and written on each side will be “There is no god except Alla</w:t>
      </w:r>
      <w:r w:rsidR="004D1165">
        <w:t xml:space="preserve">h, </w:t>
      </w:r>
      <w:r>
        <w:t>Muhammad (saw) is the prophet of Allah, and Ali (asws) is the key of paradise”. A chair wil</w:t>
      </w:r>
      <w:r w:rsidR="004D1165">
        <w:t xml:space="preserve">l </w:t>
      </w:r>
      <w:r>
        <w:t>be placed there for You and will be known as the “Chair of Imamate” upon which You wil</w:t>
      </w:r>
      <w:r w:rsidR="004D1165">
        <w:t xml:space="preserve">l </w:t>
      </w:r>
      <w:r>
        <w:t>sit and the whole creation will be brought in front of You. Then You will order Your Shia t</w:t>
      </w:r>
      <w:r w:rsidR="004D1165">
        <w:t xml:space="preserve">o </w:t>
      </w:r>
      <w:r>
        <w:t>enter jannah and Your enemies into hell for You are the distributor of jannah (heaven) an</w:t>
      </w:r>
      <w:r w:rsidR="004D1165">
        <w:t xml:space="preserve">d </w:t>
      </w:r>
      <w:r>
        <w:t>jahannum (hell). Whosoever loves You shall find salvation. Anyone who has animosit</w:t>
      </w:r>
      <w:r w:rsidR="004D1165">
        <w:t xml:space="preserve">y </w:t>
      </w:r>
      <w:r>
        <w:lastRenderedPageBreak/>
        <w:t>towards You will be thrown into hell. On that day, You will be the clear proof of Allah.”</w:t>
      </w:r>
    </w:p>
    <w:p w:rsidR="00EC54B6" w:rsidRDefault="00EC54B6" w:rsidP="00CE7E0F">
      <w:pPr>
        <w:pStyle w:val="libItalic"/>
      </w:pPr>
      <w:r>
        <w:t>(Mashariq al Mustafa pg 210)</w:t>
      </w:r>
    </w:p>
    <w:p w:rsidR="00EC54B6" w:rsidRDefault="00EC54B6" w:rsidP="00175E59">
      <w:pPr>
        <w:pStyle w:val="Heading2Center"/>
      </w:pPr>
      <w:bookmarkStart w:id="933" w:name="_Toc442792052"/>
      <w:r>
        <w:t>192. Miqatil Ahul Kirah</w:t>
      </w:r>
      <w:bookmarkEnd w:id="933"/>
    </w:p>
    <w:p w:rsidR="00EC54B6" w:rsidRDefault="00EC54B6" w:rsidP="00EC54B6">
      <w:pPr>
        <w:pStyle w:val="libNormal"/>
      </w:pPr>
      <w:r>
        <w:t>Abu Hamza Thumali narrates from Imam Jafar Sadiq (as), Imam (as) said, “O’Abu Hamza!</w:t>
      </w:r>
    </w:p>
    <w:p w:rsidR="00EC54B6" w:rsidRDefault="00EC54B6" w:rsidP="00EC54B6">
      <w:pPr>
        <w:pStyle w:val="libNormal"/>
      </w:pPr>
      <w:r>
        <w:t>Do not diminish or increase the status of Ali (asws) that was bestowed upon Him by Allah.</w:t>
      </w:r>
    </w:p>
    <w:p w:rsidR="00EC54B6" w:rsidRDefault="00EC54B6" w:rsidP="00EC54B6">
      <w:pPr>
        <w:pStyle w:val="libNormal"/>
      </w:pPr>
      <w:r>
        <w:t>He will have to fight those who run from the battlefield and He will arrange the marriage</w:t>
      </w:r>
      <w:r w:rsidR="004D1165">
        <w:t xml:space="preserve">s </w:t>
      </w:r>
      <w:r>
        <w:t>of the inhabitants of jannah”.</w:t>
      </w:r>
    </w:p>
    <w:p w:rsidR="00EC54B6" w:rsidRDefault="00EC54B6" w:rsidP="00CE7E0F">
      <w:pPr>
        <w:pStyle w:val="libItalic"/>
      </w:pPr>
      <w:r>
        <w:t>(Basair al Darjaat pg 415)</w:t>
      </w:r>
    </w:p>
    <w:p w:rsidR="00EC54B6" w:rsidRDefault="00EC54B6" w:rsidP="00175E59">
      <w:pPr>
        <w:pStyle w:val="Heading2Center"/>
      </w:pPr>
      <w:bookmarkStart w:id="934" w:name="_Toc442792053"/>
      <w:r>
        <w:t>193. Munajee (One who pays sadqa)</w:t>
      </w:r>
      <w:bookmarkEnd w:id="934"/>
    </w:p>
    <w:p w:rsidR="00EC54B6" w:rsidRDefault="00EC54B6" w:rsidP="00EC54B6">
      <w:pPr>
        <w:pStyle w:val="libNormal"/>
      </w:pPr>
      <w:r>
        <w:t>Imam Sadiq (as) narrates regarding this ayah, “when you consult the Messenger, the</w:t>
      </w:r>
      <w:r w:rsidR="004D1165">
        <w:t xml:space="preserve">n </w:t>
      </w:r>
      <w:r>
        <w:t>offer something in charity before your consultation; that is better for you and purer”</w:t>
      </w:r>
    </w:p>
    <w:p w:rsidR="00EC54B6" w:rsidRDefault="00EC54B6" w:rsidP="00EC54B6">
      <w:pPr>
        <w:pStyle w:val="libNormal"/>
      </w:pPr>
      <w:r>
        <w:t>(58:12), Imam (as) said, “This ayah was revealed for Ali (asws) ibn Abi Talib (as). Thos</w:t>
      </w:r>
      <w:r w:rsidR="004D1165">
        <w:t xml:space="preserve">e </w:t>
      </w:r>
      <w:r>
        <w:t>who were wealthy were very proud of their wealth. Ameerul Momineen (asws) had te</w:t>
      </w:r>
      <w:r w:rsidR="004D1165">
        <w:t xml:space="preserve">n </w:t>
      </w:r>
      <w:r>
        <w:t>dirhams and two goats. He gave all ten dirhams in sadqa and slaughtered both goats. H</w:t>
      </w:r>
      <w:r w:rsidR="004D1165">
        <w:t xml:space="preserve">e </w:t>
      </w:r>
      <w:r>
        <w:t>sacrificed His entire wealth in the way of Allah in such a way that no one else could do.</w:t>
      </w:r>
    </w:p>
    <w:p w:rsidR="00EC54B6" w:rsidRDefault="00EC54B6" w:rsidP="00EC54B6">
      <w:pPr>
        <w:pStyle w:val="libNormal"/>
      </w:pPr>
      <w:r>
        <w:t>Therefore, Allah revealed this ayah. “Do you fear that you will not (be able to) give i</w:t>
      </w:r>
      <w:r w:rsidR="004D1165">
        <w:t xml:space="preserve">n </w:t>
      </w:r>
      <w:r>
        <w:t>charity before your consultation?” (58:13) Through this act Moula Ali (asws) becam</w:t>
      </w:r>
      <w:r w:rsidR="004D1165">
        <w:t xml:space="preserve">e </w:t>
      </w:r>
      <w:r>
        <w:t>superior to all others.</w:t>
      </w:r>
    </w:p>
    <w:p w:rsidR="00EC54B6" w:rsidRDefault="00EC54B6" w:rsidP="00CE7E0F">
      <w:pPr>
        <w:pStyle w:val="libItalic"/>
      </w:pPr>
      <w:r>
        <w:t>(Tafseer Burhan Fourth Edition pg 303)</w:t>
      </w:r>
    </w:p>
    <w:p w:rsidR="00EC54B6" w:rsidRDefault="00EC54B6" w:rsidP="00175E59">
      <w:pPr>
        <w:pStyle w:val="Heading2Center"/>
      </w:pPr>
      <w:bookmarkStart w:id="935" w:name="_Toc442792054"/>
      <w:r>
        <w:t>194. Mustaqeem</w:t>
      </w:r>
      <w:bookmarkEnd w:id="935"/>
    </w:p>
    <w:p w:rsidR="00EC54B6" w:rsidRDefault="00EC54B6" w:rsidP="00EC54B6">
      <w:pPr>
        <w:pStyle w:val="libNormal"/>
      </w:pPr>
      <w:r>
        <w:t>Ibne Abbas (ra) narrates regarding this ayah, “And if We take thee away, We surely shal</w:t>
      </w:r>
      <w:r w:rsidR="004D1165">
        <w:t xml:space="preserve">l </w:t>
      </w:r>
      <w:r>
        <w:t>take vengeance on them,” (43:41) with Ali (asws) ibn Abi Talib (as).”</w:t>
      </w:r>
    </w:p>
    <w:p w:rsidR="00EC54B6" w:rsidRDefault="00EC54B6" w:rsidP="00CE7E0F">
      <w:pPr>
        <w:pStyle w:val="libItalic"/>
      </w:pPr>
      <w:r>
        <w:t>(Tafseer e Furat pg 402)</w:t>
      </w:r>
    </w:p>
    <w:p w:rsidR="00EC54B6" w:rsidRDefault="00EC54B6" w:rsidP="00175E59">
      <w:pPr>
        <w:pStyle w:val="Heading2Center"/>
      </w:pPr>
      <w:bookmarkStart w:id="936" w:name="_Toc442792055"/>
      <w:r>
        <w:t>195. Munadee (caller)</w:t>
      </w:r>
      <w:bookmarkEnd w:id="936"/>
    </w:p>
    <w:p w:rsidR="00EC54B6" w:rsidRDefault="00EC54B6" w:rsidP="00EC54B6">
      <w:pPr>
        <w:pStyle w:val="libNormal"/>
      </w:pPr>
      <w:r>
        <w:t>Umar bin Abu Rahman bin Qasir narrates from Imam Jafar Sadiq (as) regarding this aya</w:t>
      </w:r>
      <w:r w:rsidR="004D1165">
        <w:t xml:space="preserve">h, </w:t>
      </w:r>
      <w:r>
        <w:t>“surely we have heard a preacher calling to the faith, saying: Believe in your Lord, s</w:t>
      </w:r>
      <w:r w:rsidR="004D1165">
        <w:t xml:space="preserve">o </w:t>
      </w:r>
      <w:r>
        <w:t xml:space="preserve">we did believe” (3:193), Imam (as) said, “That was Ali (asws) ibn Abi Talib (as) for whom </w:t>
      </w:r>
      <w:r w:rsidR="004D1165">
        <w:t xml:space="preserve">a </w:t>
      </w:r>
      <w:r>
        <w:t>caller from the heavens asked the people to believe in RasoolAllah (saw)”</w:t>
      </w:r>
    </w:p>
    <w:p w:rsidR="00EC54B6" w:rsidRDefault="00EC54B6" w:rsidP="00CE7E0F">
      <w:pPr>
        <w:pStyle w:val="libItalic"/>
      </w:pPr>
      <w:r>
        <w:t>(Tafseer Ayyashi First Edition pg 211)</w:t>
      </w:r>
    </w:p>
    <w:p w:rsidR="00EC54B6" w:rsidRDefault="00EC54B6" w:rsidP="00175E59">
      <w:pPr>
        <w:pStyle w:val="Heading2Center"/>
      </w:pPr>
      <w:bookmarkStart w:id="937" w:name="_Toc442792056"/>
      <w:r>
        <w:t>196. Muhajir al Hajrateen (Immigrant who made two migrations)</w:t>
      </w:r>
      <w:bookmarkEnd w:id="937"/>
    </w:p>
    <w:p w:rsidR="00EC54B6" w:rsidRDefault="00EC54B6" w:rsidP="00EC54B6">
      <w:pPr>
        <w:pStyle w:val="libNormal"/>
      </w:pPr>
      <w:r>
        <w:t>Asbagh bin Nabata narrates, “One day Ameerul Momineen (asws) delivered a speech on th</w:t>
      </w:r>
      <w:r w:rsidR="004D1165">
        <w:t xml:space="preserve">e </w:t>
      </w:r>
      <w:r>
        <w:t>mimbar of Kufa, He said, “I am the master of successors. I am the successor of the master o</w:t>
      </w:r>
      <w:r w:rsidR="004D1165">
        <w:t xml:space="preserve">f </w:t>
      </w:r>
      <w:r>
        <w:t>prophets. I am the Imam of the muslims. I am the Imam of the pious. I am the master o</w:t>
      </w:r>
      <w:r w:rsidR="004D1165">
        <w:t xml:space="preserve">f </w:t>
      </w:r>
      <w:r>
        <w:t>momins. I am the husband of the Mistress of the Women of the whole universe. I am th</w:t>
      </w:r>
      <w:r w:rsidR="004D1165">
        <w:t xml:space="preserve">e </w:t>
      </w:r>
      <w:r>
        <w:t>one who made two migrations. I am the one who gave two bayyats. I am the one wh</w:t>
      </w:r>
      <w:r w:rsidR="004D1165">
        <w:t xml:space="preserve">o </w:t>
      </w:r>
      <w:r>
        <w:t xml:space="preserve">fought in Badr and Hunain. I fought with two swords. I rode on </w:t>
      </w:r>
      <w:r>
        <w:lastRenderedPageBreak/>
        <w:t>two horses. I am th</w:t>
      </w:r>
      <w:r w:rsidR="004D1165">
        <w:t xml:space="preserve">e </w:t>
      </w:r>
      <w:r>
        <w:t>inheritor of the knowledge of previous nations. I am the mercy of Allah upon all worlds.</w:t>
      </w:r>
    </w:p>
    <w:p w:rsidR="00FE3B28" w:rsidRDefault="00EC54B6" w:rsidP="00385CB6">
      <w:pPr>
        <w:pStyle w:val="libNormal"/>
      </w:pPr>
      <w:r>
        <w:t>Those who love Me will be forgiven and My enemies will be accursed. RasoolAllah (saw)</w:t>
      </w:r>
      <w:r w:rsidR="00385CB6">
        <w:t xml:space="preserve"> </w:t>
      </w:r>
      <w:r>
        <w:t>use to say to Me, “O’Ali (asws)! Your love is taqwa (piety) and iman (faith). Your hatred i</w:t>
      </w:r>
      <w:r w:rsidR="004D1165">
        <w:t xml:space="preserve">s </w:t>
      </w:r>
      <w:r>
        <w:t>kufar (disbelief) and nifaq (hypocrisy). I (RasoolAllah saw) am the house of wisdom. Yo</w:t>
      </w:r>
      <w:r w:rsidR="004D1165">
        <w:t xml:space="preserve">u </w:t>
      </w:r>
      <w:r>
        <w:t>are its key. Anyone who claims to love Me (RasoolAllah saw) while at the same time hatin</w:t>
      </w:r>
      <w:r w:rsidR="004D1165">
        <w:t xml:space="preserve">g </w:t>
      </w:r>
      <w:r>
        <w:t>You (Ali asws) is a liar.”</w:t>
      </w:r>
    </w:p>
    <w:p w:rsidR="00EC54B6" w:rsidRDefault="00EC54B6" w:rsidP="00CE7E0F">
      <w:pPr>
        <w:pStyle w:val="libItalic"/>
      </w:pPr>
      <w:r>
        <w:t>(Biharul Anwar vol 39 pg 321)</w:t>
      </w:r>
    </w:p>
    <w:p w:rsidR="00EC54B6" w:rsidRDefault="00EC54B6" w:rsidP="00175E59">
      <w:pPr>
        <w:pStyle w:val="Heading2Center"/>
      </w:pPr>
      <w:bookmarkStart w:id="938" w:name="_Toc442792057"/>
      <w:r>
        <w:t>197. Matoosim (Examiner)</w:t>
      </w:r>
      <w:bookmarkEnd w:id="938"/>
    </w:p>
    <w:p w:rsidR="00EC54B6" w:rsidRDefault="00EC54B6" w:rsidP="00EC54B6">
      <w:pPr>
        <w:pStyle w:val="libNormal"/>
      </w:pPr>
      <w:r>
        <w:t>Imam Abu Jafar (as) narrates Ameerul Momineen (asws) said regarding this ayah, “Surel</w:t>
      </w:r>
      <w:r w:rsidR="004D1165">
        <w:t xml:space="preserve">y </w:t>
      </w:r>
      <w:r>
        <w:t>in this are signs for those who examine.” (15:75), Imam (as) said, “Myself, RasoolAlla</w:t>
      </w:r>
      <w:r w:rsidR="004D1165">
        <w:t xml:space="preserve">h </w:t>
      </w:r>
      <w:r>
        <w:t>(saw) and the Imams (as) from My Offspring are examiners”.</w:t>
      </w:r>
    </w:p>
    <w:p w:rsidR="00EC54B6" w:rsidRDefault="00EC54B6" w:rsidP="00CE7E0F">
      <w:pPr>
        <w:pStyle w:val="libItalic"/>
      </w:pPr>
      <w:r>
        <w:t>(Usool e Kafi First Vol pg 218)</w:t>
      </w:r>
    </w:p>
    <w:p w:rsidR="00EC54B6" w:rsidRDefault="00EC54B6" w:rsidP="00175E59">
      <w:pPr>
        <w:pStyle w:val="Heading2Center"/>
      </w:pPr>
      <w:bookmarkStart w:id="939" w:name="_Toc442792058"/>
      <w:r>
        <w:t>198. Meezan al Aamal (Scale of Deeds)</w:t>
      </w:r>
      <w:bookmarkEnd w:id="939"/>
    </w:p>
    <w:p w:rsidR="00EC54B6" w:rsidRDefault="00EC54B6" w:rsidP="00EC54B6">
      <w:pPr>
        <w:pStyle w:val="libNormal"/>
      </w:pPr>
      <w:r>
        <w:t>While visiting the grave of Ameerul Momineen (asws), stand near the foot of the grave an</w:t>
      </w:r>
      <w:r w:rsidR="004D1165">
        <w:t xml:space="preserve">d </w:t>
      </w:r>
      <w:r>
        <w:t>say, “Salam be upon You, O’Father of Imams (as)! Friend of Nabuwat (prophet hood). Sala</w:t>
      </w:r>
      <w:r w:rsidR="004D1165">
        <w:t xml:space="preserve">m </w:t>
      </w:r>
      <w:r>
        <w:t>be upon You, O’Master of Religion and Faith. Salam be upon You,O’Kalamatullah (word o</w:t>
      </w:r>
      <w:r w:rsidR="004D1165">
        <w:t xml:space="preserve">f </w:t>
      </w:r>
      <w:r>
        <w:t>Allah). Salam be upon You, O’Scale of Deeds. Salam be upon You, O’sword of Allah.</w:t>
      </w:r>
    </w:p>
    <w:p w:rsidR="00EC54B6" w:rsidRDefault="00EC54B6" w:rsidP="00EC54B6">
      <w:pPr>
        <w:pStyle w:val="libNormal"/>
      </w:pPr>
      <w:r>
        <w:t>O’inheritor of the knowledge of prophets! Salam be upon You, O’Lord of the day o</w:t>
      </w:r>
      <w:r w:rsidR="004D1165">
        <w:t xml:space="preserve">f </w:t>
      </w:r>
      <w:r>
        <w:t>judgement. You are the absolute blessing of Allah. You are the bright path, bright star, an</w:t>
      </w:r>
      <w:r w:rsidR="004D1165">
        <w:t xml:space="preserve">d </w:t>
      </w:r>
      <w:r>
        <w:t>You lighten the hearts of momins. Allah’s mercy and blessing be upon You.”</w:t>
      </w:r>
    </w:p>
    <w:p w:rsidR="00EC54B6" w:rsidRDefault="00EC54B6" w:rsidP="00CE7E0F">
      <w:pPr>
        <w:pStyle w:val="libItalic"/>
      </w:pPr>
      <w:r>
        <w:t>(Mafatiha al Jinan pg 418)</w:t>
      </w:r>
    </w:p>
    <w:p w:rsidR="00EC54B6" w:rsidRDefault="00EC54B6" w:rsidP="00175E59">
      <w:pPr>
        <w:pStyle w:val="Heading2Center"/>
      </w:pPr>
      <w:bookmarkStart w:id="940" w:name="_Toc442792059"/>
      <w:r>
        <w:t>199. Meezan (scale)</w:t>
      </w:r>
      <w:bookmarkEnd w:id="940"/>
    </w:p>
    <w:p w:rsidR="00EC54B6" w:rsidRDefault="00EC54B6" w:rsidP="00EC54B6">
      <w:pPr>
        <w:pStyle w:val="libNormal"/>
      </w:pPr>
      <w:r>
        <w:t>Imam Abu Abdullah al Sadiq (as) narrates regarding this ayah, “He said: This is a righ</w:t>
      </w:r>
      <w:r w:rsidR="004D1165">
        <w:t xml:space="preserve">t </w:t>
      </w:r>
      <w:r>
        <w:t xml:space="preserve">way with Me” (15:41), Imam (as) said, “I swear by Allah, the straight path is Ali (asws). </w:t>
      </w:r>
      <w:r w:rsidR="004D1165">
        <w:t xml:space="preserve">I </w:t>
      </w:r>
      <w:r>
        <w:t>swear by Allah, He is meezan (scale) and Siratul Mustaqeem (right path).”</w:t>
      </w:r>
    </w:p>
    <w:p w:rsidR="00EC54B6" w:rsidRDefault="00EC54B6" w:rsidP="0080330A">
      <w:pPr>
        <w:pStyle w:val="libItalic"/>
      </w:pPr>
      <w:r>
        <w:t>(Mukhtasir al Basair pg 98)</w:t>
      </w:r>
    </w:p>
    <w:p w:rsidR="00EC54B6" w:rsidRDefault="00EC54B6" w:rsidP="00175E59">
      <w:pPr>
        <w:pStyle w:val="Heading2Center"/>
      </w:pPr>
      <w:bookmarkStart w:id="941" w:name="_Toc442792060"/>
      <w:r>
        <w:t>200. Meemoon</w:t>
      </w:r>
      <w:bookmarkEnd w:id="941"/>
    </w:p>
    <w:p w:rsidR="00EC54B6" w:rsidRDefault="00EC54B6" w:rsidP="00EC54B6">
      <w:pPr>
        <w:pStyle w:val="libNormal"/>
      </w:pPr>
      <w:r>
        <w:t>Jabir al Jafi narrates, “The woman who fed Ameerul Momineen (asws) was from Bani Hilal.</w:t>
      </w:r>
    </w:p>
    <w:p w:rsidR="00EC54B6" w:rsidRDefault="00EC54B6" w:rsidP="00EC54B6">
      <w:pPr>
        <w:pStyle w:val="libNormal"/>
      </w:pPr>
      <w:r>
        <w:t>One day when Moula (asws) was a child, she left Him in a tent along with her son who wa</w:t>
      </w:r>
      <w:r w:rsidR="004D1165">
        <w:t xml:space="preserve">s </w:t>
      </w:r>
      <w:r>
        <w:t>a year older than Ameerul Momineen (asws). There was a well near the tent. A child wen</w:t>
      </w:r>
      <w:r w:rsidR="004D1165">
        <w:t xml:space="preserve">t </w:t>
      </w:r>
      <w:r>
        <w:t>near the well and put his head into the well. Moula Ali (asws) chased behind the child bu</w:t>
      </w:r>
      <w:r w:rsidR="004D1165">
        <w:t xml:space="preserve">t </w:t>
      </w:r>
      <w:r>
        <w:t>the leg of Moula Ali (asws) became entangled in the rope of the tent. Moula Ali (asws) hel</w:t>
      </w:r>
      <w:r w:rsidR="004D1165">
        <w:t xml:space="preserve">d </w:t>
      </w:r>
      <w:r>
        <w:t>onto the child with one hand and pulled him out of the well. Meanwhile, the mother of th</w:t>
      </w:r>
      <w:r w:rsidR="004D1165">
        <w:t xml:space="preserve">e </w:t>
      </w:r>
      <w:r>
        <w:t>child came. When she saw this happening, she began to scream. The people gathere</w:t>
      </w:r>
      <w:r w:rsidR="004D1165">
        <w:t xml:space="preserve">d </w:t>
      </w:r>
      <w:r>
        <w:t>around and were astonished at the strength of Moula Ali (asws) for His age. The mothe</w:t>
      </w:r>
      <w:r w:rsidR="004D1165">
        <w:t xml:space="preserve">r </w:t>
      </w:r>
      <w:r>
        <w:t xml:space="preserve">had named her child “Meemoon” </w:t>
      </w:r>
      <w:r>
        <w:lastRenderedPageBreak/>
        <w:t>and until today the children of Bani Hilal are known b</w:t>
      </w:r>
      <w:r w:rsidR="004D1165">
        <w:t xml:space="preserve">y </w:t>
      </w:r>
      <w:r>
        <w:t>the name of Meemoon.”</w:t>
      </w:r>
    </w:p>
    <w:p w:rsidR="00EC54B6" w:rsidRDefault="00EC54B6" w:rsidP="0080330A">
      <w:pPr>
        <w:pStyle w:val="libItalic"/>
      </w:pPr>
      <w:r>
        <w:t>(Maani ul Akbar pg 61)</w:t>
      </w:r>
    </w:p>
    <w:p w:rsidR="00EC54B6" w:rsidRDefault="00EC54B6" w:rsidP="00EC54B6">
      <w:pPr>
        <w:pStyle w:val="libNormal"/>
      </w:pPr>
      <w:r>
        <w:t>*Imam e Masoom, Shaheed e Mazloom, Nifees al Mahroom, the door o</w:t>
      </w:r>
      <w:r w:rsidR="004D1165">
        <w:t xml:space="preserve">f </w:t>
      </w:r>
      <w:r>
        <w:t>knowledge, the one who possesses the knowledge of the entire univers</w:t>
      </w:r>
      <w:r w:rsidR="004D1165">
        <w:t xml:space="preserve">e, </w:t>
      </w:r>
      <w:r>
        <w:t>who knows the secrets of Bani Israel, the Imam of the entire creatio</w:t>
      </w:r>
      <w:r w:rsidR="004D1165">
        <w:t xml:space="preserve">n, </w:t>
      </w:r>
      <w:r>
        <w:t>Father of Scholars, who helped Islam during His childhood, destroyer o</w:t>
      </w:r>
      <w:r w:rsidR="004D1165">
        <w:t xml:space="preserve">f </w:t>
      </w:r>
      <w:r>
        <w:t>idols, helper of the poor, who guides towards the path of Allah, who call</w:t>
      </w:r>
      <w:r w:rsidR="004D1165">
        <w:t xml:space="preserve">s </w:t>
      </w:r>
      <w:r>
        <w:t>towards Islam, Siddiq e Akbar, who is the greatest sign separating hala</w:t>
      </w:r>
      <w:r w:rsidR="004D1165">
        <w:t xml:space="preserve">l </w:t>
      </w:r>
      <w:r>
        <w:t xml:space="preserve">(lawful) and haram (unlawful), Biharul Ilm (ocean of knowledge), Quran </w:t>
      </w:r>
      <w:r w:rsidR="004D1165">
        <w:t xml:space="preserve">e </w:t>
      </w:r>
      <w:r>
        <w:t>Azeem, Most Merciful, Siratul Mustaqeem, Farooq e Azm, Greatest Ima</w:t>
      </w:r>
      <w:r w:rsidR="004D1165">
        <w:t xml:space="preserve">m, </w:t>
      </w:r>
      <w:r>
        <w:t>one who never worshipped idols, one who never commited any sin, on</w:t>
      </w:r>
      <w:r w:rsidR="004D1165">
        <w:t xml:space="preserve">e </w:t>
      </w:r>
      <w:r>
        <w:t>who was praised by Jibrael (as),</w:t>
      </w:r>
    </w:p>
    <w:p w:rsidR="00FE3B28" w:rsidRDefault="00EC54B6" w:rsidP="0080330A">
      <w:pPr>
        <w:pStyle w:val="libItalic"/>
      </w:pPr>
      <w:r>
        <w:t>Amongst His names are Al Maqla, al Musil, al Muqadum, al Momin, a</w:t>
      </w:r>
      <w:r w:rsidR="004D1165">
        <w:t xml:space="preserve">l </w:t>
      </w:r>
      <w:r>
        <w:t>Mutosim, al Mahmoon, al Mubarak, al Mukhasi</w:t>
      </w:r>
      <w:r w:rsidR="004D1165">
        <w:t xml:space="preserve">n </w:t>
      </w:r>
      <w:r>
        <w:t>(Al Munaqib Third Edition pg 75)</w:t>
      </w:r>
    </w:p>
    <w:p w:rsidR="00612EA4" w:rsidRDefault="00612EA4" w:rsidP="00612EA4">
      <w:pPr>
        <w:pStyle w:val="libNormal"/>
      </w:pPr>
      <w:r>
        <w:br w:type="page"/>
      </w:r>
    </w:p>
    <w:p w:rsidR="00612EA4" w:rsidRDefault="00612EA4" w:rsidP="00AE7A6E">
      <w:pPr>
        <w:pStyle w:val="Heading1Center"/>
      </w:pPr>
      <w:bookmarkStart w:id="942" w:name="_Toc442792061"/>
      <w:r>
        <w:lastRenderedPageBreak/>
        <w:t xml:space="preserve">Noon </w:t>
      </w:r>
      <w:r>
        <w:rPr>
          <w:rtl/>
        </w:rPr>
        <w:t>ن</w:t>
      </w:r>
      <w:bookmarkEnd w:id="942"/>
    </w:p>
    <w:p w:rsidR="00EC54B6" w:rsidRDefault="00EC54B6" w:rsidP="00175E59">
      <w:pPr>
        <w:pStyle w:val="Heading2Center"/>
      </w:pPr>
      <w:bookmarkStart w:id="943" w:name="_Toc442792062"/>
      <w:r>
        <w:t>1. Naeem (blessing)</w:t>
      </w:r>
      <w:bookmarkEnd w:id="943"/>
    </w:p>
    <w:p w:rsidR="00EC54B6" w:rsidRDefault="00EC54B6" w:rsidP="00EC54B6">
      <w:pPr>
        <w:pStyle w:val="libNormal"/>
      </w:pPr>
      <w:r>
        <w:t>Abu Abdullah narrates Imam Jafar Sadiq (as) said regarding this ayah, “Then, on that da</w:t>
      </w:r>
      <w:r w:rsidR="004D1165">
        <w:t xml:space="preserve">y, </w:t>
      </w:r>
      <w:r>
        <w:t>ye will be asked concerning the blessing” (102:8), Imam (as) said, “We are that blessin</w:t>
      </w:r>
      <w:r w:rsidR="004D1165">
        <w:t xml:space="preserve">g </w:t>
      </w:r>
      <w:r>
        <w:t>which Allah mentioned in Quran”. Then Imam Jafar (as) said, “And when you said to hi</w:t>
      </w:r>
      <w:r w:rsidR="004D1165">
        <w:t xml:space="preserve">m </w:t>
      </w:r>
      <w:r>
        <w:t>to whom Allah had shown favor and to whom you had shown a favor” (33:37)</w:t>
      </w:r>
    </w:p>
    <w:p w:rsidR="00EC54B6" w:rsidRDefault="00EC54B6" w:rsidP="00CE7E0F">
      <w:pPr>
        <w:pStyle w:val="libItalic"/>
      </w:pPr>
      <w:r>
        <w:t>(Tafseer Furat pg 229)</w:t>
      </w:r>
    </w:p>
    <w:p w:rsidR="00EC54B6" w:rsidRDefault="00EC54B6" w:rsidP="00175E59">
      <w:pPr>
        <w:pStyle w:val="Heading2Center"/>
      </w:pPr>
      <w:bookmarkStart w:id="944" w:name="_Toc442792063"/>
      <w:r>
        <w:t>2. Noor al Arzeen (Noor of the earth)</w:t>
      </w:r>
      <w:bookmarkEnd w:id="944"/>
    </w:p>
    <w:p w:rsidR="00EC54B6" w:rsidRDefault="00EC54B6" w:rsidP="00385CB6">
      <w:pPr>
        <w:pStyle w:val="libNormal"/>
      </w:pPr>
      <w:r>
        <w:t>Abdullah bin Masood narrates, “I heard RasoolAllah (saw) saying there are two sides of th</w:t>
      </w:r>
      <w:r w:rsidR="004D1165">
        <w:t xml:space="preserve">e </w:t>
      </w:r>
      <w:r>
        <w:t>sun. One side gives light to the inhabitants of the heavens and the other gives light to th</w:t>
      </w:r>
      <w:r w:rsidR="004D1165">
        <w:t xml:space="preserve">e </w:t>
      </w:r>
      <w:r>
        <w:t>inhabitants of the earth. There is writing on both sides. Do you know what is written upo</w:t>
      </w:r>
      <w:r w:rsidR="004D1165">
        <w:t xml:space="preserve">n </w:t>
      </w:r>
      <w:r>
        <w:t>each of its sides?” We replied, “Allah and His Messenger know best”. RasoolAllah (saw)</w:t>
      </w:r>
      <w:r w:rsidR="00385CB6">
        <w:t xml:space="preserve"> </w:t>
      </w:r>
      <w:r>
        <w:t>said, “On the side that faces the heavens is written, “Allah is the noor of the heavens”. O</w:t>
      </w:r>
      <w:r w:rsidR="004D1165">
        <w:t xml:space="preserve">n </w:t>
      </w:r>
      <w:r>
        <w:t>the side that faces the earth is written, “Ali (asws) is the noor of the earth”. “</w:t>
      </w:r>
    </w:p>
    <w:p w:rsidR="00EC54B6" w:rsidRDefault="00EC54B6" w:rsidP="0080330A">
      <w:pPr>
        <w:pStyle w:val="libItalic"/>
      </w:pPr>
      <w:r>
        <w:t>(Maya al Munqaba pg 32)</w:t>
      </w:r>
    </w:p>
    <w:p w:rsidR="00EC54B6" w:rsidRDefault="00EC54B6" w:rsidP="00175E59">
      <w:pPr>
        <w:pStyle w:val="Heading2Center"/>
      </w:pPr>
      <w:bookmarkStart w:id="945" w:name="_Toc442792064"/>
      <w:r>
        <w:t>3. Naba al Azeem (Great News)</w:t>
      </w:r>
      <w:bookmarkEnd w:id="945"/>
    </w:p>
    <w:p w:rsidR="00EC54B6" w:rsidRDefault="00EC54B6" w:rsidP="00EC54B6">
      <w:pPr>
        <w:pStyle w:val="libNormal"/>
      </w:pPr>
      <w:r>
        <w:t>Abu Hamza Thumali narrates, “I asked Imam Abu Jafar (as) regarding this ayah, “Of wha</w:t>
      </w:r>
      <w:r w:rsidR="004D1165">
        <w:t xml:space="preserve">t </w:t>
      </w:r>
      <w:r>
        <w:t>do they ask one another? About the great news, About which they differ?” (78:1-3),</w:t>
      </w:r>
    </w:p>
    <w:p w:rsidR="00EC54B6" w:rsidRDefault="00EC54B6" w:rsidP="00EC54B6">
      <w:pPr>
        <w:pStyle w:val="libNormal"/>
      </w:pPr>
      <w:r>
        <w:t xml:space="preserve">Imam (as) said, “Ali (asws) ibn Abi Talib (as) said to His companions, “I swear by Allah, </w:t>
      </w:r>
      <w:r w:rsidR="004D1165">
        <w:t xml:space="preserve">I </w:t>
      </w:r>
      <w:r>
        <w:t>am that greatest news. All the nations disputed over Me. I swear by Allah, I am the greates</w:t>
      </w:r>
      <w:r w:rsidR="004D1165">
        <w:t xml:space="preserve">t </w:t>
      </w:r>
      <w:r>
        <w:t>news of Allah and I am the greatest sign of Allah.”</w:t>
      </w:r>
    </w:p>
    <w:p w:rsidR="00FE3B28" w:rsidRDefault="00EC54B6" w:rsidP="0080330A">
      <w:pPr>
        <w:pStyle w:val="libItalic"/>
      </w:pPr>
      <w:r>
        <w:t>(Tafseer Furat pg 22)</w:t>
      </w:r>
    </w:p>
    <w:p w:rsidR="00EC54B6" w:rsidRDefault="00EC54B6" w:rsidP="00175E59">
      <w:pPr>
        <w:pStyle w:val="Heading2Center"/>
      </w:pPr>
      <w:bookmarkStart w:id="946" w:name="_Toc442792065"/>
      <w:r>
        <w:t>4. Naqis al Matmainah (soul at rest)</w:t>
      </w:r>
      <w:bookmarkEnd w:id="946"/>
    </w:p>
    <w:p w:rsidR="00EC54B6" w:rsidRDefault="00EC54B6" w:rsidP="00EC54B6">
      <w:pPr>
        <w:pStyle w:val="libNormal"/>
      </w:pPr>
      <w:r>
        <w:t>Imam Abu Abdullah (as) narrates regarding this ayah, “O soul that art at rest!” (89:27),</w:t>
      </w:r>
    </w:p>
    <w:p w:rsidR="00EC54B6" w:rsidRDefault="00EC54B6" w:rsidP="00EC54B6">
      <w:pPr>
        <w:pStyle w:val="libNormal"/>
      </w:pPr>
      <w:r>
        <w:t>Imam (as) said, “This ayah was revealed for Ali (asws) ibn Abi Talib (as).”</w:t>
      </w:r>
    </w:p>
    <w:p w:rsidR="00EC54B6" w:rsidRDefault="00EC54B6" w:rsidP="00CE7E0F">
      <w:pPr>
        <w:pStyle w:val="libItalic"/>
      </w:pPr>
      <w:r>
        <w:t>(Tafseer Furat pg 210)</w:t>
      </w:r>
    </w:p>
    <w:p w:rsidR="00EC54B6" w:rsidRDefault="00EC54B6" w:rsidP="00175E59">
      <w:pPr>
        <w:pStyle w:val="Heading2Center"/>
      </w:pPr>
      <w:bookmarkStart w:id="947" w:name="_Toc442792066"/>
      <w:r>
        <w:t>5. Nasir (helper)</w:t>
      </w:r>
      <w:bookmarkEnd w:id="947"/>
    </w:p>
    <w:p w:rsidR="00EC54B6" w:rsidRDefault="00EC54B6" w:rsidP="00EC54B6">
      <w:pPr>
        <w:pStyle w:val="libNormal"/>
      </w:pPr>
      <w:r>
        <w:t>Amongst the prophets, Moula Ali (asws)’s name is Nasir (helper).</w:t>
      </w:r>
    </w:p>
    <w:p w:rsidR="00EC54B6" w:rsidRDefault="00EC54B6" w:rsidP="00175E59">
      <w:pPr>
        <w:pStyle w:val="Heading2Center"/>
      </w:pPr>
      <w:bookmarkStart w:id="948" w:name="_Toc442792067"/>
      <w:r>
        <w:t>6. Nasser (help)</w:t>
      </w:r>
      <w:bookmarkEnd w:id="948"/>
    </w:p>
    <w:p w:rsidR="00EC54B6" w:rsidRDefault="00852C05" w:rsidP="00EC54B6">
      <w:pPr>
        <w:pStyle w:val="libNormal"/>
      </w:pPr>
      <w:r>
        <w:t xml:space="preserve">Abu Huraira </w:t>
      </w:r>
      <w:r w:rsidR="00EC54B6">
        <w:t>narrates, “On the throne it is written, “There is no god except Alla</w:t>
      </w:r>
      <w:r w:rsidR="004D1165">
        <w:t xml:space="preserve">h, </w:t>
      </w:r>
      <w:r w:rsidR="00EC54B6">
        <w:t>Muhammad (saw) is My servant and Prophet, whom I helped through Ali (asws).” Thi</w:t>
      </w:r>
      <w:r w:rsidR="004D1165">
        <w:t xml:space="preserve">s </w:t>
      </w:r>
      <w:r w:rsidR="00EC54B6">
        <w:t>ayah was revealed for Ali (asws) ibn Abi Talib (as) “He it is Who strengthened you wit</w:t>
      </w:r>
      <w:r w:rsidR="004D1165">
        <w:t xml:space="preserve">h </w:t>
      </w:r>
      <w:r w:rsidR="00EC54B6">
        <w:t>His help and with the believers” (8:62) and that help is Ali (asws) ibn Abi Talib (as)”.</w:t>
      </w:r>
    </w:p>
    <w:p w:rsidR="00EC54B6" w:rsidRDefault="00EC54B6" w:rsidP="00CE7E0F">
      <w:pPr>
        <w:pStyle w:val="libItalic"/>
      </w:pPr>
      <w:r>
        <w:t>(Taweel ul Ayat pg 201)</w:t>
      </w:r>
    </w:p>
    <w:p w:rsidR="00EC54B6" w:rsidRDefault="00EC54B6" w:rsidP="00175E59">
      <w:pPr>
        <w:pStyle w:val="Heading2Center"/>
      </w:pPr>
      <w:bookmarkStart w:id="949" w:name="_Toc442792068"/>
      <w:r>
        <w:t>7. Nahr (river)</w:t>
      </w:r>
      <w:bookmarkEnd w:id="949"/>
    </w:p>
    <w:p w:rsidR="00EC54B6" w:rsidRDefault="00EC54B6" w:rsidP="00EC54B6">
      <w:pPr>
        <w:pStyle w:val="libNormal"/>
      </w:pPr>
      <w:r>
        <w:lastRenderedPageBreak/>
        <w:t>Ibne Abbas (ra) narrates, “There is a name of Ameerul Momineen (asws) in the Book o</w:t>
      </w:r>
      <w:r w:rsidR="004D1165">
        <w:t xml:space="preserve">f </w:t>
      </w:r>
      <w:r>
        <w:t>Allah that people are unaware of.” The people asked him, “What is that name”? Ibne Abba</w:t>
      </w:r>
      <w:r w:rsidR="004D1165">
        <w:t xml:space="preserve">s </w:t>
      </w:r>
      <w:r>
        <w:t>(ra) replied, “Nahr (river)”. Allah says in Quran, “Surely Allah will try you with a river”</w:t>
      </w:r>
    </w:p>
    <w:p w:rsidR="00EC54B6" w:rsidRDefault="00EC54B6" w:rsidP="00EC54B6">
      <w:pPr>
        <w:pStyle w:val="libNormal"/>
      </w:pPr>
      <w:r>
        <w:t>(2:249)</w:t>
      </w:r>
    </w:p>
    <w:p w:rsidR="00EC54B6" w:rsidRDefault="00EC54B6" w:rsidP="0080330A">
      <w:pPr>
        <w:pStyle w:val="libItalic"/>
      </w:pPr>
      <w:r>
        <w:t>(Tafseer Furat pg 69)</w:t>
      </w:r>
    </w:p>
    <w:p w:rsidR="00EC54B6" w:rsidRDefault="00EC54B6" w:rsidP="00175E59">
      <w:pPr>
        <w:pStyle w:val="Heading2Center"/>
      </w:pPr>
      <w:bookmarkStart w:id="950" w:name="_Toc442792069"/>
      <w:r>
        <w:t>8. Nafs RasoolAllah (saw)</w:t>
      </w:r>
      <w:bookmarkEnd w:id="950"/>
    </w:p>
    <w:p w:rsidR="00FE3B28" w:rsidRDefault="00EC54B6" w:rsidP="00EC54B6">
      <w:pPr>
        <w:pStyle w:val="libNormal"/>
      </w:pPr>
      <w:r>
        <w:t>Saeed bin Hussain narrates from Imam Abu Jafar (as) regarding this ayah, “our sons an</w:t>
      </w:r>
      <w:r w:rsidR="004D1165">
        <w:t xml:space="preserve">d </w:t>
      </w:r>
      <w:r>
        <w:t>your sons” (3:61), Imam (as) said, “This is referring to Imam Hasan (as) and Imam Hussai</w:t>
      </w:r>
      <w:r w:rsidR="004D1165">
        <w:t xml:space="preserve">n </w:t>
      </w:r>
      <w:r>
        <w:t>(as). “our women and your women” (3:61) is in reference to Syeda (sa). “our nafs an</w:t>
      </w:r>
      <w:r w:rsidR="004D1165">
        <w:t xml:space="preserve">d </w:t>
      </w:r>
      <w:r>
        <w:t>your nafs” (3:61) is in reference to Ameerul Momineen (asws)”.</w:t>
      </w:r>
    </w:p>
    <w:p w:rsidR="00EC54B6" w:rsidRDefault="00EC54B6" w:rsidP="0080330A">
      <w:pPr>
        <w:pStyle w:val="libItalic"/>
      </w:pPr>
      <w:r>
        <w:t>(Tafseer Furat pg 14)</w:t>
      </w:r>
    </w:p>
    <w:p w:rsidR="00EC54B6" w:rsidRDefault="00EC54B6" w:rsidP="00175E59">
      <w:pPr>
        <w:pStyle w:val="Heading2Center"/>
      </w:pPr>
      <w:bookmarkStart w:id="951" w:name="_Toc442792070"/>
      <w:r>
        <w:t>9. Nazeer RasoolAllah (saw) (Likeness of RasoolAllah (saw)</w:t>
      </w:r>
      <w:bookmarkEnd w:id="951"/>
    </w:p>
    <w:p w:rsidR="00EC54B6" w:rsidRDefault="00EC54B6" w:rsidP="00EC54B6">
      <w:pPr>
        <w:pStyle w:val="libNormal"/>
      </w:pPr>
      <w:r>
        <w:t>Ans bin Malik narrates RasoolAllah (saw) said, “There was no prophet that did not com</w:t>
      </w:r>
      <w:r w:rsidR="004D1165">
        <w:t xml:space="preserve">e </w:t>
      </w:r>
      <w:r>
        <w:t>with a likeness of Himself. My likeness from My ummah is Ali (asws).”</w:t>
      </w:r>
    </w:p>
    <w:p w:rsidR="00EC54B6" w:rsidRDefault="00EC54B6" w:rsidP="0080330A">
      <w:pPr>
        <w:pStyle w:val="libItalic"/>
      </w:pPr>
      <w:r>
        <w:t>(Zakhairul Uqba pg 44)</w:t>
      </w:r>
    </w:p>
    <w:p w:rsidR="00EC54B6" w:rsidRDefault="00EC54B6" w:rsidP="00175E59">
      <w:pPr>
        <w:pStyle w:val="Heading2Center"/>
      </w:pPr>
      <w:bookmarkStart w:id="952" w:name="_Toc442792071"/>
      <w:r>
        <w:t>10. Najeeb (representative)</w:t>
      </w:r>
      <w:bookmarkEnd w:id="952"/>
    </w:p>
    <w:p w:rsidR="00EC54B6" w:rsidRDefault="00EC54B6" w:rsidP="00EC54B6">
      <w:pPr>
        <w:pStyle w:val="libNormal"/>
      </w:pPr>
      <w:r>
        <w:t>Imam Jafar Sadiq (as) narrates, “One day before the demise of RasoolAllah (saw) Allah sen</w:t>
      </w:r>
      <w:r w:rsidR="004D1165">
        <w:t xml:space="preserve">t </w:t>
      </w:r>
      <w:r>
        <w:t>a wahi (revelation) to Him. Allah said, “O’Muhammad (saw)! This will is for You</w:t>
      </w:r>
      <w:r w:rsidR="004D1165">
        <w:t xml:space="preserve">r </w:t>
      </w:r>
      <w:r>
        <w:t>representatives who are from You.” RasoolAllah (saw) asked, “Who are M</w:t>
      </w:r>
      <w:r w:rsidR="004D1165">
        <w:t xml:space="preserve">y </w:t>
      </w:r>
      <w:r>
        <w:t>representatives”? Allah said, “Ali (asws) ibn Abi Talib (as) and His Sons (Imams as).”</w:t>
      </w:r>
    </w:p>
    <w:p w:rsidR="00EC54B6" w:rsidRDefault="00EC54B6" w:rsidP="00EC54B6">
      <w:pPr>
        <w:pStyle w:val="libNormal"/>
      </w:pPr>
      <w:r>
        <w:t>(Illal Sharia )</w:t>
      </w:r>
    </w:p>
    <w:p w:rsidR="00EC54B6" w:rsidRDefault="00EC54B6" w:rsidP="00175E59">
      <w:pPr>
        <w:pStyle w:val="Heading2Center"/>
      </w:pPr>
      <w:bookmarkStart w:id="953" w:name="_Toc442792072"/>
      <w:r>
        <w:t>11. Noor al Satfeen (Noor of the blessed servants of Allah)</w:t>
      </w:r>
      <w:bookmarkEnd w:id="953"/>
    </w:p>
    <w:p w:rsidR="00EC54B6" w:rsidRDefault="00EC54B6" w:rsidP="00EC54B6">
      <w:pPr>
        <w:pStyle w:val="libNormal"/>
      </w:pPr>
      <w:r>
        <w:t>Sa’ad bin Jabir narrates from Ibne Abbas (ra) that RasoolAllah (saw) said to Ali (asws),</w:t>
      </w:r>
    </w:p>
    <w:p w:rsidR="00EC54B6" w:rsidRDefault="00EC54B6" w:rsidP="00EC54B6">
      <w:pPr>
        <w:pStyle w:val="libNormal"/>
      </w:pPr>
      <w:r>
        <w:t xml:space="preserve">“When I ascended to the 7th heavens and reached to Sidratul Muntaha, I went to the Noor </w:t>
      </w:r>
      <w:r w:rsidR="004D1165">
        <w:t xml:space="preserve">e </w:t>
      </w:r>
      <w:r>
        <w:t>Hijab where Allah bestowed Me with permission to speak with Him. Allah said to M</w:t>
      </w:r>
      <w:r w:rsidR="004D1165">
        <w:t xml:space="preserve">e, </w:t>
      </w:r>
      <w:r>
        <w:t>“O’Muhammad (saw)!” I replied, “O’My Lord! I am present”. Allah said, “I am pleased wit</w:t>
      </w:r>
      <w:r w:rsidR="004D1165">
        <w:t xml:space="preserve">h </w:t>
      </w:r>
      <w:r>
        <w:t>You. You are the blessed one and Verily, Ali (asws) is Imam of My Awliya. He is such noo</w:t>
      </w:r>
      <w:r w:rsidR="004D1165">
        <w:t xml:space="preserve">r </w:t>
      </w:r>
      <w:r>
        <w:t>that obeyed Me with such a great obedience. He is My kalimah (word) that is compulsor</w:t>
      </w:r>
      <w:r w:rsidR="004D1165">
        <w:t xml:space="preserve">y </w:t>
      </w:r>
      <w:r>
        <w:t>for the pious. Anyone who obeys Him has obeyed Me. Anyone who disobeys Him ha</w:t>
      </w:r>
      <w:r w:rsidR="004D1165">
        <w:t xml:space="preserve">s </w:t>
      </w:r>
      <w:r>
        <w:t>disobeyed Me.” Ali (asws) said, “O’RasoolAllah (saw)! I have such status that Alla</w:t>
      </w:r>
      <w:r w:rsidR="004D1165">
        <w:t xml:space="preserve">h </w:t>
      </w:r>
      <w:r>
        <w:t>remembered Me in the heavens.” RasoolAllah (saw) said, “Yes Ali (asws) so give thanks t</w:t>
      </w:r>
      <w:r w:rsidR="004D1165">
        <w:t xml:space="preserve">o </w:t>
      </w:r>
      <w:r>
        <w:t>Your Lord”. So Ali (asws) placed His head in sajdah. RasoolAllah (saw) said, “O’Ali (asws)!</w:t>
      </w:r>
    </w:p>
    <w:p w:rsidR="00EC54B6" w:rsidRDefault="00EC54B6" w:rsidP="00EC54B6">
      <w:pPr>
        <w:pStyle w:val="libNormal"/>
      </w:pPr>
      <w:r>
        <w:t>Lift Your head. Allah is so proud of You and is reciting Your fazail (attributes) to Hi</w:t>
      </w:r>
      <w:r w:rsidR="004D1165">
        <w:t xml:space="preserve">s </w:t>
      </w:r>
      <w:r>
        <w:t>angels.”</w:t>
      </w:r>
    </w:p>
    <w:p w:rsidR="00FE3B28" w:rsidRDefault="00EC54B6" w:rsidP="00CE7E0F">
      <w:pPr>
        <w:pStyle w:val="libItalic"/>
      </w:pPr>
      <w:r>
        <w:t>(Majalis al Sudooq pg 107)</w:t>
      </w:r>
    </w:p>
    <w:p w:rsidR="00EC54B6" w:rsidRDefault="00EC54B6" w:rsidP="00175E59">
      <w:pPr>
        <w:pStyle w:val="Heading2Center"/>
      </w:pPr>
      <w:bookmarkStart w:id="954" w:name="_Toc442792073"/>
      <w:r>
        <w:t>12. Noor</w:t>
      </w:r>
      <w:bookmarkEnd w:id="954"/>
    </w:p>
    <w:p w:rsidR="00EC54B6" w:rsidRDefault="00EC54B6" w:rsidP="00EC54B6">
      <w:pPr>
        <w:pStyle w:val="libNormal"/>
      </w:pPr>
      <w:r>
        <w:lastRenderedPageBreak/>
        <w:t>Ibne Abbas (ra) narrates regarding this ayah, “O you who believe! be careful of (your dut</w:t>
      </w:r>
      <w:r w:rsidR="004D1165">
        <w:t xml:space="preserve">y </w:t>
      </w:r>
      <w:r>
        <w:t>to) Allah and believe in His Messenger: He will give you two portions of His mercy”</w:t>
      </w:r>
    </w:p>
    <w:p w:rsidR="00EC54B6" w:rsidRDefault="00EC54B6" w:rsidP="00EC54B6">
      <w:pPr>
        <w:pStyle w:val="libNormal"/>
      </w:pPr>
      <w:r>
        <w:t>(57:28) is in reference to Imam Hasan (as) and Imam Hussain (as) and “and make for yo</w:t>
      </w:r>
      <w:r w:rsidR="004D1165">
        <w:t xml:space="preserve">u </w:t>
      </w:r>
      <w:r>
        <w:t>a noor with which you will walk” (57:28) is in reference to Ali (asws) ibn Abi Talib (as)”.</w:t>
      </w:r>
    </w:p>
    <w:p w:rsidR="00EC54B6" w:rsidRDefault="00EC54B6" w:rsidP="00CE7E0F">
      <w:pPr>
        <w:pStyle w:val="libItalic"/>
      </w:pPr>
      <w:r>
        <w:t>(Tafseer Furat pg 180)</w:t>
      </w:r>
    </w:p>
    <w:p w:rsidR="00EC54B6" w:rsidRDefault="00EC54B6" w:rsidP="00EC54B6">
      <w:pPr>
        <w:pStyle w:val="libNormal"/>
      </w:pPr>
      <w:r>
        <w:t>Abu Baseer narrates regarding this ayah, “so (as for) those who believe in him and hono</w:t>
      </w:r>
      <w:r w:rsidR="004D1165">
        <w:t xml:space="preserve">r </w:t>
      </w:r>
      <w:r>
        <w:t>him and help him, and follow the noor which has been sent down with him” (7:157),</w:t>
      </w:r>
    </w:p>
    <w:p w:rsidR="00EC54B6" w:rsidRDefault="00EC54B6" w:rsidP="00EC54B6">
      <w:pPr>
        <w:pStyle w:val="libNormal"/>
      </w:pPr>
      <w:r>
        <w:t>Imam (as) said, “That noor is Ali (asws) ibn Abi Talib (as)”.</w:t>
      </w:r>
    </w:p>
    <w:p w:rsidR="00EC54B6" w:rsidRDefault="00EC54B6" w:rsidP="0080330A">
      <w:pPr>
        <w:pStyle w:val="libItalic"/>
      </w:pPr>
      <w:r>
        <w:t>(Tafseer e Burhan Second Edition pg 39)</w:t>
      </w:r>
    </w:p>
    <w:p w:rsidR="00EC54B6" w:rsidRDefault="00EC54B6" w:rsidP="00175E59">
      <w:pPr>
        <w:pStyle w:val="Heading2Center"/>
      </w:pPr>
      <w:bookmarkStart w:id="955" w:name="_Toc442792074"/>
      <w:r>
        <w:t>13. Natiq ain Quran (One who speaks about Quran)</w:t>
      </w:r>
      <w:bookmarkEnd w:id="955"/>
    </w:p>
    <w:p w:rsidR="00EC54B6" w:rsidRDefault="00EC54B6" w:rsidP="00EC54B6">
      <w:pPr>
        <w:pStyle w:val="libNormal"/>
      </w:pPr>
      <w:r>
        <w:t>Imam Reza (as) said in His sermon after mentioning RasoolAllah (saw) that Ali (asws) ib</w:t>
      </w:r>
      <w:r w:rsidR="004D1165">
        <w:t xml:space="preserve">n </w:t>
      </w:r>
      <w:r>
        <w:t>Abi Talib (as) is Hujjat (proof) on momineen, the ruler of muslims, the trustee of Hi</w:t>
      </w:r>
      <w:r w:rsidR="004D1165">
        <w:t xml:space="preserve">s </w:t>
      </w:r>
      <w:r>
        <w:t>(RasoolAllah saw)knowledge, His (RasoolAllah saw)brother, His caliph, His successor, an</w:t>
      </w:r>
      <w:r w:rsidR="004D1165">
        <w:t xml:space="preserve">d </w:t>
      </w:r>
      <w:r>
        <w:t>His Wali. He (Ali asws) is to Him (RasoolAllah saw) as Haroon (as) was to Musa (as). Al</w:t>
      </w:r>
      <w:r w:rsidR="004D1165">
        <w:t xml:space="preserve">i </w:t>
      </w:r>
      <w:r>
        <w:t>(asws) ibn Abi Talib (as) is the one who speaks about the Quran, who is Imam e Muttaqee</w:t>
      </w:r>
      <w:r w:rsidR="004D1165">
        <w:t xml:space="preserve">n, </w:t>
      </w:r>
      <w:r>
        <w:t>the master of all successors, and inheritor of the knowledge of all the prophets.”</w:t>
      </w:r>
    </w:p>
    <w:p w:rsidR="00EC54B6" w:rsidRDefault="00EC54B6" w:rsidP="00CE7E0F">
      <w:pPr>
        <w:pStyle w:val="libItalic"/>
      </w:pPr>
      <w:r>
        <w:t>(Ayun Akbar al Reza (as) Second Edition pg 122)</w:t>
      </w:r>
    </w:p>
    <w:p w:rsidR="00EC54B6" w:rsidRDefault="00EC54B6" w:rsidP="00175E59">
      <w:pPr>
        <w:pStyle w:val="Heading2Center"/>
      </w:pPr>
      <w:bookmarkStart w:id="956" w:name="_Toc442792075"/>
      <w:r>
        <w:t>14. Nuqtah (Dot)</w:t>
      </w:r>
      <w:bookmarkEnd w:id="956"/>
    </w:p>
    <w:p w:rsidR="00EC54B6" w:rsidRDefault="00EC54B6" w:rsidP="00EC54B6">
      <w:pPr>
        <w:pStyle w:val="libNormal"/>
      </w:pPr>
      <w:r>
        <w:t>Ameerul Momineen (asws) said, “The whole Quran is in Sura Fatiha and the whole Fatiha i</w:t>
      </w:r>
      <w:r w:rsidR="004D1165">
        <w:t xml:space="preserve">s </w:t>
      </w:r>
      <w:r>
        <w:t>in Bismillah. The whole bismillah is in the dot and I am that dot.” Then Moula (asws) said, “</w:t>
      </w:r>
      <w:r w:rsidR="004D1165">
        <w:t xml:space="preserve">I </w:t>
      </w:r>
      <w:r>
        <w:t>am the dot and I am the letter”.</w:t>
      </w:r>
    </w:p>
    <w:p w:rsidR="00FE3B28" w:rsidRDefault="00EC54B6" w:rsidP="00CE7E0F">
      <w:pPr>
        <w:pStyle w:val="libItalic"/>
      </w:pPr>
      <w:r>
        <w:t>(Al Manaqib Second Edition pg 327)</w:t>
      </w:r>
    </w:p>
    <w:p w:rsidR="00EC54B6" w:rsidRDefault="00EC54B6" w:rsidP="00175E59">
      <w:pPr>
        <w:pStyle w:val="Heading2Center"/>
      </w:pPr>
      <w:bookmarkStart w:id="957" w:name="_Toc442792076"/>
      <w:r>
        <w:t>15. Nasib (Son in law of RasoolAllah saw)</w:t>
      </w:r>
      <w:bookmarkEnd w:id="957"/>
    </w:p>
    <w:p w:rsidR="00EC54B6" w:rsidRDefault="00EC54B6" w:rsidP="00EC54B6">
      <w:pPr>
        <w:pStyle w:val="libNormal"/>
      </w:pPr>
      <w:r>
        <w:t>Son in law of RasoolAllah (saw)</w:t>
      </w:r>
    </w:p>
    <w:p w:rsidR="00EC54B6" w:rsidRDefault="00EC54B6" w:rsidP="00175E59">
      <w:pPr>
        <w:pStyle w:val="Heading2Center"/>
      </w:pPr>
      <w:bookmarkStart w:id="958" w:name="_Toc442792077"/>
      <w:r>
        <w:t>16. Noor al Aaqib</w:t>
      </w:r>
      <w:bookmarkEnd w:id="958"/>
    </w:p>
    <w:p w:rsidR="00EC54B6" w:rsidRDefault="00EC54B6" w:rsidP="00EC54B6">
      <w:pPr>
        <w:pStyle w:val="libNormal"/>
      </w:pPr>
      <w:r>
        <w:t>“Salam be upon You, O’Wali of Allah. O’Noor al Aaqib. O’Father of Infallibles. O’Mystery o</w:t>
      </w:r>
      <w:r w:rsidR="004D1165">
        <w:t xml:space="preserve">f </w:t>
      </w:r>
      <w:r>
        <w:t>Allah. I am weighed down by my sins. I can never gain forgiveness except by Your will. Fo</w:t>
      </w:r>
      <w:r w:rsidR="004D1165">
        <w:t xml:space="preserve">r </w:t>
      </w:r>
      <w:r>
        <w:t>the sake of that essence that makes You the trustee of His mysteries, help me and forgiv</w:t>
      </w:r>
      <w:r w:rsidR="004D1165">
        <w:t xml:space="preserve">e </w:t>
      </w:r>
      <w:r>
        <w:t>my sins. I am the slave of Allah, Your lover, and visitor to Your grave. The salam of Allah b</w:t>
      </w:r>
      <w:r w:rsidR="004D1165">
        <w:t xml:space="preserve">e </w:t>
      </w:r>
      <w:r>
        <w:t>upon You.”</w:t>
      </w:r>
    </w:p>
    <w:p w:rsidR="00EC54B6" w:rsidRDefault="00EC54B6" w:rsidP="00CE7E0F">
      <w:pPr>
        <w:pStyle w:val="libItalic"/>
      </w:pPr>
      <w:r>
        <w:t>(Mafatiha al Jinan pg 430)</w:t>
      </w:r>
    </w:p>
    <w:p w:rsidR="00EC54B6" w:rsidRDefault="00EC54B6" w:rsidP="00175E59">
      <w:pPr>
        <w:pStyle w:val="Heading2Center"/>
      </w:pPr>
      <w:bookmarkStart w:id="959" w:name="_Toc442792078"/>
      <w:r>
        <w:t>17. Noor al Noor (Noor of all noors)</w:t>
      </w:r>
      <w:bookmarkEnd w:id="959"/>
    </w:p>
    <w:p w:rsidR="00EC54B6" w:rsidRDefault="00EC54B6" w:rsidP="00EC54B6">
      <w:pPr>
        <w:pStyle w:val="libNormal"/>
      </w:pPr>
      <w:r>
        <w:t>In the ziarat of Ameerul Momineen (asws), it is written “Salam be upon You, O’Noor of al</w:t>
      </w:r>
      <w:r w:rsidR="004D1165">
        <w:t xml:space="preserve">l </w:t>
      </w:r>
      <w:r>
        <w:t>noors. Salam be upon You, O’Father of Infallible Imams (as). Salam be upon You, O’Rope o</w:t>
      </w:r>
      <w:r w:rsidR="004D1165">
        <w:t xml:space="preserve">f </w:t>
      </w:r>
      <w:r>
        <w:t>Allah and His Side. The blessing and mercy of Allah be upon You.”</w:t>
      </w:r>
    </w:p>
    <w:p w:rsidR="00EC54B6" w:rsidRDefault="00EC54B6" w:rsidP="00CE7E0F">
      <w:pPr>
        <w:pStyle w:val="libItalic"/>
      </w:pPr>
      <w:r>
        <w:t>(Biharul Anwar 97th vol pg 305)</w:t>
      </w:r>
    </w:p>
    <w:p w:rsidR="00EC54B6" w:rsidRDefault="00EC54B6" w:rsidP="00175E59">
      <w:pPr>
        <w:pStyle w:val="Heading2Center"/>
      </w:pPr>
      <w:bookmarkStart w:id="960" w:name="_Toc442792079"/>
      <w:r>
        <w:t>18. Nemat (Blessing)</w:t>
      </w:r>
      <w:bookmarkEnd w:id="960"/>
    </w:p>
    <w:p w:rsidR="00EC54B6" w:rsidRDefault="00EC54B6" w:rsidP="00EC54B6">
      <w:pPr>
        <w:pStyle w:val="libNormal"/>
      </w:pPr>
      <w:r>
        <w:lastRenderedPageBreak/>
        <w:t>Ameerul Momineen (asws) said to His Son, Imam Hussain (as), “I am that blessing of Alla</w:t>
      </w:r>
      <w:r w:rsidR="004D1165">
        <w:t xml:space="preserve">h </w:t>
      </w:r>
      <w:r>
        <w:t xml:space="preserve">that Allah uses to bless His servants. I am the one for whom Allah said, “This day have </w:t>
      </w:r>
      <w:r w:rsidR="004D1165">
        <w:t xml:space="preserve">I </w:t>
      </w:r>
      <w:r>
        <w:t>perfected for you your religion and completed My favor on you and chosen for yo</w:t>
      </w:r>
      <w:r w:rsidR="004D1165">
        <w:t xml:space="preserve">u </w:t>
      </w:r>
      <w:r>
        <w:t>Islam as a religion” (5:3). “</w:t>
      </w:r>
    </w:p>
    <w:p w:rsidR="00EC54B6" w:rsidRDefault="00EC54B6" w:rsidP="0080330A">
      <w:pPr>
        <w:pStyle w:val="libItalic"/>
      </w:pPr>
      <w:r>
        <w:t>(Fazail ibn Shazaan pg 83)</w:t>
      </w:r>
    </w:p>
    <w:p w:rsidR="00EC54B6" w:rsidRDefault="00EC54B6" w:rsidP="00175E59">
      <w:pPr>
        <w:pStyle w:val="Heading2Center"/>
      </w:pPr>
      <w:bookmarkStart w:id="961" w:name="_Toc442792080"/>
      <w:r>
        <w:t>19. Nasib al Amil</w:t>
      </w:r>
      <w:bookmarkEnd w:id="961"/>
    </w:p>
    <w:p w:rsidR="00FE3B28" w:rsidRDefault="00EC54B6" w:rsidP="00EC54B6">
      <w:pPr>
        <w:pStyle w:val="libNormal"/>
      </w:pPr>
      <w:r>
        <w:t>Moula Ali (asws) says in Khutba Bayan, “I am Nasib al Amil”.</w:t>
      </w:r>
    </w:p>
    <w:p w:rsidR="00EC54B6" w:rsidRDefault="00EC54B6" w:rsidP="00175E59">
      <w:pPr>
        <w:pStyle w:val="Heading2Center"/>
      </w:pPr>
      <w:bookmarkStart w:id="962" w:name="_Toc442792081"/>
      <w:r>
        <w:t>20. Namik al Biriya</w:t>
      </w:r>
      <w:bookmarkEnd w:id="962"/>
    </w:p>
    <w:p w:rsidR="00EC54B6" w:rsidRDefault="00EC54B6" w:rsidP="00EC54B6">
      <w:pPr>
        <w:pStyle w:val="libNormal"/>
      </w:pPr>
      <w:r>
        <w:t>Moula Ali (asws) says in Khutba Bayan, “I am Namik al Biriya”.</w:t>
      </w:r>
    </w:p>
    <w:p w:rsidR="00EC54B6" w:rsidRDefault="00EC54B6" w:rsidP="00175E59">
      <w:pPr>
        <w:pStyle w:val="Heading2Center"/>
      </w:pPr>
      <w:bookmarkStart w:id="963" w:name="_Toc442792082"/>
      <w:r>
        <w:t>21. Najatul Falk (arc of salvation)</w:t>
      </w:r>
      <w:bookmarkEnd w:id="963"/>
    </w:p>
    <w:p w:rsidR="00EC54B6" w:rsidRDefault="00EC54B6" w:rsidP="00EC54B6">
      <w:pPr>
        <w:pStyle w:val="libNormal"/>
      </w:pPr>
      <w:r>
        <w:t>Moula Ali (asws) says in Khutba Bayan, “I am the arc of salvation”.</w:t>
      </w:r>
    </w:p>
    <w:p w:rsidR="00EC54B6" w:rsidRDefault="00EC54B6" w:rsidP="00175E59">
      <w:pPr>
        <w:pStyle w:val="Heading2Center"/>
      </w:pPr>
      <w:bookmarkStart w:id="964" w:name="_Toc442792083"/>
      <w:r>
        <w:t>22. Nahalatul Jaleel (path of greateness)</w:t>
      </w:r>
      <w:bookmarkEnd w:id="964"/>
    </w:p>
    <w:p w:rsidR="00EC54B6" w:rsidRDefault="00EC54B6" w:rsidP="00EC54B6">
      <w:pPr>
        <w:pStyle w:val="libNormal"/>
      </w:pPr>
      <w:r>
        <w:t>Moula Ali (asws) says in Khutba Bayan, “I am the path of greatness”.</w:t>
      </w:r>
    </w:p>
    <w:p w:rsidR="00EC54B6" w:rsidRDefault="00EC54B6" w:rsidP="00175E59">
      <w:pPr>
        <w:pStyle w:val="Heading2Center"/>
      </w:pPr>
      <w:bookmarkStart w:id="965" w:name="_Toc442792084"/>
      <w:r>
        <w:t>23. Noor al Sabheen (noor of those who perform tasbeeh)</w:t>
      </w:r>
      <w:bookmarkEnd w:id="965"/>
    </w:p>
    <w:p w:rsidR="00EC54B6" w:rsidRDefault="00EC54B6" w:rsidP="00EC54B6">
      <w:pPr>
        <w:pStyle w:val="libNormal"/>
      </w:pPr>
      <w:r>
        <w:t>Moula Ali (asws) says in Khutba Bayan, “I am the noor for those perform the tasbeeh o</w:t>
      </w:r>
      <w:r w:rsidR="004D1165">
        <w:t xml:space="preserve">f </w:t>
      </w:r>
      <w:r>
        <w:t>Allah”.</w:t>
      </w:r>
    </w:p>
    <w:p w:rsidR="00EC54B6" w:rsidRDefault="00EC54B6" w:rsidP="00175E59">
      <w:pPr>
        <w:pStyle w:val="Heading2Center"/>
      </w:pPr>
      <w:bookmarkStart w:id="966" w:name="_Toc442792085"/>
      <w:r>
        <w:t>24. Noon wa Qalam (Noon and Pen)</w:t>
      </w:r>
      <w:bookmarkEnd w:id="966"/>
    </w:p>
    <w:p w:rsidR="00EC54B6" w:rsidRDefault="00EC54B6" w:rsidP="00EC54B6">
      <w:pPr>
        <w:pStyle w:val="libNormal"/>
      </w:pPr>
      <w:r>
        <w:t>Moula Ali (asws) says in Khutba Bayan, “I am Noon wa Qalam (Noon and the Pen)”.</w:t>
      </w:r>
    </w:p>
    <w:p w:rsidR="00EC54B6" w:rsidRDefault="00EC54B6" w:rsidP="00175E59">
      <w:pPr>
        <w:pStyle w:val="Heading2Center"/>
      </w:pPr>
      <w:bookmarkStart w:id="967" w:name="_Toc442792086"/>
      <w:r>
        <w:t>25. Nayam ala al Frash</w:t>
      </w:r>
      <w:bookmarkEnd w:id="967"/>
    </w:p>
    <w:p w:rsidR="00EC54B6" w:rsidRDefault="00EC54B6" w:rsidP="00EC54B6">
      <w:pPr>
        <w:pStyle w:val="libNormal"/>
      </w:pPr>
      <w:r>
        <w:t>Moula Ali (asws) says in Khutba Bayan, “I am Nayam ala al Frash”.</w:t>
      </w:r>
    </w:p>
    <w:p w:rsidR="00EC54B6" w:rsidRDefault="00EC54B6" w:rsidP="00175E59">
      <w:pPr>
        <w:pStyle w:val="Heading2Center"/>
      </w:pPr>
      <w:bookmarkStart w:id="968" w:name="_Toc442792087"/>
      <w:r>
        <w:t>26. Naskh al Miree</w:t>
      </w:r>
      <w:bookmarkEnd w:id="968"/>
    </w:p>
    <w:p w:rsidR="00EC54B6" w:rsidRDefault="00EC54B6" w:rsidP="00EC54B6">
      <w:pPr>
        <w:pStyle w:val="libNormal"/>
      </w:pPr>
      <w:r>
        <w:t>Moula Ali (asws) says in Khutba Bayan, “I am Naskh al Miree”.</w:t>
      </w:r>
    </w:p>
    <w:p w:rsidR="00EC54B6" w:rsidRDefault="00EC54B6" w:rsidP="00175E59">
      <w:pPr>
        <w:pStyle w:val="Heading2Center"/>
      </w:pPr>
      <w:bookmarkStart w:id="969" w:name="_Toc442792088"/>
      <w:r>
        <w:t>27. Nafees al Nafas</w:t>
      </w:r>
      <w:bookmarkEnd w:id="969"/>
    </w:p>
    <w:p w:rsidR="00EC54B6" w:rsidRDefault="00EC54B6" w:rsidP="00EC54B6">
      <w:pPr>
        <w:pStyle w:val="libNormal"/>
      </w:pPr>
      <w:r>
        <w:t>Moula Ali (asws) says in Khutba Bayan, “I am Nafees al Nafas”.</w:t>
      </w:r>
    </w:p>
    <w:p w:rsidR="00EC54B6" w:rsidRDefault="00EC54B6" w:rsidP="00175E59">
      <w:pPr>
        <w:pStyle w:val="Heading2Center"/>
      </w:pPr>
      <w:bookmarkStart w:id="970" w:name="_Toc442792089"/>
      <w:r>
        <w:t>28. Najm Allah (Star of Allah)</w:t>
      </w:r>
      <w:bookmarkEnd w:id="970"/>
    </w:p>
    <w:p w:rsidR="00FE3B28" w:rsidRDefault="00EC54B6" w:rsidP="00EC54B6">
      <w:pPr>
        <w:pStyle w:val="libNormal"/>
      </w:pPr>
      <w:r>
        <w:t>Moula Ali (asws) said to His Son, Imam Hasan (as), “I am the star of Allah”.</w:t>
      </w:r>
    </w:p>
    <w:p w:rsidR="00EC54B6" w:rsidRDefault="00EC54B6" w:rsidP="00175E59">
      <w:pPr>
        <w:pStyle w:val="Heading2Center"/>
      </w:pPr>
      <w:bookmarkStart w:id="971" w:name="_Toc442792090"/>
      <w:r>
        <w:t>29. Noor al Wara (Noor of Allah)</w:t>
      </w:r>
      <w:bookmarkEnd w:id="971"/>
    </w:p>
    <w:p w:rsidR="00EC54B6" w:rsidRDefault="00EC54B6" w:rsidP="00EC54B6">
      <w:pPr>
        <w:pStyle w:val="libNormal"/>
      </w:pPr>
      <w:r>
        <w:t>Moula Ali (asws) said to Syeda (sa), “I am the noor of Allah”.</w:t>
      </w:r>
    </w:p>
    <w:p w:rsidR="00EC54B6" w:rsidRDefault="00EC54B6" w:rsidP="00175E59">
      <w:pPr>
        <w:pStyle w:val="Heading2Center"/>
      </w:pPr>
      <w:bookmarkStart w:id="972" w:name="_Toc442792091"/>
      <w:r>
        <w:t>30. Najmatul Wasail</w:t>
      </w:r>
      <w:bookmarkEnd w:id="972"/>
    </w:p>
    <w:p w:rsidR="00EC54B6" w:rsidRDefault="00EC54B6" w:rsidP="00EC54B6">
      <w:pPr>
        <w:pStyle w:val="libNormal"/>
      </w:pPr>
      <w:r>
        <w:t>Moula Ali (asws) says in Khutba Bayan, “I am Najmatul Wasail”.</w:t>
      </w:r>
    </w:p>
    <w:p w:rsidR="00EC54B6" w:rsidRDefault="00EC54B6" w:rsidP="00175E59">
      <w:pPr>
        <w:pStyle w:val="Heading2Center"/>
      </w:pPr>
      <w:bookmarkStart w:id="973" w:name="_Toc442792092"/>
      <w:r>
        <w:t>31. Naqim ala al Kufar (wrath upon kufar)</w:t>
      </w:r>
      <w:bookmarkEnd w:id="973"/>
    </w:p>
    <w:p w:rsidR="00EC54B6" w:rsidRDefault="00EC54B6" w:rsidP="00EC54B6">
      <w:pPr>
        <w:pStyle w:val="libNormal"/>
      </w:pPr>
      <w:r>
        <w:t>Moula Ali (asws) says in Khutba Bayan, “I am the wrath upon the kufar”.</w:t>
      </w:r>
    </w:p>
    <w:p w:rsidR="00EC54B6" w:rsidRDefault="00EC54B6" w:rsidP="00175E59">
      <w:pPr>
        <w:pStyle w:val="Heading2Center"/>
      </w:pPr>
      <w:bookmarkStart w:id="974" w:name="_Toc442792093"/>
      <w:r>
        <w:t>32. Noor al Ghayahab (noor of the unseen)</w:t>
      </w:r>
      <w:bookmarkEnd w:id="974"/>
    </w:p>
    <w:p w:rsidR="00EC54B6" w:rsidRDefault="00EC54B6" w:rsidP="00EC54B6">
      <w:pPr>
        <w:pStyle w:val="libNormal"/>
      </w:pPr>
      <w:r>
        <w:t>Moula Ali (asws) says in Khutba Bayan, “I am the noor of ghayab (unseen)”.</w:t>
      </w:r>
    </w:p>
    <w:p w:rsidR="00EC54B6" w:rsidRDefault="00EC54B6" w:rsidP="00175E59">
      <w:pPr>
        <w:pStyle w:val="Heading2Center"/>
      </w:pPr>
      <w:bookmarkStart w:id="975" w:name="_Toc442792094"/>
      <w:r>
        <w:t>33. Noor al Arwah (noor of spirits)</w:t>
      </w:r>
      <w:bookmarkEnd w:id="975"/>
    </w:p>
    <w:p w:rsidR="00FE3B28" w:rsidRDefault="00EC54B6" w:rsidP="00EC54B6">
      <w:pPr>
        <w:pStyle w:val="libNormal"/>
      </w:pPr>
      <w:r>
        <w:lastRenderedPageBreak/>
        <w:t>Moula Ali (asws) says in Khutba Bayan, “I am the noor of spirits”.</w:t>
      </w:r>
    </w:p>
    <w:p w:rsidR="00EC54B6" w:rsidRDefault="00EC54B6" w:rsidP="00EC54B6">
      <w:pPr>
        <w:pStyle w:val="libNormal"/>
      </w:pPr>
      <w:r>
        <w:t>*Master of Momineen, Imam of Muslameen, Master of Successor</w:t>
      </w:r>
      <w:r w:rsidR="004D1165">
        <w:t xml:space="preserve">s, </w:t>
      </w:r>
      <w:r>
        <w:t>Protector of Muslims, Imam of the whole universe, Knowledge of th</w:t>
      </w:r>
      <w:r w:rsidR="004D1165">
        <w:t xml:space="preserve">e </w:t>
      </w:r>
      <w:r>
        <w:t>righteous, Leader of the people with bright shining foreheads, Hujja</w:t>
      </w:r>
      <w:r w:rsidR="004D1165">
        <w:t xml:space="preserve">t </w:t>
      </w:r>
      <w:r>
        <w:t>(proof) of Allah upon His whole creation, Slayer of kufar (disbelievers) an</w:t>
      </w:r>
      <w:r w:rsidR="004D1165">
        <w:t xml:space="preserve">d </w:t>
      </w:r>
      <w:r>
        <w:t>munafiqs (hypocrites), Husband of Syedatul Nisa al Alameen (sa), Slayer o</w:t>
      </w:r>
      <w:r w:rsidR="004D1165">
        <w:t xml:space="preserve">f </w:t>
      </w:r>
      <w:r>
        <w:t>mushriks (polytheists), wrath upon munafiqs, Most brave, Zainul Abidee</w:t>
      </w:r>
      <w:r w:rsidR="004D1165">
        <w:t xml:space="preserve">n, </w:t>
      </w:r>
      <w:r>
        <w:t>Inheritor of the knowledge of prophets, Allah’s strong rope, tongue o</w:t>
      </w:r>
      <w:r w:rsidR="004D1165">
        <w:t xml:space="preserve">f </w:t>
      </w:r>
      <w:r>
        <w:t>Allah, Most trustworthy, chosen one from amongst the Hashimis, far fro</w:t>
      </w:r>
      <w:r w:rsidR="004D1165">
        <w:t xml:space="preserve">m </w:t>
      </w:r>
      <w:r>
        <w:t>shirk, full of knowledge, book of momin’s deeds, Father of orphans, helpe</w:t>
      </w:r>
      <w:r w:rsidR="004D1165">
        <w:t xml:space="preserve">r </w:t>
      </w:r>
      <w:r>
        <w:t>of the weak, builder of religion, treasure of the poor, feared by shaitan, fo</w:t>
      </w:r>
      <w:r w:rsidR="004D1165">
        <w:t xml:space="preserve">r </w:t>
      </w:r>
      <w:r>
        <w:t>whom this ayah was revealed, “O Prophet! Allah is sufficient for you an</w:t>
      </w:r>
      <w:r w:rsidR="004D1165">
        <w:t xml:space="preserve">d </w:t>
      </w:r>
      <w:r>
        <w:t>(for) such of the believers as follow you.” (8:64)</w:t>
      </w:r>
    </w:p>
    <w:p w:rsidR="00FE3B28" w:rsidRDefault="00EC54B6" w:rsidP="00EC54B6">
      <w:pPr>
        <w:pStyle w:val="libNormal"/>
      </w:pPr>
      <w:r>
        <w:t>Amongst the names of Ameerul Momineen (asws) are Haroon, al Zaitoo</w:t>
      </w:r>
      <w:r w:rsidR="004D1165">
        <w:t xml:space="preserve">n, </w:t>
      </w:r>
      <w:r>
        <w:t>Zulmeen, Yaqeen, Abul Hasan, for whom the sun was turned back twic</w:t>
      </w:r>
      <w:r w:rsidR="004D1165">
        <w:t xml:space="preserve">e, </w:t>
      </w:r>
      <w:r>
        <w:t>most knowledgeable, first Hashimi whose mother and father’s lineage ar</w:t>
      </w:r>
      <w:r w:rsidR="004D1165">
        <w:t xml:space="preserve">e </w:t>
      </w:r>
      <w:r>
        <w:t>both Hashimi, His Sons are two noors, Abul Hasan, Abul Hussain, one wh</w:t>
      </w:r>
      <w:r w:rsidR="004D1165">
        <w:t xml:space="preserve">o </w:t>
      </w:r>
      <w:r>
        <w:t>migrated twice, prayed towards two qiblahs, rode on two horses, fough</w:t>
      </w:r>
      <w:r w:rsidR="004D1165">
        <w:t xml:space="preserve">t </w:t>
      </w:r>
      <w:r>
        <w:t>with two swords, fought with two spears, most powerful, most mercifu</w:t>
      </w:r>
      <w:r w:rsidR="004D1165">
        <w:t xml:space="preserve">l, </w:t>
      </w:r>
      <w:r>
        <w:t>most forgiving, hero of Badr, Uhud and Hunain, one for whom Qura</w:t>
      </w:r>
      <w:r w:rsidR="004D1165">
        <w:t xml:space="preserve">n </w:t>
      </w:r>
      <w:r>
        <w:t>testified, Quran is filled with His attributes, one who was mentioned i</w:t>
      </w:r>
      <w:r w:rsidR="004D1165">
        <w:t xml:space="preserve">n </w:t>
      </w:r>
      <w:r>
        <w:t>both the Taurah and Injeel, one who speaks with snakes and jinns, there i</w:t>
      </w:r>
      <w:r w:rsidR="004D1165">
        <w:t xml:space="preserve">s </w:t>
      </w:r>
      <w:r>
        <w:t>no difference between Him and RasoolAllah (saw), Lord of Medina, place o</w:t>
      </w:r>
      <w:r w:rsidR="004D1165">
        <w:t xml:space="preserve">f </w:t>
      </w:r>
      <w:r>
        <w:t>comfort, death of innovation (bida), distributor of heaven and hell, haq i</w:t>
      </w:r>
      <w:r w:rsidR="004D1165">
        <w:t xml:space="preserve">s </w:t>
      </w:r>
      <w:r>
        <w:t>with Him, He is with haq (truth), best judge, most patient, amongst Hi</w:t>
      </w:r>
      <w:r w:rsidR="004D1165">
        <w:t xml:space="preserve">s </w:t>
      </w:r>
      <w:r>
        <w:t>names al Nafas, al Noor, al Nasib, al Nasser, al Neemah, al Naem.</w:t>
      </w:r>
    </w:p>
    <w:p w:rsidR="00612EA4" w:rsidRDefault="00612EA4" w:rsidP="00612EA4">
      <w:pPr>
        <w:pStyle w:val="libNormal"/>
      </w:pPr>
      <w:r>
        <w:br w:type="page"/>
      </w:r>
    </w:p>
    <w:p w:rsidR="00612EA4" w:rsidRDefault="00612EA4" w:rsidP="00AE7A6E">
      <w:pPr>
        <w:pStyle w:val="Heading1Center"/>
      </w:pPr>
      <w:bookmarkStart w:id="976" w:name="_Toc442792095"/>
      <w:r>
        <w:lastRenderedPageBreak/>
        <w:t xml:space="preserve">Ha </w:t>
      </w:r>
      <w:r>
        <w:rPr>
          <w:rtl/>
        </w:rPr>
        <w:t>ه</w:t>
      </w:r>
      <w:bookmarkEnd w:id="976"/>
    </w:p>
    <w:p w:rsidR="00EC54B6" w:rsidRDefault="00EC54B6" w:rsidP="00175E59">
      <w:pPr>
        <w:pStyle w:val="Heading2Center"/>
      </w:pPr>
      <w:bookmarkStart w:id="977" w:name="_Toc442792096"/>
      <w:r>
        <w:t>1. Hadaiyatul Malik (guidance of kings)</w:t>
      </w:r>
      <w:bookmarkEnd w:id="977"/>
    </w:p>
    <w:p w:rsidR="00EC54B6" w:rsidRDefault="00EC54B6" w:rsidP="00EC54B6">
      <w:pPr>
        <w:pStyle w:val="libNormal"/>
      </w:pPr>
      <w:r>
        <w:t>Moula Ali (asws) says in Khutba Bayan, “I am the guidance of kings”.</w:t>
      </w:r>
    </w:p>
    <w:p w:rsidR="00EC54B6" w:rsidRDefault="00EC54B6" w:rsidP="00175E59">
      <w:pPr>
        <w:pStyle w:val="Heading2Center"/>
      </w:pPr>
      <w:bookmarkStart w:id="978" w:name="_Toc442792097"/>
      <w:r>
        <w:t>2. Harqil al Karamah</w:t>
      </w:r>
      <w:bookmarkEnd w:id="978"/>
    </w:p>
    <w:p w:rsidR="00EC54B6" w:rsidRDefault="00EC54B6" w:rsidP="00EC54B6">
      <w:pPr>
        <w:pStyle w:val="libNormal"/>
      </w:pPr>
      <w:r>
        <w:t>Moula Ali (asws) says in Khutba Bayan, “I am Harqil al Karamah”.</w:t>
      </w:r>
    </w:p>
    <w:p w:rsidR="00EC54B6" w:rsidRDefault="00EC54B6" w:rsidP="00175E59">
      <w:pPr>
        <w:pStyle w:val="Heading2Center"/>
      </w:pPr>
      <w:bookmarkStart w:id="979" w:name="_Toc442792098"/>
      <w:r>
        <w:t>3. Haiwalee al Najoom</w:t>
      </w:r>
      <w:bookmarkEnd w:id="979"/>
    </w:p>
    <w:p w:rsidR="00EC54B6" w:rsidRDefault="00EC54B6" w:rsidP="00EC54B6">
      <w:pPr>
        <w:pStyle w:val="libNormal"/>
      </w:pPr>
      <w:r>
        <w:t>Moula Ali (asws) says in Khutba Bayan, “I am Haiwalee al najoom”.</w:t>
      </w:r>
    </w:p>
    <w:p w:rsidR="00EC54B6" w:rsidRDefault="00EC54B6" w:rsidP="00175E59">
      <w:pPr>
        <w:pStyle w:val="Heading2Center"/>
      </w:pPr>
      <w:bookmarkStart w:id="980" w:name="_Toc442792099"/>
      <w:r>
        <w:t>4. Halal al Shar (moon of the month)</w:t>
      </w:r>
      <w:bookmarkEnd w:id="980"/>
    </w:p>
    <w:p w:rsidR="00EC54B6" w:rsidRDefault="00EC54B6" w:rsidP="00EC54B6">
      <w:pPr>
        <w:pStyle w:val="libNormal"/>
      </w:pPr>
      <w:r>
        <w:t>Moula Ali (asws) says in Khutba Bayan, “I am the moon of the month”.</w:t>
      </w:r>
    </w:p>
    <w:p w:rsidR="00EC54B6" w:rsidRDefault="00EC54B6" w:rsidP="00175E59">
      <w:pPr>
        <w:pStyle w:val="Heading2Center"/>
      </w:pPr>
      <w:bookmarkStart w:id="981" w:name="_Toc442792100"/>
      <w:r>
        <w:t>5. Hadiya (guidance)</w:t>
      </w:r>
      <w:bookmarkEnd w:id="981"/>
    </w:p>
    <w:p w:rsidR="00EC54B6" w:rsidRDefault="00EC54B6" w:rsidP="00EC54B6">
      <w:pPr>
        <w:pStyle w:val="libNormal"/>
      </w:pPr>
      <w:r>
        <w:t>Jabir narrates, “I asked Imam Abu Jafar (as) regarding this ayah, “so surely there will com</w:t>
      </w:r>
      <w:r w:rsidR="004D1165">
        <w:t xml:space="preserve">e </w:t>
      </w:r>
      <w:r>
        <w:t>to you a guidance from Me, then whoever follows My guidance, no fear shall come upo</w:t>
      </w:r>
      <w:r w:rsidR="004D1165">
        <w:t xml:space="preserve">n </w:t>
      </w:r>
      <w:r>
        <w:t>them, nor shall they grieve.” (2:38), Imam (as) said, “The guidance is Ali (asws) ibn Ab</w:t>
      </w:r>
      <w:r w:rsidR="004D1165">
        <w:t xml:space="preserve">i </w:t>
      </w:r>
      <w:r>
        <w:t>Talib (as).”</w:t>
      </w:r>
    </w:p>
    <w:p w:rsidR="00EC54B6" w:rsidRDefault="00EC54B6" w:rsidP="0080330A">
      <w:pPr>
        <w:pStyle w:val="libItalic"/>
      </w:pPr>
      <w:r>
        <w:t>(Tafseer Ayyashi First Edition pg 60)</w:t>
      </w:r>
    </w:p>
    <w:p w:rsidR="00EC54B6" w:rsidRDefault="00EC54B6" w:rsidP="00175E59">
      <w:pPr>
        <w:pStyle w:val="Heading2Center"/>
      </w:pPr>
      <w:bookmarkStart w:id="982" w:name="_Toc442792101"/>
      <w:r>
        <w:t>6. Hadi (Guide)</w:t>
      </w:r>
      <w:bookmarkEnd w:id="982"/>
    </w:p>
    <w:p w:rsidR="00EC54B6" w:rsidRDefault="00EC54B6" w:rsidP="00EC54B6">
      <w:pPr>
        <w:pStyle w:val="libNormal"/>
      </w:pPr>
      <w:r>
        <w:t>Abdullah bin Ata narrates, “I heard Imam Sadiq (as) saying regarding this ayah, “You ar</w:t>
      </w:r>
      <w:r w:rsidR="004D1165">
        <w:t xml:space="preserve">e </w:t>
      </w:r>
      <w:r>
        <w:t>only a warner and (there is) a guide for every people.” (13:7) Imam (as) sai</w:t>
      </w:r>
      <w:r w:rsidR="004D1165">
        <w:t xml:space="preserve">d, </w:t>
      </w:r>
      <w:r>
        <w:t>“RasoolAllah (saw) is the warner and Ali (asws) is the guide”.</w:t>
      </w:r>
    </w:p>
    <w:p w:rsidR="00FE3B28" w:rsidRDefault="00EC54B6" w:rsidP="0080330A">
      <w:pPr>
        <w:pStyle w:val="libItalic"/>
      </w:pPr>
      <w:r>
        <w:t>(Basair al Darjaat pg 29)</w:t>
      </w:r>
    </w:p>
    <w:p w:rsidR="00EC54B6" w:rsidRDefault="00EC54B6" w:rsidP="00EC54B6">
      <w:pPr>
        <w:pStyle w:val="libNormal"/>
      </w:pPr>
      <w:r>
        <w:t>Imam Jafar Sadiq (as) said, “This ayah was revealed for Ameerul Momineen (asws)” “An</w:t>
      </w:r>
      <w:r w:rsidR="004D1165">
        <w:t xml:space="preserve">d </w:t>
      </w:r>
      <w:r>
        <w:t>We desired to bestow a favor upon those who were deemed weak in the land, and t</w:t>
      </w:r>
      <w:r w:rsidR="004D1165">
        <w:t xml:space="preserve">o </w:t>
      </w:r>
      <w:r>
        <w:t>make them the Imams, and to make them the heirs,” (28:5)</w:t>
      </w:r>
    </w:p>
    <w:p w:rsidR="00EC54B6" w:rsidRDefault="00EC54B6" w:rsidP="00CE7E0F">
      <w:pPr>
        <w:pStyle w:val="libItalic"/>
      </w:pPr>
      <w:r>
        <w:t>(Biharul Anwar vol 24 pg 168)</w:t>
      </w:r>
    </w:p>
    <w:p w:rsidR="00EC54B6" w:rsidRDefault="00EC54B6" w:rsidP="00EC54B6">
      <w:pPr>
        <w:pStyle w:val="libNormal"/>
      </w:pPr>
      <w:r>
        <w:t>RasoolAllah (saw) said, “O’Muhajjireen and Ansar! There is such a thing for you that if yo</w:t>
      </w:r>
      <w:r w:rsidR="004D1165">
        <w:t xml:space="preserve">u </w:t>
      </w:r>
      <w:r>
        <w:t>associate yourselves with you then you will never go astray. They asked, “O’RasoolAlla</w:t>
      </w:r>
      <w:r w:rsidR="004D1165">
        <w:t xml:space="preserve">h </w:t>
      </w:r>
      <w:r>
        <w:t>(saw), what is that?” RasoolAllah (saw) said, “This Ali (asws) is My brother, My successo</w:t>
      </w:r>
      <w:r w:rsidR="004D1165">
        <w:t xml:space="preserve">r, </w:t>
      </w:r>
      <w:r>
        <w:t>My inheritor, and My caliph. He is Your Imam. Love Him. Honor Him. Verily, Jibrael (as) ha</w:t>
      </w:r>
      <w:r w:rsidR="004D1165">
        <w:t xml:space="preserve">s </w:t>
      </w:r>
      <w:r>
        <w:t>ordered Me to inform you all regarding Ali (asws).”</w:t>
      </w:r>
    </w:p>
    <w:p w:rsidR="00EC54B6" w:rsidRDefault="00EC54B6" w:rsidP="00CE7E0F">
      <w:pPr>
        <w:pStyle w:val="libItalic"/>
      </w:pPr>
      <w:r>
        <w:t>(Biharul Anwar vol 38 pg 102)</w:t>
      </w:r>
    </w:p>
    <w:p w:rsidR="00EC54B6" w:rsidRDefault="00EC54B6" w:rsidP="00175E59">
      <w:pPr>
        <w:pStyle w:val="Heading2Center"/>
      </w:pPr>
      <w:bookmarkStart w:id="983" w:name="_Toc442792102"/>
      <w:r>
        <w:t>7. Hibtullah al Muhammad (saw)</w:t>
      </w:r>
      <w:bookmarkEnd w:id="983"/>
    </w:p>
    <w:p w:rsidR="00EC54B6" w:rsidRDefault="00EC54B6" w:rsidP="00EC54B6">
      <w:pPr>
        <w:pStyle w:val="libNormal"/>
      </w:pPr>
      <w:r>
        <w:t>Imam Abu Jafar (as) narrates RasoolAllah (saw), “The first successor on the earth wa</w:t>
      </w:r>
      <w:r w:rsidR="004D1165">
        <w:t xml:space="preserve">s </w:t>
      </w:r>
      <w:r>
        <w:t>Hibtullah, the son of Adam (as). There is not a single prophet that existed that did not hav</w:t>
      </w:r>
      <w:r w:rsidR="004D1165">
        <w:t xml:space="preserve">e </w:t>
      </w:r>
      <w:r>
        <w:t>a successor. All 124,000 prophets had successors. Five from amongst them wer e Aul a</w:t>
      </w:r>
      <w:r w:rsidR="004D1165">
        <w:t xml:space="preserve">l </w:t>
      </w:r>
      <w:r>
        <w:t>Azm, Nuh (as), Ibrahim (as), Musa (as), Isa (as), and Muhammad (saw). Verily, Ali (asws) i</w:t>
      </w:r>
      <w:r w:rsidR="004D1165">
        <w:t xml:space="preserve">s </w:t>
      </w:r>
      <w:r>
        <w:t>Hibtullah for Muhammad (saw).”</w:t>
      </w:r>
    </w:p>
    <w:p w:rsidR="00EC54B6" w:rsidRDefault="00EC54B6" w:rsidP="00CE7E0F">
      <w:pPr>
        <w:pStyle w:val="libItalic"/>
      </w:pPr>
      <w:r>
        <w:t>(Usool e Kafi First Edition pg 224)</w:t>
      </w:r>
    </w:p>
    <w:p w:rsidR="00EC54B6" w:rsidRDefault="00EC54B6" w:rsidP="00B2671B">
      <w:pPr>
        <w:pStyle w:val="libNormal"/>
      </w:pPr>
      <w:r>
        <w:t>Brother of RasoolAllah (saw), His cousin, protector of RasoolAllah (saw),</w:t>
      </w:r>
      <w:r w:rsidR="00B2671B">
        <w:t xml:space="preserve"> </w:t>
      </w:r>
      <w:r>
        <w:t xml:space="preserve">removed all difficulties and sufferings from Him, Ali (asws) who is </w:t>
      </w:r>
      <w:r>
        <w:lastRenderedPageBreak/>
        <w:t>Hi</w:t>
      </w:r>
      <w:r w:rsidR="004D1165">
        <w:t xml:space="preserve">s </w:t>
      </w:r>
      <w:r>
        <w:t>blood and His flesh, father of Imams (as), leader of the ummah, caliph o</w:t>
      </w:r>
      <w:r w:rsidR="004D1165">
        <w:t xml:space="preserve">f </w:t>
      </w:r>
      <w:r>
        <w:t>RasoolAllah (saw), Husband of the Daughter (sa) of RasoolAllah (saw)</w:t>
      </w:r>
    </w:p>
    <w:p w:rsidR="00FE3B28" w:rsidRDefault="00EC54B6" w:rsidP="0080330A">
      <w:pPr>
        <w:pStyle w:val="libItalic"/>
      </w:pPr>
      <w:r>
        <w:t>(Al Manaqib Third Edition pg 77)</w:t>
      </w:r>
    </w:p>
    <w:p w:rsidR="00612EA4" w:rsidRDefault="00612EA4" w:rsidP="00612EA4">
      <w:pPr>
        <w:pStyle w:val="libNormal"/>
      </w:pPr>
      <w:r>
        <w:br w:type="page"/>
      </w:r>
    </w:p>
    <w:p w:rsidR="00612EA4" w:rsidRDefault="00612EA4" w:rsidP="00AE7A6E">
      <w:pPr>
        <w:pStyle w:val="Heading1Center"/>
      </w:pPr>
      <w:bookmarkStart w:id="984" w:name="_Toc442792103"/>
      <w:r>
        <w:lastRenderedPageBreak/>
        <w:t xml:space="preserve">Wao </w:t>
      </w:r>
      <w:r>
        <w:rPr>
          <w:rtl/>
        </w:rPr>
        <w:t>و</w:t>
      </w:r>
      <w:bookmarkEnd w:id="984"/>
    </w:p>
    <w:p w:rsidR="00EC54B6" w:rsidRDefault="00EC54B6" w:rsidP="00175E59">
      <w:pPr>
        <w:pStyle w:val="Heading2Center"/>
      </w:pPr>
      <w:bookmarkStart w:id="985" w:name="_Toc442792104"/>
      <w:r>
        <w:t>1. Wazeer al Mustafa</w:t>
      </w:r>
      <w:bookmarkEnd w:id="985"/>
    </w:p>
    <w:p w:rsidR="00EC54B6" w:rsidRDefault="00EC54B6" w:rsidP="00EC54B6">
      <w:pPr>
        <w:pStyle w:val="libNormal"/>
      </w:pPr>
      <w:r>
        <w:t>Moula Ali (asws) said to His Son, Imam Hussain (as), “I am representative of Mustafa”.</w:t>
      </w:r>
    </w:p>
    <w:p w:rsidR="00EC54B6" w:rsidRDefault="00EC54B6" w:rsidP="00B2671B">
      <w:pPr>
        <w:pStyle w:val="Heading2Center"/>
      </w:pPr>
      <w:bookmarkStart w:id="986" w:name="_Toc442792105"/>
      <w:r>
        <w:t>2. Wad</w:t>
      </w:r>
      <w:r w:rsidR="00B2671B">
        <w:t xml:space="preserve"> </w:t>
      </w:r>
      <w:r>
        <w:t>Amongst muslims, Moula Ali (asws)’s name is Wa</w:t>
      </w:r>
      <w:r w:rsidR="004D1165">
        <w:t xml:space="preserve">d </w:t>
      </w:r>
      <w:r>
        <w:t>3. Waeed</w:t>
      </w:r>
      <w:bookmarkEnd w:id="986"/>
    </w:p>
    <w:p w:rsidR="00EC54B6" w:rsidRDefault="00EC54B6" w:rsidP="00EC54B6">
      <w:pPr>
        <w:pStyle w:val="libNormal"/>
      </w:pPr>
      <w:r>
        <w:t>Amongst munafiqs (hypocrites), Moula Ali (asws)’s name is Waeed.</w:t>
      </w:r>
    </w:p>
    <w:p w:rsidR="00EC54B6" w:rsidRDefault="00EC54B6" w:rsidP="00175E59">
      <w:pPr>
        <w:pStyle w:val="Heading2Center"/>
      </w:pPr>
      <w:bookmarkStart w:id="987" w:name="_Toc442792106"/>
      <w:r>
        <w:t>4. Wali Zalfa</w:t>
      </w:r>
      <w:bookmarkEnd w:id="987"/>
    </w:p>
    <w:p w:rsidR="00EC54B6" w:rsidRDefault="00EC54B6" w:rsidP="00EC54B6">
      <w:pPr>
        <w:pStyle w:val="libNormal"/>
      </w:pPr>
      <w:r>
        <w:t>Moula Ali (asws) says to Syeda (sa), “I am Wali Zalfa”.</w:t>
      </w:r>
    </w:p>
    <w:p w:rsidR="00EC54B6" w:rsidRDefault="00EC54B6" w:rsidP="00175E59">
      <w:pPr>
        <w:pStyle w:val="Heading2Center"/>
      </w:pPr>
      <w:bookmarkStart w:id="988" w:name="_Toc442792107"/>
      <w:r>
        <w:t>5. Wazaa al Arz</w:t>
      </w:r>
      <w:bookmarkEnd w:id="988"/>
    </w:p>
    <w:p w:rsidR="00EC54B6" w:rsidRDefault="00EC54B6" w:rsidP="00EC54B6">
      <w:pPr>
        <w:pStyle w:val="libNormal"/>
      </w:pPr>
      <w:r>
        <w:t>Moula Ali (asws) says in Khutba Tutanjiya, “I am the creator of the earth”.</w:t>
      </w:r>
    </w:p>
    <w:p w:rsidR="00EC54B6" w:rsidRDefault="00EC54B6" w:rsidP="00175E59">
      <w:pPr>
        <w:pStyle w:val="Heading2Center"/>
      </w:pPr>
      <w:bookmarkStart w:id="989" w:name="_Toc442792108"/>
      <w:r>
        <w:t>6. Wali al Awliya</w:t>
      </w:r>
      <w:bookmarkEnd w:id="989"/>
    </w:p>
    <w:p w:rsidR="00EC54B6" w:rsidRDefault="00EC54B6" w:rsidP="00EC54B6">
      <w:pPr>
        <w:pStyle w:val="libNormal"/>
      </w:pPr>
      <w:r>
        <w:t>Moula Ali (asws) says in Khutba Bayan, “I am the master of Awliya”.</w:t>
      </w:r>
    </w:p>
    <w:p w:rsidR="00EC54B6" w:rsidRDefault="00EC54B6" w:rsidP="00175E59">
      <w:pPr>
        <w:pStyle w:val="Heading2Center"/>
      </w:pPr>
      <w:bookmarkStart w:id="990" w:name="_Toc442792109"/>
      <w:r>
        <w:t>7. Wali Anbiya</w:t>
      </w:r>
      <w:bookmarkEnd w:id="990"/>
    </w:p>
    <w:p w:rsidR="00EC54B6" w:rsidRDefault="00EC54B6" w:rsidP="00EC54B6">
      <w:pPr>
        <w:pStyle w:val="libNormal"/>
      </w:pPr>
      <w:r>
        <w:t>Moula Ali (asws) says in Khutba Bayan, “I am wali of prophets”.</w:t>
      </w:r>
    </w:p>
    <w:p w:rsidR="00EC54B6" w:rsidRDefault="00EC54B6" w:rsidP="00175E59">
      <w:pPr>
        <w:pStyle w:val="Heading2Center"/>
      </w:pPr>
      <w:bookmarkStart w:id="991" w:name="_Toc442792110"/>
      <w:r>
        <w:t>8. Wazaa al Ahqaf</w:t>
      </w:r>
      <w:bookmarkEnd w:id="991"/>
    </w:p>
    <w:p w:rsidR="00EC54B6" w:rsidRDefault="00EC54B6" w:rsidP="00EC54B6">
      <w:pPr>
        <w:pStyle w:val="libNormal"/>
      </w:pPr>
      <w:r>
        <w:t>Moula Ali (asws) says in Khutba Bayan, “I am wazaa al ahqaf”.</w:t>
      </w:r>
    </w:p>
    <w:p w:rsidR="00EC54B6" w:rsidRDefault="00EC54B6" w:rsidP="00175E59">
      <w:pPr>
        <w:pStyle w:val="Heading2Center"/>
      </w:pPr>
      <w:bookmarkStart w:id="992" w:name="_Toc442792111"/>
      <w:r>
        <w:t>9. Waeed</w:t>
      </w:r>
      <w:bookmarkEnd w:id="992"/>
    </w:p>
    <w:p w:rsidR="00FE3B28" w:rsidRDefault="00EC54B6" w:rsidP="00EC54B6">
      <w:pPr>
        <w:pStyle w:val="libNormal"/>
      </w:pPr>
      <w:r>
        <w:t>Moula Ali (asws) says in Khutba Bayan, “I am Waeed”.</w:t>
      </w:r>
    </w:p>
    <w:p w:rsidR="00EC54B6" w:rsidRDefault="00EC54B6" w:rsidP="00175E59">
      <w:pPr>
        <w:pStyle w:val="Heading2Center"/>
      </w:pPr>
      <w:bookmarkStart w:id="993" w:name="_Toc442792112"/>
      <w:r>
        <w:t>10. Wafq al Awafaq</w:t>
      </w:r>
      <w:bookmarkEnd w:id="993"/>
    </w:p>
    <w:p w:rsidR="00EC54B6" w:rsidRDefault="00EC54B6" w:rsidP="00EC54B6">
      <w:pPr>
        <w:pStyle w:val="libNormal"/>
      </w:pPr>
      <w:r>
        <w:t>Moula Ali (asws) says in Khutba Bayan, “I am Wafq al Awafaq”.</w:t>
      </w:r>
    </w:p>
    <w:p w:rsidR="00EC54B6" w:rsidRDefault="00EC54B6" w:rsidP="00175E59">
      <w:pPr>
        <w:pStyle w:val="Heading2Center"/>
      </w:pPr>
      <w:bookmarkStart w:id="994" w:name="_Toc442792113"/>
      <w:r>
        <w:t>11. Waseem Hijab</w:t>
      </w:r>
      <w:bookmarkEnd w:id="994"/>
    </w:p>
    <w:p w:rsidR="00EC54B6" w:rsidRDefault="00EC54B6" w:rsidP="00EC54B6">
      <w:pPr>
        <w:pStyle w:val="libNormal"/>
      </w:pPr>
      <w:r>
        <w:t>Moula Ali (asws) says in Khutba Bayan, “I am Waseem Hijab”.</w:t>
      </w:r>
    </w:p>
    <w:p w:rsidR="00EC54B6" w:rsidRDefault="00EC54B6" w:rsidP="00175E59">
      <w:pPr>
        <w:pStyle w:val="Heading2Center"/>
      </w:pPr>
      <w:bookmarkStart w:id="995" w:name="_Toc442792114"/>
      <w:r>
        <w:t>12. Warith al Khatar (inheritor of RasoolAllah saw)</w:t>
      </w:r>
      <w:bookmarkEnd w:id="995"/>
    </w:p>
    <w:p w:rsidR="00EC54B6" w:rsidRDefault="00EC54B6" w:rsidP="00EC54B6">
      <w:pPr>
        <w:pStyle w:val="libNormal"/>
      </w:pPr>
      <w:r>
        <w:t>Moula Ali (asws) says in Khutba Bayan, “I am inheritor of RasoolAllah (saw)”.</w:t>
      </w:r>
    </w:p>
    <w:p w:rsidR="00EC54B6" w:rsidRDefault="00EC54B6" w:rsidP="00175E59">
      <w:pPr>
        <w:pStyle w:val="Heading2Center"/>
      </w:pPr>
      <w:bookmarkStart w:id="996" w:name="_Toc442792115"/>
      <w:r>
        <w:t>13. Warith al Aloom (inheritor of all knowledge)</w:t>
      </w:r>
      <w:bookmarkEnd w:id="996"/>
    </w:p>
    <w:p w:rsidR="00EC54B6" w:rsidRDefault="00EC54B6" w:rsidP="00EC54B6">
      <w:pPr>
        <w:pStyle w:val="libNormal"/>
      </w:pPr>
      <w:r>
        <w:t>Moula Ali (asws) says in Khutba Bayan, “I am the inheritor of all knowledge”.</w:t>
      </w:r>
    </w:p>
    <w:p w:rsidR="00EC54B6" w:rsidRDefault="00EC54B6" w:rsidP="00175E59">
      <w:pPr>
        <w:pStyle w:val="Heading2Center"/>
      </w:pPr>
      <w:bookmarkStart w:id="997" w:name="_Toc442792116"/>
      <w:r>
        <w:t>14. Wazaa al Shariah (establisher of sharia)</w:t>
      </w:r>
      <w:bookmarkEnd w:id="997"/>
    </w:p>
    <w:p w:rsidR="00EC54B6" w:rsidRDefault="00EC54B6" w:rsidP="00EC54B6">
      <w:pPr>
        <w:pStyle w:val="libNormal"/>
      </w:pPr>
      <w:r>
        <w:t>Moula Ali (asws) says in Khutba Bayan, “I am the establisher of sharia (Islamic law).”</w:t>
      </w:r>
    </w:p>
    <w:p w:rsidR="00EC54B6" w:rsidRDefault="00EC54B6" w:rsidP="00175E59">
      <w:pPr>
        <w:pStyle w:val="Heading2Center"/>
      </w:pPr>
      <w:bookmarkStart w:id="998" w:name="_Toc442792117"/>
      <w:r>
        <w:t>15. Warith al Anbiya (inheritor of the prophets)</w:t>
      </w:r>
      <w:bookmarkEnd w:id="998"/>
    </w:p>
    <w:p w:rsidR="00EC54B6" w:rsidRDefault="00EC54B6" w:rsidP="00EC54B6">
      <w:pPr>
        <w:pStyle w:val="libNormal"/>
      </w:pPr>
      <w:r>
        <w:t>Moula Ali (asws) says in Khutba Bayan, “I am the inheritor of the prophets”.</w:t>
      </w:r>
    </w:p>
    <w:p w:rsidR="00EC54B6" w:rsidRDefault="00EC54B6" w:rsidP="00175E59">
      <w:pPr>
        <w:pStyle w:val="Heading2Center"/>
      </w:pPr>
      <w:bookmarkStart w:id="999" w:name="_Toc442792118"/>
      <w:r>
        <w:t>16. Walid (Parents)</w:t>
      </w:r>
      <w:bookmarkEnd w:id="999"/>
    </w:p>
    <w:p w:rsidR="00EC54B6" w:rsidRDefault="00EC54B6" w:rsidP="00EC54B6">
      <w:pPr>
        <w:pStyle w:val="libNormal"/>
      </w:pPr>
      <w:r>
        <w:lastRenderedPageBreak/>
        <w:t>Zaid bin al Munzeer narrates, “I heard Imam Abu Jafar (as) say regarding this ayah, “B</w:t>
      </w:r>
      <w:r w:rsidR="004D1165">
        <w:t xml:space="preserve">e </w:t>
      </w:r>
      <w:r>
        <w:t>grateful to Me and to both your parents” (31:14), Imam (as) said, “This ayah is i</w:t>
      </w:r>
      <w:r w:rsidR="004D1165">
        <w:t xml:space="preserve">n </w:t>
      </w:r>
      <w:r>
        <w:t>reference to RasoolAllah (saw) and Ali (asws) ibn Abi Talib (as)”.</w:t>
      </w:r>
    </w:p>
    <w:p w:rsidR="00EC54B6" w:rsidRDefault="00EC54B6" w:rsidP="00CE7E0F">
      <w:pPr>
        <w:pStyle w:val="libItalic"/>
      </w:pPr>
      <w:r>
        <w:t>(Taweel ul Ayat pg 469)</w:t>
      </w:r>
    </w:p>
    <w:p w:rsidR="00EC54B6" w:rsidRDefault="00EC54B6" w:rsidP="00175E59">
      <w:pPr>
        <w:pStyle w:val="Heading2Center"/>
      </w:pPr>
      <w:bookmarkStart w:id="1000" w:name="_Toc442792119"/>
      <w:r>
        <w:t>17. Warith RasoolAllah (saw) (inheritor of RasoolAllah saw)</w:t>
      </w:r>
      <w:bookmarkEnd w:id="1000"/>
    </w:p>
    <w:p w:rsidR="00FE3B28" w:rsidRDefault="00EC54B6" w:rsidP="00EC54B6">
      <w:pPr>
        <w:pStyle w:val="libNormal"/>
      </w:pPr>
      <w:r>
        <w:t>Jabir narrates, “I heard RasoolAllah (saw) say to Ali (asws), “O’Ali (asws)! You are M</w:t>
      </w:r>
      <w:r w:rsidR="004D1165">
        <w:t xml:space="preserve">y </w:t>
      </w:r>
      <w:r>
        <w:t>brother, My successor, My inheritor, and My caliph upon My ummah during My life an</w:t>
      </w:r>
      <w:r w:rsidR="004D1165">
        <w:t xml:space="preserve">d </w:t>
      </w:r>
      <w:r>
        <w:t>after Me. Those who love You love Me, Your enemy is My enemy, Your friend is My friend.</w:t>
      </w:r>
    </w:p>
    <w:p w:rsidR="00EC54B6" w:rsidRDefault="00EC54B6" w:rsidP="0080330A">
      <w:pPr>
        <w:pStyle w:val="libItalic"/>
      </w:pPr>
      <w:r>
        <w:t>(Sharatul Mustafa pg 22)</w:t>
      </w:r>
    </w:p>
    <w:p w:rsidR="00EC54B6" w:rsidRDefault="00EC54B6" w:rsidP="00385CB6">
      <w:pPr>
        <w:pStyle w:val="Heading2Center"/>
      </w:pPr>
      <w:bookmarkStart w:id="1001" w:name="_Toc442792120"/>
      <w:r>
        <w:t>18. Waa ilm RasoolAllah (saw) (vessle of the knowledge of</w:t>
      </w:r>
      <w:r w:rsidR="00385CB6">
        <w:t xml:space="preserve"> </w:t>
      </w:r>
      <w:r>
        <w:t>RasoolAllah saw)</w:t>
      </w:r>
      <w:bookmarkEnd w:id="1001"/>
    </w:p>
    <w:p w:rsidR="00EC54B6" w:rsidRDefault="00EC54B6" w:rsidP="00EC54B6">
      <w:pPr>
        <w:pStyle w:val="libNormal"/>
      </w:pPr>
      <w:r>
        <w:t>RasoolAllah (saw) said, “Ali (asws) is the vessle of My knowledge, My successor, and He i</w:t>
      </w:r>
      <w:r w:rsidR="004D1165">
        <w:t xml:space="preserve">s </w:t>
      </w:r>
      <w:r>
        <w:t>that door through which anyone who wishes to reach Me must enter.”</w:t>
      </w:r>
    </w:p>
    <w:p w:rsidR="00EC54B6" w:rsidRDefault="00EC54B6" w:rsidP="0080330A">
      <w:pPr>
        <w:pStyle w:val="libItalic"/>
      </w:pPr>
      <w:r>
        <w:t>(Al Ghadeer Second Vol pg 40)</w:t>
      </w:r>
    </w:p>
    <w:p w:rsidR="00EC54B6" w:rsidRDefault="00EC54B6" w:rsidP="00175E59">
      <w:pPr>
        <w:pStyle w:val="Heading2Center"/>
      </w:pPr>
      <w:bookmarkStart w:id="1002" w:name="_Toc442792121"/>
      <w:r>
        <w:t>19. Wazeer (representative)</w:t>
      </w:r>
      <w:bookmarkEnd w:id="1002"/>
    </w:p>
    <w:p w:rsidR="00EC54B6" w:rsidRDefault="00EC54B6" w:rsidP="00EC54B6">
      <w:pPr>
        <w:pStyle w:val="libNormal"/>
      </w:pPr>
      <w:r>
        <w:t>Saeed bin Musayyab narrates RasoolAllah (saw) said, “O’Allah! Make one My representativ</w:t>
      </w:r>
      <w:r w:rsidR="004D1165">
        <w:t xml:space="preserve">e </w:t>
      </w:r>
      <w:r>
        <w:t>from the earth and heavens”. Allah sent revelation to RasoolAllah (saw) and said, “I hav</w:t>
      </w:r>
      <w:r w:rsidR="004D1165">
        <w:t xml:space="preserve">e </w:t>
      </w:r>
      <w:r>
        <w:t>made Jibrael (as) as Your representative in the heavens and Ali (asws) ibn Abi Talib (as) o</w:t>
      </w:r>
      <w:r w:rsidR="004D1165">
        <w:t xml:space="preserve">n </w:t>
      </w:r>
      <w:r>
        <w:t>the earth.”</w:t>
      </w:r>
    </w:p>
    <w:p w:rsidR="00EC54B6" w:rsidRDefault="00EC54B6" w:rsidP="0080330A">
      <w:pPr>
        <w:pStyle w:val="libItalic"/>
      </w:pPr>
      <w:r>
        <w:t>(Maya Munqaba pg 45)</w:t>
      </w:r>
    </w:p>
    <w:p w:rsidR="00EC54B6" w:rsidRDefault="00EC54B6" w:rsidP="00175E59">
      <w:pPr>
        <w:pStyle w:val="Heading2Center"/>
      </w:pPr>
      <w:bookmarkStart w:id="1003" w:name="_Toc442792122"/>
      <w:r>
        <w:t>20. Wasilah ila Allah (wasilah from Allah)</w:t>
      </w:r>
      <w:bookmarkEnd w:id="1003"/>
    </w:p>
    <w:p w:rsidR="00EC54B6" w:rsidRDefault="00EC54B6" w:rsidP="00EC54B6">
      <w:pPr>
        <w:pStyle w:val="libNormal"/>
      </w:pPr>
      <w:r>
        <w:t>Abu Saeed narrates RasoolAllah (saw) said, “Whomsoever I am his wali, Ali (asws) is hi</w:t>
      </w:r>
      <w:r w:rsidR="004D1165">
        <w:t xml:space="preserve">s </w:t>
      </w:r>
      <w:r>
        <w:t>wali. Whomsoever I am his Imam, Ali (asws) is his Imam. Whomsoever I am his Master, Al</w:t>
      </w:r>
      <w:r w:rsidR="004D1165">
        <w:t xml:space="preserve">i </w:t>
      </w:r>
      <w:r>
        <w:t>(asws) is his Master. Whomsoever I was guide to, Ali (asws) is guide to. Whomsoever I wa</w:t>
      </w:r>
      <w:r w:rsidR="004D1165">
        <w:t xml:space="preserve">s </w:t>
      </w:r>
      <w:r>
        <w:t>a wasila from Allah for, Ali (asws) is his wasila from Allah.”</w:t>
      </w:r>
    </w:p>
    <w:p w:rsidR="00EC54B6" w:rsidRDefault="00EC54B6" w:rsidP="0080330A">
      <w:pPr>
        <w:pStyle w:val="libItalic"/>
      </w:pPr>
      <w:r>
        <w:t>(Maani ul Akbar pg 66)</w:t>
      </w:r>
    </w:p>
    <w:p w:rsidR="00EC54B6" w:rsidRDefault="00EC54B6" w:rsidP="00175E59">
      <w:pPr>
        <w:pStyle w:val="Heading2Center"/>
      </w:pPr>
      <w:bookmarkStart w:id="1004" w:name="_Toc442792123"/>
      <w:r>
        <w:t>21. Waheed al Shaheed (first martyr)</w:t>
      </w:r>
      <w:bookmarkEnd w:id="1004"/>
    </w:p>
    <w:p w:rsidR="00EC54B6" w:rsidRDefault="00852C05" w:rsidP="00EC54B6">
      <w:pPr>
        <w:pStyle w:val="libNormal"/>
      </w:pPr>
      <w:r>
        <w:t xml:space="preserve">Ayesha </w:t>
      </w:r>
      <w:r w:rsidR="00EC54B6">
        <w:t>narrates, “I saw RasoolAllah (saw) kiss Ali (asws) ibn Abi Talib (as) and sayin</w:t>
      </w:r>
      <w:r w:rsidR="004D1165">
        <w:t xml:space="preserve">g, </w:t>
      </w:r>
      <w:r w:rsidR="00EC54B6">
        <w:t>“May My Father be sacrificed upon You, O’First Martyr”.</w:t>
      </w:r>
    </w:p>
    <w:p w:rsidR="00FE3B28" w:rsidRDefault="00EC54B6" w:rsidP="0080330A">
      <w:pPr>
        <w:pStyle w:val="libItalic"/>
      </w:pPr>
      <w:r>
        <w:t>(Manaqib al Khawazmi pg 26)</w:t>
      </w:r>
    </w:p>
    <w:p w:rsidR="00EC54B6" w:rsidRDefault="00EC54B6" w:rsidP="00175E59">
      <w:pPr>
        <w:pStyle w:val="Heading2Center"/>
      </w:pPr>
      <w:bookmarkStart w:id="1005" w:name="_Toc442792124"/>
      <w:r>
        <w:t>22. Watid al Arz (nail of earth)</w:t>
      </w:r>
      <w:bookmarkEnd w:id="1005"/>
    </w:p>
    <w:p w:rsidR="00EC54B6" w:rsidRDefault="00EC54B6" w:rsidP="00EC54B6">
      <w:pPr>
        <w:pStyle w:val="libNormal"/>
      </w:pPr>
      <w:r>
        <w:t>Imam Abu Jafar (as) narrates from His Father who narrates from His Father tha</w:t>
      </w:r>
      <w:r w:rsidR="004D1165">
        <w:t xml:space="preserve">t </w:t>
      </w:r>
      <w:r>
        <w:t>RasoolAllah (saw) said, “Me and 12 from My Ahlul Bayt (as) whose first is Ali (asws) ib</w:t>
      </w:r>
      <w:r w:rsidR="004D1165">
        <w:t xml:space="preserve">n </w:t>
      </w:r>
      <w:r>
        <w:t>Abi Talib (as) are the nails of the earth. The earth is surviving due to Us. When all 12 of U</w:t>
      </w:r>
      <w:r w:rsidR="004D1165">
        <w:t xml:space="preserve">s </w:t>
      </w:r>
      <w:r>
        <w:t>will disappear from this earth, the whole earth will be destroyed.”</w:t>
      </w:r>
    </w:p>
    <w:p w:rsidR="00EC54B6" w:rsidRDefault="00EC54B6" w:rsidP="00385CB6">
      <w:pPr>
        <w:pStyle w:val="libItalic"/>
      </w:pPr>
      <w:r>
        <w:t>(Al Astansar fe al Nas ala al Aimmah (as) al Athar)</w:t>
      </w:r>
    </w:p>
    <w:p w:rsidR="00EC54B6" w:rsidRDefault="00EC54B6" w:rsidP="00175E59">
      <w:pPr>
        <w:pStyle w:val="Heading2Center"/>
      </w:pPr>
      <w:bookmarkStart w:id="1006" w:name="_Toc442792125"/>
      <w:r>
        <w:t>23. Wali Allah</w:t>
      </w:r>
      <w:bookmarkEnd w:id="1006"/>
    </w:p>
    <w:p w:rsidR="00EC54B6" w:rsidRDefault="00EC54B6" w:rsidP="00EC54B6">
      <w:pPr>
        <w:pStyle w:val="libNormal"/>
      </w:pPr>
      <w:r>
        <w:t>Jabir bin Abdullah narrates RasoolAllah (saw) said, “On the door of jannah is written, “L</w:t>
      </w:r>
      <w:r w:rsidR="004D1165">
        <w:t xml:space="preserve">a </w:t>
      </w:r>
      <w:r>
        <w:t xml:space="preserve">illaha illallah, Muhammad rasoolullah, </w:t>
      </w:r>
      <w:r>
        <w:lastRenderedPageBreak/>
        <w:t xml:space="preserve">Aliunwaliullah. I have made the wilayat of Ali </w:t>
      </w:r>
      <w:r w:rsidR="0066696E" w:rsidRPr="0066696E">
        <w:t>(asws)</w:t>
      </w:r>
      <w:r w:rsidR="0066696E">
        <w:t xml:space="preserve"> </w:t>
      </w:r>
      <w:r>
        <w:t>wajib (compulsory) 2000 years before the creation of the earth and heavens. Anyone wh</w:t>
      </w:r>
      <w:r w:rsidR="004D1165">
        <w:t xml:space="preserve">o </w:t>
      </w:r>
      <w:r>
        <w:t>wants to meet Allah while Allah is pleased with him must love Ali (asws) and His Family.</w:t>
      </w:r>
    </w:p>
    <w:p w:rsidR="00EC54B6" w:rsidRDefault="00EC54B6" w:rsidP="00EC54B6">
      <w:pPr>
        <w:pStyle w:val="libNormal"/>
      </w:pPr>
      <w:r>
        <w:t>They are My friends, My representatives, My caliphs, and My beloved.”</w:t>
      </w:r>
    </w:p>
    <w:p w:rsidR="00EC54B6" w:rsidRDefault="00EC54B6" w:rsidP="0080330A">
      <w:pPr>
        <w:pStyle w:val="libItalic"/>
      </w:pPr>
      <w:r>
        <w:t>(Mashariqul Anwar al Yaqeen pg 80)</w:t>
      </w:r>
    </w:p>
    <w:p w:rsidR="00EC54B6" w:rsidRDefault="00EC54B6" w:rsidP="00175E59">
      <w:pPr>
        <w:pStyle w:val="Heading2Center"/>
      </w:pPr>
      <w:bookmarkStart w:id="1007" w:name="_Toc442792126"/>
      <w:r>
        <w:t>24. Waqif ala al Tutanjeen (one who can speak in all languages)</w:t>
      </w:r>
      <w:bookmarkEnd w:id="1007"/>
    </w:p>
    <w:p w:rsidR="00EC54B6" w:rsidRDefault="00EC54B6" w:rsidP="00EC54B6">
      <w:pPr>
        <w:pStyle w:val="libNormal"/>
      </w:pPr>
      <w:r>
        <w:t>Moula Ali (asws) says in Khutba Tutanjiya, “I am the one who can speak in all languages”.</w:t>
      </w:r>
    </w:p>
    <w:p w:rsidR="00EC54B6" w:rsidRDefault="00EC54B6" w:rsidP="00175E59">
      <w:pPr>
        <w:pStyle w:val="Heading2Center"/>
      </w:pPr>
      <w:bookmarkStart w:id="1008" w:name="_Toc442792127"/>
      <w:r>
        <w:t>25. Wali RasoolAllah (saw)</w:t>
      </w:r>
      <w:bookmarkEnd w:id="1008"/>
    </w:p>
    <w:p w:rsidR="00EC54B6" w:rsidRDefault="00EC54B6" w:rsidP="00EC54B6">
      <w:pPr>
        <w:pStyle w:val="libNormal"/>
      </w:pPr>
      <w:r>
        <w:t>Syeda Fatima (sa) binte Muhammad (saw) narrates RasoolAllah (saw) said, “When I wen</w:t>
      </w:r>
      <w:r w:rsidR="004D1165">
        <w:t xml:space="preserve">t </w:t>
      </w:r>
      <w:r>
        <w:t>towards the throne in the heavens, and I reached to Sidratul Muntaha, I heard the adha</w:t>
      </w:r>
      <w:r w:rsidR="004D1165">
        <w:t xml:space="preserve">n </w:t>
      </w:r>
      <w:r>
        <w:t xml:space="preserve">twice and the iqama once. I heard a caller saying, “O’Angels!O’Inhabitants of the heavens! </w:t>
      </w:r>
      <w:r w:rsidR="004D1165">
        <w:t xml:space="preserve">I </w:t>
      </w:r>
      <w:r>
        <w:t>am one and alone.” They all said, “We testify to this”. Then Allah said, “Testify before M</w:t>
      </w:r>
      <w:r w:rsidR="004D1165">
        <w:t xml:space="preserve">e, </w:t>
      </w:r>
      <w:r>
        <w:t>O’My angels and the people of the heavens and the people of the earth and those who ar</w:t>
      </w:r>
      <w:r w:rsidR="004D1165">
        <w:t xml:space="preserve">e </w:t>
      </w:r>
      <w:r>
        <w:t>carrying My throne that Muhammad (saw) is My servant and messenger”. They all sai</w:t>
      </w:r>
      <w:r w:rsidR="004D1165">
        <w:t xml:space="preserve">d, </w:t>
      </w:r>
      <w:r>
        <w:t>“We testify and believe”. Then Allah said, “O’inhabitants of the heavens and the earth. O’M</w:t>
      </w:r>
      <w:r w:rsidR="004D1165">
        <w:t xml:space="preserve">y </w:t>
      </w:r>
      <w:r>
        <w:t>angels and those who carry My throne, testify that Ali (asws) is My wali.” They all said, “W</w:t>
      </w:r>
      <w:r w:rsidR="004D1165">
        <w:t xml:space="preserve">e </w:t>
      </w:r>
      <w:r>
        <w:t>testify and believe”.</w:t>
      </w:r>
    </w:p>
    <w:p w:rsidR="00EC54B6" w:rsidRDefault="00EC54B6" w:rsidP="00CE7E0F">
      <w:pPr>
        <w:pStyle w:val="libItalic"/>
      </w:pPr>
      <w:r>
        <w:t>(Tafseer Furat pg 453)</w:t>
      </w:r>
    </w:p>
    <w:p w:rsidR="00612EA4" w:rsidRDefault="00612EA4" w:rsidP="00612EA4">
      <w:pPr>
        <w:pStyle w:val="libNormal"/>
      </w:pPr>
      <w:r>
        <w:br w:type="page"/>
      </w:r>
    </w:p>
    <w:p w:rsidR="00B2671B" w:rsidRDefault="00612EA4" w:rsidP="00B2671B">
      <w:pPr>
        <w:pStyle w:val="libNormal"/>
      </w:pPr>
      <w:r>
        <w:lastRenderedPageBreak/>
        <w:t>*The center dot of the circle, inheritor of the prophet hood, sword of prophet hood, the sword of Allah that never dulls, the Noor of Allah that will never disappear, amongst the titles of Ameerul Momineen (asws), one who has knowledge, intellect, has full authority, and His names are al Wazeer, al Wasilah, al Walid, al Warith</w:t>
      </w:r>
    </w:p>
    <w:p w:rsidR="00B2671B" w:rsidRDefault="00B2671B" w:rsidP="00967BC2">
      <w:pPr>
        <w:pStyle w:val="libNormal"/>
      </w:pPr>
      <w:r>
        <w:br w:type="page"/>
      </w:r>
    </w:p>
    <w:p w:rsidR="00612EA4" w:rsidRDefault="00612EA4" w:rsidP="00AE7A6E">
      <w:pPr>
        <w:pStyle w:val="Heading1Center"/>
      </w:pPr>
      <w:bookmarkStart w:id="1009" w:name="_Toc442792128"/>
      <w:r>
        <w:lastRenderedPageBreak/>
        <w:t xml:space="preserve">Yay </w:t>
      </w:r>
      <w:r>
        <w:rPr>
          <w:rtl/>
        </w:rPr>
        <w:t>ي</w:t>
      </w:r>
      <w:bookmarkEnd w:id="1009"/>
    </w:p>
    <w:p w:rsidR="00EC54B6" w:rsidRDefault="00EC54B6" w:rsidP="00175E59">
      <w:pPr>
        <w:pStyle w:val="Heading2Center"/>
      </w:pPr>
      <w:bookmarkStart w:id="1010" w:name="_Toc442792129"/>
      <w:r>
        <w:t>1. Yusha al Amah (Yusha of ummah)</w:t>
      </w:r>
      <w:bookmarkEnd w:id="1010"/>
    </w:p>
    <w:p w:rsidR="00EC54B6" w:rsidRDefault="00EC54B6" w:rsidP="00EC54B6">
      <w:pPr>
        <w:pStyle w:val="libNormal"/>
      </w:pPr>
      <w:r>
        <w:t>RasoolAllah (saw) said, “Every nation has a trustworthy and honored one. The mos</w:t>
      </w:r>
      <w:r w:rsidR="004D1165">
        <w:t xml:space="preserve">t </w:t>
      </w:r>
      <w:r>
        <w:t>trustworthy and honorable of My nation is Ali (asws) ibn Abi Talib (as). Ali (asws) is th</w:t>
      </w:r>
      <w:r w:rsidR="004D1165">
        <w:t xml:space="preserve">e </w:t>
      </w:r>
      <w:r>
        <w:t>path of salvation and door of repentance. He is Yusha of the ummah.”</w:t>
      </w:r>
    </w:p>
    <w:p w:rsidR="00EC54B6" w:rsidRDefault="00EC54B6" w:rsidP="0080330A">
      <w:pPr>
        <w:pStyle w:val="libItalic"/>
      </w:pPr>
      <w:r>
        <w:t>(Ayun al Akbar Second Volume pg 13)</w:t>
      </w:r>
    </w:p>
    <w:p w:rsidR="00EC54B6" w:rsidRDefault="00EC54B6" w:rsidP="00175E59">
      <w:pPr>
        <w:pStyle w:val="Heading2Center"/>
      </w:pPr>
      <w:bookmarkStart w:id="1011" w:name="_Toc442792130"/>
      <w:r>
        <w:t>2. Yasoob al Momineen (Master of believers)</w:t>
      </w:r>
      <w:bookmarkEnd w:id="1011"/>
    </w:p>
    <w:p w:rsidR="00EC54B6" w:rsidRDefault="00EC54B6" w:rsidP="00EC54B6">
      <w:pPr>
        <w:pStyle w:val="libNormal"/>
      </w:pPr>
      <w:r>
        <w:t>Ameerul Momineen (asws) said, “I am the master of believers”.</w:t>
      </w:r>
    </w:p>
    <w:p w:rsidR="00EC54B6" w:rsidRDefault="00EC54B6" w:rsidP="00CE7E0F">
      <w:pPr>
        <w:pStyle w:val="libItalic"/>
      </w:pPr>
      <w:r>
        <w:t>(Maani ul Akbar pg 314)</w:t>
      </w:r>
    </w:p>
    <w:p w:rsidR="00EC54B6" w:rsidRDefault="00EC54B6" w:rsidP="00175E59">
      <w:pPr>
        <w:pStyle w:val="Heading2Center"/>
      </w:pPr>
      <w:bookmarkStart w:id="1012" w:name="_Toc442792131"/>
      <w:r>
        <w:t>3. Yasir (comfort)</w:t>
      </w:r>
      <w:bookmarkEnd w:id="1012"/>
    </w:p>
    <w:p w:rsidR="00EC54B6" w:rsidRDefault="00EC54B6" w:rsidP="00EC54B6">
      <w:pPr>
        <w:pStyle w:val="libNormal"/>
      </w:pPr>
      <w:r>
        <w:t>Yunus bin Yaqoub narrates from Imam Jafar Sadiq (as) regarding this ayah, “Allah desire</w:t>
      </w:r>
      <w:r w:rsidR="004D1165">
        <w:t xml:space="preserve">s </w:t>
      </w:r>
      <w:r>
        <w:t>comfort for you, and He does not desire for you difficulty” (2:185), Imam (as) said, “Tha</w:t>
      </w:r>
      <w:r w:rsidR="004D1165">
        <w:t xml:space="preserve">t </w:t>
      </w:r>
      <w:r>
        <w:t>comfort is Ali (asws) ibn Abi Talib (as).”</w:t>
      </w:r>
    </w:p>
    <w:p w:rsidR="00EC54B6" w:rsidRDefault="00EC54B6" w:rsidP="009D029C">
      <w:pPr>
        <w:pStyle w:val="libItalic"/>
      </w:pPr>
      <w:r>
        <w:t>(Tafseer Furat pg 3)</w:t>
      </w:r>
    </w:p>
    <w:p w:rsidR="00EC54B6" w:rsidRDefault="00EC54B6" w:rsidP="00175E59">
      <w:pPr>
        <w:pStyle w:val="Heading2Center"/>
      </w:pPr>
      <w:bookmarkStart w:id="1013" w:name="_Toc442792132"/>
      <w:r>
        <w:t>4. Yousaf fi Jamalah (Beauty of Yusuf)</w:t>
      </w:r>
      <w:bookmarkEnd w:id="1013"/>
    </w:p>
    <w:p w:rsidR="00EC54B6" w:rsidRDefault="00EC54B6" w:rsidP="00EC54B6">
      <w:pPr>
        <w:pStyle w:val="libNormal"/>
      </w:pPr>
      <w:r>
        <w:t>Ibne Abbas (ra) narrates RasoolAllah (saw) said, “Anyone who wants to see the knowledg</w:t>
      </w:r>
      <w:r w:rsidR="004D1165">
        <w:t xml:space="preserve">e </w:t>
      </w:r>
      <w:r>
        <w:t xml:space="preserve">of Ibrahim (as), wisdom of Nuh (as), and beauty of Yusuf (as) should look upon Ali </w:t>
      </w:r>
      <w:r w:rsidR="0066696E" w:rsidRPr="0066696E">
        <w:t>(asws)</w:t>
      </w:r>
      <w:r w:rsidR="0066696E">
        <w:t xml:space="preserve"> </w:t>
      </w:r>
      <w:r>
        <w:t>ibn Abi Talib (as).”</w:t>
      </w:r>
    </w:p>
    <w:p w:rsidR="00EC54B6" w:rsidRDefault="00EC54B6" w:rsidP="00385CB6">
      <w:pPr>
        <w:pStyle w:val="libItalic"/>
      </w:pPr>
      <w:r>
        <w:t>(Riaz al Nuzra)</w:t>
      </w:r>
    </w:p>
    <w:p w:rsidR="00EC54B6" w:rsidRDefault="00EC54B6" w:rsidP="00175E59">
      <w:pPr>
        <w:pStyle w:val="Heading2Center"/>
      </w:pPr>
      <w:bookmarkStart w:id="1014" w:name="_Toc442792133"/>
      <w:r>
        <w:t>5. Youm al Ahad (Sunday)</w:t>
      </w:r>
      <w:bookmarkEnd w:id="1014"/>
    </w:p>
    <w:p w:rsidR="00EC54B6" w:rsidRDefault="00EC54B6" w:rsidP="00EC54B6">
      <w:pPr>
        <w:pStyle w:val="libNormal"/>
      </w:pPr>
      <w:r>
        <w:t>Saqar bin Abi Dalf narrates, “When Mattawkil imprisoned Imam Ali Naqi (as), I went to visi</w:t>
      </w:r>
      <w:r w:rsidR="004D1165">
        <w:t xml:space="preserve">t </w:t>
      </w:r>
      <w:r>
        <w:t>Him in the prison. I saw Razaki who was the guard of Mattawkil. He asked me, “O’Saqa</w:t>
      </w:r>
      <w:r w:rsidR="004D1165">
        <w:t xml:space="preserve">r, </w:t>
      </w:r>
      <w:r>
        <w:t>why did you come here?” I made up some excuse for being there because I did not wan</w:t>
      </w:r>
      <w:r w:rsidR="004D1165">
        <w:t xml:space="preserve">t </w:t>
      </w:r>
      <w:r>
        <w:t>him to realize I had come to visit Imam (as). He asked me, “Did you come here to visit you</w:t>
      </w:r>
      <w:r w:rsidR="004D1165">
        <w:t xml:space="preserve">r </w:t>
      </w:r>
      <w:r>
        <w:t xml:space="preserve">Moula?” I said, “My moula?” He said, “Do not be afraid of me. I also follow your religion.” </w:t>
      </w:r>
      <w:r w:rsidR="004D1165">
        <w:t xml:space="preserve">I </w:t>
      </w:r>
      <w:r>
        <w:t>said, “Alhamdulillah.” Then he said, “Do you want to see your Imam (as)?” I replied, “Ye</w:t>
      </w:r>
      <w:r w:rsidR="004D1165">
        <w:t xml:space="preserve">s, </w:t>
      </w:r>
      <w:r>
        <w:t>this is my reason for coming here.” He called a young boy and asked him to take me to th</w:t>
      </w:r>
      <w:r w:rsidR="004D1165">
        <w:t xml:space="preserve">e </w:t>
      </w:r>
      <w:r>
        <w:t xml:space="preserve">tent where an Alwi was imprisoned and leave me alone there. When I entered the tent, </w:t>
      </w:r>
      <w:r w:rsidR="004D1165">
        <w:t xml:space="preserve">I </w:t>
      </w:r>
      <w:r>
        <w:t xml:space="preserve">saw Imam (as) sitting on a mat and there was a fresh grave that had been dug near to Him. </w:t>
      </w:r>
      <w:r w:rsidR="004D1165">
        <w:t xml:space="preserve">I </w:t>
      </w:r>
      <w:r>
        <w:t xml:space="preserve">said my salams and Imam (as) replied to my salam and ordered me to sit down. Imam </w:t>
      </w:r>
      <w:r w:rsidR="0066696E">
        <w:t xml:space="preserve">(as) </w:t>
      </w:r>
      <w:r>
        <w:t>asked me, “O’Saqar, why have you come here?” I replied, “O’my Master! I came here t</w:t>
      </w:r>
      <w:r w:rsidR="004D1165">
        <w:t xml:space="preserve">o </w:t>
      </w:r>
      <w:r>
        <w:t>seeYou.” Then I looked at the grave and began to weep. Imam (as) looked at me and sai</w:t>
      </w:r>
      <w:r w:rsidR="004D1165">
        <w:t xml:space="preserve">d, </w:t>
      </w:r>
      <w:r>
        <w:t>“Do not worry. They will not say anything to you. They are My enemies.” Then I aske</w:t>
      </w:r>
      <w:r w:rsidR="004D1165">
        <w:t xml:space="preserve">d </w:t>
      </w:r>
      <w:r>
        <w:t xml:space="preserve">Imam (as), “There is a hadith of RasoolAllah (saw) and I do not understand its meaning so </w:t>
      </w:r>
      <w:r w:rsidR="004D1165">
        <w:t xml:space="preserve">I </w:t>
      </w:r>
      <w:r>
        <w:t xml:space="preserve">have come here to ask You what does it mean.” Imam (as) asked, “What is that hadith?” </w:t>
      </w:r>
      <w:r w:rsidR="004D1165">
        <w:t xml:space="preserve">I </w:t>
      </w:r>
      <w:r>
        <w:t>said, “The hadith is “Do not attempt to overcome the days otherwise they shall overcom</w:t>
      </w:r>
      <w:r w:rsidR="004D1165">
        <w:t xml:space="preserve">e </w:t>
      </w:r>
      <w:r>
        <w:t>you.” Imam (as) said, “We are those days. Sunday is Ameerul Momineen (asws). Monday i</w:t>
      </w:r>
      <w:r w:rsidR="004D1165">
        <w:t xml:space="preserve">s </w:t>
      </w:r>
      <w:r>
        <w:t xml:space="preserve">Hasan (as) and Hussain (as). Tuesday is Ali (as) bin al Hussain </w:t>
      </w:r>
      <w:r>
        <w:lastRenderedPageBreak/>
        <w:t>(as), Muhammad (as) bin Al</w:t>
      </w:r>
      <w:r w:rsidR="004D1165">
        <w:t xml:space="preserve">i </w:t>
      </w:r>
      <w:r>
        <w:t>(as) and Jafar (as) bin Muhammad (as). Wednesday is Musa (as) bin Jafar, Ali (as) bin Mus</w:t>
      </w:r>
      <w:r w:rsidR="004D1165">
        <w:t xml:space="preserve">a </w:t>
      </w:r>
      <w:r>
        <w:t>(as) al Reza, Muhammad (as) bin Ali (as) and Myself. Thursday is My son, Hasan Askari (as )</w:t>
      </w:r>
    </w:p>
    <w:p w:rsidR="00EC54B6" w:rsidRDefault="00EC54B6" w:rsidP="00EC54B6">
      <w:pPr>
        <w:pStyle w:val="libNormal"/>
      </w:pPr>
      <w:r>
        <w:t>and Friday is the Son of My Son. He is the one who will fill this earth with justice the way i</w:t>
      </w:r>
      <w:r w:rsidR="004D1165">
        <w:t xml:space="preserve">t </w:t>
      </w:r>
      <w:r>
        <w:t>is filled with tyranny and oppression. The meaning of this hadith is “Do not attempt t</w:t>
      </w:r>
      <w:r w:rsidR="004D1165">
        <w:t xml:space="preserve">o </w:t>
      </w:r>
      <w:r>
        <w:t>oppress Us in this world otherwise you will be oppressed on the day of judgement.” The</w:t>
      </w:r>
      <w:r w:rsidR="004D1165">
        <w:t xml:space="preserve">n </w:t>
      </w:r>
      <w:r>
        <w:t>Imam (as) said, “Go back. This place is not peaceful for you.”</w:t>
      </w:r>
    </w:p>
    <w:p w:rsidR="00EC54B6" w:rsidRDefault="00EC54B6" w:rsidP="00CE7E0F">
      <w:pPr>
        <w:pStyle w:val="libItalic"/>
      </w:pPr>
      <w:r>
        <w:t>(Maani ul Akbar pg 123)</w:t>
      </w:r>
    </w:p>
    <w:p w:rsidR="00EC54B6" w:rsidRDefault="00EC54B6" w:rsidP="00175E59">
      <w:pPr>
        <w:pStyle w:val="Heading2Center"/>
      </w:pPr>
      <w:bookmarkStart w:id="1015" w:name="_Toc442792134"/>
      <w:r>
        <w:t>6. Yadullah (Hand of Allah)</w:t>
      </w:r>
      <w:bookmarkEnd w:id="1015"/>
    </w:p>
    <w:p w:rsidR="00EC54B6" w:rsidRDefault="00EC54B6" w:rsidP="00EC54B6">
      <w:pPr>
        <w:pStyle w:val="libNormal"/>
      </w:pPr>
      <w:r>
        <w:t>Abu Ammar Janbi narrates, “I heard Ameerul Momineen (asws) saying, “I am the eye o</w:t>
      </w:r>
      <w:r w:rsidR="004D1165">
        <w:t xml:space="preserve">f </w:t>
      </w:r>
      <w:r>
        <w:t>Allah. I am the hand of Allah. I am the door of Allah.”</w:t>
      </w:r>
    </w:p>
    <w:p w:rsidR="00FE3B28" w:rsidRDefault="00EC54B6" w:rsidP="00CE7E0F">
      <w:pPr>
        <w:pStyle w:val="libItalic"/>
      </w:pPr>
      <w:r>
        <w:t>(Usool e Kafi vol 14 pg 145)</w:t>
      </w:r>
    </w:p>
    <w:p w:rsidR="00EC54B6" w:rsidRDefault="00EC54B6" w:rsidP="00175E59">
      <w:pPr>
        <w:pStyle w:val="Heading2Center"/>
      </w:pPr>
      <w:bookmarkStart w:id="1016" w:name="_Toc442792135"/>
      <w:r>
        <w:t>7. Yemen Allah</w:t>
      </w:r>
      <w:bookmarkEnd w:id="1016"/>
    </w:p>
    <w:p w:rsidR="00EC54B6" w:rsidRDefault="00EC54B6" w:rsidP="00EC54B6">
      <w:pPr>
        <w:pStyle w:val="libNormal"/>
      </w:pPr>
      <w:r>
        <w:t>There is a narration from RasoolAllah (saw) that says there are 17 names of Ali (asws) ib</w:t>
      </w:r>
      <w:r w:rsidR="004D1165">
        <w:t xml:space="preserve">n </w:t>
      </w:r>
      <w:r>
        <w:t>Abi Talib (as). Ibne Abbas (ra) asked, “What are those names?” RasoolAllah (saw) sai</w:t>
      </w:r>
      <w:r w:rsidR="004D1165">
        <w:t xml:space="preserve">d, </w:t>
      </w:r>
      <w:r>
        <w:t>“Amongst arabs, His name is Ali. For His Mother, He is Haider. In Taurah, He is Ailiya. I</w:t>
      </w:r>
      <w:r w:rsidR="004D1165">
        <w:t xml:space="preserve">n </w:t>
      </w:r>
      <w:r>
        <w:t>Injeel, He is Waliya. In Zaboor, He is Biriya. Amongst Romans, He is Pitris. Amongs</w:t>
      </w:r>
      <w:r w:rsidR="004D1165">
        <w:t xml:space="preserve">t </w:t>
      </w:r>
      <w:r>
        <w:t>Persians, He is Firoz. Amongst non arabs, He is Shimiya. Amongst Delamis, He is Fareeqia.</w:t>
      </w:r>
    </w:p>
    <w:p w:rsidR="00EC54B6" w:rsidRDefault="00EC54B6" w:rsidP="00EC54B6">
      <w:pPr>
        <w:pStyle w:val="libNormal"/>
      </w:pPr>
      <w:r>
        <w:t>Amongst Karoor, He is Shabesah. Amongst the Zanj, He is Hameem. Amongst negroes, He i</w:t>
      </w:r>
      <w:r w:rsidR="004D1165">
        <w:t xml:space="preserve">s </w:t>
      </w:r>
      <w:r>
        <w:t>Basheer. Amongst Turks, He is Hamra. Amongst Armens, He is Kirkir. For momins, He i</w:t>
      </w:r>
      <w:r w:rsidR="004D1165">
        <w:t xml:space="preserve">s </w:t>
      </w:r>
      <w:r>
        <w:t>cloud. Amongst kafirs, He is red death. Amongst muslims, He is Waeed. For Me, He i</w:t>
      </w:r>
      <w:r w:rsidR="004D1165">
        <w:t xml:space="preserve">s </w:t>
      </w:r>
      <w:r>
        <w:t>Purified Infallible. Verily, Ali (asws) is Junb Allah (side of Allah), Nafs Allah and Yeme</w:t>
      </w:r>
      <w:r w:rsidR="004D1165">
        <w:t xml:space="preserve">n </w:t>
      </w:r>
      <w:r>
        <w:t>Allah, and Allah says, “Allah makes you cautious of (retribution from) Himself” (3:28)</w:t>
      </w:r>
    </w:p>
    <w:p w:rsidR="00EC54B6" w:rsidRDefault="00EC54B6" w:rsidP="00EC54B6">
      <w:pPr>
        <w:pStyle w:val="libNormal"/>
      </w:pPr>
      <w:r>
        <w:t>and “both His hands are spread out” (5:64)</w:t>
      </w:r>
    </w:p>
    <w:p w:rsidR="00EC54B6" w:rsidRDefault="00EC54B6" w:rsidP="00CE7E0F">
      <w:pPr>
        <w:pStyle w:val="libItalic"/>
      </w:pPr>
      <w:r>
        <w:t>(Fazail ibn Shazaan pg 175)</w:t>
      </w:r>
    </w:p>
    <w:p w:rsidR="00EC54B6" w:rsidRDefault="00EC54B6" w:rsidP="00175E59">
      <w:pPr>
        <w:pStyle w:val="Heading2Center"/>
      </w:pPr>
      <w:bookmarkStart w:id="1017" w:name="_Toc442792136"/>
      <w:r>
        <w:t>8. Yafat al Kashif</w:t>
      </w:r>
      <w:bookmarkEnd w:id="1017"/>
    </w:p>
    <w:p w:rsidR="00EC54B6" w:rsidRDefault="00EC54B6" w:rsidP="00EC54B6">
      <w:pPr>
        <w:pStyle w:val="libNormal"/>
      </w:pPr>
      <w:r>
        <w:t>Moula Ali (asws) says in Khutba Bayan, “I am Yafat al Kashif”.</w:t>
      </w:r>
    </w:p>
    <w:p w:rsidR="00EC54B6" w:rsidRDefault="00EC54B6" w:rsidP="00175E59">
      <w:pPr>
        <w:pStyle w:val="Heading2Center"/>
      </w:pPr>
      <w:bookmarkStart w:id="1018" w:name="_Toc442792137"/>
      <w:r>
        <w:t>9. Yafat al Arakimah</w:t>
      </w:r>
      <w:bookmarkEnd w:id="1018"/>
    </w:p>
    <w:p w:rsidR="00EC54B6" w:rsidRDefault="00EC54B6" w:rsidP="00EC54B6">
      <w:pPr>
        <w:pStyle w:val="libNormal"/>
      </w:pPr>
      <w:r>
        <w:t>Moula Ali (asws) says in Khutba Bayan, “I am Yafat al Arakimah”.</w:t>
      </w:r>
    </w:p>
    <w:p w:rsidR="00B2671B" w:rsidRDefault="00EC54B6" w:rsidP="00B2671B">
      <w:pPr>
        <w:pStyle w:val="libNormal"/>
      </w:pPr>
      <w:r>
        <w:t>*Ali, Wasi, Wali, Hashimi, Makki, Medini, al Buthi, al Tawi, al Rufi, a</w:t>
      </w:r>
      <w:r w:rsidR="004D1165">
        <w:t xml:space="preserve">l </w:t>
      </w:r>
      <w:r>
        <w:t>Manafqi, al Jawadi, al Qawi, al Wafi, al Mahdi, al Zakki, al Taqi, al Naq</w:t>
      </w:r>
      <w:r w:rsidR="004D1165">
        <w:t xml:space="preserve">i, </w:t>
      </w:r>
      <w:r>
        <w:t>Wali of Momineen, Wasi of Rasool (saw), greatest from amongst th</w:t>
      </w:r>
      <w:r w:rsidR="004D1165">
        <w:t xml:space="preserve">e </w:t>
      </w:r>
      <w:r>
        <w:t>creation, trustee of RasoolAllah (saw) , best judge, Wali of Allah, Master o</w:t>
      </w:r>
      <w:r w:rsidR="004D1165">
        <w:t xml:space="preserve">f </w:t>
      </w:r>
      <w:r>
        <w:t>the pious, lamp of guidance, sacred earth, whose title is Murtaz</w:t>
      </w:r>
      <w:r w:rsidR="004D1165">
        <w:t xml:space="preserve">a, </w:t>
      </w:r>
      <w:r>
        <w:t>Amongst the names of Ameerul Momineen are Muhajjir, Mujahid, Wal</w:t>
      </w:r>
      <w:r w:rsidR="004D1165">
        <w:t xml:space="preserve">i, </w:t>
      </w:r>
      <w:r>
        <w:t>Moula, Purified, Piou</w:t>
      </w:r>
      <w:r w:rsidR="004D1165">
        <w:t>s,</w:t>
      </w:r>
    </w:p>
    <w:p w:rsidR="00FE3B28" w:rsidRDefault="00EC54B6" w:rsidP="0080330A">
      <w:pPr>
        <w:pStyle w:val="libItalic"/>
      </w:pPr>
      <w:r>
        <w:t>(Al Manaqib Third Edition pg 77)</w:t>
      </w:r>
    </w:p>
    <w:p w:rsidR="00612EA4" w:rsidRDefault="00612EA4" w:rsidP="00612EA4">
      <w:pPr>
        <w:pStyle w:val="libNormal"/>
      </w:pPr>
      <w:r>
        <w:br w:type="page"/>
      </w:r>
    </w:p>
    <w:p w:rsidR="00612EA4" w:rsidRDefault="00612EA4" w:rsidP="00FE3B28">
      <w:pPr>
        <w:pStyle w:val="Heading1Center"/>
      </w:pPr>
      <w:bookmarkStart w:id="1019" w:name="_Toc442792138"/>
      <w:r>
        <w:lastRenderedPageBreak/>
        <w:t xml:space="preserve">Hamza </w:t>
      </w:r>
      <w:r>
        <w:rPr>
          <w:rtl/>
        </w:rPr>
        <w:t>ء</w:t>
      </w:r>
      <w:bookmarkEnd w:id="1019"/>
    </w:p>
    <w:p w:rsidR="00572D63" w:rsidRDefault="00EC54B6" w:rsidP="00EC54B6">
      <w:pPr>
        <w:pStyle w:val="libNormal"/>
      </w:pPr>
      <w:r>
        <w:t>These titles are those Ibne Shahr Ashoob mentioned in his manaqi</w:t>
      </w:r>
      <w:r w:rsidR="004D1165">
        <w:t>b</w:t>
      </w:r>
    </w:p>
    <w:p w:rsidR="00A70871" w:rsidRDefault="00EC54B6" w:rsidP="00572D63">
      <w:pPr>
        <w:pStyle w:val="libBoldItalic"/>
      </w:pPr>
      <w:r>
        <w:t>Syed al Najba, Noor al Zaya, Hadi al Awliya, Qibla al Rahmah, Qudrat a</w:t>
      </w:r>
      <w:r w:rsidR="004D1165">
        <w:t xml:space="preserve">l </w:t>
      </w:r>
      <w:r>
        <w:t>Ausiya, Imamul Al Taqiya, Ameerul Amra, Ameenul Amna, Shamamul Zof</w:t>
      </w:r>
      <w:r w:rsidR="004D1165">
        <w:t xml:space="preserve">a, </w:t>
      </w:r>
      <w:r>
        <w:t>Ghassatul Ada, Murshadul Ulema, Mufka al Fuqha, Alim al Qurar, Akz</w:t>
      </w:r>
      <w:r w:rsidR="004D1165">
        <w:t xml:space="preserve">a, </w:t>
      </w:r>
      <w:r>
        <w:t>Zoweel al Qaza, Ablaghul Balagha, Akhta bul Khatbah, Antuqul Fusha</w:t>
      </w:r>
      <w:r w:rsidR="004D1165">
        <w:t xml:space="preserve">h, </w:t>
      </w:r>
      <w:r>
        <w:t xml:space="preserve">Majeezul Shorah, Ashar Ahul Batah, al Shaheed Abu Shaheed, Zowj </w:t>
      </w:r>
      <w:r w:rsidR="004D1165">
        <w:t xml:space="preserve">e </w:t>
      </w:r>
      <w:r>
        <w:t>Fatima Zahra (sa), Sahibul Raya wal al Lawa, Dafa al Qarb wal Lada</w:t>
      </w:r>
      <w:r w:rsidR="004D1165">
        <w:t xml:space="preserve">h, </w:t>
      </w:r>
      <w:r>
        <w:t>Mozil Awliya, Muzlil Ada, Asahabik wal Wafa, Sani Ahlul Kisa, Muzmuk</w:t>
      </w:r>
      <w:r w:rsidR="004D1165">
        <w:t xml:space="preserve">h </w:t>
      </w:r>
      <w:r>
        <w:t>Murdatul Harb bil Dama, al Kharij un Beit ul Mal, Safar al Yadain, U</w:t>
      </w:r>
      <w:r w:rsidR="004D1165">
        <w:t xml:space="preserve">n </w:t>
      </w:r>
      <w:r>
        <w:t>safra wal hamra wal bayza, Alim min Foq Rukatil Ghabrah, wa Taha</w:t>
      </w:r>
      <w:r w:rsidR="004D1165">
        <w:t xml:space="preserve">t </w:t>
      </w:r>
      <w:r>
        <w:t>Adeem al Isma, al Mustanis al Munaja fi zulmatul Lailatul Layla, Hujja</w:t>
      </w:r>
      <w:r w:rsidR="004D1165">
        <w:t xml:space="preserve">t </w:t>
      </w:r>
      <w:r>
        <w:t>Syedul Anbiya, Muqadum al Waseen wal Nuqba, Caliphatul Rabil Arz w</w:t>
      </w:r>
      <w:r w:rsidR="004D1165">
        <w:t xml:space="preserve">a </w:t>
      </w:r>
      <w:r>
        <w:t>Samah, Ma Gharta Samra wala bayzaa, Ma Astabta Sufra wala Hamra, M</w:t>
      </w:r>
      <w:r w:rsidR="004D1165">
        <w:t xml:space="preserve">a </w:t>
      </w:r>
      <w:r>
        <w:t>Ajbata ain wala Hora, wala Muzra Khizra, wala Mudra Dakunsa, wal</w:t>
      </w:r>
      <w:r w:rsidR="004D1165">
        <w:t xml:space="preserve">a </w:t>
      </w:r>
      <w:r>
        <w:t>Barida wa Fiz</w:t>
      </w:r>
      <w:r w:rsidR="004D1165">
        <w:t>a</w:t>
      </w:r>
    </w:p>
    <w:p w:rsidR="00A70871" w:rsidRPr="00967BC2" w:rsidRDefault="00A70871" w:rsidP="00967BC2">
      <w:pPr>
        <w:pStyle w:val="libNormal"/>
      </w:pPr>
      <w:r>
        <w:br w:type="page"/>
      </w: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p>
    <w:p w:rsidR="00A67628" w:rsidRDefault="00A67628" w:rsidP="00A67628">
      <w:pPr>
        <w:pStyle w:val="libCenterBold1"/>
      </w:pPr>
      <w:r>
        <w:t>All rights reserved for Al-Hassanain (p) Network, Imam Hussain (p) Foundation</w:t>
      </w:r>
    </w:p>
    <w:p w:rsidR="00A67628" w:rsidRDefault="00A67628" w:rsidP="00A67628">
      <w:pPr>
        <w:pStyle w:val="libCenterBold1"/>
      </w:pPr>
    </w:p>
    <w:p w:rsidR="00A67628" w:rsidRDefault="00A67628" w:rsidP="00A67628">
      <w:pPr>
        <w:pStyle w:val="libCenterBold1"/>
      </w:pPr>
      <w:r>
        <w:t>Alhassanain (p) Network for Islamic Heritage and Thought</w:t>
      </w:r>
    </w:p>
    <w:p w:rsidR="00A67628" w:rsidRDefault="00A67628" w:rsidP="00A67628">
      <w:pPr>
        <w:pStyle w:val="libCenterBold1"/>
      </w:pPr>
    </w:p>
    <w:p w:rsidR="00413479" w:rsidRDefault="00435C6A" w:rsidP="00A67628">
      <w:pPr>
        <w:pStyle w:val="libCenterBold1"/>
      </w:pPr>
      <w:hyperlink r:id="rId10" w:history="1">
        <w:r w:rsidR="00A67628" w:rsidRPr="00F5215E">
          <w:rPr>
            <w:rStyle w:val="Hyperlink"/>
          </w:rPr>
          <w:t>www.alhassanain.org/english</w:t>
        </w:r>
      </w:hyperlink>
    </w:p>
    <w:sectPr w:rsidR="00413479" w:rsidSect="00B02886">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5D4" w:rsidRDefault="009735D4" w:rsidP="00113C59">
      <w:r>
        <w:separator/>
      </w:r>
    </w:p>
  </w:endnote>
  <w:endnote w:type="continuationSeparator" w:id="1">
    <w:p w:rsidR="009735D4" w:rsidRDefault="009735D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6A" w:rsidRDefault="00435C6A" w:rsidP="00745C1D">
    <w:pPr>
      <w:pStyle w:val="Footer"/>
      <w:tabs>
        <w:tab w:val="clear" w:pos="4153"/>
        <w:tab w:val="clear" w:pos="8306"/>
      </w:tabs>
    </w:pPr>
    <w:fldSimple w:instr=" PAGE   \* MERGEFORMAT ">
      <w:r w:rsidR="00B02886">
        <w:rPr>
          <w:noProof/>
        </w:rPr>
        <w:t>76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6A" w:rsidRDefault="00435C6A" w:rsidP="00E91A1A">
    <w:pPr>
      <w:pStyle w:val="libCenter"/>
    </w:pPr>
    <w:fldSimple w:instr=" PAGE   \* MERGEFORMAT ">
      <w:r w:rsidR="00D46B75">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6A" w:rsidRDefault="00435C6A" w:rsidP="00745C1D">
    <w:pPr>
      <w:pStyle w:val="Footer"/>
      <w:tabs>
        <w:tab w:val="clear" w:pos="4153"/>
        <w:tab w:val="clear" w:pos="8306"/>
      </w:tabs>
    </w:pPr>
    <w:fldSimple w:instr=" PAGE   \* MERGEFORMAT ">
      <w:r w:rsidR="00B0288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5D4" w:rsidRDefault="009735D4" w:rsidP="00113C59">
      <w:r>
        <w:separator/>
      </w:r>
    </w:p>
  </w:footnote>
  <w:footnote w:type="continuationSeparator" w:id="1">
    <w:p w:rsidR="009735D4" w:rsidRDefault="009735D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6A" w:rsidRDefault="00C23B6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B6A" w:rsidRDefault="00C23B6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E1202"/>
    <w:rsid w:val="00005A19"/>
    <w:rsid w:val="000267FE"/>
    <w:rsid w:val="00040798"/>
    <w:rsid w:val="00043023"/>
    <w:rsid w:val="00054406"/>
    <w:rsid w:val="0006216A"/>
    <w:rsid w:val="00063C2D"/>
    <w:rsid w:val="00067F84"/>
    <w:rsid w:val="00071C97"/>
    <w:rsid w:val="000761F7"/>
    <w:rsid w:val="00076A3A"/>
    <w:rsid w:val="00092805"/>
    <w:rsid w:val="00092A0C"/>
    <w:rsid w:val="000966AD"/>
    <w:rsid w:val="000A4A0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E59"/>
    <w:rsid w:val="00182CD3"/>
    <w:rsid w:val="0018664D"/>
    <w:rsid w:val="00187017"/>
    <w:rsid w:val="00187246"/>
    <w:rsid w:val="001937F7"/>
    <w:rsid w:val="001A1408"/>
    <w:rsid w:val="001A3110"/>
    <w:rsid w:val="001A4C37"/>
    <w:rsid w:val="001A4D9B"/>
    <w:rsid w:val="001A6D71"/>
    <w:rsid w:val="001A6EC0"/>
    <w:rsid w:val="001B07B7"/>
    <w:rsid w:val="001B16FD"/>
    <w:rsid w:val="001B577F"/>
    <w:rsid w:val="001B702D"/>
    <w:rsid w:val="001B7407"/>
    <w:rsid w:val="001C5EDB"/>
    <w:rsid w:val="001D41A1"/>
    <w:rsid w:val="001E11FF"/>
    <w:rsid w:val="001E25DC"/>
    <w:rsid w:val="001E481D"/>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D50"/>
    <w:rsid w:val="002628DE"/>
    <w:rsid w:val="00263F56"/>
    <w:rsid w:val="0027369F"/>
    <w:rsid w:val="002818EF"/>
    <w:rsid w:val="0028271F"/>
    <w:rsid w:val="0028397C"/>
    <w:rsid w:val="00292F8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8C4"/>
    <w:rsid w:val="003339D0"/>
    <w:rsid w:val="003353BB"/>
    <w:rsid w:val="0033620A"/>
    <w:rsid w:val="0034239A"/>
    <w:rsid w:val="0035368E"/>
    <w:rsid w:val="00354493"/>
    <w:rsid w:val="003567CA"/>
    <w:rsid w:val="00360A5F"/>
    <w:rsid w:val="003618AA"/>
    <w:rsid w:val="00362F97"/>
    <w:rsid w:val="00363C94"/>
    <w:rsid w:val="0036400D"/>
    <w:rsid w:val="00373085"/>
    <w:rsid w:val="00380A47"/>
    <w:rsid w:val="00385CB6"/>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40C"/>
    <w:rsid w:val="003E3600"/>
    <w:rsid w:val="003F33DE"/>
    <w:rsid w:val="00402C65"/>
    <w:rsid w:val="00403004"/>
    <w:rsid w:val="0040326E"/>
    <w:rsid w:val="00404EB7"/>
    <w:rsid w:val="00407D56"/>
    <w:rsid w:val="00413479"/>
    <w:rsid w:val="00416E2B"/>
    <w:rsid w:val="004209BA"/>
    <w:rsid w:val="00420C44"/>
    <w:rsid w:val="004241E7"/>
    <w:rsid w:val="00430581"/>
    <w:rsid w:val="00434A97"/>
    <w:rsid w:val="00435C6A"/>
    <w:rsid w:val="00437035"/>
    <w:rsid w:val="00440C62"/>
    <w:rsid w:val="00446BBA"/>
    <w:rsid w:val="00453381"/>
    <w:rsid w:val="004538D5"/>
    <w:rsid w:val="00455A59"/>
    <w:rsid w:val="004655C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16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2D63"/>
    <w:rsid w:val="0057612B"/>
    <w:rsid w:val="005772C4"/>
    <w:rsid w:val="00577577"/>
    <w:rsid w:val="00584273"/>
    <w:rsid w:val="00584801"/>
    <w:rsid w:val="005923FF"/>
    <w:rsid w:val="00597294"/>
    <w:rsid w:val="00597B34"/>
    <w:rsid w:val="005A1C39"/>
    <w:rsid w:val="005A43ED"/>
    <w:rsid w:val="005B2DE4"/>
    <w:rsid w:val="005B56BE"/>
    <w:rsid w:val="005B68D5"/>
    <w:rsid w:val="005C0E2F"/>
    <w:rsid w:val="005D2C72"/>
    <w:rsid w:val="005E2913"/>
    <w:rsid w:val="00612EA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96E"/>
    <w:rsid w:val="006726F6"/>
    <w:rsid w:val="00672E5A"/>
    <w:rsid w:val="006769ED"/>
    <w:rsid w:val="00682902"/>
    <w:rsid w:val="00684527"/>
    <w:rsid w:val="0068652E"/>
    <w:rsid w:val="00687928"/>
    <w:rsid w:val="0069163F"/>
    <w:rsid w:val="00691DBB"/>
    <w:rsid w:val="00697C6A"/>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4E88"/>
    <w:rsid w:val="0070524C"/>
    <w:rsid w:val="007060EF"/>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4CD2"/>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30A"/>
    <w:rsid w:val="00806335"/>
    <w:rsid w:val="008105E2"/>
    <w:rsid w:val="008128CA"/>
    <w:rsid w:val="00813440"/>
    <w:rsid w:val="0081443C"/>
    <w:rsid w:val="00821393"/>
    <w:rsid w:val="00821493"/>
    <w:rsid w:val="00826B87"/>
    <w:rsid w:val="00831B8F"/>
    <w:rsid w:val="008340ED"/>
    <w:rsid w:val="008351F0"/>
    <w:rsid w:val="00835393"/>
    <w:rsid w:val="00837259"/>
    <w:rsid w:val="0084238B"/>
    <w:rsid w:val="0084318E"/>
    <w:rsid w:val="0084496F"/>
    <w:rsid w:val="00845972"/>
    <w:rsid w:val="00850983"/>
    <w:rsid w:val="00852C05"/>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257C"/>
    <w:rsid w:val="0091682D"/>
    <w:rsid w:val="00922370"/>
    <w:rsid w:val="0092388A"/>
    <w:rsid w:val="00927D62"/>
    <w:rsid w:val="00932192"/>
    <w:rsid w:val="00932E02"/>
    <w:rsid w:val="00942855"/>
    <w:rsid w:val="00943412"/>
    <w:rsid w:val="00943B2E"/>
    <w:rsid w:val="00945D11"/>
    <w:rsid w:val="00947C60"/>
    <w:rsid w:val="009503E2"/>
    <w:rsid w:val="00955164"/>
    <w:rsid w:val="0095713A"/>
    <w:rsid w:val="00960F67"/>
    <w:rsid w:val="00961CD2"/>
    <w:rsid w:val="00962B76"/>
    <w:rsid w:val="00967BC2"/>
    <w:rsid w:val="0097061F"/>
    <w:rsid w:val="00972C70"/>
    <w:rsid w:val="009735D4"/>
    <w:rsid w:val="00974224"/>
    <w:rsid w:val="00974FF1"/>
    <w:rsid w:val="00987BD2"/>
    <w:rsid w:val="00992E31"/>
    <w:rsid w:val="009A53CC"/>
    <w:rsid w:val="009A7001"/>
    <w:rsid w:val="009A7DA5"/>
    <w:rsid w:val="009B01D4"/>
    <w:rsid w:val="009B0C22"/>
    <w:rsid w:val="009B7253"/>
    <w:rsid w:val="009D029C"/>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93E"/>
    <w:rsid w:val="00A60B19"/>
    <w:rsid w:val="00A6486D"/>
    <w:rsid w:val="00A668D6"/>
    <w:rsid w:val="00A67628"/>
    <w:rsid w:val="00A70871"/>
    <w:rsid w:val="00A745EB"/>
    <w:rsid w:val="00A749A9"/>
    <w:rsid w:val="00A751DD"/>
    <w:rsid w:val="00A77DFE"/>
    <w:rsid w:val="00A80706"/>
    <w:rsid w:val="00A86979"/>
    <w:rsid w:val="00A91F7E"/>
    <w:rsid w:val="00A9330B"/>
    <w:rsid w:val="00A96127"/>
    <w:rsid w:val="00A971B5"/>
    <w:rsid w:val="00AA378D"/>
    <w:rsid w:val="00AB1F96"/>
    <w:rsid w:val="00AB49D8"/>
    <w:rsid w:val="00AB5AFC"/>
    <w:rsid w:val="00AB5B22"/>
    <w:rsid w:val="00AC28CD"/>
    <w:rsid w:val="00AC6146"/>
    <w:rsid w:val="00AC64A5"/>
    <w:rsid w:val="00AD0994"/>
    <w:rsid w:val="00AD2964"/>
    <w:rsid w:val="00AD365B"/>
    <w:rsid w:val="00AE0778"/>
    <w:rsid w:val="00AE1202"/>
    <w:rsid w:val="00AE1E35"/>
    <w:rsid w:val="00AE4D35"/>
    <w:rsid w:val="00AE5DAC"/>
    <w:rsid w:val="00AE6117"/>
    <w:rsid w:val="00AE64FD"/>
    <w:rsid w:val="00AE7A6E"/>
    <w:rsid w:val="00AF0A2F"/>
    <w:rsid w:val="00AF217C"/>
    <w:rsid w:val="00AF33DF"/>
    <w:rsid w:val="00B01257"/>
    <w:rsid w:val="00B02886"/>
    <w:rsid w:val="00B1002E"/>
    <w:rsid w:val="00B11AF5"/>
    <w:rsid w:val="00B12ED2"/>
    <w:rsid w:val="00B17010"/>
    <w:rsid w:val="00B24ABA"/>
    <w:rsid w:val="00B2671B"/>
    <w:rsid w:val="00B324D1"/>
    <w:rsid w:val="00B37436"/>
    <w:rsid w:val="00B37FEA"/>
    <w:rsid w:val="00B426ED"/>
    <w:rsid w:val="00B42E0C"/>
    <w:rsid w:val="00B472C8"/>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64E"/>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6FA"/>
    <w:rsid w:val="00C07677"/>
    <w:rsid w:val="00C1570C"/>
    <w:rsid w:val="00C22361"/>
    <w:rsid w:val="00C22FF4"/>
    <w:rsid w:val="00C23B6A"/>
    <w:rsid w:val="00C26D89"/>
    <w:rsid w:val="00C31833"/>
    <w:rsid w:val="00C33018"/>
    <w:rsid w:val="00C33B4D"/>
    <w:rsid w:val="00C35A49"/>
    <w:rsid w:val="00C36AF1"/>
    <w:rsid w:val="00C37327"/>
    <w:rsid w:val="00C37458"/>
    <w:rsid w:val="00C37AF7"/>
    <w:rsid w:val="00C453BD"/>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3E7"/>
    <w:rsid w:val="00CD72D4"/>
    <w:rsid w:val="00CE0546"/>
    <w:rsid w:val="00CE30CD"/>
    <w:rsid w:val="00CE7E0F"/>
    <w:rsid w:val="00CF137D"/>
    <w:rsid w:val="00D10971"/>
    <w:rsid w:val="00D20EAE"/>
    <w:rsid w:val="00D212D5"/>
    <w:rsid w:val="00D24B24"/>
    <w:rsid w:val="00D24EB0"/>
    <w:rsid w:val="00D25987"/>
    <w:rsid w:val="00D302F5"/>
    <w:rsid w:val="00D33A32"/>
    <w:rsid w:val="00D404A6"/>
    <w:rsid w:val="00D46B75"/>
    <w:rsid w:val="00D46C32"/>
    <w:rsid w:val="00D52EC6"/>
    <w:rsid w:val="00D53C02"/>
    <w:rsid w:val="00D544E3"/>
    <w:rsid w:val="00D54728"/>
    <w:rsid w:val="00D57B4F"/>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3613"/>
    <w:rsid w:val="00E07A7B"/>
    <w:rsid w:val="00E14435"/>
    <w:rsid w:val="00E169CC"/>
    <w:rsid w:val="00E206F5"/>
    <w:rsid w:val="00E21598"/>
    <w:rsid w:val="00E22AE1"/>
    <w:rsid w:val="00E259AC"/>
    <w:rsid w:val="00E259BC"/>
    <w:rsid w:val="00E264A4"/>
    <w:rsid w:val="00E40FCC"/>
    <w:rsid w:val="00E43122"/>
    <w:rsid w:val="00E44003"/>
    <w:rsid w:val="00E444BD"/>
    <w:rsid w:val="00E456A5"/>
    <w:rsid w:val="00E5512D"/>
    <w:rsid w:val="00E574E5"/>
    <w:rsid w:val="00E63C51"/>
    <w:rsid w:val="00E65928"/>
    <w:rsid w:val="00E71139"/>
    <w:rsid w:val="00E731B6"/>
    <w:rsid w:val="00E74F63"/>
    <w:rsid w:val="00E7602E"/>
    <w:rsid w:val="00E90664"/>
    <w:rsid w:val="00E91A1A"/>
    <w:rsid w:val="00E96F05"/>
    <w:rsid w:val="00EA340E"/>
    <w:rsid w:val="00EA3B1F"/>
    <w:rsid w:val="00EB06AB"/>
    <w:rsid w:val="00EB55D0"/>
    <w:rsid w:val="00EB5646"/>
    <w:rsid w:val="00EB5ADB"/>
    <w:rsid w:val="00EB74A9"/>
    <w:rsid w:val="00EC0F78"/>
    <w:rsid w:val="00EC1A32"/>
    <w:rsid w:val="00EC1A39"/>
    <w:rsid w:val="00EC54B6"/>
    <w:rsid w:val="00EC5C01"/>
    <w:rsid w:val="00ED3DFD"/>
    <w:rsid w:val="00ED3F21"/>
    <w:rsid w:val="00ED57DD"/>
    <w:rsid w:val="00EE260F"/>
    <w:rsid w:val="00EE5654"/>
    <w:rsid w:val="00EE56E1"/>
    <w:rsid w:val="00EE604B"/>
    <w:rsid w:val="00EE6B33"/>
    <w:rsid w:val="00EE7087"/>
    <w:rsid w:val="00EF0462"/>
    <w:rsid w:val="00EF6505"/>
    <w:rsid w:val="00EF7A6F"/>
    <w:rsid w:val="00F02C57"/>
    <w:rsid w:val="00F070E5"/>
    <w:rsid w:val="00F1517E"/>
    <w:rsid w:val="00F16678"/>
    <w:rsid w:val="00F26388"/>
    <w:rsid w:val="00F31BE3"/>
    <w:rsid w:val="00F34B21"/>
    <w:rsid w:val="00F34CA5"/>
    <w:rsid w:val="00F41E90"/>
    <w:rsid w:val="00F436BF"/>
    <w:rsid w:val="00F51315"/>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251"/>
    <w:rsid w:val="00FE3B28"/>
    <w:rsid w:val="00FF08F6"/>
    <w:rsid w:val="00FF77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E7A6E"/>
    <w:rPr>
      <w:rFonts w:ascii="Tahoma" w:hAnsi="Tahoma" w:cs="Tahoma"/>
      <w:sz w:val="16"/>
      <w:szCs w:val="16"/>
    </w:rPr>
  </w:style>
  <w:style w:type="character" w:customStyle="1" w:styleId="DocumentMapChar">
    <w:name w:val="Document Map Char"/>
    <w:basedOn w:val="DefaultParagraphFont"/>
    <w:link w:val="DocumentMap"/>
    <w:rsid w:val="00AE7A6E"/>
    <w:rPr>
      <w:rFonts w:ascii="Tahoma" w:hAnsi="Tahoma" w:cs="Tahoma"/>
      <w:color w:val="000000"/>
      <w:sz w:val="16"/>
      <w:szCs w:val="16"/>
    </w:rPr>
  </w:style>
  <w:style w:type="paragraph" w:styleId="TOC6">
    <w:name w:val="toc 6"/>
    <w:basedOn w:val="Normal"/>
    <w:next w:val="Normal"/>
    <w:autoRedefine/>
    <w:uiPriority w:val="39"/>
    <w:unhideWhenUsed/>
    <w:rsid w:val="00E22AE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22AE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22AE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22AE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CB651-DB48-4FE2-BCCC-C8ECB386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128</TotalTime>
  <Pages>1</Pages>
  <Words>66102</Words>
  <Characters>376788</Characters>
  <Application>Microsoft Office Word</Application>
  <DocSecurity>0</DocSecurity>
  <Lines>3139</Lines>
  <Paragraphs>884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62</cp:revision>
  <cp:lastPrinted>2016-02-15T08:21:00Z</cp:lastPrinted>
  <dcterms:created xsi:type="dcterms:W3CDTF">2016-02-09T08:51:00Z</dcterms:created>
  <dcterms:modified xsi:type="dcterms:W3CDTF">2016-02-15T08:22:00Z</dcterms:modified>
</cp:coreProperties>
</file>