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93" w:rsidRDefault="00A90793" w:rsidP="00A90793">
      <w:pPr>
        <w:pStyle w:val="libCenterBold2"/>
        <w:rPr>
          <w:rFonts w:eastAsia="Calibri"/>
        </w:rPr>
      </w:pPr>
      <w:r w:rsidRPr="00A90793">
        <w:rPr>
          <w:rFonts w:eastAsia="Calibri"/>
          <w:rtl/>
        </w:rPr>
        <w:t>علوم قرآن کا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پس منظر(مقدمہ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رقرآن</w:t>
      </w:r>
      <w:r w:rsidRPr="00A90793">
        <w:rPr>
          <w:rFonts w:eastAsia="Calibri"/>
          <w:rtl/>
        </w:rPr>
        <w:t>)</w:t>
      </w:r>
    </w:p>
    <w:p w:rsidR="00A90793" w:rsidRDefault="00A90793" w:rsidP="00A90793">
      <w:pPr>
        <w:pStyle w:val="libNormal0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Default="00A90793" w:rsidP="00A90793">
      <w:pPr>
        <w:pStyle w:val="libCenterBold2"/>
        <w:rPr>
          <w:rFonts w:eastAsia="Calibri"/>
        </w:rPr>
      </w:pPr>
      <w:r w:rsidRPr="00A90793">
        <w:rPr>
          <w:rFonts w:eastAsia="Calibri" w:hint="eastAsia"/>
          <w:rtl/>
        </w:rPr>
        <w:t>مؤلف</w:t>
      </w:r>
      <w:r w:rsidRPr="00A90793">
        <w:rPr>
          <w:rFonts w:eastAsia="Calibri"/>
          <w:rtl/>
        </w:rPr>
        <w:t>: محمد باقرمقدس</w:t>
      </w:r>
      <w:r w:rsidRPr="00A90793">
        <w:rPr>
          <w:rFonts w:eastAsia="Calibri" w:hint="cs"/>
          <w:rtl/>
        </w:rPr>
        <w:t>ی</w:t>
      </w:r>
    </w:p>
    <w:p w:rsidR="00A90793" w:rsidRDefault="00A90793" w:rsidP="00A90793">
      <w:pPr>
        <w:pStyle w:val="libNormal0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Default="00A90793" w:rsidP="00A90793">
      <w:pPr>
        <w:pStyle w:val="libCenterBold2"/>
        <w:rPr>
          <w:rFonts w:eastAsia="Calibri"/>
        </w:rPr>
      </w:pPr>
      <w:r w:rsidRPr="00A90793">
        <w:rPr>
          <w:rFonts w:eastAsia="Calibri" w:hint="eastAsia"/>
          <w:rtl/>
        </w:rPr>
        <w:t>نظرثان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</w:t>
      </w:r>
      <w:r w:rsidRPr="00A90793">
        <w:rPr>
          <w:rFonts w:eastAsia="Calibri"/>
          <w:rtl/>
        </w:rPr>
        <w:t xml:space="preserve"> عباس نقو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(ہند)</w:t>
      </w:r>
    </w:p>
    <w:p w:rsidR="00A90793" w:rsidRDefault="00A90793" w:rsidP="00A90793">
      <w:pPr>
        <w:pStyle w:val="libNormal0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CenterBold2"/>
        <w:rPr>
          <w:rFonts w:eastAsia="Calibri"/>
          <w:rtl/>
        </w:rPr>
      </w:pPr>
      <w:r w:rsidRPr="00A90793">
        <w:rPr>
          <w:rFonts w:eastAsia="Calibri" w:hint="eastAsia"/>
          <w:rtl/>
        </w:rPr>
        <w:t>کمپوزنگ</w:t>
      </w:r>
      <w:r w:rsidRPr="00A90793">
        <w:rPr>
          <w:rFonts w:eastAsia="Calibri"/>
          <w:rtl/>
        </w:rPr>
        <w:t xml:space="preserve"> وترت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محمد حسن جوہر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Default="00A90793" w:rsidP="00A90793">
      <w:pPr>
        <w:pStyle w:val="libNormal"/>
        <w:rPr>
          <w:rFonts w:eastAsia="Calibri"/>
        </w:rPr>
      </w:pPr>
    </w:p>
    <w:p w:rsidR="00A90793" w:rsidRDefault="00A90793" w:rsidP="00E36DED">
      <w:pPr>
        <w:pStyle w:val="libNormal"/>
        <w:rPr>
          <w:rFonts w:eastAsia="Calibri"/>
        </w:rPr>
      </w:pPr>
      <w:r>
        <w:rPr>
          <w:rFonts w:eastAsia="Calibri"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lastRenderedPageBreak/>
        <w:tab/>
        <w:t>بسم اللہ الرحمن الرح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0F6F0F" w:rsidRDefault="00A90793" w:rsidP="000F6F0F">
      <w:pPr>
        <w:pStyle w:val="Heading1Center"/>
        <w:rPr>
          <w:rtl/>
        </w:rPr>
      </w:pPr>
      <w:bookmarkStart w:id="0" w:name="_Toc429651896"/>
      <w:r w:rsidRPr="000F6F0F">
        <w:rPr>
          <w:rFonts w:hint="eastAsia"/>
          <w:rtl/>
        </w:rPr>
        <w:t>انتساب</w:t>
      </w:r>
      <w:bookmarkEnd w:id="0"/>
    </w:p>
    <w:p w:rsidR="00A90793" w:rsidRPr="00A90793" w:rsidRDefault="00A90793" w:rsidP="00C05CA8">
      <w:pPr>
        <w:pStyle w:val="libCenterBold2"/>
        <w:rPr>
          <w:rFonts w:eastAsia="Calibri"/>
          <w:rtl/>
        </w:rPr>
      </w:pPr>
      <w:r w:rsidRPr="00A90793">
        <w:rPr>
          <w:rFonts w:eastAsia="Calibri" w:hint="eastAsia"/>
          <w:rtl/>
        </w:rPr>
        <w:t>اپنے</w:t>
      </w:r>
      <w:r w:rsidRPr="00A90793">
        <w:rPr>
          <w:rFonts w:eastAsia="Calibri"/>
          <w:rtl/>
        </w:rPr>
        <w:t xml:space="preserve"> شف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والد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نام</w:t>
      </w:r>
    </w:p>
    <w:p w:rsidR="000F6F0F" w:rsidRDefault="000F6F0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" w:name="_Toc429651897"/>
      <w:r w:rsidRPr="00A90793">
        <w:rPr>
          <w:rFonts w:eastAsia="Calibri" w:hint="eastAsia"/>
          <w:rtl/>
        </w:rPr>
        <w:t>حرف</w:t>
      </w:r>
      <w:r w:rsidRPr="00A90793">
        <w:rPr>
          <w:rFonts w:eastAsia="Calibri"/>
          <w:rtl/>
        </w:rPr>
        <w:t xml:space="preserve"> آغاز</w:t>
      </w:r>
      <w:bookmarkEnd w:id="1"/>
    </w:p>
    <w:p w:rsidR="00053C19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عالم</w:t>
      </w:r>
      <w:r w:rsidRPr="00A90793">
        <w:rPr>
          <w:rFonts w:eastAsia="Calibri"/>
          <w:rtl/>
        </w:rPr>
        <w:t xml:space="preserve"> امکان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سعادتمند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آباد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اور ترق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تکامل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اللہ نے کائنات کو تمام وسائل اور لوازمات سے مالا مال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وہ ذات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کتا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ذات ہے کہ جس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اسطرح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FA55DD">
        <w:rPr>
          <w:rStyle w:val="libAieChar"/>
          <w:rFonts w:eastAsia="Calibri"/>
          <w:rtl/>
        </w:rPr>
        <w:t>والل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 xml:space="preserve"> 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و الغن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/>
          <w:rtl/>
        </w:rPr>
        <w:t xml:space="preserve"> الحم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د</w:t>
      </w:r>
      <w:r w:rsidRPr="00FA55DD">
        <w:rPr>
          <w:rStyle w:val="libAieChar"/>
          <w:rFonts w:eastAsia="Calibri"/>
          <w:rtl/>
        </w:rPr>
        <w:t xml:space="preserve"> </w:t>
      </w:r>
      <w:r w:rsidRPr="00A90793">
        <w:rPr>
          <w:rFonts w:eastAsia="Calibri"/>
          <w:rtl/>
        </w:rPr>
        <w:t>جبکہ عالم امکان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'</w:t>
      </w:r>
      <w:r w:rsidRPr="00FA55DD">
        <w:rPr>
          <w:rStyle w:val="libAieChar"/>
          <w:rFonts w:eastAsia="Calibri"/>
          <w:rtl/>
        </w:rPr>
        <w:t xml:space="preserve">' و انتم الفقرائ'' </w:t>
      </w:r>
      <w:r w:rsidRPr="00A90793">
        <w:rPr>
          <w:rFonts w:eastAsia="Calibri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ذات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تمام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مکاتب فکر او رفلاسفر کا بالاتفاق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وہ ذات تمام کمالات کا مجموعہ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نقص کا تصور ناممکن ہے لہذا تمام کائنات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کمالات کا مجموعہ اورسرچشمہ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آتا ہے، اس ذات سے ہٹ کر تصور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جائے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احت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</w:t>
      </w:r>
      <w:r w:rsidRPr="00A90793">
        <w:rPr>
          <w:rFonts w:eastAsia="Calibri"/>
          <w:rtl/>
        </w:rPr>
        <w:t xml:space="preserve"> اور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از</w:t>
      </w:r>
      <w:r w:rsidRPr="00A90793">
        <w:rPr>
          <w:rFonts w:eastAsia="Calibri"/>
          <w:rtl/>
        </w:rPr>
        <w:t xml:space="preserve"> 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کچھ نظر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آتا تب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اللہ نے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گذشتہ امتوں کے عبرت ناک حالات کو صاف لفظوں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تاکہ لوگ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نہ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ہم جو کچھ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ںتو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ں،اگر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اس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پر قوم لوط ا ور قوم ثمو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اقوام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کو مشعل راہ قرار دے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اللہ اس کو اسطرح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فر</w:t>
      </w:r>
      <w:r w:rsidRPr="00A90793">
        <w:rPr>
          <w:rFonts w:eastAsia="Calibri"/>
          <w:rtl/>
        </w:rPr>
        <w:t xml:space="preserve"> کردار تک پہنچائے گا کہ جس طرح لوط اور ثمود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قوم کو پہونچا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اللہ نے فرعون اور قارون کے قصے کو واضح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تاکہ بشر جس طرح فرعون نے قدرت کو قارون علم </w:t>
      </w:r>
      <w:r w:rsidRPr="00A90793">
        <w:rPr>
          <w:rFonts w:eastAsia="Calibri" w:hint="eastAsia"/>
          <w:rtl/>
        </w:rPr>
        <w:t>کو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کمال سمجھتے تھے۔ اسطرح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انسان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کمالات کو اپنا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کمال نہ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لہذا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عاقل اس طرح کا تصور کرے کہ تمام کمالات چاہے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ہوں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زحمت اور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ہے اور اللہ تبارک وتعال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ربط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تو اسکا حشر ب</w:t>
      </w:r>
      <w:r w:rsidRPr="00A90793">
        <w:rPr>
          <w:rFonts w:eastAsia="Calibri" w:hint="eastAsia"/>
          <w:rtl/>
        </w:rPr>
        <w:t>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ہوگا جو فرعون اور قارون کوہواتھا۔</w:t>
      </w:r>
    </w:p>
    <w:p w:rsidR="00053C19" w:rsidRDefault="00053C19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زاللہ</w:t>
      </w:r>
      <w:r w:rsidRPr="00A90793">
        <w:rPr>
          <w:rFonts w:eastAsia="Calibri"/>
          <w:rtl/>
        </w:rPr>
        <w:t xml:space="preserve"> نے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ہر حرکات و سکنات کو مفصل طور پرکلام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ذکر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</w:t>
      </w:r>
      <w:r w:rsidRPr="00A90793">
        <w:rPr>
          <w:rFonts w:eastAsia="Calibri"/>
          <w:rtl/>
        </w:rPr>
        <w:t xml:space="preserve"> تاکہ لوگ تکبر و غرور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شکار نہ ہوں،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مرض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مبتلا ہوا تو اسکا علاج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ہوگا جو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طان</w:t>
      </w:r>
      <w:r w:rsidRPr="00A90793">
        <w:rPr>
          <w:rFonts w:eastAsia="Calibri"/>
          <w:rtl/>
        </w:rPr>
        <w:t xml:space="preserve"> کا علاج تھا۔</w:t>
      </w:r>
    </w:p>
    <w:p w:rsidR="00053C19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اللہ نے اس باطل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(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کمالات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زحمات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اللہ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ربط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)کو رد کرتے ہوئے بشر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توجہ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گذشتہ امتوں اورفرعون و قارون اور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طان</w:t>
      </w:r>
      <w:r w:rsidRPr="00A90793">
        <w:rPr>
          <w:rFonts w:eastAsia="Calibri"/>
          <w:rtl/>
        </w:rPr>
        <w:t xml:space="preserve"> کے قصے کو واضح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 کہ بشر تمام کمالات کا سرچشم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سمجھے ،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کو درک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اللہ نے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تک کے انسانوں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اور فطرت کے ہماہنگ گفتگو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لوگوں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،عشق و محبت سے متاثر اور منفعل ہو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جس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کر نے کے لئے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وسف</w:t>
      </w:r>
      <w:r w:rsidRPr="00A90793">
        <w:rPr>
          <w:rFonts w:eastAsia="Calibri"/>
          <w:rtl/>
        </w:rPr>
        <w:t xml:space="preserve"> اور ذل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خا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صاف ا</w:t>
      </w:r>
      <w:r w:rsidRPr="00A90793">
        <w:rPr>
          <w:rFonts w:eastAsia="Calibri" w:hint="eastAsia"/>
          <w:rtl/>
        </w:rPr>
        <w:t>لفاظ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</w:t>
      </w:r>
      <w:r w:rsidRPr="00A90793">
        <w:rPr>
          <w:rFonts w:eastAsia="Calibri"/>
          <w:rtl/>
        </w:rPr>
        <w:t xml:space="preserve"> جبکہ کچھ لوگوں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عبادات اور زہد و تقو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دعاؤں سے متاثر ہو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انب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اؑ</w:t>
      </w:r>
      <w:r w:rsidRPr="00A90793">
        <w:rPr>
          <w:rFonts w:eastAsia="Calibri"/>
          <w:rtl/>
        </w:rPr>
        <w:t xml:space="preserve"> اور اوص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اء</w:t>
      </w:r>
      <w:r w:rsidRPr="00A90793">
        <w:rPr>
          <w:rFonts w:eastAsia="Calibri"/>
          <w:rtl/>
        </w:rPr>
        <w:t xml:space="preserve"> ؑک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اں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کو زہد و تقو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راز و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از</w:t>
      </w:r>
      <w:r w:rsidRPr="00A90793">
        <w:rPr>
          <w:rFonts w:eastAsia="Calibri"/>
          <w:rtl/>
        </w:rPr>
        <w:t xml:space="preserve"> کامجموعہ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خبر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اور کچھ لوگوں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جنگجو اور شجاعانہ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کو بجھانے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اللہ نے گذشتہ انب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اء</w:t>
      </w:r>
      <w:r w:rsidRPr="00A90793">
        <w:rPr>
          <w:rFonts w:eastAsia="Calibri"/>
          <w:rtl/>
        </w:rPr>
        <w:t xml:space="preserve"> اور ہمارے 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ؐک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کو جنگ احزاب، جنگ بدر، جنگ احد، جنگ تبوک او 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جنگوں کے نام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تاکہ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مسلمان جنگجو کفار و مشرک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بالاخص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غلط پال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کو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دان</w:t>
      </w:r>
      <w:r w:rsidRPr="00A90793">
        <w:rPr>
          <w:rFonts w:eastAsia="Calibri"/>
          <w:rtl/>
        </w:rPr>
        <w:t xml:space="preserve"> جنگ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ںاپنا</w:t>
      </w:r>
      <w:r w:rsidRPr="00A90793">
        <w:rPr>
          <w:rFonts w:eastAsia="Calibri"/>
          <w:rtl/>
        </w:rPr>
        <w:t xml:space="preserve"> اصول و </w:t>
      </w:r>
      <w:r w:rsidRPr="00A90793">
        <w:rPr>
          <w:rFonts w:eastAsia="Calibri" w:hint="eastAsia"/>
          <w:rtl/>
        </w:rPr>
        <w:t>ضوابط</w:t>
      </w:r>
      <w:r w:rsidRPr="00A90793">
        <w:rPr>
          <w:rFonts w:eastAsia="Calibri"/>
          <w:rtl/>
        </w:rPr>
        <w:t xml:space="preserve"> قرار نہ دے ،حالانکہ خوبصورت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لذت روح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،طب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متاثر ہونے والے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توجہ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کرنےک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حور الع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خصوص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</w:t>
      </w:r>
      <w:r w:rsidRPr="00FA55DD">
        <w:rPr>
          <w:rStyle w:val="libAieChar"/>
          <w:rFonts w:eastAsia="Calibri"/>
          <w:rtl/>
        </w:rPr>
        <w:t xml:space="preserve">''لم 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طمث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ن</w:t>
      </w:r>
      <w:r w:rsidRPr="00FA55DD">
        <w:rPr>
          <w:rStyle w:val="libAieChar"/>
          <w:rFonts w:eastAsia="Calibri"/>
          <w:rtl/>
        </w:rPr>
        <w:t xml:space="preserve"> انس قبل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م ولا جان کان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ن ال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اقوت</w:t>
      </w:r>
      <w:r w:rsidRPr="00FA55DD">
        <w:rPr>
          <w:rStyle w:val="libAieChar"/>
          <w:rFonts w:eastAsia="Calibri"/>
          <w:rtl/>
        </w:rPr>
        <w:t xml:space="preserve"> والمرجان </w:t>
      </w:r>
      <w:r w:rsidRPr="00A90793">
        <w:rPr>
          <w:rFonts w:eastAsia="Calibri"/>
          <w:rtl/>
        </w:rPr>
        <w:t>''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FA55DD">
        <w:rPr>
          <w:rStyle w:val="libAieChar"/>
          <w:rFonts w:eastAsia="Calibri"/>
          <w:rtl/>
        </w:rPr>
        <w:t>کواکب اترابا وجعلنا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ن ابکارا''</w:t>
      </w:r>
      <w:r w:rsidRPr="00A90793">
        <w:rPr>
          <w:rFonts w:eastAsia="Calibri"/>
          <w:rtl/>
        </w:rPr>
        <w:t>کے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روشن فرم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۔ن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کچھ انسانوں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ہنر اور فنون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خواہش کو پورا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طرح طرح کے فنون و ہنروں کا تذکرہ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۔اورہنروںاورفنون کوعلم کادرجہ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۔</w:t>
      </w:r>
    </w:p>
    <w:p w:rsidR="00053C19" w:rsidRDefault="00053C19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lastRenderedPageBreak/>
        <w:t>اس</w:t>
      </w:r>
      <w:r w:rsidRPr="00A90793">
        <w:rPr>
          <w:rFonts w:eastAsia="Calibri"/>
          <w:rtl/>
        </w:rPr>
        <w:t xml:space="preserve"> طرح کچھ انسانوں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جو اخلاق حسنہ کو پسند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چاہت او رخواہشات کو پورا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اخلاق کے تمام اصول و ضوابط منف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مثبت نکات اور مطالب کو واضح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اورنمونہ کے طور پر حضرت ابراہ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کو </w:t>
      </w:r>
      <w:r w:rsidRPr="00FA55DD">
        <w:rPr>
          <w:rStyle w:val="libAieChar"/>
          <w:rFonts w:eastAsia="Calibri"/>
          <w:rtl/>
        </w:rPr>
        <w:t>''لقد کان ف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/>
          <w:rtl/>
        </w:rPr>
        <w:t xml:space="preserve"> رسول </w:t>
      </w:r>
      <w:r w:rsidRPr="00FA55DD">
        <w:rPr>
          <w:rStyle w:val="libAieChar"/>
          <w:rFonts w:eastAsia="Calibri" w:hint="eastAsia"/>
          <w:rtl/>
        </w:rPr>
        <w:t>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FA55DD">
        <w:rPr>
          <w:rStyle w:val="libAieChar"/>
          <w:rFonts w:eastAsia="Calibri"/>
          <w:rtl/>
        </w:rPr>
        <w:t xml:space="preserve"> اسو</w:t>
      </w:r>
      <w:r w:rsidR="00483224" w:rsidRPr="00483224">
        <w:rPr>
          <w:rStyle w:val="libAieChar"/>
          <w:rFonts w:eastAsia="Calibri" w:hint="cs"/>
          <w:rtl/>
        </w:rPr>
        <w:t>ة</w:t>
      </w:r>
      <w:r w:rsidRPr="00FA55DD">
        <w:rPr>
          <w:rStyle w:val="libAieChar"/>
          <w:rFonts w:eastAsia="Calibri"/>
          <w:rtl/>
        </w:rPr>
        <w:t xml:space="preserve"> حسن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 xml:space="preserve"> ''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ہمارے 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اںس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کو'' </w:t>
      </w:r>
      <w:r w:rsidRPr="00FA55DD">
        <w:rPr>
          <w:rStyle w:val="libAieChar"/>
          <w:rFonts w:eastAsia="Calibri"/>
          <w:rtl/>
        </w:rPr>
        <w:t>لقد کان لکم ف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/>
          <w:rtl/>
        </w:rPr>
        <w:t xml:space="preserve"> رسول 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 xml:space="preserve"> اسو</w:t>
      </w:r>
      <w:r w:rsidR="00483224" w:rsidRPr="00483224">
        <w:rPr>
          <w:rStyle w:val="libAieChar"/>
          <w:rFonts w:eastAsia="Calibri" w:hint="cs"/>
          <w:rtl/>
        </w:rPr>
        <w:t>ة</w:t>
      </w:r>
      <w:r w:rsidRPr="00FA55DD">
        <w:rPr>
          <w:rStyle w:val="libAieChar"/>
          <w:rFonts w:eastAsia="Calibri"/>
          <w:rtl/>
        </w:rPr>
        <w:t xml:space="preserve"> حسن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 xml:space="preserve"> </w:t>
      </w:r>
      <w:r w:rsidRPr="00A90793">
        <w:rPr>
          <w:rFonts w:eastAsia="Calibri"/>
          <w:rtl/>
        </w:rPr>
        <w:t>''کے عنوان کے ساتھ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تاکہ اخلاق حسنہ سے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ہونے والے افراد اخلاق حسنہ کے اصول و ضوابط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کو نمونہ عمل قرار دے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اللہ نے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جنت ک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اوصاف اور خصوص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</w:t>
      </w:r>
      <w:r w:rsidRPr="00FA55DD">
        <w:rPr>
          <w:rStyle w:val="libAieChar"/>
          <w:rFonts w:eastAsia="Calibri"/>
          <w:rtl/>
        </w:rPr>
        <w:t>''خالد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ن</w:t>
      </w:r>
      <w:r w:rsidRPr="00FA55DD">
        <w:rPr>
          <w:rStyle w:val="libAieChar"/>
          <w:rFonts w:eastAsia="Calibri"/>
          <w:rtl/>
        </w:rPr>
        <w:t xml:space="preserve"> ف</w:t>
      </w:r>
      <w:r w:rsidRPr="00FA55DD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ا</w:t>
      </w:r>
      <w:r w:rsidRPr="00FA55DD">
        <w:rPr>
          <w:rStyle w:val="libAieChar"/>
          <w:rFonts w:eastAsia="Calibri"/>
          <w:rtl/>
        </w:rPr>
        <w:t xml:space="preserve"> تجر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/>
          <w:rtl/>
        </w:rPr>
        <w:t xml:space="preserve"> من تحت الان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ار ،لا تسمع ف</w:t>
      </w:r>
      <w:r w:rsidRPr="00FA55DD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 w:hint="cs"/>
          <w:rtl/>
        </w:rPr>
        <w:t>ا</w:t>
      </w:r>
      <w:r w:rsidRPr="00FA55DD">
        <w:rPr>
          <w:rStyle w:val="libAieChar"/>
          <w:rFonts w:eastAsia="Calibri"/>
          <w:rtl/>
        </w:rPr>
        <w:t xml:space="preserve"> لاغ</w:t>
      </w:r>
      <w:r w:rsidRPr="00FA55DD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ة</w:t>
      </w:r>
      <w:r w:rsidRPr="00FA55DD">
        <w:rPr>
          <w:rStyle w:val="libAieChar"/>
          <w:rFonts w:eastAsia="Calibri"/>
          <w:rtl/>
        </w:rPr>
        <w:t xml:space="preserve">'' </w:t>
      </w:r>
      <w:r w:rsidRPr="00A90793">
        <w:rPr>
          <w:rFonts w:eastAsia="Calibri"/>
          <w:rtl/>
        </w:rPr>
        <w:t>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واضح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تاکہ جنت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لذت اور آرامش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لالچ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اور ضم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ہو۔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اللہ نے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اور ضرب المثل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کرکے شعر و شاعر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والے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مرکوز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جبکہ قرآن کے تمام الفاظ کو فصاحت اور بلاغت سے اسطرح مالا مال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نزول قرآن کے وقت جتنے فصحا اور بلغا تھے بالاتفاق کہنے لگے قرآن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بشر کا </w:t>
      </w:r>
      <w:r w:rsidRPr="00A90793">
        <w:rPr>
          <w:rFonts w:eastAsia="Calibri" w:hint="eastAsia"/>
          <w:rtl/>
        </w:rPr>
        <w:t>کلام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محمد بن عبداللہ سحر اور جادو کر رہا ہے لہذا فصاحت و بلاغت سے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اور ضم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ہونے والے افراد کے لئے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فصاحت و بلاغت کے نکات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 کہ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تک اس کلام سے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 کلام نہ ہوسکے۔</w:t>
      </w:r>
    </w:p>
    <w:p w:rsidR="00053C19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قرآن کے آغاز سے خاتمہ تک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پر غور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نکلتاہے کہ اللہ نے ہر انسان کو چاہے موجود بالفعل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با القو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اور زمان و مکان کے مطابق دستور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تاکہ انسان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کرے کہ تمام کمالات کا سر چشمہ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گما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غلط ہے کہ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کوششوں او رزحمات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قدرت اور علم اور کمالات ہے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شک</w:t>
      </w:r>
      <w:r w:rsidRPr="00A90793">
        <w:rPr>
          <w:rFonts w:eastAsia="Calibri"/>
          <w:rtl/>
        </w:rPr>
        <w:t xml:space="preserve"> زحمات اور کوشش کا لازمہ قدرت اور علم او رکمالات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کوشش اور زحمات کے باوجود تمام کمالات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بازگشت اور سرچشمہ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آتا ہے۔</w:t>
      </w:r>
    </w:p>
    <w:p w:rsidR="00053C19" w:rsidRDefault="00053C19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قرآن تمام علوم کا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بحر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کراں</w:t>
      </w:r>
      <w:r w:rsidRPr="00A90793">
        <w:rPr>
          <w:rFonts w:eastAsia="Calibri"/>
          <w:rtl/>
        </w:rPr>
        <w:t xml:space="preserve"> اور 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انوس</w:t>
      </w:r>
      <w:r w:rsidRPr="00A90793">
        <w:rPr>
          <w:rFonts w:eastAsia="Calibri"/>
          <w:rtl/>
        </w:rPr>
        <w:t xml:space="preserve"> ہے جس سے ہر غواص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اور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راب</w:t>
      </w:r>
      <w:r w:rsidRPr="00A90793">
        <w:rPr>
          <w:rFonts w:eastAsia="Calibri"/>
          <w:rtl/>
        </w:rPr>
        <w:t xml:space="preserve"> ہونا چاہے تو ہو سکتا ہے ، اگر چہ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کنالوج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،سائنس ،ف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علوم عروج پر فائز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نہ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علوم اور مضا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تذکرہ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ہوا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قرآن تمام کتب آسمان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ترجمان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''من البدو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الختم ''کے ان تمام علوم کامجموعہ ہے جن کو بشر کے لئے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تک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مگر ہم نے قرآن کو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درک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ورنہ خود قرآن نے صاف لفظوں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ا ہے </w:t>
      </w:r>
      <w:r w:rsidRPr="00FA55DD">
        <w:rPr>
          <w:rStyle w:val="libAieChar"/>
          <w:rFonts w:eastAsia="Calibri"/>
          <w:rtl/>
        </w:rPr>
        <w:t xml:space="preserve">'' لا رطب و لا 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ابس</w:t>
      </w:r>
      <w:r w:rsidRPr="00FA55DD">
        <w:rPr>
          <w:rStyle w:val="libAieChar"/>
          <w:rFonts w:eastAsia="Calibri"/>
          <w:rtl/>
        </w:rPr>
        <w:t xml:space="preserve"> الا ف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/>
          <w:rtl/>
        </w:rPr>
        <w:t xml:space="preserve"> کتاب مب</w:t>
      </w:r>
      <w:r w:rsidRPr="00FA55DD">
        <w:rPr>
          <w:rStyle w:val="libAieChar"/>
          <w:rFonts w:eastAsia="Calibri" w:hint="cs"/>
          <w:rtl/>
        </w:rPr>
        <w:t>ی</w:t>
      </w:r>
      <w:r w:rsidRPr="00FA55DD">
        <w:rPr>
          <w:rStyle w:val="libAieChar"/>
          <w:rFonts w:eastAsia="Calibri" w:hint="eastAsia"/>
          <w:rtl/>
        </w:rPr>
        <w:t>ن</w:t>
      </w:r>
      <w:r w:rsidRPr="00FA55DD">
        <w:rPr>
          <w:rStyle w:val="libAieChar"/>
          <w:rFonts w:eastAsia="Calibri"/>
          <w:rtl/>
        </w:rPr>
        <w:t xml:space="preserve">'' </w:t>
      </w:r>
      <w:r w:rsidRPr="00A90793">
        <w:rPr>
          <w:rFonts w:eastAsia="Calibri"/>
          <w:rtl/>
        </w:rPr>
        <w:t>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شک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طرح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تمام فارمولوں کا ذکر ہے اسطرح تمام علوم کا مفصل اور ہر فارمولے کو ذکر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جس علوم کا انسان محتاج ہے جو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سعادتمند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باعث ہے اس کا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طور پر تذکرہ ہو چکا ہے اور ان تمام علوم کو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حاصل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تفکر اور تدبر کے علاوہ برسوں سال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گہوارے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تلمذ کر 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ہاں آپ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کہہ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برسوںسال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گہوارے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افتہ</w:t>
      </w:r>
      <w:r w:rsidRPr="00A90793">
        <w:rPr>
          <w:rFonts w:eastAsia="Calibri"/>
          <w:rtl/>
        </w:rPr>
        <w:t xml:space="preserve"> علماء اورمحقق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کتنوں نے کہکشانوں اور ٹکنالوج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اور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جادات</w:t>
      </w:r>
      <w:r w:rsidRPr="00A90793">
        <w:rPr>
          <w:rFonts w:eastAsia="Calibri"/>
          <w:rtl/>
        </w:rPr>
        <w:t xml:space="preserve"> و انکشافات کے فارمولے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؟</w:t>
      </w:r>
    </w:p>
    <w:p w:rsidR="00053C19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اشکال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جب بشر پر مادہ پرست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حکومت حاکم ہو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تو ہر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کومادہ او رماد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مقا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سہ</w:t>
      </w:r>
      <w:r w:rsidRPr="00A90793">
        <w:rPr>
          <w:rFonts w:eastAsia="Calibri"/>
          <w:rtl/>
        </w:rPr>
        <w:t xml:space="preserve">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فارمولے کو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کرنا مشکل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طے الارض کرنا؟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ٹم</w:t>
      </w:r>
      <w:r w:rsidRPr="00A90793">
        <w:rPr>
          <w:rFonts w:eastAsia="Calibri"/>
          <w:rtl/>
        </w:rPr>
        <w:t xml:space="preserve"> بم بنانا مشکل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سے سوپر طاقتوں کو خاک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مل</w:t>
      </w:r>
      <w:r w:rsidRPr="00A90793">
        <w:rPr>
          <w:rFonts w:eastAsia="Calibri" w:hint="eastAsia"/>
          <w:rtl/>
        </w:rPr>
        <w:t>انا</w:t>
      </w:r>
      <w:r w:rsidRPr="00A90793">
        <w:rPr>
          <w:rFonts w:eastAsia="Calibri"/>
          <w:rtl/>
        </w:rPr>
        <w:t xml:space="preserve"> مشکل ہے ؟</w:t>
      </w:r>
    </w:p>
    <w:p w:rsidR="00053C19" w:rsidRDefault="00053C19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علم</w:t>
      </w:r>
      <w:r w:rsidRPr="00A90793">
        <w:rPr>
          <w:rFonts w:eastAsia="Calibri"/>
          <w:rtl/>
        </w:rPr>
        <w:t xml:space="preserve"> رمل ، علم جفر،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ازلوج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سائنس کے تمام فارمولے اورر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تمام مسائل اور تمام قضا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سے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حاصل کرنے واے علماء اورمجتہد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 دور کے ماہرپروف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</w:t>
      </w:r>
      <w:r w:rsidRPr="00A90793">
        <w:rPr>
          <w:rFonts w:eastAsia="Calibri"/>
          <w:rtl/>
        </w:rPr>
        <w:t xml:space="preserve"> اورڈاکٹر سے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گنا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آگاہ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اسلام انسانوں کو مارنے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 پر ظلم و ستم کرن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ملحد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ان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زوںک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اجازت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تا</w:t>
      </w:r>
      <w:r w:rsidRPr="00A90793">
        <w:rPr>
          <w:rFonts w:eastAsia="Calibri"/>
          <w:rtl/>
        </w:rPr>
        <w:t xml:space="preserve"> ، لہذا آ ج ملحد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افراد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مضمون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لڈ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فرمولوں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ںتو</w:t>
      </w:r>
      <w:r w:rsidRPr="00A90793">
        <w:rPr>
          <w:rFonts w:eastAsia="Calibri"/>
          <w:rtl/>
        </w:rPr>
        <w:t xml:space="preserve"> اس کو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نہ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اگر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لوگ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علم کے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اصول و ضوابط سے آگاہ 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ہمارے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ہزاروں علوم کے اصول و ضوابط سے آگاہ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نظام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بنانے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اجازت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تا،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ملحد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عہد اور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کے پابند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رہتے بلکہ ان کا مقصد اور ہدف فقط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کردہ فارمولوں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ان</w:t>
      </w:r>
      <w:r w:rsidRPr="00A90793">
        <w:rPr>
          <w:rFonts w:eastAsia="Calibri" w:hint="eastAsia"/>
          <w:rtl/>
        </w:rPr>
        <w:t>کشاف</w:t>
      </w:r>
      <w:r w:rsidRPr="00A90793">
        <w:rPr>
          <w:rFonts w:eastAsia="Calibri"/>
          <w:rtl/>
        </w:rPr>
        <w:t xml:space="preserve"> کرنا اور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</w:t>
      </w:r>
      <w:r w:rsidRPr="00A90793">
        <w:rPr>
          <w:rFonts w:eastAsia="Calibri"/>
          <w:rtl/>
        </w:rPr>
        <w:t xml:space="preserve"> کرنا ہے ، جبکہ علماء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ہدف اور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ان اصول و ضوابط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انسان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سعادتمند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مرا حل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ں،تاکہ</w:t>
      </w:r>
      <w:r w:rsidRPr="00A90793">
        <w:rPr>
          <w:rFonts w:eastAsia="Calibri"/>
          <w:rtl/>
        </w:rPr>
        <w:t xml:space="preserve"> حضرت حق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شناخت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053C19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علم طب ،ف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ازلوج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،فلاسفہ ،فز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کے کتنے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آئے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ںاور</w:t>
      </w:r>
      <w:r w:rsidRPr="00A90793">
        <w:rPr>
          <w:rFonts w:eastAsia="Calibri"/>
          <w:rtl/>
        </w:rPr>
        <w:t xml:space="preserve"> گذرے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مثبت نتائج کے ساتھ منف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نتائج سے خال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ںرہے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قرآن واحدکتاب ہے جو انسان کے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اصول و ضوابط پر مشتمل ہے. باق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علوم کا سرچشمہ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ہے اور ال</w:t>
      </w:r>
      <w:r w:rsidRPr="00A90793">
        <w:rPr>
          <w:rFonts w:eastAsia="Calibri" w:hint="eastAsia"/>
          <w:rtl/>
        </w:rPr>
        <w:t>لہ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تمام مسائل کو عام عاد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کرے، بلکہ اشارے اور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تذکرہ کرکے عقل وتفکر و تدبر کو برو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کار لانا اس کا مقصدتھا۔</w:t>
      </w:r>
    </w:p>
    <w:p w:rsidR="00053C19" w:rsidRDefault="00053C19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8115A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اور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>(ع) نے قرآن کے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مفسر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تمام کنا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انکشافات و اختراعات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. اور مکتب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روکار</w:t>
      </w:r>
      <w:r w:rsidRPr="00A90793">
        <w:rPr>
          <w:rFonts w:eastAsia="Calibri"/>
          <w:rtl/>
        </w:rPr>
        <w:t xml:space="preserve"> حضرات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علوم کا سرچشمہ قرآن اور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کوقرار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رہے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مسلمان حضرات کا قرآن کے مع</w:t>
      </w:r>
      <w:r w:rsidRPr="00A90793">
        <w:rPr>
          <w:rFonts w:eastAsia="Calibri" w:hint="eastAsia"/>
          <w:rtl/>
        </w:rPr>
        <w:t>تقد</w:t>
      </w:r>
      <w:r w:rsidRPr="00A90793">
        <w:rPr>
          <w:rFonts w:eastAsia="Calibri"/>
          <w:rtl/>
        </w:rPr>
        <w:t xml:space="preserve"> ہونے کے باوجود قرآن کے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وضات</w:t>
      </w:r>
      <w:r w:rsidRPr="00A90793">
        <w:rPr>
          <w:rFonts w:eastAsia="Calibri"/>
          <w:rtl/>
        </w:rPr>
        <w:t xml:space="preserve"> سے محروم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ہم مسلمان اورہمارا معاشرہ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باوجود ہمارے مراکز وترب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گاہوں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اوردرس قرآن سے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محروم رکھاگ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آج قرآن کے کرامات اور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وضات</w:t>
      </w:r>
      <w:r w:rsidRPr="00A90793">
        <w:rPr>
          <w:rFonts w:eastAsia="Calibri"/>
          <w:rtl/>
        </w:rPr>
        <w:t xml:space="preserve"> سے محروم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ہماراعق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ہ ہے کہ تمام کمالات کاسرچشمہ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قرآن اس کا کلام ہے جو ہرنقص اورع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سے پاک ہونے کے علاوہ صرف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سعادت اورکام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تک کے لئے بشر کے تمام مسائل اورقضا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ااورتمام</w:t>
      </w:r>
      <w:r w:rsidRPr="00A90793">
        <w:rPr>
          <w:rFonts w:eastAsia="Calibri"/>
          <w:rtl/>
        </w:rPr>
        <w:t xml:space="preserve"> علوم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جس کو ثابت کر نے کے ل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نما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اں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(ع)واحد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اںہ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جنہوںنے قرآن کوصح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معنوںم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ںسمجھا</w:t>
      </w:r>
      <w:r w:rsidRPr="00A90793">
        <w:rPr>
          <w:rFonts w:eastAsia="Calibri"/>
          <w:rtl/>
        </w:rPr>
        <w:t xml:space="preserve"> اورتعل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اکے</w:t>
      </w:r>
      <w:r w:rsidRPr="00A90793">
        <w:rPr>
          <w:rFonts w:eastAsia="Calibri"/>
          <w:rtl/>
        </w:rPr>
        <w:t xml:space="preserve"> مفکر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قات</w:t>
      </w:r>
      <w:r w:rsidRPr="00A90793">
        <w:rPr>
          <w:rFonts w:eastAsia="Calibri"/>
          <w:rtl/>
        </w:rPr>
        <w:t xml:space="preserve"> پرفوق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حاصل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،لہذاان کے جان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دشمن اوراس زمانے کے متعصب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اہل 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کے کمالات اورعلم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اعتراف کرچکے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جبکہ اسو قت نہ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شرفتہ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گاہ تھا اورنہ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ماہر استاد ،اگرچہ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علم امام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ںبہت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مفصل اورعم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ہے جسکا خاکہ ذہن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ںڈالنے</w:t>
      </w:r>
      <w:r w:rsidRPr="00A90793">
        <w:rPr>
          <w:rFonts w:eastAsia="Calibri"/>
          <w:rtl/>
        </w:rPr>
        <w:t xml:space="preserve"> کے لئے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ںعلم</w:t>
      </w:r>
      <w:r w:rsidRPr="00A90793">
        <w:rPr>
          <w:rFonts w:eastAsia="Calibri"/>
          <w:rtl/>
        </w:rPr>
        <w:t xml:space="preserve"> کے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ہونے والے حضرات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توجہ کو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اورتعل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کرنا چاہتاہوں</w:t>
      </w:r>
    </w:p>
    <w:p w:rsidR="008115A6" w:rsidRDefault="008115A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8115A6" w:rsidRDefault="008115A6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تاکہ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اورفز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مضام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فرمولے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 کے خود کو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خدا اورتعل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 سے بالاتر نہ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ںبلکہ</w:t>
      </w:r>
      <w:r w:rsidRPr="00A90793">
        <w:rPr>
          <w:rFonts w:eastAsia="Calibri"/>
          <w:rtl/>
        </w:rPr>
        <w:t xml:space="preserve"> تمام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سے بالاتر ت</w:t>
      </w:r>
      <w:r w:rsidRPr="00A90793">
        <w:rPr>
          <w:rFonts w:eastAsia="Calibri" w:hint="eastAsia"/>
          <w:rtl/>
        </w:rPr>
        <w:t>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قرآن، تمام موجودات سے بالاتر اللہ تبارک وتعال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اوربہتر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مشعل راہ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(ع)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آپ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فہم قرآن اورتعل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 سے بہرہ مند حضرات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واستعداد کواس دور کے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فرمولے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کرنے والے پڑھے لکھے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سے مقا</w:t>
      </w:r>
      <w:r w:rsidRPr="00A90793">
        <w:rPr>
          <w:rFonts w:eastAsia="Calibri" w:hint="eastAsia"/>
          <w:rtl/>
        </w:rPr>
        <w:t>ئسہ</w:t>
      </w:r>
      <w:r w:rsidRPr="00A90793">
        <w:rPr>
          <w:rFonts w:eastAsia="Calibri"/>
          <w:rtl/>
        </w:rPr>
        <w:t xml:space="preserve"> کر کے اندازہ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ہرعاقل جانتا ہے کہ سب سے بڑ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علم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لہذاامام</w:t>
      </w:r>
      <w:r w:rsidRPr="00A90793">
        <w:rPr>
          <w:rFonts w:eastAsia="Calibri"/>
          <w:rtl/>
        </w:rPr>
        <w:t xml:space="preserve"> سجاد(ع)اور اس دور کے پڑھے لکھے افراد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امام جعفرصادق (ع) اوراس دور کے پڑھے لکھے افراد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گرام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(ص)اور اس دورکے پڑھے لکھے افراد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کو موازنہ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ںاور</w:t>
      </w:r>
      <w:r w:rsidRPr="00A90793">
        <w:rPr>
          <w:rFonts w:eastAsia="Calibri"/>
          <w:rtl/>
        </w:rPr>
        <w:t xml:space="preserve"> مسلمان حضرات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ںفقط</w:t>
      </w:r>
      <w:r w:rsidRPr="00A90793">
        <w:rPr>
          <w:rFonts w:eastAsia="Calibri"/>
          <w:rtl/>
        </w:rPr>
        <w:t xml:space="preserve"> قرآن کو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ںتو</w:t>
      </w:r>
      <w:r w:rsidRPr="00A90793">
        <w:rPr>
          <w:rFonts w:eastAsia="Calibri"/>
          <w:rtl/>
        </w:rPr>
        <w:t xml:space="preserve"> پو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اورسوپر طاقت کے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داروںکو</w:t>
      </w:r>
      <w:r w:rsidRPr="00A90793">
        <w:rPr>
          <w:rFonts w:eastAsia="Calibri"/>
          <w:rtl/>
        </w:rPr>
        <w:t xml:space="preserve"> باآسان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جواب دے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 نے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سے نہ فقط استفادہ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بلکہ اس کو مہجور ومہموز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ورنہ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ہم مسلمان کہ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ہونے کے باوجود مسائل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،ثقافت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،اقتصاد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،فکر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،اور ان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تمام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دانوں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 ن سے مدد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کے بجائے </w:t>
      </w:r>
      <w:r w:rsidRPr="00A90793">
        <w:rPr>
          <w:rFonts w:eastAsia="Calibri" w:hint="eastAsia"/>
          <w:rtl/>
        </w:rPr>
        <w:t>عصر</w:t>
      </w:r>
      <w:r w:rsidRPr="00A90793">
        <w:rPr>
          <w:rFonts w:eastAsia="Calibri"/>
          <w:rtl/>
        </w:rPr>
        <w:t xml:space="preserve"> حاضر کے ملحد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کرتے ہوئے قرآن کو مسائل فقہ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،اور</w:t>
      </w:r>
      <w:r w:rsidRPr="00A90793">
        <w:rPr>
          <w:rFonts w:eastAsia="Calibri"/>
          <w:rtl/>
        </w:rPr>
        <w:t xml:space="preserve"> اموات کے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صال</w:t>
      </w:r>
      <w:r w:rsidRPr="00A90793">
        <w:rPr>
          <w:rFonts w:eastAsia="Calibri"/>
          <w:rtl/>
        </w:rPr>
        <w:t xml:space="preserve"> ثواب کے لئے فاتحہ خوان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سر 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تک محدود رکھا ہوا ہے فاتحہ خوان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،تلاوت کلام پاک ،ج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امور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ثواب حاصل ہونے پرکس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انکار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کاہدف اصل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بشرکو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اوآخرت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ںسعادت</w:t>
      </w:r>
      <w:r w:rsidRPr="00A90793">
        <w:rPr>
          <w:rFonts w:eastAsia="Calibri"/>
          <w:rtl/>
        </w:rPr>
        <w:t xml:space="preserve"> وخوشبخت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ہمکنار کرنا ہے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سعادت وخوشبخت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فھم اوردرک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اور اس پر عمل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</w:t>
      </w:r>
      <w:r w:rsidRPr="00A90793">
        <w:rPr>
          <w:rFonts w:eastAsia="Calibri"/>
          <w:rtl/>
        </w:rPr>
        <w:t xml:space="preserve"> ہونے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ںمضمر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8115A6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والسلام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المذنب</w:t>
      </w:r>
      <w:r w:rsidRPr="00A90793">
        <w:rPr>
          <w:rFonts w:eastAsia="Calibri"/>
          <w:rtl/>
        </w:rPr>
        <w:t xml:space="preserve"> محمد باقرمقدس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ران</w:t>
      </w:r>
      <w:r w:rsidRPr="00A90793">
        <w:rPr>
          <w:rFonts w:eastAsia="Calibri"/>
          <w:rtl/>
        </w:rPr>
        <w:t xml:space="preserve"> قم 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" w:name="_Toc429651898"/>
      <w:r w:rsidRPr="00A90793">
        <w:rPr>
          <w:rFonts w:eastAsia="Calibri" w:hint="eastAsia"/>
          <w:rtl/>
        </w:rPr>
        <w:lastRenderedPageBreak/>
        <w:t>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کا تصور:</w:t>
      </w:r>
      <w:bookmarkEnd w:id="2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پاک کے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ناموں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کتاب اور سنت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روکاروں</w:t>
      </w:r>
      <w:r w:rsidRPr="00A90793">
        <w:rPr>
          <w:rFonts w:eastAsia="Calibri"/>
          <w:rtl/>
        </w:rPr>
        <w:t xml:space="preserve"> اور بہت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مفصل کتاب ،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مقالات او رجر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دے</w:t>
      </w:r>
      <w:r w:rsidRPr="00A90793">
        <w:rPr>
          <w:rFonts w:eastAsia="Calibri"/>
          <w:rtl/>
        </w:rPr>
        <w:t xml:space="preserve"> نشر و اشاعت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لہذا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تصور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اس موضوع پر اتن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مقالات ہونے کے باوجود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 موضوع پر قلم اٹھانا چند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حامل نہ ہو 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مرحوم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عارف زمان علم و عمل ، زہد و تقو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فرمان ہے کہ فہم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ہر سال 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لہذا جتنے مقالات اور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ہم اس 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دور کے تقاضے کے مطابق علوم قرآن کے موضوع پر جو فہم قرآن کے لئے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رکھتا ہے مقالات ، 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دے</w:t>
      </w:r>
      <w:r w:rsidRPr="00A90793">
        <w:rPr>
          <w:rFonts w:eastAsia="Calibri"/>
          <w:rtl/>
        </w:rPr>
        <w:t xml:space="preserve"> اور کتابوں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تاکہ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طالبعلم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شرع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سمجھے لہذا دانشمند حضرات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نامور علوم قرآن کے ماہر م</w:t>
      </w:r>
      <w:r w:rsidRPr="00A90793">
        <w:rPr>
          <w:rFonts w:eastAsia="Calibri" w:hint="eastAsia"/>
          <w:rtl/>
        </w:rPr>
        <w:t>رحوم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احمد جوحرّال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لقب اور ابوالحسن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معروف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عنوان پر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کتاب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انہوں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کہ اللہ نے کلام پاک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کو</w:t>
      </w:r>
      <w:r w:rsidR="00FB0743" w:rsidRPr="00FB0743">
        <w:rPr>
          <w:rFonts w:eastAsia="Calibri" w:hint="cs"/>
          <w:rtl/>
        </w:rPr>
        <w:t>90</w:t>
      </w:r>
      <w:r w:rsidRPr="007A0B2A">
        <w:rPr>
          <w:rFonts w:eastAsia="Calibri" w:hint="cs"/>
          <w:rtl/>
        </w:rPr>
        <w:t xml:space="preserve"> ناموںاور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درک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علماء اور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)البرھان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شافع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مذہب کے معروف فق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جو ابولمعال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معروف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انک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معروف کتاب کا نام البرہان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مشکلات القرآن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انہوں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:کلام پاک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کو </w:t>
      </w:r>
      <w:r w:rsidR="00FB0743" w:rsidRPr="00FB0743">
        <w:rPr>
          <w:rFonts w:eastAsia="Calibri" w:hint="cs"/>
          <w:rtl/>
        </w:rPr>
        <w:t>55</w:t>
      </w:r>
      <w:r w:rsidRPr="007A0B2A">
        <w:rPr>
          <w:rFonts w:eastAsia="Calibri" w:hint="cs"/>
          <w:rtl/>
        </w:rPr>
        <w:t xml:space="preserve">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اورناموں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حس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بن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برجستہ اور نامور و مشہور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ابو الفتوح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آپ مرحوم طبرس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صاحب مجمع الب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اور آقا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زمخشر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ہم عصر تھے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کو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43</w:t>
      </w:r>
      <w:r w:rsidRPr="007A0B2A">
        <w:rPr>
          <w:rFonts w:eastAsia="Calibri" w:hint="cs"/>
          <w:rtl/>
        </w:rPr>
        <w:t xml:space="preserve"> ناموں اور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طبرس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ابو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الاسلام کے لقب سے معروف اور مشہور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چارنام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 xml:space="preserve">۔ قرآن 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 xml:space="preserve">۔ کتاب </w:t>
      </w:r>
      <w:r w:rsidR="00FB0743" w:rsidRPr="00FB0743">
        <w:rPr>
          <w:rFonts w:eastAsia="Calibri" w:hint="cs"/>
          <w:rtl/>
        </w:rPr>
        <w:t>3</w:t>
      </w:r>
      <w:r w:rsidRPr="007A0B2A">
        <w:rPr>
          <w:rFonts w:eastAsia="Calibri" w:hint="cs"/>
          <w:rtl/>
        </w:rPr>
        <w:t xml:space="preserve">۔ فرقان </w:t>
      </w:r>
      <w:r w:rsidR="00FB0743" w:rsidRPr="00FB0743">
        <w:rPr>
          <w:rFonts w:eastAsia="Calibri" w:hint="cs"/>
          <w:rtl/>
        </w:rPr>
        <w:t>4</w:t>
      </w:r>
      <w:r w:rsidRPr="007A0B2A">
        <w:rPr>
          <w:rFonts w:eastAsia="Calibri" w:hint="cs"/>
          <w:rtl/>
        </w:rPr>
        <w:t>۔ذکر</w:t>
      </w:r>
      <w:r w:rsidRPr="00955A96">
        <w:rPr>
          <w:rStyle w:val="libFootnotenumChar"/>
          <w:rFonts w:hint="cs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بہت سارے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 رعلوم قرآن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چار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ناموں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وضاحت فرمائ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لہذا ہمارے دور کے بہت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کو فقط پانچ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.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 xml:space="preserve">۔ قرآن 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 xml:space="preserve">۔کتاب </w:t>
      </w:r>
      <w:r w:rsidR="00FB0743" w:rsidRPr="00FB0743">
        <w:rPr>
          <w:rFonts w:eastAsia="Calibri" w:hint="cs"/>
          <w:rtl/>
        </w:rPr>
        <w:t>3</w:t>
      </w:r>
      <w:r w:rsidRPr="007A0B2A">
        <w:rPr>
          <w:rFonts w:eastAsia="Calibri" w:hint="cs"/>
          <w:rtl/>
        </w:rPr>
        <w:t xml:space="preserve">۔ذکر </w:t>
      </w:r>
      <w:r w:rsidR="00FB0743" w:rsidRPr="00FB0743">
        <w:rPr>
          <w:rFonts w:eastAsia="Calibri" w:hint="cs"/>
          <w:rtl/>
        </w:rPr>
        <w:t>4</w:t>
      </w:r>
      <w:r w:rsidRPr="007A0B2A">
        <w:rPr>
          <w:rFonts w:eastAsia="Calibri" w:hint="cs"/>
          <w:rtl/>
        </w:rPr>
        <w:t>۔تنز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ل،</w:t>
      </w:r>
      <w:r w:rsidR="00FB0743" w:rsidRPr="00FB0743">
        <w:rPr>
          <w:rFonts w:eastAsia="Calibri" w:hint="cs"/>
          <w:rtl/>
        </w:rPr>
        <w:t>5</w:t>
      </w:r>
      <w:r w:rsidRPr="007A0B2A">
        <w:rPr>
          <w:rFonts w:eastAsia="Calibri" w:hint="cs"/>
          <w:rtl/>
        </w:rPr>
        <w:t>۔فرقان،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تمام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او</w:t>
      </w:r>
      <w:r w:rsidRPr="00A90793">
        <w:rPr>
          <w:rFonts w:eastAsia="Calibri" w:hint="eastAsia"/>
          <w:rtl/>
        </w:rPr>
        <w:t>صاف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دقت کے دامن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تمام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)البرہان فی</w:t>
      </w:r>
      <w:r w:rsidRPr="00A90793">
        <w:rPr>
          <w:rtl/>
        </w:rPr>
        <w:t xml:space="preserve"> مشکلات القرآن،ج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401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)مجمع البی</w:t>
      </w:r>
      <w:r w:rsidRPr="00A90793">
        <w:rPr>
          <w:rFonts w:hint="eastAsia"/>
          <w:rtl/>
        </w:rPr>
        <w:t>ان،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14</w:t>
      </w:r>
      <w:r w:rsidRPr="00A90793">
        <w:rPr>
          <w:rFonts w:hint="cs"/>
          <w:rtl/>
        </w:rPr>
        <w:t>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کلام</w:t>
      </w:r>
      <w:r w:rsidRPr="00A90793">
        <w:rPr>
          <w:rFonts w:eastAsia="Calibri"/>
          <w:rtl/>
        </w:rPr>
        <w:t xml:space="preserve"> او رتحق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قات</w:t>
      </w:r>
      <w:r w:rsidRPr="00A90793">
        <w:rPr>
          <w:rFonts w:eastAsia="Calibri"/>
          <w:rtl/>
        </w:rPr>
        <w:t xml:space="preserve">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کرکے نقد و بررس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فقط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شتر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 رعلوم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طور پر نقل کرنے پر اکتفا کرو نگا جس پر ہمارے استاد محترم حضرت حج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الاسلام والمسلم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الحاج رجب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اپنے لکچر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</w:t>
      </w:r>
      <w:r w:rsidRPr="00A90793">
        <w:rPr>
          <w:rFonts w:eastAsia="Calibri" w:hint="eastAsia"/>
          <w:rtl/>
        </w:rPr>
        <w:t>آپ</w:t>
      </w:r>
      <w:r w:rsidRPr="00A90793">
        <w:rPr>
          <w:rFonts w:eastAsia="Calibri"/>
          <w:rtl/>
        </w:rPr>
        <w:t xml:space="preserve">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حوزہ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علوم قرآن کے ماہر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استاد ، موسسہ امام خم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یؓ</w:t>
      </w:r>
      <w:r w:rsidRPr="00A90793">
        <w:rPr>
          <w:rFonts w:eastAsia="Calibri"/>
          <w:rtl/>
        </w:rPr>
        <w:t xml:space="preserve"> کے شعبہ علوم قرآن کے ڈائر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کٹر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قرآں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معروف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 رعلوم قرآن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درج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FB0743" w:rsidP="00B379F5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۔ قرآن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۔کتاب </w:t>
      </w: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 xml:space="preserve">۔فرقان </w:t>
      </w: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 xml:space="preserve">۔ذکر </w:t>
      </w: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۔تنز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۔مب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 xml:space="preserve">۔نور </w:t>
      </w: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>۔ہد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 xml:space="preserve">۔ موعظہ </w:t>
      </w: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 xml:space="preserve">۔شفاء </w:t>
      </w:r>
      <w:r w:rsidRPr="00FB0743">
        <w:rPr>
          <w:rFonts w:eastAsia="Calibri" w:hint="cs"/>
          <w:rtl/>
        </w:rPr>
        <w:t>12</w:t>
      </w:r>
      <w:r w:rsidR="00A90793" w:rsidRPr="007A0B2A">
        <w:rPr>
          <w:rFonts w:eastAsia="Calibri" w:hint="cs"/>
          <w:rtl/>
        </w:rPr>
        <w:t xml:space="preserve">۔مبارک </w:t>
      </w:r>
      <w:r w:rsidRPr="00FB0743">
        <w:rPr>
          <w:rFonts w:eastAsia="Calibri" w:hint="cs"/>
          <w:rtl/>
        </w:rPr>
        <w:t>13</w:t>
      </w:r>
      <w:r w:rsidR="00A90793" w:rsidRPr="007A0B2A">
        <w:rPr>
          <w:rFonts w:eastAsia="Calibri" w:hint="cs"/>
          <w:rtl/>
        </w:rPr>
        <w:t>۔عل</w:t>
      </w:r>
      <w:r w:rsidR="00A90793" w:rsidRPr="00A90793">
        <w:rPr>
          <w:rFonts w:eastAsia="Calibri" w:hint="cs"/>
          <w:rtl/>
        </w:rPr>
        <w:t>یّ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14</w:t>
      </w:r>
      <w:r w:rsidR="00A90793" w:rsidRPr="007A0B2A">
        <w:rPr>
          <w:rFonts w:eastAsia="Calibri" w:hint="cs"/>
          <w:rtl/>
        </w:rPr>
        <w:t>۔حکم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15</w:t>
      </w:r>
      <w:r w:rsidR="00A90793" w:rsidRPr="007A0B2A">
        <w:rPr>
          <w:rFonts w:eastAsia="Calibri" w:hint="cs"/>
          <w:rtl/>
        </w:rPr>
        <w:t>۔حک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16</w:t>
      </w:r>
      <w:r w:rsidR="00A90793" w:rsidRPr="007A0B2A">
        <w:rPr>
          <w:rFonts w:eastAsia="Calibri" w:hint="cs"/>
          <w:rtl/>
        </w:rPr>
        <w:t xml:space="preserve">۔مصدّق </w:t>
      </w:r>
      <w:r w:rsidRPr="00FB0743">
        <w:rPr>
          <w:rFonts w:eastAsia="Calibri" w:hint="cs"/>
          <w:rtl/>
        </w:rPr>
        <w:t>17</w:t>
      </w:r>
      <w:r w:rsidR="00A90793" w:rsidRPr="007A0B2A">
        <w:rPr>
          <w:rFonts w:eastAsia="Calibri" w:hint="cs"/>
          <w:rtl/>
        </w:rPr>
        <w:t>۔مہ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من</w:t>
      </w:r>
      <w:r w:rsidRPr="00FB0743">
        <w:rPr>
          <w:rFonts w:eastAsia="Calibri" w:hint="cs"/>
          <w:rtl/>
        </w:rPr>
        <w:t>18</w:t>
      </w:r>
      <w:r w:rsidR="00A90793" w:rsidRPr="007A0B2A">
        <w:rPr>
          <w:rFonts w:eastAsia="Calibri" w:hint="cs"/>
          <w:rtl/>
        </w:rPr>
        <w:t xml:space="preserve">۔حبل </w:t>
      </w:r>
      <w:r w:rsidRPr="00FB0743">
        <w:rPr>
          <w:rFonts w:eastAsia="Calibri" w:hint="cs"/>
          <w:rtl/>
        </w:rPr>
        <w:t>19</w:t>
      </w:r>
      <w:r w:rsidR="00A90793" w:rsidRPr="007A0B2A">
        <w:rPr>
          <w:rFonts w:eastAsia="Calibri" w:hint="cs"/>
          <w:rtl/>
        </w:rPr>
        <w:t>۔صراط المستق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20</w:t>
      </w:r>
      <w:r w:rsidR="00A90793" w:rsidRPr="007A0B2A">
        <w:rPr>
          <w:rFonts w:eastAsia="Calibri" w:hint="cs"/>
          <w:rtl/>
        </w:rPr>
        <w:t>۔ق</w:t>
      </w:r>
      <w:r w:rsidR="00A90793" w:rsidRPr="00A90793">
        <w:rPr>
          <w:rFonts w:eastAsia="Calibri" w:hint="cs"/>
          <w:rtl/>
        </w:rPr>
        <w:t>یّ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21</w:t>
      </w:r>
      <w:r w:rsidR="00A90793" w:rsidRPr="007A0B2A">
        <w:rPr>
          <w:rFonts w:eastAsia="Calibri" w:hint="cs"/>
          <w:rtl/>
        </w:rPr>
        <w:t xml:space="preserve">۔قول فصل </w:t>
      </w:r>
      <w:r w:rsidRPr="00FB0743">
        <w:rPr>
          <w:rFonts w:eastAsia="Calibri" w:hint="cs"/>
          <w:rtl/>
        </w:rPr>
        <w:t>22</w:t>
      </w:r>
      <w:r w:rsidR="00A90793" w:rsidRPr="007A0B2A">
        <w:rPr>
          <w:rFonts w:eastAsia="Calibri" w:hint="cs"/>
          <w:rtl/>
        </w:rPr>
        <w:t>۔ نباء العظ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23</w:t>
      </w:r>
      <w:r w:rsidR="00A90793" w:rsidRPr="007A0B2A">
        <w:rPr>
          <w:rFonts w:eastAsia="Calibri" w:hint="cs"/>
          <w:rtl/>
        </w:rPr>
        <w:t>۔احسن الحد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24</w:t>
      </w:r>
      <w:r w:rsidR="00A90793" w:rsidRPr="007A0B2A">
        <w:rPr>
          <w:rFonts w:eastAsia="Calibri" w:hint="cs"/>
          <w:rtl/>
        </w:rPr>
        <w:t xml:space="preserve">۔متشابہ </w:t>
      </w:r>
      <w:r w:rsidRPr="00FB0743">
        <w:rPr>
          <w:rFonts w:eastAsia="Calibri" w:hint="cs"/>
          <w:rtl/>
        </w:rPr>
        <w:t>25</w:t>
      </w:r>
      <w:r w:rsidR="00A90793" w:rsidRPr="007A0B2A">
        <w:rPr>
          <w:rFonts w:eastAsia="Calibri" w:hint="cs"/>
          <w:rtl/>
        </w:rPr>
        <w:t>۔مثان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26</w:t>
      </w:r>
      <w:r w:rsidR="00A90793" w:rsidRPr="007A0B2A">
        <w:rPr>
          <w:rFonts w:eastAsia="Calibri" w:hint="cs"/>
          <w:rtl/>
        </w:rPr>
        <w:t xml:space="preserve">۔روح </w:t>
      </w:r>
      <w:r w:rsidRPr="00FB0743">
        <w:rPr>
          <w:rFonts w:eastAsia="Calibri" w:hint="cs"/>
          <w:rtl/>
        </w:rPr>
        <w:t>27</w:t>
      </w:r>
      <w:r w:rsidR="00A90793" w:rsidRPr="007A0B2A">
        <w:rPr>
          <w:rFonts w:eastAsia="Calibri" w:hint="cs"/>
          <w:rtl/>
        </w:rPr>
        <w:t>۔وح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28</w:t>
      </w:r>
      <w:r w:rsidR="00A90793" w:rsidRPr="007A0B2A">
        <w:rPr>
          <w:rFonts w:eastAsia="Calibri" w:hint="cs"/>
          <w:rtl/>
        </w:rPr>
        <w:t>۔عرب</w:t>
      </w:r>
      <w:r w:rsidR="00A90793" w:rsidRPr="00A90793">
        <w:rPr>
          <w:rFonts w:eastAsia="Calibri" w:hint="cs"/>
          <w:rtl/>
        </w:rPr>
        <w:t>یّ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29</w:t>
      </w:r>
      <w:r w:rsidR="00A90793" w:rsidRPr="007A0B2A">
        <w:rPr>
          <w:rFonts w:eastAsia="Calibri" w:hint="cs"/>
          <w:rtl/>
        </w:rPr>
        <w:t xml:space="preserve">۔بصائر </w:t>
      </w:r>
      <w:r w:rsidRPr="00FB0743">
        <w:rPr>
          <w:rFonts w:eastAsia="Calibri" w:hint="cs"/>
          <w:rtl/>
        </w:rPr>
        <w:t>30</w:t>
      </w:r>
      <w:r w:rsidR="00A90793" w:rsidRPr="007A0B2A">
        <w:rPr>
          <w:rFonts w:eastAsia="Calibri" w:hint="cs"/>
          <w:rtl/>
        </w:rPr>
        <w:t>۔ب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31</w:t>
      </w:r>
      <w:r w:rsidR="00A90793" w:rsidRPr="007A0B2A">
        <w:rPr>
          <w:rFonts w:eastAsia="Calibri" w:hint="cs"/>
          <w:rtl/>
        </w:rPr>
        <w:t xml:space="preserve">۔علم </w:t>
      </w:r>
      <w:r w:rsidRPr="00FB0743">
        <w:rPr>
          <w:rFonts w:eastAsia="Calibri" w:hint="cs"/>
          <w:rtl/>
        </w:rPr>
        <w:t>32</w:t>
      </w:r>
      <w:r w:rsidR="00A90793" w:rsidRPr="007A0B2A">
        <w:rPr>
          <w:rFonts w:eastAsia="Calibri" w:hint="cs"/>
          <w:rtl/>
        </w:rPr>
        <w:t xml:space="preserve">۔حق </w:t>
      </w:r>
      <w:r w:rsidRPr="00FB0743">
        <w:rPr>
          <w:rFonts w:eastAsia="Calibri" w:hint="cs"/>
          <w:rtl/>
        </w:rPr>
        <w:t>33</w:t>
      </w:r>
      <w:r w:rsidR="00A90793" w:rsidRPr="007A0B2A">
        <w:rPr>
          <w:rFonts w:eastAsia="Calibri" w:hint="cs"/>
          <w:rtl/>
        </w:rPr>
        <w:t>۔ہاد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34</w:t>
      </w:r>
      <w:r w:rsidR="00A90793" w:rsidRPr="007A0B2A">
        <w:rPr>
          <w:rFonts w:eastAsia="Calibri" w:hint="cs"/>
          <w:rtl/>
        </w:rPr>
        <w:t xml:space="preserve">۔عجب </w:t>
      </w:r>
      <w:r w:rsidRPr="00FB0743">
        <w:rPr>
          <w:rFonts w:eastAsia="Calibri" w:hint="cs"/>
          <w:rtl/>
        </w:rPr>
        <w:t>35</w:t>
      </w:r>
      <w:r w:rsidR="00A90793" w:rsidRPr="007A0B2A">
        <w:rPr>
          <w:rFonts w:eastAsia="Calibri" w:hint="cs"/>
          <w:rtl/>
        </w:rPr>
        <w:t xml:space="preserve">۔تذکرہ </w:t>
      </w:r>
      <w:r w:rsidRPr="00FB0743">
        <w:rPr>
          <w:rFonts w:eastAsia="Calibri" w:hint="cs"/>
          <w:rtl/>
        </w:rPr>
        <w:t>36</w:t>
      </w:r>
      <w:r w:rsidR="00A90793" w:rsidRPr="007A0B2A">
        <w:rPr>
          <w:rFonts w:eastAsia="Calibri" w:hint="cs"/>
          <w:rtl/>
        </w:rPr>
        <w:t>۔العرو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الوثق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37</w:t>
      </w:r>
      <w:r w:rsidR="00A90793" w:rsidRPr="007A0B2A">
        <w:rPr>
          <w:rFonts w:eastAsia="Calibri" w:hint="cs"/>
          <w:rtl/>
        </w:rPr>
        <w:t xml:space="preserve">۔عدل </w:t>
      </w:r>
      <w:r w:rsidRPr="00FB0743">
        <w:rPr>
          <w:rFonts w:eastAsia="Calibri" w:hint="cs"/>
          <w:rtl/>
        </w:rPr>
        <w:t>38</w:t>
      </w:r>
      <w:r w:rsidR="00A90793" w:rsidRPr="007A0B2A">
        <w:rPr>
          <w:rFonts w:eastAsia="Calibri" w:hint="cs"/>
          <w:rtl/>
        </w:rPr>
        <w:t xml:space="preserve">۔صدق </w:t>
      </w:r>
      <w:r w:rsidRPr="00FB0743">
        <w:rPr>
          <w:rFonts w:eastAsia="Calibri" w:hint="cs"/>
          <w:rtl/>
        </w:rPr>
        <w:t>39</w:t>
      </w:r>
      <w:r w:rsidR="00A90793" w:rsidRPr="007A0B2A">
        <w:rPr>
          <w:rFonts w:eastAsia="Calibri" w:hint="cs"/>
          <w:rtl/>
        </w:rPr>
        <w:t xml:space="preserve"> امر </w:t>
      </w:r>
      <w:r w:rsidRPr="00FB0743">
        <w:rPr>
          <w:rFonts w:eastAsia="Calibri" w:hint="cs"/>
          <w:rtl/>
        </w:rPr>
        <w:t>40</w:t>
      </w:r>
      <w:r w:rsidR="00A90793" w:rsidRPr="007A0B2A">
        <w:rPr>
          <w:rFonts w:eastAsia="Calibri" w:hint="cs"/>
          <w:rtl/>
        </w:rPr>
        <w:t>۔مناد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41</w:t>
      </w:r>
      <w:r w:rsidR="00A90793" w:rsidRPr="007A0B2A">
        <w:rPr>
          <w:rFonts w:eastAsia="Calibri" w:hint="cs"/>
          <w:rtl/>
        </w:rPr>
        <w:t>۔بشر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42</w:t>
      </w:r>
      <w:r w:rsidR="00A90793" w:rsidRPr="007A0B2A">
        <w:rPr>
          <w:rFonts w:eastAsia="Calibri" w:hint="cs"/>
          <w:rtl/>
        </w:rPr>
        <w:t>۔مج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43</w:t>
      </w:r>
      <w:r w:rsidR="00A90793" w:rsidRPr="007A0B2A">
        <w:rPr>
          <w:rFonts w:eastAsia="Calibri" w:hint="cs"/>
          <w:rtl/>
        </w:rPr>
        <w:t xml:space="preserve">۔زبور </w:t>
      </w:r>
      <w:r w:rsidRPr="00FB0743">
        <w:rPr>
          <w:rFonts w:eastAsia="Calibri" w:hint="cs"/>
          <w:rtl/>
        </w:rPr>
        <w:t>44</w:t>
      </w:r>
      <w:r w:rsidR="00A90793" w:rsidRPr="007A0B2A">
        <w:rPr>
          <w:rFonts w:eastAsia="Calibri" w:hint="cs"/>
          <w:rtl/>
        </w:rPr>
        <w:t>۔بش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45</w:t>
      </w:r>
      <w:r w:rsidR="00A90793" w:rsidRPr="007A0B2A">
        <w:rPr>
          <w:rFonts w:eastAsia="Calibri" w:hint="cs"/>
          <w:rtl/>
        </w:rPr>
        <w:t>۔نذ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46</w:t>
      </w:r>
      <w:r w:rsidR="00A90793" w:rsidRPr="007A0B2A">
        <w:rPr>
          <w:rFonts w:eastAsia="Calibri" w:hint="cs"/>
          <w:rtl/>
        </w:rPr>
        <w:t>۔عز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47</w:t>
      </w:r>
      <w:r w:rsidR="00A90793" w:rsidRPr="007A0B2A">
        <w:rPr>
          <w:rFonts w:eastAsia="Calibri" w:hint="cs"/>
          <w:rtl/>
        </w:rPr>
        <w:t xml:space="preserve">۔بلاغ </w:t>
      </w:r>
      <w:r w:rsidRPr="00FB0743">
        <w:rPr>
          <w:rFonts w:eastAsia="Calibri" w:hint="cs"/>
          <w:rtl/>
        </w:rPr>
        <w:t>48</w:t>
      </w:r>
      <w:r w:rsidR="00A90793" w:rsidRPr="007A0B2A">
        <w:rPr>
          <w:rFonts w:eastAsia="Calibri" w:hint="cs"/>
          <w:rtl/>
        </w:rPr>
        <w:t xml:space="preserve">۔قصص </w:t>
      </w:r>
      <w:r w:rsidRPr="00FB0743">
        <w:rPr>
          <w:rFonts w:eastAsia="Calibri" w:hint="cs"/>
          <w:rtl/>
        </w:rPr>
        <w:t>49</w:t>
      </w:r>
      <w:r w:rsidR="00A90793" w:rsidRPr="007A0B2A">
        <w:rPr>
          <w:rFonts w:eastAsia="Calibri" w:hint="cs"/>
          <w:rtl/>
        </w:rPr>
        <w:t xml:space="preserve">۔صحف </w:t>
      </w:r>
      <w:r w:rsidRPr="00FB0743">
        <w:rPr>
          <w:rFonts w:eastAsia="Calibri" w:hint="cs"/>
          <w:rtl/>
        </w:rPr>
        <w:t>50</w:t>
      </w:r>
      <w:r w:rsidR="00A90793" w:rsidRPr="007A0B2A">
        <w:rPr>
          <w:rFonts w:eastAsia="Calibri" w:hint="cs"/>
          <w:rtl/>
        </w:rPr>
        <w:t xml:space="preserve">۔مکرّمہ </w:t>
      </w:r>
      <w:r w:rsidRPr="00FB0743">
        <w:rPr>
          <w:rFonts w:eastAsia="Calibri" w:hint="cs"/>
          <w:rtl/>
        </w:rPr>
        <w:t>51</w:t>
      </w:r>
      <w:r w:rsidR="00A90793" w:rsidRPr="007A0B2A">
        <w:rPr>
          <w:rFonts w:eastAsia="Calibri" w:hint="cs"/>
          <w:rtl/>
        </w:rPr>
        <w:t xml:space="preserve">۔مرفوعہ </w:t>
      </w:r>
      <w:r w:rsidRPr="00FB0743">
        <w:rPr>
          <w:rFonts w:eastAsia="Calibri" w:hint="cs"/>
          <w:rtl/>
        </w:rPr>
        <w:t>52</w:t>
      </w:r>
      <w:r w:rsidR="00A90793" w:rsidRPr="007A0B2A">
        <w:rPr>
          <w:rFonts w:eastAsia="Calibri" w:hint="cs"/>
          <w:rtl/>
        </w:rPr>
        <w:t>۔مطہر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53</w:t>
      </w:r>
      <w:r w:rsidR="00A90793" w:rsidRPr="007A0B2A">
        <w:rPr>
          <w:rFonts w:eastAsia="Calibri" w:hint="cs"/>
          <w:rtl/>
        </w:rPr>
        <w:t xml:space="preserve">۔کلام اللہ </w:t>
      </w:r>
      <w:r w:rsidRPr="00FB0743">
        <w:rPr>
          <w:rFonts w:eastAsia="Calibri" w:hint="cs"/>
          <w:rtl/>
        </w:rPr>
        <w:t>54</w:t>
      </w:r>
      <w:r w:rsidR="00A90793" w:rsidRPr="007A0B2A">
        <w:rPr>
          <w:rFonts w:eastAsia="Calibri" w:hint="cs"/>
          <w:rtl/>
        </w:rPr>
        <w:t xml:space="preserve">۔رزق الرّب </w:t>
      </w:r>
      <w:r w:rsidRPr="00FB0743">
        <w:rPr>
          <w:rFonts w:eastAsia="Calibri" w:hint="cs"/>
          <w:rtl/>
        </w:rPr>
        <w:t>55</w:t>
      </w:r>
      <w:r w:rsidR="00A90793" w:rsidRPr="007A0B2A">
        <w:rPr>
          <w:rFonts w:eastAsia="Calibri" w:hint="cs"/>
          <w:rtl/>
        </w:rPr>
        <w:t>۔تب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56</w:t>
      </w:r>
      <w:r w:rsidR="00A90793" w:rsidRPr="007A0B2A">
        <w:rPr>
          <w:rFonts w:eastAsia="Calibri" w:hint="cs"/>
          <w:rtl/>
        </w:rPr>
        <w:t xml:space="preserve">۔نجوم </w:t>
      </w:r>
      <w:r w:rsidRPr="00FB0743">
        <w:rPr>
          <w:rFonts w:eastAsia="Calibri" w:hint="cs"/>
          <w:rtl/>
        </w:rPr>
        <w:t>57</w:t>
      </w:r>
      <w:r w:rsidR="00A90793" w:rsidRPr="007A0B2A">
        <w:rPr>
          <w:rFonts w:eastAsia="Calibri" w:hint="cs"/>
          <w:rtl/>
        </w:rPr>
        <w:t>۔سراج المن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58</w:t>
      </w:r>
      <w:r w:rsidR="00A90793" w:rsidRPr="007A0B2A">
        <w:rPr>
          <w:rFonts w:eastAsia="Calibri" w:hint="cs"/>
          <w:rtl/>
        </w:rPr>
        <w:t>۔نعم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59</w:t>
      </w:r>
      <w:r w:rsidR="00A90793" w:rsidRPr="007A0B2A">
        <w:rPr>
          <w:rFonts w:eastAsia="Calibri" w:hint="cs"/>
          <w:rtl/>
        </w:rPr>
        <w:t>۔مصحف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اگرچہ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کچھ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ذکر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اکثر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مذکورہ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پر اکتفا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لہذا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طور پر کہہ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متعدد نام او راسام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پر سارے مسلمانوں کااتفاق ہے 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 رتفس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با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ںمسلمانوں</w:t>
      </w:r>
      <w:r w:rsidRPr="00A90793">
        <w:rPr>
          <w:rFonts w:eastAsia="Calibri"/>
          <w:rtl/>
        </w:rPr>
        <w:t xml:space="preserve">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مگر</w:t>
      </w:r>
      <w:r w:rsidRPr="00A90793">
        <w:rPr>
          <w:rFonts w:eastAsia="Calibri"/>
          <w:rtl/>
        </w:rPr>
        <w:t xml:space="preserve"> اختصار اور فرصت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قلت کو مدنظر رکھتے ہوئے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کو اس موضوع کے متعلق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مفصل کتابوں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محوّل کرتا ہوں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" w:name="_Toc429651899"/>
      <w:r w:rsidRPr="00A90793">
        <w:rPr>
          <w:rFonts w:eastAsia="Calibri" w:hint="eastAsia"/>
          <w:rtl/>
        </w:rPr>
        <w:t>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وضاحت:</w:t>
      </w:r>
      <w:bookmarkEnd w:id="3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>.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دو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. 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>۔لغو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۔اصطلاح</w:t>
      </w:r>
      <w:r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لغت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چار معان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استعمال ہوا ہے 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۔معجزہ ،چنانچہ اللہ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: </w:t>
      </w:r>
      <w:r w:rsidR="00A90793" w:rsidRPr="00FA55DD">
        <w:rPr>
          <w:rStyle w:val="libAieChar"/>
          <w:rFonts w:eastAsia="Calibri"/>
          <w:rtl/>
        </w:rPr>
        <w:t>سَل</w:t>
      </w:r>
      <w:r w:rsidR="00A90793" w:rsidRPr="00FA55DD">
        <w:rPr>
          <w:rStyle w:val="libAieChar"/>
          <w:rFonts w:eastAsia="Calibri" w:hint="cs"/>
          <w:rtl/>
        </w:rPr>
        <w:t>ْ بَنِی</w:t>
      </w:r>
      <w:r w:rsidR="00A90793" w:rsidRPr="00FA55DD">
        <w:rPr>
          <w:rStyle w:val="libAieChar"/>
          <w:rFonts w:eastAsia="Calibri"/>
          <w:rtl/>
        </w:rPr>
        <w:t xml:space="preserve"> </w:t>
      </w:r>
      <w:r w:rsidR="007A0B2A" w:rsidRPr="00FA55DD">
        <w:rPr>
          <w:rStyle w:val="libAieChar"/>
          <w:rFonts w:eastAsia="Calibri" w:hint="cs"/>
          <w:rtl/>
        </w:rPr>
        <w:t>ا</w:t>
      </w:r>
      <w:r w:rsidR="00A90793" w:rsidRPr="00FA55DD">
        <w:rPr>
          <w:rStyle w:val="libAieChar"/>
          <w:rFonts w:eastAsia="Calibri" w:hint="cs"/>
          <w:rtl/>
        </w:rPr>
        <w:t>ِسْرَائِی</w:t>
      </w:r>
      <w:r w:rsidR="00A90793" w:rsidRPr="00FA55DD">
        <w:rPr>
          <w:rStyle w:val="libAieChar"/>
          <w:rFonts w:eastAsia="Calibri" w:hint="eastAsia"/>
          <w:rtl/>
        </w:rPr>
        <w:t>لَ</w:t>
      </w:r>
      <w:r w:rsidR="00A90793" w:rsidRPr="00FA55DD">
        <w:rPr>
          <w:rStyle w:val="libAieChar"/>
          <w:rFonts w:eastAsia="Calibri"/>
          <w:rtl/>
        </w:rPr>
        <w:t xml:space="preserve"> کَم</w:t>
      </w:r>
      <w:r w:rsidR="00A90793" w:rsidRPr="00FA55DD">
        <w:rPr>
          <w:rStyle w:val="libAieChar"/>
          <w:rFonts w:eastAsia="Calibri" w:hint="cs"/>
          <w:rtl/>
        </w:rPr>
        <w:t>ْ آتَیْ</w:t>
      </w:r>
      <w:r w:rsidR="00A90793" w:rsidRPr="00FA55DD">
        <w:rPr>
          <w:rStyle w:val="libAieChar"/>
          <w:rFonts w:eastAsia="Calibri" w:hint="eastAsia"/>
          <w:rtl/>
        </w:rPr>
        <w:t>نَا</w:t>
      </w:r>
      <w:r w:rsidR="00483224" w:rsidRPr="00483224">
        <w:rPr>
          <w:rStyle w:val="libAieChar"/>
          <w:rFonts w:eastAsia="Calibri" w:hint="cs"/>
          <w:rtl/>
        </w:rPr>
        <w:t>ه</w:t>
      </w:r>
      <w:r w:rsidR="00A90793" w:rsidRPr="00483224">
        <w:rPr>
          <w:rStyle w:val="libAieChar"/>
          <w:rFonts w:eastAsia="Calibri" w:hint="cs"/>
          <w:rtl/>
        </w:rPr>
        <w:t>ُم</w:t>
      </w:r>
      <w:r w:rsidR="00A90793" w:rsidRPr="00FA55DD">
        <w:rPr>
          <w:rStyle w:val="libAieChar"/>
          <w:rFonts w:eastAsia="Calibri" w:hint="cs"/>
          <w:rtl/>
        </w:rPr>
        <w:t>ْ</w:t>
      </w:r>
      <w:r w:rsidR="00A90793" w:rsidRPr="00FA55DD">
        <w:rPr>
          <w:rStyle w:val="libAieChar"/>
          <w:rFonts w:eastAsia="Calibri"/>
          <w:rtl/>
        </w:rPr>
        <w:t xml:space="preserve"> مِن</w:t>
      </w:r>
      <w:r w:rsidR="00A90793" w:rsidRPr="00FA55DD">
        <w:rPr>
          <w:rStyle w:val="libAieChar"/>
          <w:rFonts w:eastAsia="Calibri" w:hint="cs"/>
          <w:rtl/>
        </w:rPr>
        <w:t>ْ آیَ</w:t>
      </w:r>
      <w:r w:rsidR="00483224" w:rsidRPr="00483224">
        <w:rPr>
          <w:rStyle w:val="libAieChar"/>
          <w:rFonts w:eastAsia="Calibri" w:hint="cs"/>
          <w:rtl/>
        </w:rPr>
        <w:t>ة</w:t>
      </w:r>
      <w:r w:rsidR="00A90793" w:rsidRPr="00483224">
        <w:rPr>
          <w:rStyle w:val="libAieChar"/>
          <w:rFonts w:eastAsia="Calibri" w:hint="cs"/>
          <w:rtl/>
        </w:rPr>
        <w:t>ٍ</w:t>
      </w:r>
      <w:r w:rsidR="00A90793" w:rsidRPr="00FA55DD">
        <w:rPr>
          <w:rStyle w:val="libAieChar"/>
          <w:rFonts w:eastAsia="Calibri"/>
          <w:rtl/>
        </w:rPr>
        <w:t xml:space="preserve"> بَ</w:t>
      </w:r>
      <w:r w:rsidR="00A90793" w:rsidRPr="00FA55DD">
        <w:rPr>
          <w:rStyle w:val="libAieChar"/>
          <w:rFonts w:eastAsia="Calibri" w:hint="cs"/>
          <w:rtl/>
        </w:rPr>
        <w:t>یِّ</w:t>
      </w:r>
      <w:r w:rsidR="00A90793" w:rsidRPr="00FA55DD">
        <w:rPr>
          <w:rStyle w:val="libAieChar"/>
          <w:rFonts w:eastAsia="Calibri" w:hint="eastAsia"/>
          <w:rtl/>
        </w:rPr>
        <w:t>نَ</w:t>
      </w:r>
      <w:r w:rsidR="00483224" w:rsidRPr="00483224">
        <w:rPr>
          <w:rStyle w:val="libAieChar"/>
          <w:rFonts w:eastAsia="Calibri" w:hint="cs"/>
          <w:rtl/>
        </w:rPr>
        <w:t>ة</w:t>
      </w:r>
      <w:r w:rsidR="00A90793" w:rsidRPr="00483224">
        <w:rPr>
          <w:rStyle w:val="libAieChar"/>
          <w:rFonts w:eastAsia="Calibri" w:hint="cs"/>
          <w:rtl/>
        </w:rPr>
        <w:t>ٍ</w:t>
      </w:r>
      <w:r w:rsidR="00A90793" w:rsidRPr="00FA55DD">
        <w:rPr>
          <w:rStyle w:val="libAieChar"/>
          <w:rFonts w:eastAsia="Calibri"/>
          <w:rtl/>
        </w:rPr>
        <w:t xml:space="preserve"> 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  <w:r w:rsidR="00A90793" w:rsidRPr="007A0B2A">
        <w:rPr>
          <w:rFonts w:eastAsia="Calibri" w:hint="cs"/>
          <w:rtl/>
        </w:rPr>
        <w:t>(اے رسول) بن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اسرائ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سے پوچھو کہ ہم نے ان کو کتنے روشن معجزہ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/>
          <w:rtl/>
        </w:rPr>
        <w:t xml:space="preserve"> کئے۔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ہاں</w:t>
      </w:r>
      <w:r w:rsidRPr="00A90793">
        <w:rPr>
          <w:rFonts w:eastAsia="Calibri"/>
          <w:rtl/>
        </w:rPr>
        <w:t xml:space="preserve"> بہت سارے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کا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معجزہ واضحہ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اس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پر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معجزہ 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استعمال ہوا ہے،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سارے مترجم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ترجمہ نشان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علامت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بناء پر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معجزہ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بلکہ</w:t>
      </w:r>
      <w:r w:rsidRPr="00A90793">
        <w:rPr>
          <w:rFonts w:eastAsia="Calibri"/>
          <w:rtl/>
        </w:rPr>
        <w:cr/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)البقرہ/</w:t>
      </w:r>
      <w:r w:rsidR="00FB0743" w:rsidRPr="00FB0743">
        <w:rPr>
          <w:rFonts w:hint="cs"/>
          <w:rtl/>
        </w:rPr>
        <w:t>211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علامت</w:t>
      </w:r>
      <w:r w:rsidRPr="00A90793">
        <w:rPr>
          <w:rFonts w:eastAsia="Calibri"/>
          <w:rtl/>
        </w:rPr>
        <w:t xml:space="preserve"> اور نشان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جو آنے والے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علامت: چنانچہ اللہ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:ان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ملکہ </w:t>
      </w:r>
      <w:r w:rsidR="00A90793" w:rsidRPr="00FA55DD">
        <w:rPr>
          <w:rStyle w:val="libAieChar"/>
          <w:rFonts w:eastAsia="Calibri"/>
          <w:rtl/>
        </w:rPr>
        <w:t xml:space="preserve">ان </w:t>
      </w:r>
      <w:r w:rsidR="00A90793" w:rsidRPr="00FA55DD">
        <w:rPr>
          <w:rStyle w:val="libAieChar"/>
          <w:rFonts w:eastAsia="Calibri" w:hint="cs"/>
          <w:rtl/>
        </w:rPr>
        <w:t>ی</w:t>
      </w:r>
      <w:r w:rsidR="00A90793" w:rsidRPr="00FA55DD">
        <w:rPr>
          <w:rStyle w:val="libAieChar"/>
          <w:rFonts w:eastAsia="Calibri" w:hint="eastAsia"/>
          <w:rtl/>
        </w:rPr>
        <w:t>ات</w:t>
      </w:r>
      <w:r w:rsidR="00A90793" w:rsidRPr="00FA55DD">
        <w:rPr>
          <w:rStyle w:val="libAieChar"/>
          <w:rFonts w:eastAsia="Calibri" w:hint="cs"/>
          <w:rtl/>
        </w:rPr>
        <w:t>ی</w:t>
      </w:r>
      <w:r w:rsidR="00A90793" w:rsidRPr="00FA55DD">
        <w:rPr>
          <w:rStyle w:val="libAieChar"/>
          <w:rFonts w:eastAsia="Calibri" w:hint="eastAsia"/>
          <w:rtl/>
        </w:rPr>
        <w:t>کم</w:t>
      </w:r>
      <w:r w:rsidR="00A90793" w:rsidRPr="00FA55DD">
        <w:rPr>
          <w:rStyle w:val="libAieChar"/>
          <w:rFonts w:eastAsia="Calibri"/>
          <w:rtl/>
        </w:rPr>
        <w:t xml:space="preserve"> التابوت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بادشاہ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علامت اور پہچان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تمہارے پاس وہ صدوق آجائے .اس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لفظ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علامت اور نشان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استعمال ہوا ہے.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۔عبرت: چنانچہ اللہ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: </w:t>
      </w:r>
      <w:r w:rsidR="00A90793" w:rsidRPr="00FA55DD">
        <w:rPr>
          <w:rStyle w:val="libAieChar"/>
          <w:rFonts w:eastAsia="Calibri"/>
          <w:rtl/>
        </w:rPr>
        <w:t>انّ ف</w:t>
      </w:r>
      <w:r w:rsidR="00A90793" w:rsidRPr="00FA55DD">
        <w:rPr>
          <w:rStyle w:val="libAieChar"/>
          <w:rFonts w:eastAsia="Calibri" w:hint="cs"/>
          <w:rtl/>
        </w:rPr>
        <w:t>ی</w:t>
      </w:r>
      <w:r w:rsidR="00A90793" w:rsidRPr="00FA55DD">
        <w:rPr>
          <w:rStyle w:val="libAieChar"/>
          <w:rFonts w:eastAsia="Calibri"/>
          <w:rtl/>
        </w:rPr>
        <w:t xml:space="preserve"> ذالک لا</w:t>
      </w:r>
      <w:r w:rsidR="00A90793" w:rsidRPr="00FA55DD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ة</w:t>
      </w:r>
      <w:r w:rsidR="00A90793" w:rsidRPr="00A90793">
        <w:rPr>
          <w:rFonts w:eastAsia="Calibri"/>
          <w:rtl/>
        </w:rPr>
        <w:t>. اس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(تمہارے لئے) عبرت ہے.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عج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 xml:space="preserve"> و غر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>: چنانچہ اللہ نے حضرت 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 رحضرت مر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کے بارے مےں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 و جعلنا ابن مر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و امّہ آ</w:t>
      </w:r>
      <w:r w:rsidR="00A90793" w:rsidRPr="00A90793">
        <w:rPr>
          <w:rFonts w:eastAsia="Calibri" w:hint="cs"/>
          <w:rtl/>
        </w:rPr>
        <w:t>یۃ</w:t>
      </w:r>
      <w:r w:rsidR="00A90793" w:rsidRPr="00A90793">
        <w:rPr>
          <w:rFonts w:eastAsia="Calibri"/>
          <w:rtl/>
        </w:rPr>
        <w:t>'' اور ہم نے حضرت 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انک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والدہ گرام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 xml:space="preserve"> و غر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 xml:space="preserve"> قرار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''۔ 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2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۔جماعت: چنانچہ لغت عرب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کہا جاتا ہے </w:t>
      </w:r>
      <w:r w:rsidR="00A90793" w:rsidRPr="00FA55DD">
        <w:rPr>
          <w:rStyle w:val="libAieChar"/>
          <w:rFonts w:eastAsia="Calibri"/>
          <w:rtl/>
        </w:rPr>
        <w:t>''خرج القوم بآ</w:t>
      </w:r>
      <w:r w:rsidR="00A90793" w:rsidRPr="00FA55DD">
        <w:rPr>
          <w:rStyle w:val="libAieChar"/>
          <w:rFonts w:eastAsia="Calibri" w:hint="cs"/>
          <w:rtl/>
        </w:rPr>
        <w:t>ی</w:t>
      </w:r>
      <w:r w:rsidR="00A90793" w:rsidRPr="00FA55DD">
        <w:rPr>
          <w:rStyle w:val="libAieChar"/>
          <w:rFonts w:eastAsia="Calibri" w:hint="eastAsia"/>
          <w:rtl/>
        </w:rPr>
        <w:t>ت</w:t>
      </w:r>
      <w:r w:rsidR="00483224" w:rsidRPr="00483224">
        <w:rPr>
          <w:rStyle w:val="libAieChar"/>
          <w:rFonts w:eastAsia="Calibri" w:hint="cs"/>
          <w:rtl/>
        </w:rPr>
        <w:t>ه</w:t>
      </w:r>
      <w:r w:rsidR="00A90793" w:rsidRPr="00483224">
        <w:rPr>
          <w:rStyle w:val="libAieChar"/>
          <w:rFonts w:eastAsia="Calibri" w:hint="cs"/>
          <w:rtl/>
        </w:rPr>
        <w:t>م</w:t>
      </w:r>
      <w:r w:rsidR="00A90793" w:rsidRPr="00FA55DD">
        <w:rPr>
          <w:rStyle w:val="libAieChar"/>
          <w:rFonts w:eastAsia="Calibri"/>
          <w:rtl/>
        </w:rPr>
        <w:t>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''قوم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وفد اور گروپ کے ساتھ نکل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''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 برہان اور دل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>: چنانچہ اللہ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:'' و من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اتہ</w:t>
      </w:r>
      <w:r w:rsidR="00A90793" w:rsidRPr="00A90793">
        <w:rPr>
          <w:rFonts w:eastAsia="Calibri"/>
          <w:rtl/>
        </w:rPr>
        <w:t xml:space="preserve"> خلق السموات و الارض اور اس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قدرت پر قائم کردہ برھانوں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آسمانوںو زم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تخل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/>
          <w:rtl/>
        </w:rPr>
        <w:t xml:space="preserve"> ہے۔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3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)بقرہ/</w:t>
      </w:r>
      <w:r w:rsidR="00FB0743" w:rsidRPr="00FB0743">
        <w:rPr>
          <w:rFonts w:hint="cs"/>
          <w:rtl/>
        </w:rPr>
        <w:t>248</w:t>
      </w:r>
      <w:r w:rsidRPr="00A90793">
        <w:rPr>
          <w:rFonts w:hint="cs"/>
          <w:rtl/>
        </w:rPr>
        <w:t>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). مومنون/</w:t>
      </w:r>
      <w:r w:rsidR="00FB0743" w:rsidRPr="00FB0743">
        <w:rPr>
          <w:rFonts w:hint="cs"/>
          <w:rtl/>
        </w:rPr>
        <w:t>50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)روم/</w:t>
      </w:r>
      <w:r w:rsidR="00FB0743" w:rsidRPr="00FB0743">
        <w:rPr>
          <w:rFonts w:hint="cs"/>
          <w:rtl/>
        </w:rPr>
        <w:t>22</w:t>
      </w:r>
      <w:r w:rsidRPr="00A90793">
        <w:rPr>
          <w:rFonts w:hint="cs"/>
          <w:rtl/>
        </w:rPr>
        <w:t>)</w:t>
      </w:r>
    </w:p>
    <w:p w:rsidR="00B379F5" w:rsidRDefault="00B379F5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بہت</w:t>
      </w:r>
      <w:r w:rsidRPr="00A90793">
        <w:rPr>
          <w:rFonts w:eastAsia="Calibri"/>
          <w:rtl/>
        </w:rPr>
        <w:t xml:space="preserve">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طرح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مذکورہ کو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متعدد ہونے پر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حالانکہ اگر ہم غور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ان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صرف دو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 xml:space="preserve">۔علامت </w:t>
      </w:r>
      <w:r w:rsidR="00FB0743" w:rsidRPr="00FB0743">
        <w:rPr>
          <w:rFonts w:eastAsia="Calibri" w:hint="cs"/>
          <w:rtl/>
        </w:rPr>
        <w:t>2</w:t>
      </w:r>
      <w:r w:rsidRPr="00A90793">
        <w:rPr>
          <w:rFonts w:eastAsia="Calibri"/>
          <w:rtl/>
        </w:rPr>
        <w:t>۔جماعت ، لہذا مذکورہ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اکثر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علامت اور نشان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استعمال ہوا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C05CA8">
      <w:pPr>
        <w:pStyle w:val="Heading1Center"/>
        <w:rPr>
          <w:rFonts w:eastAsia="Calibri"/>
          <w:rtl/>
        </w:rPr>
      </w:pPr>
      <w:bookmarkStart w:id="4" w:name="_Toc429651900"/>
      <w:r w:rsidRPr="00FB0743">
        <w:rPr>
          <w:rFonts w:eastAsia="Calibri" w:hint="cs"/>
          <w:rtl/>
        </w:rPr>
        <w:t>2</w:t>
      </w:r>
      <w:r w:rsidR="00A90793" w:rsidRPr="00FB0743">
        <w:rPr>
          <w:rFonts w:eastAsia="Calibri" w:hint="cs"/>
          <w:rtl/>
        </w:rPr>
        <w:t>۔ اصطلاح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:</w:t>
      </w:r>
      <w:bookmarkEnd w:id="4"/>
    </w:p>
    <w:p w:rsidR="00B379F5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کلام</w:t>
      </w:r>
      <w:r w:rsidRPr="00A90793">
        <w:rPr>
          <w:rFonts w:eastAsia="Calibri"/>
          <w:rtl/>
        </w:rPr>
        <w:t xml:space="preserve">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و ہ حصّے جس کے آغاز اور انجام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ہونے کے علاوہ ہر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مخصوص جگہ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ںگامزن</w:t>
      </w:r>
      <w:r w:rsidRPr="00A90793">
        <w:rPr>
          <w:rFonts w:eastAsia="Calibri"/>
          <w:rtl/>
        </w:rPr>
        <w:t xml:space="preserve"> ہے، اس کو اصطلاح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کہا جاتا ہے، اور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/>
          <w:rtl/>
        </w:rPr>
        <w:t xml:space="preserve"> اور جملے کے ماب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عام و خاص من وجہ کا فرق قابل تصور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جملہ ہے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جملہ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جملہ</w:t>
      </w:r>
      <w:r w:rsidRPr="00A90793">
        <w:rPr>
          <w:rFonts w:eastAsia="Calibri"/>
          <w:rtl/>
        </w:rPr>
        <w:t xml:space="preserve"> او رآ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دونوں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مفردات، جملات او رکلمات ہوا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کے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خاص مجموعہ کو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کہا جاتا ہے جو ہر حوالے سے فصاحت و بلاغت کے اصول و ضوابط کے ہماہنگ ہونے کے علاوہ مکمل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معقول مطلب کو اداکر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زتمام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،جگہ کا تع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لہذا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 رسورے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جگہ کا تع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عقل اور اجتہاد و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جس جملہ اور ترک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کو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کہا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جس سورہ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ہے ،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اجتہاد اورنظر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اور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کرنے کا </w:t>
      </w:r>
      <w:r w:rsidRPr="00A90793">
        <w:rPr>
          <w:rFonts w:eastAsia="Calibri" w:hint="eastAsia"/>
          <w:rtl/>
        </w:rPr>
        <w:t>حق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 جس پر تمام مسلم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اتفاق ہے۔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المص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اہے،جبکہ</w:t>
      </w:r>
      <w:r w:rsidRPr="00A90793">
        <w:rPr>
          <w:rFonts w:eastAsia="Calibri"/>
          <w:rtl/>
        </w:rPr>
        <w:t xml:space="preserve"> المرا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شمار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اس کے ہموزن طس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، اسطرح حمعس کو دو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کہٰ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عٰس</w:t>
      </w:r>
      <w:r w:rsidRPr="00A90793">
        <w:rPr>
          <w:rFonts w:eastAsia="Calibri"/>
          <w:rtl/>
        </w:rPr>
        <w:t xml:space="preserve"> کو حروف کے حوالے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ہونے کے </w:t>
      </w:r>
      <w:r w:rsidRPr="00A90793">
        <w:rPr>
          <w:rFonts w:eastAsia="Calibri" w:hint="eastAsia"/>
          <w:rtl/>
        </w:rPr>
        <w:t>باوجود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ں،اس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،جگہ کا تع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امر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اجتہاد اور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راہوںکو برو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کار لانے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اگرچہ علوم قرآن اور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کبھار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حصہ</w:t>
      </w:r>
      <w:r w:rsidRPr="00A90793">
        <w:rPr>
          <w:rFonts w:eastAsia="Calibri"/>
          <w:rtl/>
        </w:rPr>
        <w:t xml:space="preserve"> اور بعض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/>
          <w:rtl/>
        </w:rPr>
        <w:t xml:space="preserve"> پراستعمال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چنانچہ ابن عباس سے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کلمہ ارج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سورہ زلزال کے 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 جملوں کو ابن مسعود سے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موارد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استعمال کرنا بظاہر مجاز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اس 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اصطلا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موضوع لہ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موارد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خارج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B379F5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تعداد اور گنت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تھوڑا بہت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ہے،ل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اختلاف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اور جگہ کا تع</w:t>
      </w:r>
      <w:r w:rsidRPr="00A90793">
        <w:rPr>
          <w:rFonts w:eastAsia="Calibri" w:hint="cs"/>
          <w:rtl/>
        </w:rPr>
        <w:t>یّ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ساتھ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تضاد اور ٹکراو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اختلاف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جب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اصحاب او رکاتب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شدہ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کرتے تھے تو جس سے اصحاب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کرتے تھے کہ جہان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وقف اوررک جا تے تھے وہاں تک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کچھ دوسرے اصحاب اور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ان کے خلاف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کرتے تھے، کہ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وضاحت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علوم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مفصل کتابوں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لہذا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تعداد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مختلف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بصر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عق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دے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بنا پر کلام پاک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</w:t>
      </w:r>
      <w:r w:rsidRPr="00FB0743">
        <w:rPr>
          <w:rFonts w:eastAsia="Calibri" w:hint="cs"/>
          <w:rtl/>
        </w:rPr>
        <w:t>6204</w:t>
      </w:r>
      <w:r w:rsidR="00A90793" w:rsidRPr="007A0B2A">
        <w:rPr>
          <w:rFonts w:eastAsia="Calibri" w:hint="cs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بعض بصر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نزد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6205</w:t>
      </w:r>
      <w:r w:rsidR="00A90793" w:rsidRPr="007A0B2A">
        <w:rPr>
          <w:rFonts w:eastAsia="Calibri" w:hint="cs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کچھ بصر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6219</w:t>
      </w:r>
      <w:r w:rsidR="00A90793" w:rsidRPr="007A0B2A">
        <w:rPr>
          <w:rFonts w:eastAsia="Calibri" w:hint="cs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مدن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عق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دے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بنا پر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</w:t>
      </w:r>
      <w:r w:rsidRPr="00FB0743">
        <w:rPr>
          <w:rFonts w:eastAsia="Calibri" w:hint="cs"/>
          <w:rtl/>
        </w:rPr>
        <w:t>6214</w:t>
      </w:r>
      <w:r w:rsidR="00A90793" w:rsidRPr="007A0B2A">
        <w:rPr>
          <w:rFonts w:eastAsia="Calibri" w:hint="cs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کچھ مدن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6217</w:t>
      </w:r>
      <w:r w:rsidR="00A90793" w:rsidRPr="007A0B2A">
        <w:rPr>
          <w:rFonts w:eastAsia="Calibri" w:hint="cs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وّن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کلام مج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6220</w:t>
      </w:r>
      <w:r w:rsidR="00A90793" w:rsidRPr="007A0B2A">
        <w:rPr>
          <w:rFonts w:eastAsia="Calibri" w:hint="cs"/>
          <w:rtl/>
        </w:rPr>
        <w:t xml:space="preserve">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شام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</w:t>
      </w:r>
      <w:r w:rsidR="00A90793" w:rsidRPr="00A90793">
        <w:rPr>
          <w:rFonts w:eastAsia="Calibri"/>
          <w:rtl/>
        </w:rPr>
        <w:t xml:space="preserve"> کے نزد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قرآن مج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6226</w:t>
      </w:r>
      <w:r w:rsidR="00A90793" w:rsidRPr="007A0B2A">
        <w:rPr>
          <w:rFonts w:eastAsia="Calibri" w:hint="cs"/>
          <w:rtl/>
        </w:rPr>
        <w:t>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 کوف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قرآن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</w:t>
      </w:r>
      <w:r w:rsidRPr="00FB0743">
        <w:rPr>
          <w:rFonts w:eastAsia="Calibri" w:hint="cs"/>
          <w:rtl/>
        </w:rPr>
        <w:t>6236</w:t>
      </w:r>
      <w:r w:rsidR="00A90793" w:rsidRPr="007A0B2A">
        <w:rPr>
          <w:rFonts w:eastAsia="Calibri" w:hint="cs"/>
          <w:rtl/>
        </w:rPr>
        <w:t xml:space="preserve"> ہے۔</w:t>
      </w:r>
      <w:r w:rsidR="00A90793" w:rsidRPr="00955A96">
        <w:rPr>
          <w:rStyle w:val="libFootnotenumChar"/>
          <w:rFonts w:hint="cs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جب ہم اپنے شف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/>
          <w:rtl/>
        </w:rPr>
        <w:t xml:space="preserve"> استاد محترم رجب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صاحب کے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کچر</w:t>
      </w:r>
      <w:r w:rsidR="00A90793" w:rsidRPr="00A90793">
        <w:rPr>
          <w:rFonts w:eastAsia="Calibri"/>
          <w:rtl/>
        </w:rPr>
        <w:t xml:space="preserve"> سن رہے تھے اور ان کے اس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موضوع پر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ہوئے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کچر</w:t>
      </w:r>
      <w:r w:rsidR="00A90793" w:rsidRPr="00A90793">
        <w:rPr>
          <w:rFonts w:eastAsia="Calibri"/>
          <w:rtl/>
        </w:rPr>
        <w:t xml:space="preserve"> کو کتابچہ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شکل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طلاب کو عطا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کئے تھے اس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کو </w:t>
      </w:r>
      <w:r w:rsidRPr="00FB0743">
        <w:rPr>
          <w:rFonts w:eastAsia="Calibri" w:hint="cs"/>
          <w:rtl/>
        </w:rPr>
        <w:t>6666</w:t>
      </w:r>
      <w:r w:rsidR="00A90793" w:rsidRPr="007A0B2A">
        <w:rPr>
          <w:rFonts w:eastAsia="Calibri" w:hint="cs"/>
          <w:rtl/>
        </w:rPr>
        <w:t xml:space="preserve"> بتائ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اور ہم نے علوم قرآن کے اصول و ضوابط کے مطابق کئ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دفعہ قرآن کے آغاز سے آخر تک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کو گنا تھا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6666</w:t>
      </w:r>
      <w:r w:rsidR="00A90793" w:rsidRPr="007A0B2A">
        <w:rPr>
          <w:rFonts w:eastAsia="Calibri" w:hint="cs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بہت 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نظر آت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)مناہل العرفان،ج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337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5" w:name="_Toc429651901"/>
      <w:r w:rsidRPr="00A90793">
        <w:rPr>
          <w:rFonts w:eastAsia="Calibri" w:hint="eastAsia"/>
          <w:rtl/>
        </w:rPr>
        <w:t>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ضبط:</w:t>
      </w:r>
      <w:bookmarkEnd w:id="5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موجودہ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ضبط تمام امت مسلمہ کے نزد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</w:t>
      </w:r>
      <w:r w:rsidRPr="00A90793">
        <w:rPr>
          <w:rFonts w:eastAsia="Calibri"/>
          <w:rtl/>
        </w:rPr>
        <w:t xml:space="preserve"> اجماع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اتفاق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.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جابجائ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و اجتہاد کرنے اور نظر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جب حضرت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لائے تھے تو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eastAsia"/>
          <w:rtl/>
        </w:rPr>
        <w:t>ن</w:t>
      </w:r>
    </w:p>
    <w:p w:rsidR="00B379F5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او رترت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کرتے تھے اور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ہو بہو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ضبط کے ساتھ اصحاب اور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کرتے تھے. اور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کرتے تھے، اور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اورنظم و ضبط کے ساتھ نماز اور خطبوں اور موعظوں کے اوقات تلاوت فرماتے تھے ،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 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 چکے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حضرت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ہرسال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دفعہ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لاتے تھے او رع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نظم و ضبط کے ساتھ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تکرار کرتے تھے او رپ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سال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دو دفعہ ائے اور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ضبط کے ساتھ تکرار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جسکو علوم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اصطلاح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عرضہ اخ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کہا جاتا ہے، اور اصحاب و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حافظ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ضبط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رعا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کرتے تھے،لہذا کہا جا سکتاہے کہ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نسق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جس طرح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حکم سے رکھ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lastRenderedPageBreak/>
        <w:t xml:space="preserve">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چنانچہ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العاص نے کہا کہ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ٹھا</w:t>
      </w:r>
      <w:r w:rsidRPr="00A90793">
        <w:rPr>
          <w:rFonts w:eastAsia="Calibri"/>
          <w:rtl/>
        </w:rPr>
        <w:t xml:space="preserve"> ہوا تھا اتنے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آنحضرت(ص) نے آسمان اور 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نظر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نازل ہوئے تھے اور مجھ سے کہا اس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اپنے سورہ کے مخصوص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جگہ رکھ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>۔</w:t>
      </w:r>
      <w:r w:rsidRPr="00E845C5">
        <w:rPr>
          <w:rStyle w:val="libAieChar"/>
          <w:rFonts w:eastAsia="Calibri"/>
          <w:rtl/>
        </w:rPr>
        <w:t>''ان 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امر</w:t>
      </w:r>
      <w:r w:rsidRPr="00E845C5">
        <w:rPr>
          <w:rStyle w:val="libAieChar"/>
          <w:rFonts w:eastAsia="Calibri"/>
          <w:rtl/>
        </w:rPr>
        <w:t xml:space="preserve"> بالعدل والاحسان و ا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تاء</w:t>
      </w:r>
      <w:r w:rsidRPr="00E845C5">
        <w:rPr>
          <w:rStyle w:val="libAieChar"/>
          <w:rFonts w:eastAsia="Calibri"/>
          <w:rtl/>
        </w:rPr>
        <w:t xml:space="preserve"> ذ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/>
          <w:rtl/>
        </w:rPr>
        <w:t xml:space="preserve"> القرب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/>
          <w:rtl/>
        </w:rPr>
        <w:t xml:space="preserve"> 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نے کہا کہ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عثمان سے پوچھا اللہ کا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قول کہ </w:t>
      </w:r>
      <w:r w:rsidRPr="00E845C5">
        <w:rPr>
          <w:rStyle w:val="libAieChar"/>
          <w:rFonts w:eastAsia="Calibri"/>
          <w:rtl/>
        </w:rPr>
        <w:t>والذ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</w:t>
      </w:r>
      <w:r w:rsidRPr="00E845C5">
        <w:rPr>
          <w:rStyle w:val="libAieChar"/>
          <w:rFonts w:eastAsia="Calibri"/>
          <w:rtl/>
        </w:rPr>
        <w:t xml:space="preserve"> 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توفون</w:t>
      </w:r>
      <w:r w:rsidRPr="00E845C5">
        <w:rPr>
          <w:rStyle w:val="libAieChar"/>
          <w:rFonts w:eastAsia="Calibri"/>
          <w:rtl/>
        </w:rPr>
        <w:t xml:space="preserve"> منکم و 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ذرون</w:t>
      </w:r>
      <w:r w:rsidRPr="00E845C5">
        <w:rPr>
          <w:rStyle w:val="libAieChar"/>
          <w:rFonts w:eastAsia="Calibri"/>
          <w:rtl/>
        </w:rPr>
        <w:t xml:space="preserve"> ازواجا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نسخ</w:t>
      </w:r>
      <w:r w:rsidRPr="00A90793">
        <w:rPr>
          <w:rFonts w:eastAsia="Calibri"/>
          <w:rtl/>
        </w:rPr>
        <w:t xml:space="preserve"> شدہ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.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ہے؟ تو عثمان نے کہا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بھائ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جگہ سے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 کو حذف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 سکتا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توں</w:t>
      </w:r>
      <w:r w:rsidRPr="00A90793">
        <w:rPr>
          <w:rFonts w:eastAsia="Calibri"/>
          <w:rtl/>
        </w:rPr>
        <w:t xml:space="preserve">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 جاتا ہے کہ نسخ شدہ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 سکتا، اس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اور جابجائ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جناب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سورتوں کو نماز جمعہ کے خطبے اور اصحاب کے حضور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موجودہ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 رنظم و نسق کے ساتھ تلاوت فرماتے تھے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اورنظم وضبط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)النحل/(اتقان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104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)بقرہ/</w:t>
      </w:r>
      <w:r w:rsidR="00FB0743" w:rsidRPr="00FB0743">
        <w:rPr>
          <w:rFonts w:hint="cs"/>
          <w:rtl/>
        </w:rPr>
        <w:t>24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)صحی</w:t>
      </w:r>
      <w:r w:rsidRPr="00A90793">
        <w:rPr>
          <w:rFonts w:hint="eastAsia"/>
          <w:rtl/>
        </w:rPr>
        <w:t>ح</w:t>
      </w:r>
      <w:r w:rsidRPr="00A90793">
        <w:rPr>
          <w:rtl/>
        </w:rPr>
        <w:t xml:space="preserve"> بخار</w:t>
      </w:r>
      <w:r w:rsidRPr="00A90793">
        <w:rPr>
          <w:rFonts w:hint="cs"/>
          <w:rtl/>
        </w:rPr>
        <w:t>ی</w:t>
      </w:r>
      <w:r w:rsidRPr="00A90793">
        <w:rPr>
          <w:rtl/>
        </w:rPr>
        <w:t>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بہتر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 راصحاب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کے 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بندرہتے</w:t>
      </w:r>
      <w:r w:rsidRPr="00A90793">
        <w:rPr>
          <w:rFonts w:eastAsia="Calibri"/>
          <w:rtl/>
        </w:rPr>
        <w:t xml:space="preserve"> تھے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اس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کے خلاف تلاوت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جرات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بات تواتر کے ساتھ ہم تک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جناب زرکش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کتاب برہان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جعفر بن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کچھ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جو اس وقت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موجود ہے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پر اجماع کے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6" w:name="_Toc429651902"/>
      <w:r w:rsidRPr="00A90793">
        <w:rPr>
          <w:rFonts w:eastAsia="Calibri" w:hint="eastAsia"/>
          <w:rtl/>
        </w:rPr>
        <w:t>سوال</w:t>
      </w:r>
      <w:r w:rsidRPr="00A90793">
        <w:rPr>
          <w:rFonts w:eastAsia="Calibri"/>
          <w:rtl/>
        </w:rPr>
        <w:t xml:space="preserve"> و جواب:</w:t>
      </w:r>
      <w:bookmarkEnd w:id="6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،جگہ کے تقرر معلوم ہونے کا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فائدہ اورنت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ہے؟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بحث اور گفتگو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اور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وہاں ظاہر ہو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جہاں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نماز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عام عاد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حالت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نذر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وہاں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اثر ظاہر ہو جاتا ہے،لہذا اس بحث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اور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اندازہ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ہوسکتاہے کہ جس طرح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ں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نتائج کے علاوہ عمل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نتائج او رافاد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مالا مال ہے، اس طرح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بحث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نتائج سے خال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)اتقان ج 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105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7" w:name="_Toc429651903"/>
      <w:r w:rsidRPr="00A90793">
        <w:rPr>
          <w:rFonts w:eastAsia="Calibri" w:hint="eastAsia"/>
          <w:rtl/>
        </w:rPr>
        <w:t>سورتوں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 بند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</w:t>
      </w:r>
      <w:bookmarkEnd w:id="7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جس</w:t>
      </w:r>
      <w:r w:rsidRPr="00A90793">
        <w:rPr>
          <w:rFonts w:eastAsia="Calibri"/>
          <w:rtl/>
        </w:rPr>
        <w:t xml:space="preserve"> طرح کلمہ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 دو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قابل تصور ہے اس طرح کلمہ سورہ کے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لغو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۔اصطلاح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کلمہ</w:t>
      </w:r>
      <w:r w:rsidRPr="00A90793">
        <w:rPr>
          <w:rFonts w:eastAsia="Calibri"/>
          <w:rtl/>
        </w:rPr>
        <w:t xml:space="preserve"> ''سور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''لغت عرب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استعمال ہوا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۔جناب صاحب قاموس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کہ کلمہ سورہ منزلت کے معن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مےں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</w:t>
      </w:r>
      <w:r w:rsidRPr="00E845C5">
        <w:rPr>
          <w:rStyle w:val="libAieChar"/>
          <w:rFonts w:eastAsia="Calibri"/>
          <w:rtl/>
        </w:rPr>
        <w:t>: الم تران 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اعطاک سور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تر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/>
          <w:rtl/>
        </w:rPr>
        <w:t xml:space="preserve"> کل ملک حول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تذبذب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کھتے</w:t>
      </w:r>
      <w:r w:rsidRPr="00A90793">
        <w:rPr>
          <w:rFonts w:eastAsia="Calibri"/>
          <w:rtl/>
        </w:rPr>
        <w:t xml:space="preserve"> کہ اللہ نے تجھے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مقام و منزلت عطا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جس کے سبب ہر بادشاہ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رفت و آمد کا مرکز بنا۔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علامت اور نشان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معن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وار</w:t>
      </w:r>
      <w:r w:rsidR="00A90793" w:rsidRPr="00A90793">
        <w:rPr>
          <w:rFonts w:eastAsia="Calibri"/>
          <w:rtl/>
        </w:rPr>
        <w:t xml:space="preserve"> بلند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شہر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وار</w:t>
      </w:r>
      <w:r w:rsidR="00A90793" w:rsidRPr="00A90793">
        <w:rPr>
          <w:rFonts w:eastAsia="Calibri"/>
          <w:rtl/>
        </w:rPr>
        <w:t xml:space="preserve"> کو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سورہ کہا جاتا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سورہ قوت اور طاقت کے معن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استعمال ہوا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علاوہ اور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استعمال ہواہے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اس مختصر کت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ںنقل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۔لہذا لسان العرب و مجمع البحر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،تاج العروس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B379F5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اصطلاح علوم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سورہ متعدد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کے مجموعہ کا نام ہے ، جس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عت</w:t>
      </w:r>
      <w:r w:rsidR="00A90793" w:rsidRPr="00A90793">
        <w:rPr>
          <w:rFonts w:eastAsia="Calibri"/>
          <w:rtl/>
        </w:rPr>
        <w:t xml:space="preserve"> ،لحن اور نظم وضبط او ر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اق</w:t>
      </w:r>
      <w:r w:rsidR="00A90793" w:rsidRPr="00A90793">
        <w:rPr>
          <w:rFonts w:eastAsia="Calibri"/>
          <w:rtl/>
        </w:rPr>
        <w:t xml:space="preserve"> و سبق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دوسرے سورہ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اق</w:t>
      </w:r>
      <w:r w:rsidR="00A90793" w:rsidRPr="00A90793">
        <w:rPr>
          <w:rFonts w:eastAsia="Calibri"/>
          <w:rtl/>
        </w:rPr>
        <w:t xml:space="preserve"> و سبق سے فصاحت و بلاغت کے حوالے سے متفاوت ہے،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379F5" w:rsidRDefault="00B379F5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 xml:space="preserve"> اگر چہ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کبھار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ماب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قبل و بعد کے حوالے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سبق</w:t>
      </w:r>
      <w:r w:rsidRPr="00A90793">
        <w:rPr>
          <w:rFonts w:eastAsia="Calibri"/>
          <w:rtl/>
        </w:rPr>
        <w:t xml:space="preserve"> 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اق</w:t>
      </w:r>
      <w:r w:rsidRPr="00A90793">
        <w:rPr>
          <w:rFonts w:eastAsia="Calibri"/>
          <w:rtl/>
        </w:rPr>
        <w:t xml:space="preserve"> کے لحاظ سے مختلف نظر آتا ہے،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تطہ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قبل و بعد کے حوالہ سے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کھا</w:t>
      </w:r>
      <w:r w:rsidRPr="00A90793">
        <w:rPr>
          <w:rFonts w:eastAsia="Calibri"/>
          <w:rtl/>
        </w:rPr>
        <w:t xml:space="preserve"> جائے تو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قبل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بعد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زوجات سے مربوط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تطہ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جو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تؑ</w:t>
      </w:r>
      <w:r w:rsidRPr="00A90793">
        <w:rPr>
          <w:rFonts w:eastAsia="Calibri"/>
          <w:rtl/>
        </w:rPr>
        <w:t xml:space="preserve"> کا تذکرہ کر رہ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بظاہر متفاوت نظر آت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پر ہونے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اصطلاح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جملہ معترضہ کہا جاتا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ہم سورہ احزاب کے آغاز اور انجام تک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سبق 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اق</w:t>
      </w:r>
      <w:r w:rsidRPr="00A90793">
        <w:rPr>
          <w:rFonts w:eastAsia="Calibri"/>
          <w:rtl/>
        </w:rPr>
        <w:t xml:space="preserve"> کو غور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تطہ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و سبق ملتا جلتا ہے۔</w:t>
      </w:r>
    </w:p>
    <w:p w:rsidR="00B379F5" w:rsidRPr="007A0B2A" w:rsidRDefault="00A90793" w:rsidP="00B379F5">
      <w:pPr>
        <w:pStyle w:val="libNormal"/>
        <w:rPr>
          <w:rFonts w:eastAsia="Calibri"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اگر مختصر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ہے: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مجموعے کا نام سورہ ہے، جو سبق 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اق</w:t>
      </w:r>
      <w:r w:rsidRPr="00A90793">
        <w:rPr>
          <w:rFonts w:eastAsia="Calibri"/>
          <w:rtl/>
        </w:rPr>
        <w:t xml:space="preserve"> اور نظم و نسق فصاحت وبلاغت کے حوالے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کے ہو دوسرے مجموعہ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سے مختلف ہو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تمام امت مسلمہ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اجماع ہے کہ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سو چودہ سورت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جن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جس طرح قرآن مج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اسوقت موجود ہے اس طرح خود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مبارک سے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تبھ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نظم و نسق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نظر اور اج</w:t>
      </w:r>
      <w:r w:rsidRPr="00A90793">
        <w:rPr>
          <w:rFonts w:eastAsia="Calibri" w:hint="eastAsia"/>
          <w:rtl/>
        </w:rPr>
        <w:t>تہاد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جس پر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السند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عامہ اور خاصہ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مختلف مضام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ساتھ موجود ہے جس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 جاتا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تمام سورتوں کا نام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Fonts w:hint="cs"/>
          <w:rtl/>
        </w:rPr>
        <w:t xml:space="preserve"> 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</w:t>
      </w:r>
      <w:r w:rsidRPr="00A90793">
        <w:rPr>
          <w:rtl/>
        </w:rPr>
        <w:t>آن ص</w:t>
      </w:r>
      <w:r w:rsidR="00FB0743" w:rsidRPr="00FB0743">
        <w:rPr>
          <w:rFonts w:hint="cs"/>
          <w:rtl/>
        </w:rPr>
        <w:t>103</w:t>
      </w:r>
      <w:r w:rsidRPr="00A90793">
        <w:rPr>
          <w:rFonts w:hint="cs"/>
          <w:rtl/>
        </w:rPr>
        <w:t xml:space="preserve"> علی</w:t>
      </w:r>
      <w:r w:rsidRPr="00A90793">
        <w:rPr>
          <w:rtl/>
        </w:rPr>
        <w:t xml:space="preserve"> کمال</w:t>
      </w:r>
      <w:r w:rsidRPr="00A90793">
        <w:rPr>
          <w:rFonts w:hint="cs"/>
          <w:rtl/>
        </w:rPr>
        <w:t>ی</w:t>
      </w:r>
      <w:r w:rsidRPr="00A90793">
        <w:rPr>
          <w:rtl/>
        </w:rPr>
        <w:t>)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سورتوںک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موجودہ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خود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حکم سے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جس طرح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اعمال نظر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مشہور و معروف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کے مقابل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کچھ دوسرے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دہ ہے کہ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خود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سے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اگر نفس رسول خدا ؐ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اصحاب کے مصاحف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حوالے سے مختلف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ے،</w:t>
      </w:r>
      <w:r w:rsidRPr="00A90793">
        <w:rPr>
          <w:rFonts w:eastAsia="Calibri"/>
          <w:rtl/>
        </w:rPr>
        <w:t xml:space="preserve"> جبکہ اصحاب کے م</w:t>
      </w:r>
      <w:r w:rsidRPr="00A90793">
        <w:rPr>
          <w:rFonts w:eastAsia="Calibri" w:hint="eastAsia"/>
          <w:rtl/>
        </w:rPr>
        <w:t>صاحف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بڑا اختلاف موجودہے، لہذا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ہے،البتہ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رد کرتے ہوئے بعض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دو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:اصحاب کے مصاحف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اختلاف کا پائے جانے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بات،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قطع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ثابت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بالفرض ثابت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ہوا ہو تو ہم احتمال دے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اصحاب کے مصاحف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نام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سے پہلے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سرا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کچھ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جبکہ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کچھ سورتوں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105</w:t>
      </w:r>
      <w:r w:rsidRPr="00A90793">
        <w:rPr>
          <w:rFonts w:hint="cs"/>
          <w:rtl/>
        </w:rPr>
        <w:t xml:space="preserve"> علی</w:t>
      </w:r>
      <w:r w:rsidRPr="00A90793">
        <w:rPr>
          <w:rtl/>
        </w:rPr>
        <w:t xml:space="preserve"> کمال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)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توق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 اس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دے</w:t>
      </w:r>
      <w:r w:rsidRPr="00A90793">
        <w:rPr>
          <w:rFonts w:eastAsia="Calibri"/>
          <w:rtl/>
        </w:rPr>
        <w:t xml:space="preserve"> پر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برہان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کئے گئے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کتاب اوروقت کے دامن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گنجا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 ہونے کے حوالے سے اقوال کے تذکرہ پر اکتفاء کروںگا۔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سورتوں کے احکام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ہر سورہ کے آغاز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بسم اللہ ہے وہ سورہ کا جز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 کا جزء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ہے؟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ہر مکتب فکر اس مسئلہ سے با خبر ہے کہ بسم اللہ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مذاہب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ہے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ہر </w:t>
      </w:r>
      <w:r w:rsidRPr="00E845C5">
        <w:rPr>
          <w:rStyle w:val="libAieChar"/>
          <w:rFonts w:eastAsia="Calibri"/>
          <w:rtl/>
        </w:rPr>
        <w:t>بسم</w:t>
      </w:r>
      <w:r w:rsidRPr="00A90793">
        <w:rPr>
          <w:rFonts w:eastAsia="Calibri"/>
          <w:rtl/>
        </w:rPr>
        <w:t xml:space="preserve"> </w:t>
      </w:r>
      <w:r w:rsidRPr="00E845C5">
        <w:rPr>
          <w:rStyle w:val="libAieChar"/>
          <w:rFonts w:eastAsia="Calibri"/>
          <w:rtl/>
        </w:rPr>
        <w:t>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الرحمن الرح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ہر سورہ کا جزء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، لہذا نماز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سورہ حمد کے آغاز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سورتوں جو حمد کے </w:t>
      </w:r>
      <w:r w:rsidRPr="00A90793">
        <w:rPr>
          <w:rFonts w:eastAsia="Calibri" w:hint="eastAsia"/>
          <w:rtl/>
        </w:rPr>
        <w:t>بعد</w:t>
      </w:r>
      <w:r w:rsidRPr="00A90793">
        <w:rPr>
          <w:rFonts w:eastAsia="Calibri"/>
          <w:rtl/>
        </w:rPr>
        <w:t xml:space="preserve"> پڑھا جاتا ہے ، </w:t>
      </w:r>
      <w:r w:rsidRPr="00E845C5">
        <w:rPr>
          <w:rStyle w:val="libAieChar"/>
          <w:rFonts w:eastAsia="Calibri"/>
          <w:rtl/>
        </w:rPr>
        <w:t>بسم 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الرحمن الرح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اور تلاوت کرنا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ورنہ نماز باطل ہے، جبکہ اس مسئلہ کے باے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اہل سنت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بسم اللہ ہر سورہ کا جزء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،لہذا نمازوں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سورہ حمد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سورتوں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کے وق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E845C5">
        <w:rPr>
          <w:rStyle w:val="libAieChar"/>
          <w:rFonts w:eastAsia="Calibri"/>
          <w:rtl/>
        </w:rPr>
        <w:t>بسم الل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الرحمن الرح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نہ پڑھنے سے نماز باطل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مرحوم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طوس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مسئلہ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دلچسپ گفتگو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رجوع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مکا تب فکر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مذہب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لگاو اور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ہٹ کر علم کے اصول و ضوابط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اس سلسلہ کے متعلق غور و خوض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بات معقول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</w:t>
      </w:r>
      <w:r w:rsidRPr="00E845C5">
        <w:rPr>
          <w:rStyle w:val="libAieChar"/>
          <w:rFonts w:eastAsia="Calibri"/>
          <w:rtl/>
        </w:rPr>
        <w:t>بسم الل</w:t>
      </w:r>
      <w:r w:rsidR="00483224" w:rsidRPr="00483224">
        <w:rPr>
          <w:rStyle w:val="libAieChar"/>
          <w:rFonts w:eastAsia="Calibri" w:hint="cs"/>
          <w:rtl/>
        </w:rPr>
        <w:t>ه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24</w:t>
      </w:r>
      <w:r w:rsidRPr="00A90793">
        <w:rPr>
          <w:rFonts w:hint="cs"/>
          <w:rtl/>
        </w:rPr>
        <w:t>)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845C5">
        <w:rPr>
          <w:rStyle w:val="libAieChar"/>
          <w:rFonts w:eastAsia="Calibri" w:hint="eastAsia"/>
          <w:rtl/>
        </w:rPr>
        <w:t>الرحمن</w:t>
      </w:r>
      <w:r w:rsidRPr="00E845C5">
        <w:rPr>
          <w:rStyle w:val="libAieChar"/>
          <w:rFonts w:eastAsia="Calibri"/>
          <w:rtl/>
        </w:rPr>
        <w:t xml:space="preserve"> الرح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ہر مصحف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موجود ہو، اور ہر وقت ہر سورہ کے آغاز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طرح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کرتے تھے، اس طرح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اور اصحاب و تابع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قراٰء تلاوت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اور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قرآن پاک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ہونے کے قائل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ہوں تو ہم بسم ال</w:t>
      </w:r>
      <w:r w:rsidRPr="00A90793">
        <w:rPr>
          <w:rFonts w:eastAsia="Calibri" w:hint="eastAsia"/>
          <w:rtl/>
        </w:rPr>
        <w:t>لہ</w:t>
      </w:r>
      <w:r w:rsidRPr="00A90793">
        <w:rPr>
          <w:rFonts w:eastAsia="Calibri"/>
          <w:rtl/>
        </w:rPr>
        <w:t xml:space="preserve"> کو ہر سورہ کا جزء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 ماننا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متضاد 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شافع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مذہب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ہے کہ ہر بسم اللہ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سورہ کا جزء اور مستقل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جس پر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واضح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</w:t>
      </w:r>
      <w:r w:rsidRPr="00E75DFB">
        <w:rPr>
          <w:rStyle w:val="libArabicChar"/>
          <w:rFonts w:eastAsia="Calibri"/>
          <w:rtl/>
        </w:rPr>
        <w:t>من ترک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فقد ترک مائ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و اربع عشر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آ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من کتاب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تعال</w:t>
      </w:r>
      <w:r w:rsidRPr="00E75DFB">
        <w:rPr>
          <w:rStyle w:val="libArabicChar"/>
          <w:rFonts w:eastAsia="Calibri" w:hint="cs"/>
          <w:rtl/>
        </w:rPr>
        <w:t>ی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عباس نے کہا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بسم اللہ کو ترک کرے تو اس نے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سو چودہ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چھوڑئ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8" w:name="_Toc429651904"/>
      <w:r w:rsidRPr="00A90793">
        <w:rPr>
          <w:rFonts w:eastAsia="Calibri" w:hint="eastAsia"/>
          <w:rtl/>
        </w:rPr>
        <w:t>سورتوں</w:t>
      </w:r>
      <w:r w:rsidRPr="00A90793">
        <w:rPr>
          <w:rFonts w:eastAsia="Calibri"/>
          <w:rtl/>
        </w:rPr>
        <w:t xml:space="preserve"> کا 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:</w:t>
      </w:r>
      <w:bookmarkEnd w:id="8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علوم</w:t>
      </w:r>
      <w:r w:rsidRPr="00A90793">
        <w:rPr>
          <w:rFonts w:eastAsia="Calibri"/>
          <w:rtl/>
        </w:rPr>
        <w:t xml:space="preserve">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مفکر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سو چودہ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سورتوں کو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قرآن کے تمام سورہ کے آغاز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ہذہ السور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مدن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موجود ہے ،اور علوم القرآن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سورے 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ملا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اور اصول و ضوابط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اورمک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ومدن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)کشاف 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،در منثور 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 دی</w:t>
      </w:r>
      <w:r w:rsidRPr="00A90793">
        <w:rPr>
          <w:rFonts w:hint="eastAsia"/>
          <w:rtl/>
        </w:rPr>
        <w:t>گر</w:t>
      </w:r>
      <w:r w:rsidRPr="00A90793">
        <w:rPr>
          <w:rtl/>
        </w:rPr>
        <w:t xml:space="preserve"> تفاس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</w:p>
    <w:p w:rsidR="00B379F5" w:rsidRDefault="00B379F5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اصول</w:t>
      </w:r>
      <w:r w:rsidRPr="00A90793">
        <w:rPr>
          <w:rFonts w:eastAsia="Calibri"/>
          <w:rtl/>
        </w:rPr>
        <w:t xml:space="preserve"> وظوابط کا خلاصہ در ج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 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بعض محقق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نے لکھا ہے کہ جوآ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اور سورہ ہجرت سے پہلے نازل ہوا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جو ہجرت کے بعد نازل ہوا ہے و 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جو مکہ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نازل ہوا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جو مد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ںنازل</w:t>
      </w:r>
      <w:r w:rsidR="00A90793" w:rsidRPr="00A90793">
        <w:rPr>
          <w:rFonts w:eastAsia="Calibri"/>
          <w:rtl/>
        </w:rPr>
        <w:t xml:space="preserve"> ہوا ہے وہ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اور جو مکہ ومد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کے گرد ونواح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نازل ہوا ہے وہ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۔جن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کا مخاطب اہل مکہ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ںوہ</w:t>
      </w:r>
      <w:r w:rsidR="00A90793" w:rsidRPr="00A90793">
        <w:rPr>
          <w:rFonts w:eastAsia="Calibri"/>
          <w:rtl/>
        </w:rPr>
        <w:t xml:space="preserve">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جن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کا مخاطب اہل مد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و 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ہر وہ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سجدہ اور لفظ کلا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جن سورتوں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سجدہ اور کلمہ کلا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وہ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 xml:space="preserve">۔ جہاں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ہاالناس</w:t>
      </w:r>
      <w:r w:rsidR="00A90793" w:rsidRPr="00A90793">
        <w:rPr>
          <w:rFonts w:eastAsia="Calibri"/>
          <w:rtl/>
        </w:rPr>
        <w:t xml:space="preserve"> کا خطاب ہے و 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باق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مگر سورہ حج اس ملاک اورمع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ار</w:t>
      </w:r>
      <w:r w:rsidR="00A90793" w:rsidRPr="00A90793">
        <w:rPr>
          <w:rFonts w:eastAsia="Calibri"/>
          <w:rtl/>
        </w:rPr>
        <w:t xml:space="preserve"> سے خارج ہے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اس کے آخر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E845C5">
        <w:rPr>
          <w:rStyle w:val="libAieChar"/>
          <w:rFonts w:eastAsia="Calibri"/>
          <w:rtl/>
        </w:rPr>
        <w:t xml:space="preserve">'' </w:t>
      </w:r>
      <w:r w:rsidR="00A90793" w:rsidRPr="00E845C5">
        <w:rPr>
          <w:rStyle w:val="libAieChar"/>
          <w:rFonts w:eastAsia="Calibri" w:hint="cs"/>
          <w:rtl/>
        </w:rPr>
        <w:t>ی</w:t>
      </w:r>
      <w:r w:rsidR="00A90793" w:rsidRPr="00E845C5">
        <w:rPr>
          <w:rStyle w:val="libAieChar"/>
          <w:rFonts w:eastAsia="Calibri" w:hint="eastAsia"/>
          <w:rtl/>
        </w:rPr>
        <w:t>اا</w:t>
      </w:r>
      <w:r w:rsidR="00A90793" w:rsidRPr="00E845C5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ه</w:t>
      </w:r>
      <w:r w:rsidR="00A90793" w:rsidRPr="00483224">
        <w:rPr>
          <w:rStyle w:val="libAieChar"/>
          <w:rFonts w:eastAsia="Calibri" w:hint="eastAsia"/>
          <w:rtl/>
        </w:rPr>
        <w:t>االذ</w:t>
      </w:r>
      <w:r w:rsidR="00A90793" w:rsidRPr="00E845C5">
        <w:rPr>
          <w:rStyle w:val="libAieChar"/>
          <w:rFonts w:eastAsia="Calibri" w:hint="cs"/>
          <w:rtl/>
        </w:rPr>
        <w:t>ی</w:t>
      </w:r>
      <w:r w:rsidR="00A90793" w:rsidRPr="00E845C5">
        <w:rPr>
          <w:rStyle w:val="libAieChar"/>
          <w:rFonts w:eastAsia="Calibri" w:hint="eastAsia"/>
          <w:rtl/>
        </w:rPr>
        <w:t>ن</w:t>
      </w:r>
      <w:r w:rsidR="00A90793" w:rsidRPr="00E845C5">
        <w:rPr>
          <w:rStyle w:val="libAieChar"/>
          <w:rFonts w:eastAsia="Calibri"/>
          <w:rtl/>
        </w:rPr>
        <w:t xml:space="preserve"> آمنوا ارکعوا والسجدو ا''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اس کے باوجود اکثر علماء کا عق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نہ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 ہر وہ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 جن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اء</w:t>
      </w:r>
      <w:r w:rsidR="00A90793" w:rsidRPr="00A90793">
        <w:rPr>
          <w:rFonts w:eastAsia="Calibri"/>
          <w:rtl/>
        </w:rPr>
        <w:t xml:space="preserve"> سلف کے قصے اور امم سابقہ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کہان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عبرتوں پر مشتمل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باق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اس ملاک اور قانون سے سورہ بقرہ کو خارج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B379F5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۔ہر وہ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حضرت آدم ؑ اور ابل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/>
          <w:rtl/>
        </w:rPr>
        <w:t xml:space="preserve"> کا قصہ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باق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</w:t>
      </w:r>
    </w:p>
    <w:p w:rsidR="00A90793" w:rsidRP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FB0743" w:rsidP="00B379F5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lastRenderedPageBreak/>
        <w:t>8</w:t>
      </w:r>
      <w:r w:rsidR="00A90793" w:rsidRPr="007A0B2A">
        <w:rPr>
          <w:rFonts w:eastAsia="Calibri" w:hint="cs"/>
          <w:rtl/>
        </w:rPr>
        <w:t>۔ ہر وہ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کاآغاز حروف مقطعات سے ہوا ہے وہ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اور وہ سورت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کا آغاز حروف مقطعات سے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ہوا ہے وہ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  <w:r w:rsidR="00A90793" w:rsidRPr="007A0B2A">
        <w:rPr>
          <w:rFonts w:eastAsia="Calibri" w:hint="cs"/>
          <w:rtl/>
        </w:rPr>
        <w:t>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اگر دانشمند حضرات اور مکاتب فکر سورتوںکے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مدن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ہونے کے مسئلہ کو کڑ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سے غور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تو علم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نتائج اورمعلومات کے علاوہ ع</w:t>
      </w:r>
      <w:r w:rsidR="00A90793" w:rsidRPr="00A90793">
        <w:rPr>
          <w:rFonts w:eastAsia="Calibri" w:hint="eastAsia"/>
          <w:rtl/>
        </w:rPr>
        <w:t>مل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نتائج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پرغور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جئے</w:t>
      </w:r>
      <w:r w:rsidR="00A90793" w:rsidRPr="00A90793">
        <w:rPr>
          <w:rFonts w:eastAsia="Calibri"/>
          <w:rtl/>
        </w:rPr>
        <w:t xml:space="preserve"> تاکہ علم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نتائج اور معلومات کے علاوہ نذر اور ناسخ و منسوخ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تشخ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ص</w:t>
      </w:r>
      <w:r w:rsidR="00A90793" w:rsidRPr="00A90793">
        <w:rPr>
          <w:rFonts w:eastAsia="Calibri"/>
          <w:rtl/>
        </w:rPr>
        <w:t xml:space="preserve"> اورتع</w:t>
      </w:r>
      <w:r w:rsidR="00A90793" w:rsidRPr="00A90793">
        <w:rPr>
          <w:rFonts w:eastAsia="Calibri" w:hint="cs"/>
          <w:rtl/>
        </w:rPr>
        <w:t>یی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موارد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ںکام</w:t>
      </w:r>
      <w:r w:rsidR="00A90793" w:rsidRPr="00A90793">
        <w:rPr>
          <w:rFonts w:eastAsia="Calibri"/>
          <w:rtl/>
        </w:rPr>
        <w:t xml:space="preserve"> آئے، لہذا اختصار کو مدنظر رکھتے ہوئے سورتوں کے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مباحث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تعداد اور فصاحت و بلاغت کے حوالے سے کونسا سور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سورتوں پ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/>
          <w:rtl/>
        </w:rPr>
        <w:t xml:space="preserve"> قدم ہے،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کے بارے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علوم قرآن کے موضوعات پر لکھ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مفصل کتابوں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رجوع کرسکتے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2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9" w:name="_Toc429651905"/>
      <w:r w:rsidRPr="00A90793">
        <w:rPr>
          <w:rFonts w:eastAsia="Calibri" w:hint="eastAsia"/>
          <w:rtl/>
        </w:rPr>
        <w:t>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کا پس منظر:</w:t>
      </w:r>
      <w:bookmarkEnd w:id="9"/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0" w:name="_Toc429651906"/>
      <w:r w:rsidRPr="00A90793">
        <w:rPr>
          <w:rFonts w:eastAsia="Calibri" w:hint="eastAsia"/>
          <w:rtl/>
        </w:rPr>
        <w:t>پہلا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:</w:t>
      </w:r>
      <w:bookmarkEnd w:id="10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متعلق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اقوال اورنظر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اور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مسئلہ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 مسئلہ ہے ،علوم قرآن کے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بحث کو مرکز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حاصل ہونے کے باوجود بہت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اعتراف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مسئلہ علوم قرآن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ک ہے جس کے متعلق امت مسلمہ کو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سے غور و خوض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تاکہ اسلام اور مسلم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اور کورکورانہ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اور اندھ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سے نجات حاصل کر سکے،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طرف سے تمام مسلم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اجماع ہے کہ قرآن اللہ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</w:t>
      </w:r>
    </w:p>
    <w:p w:rsidR="00A90793" w:rsidRPr="00A90793" w:rsidRDefault="00FB0743" w:rsidP="00FB0743">
      <w:pPr>
        <w:pStyle w:val="libFootnote0"/>
        <w:rPr>
          <w:rtl/>
        </w:rPr>
      </w:pPr>
      <w:r w:rsidRPr="00FB0743">
        <w:rPr>
          <w:rFonts w:hint="cs"/>
          <w:rtl/>
        </w:rPr>
        <w:t>1</w:t>
      </w:r>
      <w:r w:rsidR="00A90793" w:rsidRPr="00A90793">
        <w:rPr>
          <w:rFonts w:hint="cs"/>
          <w:rtl/>
        </w:rPr>
        <w:t>.(شناخت قرآن.(</w:t>
      </w:r>
    </w:p>
    <w:p w:rsidR="00A90793" w:rsidRPr="00A90793" w:rsidRDefault="00FB0743" w:rsidP="00FB0743">
      <w:pPr>
        <w:pStyle w:val="libFootnote0"/>
        <w:rPr>
          <w:rtl/>
        </w:rPr>
      </w:pPr>
      <w:r w:rsidRPr="00FB0743">
        <w:rPr>
          <w:rFonts w:hint="cs"/>
          <w:rtl/>
        </w:rPr>
        <w:t>2</w:t>
      </w:r>
      <w:r w:rsidR="00A90793" w:rsidRPr="00A90793">
        <w:rPr>
          <w:rFonts w:hint="cs"/>
          <w:rtl/>
        </w:rPr>
        <w:t>)شناخت قرآن ص</w:t>
      </w:r>
      <w:r w:rsidRPr="00FB0743">
        <w:rPr>
          <w:rFonts w:hint="cs"/>
          <w:rtl/>
        </w:rPr>
        <w:t>296</w:t>
      </w:r>
      <w:r w:rsidR="00A90793" w:rsidRPr="00A90793">
        <w:rPr>
          <w:rFonts w:hint="cs"/>
          <w:rtl/>
        </w:rPr>
        <w:t xml:space="preserve"> علی</w:t>
      </w:r>
      <w:r w:rsidR="00A90793" w:rsidRPr="00A90793">
        <w:rPr>
          <w:rtl/>
        </w:rPr>
        <w:t xml:space="preserve"> کمال</w:t>
      </w:r>
      <w:r w:rsidR="00A90793" w:rsidRPr="00A90793">
        <w:rPr>
          <w:rFonts w:hint="cs"/>
          <w:rtl/>
        </w:rPr>
        <w:t>ی</w:t>
      </w:r>
      <w:r w:rsidR="00A90793" w:rsidRPr="00A90793">
        <w:rPr>
          <w:rtl/>
        </w:rPr>
        <w:t>)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ہے، جو بشر کے لئے تا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ضابطہ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ہے ،خود اللہ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</w:t>
      </w:r>
      <w:r w:rsidRPr="00E845C5">
        <w:rPr>
          <w:rStyle w:val="libAieChar"/>
          <w:rFonts w:eastAsia="Calibri"/>
          <w:rtl/>
        </w:rPr>
        <w:t>''انا نحن نزلنا الذکر و انا 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لحافظون''</w:t>
      </w:r>
      <w:r w:rsidRPr="00A90793">
        <w:rPr>
          <w:rFonts w:eastAsia="Calibri"/>
          <w:rtl/>
        </w:rPr>
        <w:t xml:space="preserve"> '' ہم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اور ہم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کے محافظ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''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''</w:t>
      </w:r>
      <w:r w:rsidRPr="00E845C5">
        <w:rPr>
          <w:rStyle w:val="libAieChar"/>
          <w:rFonts w:eastAsia="Calibri"/>
          <w:rtl/>
        </w:rPr>
        <w:t>ان عل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نا</w:t>
      </w:r>
      <w:r w:rsidRPr="00E845C5">
        <w:rPr>
          <w:rStyle w:val="libAieChar"/>
          <w:rFonts w:eastAsia="Calibri"/>
          <w:rtl/>
        </w:rPr>
        <w:t xml:space="preserve"> جمع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و قرآن</w:t>
      </w:r>
      <w:r w:rsidR="00483224" w:rsidRPr="00483224">
        <w:rPr>
          <w:rStyle w:val="libAieChar"/>
          <w:rFonts w:eastAsia="Calibri" w:hint="cs"/>
          <w:rtl/>
        </w:rPr>
        <w:t>ه</w:t>
      </w:r>
      <w:r w:rsidRPr="00A90793">
        <w:rPr>
          <w:rFonts w:eastAsia="Calibri"/>
          <w:rtl/>
        </w:rPr>
        <w:t xml:space="preserve"> ''''ب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شک</w:t>
      </w:r>
      <w:r w:rsidRPr="00A90793">
        <w:rPr>
          <w:rFonts w:eastAsia="Calibri"/>
          <w:rtl/>
        </w:rPr>
        <w:t xml:space="preserve"> اسکا جمع کرنا اور قرائت </w:t>
      </w:r>
      <w:r w:rsidRPr="00A90793">
        <w:rPr>
          <w:rFonts w:eastAsia="Calibri" w:hint="eastAsia"/>
          <w:rtl/>
        </w:rPr>
        <w:t>کرنا</w:t>
      </w:r>
      <w:r w:rsidRPr="00A90793">
        <w:rPr>
          <w:rFonts w:eastAsia="Calibri"/>
          <w:rtl/>
        </w:rPr>
        <w:t xml:space="preserve"> ہم پر فرض ہے''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اپنے مقالات اور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مفصل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لکھا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اصحاب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وفد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لقب سے معروف اور مشہور تھا۔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مسلم نے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عبداللہ بن عمر نے کہا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مجھ سے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عبداللہ قرآن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مہ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مکمل کرو اسوقت مےں نے کہا اس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قدرت ہو تو آنحضرت ؐنے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ہر دس دن کے بعد مکمل کرو،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کہا اس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قدرت رکھتا ہ</w:t>
      </w:r>
      <w:r w:rsidRPr="00A90793">
        <w:rPr>
          <w:rFonts w:eastAsia="Calibri" w:hint="eastAsia"/>
          <w:rtl/>
        </w:rPr>
        <w:t>و</w:t>
      </w:r>
      <w:r w:rsidRPr="00A90793">
        <w:rPr>
          <w:rFonts w:eastAsia="Calibri"/>
          <w:rtl/>
        </w:rPr>
        <w:t xml:space="preserve"> تو آنحضرت(ص)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ہر ہفتہ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مکمل کرو اس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نہ کرو،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جس</w:t>
      </w:r>
      <w:r w:rsidRPr="00A90793">
        <w:rPr>
          <w:rFonts w:eastAsia="Calibri"/>
          <w:rtl/>
        </w:rPr>
        <w:t xml:space="preserve">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 جاتا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ابو 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نے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صعصعہ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صعصعہ سے پوچھاتم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 قی</w:t>
      </w:r>
      <w:r w:rsidRPr="00A90793">
        <w:rPr>
          <w:rFonts w:hint="eastAsia"/>
          <w:rtl/>
        </w:rPr>
        <w:t>امت</w:t>
      </w:r>
      <w:r w:rsidRPr="00A90793">
        <w:rPr>
          <w:rtl/>
        </w:rPr>
        <w:t>/</w:t>
      </w:r>
      <w:r w:rsidR="00FB0743" w:rsidRPr="00FB0743">
        <w:rPr>
          <w:rFonts w:hint="cs"/>
          <w:rtl/>
        </w:rPr>
        <w:t>17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)نقل شناخت قرآن ص</w:t>
      </w:r>
      <w:r w:rsidR="00FB0743" w:rsidRPr="00FB0743">
        <w:rPr>
          <w:rFonts w:hint="cs"/>
          <w:rtl/>
        </w:rPr>
        <w:t>107</w:t>
      </w:r>
      <w:r w:rsidRPr="00A90793">
        <w:rPr>
          <w:rFonts w:hint="cs"/>
          <w:rtl/>
        </w:rPr>
        <w:t>)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کو کتنے دنوں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ختم کرتے ہو؟ اس نے کہا چال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دنوں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ختم کرتاہوں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امام احمد بن حنبل نے کہاہے کہ چال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دن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ختم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مکروہ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ہوجاتا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ابو داود اورنسائ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ابو</w:t>
      </w:r>
      <w:r w:rsidRPr="00A90793">
        <w:rPr>
          <w:rFonts w:eastAsia="Calibri"/>
          <w:rtl/>
        </w:rPr>
        <w:t xml:space="preserve">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العلاء نے کہا: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مسجد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نماز پڑھا رہاتھا اتنے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مجھے بلا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جواب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(نماز سے) فارغ ہونے کے بعد آپ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 کہا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رسول اللہؐ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نماز پڑھا رہا تھا، اس وقت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مگر اللہ نے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</w:t>
      </w:r>
      <w:r w:rsidRPr="00E845C5">
        <w:rPr>
          <w:rStyle w:val="libAieChar"/>
          <w:rFonts w:eastAsia="Calibri"/>
          <w:rtl/>
        </w:rPr>
        <w:t xml:space="preserve">'' 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ا</w:t>
      </w:r>
      <w:r w:rsidRPr="00E845C5">
        <w:rPr>
          <w:rStyle w:val="libAieChar"/>
          <w:rFonts w:eastAsia="Calibri"/>
          <w:rtl/>
        </w:rPr>
        <w:t xml:space="preserve"> ا</w:t>
      </w:r>
      <w:r w:rsidRPr="00E845C5">
        <w:rPr>
          <w:rStyle w:val="libAieChar"/>
          <w:rFonts w:eastAsia="Calibri" w:hint="cs"/>
          <w:rtl/>
        </w:rPr>
        <w:t>ی</w:t>
      </w:r>
      <w:r w:rsidR="00483224" w:rsidRPr="00483224">
        <w:rPr>
          <w:rStyle w:val="libAieChar"/>
          <w:rFonts w:eastAsia="Calibri" w:hint="cs"/>
          <w:rtl/>
        </w:rPr>
        <w:t>ه</w:t>
      </w:r>
      <w:r w:rsidRPr="00E845C5">
        <w:rPr>
          <w:rStyle w:val="libAieChar"/>
          <w:rFonts w:eastAsia="Calibri" w:hint="eastAsia"/>
          <w:rtl/>
        </w:rPr>
        <w:t>االذ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</w:t>
      </w:r>
      <w:r w:rsidRPr="00E845C5">
        <w:rPr>
          <w:rStyle w:val="libAieChar"/>
          <w:rFonts w:eastAsia="Calibri"/>
          <w:rtl/>
        </w:rPr>
        <w:t xml:space="preserve"> آمنوا استج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بوا</w:t>
      </w:r>
      <w:r w:rsidRPr="00E845C5">
        <w:rPr>
          <w:rStyle w:val="libAieChar"/>
          <w:rFonts w:eastAsia="Calibri"/>
          <w:rtl/>
        </w:rPr>
        <w:t xml:space="preserve"> لل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و للرسول اذا دعاکم''''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والو جب تمہ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خدا اور اس کا رسولؐ نے بلائے تو جواب دو '' اس وقت آنحضرت(ص)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تجھے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نہ بتا دوںجو قرآن کا سب سے بڑا سورہ ہے،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اس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بظاہر معلوم ہوجا</w:t>
      </w:r>
      <w:r w:rsidRPr="00A90793">
        <w:rPr>
          <w:rFonts w:eastAsia="Calibri" w:hint="eastAsia"/>
          <w:rtl/>
        </w:rPr>
        <w:t>تا</w:t>
      </w:r>
      <w:r w:rsidRPr="00A90793">
        <w:rPr>
          <w:rFonts w:eastAsia="Calibri"/>
          <w:rtl/>
        </w:rPr>
        <w:t xml:space="preserve">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قرآن،ص</w:t>
      </w:r>
      <w:r w:rsidR="00FB0743" w:rsidRPr="00FB0743">
        <w:rPr>
          <w:rFonts w:hint="cs"/>
          <w:rtl/>
        </w:rPr>
        <w:t>108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)بخاری</w:t>
      </w:r>
      <w:r w:rsidRPr="00A90793">
        <w:rPr>
          <w:rFonts w:hint="eastAsia"/>
          <w:rtl/>
        </w:rPr>
        <w:t>،نسائ</w:t>
      </w:r>
      <w:r w:rsidRPr="00A90793">
        <w:rPr>
          <w:rFonts w:hint="cs"/>
          <w:rtl/>
        </w:rPr>
        <w:t>ی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عباس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ہے،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(ص)سے پوچھا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کونسا عمل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محبوب ہے ؟ آنحضرت ؐنے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قرآن کے آغاز سے آخر تک تلاوت کرنا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محبوب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کے علاوہ بہت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جن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لفظ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جمع کرنے والے افراد کا نام مذکور ہے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الفاظ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 ہو جاتا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اگرچہ اس زمانے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اس دور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فرق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اصحاب کے دور اور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بڑا فرق ہے. لہذا قرآن و سنت اور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واضح ہوا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ہم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ہونے پرروا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بعض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ہونے کے باوجود قبول نہ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ںتو</w:t>
      </w:r>
      <w:r w:rsidRPr="00A90793">
        <w:rPr>
          <w:rFonts w:eastAsia="Calibri"/>
          <w:rtl/>
        </w:rPr>
        <w:t xml:space="preserve"> اس کا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بعد کچھ اصحاب جو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ساتھ اکثرو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شتر</w:t>
      </w:r>
      <w:r w:rsidRPr="00A90793">
        <w:rPr>
          <w:rFonts w:eastAsia="Calibri"/>
          <w:rtl/>
        </w:rPr>
        <w:t xml:space="preserve"> رفت و آمد رکھتے تھے ، امامت اور خلافت کے ساتھ 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لا</w:t>
      </w:r>
      <w:r w:rsidRPr="00A90793">
        <w:rPr>
          <w:rFonts w:eastAsia="Calibri"/>
          <w:rtl/>
        </w:rPr>
        <w:t xml:space="preserve"> ہے جو آج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اسلام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)ترمذی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9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 ہے، اگر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دستور کے مطابق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کتاب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نہ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آج مسلمانوں کے ہاتھوں موجود ہ قرآن کے نسخون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طرح طرح کے اختلافات نظرآنا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حالانکہ تمام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نسخے کتابت اور چاپ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زائن</w:t>
      </w:r>
      <w:r w:rsidRPr="00A90793">
        <w:rPr>
          <w:rFonts w:eastAsia="Calibri"/>
          <w:rtl/>
        </w:rPr>
        <w:t xml:space="preserve"> اور جلد س</w:t>
      </w:r>
      <w:r w:rsidRPr="00A90793">
        <w:rPr>
          <w:rFonts w:eastAsia="Calibri" w:hint="eastAsia"/>
          <w:rtl/>
        </w:rPr>
        <w:t>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باق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جہات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سورتوں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اورنظم و ضبط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اختلاف نظر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آتا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ہو سکتا ہے کہ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امت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ہوں ،م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بعد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آخر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ہے جس کے بعد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نازل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تمہارامرجع قرآن وعترت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چلے جائ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کرنا ہر حوالے سے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لازم نہ تھا؟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کوا داء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کوتاہ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ہے؟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امت کے سلوک و رفتار سے واقف نہ تھے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امت کے قرآن اور امامت کے ساتھ کرنے والے سلوک اور رفتار سے آگاہ نہ تھے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امت محمد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مثل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غمبراکرمؐ</w:t>
      </w:r>
      <w:r w:rsidRPr="00A90793">
        <w:rPr>
          <w:rFonts w:eastAsia="Calibri"/>
          <w:rtl/>
        </w:rPr>
        <w:t xml:space="preserve"> معصوم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؟</w:t>
      </w:r>
      <w:r w:rsidRPr="00A90793">
        <w:rPr>
          <w:rFonts w:eastAsia="Calibri"/>
          <w:rtl/>
        </w:rPr>
        <w:t xml:space="preserve"> اگرچہ بہت سارے مسلمان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(ص)اور جانش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یؐ</w:t>
      </w:r>
      <w:r w:rsidRPr="00A90793">
        <w:rPr>
          <w:rFonts w:eastAsia="Calibri"/>
          <w:rtl/>
        </w:rPr>
        <w:t xml:space="preserve"> کا معصوم ہونا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سمجھتے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کرنالاز م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1" w:name="_Toc429651907"/>
      <w:r w:rsidRPr="00A90793">
        <w:rPr>
          <w:rFonts w:eastAsia="Calibri" w:hint="eastAsia"/>
          <w:rtl/>
        </w:rPr>
        <w:t>دوسرا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>: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ہاتھوں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>:</w:t>
      </w:r>
      <w:bookmarkEnd w:id="11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گذشتہ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کرتے ہوئے ثابت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فورا بعد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اصحاب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بے وفائ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منفعت پرست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عالم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کھا</w:t>
      </w:r>
      <w:r w:rsidRPr="00A90793">
        <w:rPr>
          <w:rFonts w:eastAsia="Calibri"/>
          <w:rtl/>
        </w:rPr>
        <w:t xml:space="preserve"> تو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دولت سرا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گوشہ 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جس</w:t>
      </w:r>
      <w:r w:rsidRPr="00A90793">
        <w:rPr>
          <w:rFonts w:eastAsia="Calibri"/>
          <w:rtl/>
        </w:rPr>
        <w:t xml:space="preserve"> کا مقصد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کرناتھاتاکہ قرآن کو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اور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بچاسک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چنانچہ اس مطلب کو جناب سل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بن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ںسلمان</w:t>
      </w:r>
      <w:r w:rsidRPr="00A90793">
        <w:rPr>
          <w:rFonts w:eastAsia="Calibri"/>
          <w:rtl/>
        </w:rPr>
        <w:t xml:space="preserve"> فارس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جب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اصحاب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بے وفائ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غدار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حالت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آپ نے اپنے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امگاہ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گوشہ 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کرکے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شروع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جبکہ اس سے پہلے قرآن متعدد صحف اور کھالوں پر لکھا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تھا، اورآپ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طرح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جس طرح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ناسخہ، اور منسوخہ، تنز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ل،</w:t>
      </w:r>
      <w:r w:rsidRPr="00A90793">
        <w:rPr>
          <w:rFonts w:eastAsia="Calibri"/>
          <w:rtl/>
        </w:rPr>
        <w:t xml:space="preserve"> و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ل،</w:t>
      </w:r>
      <w:r w:rsidRPr="00A90793">
        <w:rPr>
          <w:rFonts w:eastAsia="Calibri"/>
          <w:rtl/>
        </w:rPr>
        <w:t xml:space="preserve"> عام وخاص، نازل ہوا تھاجبکہ اس وقت آپ سے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خل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فہ</w:t>
      </w:r>
      <w:r w:rsidRPr="00A90793">
        <w:rPr>
          <w:rFonts w:eastAsia="Calibri"/>
          <w:rtl/>
        </w:rPr>
        <w:t xml:space="preserve"> وقت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غام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</w:t>
      </w:r>
      <w:r w:rsidRPr="00A90793">
        <w:rPr>
          <w:rFonts w:eastAsia="Calibri"/>
          <w:rtl/>
        </w:rPr>
        <w:t xml:space="preserve"> تھا۔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زخصال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ںمرحوم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صدوق نے مسلم بن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جو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مگر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مجھ سے نہ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 اور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اپنے ہاتھوں سے اس کو نہ لکھا ہو، اور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 رتاو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مجھے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اس کا ناسخ و منسوخ مجھے نہ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ہو، محکم و متشابہ، عام و خاص نہ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ہو، اور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دعا کرتے تھے کہ خدا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(ع)کو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اور فہم و درک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دے 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)کتاب سلی</w:t>
      </w:r>
      <w:r w:rsidRPr="00A90793">
        <w:rPr>
          <w:rFonts w:hint="eastAsia"/>
          <w:rtl/>
        </w:rPr>
        <w:t>م</w:t>
      </w:r>
      <w:r w:rsidRPr="00A90793">
        <w:rPr>
          <w:rtl/>
        </w:rPr>
        <w:t xml:space="preserve"> بن ق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س</w:t>
      </w:r>
      <w:r w:rsidRPr="00A90793">
        <w:rPr>
          <w:rtl/>
        </w:rPr>
        <w:t xml:space="preserve"> ص</w:t>
      </w:r>
      <w:r w:rsidR="00FB0743" w:rsidRPr="00FB0743">
        <w:rPr>
          <w:rFonts w:hint="cs"/>
          <w:rtl/>
        </w:rPr>
        <w:t>81</w:t>
      </w:r>
      <w:r w:rsidRPr="00A90793">
        <w:rPr>
          <w:rFonts w:hint="cs"/>
          <w:rtl/>
        </w:rPr>
        <w:t>، چاپ دار الکتب</w:t>
      </w:r>
    </w:p>
    <w:p w:rsidR="00B379F5" w:rsidRDefault="00B379F5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جب سے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لئے دعا شروع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حکم کوم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فراموش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حضرت امام باقر (ع)سے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 اس امت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کرسکتا مگر آنحضرت(ص) کاجانش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طرح حضرت امام جعفر صادق ؑنے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: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فراش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چھے</w:t>
      </w:r>
      <w:r w:rsidRPr="00A90793">
        <w:rPr>
          <w:rFonts w:eastAsia="Calibri"/>
          <w:rtl/>
        </w:rPr>
        <w:t xml:space="preserve"> پڑا ہوا ہے، اس کو مصحف اور کاغذ اور 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ںجمع</w:t>
      </w:r>
      <w:r w:rsidRPr="00A90793">
        <w:rPr>
          <w:rFonts w:eastAsia="Calibri"/>
          <w:rtl/>
        </w:rPr>
        <w:t xml:space="preserve"> ہے اس کو لوحوںاور مصحف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جمع کرو تاکہ جس طرح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نے تورات کو ضائع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 طرح قرآن ضا</w:t>
      </w:r>
      <w:r w:rsidRPr="00A90793">
        <w:rPr>
          <w:rFonts w:eastAsia="Calibri" w:hint="eastAsia"/>
          <w:rtl/>
        </w:rPr>
        <w:t>ئع</w:t>
      </w:r>
      <w:r w:rsidRPr="00A90793">
        <w:rPr>
          <w:rFonts w:eastAsia="Calibri"/>
          <w:rtl/>
        </w:rPr>
        <w:t xml:space="preserve"> نہ ہو جائے ..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چلے گئے اور قران کو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کپڑے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ٹ</w:t>
      </w:r>
      <w:r w:rsidRPr="00A90793">
        <w:rPr>
          <w:rFonts w:eastAsia="Calibri"/>
          <w:rtl/>
        </w:rPr>
        <w:t xml:space="preserve"> کردولت سرا کے اندر داخل ہوئے اور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جب تک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کام مکمل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ہوگا تب تک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عبا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پہنوں گا، لہذا بسا اوقات دولت سرا کے دروازے پرعبا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نظر آتے تھے۔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)بحار الانوار ج</w:t>
      </w:r>
      <w:r w:rsidR="00FB0743" w:rsidRPr="00FB0743">
        <w:rPr>
          <w:rFonts w:hint="cs"/>
          <w:rtl/>
        </w:rPr>
        <w:t>4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)بحارلانوار ج</w:t>
      </w:r>
      <w:r w:rsidR="00FB0743" w:rsidRPr="00FB0743">
        <w:rPr>
          <w:rFonts w:hint="cs"/>
          <w:rtl/>
        </w:rPr>
        <w:t>92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48</w:t>
      </w:r>
      <w:r w:rsidRPr="00A90793">
        <w:rPr>
          <w:rFonts w:hint="cs"/>
          <w:rtl/>
        </w:rPr>
        <w:t>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)بحارالانوار ،ج</w:t>
      </w:r>
      <w:r w:rsidR="00FB0743" w:rsidRPr="00FB0743">
        <w:rPr>
          <w:rFonts w:hint="cs"/>
          <w:rtl/>
        </w:rPr>
        <w:t>92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48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مذکورہ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سے دو مطلب واضح ہوجاتے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چاہے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بعد۔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ان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مذکورہ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تضاد اورتناف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غمبراکرم</w:t>
      </w:r>
      <w:r w:rsidRPr="00A90793">
        <w:rPr>
          <w:rFonts w:eastAsia="Calibri"/>
          <w:rtl/>
        </w:rPr>
        <w:t xml:space="preserve">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بعد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وہ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خاص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کاحامل تھا جبکہ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تنز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و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ل،</w:t>
      </w:r>
      <w:r w:rsidRPr="00A90793">
        <w:rPr>
          <w:rFonts w:eastAsia="Calibri"/>
          <w:rtl/>
        </w:rPr>
        <w:t xml:space="preserve"> ناسخ و منسوخ ،نزول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نہ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لہذ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وفات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غمبرؐکے</w:t>
      </w:r>
      <w:r w:rsidRPr="00A90793">
        <w:rPr>
          <w:rFonts w:eastAsia="Calibri"/>
          <w:rtl/>
        </w:rPr>
        <w:t xml:space="preserve"> بعد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کے ہاتھوں،ا ن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تضاد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دونوںزمانوںم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ںجمع</w:t>
      </w:r>
      <w:r w:rsidRPr="00A90793">
        <w:rPr>
          <w:rFonts w:eastAsia="Calibri"/>
          <w:rtl/>
        </w:rPr>
        <w:t xml:space="preserve">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  <w:r w:rsidRPr="00A90793">
        <w:rPr>
          <w:rFonts w:eastAsia="Calibri"/>
          <w:rtl/>
        </w:rPr>
        <w:cr/>
      </w:r>
    </w:p>
    <w:p w:rsidR="00B379F5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ابن الفرس سے انہوںنے محمد بن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ہے: جب ابو بکر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خلافت کا آغاز ہوا تو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دولت سرا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گوشہ 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،لوگوں نے ابو بکر سے کہا کہ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اطاعت اور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کرنے سے انکار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،اتنے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ںابوبکر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</w:t>
      </w:r>
      <w:r w:rsidRPr="00A90793">
        <w:rPr>
          <w:rFonts w:eastAsia="Calibri"/>
          <w:rtl/>
        </w:rPr>
        <w:t xml:space="preserve"> اورحضرت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سے پوچھا آپ ابو بکر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سے انکار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ں؟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B379F5" w:rsidRDefault="00B379F5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آپ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وقت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،کم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سے بچانا اپنا 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ضہ</w:t>
      </w:r>
      <w:r w:rsidRPr="00A90793">
        <w:rPr>
          <w:rFonts w:eastAsia="Calibri"/>
          <w:rtl/>
        </w:rPr>
        <w:t xml:space="preserve"> سمجھتا ہوں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نماز کے لئے عبا پہننے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فرصت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بلکہ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کاموں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ںمصروف</w:t>
      </w:r>
      <w:r w:rsidRPr="00A90793">
        <w:rPr>
          <w:rFonts w:eastAsia="Calibri"/>
          <w:rtl/>
        </w:rPr>
        <w:t xml:space="preserve"> ہوں ،</w:t>
      </w:r>
      <w:r w:rsidRPr="00A90793">
        <w:rPr>
          <w:rFonts w:eastAsia="Calibri" w:hint="eastAsia"/>
          <w:rtl/>
        </w:rPr>
        <w:t>اتنے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ںابو</w:t>
      </w:r>
      <w:r w:rsidRPr="00A90793">
        <w:rPr>
          <w:rFonts w:eastAsia="Calibri"/>
          <w:rtl/>
        </w:rPr>
        <w:t xml:space="preserve"> بکر نے کہا آپ کتنے اچھے کام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ںمصروف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آپ ہر وقت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کے حضور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رہتے تھے ،مہبط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ںآپ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آپ تمام اسرار با الخصوص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کاتب تھے لہذ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سوا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شخص سے خدا کے حکم اورفرمان رسول (ص) کے مطابق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اوران کے مخصوص نظم ونسق ،س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اق</w:t>
      </w:r>
      <w:r w:rsidRPr="00A90793">
        <w:rPr>
          <w:rFonts w:eastAsia="Calibri"/>
          <w:rtl/>
        </w:rPr>
        <w:t xml:space="preserve"> وسبق ،فصاحت وبلاغت کے اصول وضوابط کے ساتھ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ناممکن تھا ، اگر چہ مورخ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گرکچھ</w:t>
      </w:r>
      <w:r w:rsidRPr="00A90793">
        <w:rPr>
          <w:rFonts w:eastAsia="Calibri"/>
          <w:rtl/>
        </w:rPr>
        <w:t xml:space="preserve"> افراد کا نام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 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فہرست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نام کے ساتھ لکھنے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تاکہ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لسٹ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ابوبکر </w:t>
      </w:r>
      <w:r w:rsidRPr="00A90793">
        <w:rPr>
          <w:rFonts w:eastAsia="Calibri" w:hint="eastAsia"/>
          <w:rtl/>
        </w:rPr>
        <w:t>اورحضرت</w:t>
      </w:r>
      <w:r w:rsidRPr="00A90793">
        <w:rPr>
          <w:rFonts w:eastAsia="Calibri"/>
          <w:rtl/>
        </w:rPr>
        <w:t xml:space="preserve"> عثمان کا نام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آئے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تعصب مذہب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ہٹ کر علم اور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نگاہ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کے مسئلہ کو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معصوم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نسبت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ناانصاف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اورمسلمانوں کے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کمزور ہونے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۔ک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کے ہاتھوں قرآ ن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</w:t>
      </w:r>
      <w:r w:rsidRPr="00A90793">
        <w:rPr>
          <w:rFonts w:eastAsia="Calibri" w:hint="eastAsia"/>
          <w:rtl/>
        </w:rPr>
        <w:t>کادعواکرنا</w:t>
      </w:r>
      <w:r w:rsidRPr="00A90793">
        <w:rPr>
          <w:rFonts w:eastAsia="Calibri"/>
          <w:rtl/>
        </w:rPr>
        <w:t xml:space="preserve"> جو نہ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حضور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رہتے تھے نہ وہ لوگ حقائق اوراسرار سے باخبر تھے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کے ہاتھوں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 ن کے قائل ہونے کا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111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09152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تمام مسلمانوں کاعق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قرآن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سے پاک ہے چونکہ قرآن امت محمد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ؐکے لئے ضابطہ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ہونے کے حوالے سے قرآن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حالت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ںچھوڑ</w:t>
      </w:r>
      <w:r w:rsidRPr="00A90793">
        <w:rPr>
          <w:rFonts w:eastAsia="Calibri"/>
          <w:rtl/>
        </w:rPr>
        <w:t xml:space="preserve"> کر دار بقاک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کوچ کرنا ناممکن نظر آتا ہے اورقرآن جو تمام کتب آسمان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نچوڑ اورخلاصہ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</w:t>
      </w:r>
      <w:r w:rsidRPr="00A90793">
        <w:rPr>
          <w:rFonts w:eastAsia="Calibri" w:hint="eastAsia"/>
          <w:rtl/>
        </w:rPr>
        <w:t>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کوحضرت ابوبکر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عمر 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صحاب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ذمہ 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احضرت</w:t>
      </w:r>
      <w:r w:rsidRPr="00A90793">
        <w:rPr>
          <w:rFonts w:eastAsia="Calibri"/>
          <w:rtl/>
        </w:rPr>
        <w:t xml:space="preserve"> عثمان کے دور حکومت کوقرآن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زمان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عقائد اوراصول وضوابط کمزور قرارد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ںدرحق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کراسلام</w:t>
      </w:r>
      <w:r w:rsidRPr="00A90793">
        <w:rPr>
          <w:rFonts w:eastAsia="Calibri"/>
          <w:rtl/>
        </w:rPr>
        <w:t xml:space="preserve"> پر ضربت اورمسلمانوںکے ساتھ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انت</w:t>
      </w:r>
      <w:r w:rsidRPr="00A90793">
        <w:rPr>
          <w:rFonts w:eastAsia="Calibri"/>
          <w:rtl/>
        </w:rPr>
        <w:t xml:space="preserve"> کے مترادف ہے ہاں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ہوسکتاہے کہ حضرت ابوبکر اور حضرت عثمان کے دور حکومت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شدہ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فضول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ورنہ کفار مکہ ومد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سے عالم اسلام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آگاہ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بعد حضرت عثمان کے دور حکومت تک کے زمان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انہوں ن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اسلام اورمسلمانوں کے ساتھ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دشمن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ہاتھ اٹھا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 کے ہاتھوں سے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نہ شدہ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کا تصور ممکن ہے ؟ا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سطر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ٹکڑا کا غذ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اکپڑاکہ</w:t>
      </w:r>
      <w:r w:rsidRPr="00A90793">
        <w:rPr>
          <w:rFonts w:eastAsia="Calibri"/>
          <w:rtl/>
        </w:rPr>
        <w:t xml:space="preserve"> جن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/>
          <w:rtl/>
        </w:rPr>
        <w:t xml:space="preserve"> مستور تھا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مکتوب تھا،ا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سااحتمال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ثابت </w:t>
      </w:r>
      <w:r w:rsidRPr="00A90793">
        <w:rPr>
          <w:rFonts w:eastAsia="Calibri" w:hint="eastAsia"/>
          <w:rtl/>
        </w:rPr>
        <w:t>کر</w:t>
      </w:r>
      <w:r w:rsidRPr="00A90793">
        <w:rPr>
          <w:rFonts w:eastAsia="Calibri"/>
          <w:rtl/>
        </w:rPr>
        <w:t xml:space="preserve"> نے کے لئے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،جبکہ پورئے عالم اسلام کاعق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واقع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ہمارئے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پر ہرگز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ہوسکتے اورجو قرآن اس وقت مسلمانوںکے ہاتھوں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ںموجود</w:t>
      </w:r>
      <w:r w:rsidRPr="00A90793">
        <w:rPr>
          <w:rFonts w:eastAsia="Calibri"/>
          <w:rtl/>
        </w:rPr>
        <w:t xml:space="preserve"> ہے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کااختلاف نظم وضبط اورترت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وتدو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حوال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سے نظر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ںآتا</w:t>
      </w:r>
      <w:r w:rsidRPr="00A90793">
        <w:rPr>
          <w:rFonts w:eastAsia="Calibri"/>
          <w:rtl/>
        </w:rPr>
        <w:t xml:space="preserve">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عکاس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کرتا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خود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غمبراکرم</w:t>
      </w:r>
      <w:r w:rsidRPr="00A90793">
        <w:rPr>
          <w:rFonts w:eastAsia="Calibri"/>
          <w:rtl/>
        </w:rPr>
        <w:t xml:space="preserve"> (ص) نے اپنے دورم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ںاپنے</w:t>
      </w:r>
      <w:r w:rsidRPr="00A90793">
        <w:rPr>
          <w:rFonts w:eastAsia="Calibri"/>
          <w:rtl/>
        </w:rPr>
        <w:t xml:space="preserve"> خاص الخاص صحابے کے ہاتھوںک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،اگرچہ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بعد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اصحاب کے ہاتھوںقرآن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مذاہب اورمکاتب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مشہور ہے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صاحبان ذوق وشعورہست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کواس مسئلہ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غور وخوص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طرف سے ان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ہو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حضرت ابوبکر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احضرت</w:t>
      </w:r>
      <w:r w:rsidRPr="00A90793">
        <w:rPr>
          <w:rFonts w:eastAsia="Calibri"/>
          <w:rtl/>
        </w:rPr>
        <w:t xml:space="preserve"> عثمان 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="00091526">
        <w:rPr>
          <w:rFonts w:eastAsia="Calibri"/>
        </w:rPr>
        <w:t xml:space="preserve"> </w:t>
      </w: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 ہونے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،لہذا زمان ومکان اورحالات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="00091526">
        <w:rPr>
          <w:rFonts w:eastAsia="Calibri"/>
        </w:rPr>
        <w:t xml:space="preserve"> </w:t>
      </w:r>
      <w:r w:rsidRPr="00A90793">
        <w:rPr>
          <w:rFonts w:eastAsia="Calibri" w:hint="eastAsia"/>
          <w:rtl/>
        </w:rPr>
        <w:t>کے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نظر اوراصحاب کے عمل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اقدام اورمنف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وںکو</w:t>
      </w:r>
      <w:r w:rsidRPr="00A90793">
        <w:rPr>
          <w:rFonts w:eastAsia="Calibri"/>
          <w:rtl/>
        </w:rPr>
        <w:t xml:space="preserve"> مد نظر رکھتے ہوئے کہا جاسکتا ہے </w:t>
      </w:r>
    </w:p>
    <w:p w:rsidR="00091526" w:rsidRDefault="00091526" w:rsidP="002676B4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091526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lastRenderedPageBreak/>
        <w:t>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اہم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مسئلہ کوحضرت ابو بکر اورحضرت عثمان سے منسوب کرنا اشتباہ ہے جس پر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  <w:r w:rsidRPr="00A90793">
        <w:rPr>
          <w:rFonts w:eastAsia="Calibri"/>
          <w:rtl/>
        </w:rPr>
        <w:t xml:space="preserve"> صرف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السند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مسئلہ اع</w:t>
      </w:r>
      <w:r w:rsidRPr="00A90793">
        <w:rPr>
          <w:rFonts w:eastAsia="Calibri" w:hint="eastAsia"/>
          <w:rtl/>
        </w:rPr>
        <w:t>تقاد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ثابت کرنا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لہذا اگر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السند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نسبت حضرت ابو بکر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حضرت عثمان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تو اس کو تجد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مرمت پر محمول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مسلمانوںکاعق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اعتقاد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مسائل کو خبر تواتر اورب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ثابت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ان کو خبر واحد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ظن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الدلال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سے ثابت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جاسکتا ،لہذا اگر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مسئلہ کوحضرت ابوبکر اورحضرت عثمان کے ہاتھوںہونے کو خبر تواتر اوربرہان قطع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الدلال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ثابت کر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سب سے پہلے ہم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قب</w:t>
      </w:r>
      <w:r w:rsidRPr="00A90793">
        <w:rPr>
          <w:rFonts w:eastAsia="Calibri" w:hint="eastAsia"/>
          <w:rtl/>
        </w:rPr>
        <w:t>ول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ہم ہر وقت ہرمسئلے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کے تابع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 الاتقان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حضرت ابوبکر کے ہاتھوں ہونے کے متعلق دلچسپ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اسکا اگر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سے غور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جائے تو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 جاتا ہے کہ حضرت ابو بکر کے ہاتھوں اور دور خلافت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ہونے پر دلالت کرنے وا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خبر واحد ہے جوبرہان ظن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نہ تواتر اور برہان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نکہ</w:t>
      </w:r>
      <w:r w:rsidRPr="00A90793">
        <w:rPr>
          <w:rFonts w:eastAsia="Calibri"/>
          <w:rtl/>
        </w:rPr>
        <w:t xml:space="preserve"> تمام مسلمانوں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ہے کہ مسائل اعتقاد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برہان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تواتر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ثابت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ابن سعد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وفات کے بعد قسم کھائ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جب تک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جمع نہ کرلوں تب تک عباز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تن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کروں گا اور آپ نے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اپنے عہد کو پورا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کہنا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مناسب ہے کہ حضرت ابو بکر اورعثمان کے دور خلافت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ان دستہ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ساتھ ٹکراو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رکھت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ہاتھوں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ہونے پر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حضرت ابوبکر اورعثمان کے دورحکومت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کے ہاتھوں قرآن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)صی</w:t>
      </w:r>
      <w:r w:rsidRPr="00A90793">
        <w:rPr>
          <w:rFonts w:hint="eastAsia"/>
          <w:rtl/>
        </w:rPr>
        <w:t>فات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137</w:t>
      </w:r>
    </w:p>
    <w:p w:rsidR="00B379F5" w:rsidRDefault="00B379F5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جمع</w:t>
      </w:r>
      <w:r w:rsidRPr="00A90793">
        <w:rPr>
          <w:rFonts w:eastAsia="Calibri"/>
          <w:rtl/>
        </w:rPr>
        <w:t xml:space="preserve">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پر دلالت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خبر واحد اور ظن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ہاتھوںقرآ 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ہونے پر دلالت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متواترہ اور برہان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علامہ نے کتاب تذکرہ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جو قرآن دور حاضر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مسلمانوں کے ہاتھوں موجود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ہے جو حضرت عل</w:t>
      </w:r>
      <w:r w:rsidRPr="00A90793">
        <w:rPr>
          <w:rFonts w:eastAsia="Calibri" w:hint="cs"/>
          <w:rtl/>
        </w:rPr>
        <w:t>یؑ</w:t>
      </w:r>
      <w:r w:rsidRPr="00A90793">
        <w:rPr>
          <w:rFonts w:eastAsia="Calibri"/>
          <w:rtl/>
        </w:rPr>
        <w:t xml:space="preserve"> نے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رحلت کے بعد جمع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اتھا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تمام مصاحف کو حضرت عثمان نے ختم اورنابود کرد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اتھا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حقا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اور واقع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پر پردہ ڈالنے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عقائد پر حملہ کرتے ہوئے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معاشرے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منبر رسول (ص) سے اس طرح خطاب کرنا کہ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قرآن اور ہمارے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فرق ہے، وہ موجودہ قرآن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ںان</w:t>
      </w:r>
      <w:r w:rsidRPr="00A90793">
        <w:rPr>
          <w:rFonts w:eastAsia="Calibri"/>
          <w:rtl/>
        </w:rPr>
        <w:t xml:space="preserve"> کا قرآن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ہاتھوں جمع ا</w:t>
      </w:r>
      <w:r w:rsidRPr="00A90793">
        <w:rPr>
          <w:rFonts w:eastAsia="Calibri" w:hint="eastAsia"/>
          <w:rtl/>
        </w:rPr>
        <w:t>ور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وہ ہمارے قرآن سے الگ اورمختلف ہے لہذا وہ کافر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جو قرآن ہمارے پاس موجودہے اس کے وہ مخالف ہے !ا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درحق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سے منسوب کرنا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 اگر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اور کتاب و سنت کے بالا دست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اورمسلمانوں کے ماب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کجہت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خواہاں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ں تو ضرور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عقائد اور علوم قرآن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کا مطالعہ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</w:p>
    <w:p w:rsidR="00B379F5" w:rsidRPr="007A0B2A" w:rsidRDefault="00B379F5" w:rsidP="007A0B2A">
      <w:pPr>
        <w:pStyle w:val="libNormal"/>
        <w:rPr>
          <w:rFonts w:eastAsia="Calibri"/>
          <w:rtl/>
        </w:rPr>
      </w:pPr>
      <w:r w:rsidRPr="007A0B2A">
        <w:rPr>
          <w:rFonts w:eastAsia="Calibri"/>
          <w:rtl/>
        </w:rPr>
        <w:br w:type="page"/>
      </w:r>
    </w:p>
    <w:p w:rsidR="00B379F5" w:rsidRDefault="00B379F5" w:rsidP="00C05CA8">
      <w:pPr>
        <w:pStyle w:val="Heading1Center"/>
        <w:rPr>
          <w:rFonts w:eastAsia="Calibri"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2" w:name="_Toc429651908"/>
      <w:r w:rsidRPr="00A90793">
        <w:rPr>
          <w:rFonts w:eastAsia="Calibri" w:hint="eastAsia"/>
          <w:rtl/>
        </w:rPr>
        <w:t>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کاتذکرہ:</w:t>
      </w:r>
      <w:bookmarkEnd w:id="12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</w:t>
      </w:r>
      <w:r w:rsidRPr="00A90793">
        <w:rPr>
          <w:rFonts w:eastAsia="Calibri"/>
          <w:rtl/>
        </w:rPr>
        <w:t xml:space="preserve"> قرآن کے نزول کا آغاز ہوا توپ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سب سے پہلے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اپنے دور کے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جمع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لکھنے اور ضبط کرنے کا حکم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</w:t>
      </w:r>
      <w:r w:rsidRPr="00A90793">
        <w:rPr>
          <w:rFonts w:eastAsia="Calibri"/>
          <w:rtl/>
        </w:rPr>
        <w:t xml:space="preserve"> لہذا نزول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وقت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شتر</w:t>
      </w:r>
      <w:r w:rsidRPr="00A90793">
        <w:rPr>
          <w:rFonts w:eastAsia="Calibri"/>
          <w:rtl/>
        </w:rPr>
        <w:t xml:space="preserve">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حضور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ہوتے تھے اگرچہ پورے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</w:t>
      </w:r>
      <w:r w:rsidRPr="00A90793">
        <w:rPr>
          <w:rFonts w:eastAsia="Calibri" w:hint="eastAsia"/>
          <w:rtl/>
        </w:rPr>
        <w:t>ہونا</w:t>
      </w:r>
      <w:r w:rsidRPr="00A90793">
        <w:rPr>
          <w:rFonts w:eastAsia="Calibri"/>
          <w:rtl/>
        </w:rPr>
        <w:t xml:space="preserve">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تھا بلکہ بسا اوقات فقط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نفر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دو نفر ہوتا تھا جو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دستور کے مطابق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اور ضبط کرتے تھے. اورعلوم قرآن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معروف اور مشہور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افراد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السلام، عثمان بن عفان، ابان بن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د،</w:t>
      </w:r>
      <w:r w:rsidRPr="00A90793">
        <w:rPr>
          <w:rFonts w:eastAsia="Calibri"/>
          <w:rtl/>
        </w:rPr>
        <w:t xml:space="preserve"> خالد بن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د،</w:t>
      </w:r>
      <w:r w:rsidRPr="00A90793">
        <w:rPr>
          <w:rFonts w:eastAsia="Calibri"/>
          <w:rtl/>
        </w:rPr>
        <w:t xml:space="preserve">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کعب،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، ثابت بن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س،</w:t>
      </w:r>
      <w:r w:rsidRPr="00A90793">
        <w:rPr>
          <w:rFonts w:eastAsia="Calibri"/>
          <w:rtl/>
        </w:rPr>
        <w:t xml:space="preserve"> ارقم بن اب</w:t>
      </w:r>
      <w:r w:rsidRPr="00A90793">
        <w:rPr>
          <w:rFonts w:eastAsia="Calibri" w:hint="cs"/>
          <w:rtl/>
        </w:rPr>
        <w:t>یّ</w:t>
      </w:r>
      <w:r w:rsidRPr="00A90793">
        <w:rPr>
          <w:rFonts w:eastAsia="Calibri" w:hint="eastAsia"/>
          <w:rtl/>
        </w:rPr>
        <w:t>،حنظلہ</w:t>
      </w:r>
      <w:r w:rsidRPr="00A90793">
        <w:rPr>
          <w:rFonts w:eastAsia="Calibri"/>
          <w:rtl/>
        </w:rPr>
        <w:t xml:space="preserve"> بن 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ع،عبداللہ</w:t>
      </w:r>
      <w:r w:rsidRPr="00A90793">
        <w:rPr>
          <w:rFonts w:eastAsia="Calibri"/>
          <w:rtl/>
        </w:rPr>
        <w:t xml:space="preserve"> 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سرح،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بن عوام، عبداللہ بن رواحہ، محمد بن مسلم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،عبد</w:t>
      </w:r>
      <w:r w:rsidRPr="00A90793">
        <w:rPr>
          <w:rFonts w:eastAsia="Calibri"/>
          <w:rtl/>
        </w:rPr>
        <w:t xml:space="preserve"> اللہ بن عبد اللہ ،عبداللہ بن ارقم،حنظل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الاسد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علاء الح</w:t>
      </w:r>
      <w:r w:rsidRPr="00A90793">
        <w:rPr>
          <w:rFonts w:eastAsia="Calibri" w:hint="eastAsia"/>
          <w:rtl/>
        </w:rPr>
        <w:t>ضرم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جہم بن صلت، 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فاطمہ، شرج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بن حنسہ ان کے علاوہ اور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افراد کا نام مفصل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موجود ہے، لکن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افراد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- کا تب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عہد ناموں اور رسالہ کے کاتب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تھے۔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 جاتاہے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قرآن،ص</w:t>
      </w:r>
      <w:r w:rsidR="00FB0743" w:rsidRPr="00FB0743">
        <w:rPr>
          <w:rFonts w:hint="cs"/>
          <w:rtl/>
        </w:rPr>
        <w:t>95</w:t>
      </w:r>
    </w:p>
    <w:p w:rsidR="00B379F5" w:rsidRDefault="00B379F5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ہے،لہذا معقول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شخص،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امت مسلمہ کے ذمہ چھوڑ کر چلا جائے،حت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علوم قرآن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قرآن کو بحکم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کس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پرتحر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کا نام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بخ</w:t>
      </w:r>
      <w:r w:rsidRPr="00A90793">
        <w:rPr>
          <w:rFonts w:eastAsia="Calibri" w:hint="eastAsia"/>
          <w:rtl/>
        </w:rPr>
        <w:t>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لہذا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مسئلہ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درج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رحلت کے بعد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ہاتھوں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خاص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ساتھ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حضرت ابوبکر کے دور حکومت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>: حضرت عثمان کے دور حکومت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ھ</w:t>
      </w:r>
      <w:r w:rsidRPr="00A90793">
        <w:rPr>
          <w:rFonts w:eastAsia="Calibri"/>
          <w:rtl/>
        </w:rPr>
        <w:t xml:space="preserve">: جناب سالم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فہ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نے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پڑھے لکھے حضرات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 رجمع آور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کب اور کس 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؟</w:t>
      </w:r>
      <w:r w:rsidRPr="00A90793">
        <w:rPr>
          <w:rFonts w:eastAsia="Calibri"/>
          <w:rtl/>
        </w:rPr>
        <w:t xml:space="preserve">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غوروخوص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تاکہ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معاشرئے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عکاس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FB0743" w:rsidP="00FB0743">
      <w:pPr>
        <w:pStyle w:val="libFootnote0"/>
        <w:rPr>
          <w:rtl/>
        </w:rPr>
      </w:pPr>
      <w:r w:rsidRPr="00FB0743">
        <w:rPr>
          <w:rFonts w:hint="cs"/>
          <w:rtl/>
        </w:rPr>
        <w:t>1</w:t>
      </w:r>
      <w:r w:rsidR="00A90793" w:rsidRPr="00A90793">
        <w:rPr>
          <w:rFonts w:hint="cs"/>
          <w:rtl/>
        </w:rPr>
        <w:t>۔شناخت قرآن، ص</w:t>
      </w:r>
      <w:r w:rsidRPr="00FB0743">
        <w:rPr>
          <w:rFonts w:hint="cs"/>
          <w:rtl/>
        </w:rPr>
        <w:t>96</w:t>
      </w:r>
      <w:r w:rsidR="00A90793" w:rsidRPr="00A90793">
        <w:rPr>
          <w:rFonts w:hint="cs"/>
          <w:rtl/>
        </w:rPr>
        <w:t>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3" w:name="_Toc429651909"/>
      <w:r w:rsidRPr="00A90793">
        <w:rPr>
          <w:rFonts w:eastAsia="Calibri" w:hint="eastAsia"/>
          <w:rtl/>
        </w:rPr>
        <w:t>نزول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وضاحت:</w:t>
      </w:r>
      <w:bookmarkEnd w:id="13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نزول</w:t>
      </w:r>
      <w:r w:rsidRPr="00A90793">
        <w:rPr>
          <w:rFonts w:eastAsia="Calibri"/>
          <w:rtl/>
        </w:rPr>
        <w:t xml:space="preserve"> قرآن کے متعلق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نزول کے متعلق انزلناہ،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نزلناہ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تنز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انزل، کے علاوہ بہت سارے الفاظ جو نزل سے مشتق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الفاظ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بازگشت اورمرجع دو مطلب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قرآن مج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کو اللہ نے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دفعہ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نازل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۔ اللہ نے قرآن کو آہستہ آہستہ </w:t>
      </w:r>
      <w:r w:rsidRPr="00FB0743">
        <w:rPr>
          <w:rFonts w:eastAsia="Calibri" w:hint="cs"/>
          <w:rtl/>
        </w:rPr>
        <w:t>23</w:t>
      </w:r>
      <w:r w:rsidR="00A90793" w:rsidRPr="007A0B2A">
        <w:rPr>
          <w:rFonts w:eastAsia="Calibri" w:hint="cs"/>
          <w:rtl/>
        </w:rPr>
        <w:t xml:space="preserve"> سال کے عرصے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نازل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اورکچھ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نزول قرآن دفع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کا پتہ چلتا ہے جبکہ دوسرا دستہ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تدر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کا پتہ چلتاہے ان دودستہ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بظاہر تعارض اور ٹکراو نظرآتاہے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لئے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تعارض اورٹکڑاؤ کوبرطرف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نزول قرآن کو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دفع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:تدر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ماہ رمضان المبارک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قرآن، قلب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اتر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پھر </w:t>
      </w:r>
      <w:r w:rsidR="00FB0743" w:rsidRPr="00FB0743">
        <w:rPr>
          <w:rFonts w:eastAsia="Calibri" w:hint="cs"/>
          <w:rtl/>
        </w:rPr>
        <w:t>23</w:t>
      </w:r>
      <w:r w:rsidRPr="007A0B2A">
        <w:rPr>
          <w:rFonts w:eastAsia="Calibri" w:hint="cs"/>
          <w:rtl/>
        </w:rPr>
        <w:t xml:space="preserve"> سال کے عرصے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آہستہ آہستہ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ںحضرت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نازل ہوا ،لہذاقارئ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سے نزول قرآن کے متعلق مفصل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جومختلف زبانوںم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ںلکھاجاچکاہے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فرمائ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4" w:name="_Toc429651910"/>
      <w:r w:rsidRPr="00A90793">
        <w:rPr>
          <w:rFonts w:eastAsia="Calibri" w:hint="eastAsia"/>
          <w:rtl/>
        </w:rPr>
        <w:t>نزول</w:t>
      </w:r>
      <w:r w:rsidRPr="00A90793">
        <w:rPr>
          <w:rFonts w:eastAsia="Calibri"/>
          <w:rtl/>
        </w:rPr>
        <w:t xml:space="preserve"> قرآن کا ہدف:</w:t>
      </w:r>
      <w:bookmarkEnd w:id="14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 xml:space="preserve"> اور تبل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</w:t>
      </w:r>
      <w:r w:rsidRPr="00A90793">
        <w:rPr>
          <w:rFonts w:eastAsia="Calibri"/>
          <w:rtl/>
        </w:rPr>
        <w:t xml:space="preserve"> تمام مسلمانوں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کہ ہم قرآن کے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نوران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کے سامنے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۔تاکہ قرآن اورپرچم اسلام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سربلند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کفرونفاق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نابود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ہرقسم کے انحرافات اورغلط تہذ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وتمدن سے معاشرت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نجات دے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اگر ہم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پر عمل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اورقرآن کو اللہ نے جس مقصد اورہدف کے لئے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اس کو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ہم اس دور کے جابروں کے ناپاک سازشوں اورپال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سے نجات پاسکتے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مسلمانوں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اتحاد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کجہت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قائم کرنے کے لئے نازل </w:t>
      </w:r>
      <w:r w:rsidRPr="00A90793">
        <w:rPr>
          <w:rFonts w:eastAsia="Calibri" w:hint="eastAsia"/>
          <w:rtl/>
        </w:rPr>
        <w:t>ہوا</w:t>
      </w:r>
      <w:r w:rsidRPr="00A90793">
        <w:rPr>
          <w:rFonts w:eastAsia="Calibri"/>
          <w:rtl/>
        </w:rPr>
        <w:t xml:space="preserve"> ہے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حکمت تمام مراحل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چنانچہ خود اللہ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 واعتصموبحبل اللہ جم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عا</w:t>
      </w:r>
      <w:r w:rsidRPr="00A90793">
        <w:rPr>
          <w:rFonts w:eastAsia="Calibri"/>
          <w:rtl/>
        </w:rPr>
        <w:t xml:space="preserve"> ولاتفرقو ''اور سب ملکر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مضبوط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تھام لے آپس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ںجدائ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 </w:t>
      </w:r>
      <w:r w:rsidRPr="00E845C5">
        <w:rPr>
          <w:rStyle w:val="libAieChar"/>
          <w:rFonts w:eastAsia="Calibri"/>
          <w:rtl/>
        </w:rPr>
        <w:t>ولاتنازعو فتفشلوا وتذ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>بوا''</w:t>
      </w:r>
      <w:r w:rsidRPr="00A90793">
        <w:rPr>
          <w:rFonts w:eastAsia="Calibri"/>
          <w:rtl/>
        </w:rPr>
        <w:t>آپس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جھگڑا نہ کرو ورنہ تمہار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قدرت اوراقدار نابود ہوجاؤگ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اگر</w:t>
      </w:r>
      <w:r w:rsidRPr="00A90793">
        <w:rPr>
          <w:rFonts w:eastAsia="Calibri"/>
          <w:rtl/>
        </w:rPr>
        <w:t xml:space="preserve"> مسلمان حضرات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اپنا سرنامہ عمل قرار دے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اللہ کے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مسلمان حضرات اتحاد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کجہت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توڑ نے اور نقصان پہنچانے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حرکات اوررفتار سے پرہ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 xml:space="preserve"> لہذا نزول قرآن کے اہداف کو فہر ست وار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 کے اس موض</w:t>
      </w:r>
      <w:r w:rsidRPr="00A90793">
        <w:rPr>
          <w:rFonts w:eastAsia="Calibri" w:hint="eastAsia"/>
          <w:rtl/>
        </w:rPr>
        <w:t>وع</w:t>
      </w:r>
      <w:r w:rsidRPr="00A90793">
        <w:rPr>
          <w:rFonts w:eastAsia="Calibri"/>
          <w:rtl/>
        </w:rPr>
        <w:t xml:space="preserve"> سے اجازت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قرآن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کتابوں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مانند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کتاب معمول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کہ من گھڑت داستانوں او ر کہان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</w:t>
      </w:r>
      <w:r w:rsidR="00A90793" w:rsidRPr="00A90793">
        <w:rPr>
          <w:rFonts w:eastAsia="Calibri"/>
          <w:rtl/>
        </w:rPr>
        <w:t xml:space="preserve"> پر مشتمل ہو بلکہ قرآن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مکمل ضابطہ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ہے جسم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انسان کو تکامل وترق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علم ومعرفت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اورعاقلانہ اورحکمانہ زندگ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گذار 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لہذا 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ہدا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بشر ہے جسک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</w:t>
      </w:r>
    </w:p>
    <w:p w:rsidR="00A90793" w:rsidRPr="00A90793" w:rsidRDefault="00FB0743" w:rsidP="00FB0743">
      <w:pPr>
        <w:pStyle w:val="libFootnote0"/>
        <w:rPr>
          <w:rtl/>
        </w:rPr>
      </w:pPr>
      <w:r w:rsidRPr="00FB0743">
        <w:rPr>
          <w:rFonts w:hint="cs"/>
          <w:rtl/>
        </w:rPr>
        <w:t>1</w:t>
      </w:r>
      <w:r w:rsidR="00A90793" w:rsidRPr="00A90793">
        <w:rPr>
          <w:rFonts w:hint="cs"/>
          <w:rtl/>
        </w:rPr>
        <w:t>۔عمران ۔</w:t>
      </w:r>
      <w:r w:rsidRPr="00FB0743">
        <w:rPr>
          <w:rFonts w:hint="cs"/>
          <w:rtl/>
        </w:rPr>
        <w:t>103</w:t>
      </w:r>
      <w:r w:rsidR="00A90793" w:rsidRPr="00A90793">
        <w:rPr>
          <w:rFonts w:hint="cs"/>
          <w:rtl/>
        </w:rPr>
        <w:t>(</w:t>
      </w:r>
      <w:r w:rsidRPr="00FB0743">
        <w:rPr>
          <w:rFonts w:hint="cs"/>
          <w:rtl/>
        </w:rPr>
        <w:t>2</w:t>
      </w:r>
      <w:r w:rsidR="00A90793" w:rsidRPr="00A90793">
        <w:rPr>
          <w:rFonts w:hint="cs"/>
          <w:rtl/>
        </w:rPr>
        <w:t xml:space="preserve">)انفال </w:t>
      </w:r>
      <w:r w:rsidRPr="00FB0743">
        <w:rPr>
          <w:rFonts w:hint="cs"/>
          <w:rtl/>
        </w:rPr>
        <w:t>47</w:t>
      </w:r>
      <w:r w:rsidR="00A90793" w:rsidRPr="00A90793">
        <w:rPr>
          <w:rFonts w:hint="cs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اللہ</w:t>
      </w:r>
      <w:r w:rsidRPr="00A90793">
        <w:rPr>
          <w:rFonts w:eastAsia="Calibri"/>
          <w:rtl/>
        </w:rPr>
        <w:t xml:space="preserve"> نے اشارہ کر تے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ہدہ للناس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E845C5">
        <w:rPr>
          <w:rStyle w:val="libAieChar"/>
          <w:rFonts w:eastAsia="Calibri"/>
          <w:rtl/>
        </w:rPr>
        <w:t>''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>د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/>
          <w:rtl/>
        </w:rPr>
        <w:t xml:space="preserve"> للمتق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</w:t>
      </w:r>
      <w:r w:rsidRPr="00E845C5">
        <w:rPr>
          <w:rStyle w:val="libAieChar"/>
          <w:rFonts w:eastAsia="Calibri"/>
          <w:rtl/>
        </w:rPr>
        <w:t>''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E845C5">
        <w:rPr>
          <w:rStyle w:val="libAieChar"/>
          <w:rFonts w:eastAsia="Calibri"/>
          <w:rtl/>
        </w:rPr>
        <w:t>''انا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>د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نا</w:t>
      </w:r>
      <w:r w:rsidRPr="00E845C5">
        <w:rPr>
          <w:rStyle w:val="libAieChar"/>
          <w:rFonts w:eastAsia="Calibri"/>
          <w:rtl/>
        </w:rPr>
        <w:t xml:space="preserve"> 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 xml:space="preserve"> السب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ل</w:t>
      </w:r>
      <w:r w:rsidRPr="00E845C5">
        <w:rPr>
          <w:rStyle w:val="libAieChar"/>
          <w:rFonts w:eastAsia="Calibri"/>
          <w:rtl/>
        </w:rPr>
        <w:t xml:space="preserve"> ''</w:t>
      </w:r>
      <w:r w:rsidRPr="00A90793">
        <w:rPr>
          <w:rFonts w:eastAsia="Calibri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نص موجود ہے۔ان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لفظ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وشرط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 کے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بتانا چاہتے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قرآن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تکو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تشر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ںشک</w:t>
      </w:r>
      <w:r w:rsidRPr="00A90793">
        <w:rPr>
          <w:rFonts w:eastAsia="Calibri"/>
          <w:rtl/>
        </w:rPr>
        <w:t xml:space="preserve"> وت</w:t>
      </w:r>
      <w:r w:rsidRPr="00A90793">
        <w:rPr>
          <w:rFonts w:eastAsia="Calibri" w:hint="eastAsia"/>
          <w:rtl/>
        </w:rPr>
        <w:t>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گنجائش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اورہدا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اس وقت قابل تصور ہے اگر ہم قرآن فہم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کلاسوں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ںشرکت</w:t>
      </w:r>
      <w:r w:rsidRPr="00A90793">
        <w:rPr>
          <w:rFonts w:eastAsia="Calibri"/>
          <w:rtl/>
        </w:rPr>
        <w:t xml:space="preserve"> کر کے قرآن کو سمجھے ورنہ قرآن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موجودات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ہے جو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فلاح وبہبود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خلق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نافہم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اورجہالت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ان سے مستف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ہونے سے محروم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قرآن کے نزول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دوسرا ہدف بشرک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ہے چاہے اجتماع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ہو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انفراد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جس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''و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تلو</w:t>
      </w:r>
      <w:r w:rsidR="00A90793" w:rsidRPr="00A90793">
        <w:rPr>
          <w:rFonts w:eastAsia="Calibri"/>
          <w:rtl/>
        </w:rPr>
        <w:t xml:space="preserve">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ہم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تنا</w:t>
      </w:r>
      <w:r w:rsidR="00A90793" w:rsidRPr="00A90793">
        <w:rPr>
          <w:rFonts w:eastAsia="Calibri"/>
          <w:rtl/>
        </w:rPr>
        <w:t xml:space="preserve"> 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ہم</w:t>
      </w:r>
      <w:r w:rsidR="00A90793" w:rsidRPr="00A90793">
        <w:rPr>
          <w:rFonts w:eastAsia="Calibri"/>
          <w:rtl/>
        </w:rPr>
        <w:t xml:space="preserve"> ''کے ذ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رعے</w:t>
      </w:r>
      <w:r w:rsidR="00A90793" w:rsidRPr="00A90793">
        <w:rPr>
          <w:rFonts w:eastAsia="Calibri"/>
          <w:rtl/>
        </w:rPr>
        <w:t xml:space="preserve"> اشارہ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کو معاشرت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اورانفراد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زندگ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مرکز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حاصل ہے جس کے حصول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خاطر طرح طرح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زحمت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او</w:t>
      </w:r>
      <w:r w:rsidR="00A90793" w:rsidRPr="00A90793">
        <w:rPr>
          <w:rFonts w:eastAsia="Calibri" w:hint="eastAsia"/>
          <w:rtl/>
        </w:rPr>
        <w:t>رمشقت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اٹھانا پڑتا ہے قرآن واحد سرنامہ عمل ہے جومش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،ترب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کے اصول وضوابط کے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کرنے کے ساتھ اس کے نتائج اورعاقبت سے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بخوب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آگاہ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جارہا ہے ۔</w:t>
      </w:r>
    </w:p>
    <w:p w:rsidR="00C70266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سرا</w:t>
      </w:r>
      <w:r w:rsidR="00A90793" w:rsidRPr="00A90793">
        <w:rPr>
          <w:rFonts w:eastAsia="Calibri"/>
          <w:rtl/>
        </w:rPr>
        <w:t xml:space="preserve"> ہدف تدبر اور تفکر ہے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فلاسفر اورقضا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عقل سے بحث کرنے والے افراد کا کہنا ہے کہ فکر اورتدبر سے انسان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وانات</w:t>
      </w:r>
      <w:r w:rsidR="00A90793" w:rsidRPr="00A90793">
        <w:rPr>
          <w:rFonts w:eastAsia="Calibri"/>
          <w:rtl/>
        </w:rPr>
        <w:t xml:space="preserve"> سے جدا ہوسکتا ہے ۔جسک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 ف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ںشدت</w:t>
      </w:r>
      <w:r w:rsidR="00A90793" w:rsidRPr="00A90793">
        <w:rPr>
          <w:rFonts w:eastAsia="Calibri"/>
          <w:rtl/>
        </w:rPr>
        <w:t xml:space="preserve"> سے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چنانچہ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''لعلکم تتفکرون ''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تم لوگ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</w:t>
      </w:r>
      <w:r w:rsidR="00A90793" w:rsidRPr="00A90793">
        <w:rPr>
          <w:rFonts w:eastAsia="Calibri"/>
          <w:rtl/>
        </w:rPr>
        <w:t xml:space="preserve"> قرآ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بارئے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غور وفکر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کرتے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تفکر وتدبر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کو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کرنے کے ساتھ تدبر وتفکر کے آثار سے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آگاہ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چوتھا ہدف عبرت بتائ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چنانچہ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آدم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کر</w:t>
      </w:r>
      <w:r w:rsidR="00A90793" w:rsidRPr="00A90793">
        <w:rPr>
          <w:rFonts w:eastAsia="Calibri"/>
          <w:rtl/>
        </w:rPr>
        <w:t xml:space="preserve"> خاتم تک کے امتوں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عبرت ناک منف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اورمثبت حالات کو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کرکے 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 سے عبرت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کا درس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تا</w:t>
      </w:r>
      <w:r w:rsidR="00A90793" w:rsidRPr="00A90793">
        <w:rPr>
          <w:rFonts w:eastAsia="Calibri"/>
          <w:rtl/>
        </w:rPr>
        <w:t xml:space="preserve"> ہے کبھ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قوم لوط کا تذکرہ ،کبھ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قوم ہود کاتذکرہ کبھ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آدم کے فرزندان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حالات کب</w:t>
      </w:r>
      <w:r w:rsidR="00A90793" w:rsidRPr="00A90793">
        <w:rPr>
          <w:rFonts w:eastAsia="Calibri" w:hint="eastAsia"/>
          <w:rtl/>
        </w:rPr>
        <w:t>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حضرت خاتم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امت کا تذکرہ کر کے 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عبرت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کا حکم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پانچواں ہدف اخلاق حسنہ سے بشر کو مز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 رز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لہ</w:t>
      </w:r>
      <w:r w:rsidR="00A90793" w:rsidRPr="00A90793">
        <w:rPr>
          <w:rFonts w:eastAsia="Calibri"/>
          <w:rtl/>
        </w:rPr>
        <w:t xml:space="preserve"> واخلاق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ئہ</w:t>
      </w:r>
      <w:r w:rsidR="00A90793" w:rsidRPr="00A90793">
        <w:rPr>
          <w:rFonts w:eastAsia="Calibri"/>
          <w:rtl/>
        </w:rPr>
        <w:t xml:space="preserve"> سے نجات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ہے چنانچہ امام خم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ؓکا فرمان ہے کہ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تمام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سے چاہے اقتصاد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مسائل سے مربوط ہو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فقہ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ہر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سے اخلاق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نہ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نکتہ سمجھ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آتا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لوگوں کو بص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رت</w:t>
      </w:r>
      <w:r w:rsidR="00A90793" w:rsidRPr="00A90793">
        <w:rPr>
          <w:rFonts w:eastAsia="Calibri"/>
          <w:rtl/>
        </w:rPr>
        <w:t xml:space="preserve"> اور حک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مانہ</w:t>
      </w:r>
      <w:r w:rsidR="00A90793" w:rsidRPr="00A90793">
        <w:rPr>
          <w:rFonts w:eastAsia="Calibri"/>
          <w:rtl/>
        </w:rPr>
        <w:t xml:space="preserve"> وعالمانہ زندگ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گذار 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کرتا ہے تاکہ معاشرے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وہ حرکت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انجام نہ دے ،جو منف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لو گوں کو منف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تنزل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لے جاتا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 نزول قرآن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معاشرے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ںعدالت</w:t>
      </w:r>
      <w:r w:rsidR="00A90793" w:rsidRPr="00A90793">
        <w:rPr>
          <w:rFonts w:eastAsia="Calibri"/>
          <w:rtl/>
        </w:rPr>
        <w:t xml:space="preserve"> اورانصاف کو رواج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ہے ،اور ظلم وبر بر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کو نابود کرنا ہے ، چنانچہ کئ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نظام اسلام کے 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ام</w:t>
      </w:r>
      <w:r w:rsidR="00A90793" w:rsidRPr="00A90793">
        <w:rPr>
          <w:rFonts w:eastAsia="Calibri"/>
          <w:rtl/>
        </w:rPr>
        <w:t xml:space="preserve"> کا فلسفہ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کرتے ہوئے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: </w:t>
      </w:r>
      <w:r w:rsidR="00A90793" w:rsidRPr="00E845C5">
        <w:rPr>
          <w:rStyle w:val="libAieChar"/>
          <w:rFonts w:eastAsia="Calibri" w:hint="cs"/>
          <w:rtl/>
        </w:rPr>
        <w:t>ی</w:t>
      </w:r>
      <w:r w:rsidR="00A90793" w:rsidRPr="00E845C5">
        <w:rPr>
          <w:rStyle w:val="libAieChar"/>
          <w:rFonts w:eastAsia="Calibri" w:hint="eastAsia"/>
          <w:rtl/>
        </w:rPr>
        <w:t>قوم</w:t>
      </w:r>
      <w:r w:rsidR="00A90793" w:rsidRPr="00E845C5">
        <w:rPr>
          <w:rStyle w:val="libAieChar"/>
          <w:rFonts w:eastAsia="Calibri"/>
          <w:rtl/>
        </w:rPr>
        <w:t xml:space="preserve"> الناس با القسط ''</w:t>
      </w:r>
    </w:p>
    <w:p w:rsidR="00C70266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۔ قرآن کے آنے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اس دور کے ناپاک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منف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پال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</w:t>
      </w:r>
      <w:r w:rsidR="00A90793" w:rsidRPr="00A90793">
        <w:rPr>
          <w:rFonts w:eastAsia="Calibri"/>
          <w:rtl/>
        </w:rPr>
        <w:t xml:space="preserve"> کے خلاف مسلمانوں کو متحد ہونے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دعوت ہے تاکہ فرق مسلم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''انما اللمؤمنون اخو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>'' کے ساتھ زندگ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گذار 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</w:t>
      </w:r>
    </w:p>
    <w:p w:rsidR="00A90793" w:rsidRP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lastRenderedPageBreak/>
        <w:t>9</w:t>
      </w:r>
      <w:r w:rsidR="00A90793" w:rsidRPr="007A0B2A">
        <w:rPr>
          <w:rFonts w:eastAsia="Calibri" w:hint="cs"/>
          <w:rtl/>
        </w:rPr>
        <w:t>۔ قرآن جامع تر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کتب آسمان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سے دعوت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تا</w:t>
      </w:r>
      <w:r w:rsidR="00A90793" w:rsidRPr="00A90793">
        <w:rPr>
          <w:rFonts w:eastAsia="Calibri"/>
          <w:rtl/>
        </w:rPr>
        <w:t xml:space="preserve"> ہے کہ ہر انسان کے مقررہ حقوق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رعا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حت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وانات</w:t>
      </w:r>
      <w:r w:rsidR="00A90793" w:rsidRPr="00A90793">
        <w:rPr>
          <w:rFonts w:eastAsia="Calibri"/>
          <w:rtl/>
        </w:rPr>
        <w:t xml:space="preserve"> اور درخت وشجر کے مقرر ہ حقوق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رعا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شدت سے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کرتا ہے چنانچہ کئ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ںصاف</w:t>
      </w:r>
      <w:r w:rsidR="00A90793" w:rsidRPr="00A90793">
        <w:rPr>
          <w:rFonts w:eastAsia="Calibri"/>
          <w:rtl/>
        </w:rPr>
        <w:t xml:space="preserve"> الفاظ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>۔ قرآن نازل ہونے کے اہداف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ماد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اورمثال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اورابد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زندگ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 سعادت اورآباد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گذارش کرتا ہے ، ان کے علاوہ اور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اہداف واضح الفاظ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،ان کے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/>
          <w:rtl/>
        </w:rPr>
        <w:t xml:space="preserve"> نظر قرآن کو فقط اموات کے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صال</w:t>
      </w:r>
      <w:r w:rsidR="00A90793" w:rsidRPr="00A90793">
        <w:rPr>
          <w:rFonts w:eastAsia="Calibri"/>
          <w:rtl/>
        </w:rPr>
        <w:t xml:space="preserve"> ثواب کے فاتحہ خوان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شاد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وقت ختم قرآن کے لئے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معمول امور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ںمنحصر</w:t>
      </w:r>
      <w:r w:rsidR="00A90793" w:rsidRPr="00A90793">
        <w:rPr>
          <w:rFonts w:eastAsia="Calibri"/>
          <w:rtl/>
        </w:rPr>
        <w:t xml:space="preserve"> کرنا ہمار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جہالت کے علاوہ کچھ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رب العزت سے اس ناچ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کاوش پر امام زمانہ (ع)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کے خواہاں ہوں۔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5" w:name="_Toc429651911"/>
      <w:r w:rsidRPr="00A90793">
        <w:rPr>
          <w:rFonts w:eastAsia="Calibri" w:hint="eastAsia"/>
          <w:rtl/>
        </w:rPr>
        <w:t>قرائت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وضاحت:</w:t>
      </w:r>
      <w:bookmarkEnd w:id="15"/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علوم</w:t>
      </w:r>
      <w:r w:rsidRPr="00A90793">
        <w:rPr>
          <w:rFonts w:eastAsia="Calibri"/>
          <w:rtl/>
        </w:rPr>
        <w:t xml:space="preserve"> قرآن کے مہمتر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قرائت قرآن سمجھا جاتا ہے، جس کے متعلق بہت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مقالے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ں،لہذا</w:t>
      </w:r>
      <w:r w:rsidRPr="00A90793">
        <w:rPr>
          <w:rFonts w:eastAsia="Calibri"/>
          <w:rtl/>
        </w:rPr>
        <w:t xml:space="preserve">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قلم اٹھانا تحص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حاصل کے مترادف ہو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ناچ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زحمت کے ہدف کے حصول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قرائت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کرنا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سمجھتا ہو 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ہمارے استاد محترم علوم قرآن کے ماہر آقا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عرصہ دراز سے موسسہ امام خم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علوم قرآن کے 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ہونے کے علاوہ حوزہ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علوم قرآن کا سپ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شلسٹ</w:t>
      </w:r>
      <w:r w:rsidRPr="00A90793">
        <w:rPr>
          <w:rFonts w:eastAsia="Calibri"/>
          <w:rtl/>
        </w:rPr>
        <w:t xml:space="preserve"> سمجھا جاتا ہے، انہوں نے مؤسس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امام خم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ہوئے اپنے لکچرز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مرتبہ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جب تک علوم قرآن کے تمام مسائل سے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بحث نہ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تب تک علوم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کا احساس نہ ہونے کے باوجود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، لہذا قرائت قرآن کا مختصر خاکہ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گوشزد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علاوہ </w:t>
      </w: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افہام و تفہ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مرحلہ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مشکل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قرائت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کرتے ہوئے بہت سے علماء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کلمات اور الفاظ کو اس طرح پڑھنا جس طرح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دوسرے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قرآن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کلمات اور الفاظ کو ان کے مخارج اور لہجے کے ساتھ پڑھنا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ہمارا مقصد قرائت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کرنا ہے لہذا قرائت 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اصطلاح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ہٹ کر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کچھ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مطالب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کردوں جو قرائت قرآن سے وابستہ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تمام مسلمانوں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اجماع ہے کہ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کلمات اور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بعض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</w:t>
      </w:r>
      <w:r w:rsidRPr="00A90793">
        <w:rPr>
          <w:rFonts w:eastAsia="Calibri" w:hint="eastAsia"/>
          <w:rtl/>
        </w:rPr>
        <w:t>ئت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مختلف ہے اور مخارج کے ساتھ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ںنقل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علوم قرآن کے موضوع پر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 سے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قراء سبعہ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قراء عشرہ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قراء اربعہ عشرہ کے عنوان سے ان کے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ئے</w:t>
      </w:r>
      <w:r w:rsidRPr="00A90793">
        <w:rPr>
          <w:rFonts w:eastAsia="Calibri"/>
          <w:rtl/>
        </w:rPr>
        <w:t xml:space="preserve"> گئے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چنانچہ قراء سبعہ کانام صاحب حدا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نے اس طرح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>)عبداللہ بن عامر 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 عبداللہ بن کث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(</w:t>
      </w:r>
      <w:r w:rsidR="00FB0743" w:rsidRPr="00FB0743">
        <w:rPr>
          <w:rFonts w:eastAsia="Calibri" w:hint="cs"/>
          <w:rtl/>
        </w:rPr>
        <w:t>3</w:t>
      </w:r>
      <w:r w:rsidRPr="007A0B2A">
        <w:rPr>
          <w:rFonts w:eastAsia="Calibri" w:hint="cs"/>
          <w:rtl/>
        </w:rPr>
        <w:t>) عاصم (</w:t>
      </w:r>
      <w:r w:rsidR="00FB0743" w:rsidRPr="00FB0743">
        <w:rPr>
          <w:rFonts w:eastAsia="Calibri" w:hint="cs"/>
          <w:rtl/>
        </w:rPr>
        <w:t>4</w:t>
      </w:r>
      <w:r w:rsidRPr="007A0B2A">
        <w:rPr>
          <w:rFonts w:eastAsia="Calibri" w:hint="cs"/>
          <w:rtl/>
        </w:rPr>
        <w:t>) ابو عمرو بن العلاء (</w:t>
      </w:r>
      <w:r w:rsidR="00FB0743" w:rsidRPr="00FB0743">
        <w:rPr>
          <w:rFonts w:eastAsia="Calibri" w:hint="cs"/>
          <w:rtl/>
        </w:rPr>
        <w:t>5</w:t>
      </w:r>
      <w:r w:rsidRPr="007A0B2A">
        <w:rPr>
          <w:rFonts w:eastAsia="Calibri" w:hint="cs"/>
          <w:rtl/>
        </w:rPr>
        <w:t>) حمزہ بن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(</w:t>
      </w:r>
      <w:r w:rsidR="00FB0743" w:rsidRPr="00FB0743">
        <w:rPr>
          <w:rFonts w:eastAsia="Calibri" w:hint="cs"/>
          <w:rtl/>
        </w:rPr>
        <w:t>6</w:t>
      </w:r>
      <w:r w:rsidRPr="007A0B2A">
        <w:rPr>
          <w:rFonts w:eastAsia="Calibri" w:hint="cs"/>
          <w:rtl/>
        </w:rPr>
        <w:t>) نافع (</w:t>
      </w:r>
      <w:r w:rsidR="00FB0743" w:rsidRPr="00FB0743">
        <w:rPr>
          <w:rFonts w:eastAsia="Calibri" w:hint="cs"/>
          <w:rtl/>
        </w:rPr>
        <w:t>7</w:t>
      </w:r>
      <w:r w:rsidRPr="007A0B2A">
        <w:rPr>
          <w:rFonts w:eastAsia="Calibri" w:hint="cs"/>
          <w:rtl/>
        </w:rPr>
        <w:t>) الکسائ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البتہ</w:t>
      </w:r>
      <w:r w:rsidRPr="00A90793">
        <w:rPr>
          <w:rFonts w:eastAsia="Calibri"/>
          <w:rtl/>
        </w:rPr>
        <w:t xml:space="preserve"> علم قرائت کا سلسلہ شروع ہونے کے بعد اصحاب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افراد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معروف اور مشہور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۔(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>) حضرت عل</w:t>
      </w:r>
      <w:r w:rsidRPr="00A90793">
        <w:rPr>
          <w:rFonts w:eastAsia="Calibri" w:hint="cs"/>
          <w:rtl/>
        </w:rPr>
        <w:t>یؑ</w:t>
      </w:r>
      <w:r w:rsidRPr="00A90793">
        <w:rPr>
          <w:rFonts w:eastAsia="Calibri"/>
          <w:rtl/>
        </w:rPr>
        <w:t xml:space="preserve"> 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 عثمان (</w:t>
      </w:r>
      <w:r w:rsidR="00FB0743" w:rsidRPr="00FB0743">
        <w:rPr>
          <w:rFonts w:eastAsia="Calibri" w:hint="cs"/>
          <w:rtl/>
        </w:rPr>
        <w:t>3</w:t>
      </w:r>
      <w:r w:rsidRPr="007A0B2A">
        <w:rPr>
          <w:rFonts w:eastAsia="Calibri" w:hint="cs"/>
          <w:rtl/>
        </w:rPr>
        <w:t>) ابن کعب (</w:t>
      </w:r>
      <w:r w:rsidR="00FB0743" w:rsidRPr="00FB0743">
        <w:rPr>
          <w:rFonts w:eastAsia="Calibri" w:hint="cs"/>
          <w:rtl/>
        </w:rPr>
        <w:t>4</w:t>
      </w:r>
      <w:r w:rsidRPr="007A0B2A">
        <w:rPr>
          <w:rFonts w:eastAsia="Calibri" w:hint="cs"/>
          <w:rtl/>
        </w:rPr>
        <w:t>)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(</w:t>
      </w:r>
      <w:r w:rsidR="00FB0743" w:rsidRPr="00FB0743">
        <w:rPr>
          <w:rFonts w:eastAsia="Calibri" w:hint="cs"/>
          <w:rtl/>
        </w:rPr>
        <w:t>5</w:t>
      </w:r>
      <w:r w:rsidRPr="007A0B2A">
        <w:rPr>
          <w:rFonts w:eastAsia="Calibri" w:hint="cs"/>
          <w:rtl/>
        </w:rPr>
        <w:t>) عبداللہ بن مسعود (</w:t>
      </w:r>
      <w:r w:rsidR="00FB0743" w:rsidRPr="00FB0743">
        <w:rPr>
          <w:rFonts w:eastAsia="Calibri" w:hint="cs"/>
          <w:rtl/>
        </w:rPr>
        <w:t>6</w:t>
      </w:r>
      <w:r w:rsidRPr="007A0B2A">
        <w:rPr>
          <w:rFonts w:eastAsia="Calibri" w:hint="cs"/>
          <w:rtl/>
        </w:rPr>
        <w:t>) ابو الدرداء (</w:t>
      </w:r>
      <w:r w:rsidR="00FB0743" w:rsidRPr="00FB0743">
        <w:rPr>
          <w:rFonts w:eastAsia="Calibri" w:hint="cs"/>
          <w:rtl/>
        </w:rPr>
        <w:t>7</w:t>
      </w:r>
      <w:r w:rsidRPr="007A0B2A">
        <w:rPr>
          <w:rFonts w:eastAsia="Calibri" w:hint="cs"/>
          <w:rtl/>
        </w:rPr>
        <w:t>) ابو موس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۔</w:t>
      </w:r>
    </w:p>
    <w:p w:rsidR="00C70266" w:rsidRDefault="00A90793" w:rsidP="007A0B2A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اصحاب کا دور ختم ہونے کے بعد لفظ قراء ، قراء سبعہ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قراء عشرہ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قراء اربعہ عشرہ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افراد کے لئے لقب کے طور پر استعمال ہونے لگا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کلمہ قراء سے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تبادر ہوتا تھا، لہذا مسلمانوں کے ماب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اختلاف ہے کہ ان قرائت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کونس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، کونس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غلط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 تمام قر</w:t>
      </w:r>
      <w:r w:rsidRPr="007A0B2A">
        <w:rPr>
          <w:rFonts w:eastAsia="Calibri" w:hint="cs"/>
          <w:rtl/>
        </w:rPr>
        <w:t>ات کے ساتھ نماز</w:t>
      </w:r>
      <w:r w:rsidRPr="00A90793">
        <w:rPr>
          <w:rFonts w:eastAsia="Calibri"/>
          <w:rtl/>
        </w:rPr>
        <w:t xml:space="preserve"> پڑھنا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مسئلہ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اہل سنت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جماعت کا کہنا ہے کہ قرائت سبعہ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(ص)سے ہم تک تواتر کے ساتھ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حت</w:t>
      </w:r>
      <w:r w:rsidRPr="00A90793">
        <w:rPr>
          <w:rFonts w:eastAsia="Calibri" w:hint="cs"/>
          <w:rtl/>
        </w:rPr>
        <w:t>یٰ</w:t>
      </w:r>
      <w:r w:rsidRPr="00A90793">
        <w:rPr>
          <w:rFonts w:eastAsia="Calibri"/>
          <w:rtl/>
        </w:rPr>
        <w:t xml:space="preserve"> جناب سبک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مناہل العرفان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قرائت عشرہ ہم تک تواتر کے ساتھ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مفت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البلاد الندل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سہ</w:t>
      </w:r>
      <w:r w:rsidRPr="00A90793">
        <w:rPr>
          <w:rFonts w:eastAsia="Calibri"/>
          <w:rtl/>
        </w:rPr>
        <w:t xml:space="preserve"> ابو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فرج ابن لب کا کہنا ہے کہ جو قرائت قراء سبعہ کو تواتر کے ساتھ ہم تک پہونچے سے انکار کرے تو وہ کافر ہے،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7A0B2A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ہمارے مذہب کے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کچھ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قرائت سبعہ ہم تک تواتر کے ساتھ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شہ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اول نے کتاب ذکر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جناب محقق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مرحوم جند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سبعہ ہم تک تواتر کے ساتھ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مذہب تش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مع</w:t>
      </w:r>
      <w:r w:rsidRPr="00A90793">
        <w:rPr>
          <w:rFonts w:eastAsia="Calibri" w:hint="eastAsia"/>
          <w:rtl/>
        </w:rPr>
        <w:t>روف</w:t>
      </w:r>
      <w:r w:rsidRPr="00A90793">
        <w:rPr>
          <w:rFonts w:eastAsia="Calibri"/>
          <w:rtl/>
        </w:rPr>
        <w:t xml:space="preserve"> اور مشہور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قرائت سبعہ تواتر کے ساتھ ہم تک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</w:t>
      </w:r>
      <w:r w:rsidRPr="007A0B2A">
        <w:rPr>
          <w:rFonts w:eastAsia="Calibri" w:hint="cs"/>
          <w:rtl/>
        </w:rPr>
        <w:t>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بعض قرائت قار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خود ساختہ ہے بعض ان کا اجتہاد ہے بعض قرائت اگرچہ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(ص)سے منقول ہے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)مناہل العرفان ص</w:t>
      </w:r>
      <w:r w:rsidR="00FB0743" w:rsidRPr="00FB0743">
        <w:rPr>
          <w:rFonts w:hint="cs"/>
          <w:rtl/>
        </w:rPr>
        <w:t>433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)مناہل العرفان ص</w:t>
      </w:r>
      <w:r w:rsidR="00FB0743" w:rsidRPr="00FB0743">
        <w:rPr>
          <w:rFonts w:hint="cs"/>
          <w:rtl/>
        </w:rPr>
        <w:t>428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)حدای</w:t>
      </w:r>
      <w:r w:rsidRPr="00A90793">
        <w:rPr>
          <w:rFonts w:hint="eastAsia"/>
          <w:rtl/>
        </w:rPr>
        <w:t>ق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8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95</w:t>
      </w:r>
      <w:r w:rsidRPr="00A90793">
        <w:rPr>
          <w:rFonts w:hint="cs"/>
          <w:rtl/>
        </w:rPr>
        <w:t>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نہ تواتر کے ساتھ، بلکہ باالاحاد منقول ہے ، اور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اہل سنت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گروہ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7A0B2A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مرحوم فخرراز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اول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نقل کرنے کے بعد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اتفق الاکثرون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القر</w:t>
      </w:r>
      <w:r w:rsidRPr="007A0B2A">
        <w:rPr>
          <w:rFonts w:eastAsia="Calibri" w:hint="cs"/>
          <w:rtl/>
        </w:rPr>
        <w:t>ات المشہور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منقول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بالتواتر وف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اشکال لانّ.....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اکثر علماء کا اجماع ہے کہ مشہور قرائت تواتر کے ساتھ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اشکال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اس </w:t>
      </w:r>
      <w:r w:rsidRPr="00A90793">
        <w:rPr>
          <w:rFonts w:eastAsia="Calibri" w:hint="eastAsia"/>
          <w:rtl/>
        </w:rPr>
        <w:t>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قائل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ترج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بلا مرجح لازم آتا ہے، جو عقلا ممکن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اگرچہ ہمارے علما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شہ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قرائت سبعہ تواتر کے ساتھ نقل ہونے کے طرفدار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جناب فخر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اشکال کا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 </w:t>
      </w:r>
      <w:r w:rsidRPr="00E75DFB">
        <w:rPr>
          <w:rStyle w:val="libArabicChar"/>
          <w:rFonts w:eastAsia="Calibri"/>
          <w:rtl/>
        </w:rPr>
        <w:t>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س</w:t>
      </w:r>
      <w:r w:rsidRPr="00E75DFB">
        <w:rPr>
          <w:rStyle w:val="libArabicChar"/>
          <w:rFonts w:eastAsia="Calibri"/>
          <w:rtl/>
        </w:rPr>
        <w:t xml:space="preserve"> المراد بتواتر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ان کل ما و</w:t>
      </w:r>
      <w:r w:rsidRPr="00E75DFB">
        <w:rPr>
          <w:rStyle w:val="libArabicChar"/>
          <w:rFonts w:eastAsia="Calibri" w:hint="eastAsia"/>
          <w:rtl/>
        </w:rPr>
        <w:t>رد</w:t>
      </w:r>
      <w:r w:rsidRPr="00E75DFB">
        <w:rPr>
          <w:rStyle w:val="libArabicChar"/>
          <w:rFonts w:eastAsia="Calibri"/>
          <w:rtl/>
        </w:rPr>
        <w:t xml:space="preserve"> متواتر بل المراد الخصار المتواتر الان ف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ما نقل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قرائت</w:t>
      </w:r>
      <w:r w:rsidRPr="00A90793">
        <w:rPr>
          <w:rFonts w:eastAsia="Calibri"/>
          <w:rtl/>
        </w:rPr>
        <w:t xml:space="preserve"> سبعہ تواتر سے منقول ہونے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ان قرائت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تواتر سے ہم تک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بلکہ اس کا مقصد ہے کہ اب تک جو قرائت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تواتر، منحصر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طرح توج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کرکے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ظہور کلام کے مخالف ہے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)حدای</w:t>
      </w:r>
      <w:r w:rsidRPr="00A90793">
        <w:rPr>
          <w:rFonts w:hint="eastAsia"/>
          <w:rtl/>
        </w:rPr>
        <w:t>ق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8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97</w:t>
      </w:r>
      <w:r w:rsidRPr="00A90793">
        <w:rPr>
          <w:rFonts w:hint="cs"/>
          <w:rtl/>
        </w:rPr>
        <w:t>) 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)حدای</w:t>
      </w:r>
      <w:r w:rsidRPr="00A90793">
        <w:rPr>
          <w:rFonts w:hint="eastAsia"/>
          <w:rtl/>
        </w:rPr>
        <w:t>ق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8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97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پہلا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اگرچہ اکثر اہل تسنن اور اہل تش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کے برجستہ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جماعت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.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پرکوئ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نظر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تواتر کے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سنّ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جس پر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قبول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اً</w:t>
      </w:r>
      <w:r w:rsidRPr="00A90793">
        <w:rPr>
          <w:rFonts w:eastAsia="Calibri"/>
          <w:rtl/>
        </w:rPr>
        <w:t>:خود اہل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جماعت نے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رد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ثالثا</w:t>
      </w:r>
      <w:r w:rsidRPr="00A90793">
        <w:rPr>
          <w:rFonts w:eastAsia="Calibri"/>
          <w:rtl/>
        </w:rPr>
        <w:t>: پہلے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طرفدار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کو ثابت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اس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استدلال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 </w:t>
      </w:r>
      <w:r w:rsidRPr="00E75DFB">
        <w:rPr>
          <w:rStyle w:val="libArabicChar"/>
          <w:rFonts w:eastAsia="Calibri"/>
          <w:rtl/>
        </w:rPr>
        <w:t>''ان القرآن قد نزل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سبع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احرف کل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شاف واف''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قرآن سات حروف پر نازل ہواہے جو تمام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اور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ہے۔اور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اور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جناب </w:t>
      </w:r>
      <w:r w:rsidRPr="00A90793">
        <w:rPr>
          <w:rFonts w:eastAsia="Calibri" w:hint="eastAsia"/>
          <w:rtl/>
        </w:rPr>
        <w:t>صدوق</w:t>
      </w:r>
      <w:r w:rsidRPr="00A90793">
        <w:rPr>
          <w:rFonts w:eastAsia="Calibri"/>
          <w:rtl/>
        </w:rPr>
        <w:t xml:space="preserve"> نے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</w:t>
      </w:r>
      <w:r w:rsidRPr="00E75DFB">
        <w:rPr>
          <w:rStyle w:val="libArabicChar"/>
          <w:rFonts w:eastAsia="Calibri"/>
          <w:rtl/>
        </w:rPr>
        <w:t>ان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</w:t>
      </w:r>
      <w:r w:rsidRPr="00E75DFB">
        <w:rPr>
          <w:rStyle w:val="libArabicChar"/>
          <w:rFonts w:eastAsia="Calibri" w:hint="cs"/>
          <w:rtl/>
        </w:rPr>
        <w:t>ی</w:t>
      </w:r>
      <w:r w:rsidR="007A0B2A" w:rsidRPr="00E75DFB">
        <w:rPr>
          <w:rStyle w:val="libArabicChar"/>
          <w:rFonts w:eastAsia="Calibri" w:hint="cs"/>
          <w:rtl/>
        </w:rPr>
        <w:t>ا</w:t>
      </w:r>
      <w:r w:rsidRPr="00E75DFB">
        <w:rPr>
          <w:rStyle w:val="libArabicChar"/>
          <w:rFonts w:eastAsia="Calibri" w:hint="cs"/>
          <w:rtl/>
        </w:rPr>
        <w:t>مرک</w:t>
      </w:r>
      <w:r w:rsidRPr="00E75DFB">
        <w:rPr>
          <w:rStyle w:val="libArabicChar"/>
          <w:rFonts w:eastAsia="Calibri"/>
          <w:rtl/>
        </w:rPr>
        <w:t xml:space="preserve"> ان تقراء القرآن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حرف واحد فقلت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</w:t>
      </w:r>
      <w:r w:rsidRPr="00E75DFB">
        <w:rPr>
          <w:rStyle w:val="libArabicChar"/>
          <w:rFonts w:eastAsia="Calibri"/>
          <w:rtl/>
        </w:rPr>
        <w:t xml:space="preserve"> ربّ وسع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امت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فقل ان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</w:t>
      </w:r>
      <w:r w:rsidRPr="00E75DFB">
        <w:rPr>
          <w:rStyle w:val="libArabicChar"/>
          <w:rFonts w:eastAsia="Calibri" w:hint="cs"/>
          <w:rtl/>
        </w:rPr>
        <w:t>یأمرک</w:t>
      </w:r>
      <w:r w:rsidRPr="00E75DFB">
        <w:rPr>
          <w:rStyle w:val="libArabicChar"/>
          <w:rFonts w:eastAsia="Calibri"/>
          <w:rtl/>
        </w:rPr>
        <w:t xml:space="preserve"> ان تقراء القرآن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سبع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احرف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''بتحق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اللہ نے تجھے قرآن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پر پڑھنے کا حکم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. اس وقت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اللہ سے درخواست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پالنے والے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امت پر( رحم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) انکو تلاوت قرآن پر توسعہ فرما، اس کے جواب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اللہ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آپ قرآن کوسات حرف پر تلاوت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 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طبر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 ص</w:t>
      </w:r>
      <w:r w:rsidR="00FB0743" w:rsidRPr="00FB0743">
        <w:rPr>
          <w:rFonts w:hint="cs"/>
          <w:rtl/>
        </w:rPr>
        <w:t>9</w:t>
      </w:r>
      <w:r w:rsidRPr="00A90793">
        <w:rPr>
          <w:rFonts w:hint="cs"/>
          <w:rtl/>
        </w:rPr>
        <w:t>) 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)خصال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11</w:t>
      </w:r>
      <w:r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تمام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سند کے حوالے سے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ہونے کے علاوہ مجمل ہے ، ان تقراء القرآن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سبع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احرف کا مختلف قرائت کے ساتھ پڑھنا مقصود ہے،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واضح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علاوہ مرحوم ثق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الاسلام</w:t>
      </w:r>
      <w:r w:rsidRPr="00A90793">
        <w:rPr>
          <w:rFonts w:eastAsia="Calibri"/>
          <w:rtl/>
        </w:rPr>
        <w:t xml:space="preserve"> کل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حضرت امام محمد باقر ؑ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: </w:t>
      </w:r>
      <w:r w:rsidRPr="00E75DFB">
        <w:rPr>
          <w:rStyle w:val="libArabicChar"/>
          <w:rFonts w:eastAsia="Calibri"/>
          <w:rtl/>
        </w:rPr>
        <w:t>ان القرآن واحد منزل من عند الواحد و لکن الاختلاف من قبل الروا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>.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قرآن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ہے جو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نازل ہواہے لہذا اگر اختلاف اور متعدد نظر آئے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راو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ہے۔روا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ت مطلق ہے جسم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ہر اختلاف اور تعدد شامل ہے ،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کا اختلاف اور تعدد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سند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کے ساتھ کل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بن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سار</w:t>
      </w:r>
      <w:r w:rsidRPr="00A90793">
        <w:rPr>
          <w:rFonts w:eastAsia="Calibri"/>
          <w:rtl/>
        </w:rPr>
        <w:t xml:space="preserve"> نے کہا :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حضرت امام جعفر صادق ؑ سے پوچھا:</w:t>
      </w:r>
      <w:r w:rsidRPr="00E75DFB">
        <w:rPr>
          <w:rStyle w:val="libArabicChar"/>
          <w:rFonts w:eastAsia="Calibri"/>
          <w:rtl/>
        </w:rPr>
        <w:t xml:space="preserve">ان الناس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قولون</w:t>
      </w:r>
      <w:r w:rsidRPr="00E75DFB">
        <w:rPr>
          <w:rStyle w:val="libArabicChar"/>
          <w:rFonts w:eastAsia="Calibri"/>
          <w:rtl/>
        </w:rPr>
        <w:t xml:space="preserve"> نزل القرآن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سبع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احرف فقال کذبوا اعداء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و لکن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نزل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حرف واحد من عند واحد.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لوگ کہا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قرآن سات حروف پر نازل ہوا </w:t>
      </w:r>
      <w:r w:rsidRPr="00A90793">
        <w:rPr>
          <w:rFonts w:eastAsia="Calibri" w:hint="eastAsia"/>
          <w:rtl/>
        </w:rPr>
        <w:t>ہے</w:t>
      </w:r>
      <w:r w:rsidRPr="00A90793">
        <w:rPr>
          <w:rFonts w:eastAsia="Calibri"/>
          <w:rtl/>
        </w:rPr>
        <w:t xml:space="preserve"> (ک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ہے)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اللہ سے بغض رکھنے والے جھوٹ بولتے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قرآن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حرف پر نازل ہوا ہے۔ان دو،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توں</w:t>
      </w:r>
      <w:r w:rsidRPr="00A90793">
        <w:rPr>
          <w:rFonts w:eastAsia="Calibri"/>
          <w:rtl/>
        </w:rPr>
        <w:t xml:space="preserve"> کو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FB0743" w:rsidP="00FB0743">
      <w:pPr>
        <w:pStyle w:val="libFootnote0"/>
        <w:rPr>
          <w:rtl/>
        </w:rPr>
      </w:pPr>
      <w:r w:rsidRPr="00FB0743">
        <w:rPr>
          <w:rFonts w:hint="cs"/>
          <w:rtl/>
        </w:rPr>
        <w:t>1</w:t>
      </w:r>
      <w:r w:rsidR="00A90793" w:rsidRPr="00A90793">
        <w:rPr>
          <w:rFonts w:hint="cs"/>
          <w:rtl/>
        </w:rPr>
        <w:t>)الوافی</w:t>
      </w:r>
      <w:r w:rsidR="00A90793" w:rsidRPr="00A90793">
        <w:rPr>
          <w:rFonts w:hint="eastAsia"/>
          <w:rtl/>
        </w:rPr>
        <w:t>،</w:t>
      </w:r>
      <w:r w:rsidR="00A90793" w:rsidRPr="00A90793">
        <w:rPr>
          <w:rtl/>
        </w:rPr>
        <w:t xml:space="preserve"> ج</w:t>
      </w:r>
      <w:r w:rsidRPr="00FB0743">
        <w:rPr>
          <w:rFonts w:hint="cs"/>
          <w:rtl/>
        </w:rPr>
        <w:t>5</w:t>
      </w:r>
      <w:r w:rsidR="00A90793" w:rsidRPr="00A90793">
        <w:rPr>
          <w:rFonts w:hint="cs"/>
          <w:rtl/>
        </w:rPr>
        <w:t>،باب اختلاف القراء ات)(</w:t>
      </w:r>
      <w:r w:rsidRPr="00FB0743">
        <w:rPr>
          <w:rFonts w:hint="cs"/>
          <w:rtl/>
        </w:rPr>
        <w:t>2</w:t>
      </w:r>
      <w:r w:rsidR="00A90793" w:rsidRPr="00A90793">
        <w:rPr>
          <w:rFonts w:hint="cs"/>
          <w:rtl/>
        </w:rPr>
        <w:t>)الوافی</w:t>
      </w:r>
      <w:r w:rsidR="00A90793" w:rsidRPr="00A90793">
        <w:rPr>
          <w:rFonts w:hint="eastAsia"/>
          <w:rtl/>
        </w:rPr>
        <w:t>،</w:t>
      </w:r>
      <w:r w:rsidR="00A90793" w:rsidRPr="00A90793">
        <w:rPr>
          <w:rtl/>
        </w:rPr>
        <w:t xml:space="preserve"> ج</w:t>
      </w:r>
      <w:r w:rsidRPr="00FB0743">
        <w:rPr>
          <w:rFonts w:hint="cs"/>
          <w:rtl/>
        </w:rPr>
        <w:t>5</w:t>
      </w:r>
      <w:r w:rsidR="00A90793"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نقل</w:t>
      </w:r>
      <w:r w:rsidRPr="00A90793">
        <w:rPr>
          <w:rFonts w:eastAsia="Calibri"/>
          <w:rtl/>
        </w:rPr>
        <w:t xml:space="preserve"> کرنے کے بعد مرحوم محدث کاشان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:نزل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حرف کامعن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فقط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صاحب</w:t>
      </w:r>
      <w:r w:rsidRPr="00A90793">
        <w:rPr>
          <w:rFonts w:eastAsia="Calibri"/>
          <w:rtl/>
        </w:rPr>
        <w:t xml:space="preserve"> واف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مذکورہ دوحد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ثوں</w:t>
      </w:r>
      <w:r w:rsidRPr="00A90793">
        <w:rPr>
          <w:rFonts w:eastAsia="Calibri"/>
          <w:rtl/>
        </w:rPr>
        <w:t xml:space="preserve"> کو نقل کرنے کے بعد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:ان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سے واضح ہو جاتا ہے کہ قرائت فقط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ہے، جو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ہے وہ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ؑ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کے مطابق ہے،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ہمارے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مشخص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ان مطالب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نظر حضرت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/>
          <w:rtl/>
        </w:rPr>
        <w:t xml:space="preserve"> اللہ العظم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اللہ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قرآن تواتر کے ساتھ ثابت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اورمرحوم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قاض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واضح الفساد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ہوئے کہا کہ قر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 xml:space="preserve"> سبع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تواتر کے ساتھ نقل ہونے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نہ ہونے پر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قطع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نکات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بناء پر قرائت سبعہ با تواتر ہم تک پہونچنے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قبول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لہذا ہم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استحکام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اختلاف قرائت کے عوامل و اسباب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کچھ اسباب و عوامل کو 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اخت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قہر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سمجھا جاتا ہے جس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بازگشت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دور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ہوت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لہذا کہا جا سکتا ہے جو قرائت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)البی</w:t>
      </w:r>
      <w:r w:rsidRPr="00A90793">
        <w:rPr>
          <w:rFonts w:hint="eastAsia"/>
          <w:rtl/>
        </w:rPr>
        <w:t>ان،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 </w:t>
      </w:r>
      <w:r w:rsidR="00FB0743" w:rsidRPr="00FB0743">
        <w:rPr>
          <w:rFonts w:hint="cs"/>
          <w:rtl/>
        </w:rPr>
        <w:t>124</w:t>
      </w:r>
      <w:r w:rsidRPr="00A90793">
        <w:rPr>
          <w:rFonts w:hint="cs"/>
          <w:rtl/>
        </w:rPr>
        <w:t xml:space="preserve"> بی</w:t>
      </w:r>
      <w:r w:rsidRPr="00A90793">
        <w:rPr>
          <w:rFonts w:hint="eastAsia"/>
          <w:rtl/>
        </w:rPr>
        <w:t>روت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معمول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لے</w:t>
      </w:r>
      <w:r w:rsidRPr="00A90793">
        <w:rPr>
          <w:rFonts w:eastAsia="Calibri"/>
          <w:rtl/>
        </w:rPr>
        <w:t xml:space="preserve"> مختلف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کا مخصوص لہجہ اور لحن ہوا کرتا تھا لہذا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بارہا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تم قرآن کو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لحن اور لہجے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تلاوت کرو۔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فاراب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کہنا ہے: </w:t>
      </w:r>
      <w:r w:rsidRPr="00E75DFB">
        <w:rPr>
          <w:rStyle w:val="libArabicChar"/>
          <w:rFonts w:eastAsia="Calibri"/>
          <w:rtl/>
        </w:rPr>
        <w:t>کانت قر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ش</w:t>
      </w:r>
      <w:r w:rsidRPr="00E75DFB">
        <w:rPr>
          <w:rStyle w:val="libArabicChar"/>
          <w:rFonts w:eastAsia="Calibri"/>
          <w:rtl/>
        </w:rPr>
        <w:t xml:space="preserve"> اجود العرب اتقا لا فص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ح</w:t>
      </w:r>
      <w:r w:rsidRPr="00E75DFB">
        <w:rPr>
          <w:rStyle w:val="libArabicChar"/>
          <w:rFonts w:eastAsia="Calibri"/>
          <w:rtl/>
        </w:rPr>
        <w:t xml:space="preserve"> من الالفاظ و اس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اللسان عند المنطق و احسن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مسموعا و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 xml:space="preserve"> قر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،عرب قوموں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رفتار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کو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بولنے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الفاظ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ادائ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آسان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ںبہتر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کے عاد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عرب اقوام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فصاحت کے حوالے سے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سعد زبان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سلامت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اعتبار سے معروف اور مشہور تھا،لہذا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: </w:t>
      </w:r>
      <w:r w:rsidRPr="00E75DFB">
        <w:rPr>
          <w:rStyle w:val="libArabicChar"/>
          <w:rFonts w:eastAsia="Calibri"/>
          <w:rtl/>
        </w:rPr>
        <w:t>''انا افصح العرب ب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د</w:t>
      </w:r>
      <w:r w:rsidRPr="00E75DFB">
        <w:rPr>
          <w:rStyle w:val="libArabicChar"/>
          <w:rFonts w:eastAsia="Calibri"/>
          <w:rtl/>
        </w:rPr>
        <w:t xml:space="preserve"> ان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من قر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ش</w:t>
      </w:r>
      <w:r w:rsidRPr="00E75DFB">
        <w:rPr>
          <w:rStyle w:val="libArabicChar"/>
          <w:rFonts w:eastAsia="Calibri"/>
          <w:rtl/>
        </w:rPr>
        <w:t xml:space="preserve"> و ان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نش</w:t>
      </w:r>
      <w:r w:rsidRPr="00E75DFB">
        <w:rPr>
          <w:rStyle w:val="libArabicChar"/>
          <w:rFonts w:eastAsia="Calibri" w:hint="cs"/>
          <w:rtl/>
        </w:rPr>
        <w:t>أت فی</w:t>
      </w:r>
      <w:r w:rsidRPr="00E75DFB">
        <w:rPr>
          <w:rStyle w:val="libArabicChar"/>
          <w:rFonts w:eastAsia="Calibri"/>
          <w:rtl/>
        </w:rPr>
        <w:t xml:space="preserve"> بن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سعد بن بکر 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عرب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</w:t>
      </w:r>
      <w:r w:rsidRPr="00A90793">
        <w:rPr>
          <w:rFonts w:eastAsia="Calibri"/>
          <w:rtl/>
        </w:rPr>
        <w:t xml:space="preserve"> تعلق قر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سے ہے اور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</w:t>
      </w:r>
      <w:r w:rsidRPr="00A90793">
        <w:rPr>
          <w:rFonts w:eastAsia="Calibri"/>
          <w:rtl/>
        </w:rPr>
        <w:t xml:space="preserve"> نشو و نما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سعد بن بکر کے قب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ہوا ہے''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الفاظ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بل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ترک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بات</w:t>
      </w:r>
      <w:r w:rsidRPr="00A90793">
        <w:rPr>
          <w:rFonts w:eastAsia="Calibri"/>
          <w:rtl/>
        </w:rPr>
        <w:t xml:space="preserve"> کے ساتھ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اقوام عرب ،مختلف لحن ولہجے کے مالک تھے جسکو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مختلف قب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لوں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)کتاب الالفاظ والحروف)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)بحار الانوار، ج</w:t>
      </w:r>
      <w:r w:rsidR="00FB0743" w:rsidRPr="00FB0743">
        <w:rPr>
          <w:rFonts w:hint="cs"/>
          <w:rtl/>
        </w:rPr>
        <w:t>17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158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کا</w:t>
      </w:r>
      <w:r w:rsidRPr="00A90793">
        <w:rPr>
          <w:rFonts w:eastAsia="Calibri"/>
          <w:rtl/>
        </w:rPr>
        <w:t xml:space="preserve"> لحن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لہجہ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اور برہان کے طور پرنقل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کلام کو جب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اقوام عرب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کم از کم مکہ و 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کے عرب زبان والوں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سفارش کے ساتھ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تلاوت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اختلاف لحن اور لہجے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اختلاف لحن اور </w:t>
      </w:r>
      <w:r w:rsidRPr="00A90793">
        <w:rPr>
          <w:rFonts w:eastAsia="Calibri" w:hint="eastAsia"/>
          <w:rtl/>
        </w:rPr>
        <w:t>لہجہ</w:t>
      </w:r>
      <w:r w:rsidRPr="00A90793">
        <w:rPr>
          <w:rFonts w:eastAsia="Calibri"/>
          <w:rtl/>
        </w:rPr>
        <w:t xml:space="preserve"> عام ہو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اختلاف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دوسر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وجہ حفاّظ قرآن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محافظ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حفاظت اور ثبت و ضبط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نارسائ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بتا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جاتا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بسا اوقات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مسلمان 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سنتے تھے اسو قت معمول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تھا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سن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دوسرے مسلمانوں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اس وقت مسلمان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 الفاظ جو مخصوص ہ</w:t>
      </w:r>
      <w:r w:rsidRPr="00A90793">
        <w:rPr>
          <w:rFonts w:eastAsia="Calibri" w:hint="cs"/>
          <w:rtl/>
        </w:rPr>
        <w:t>ی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</w:t>
      </w:r>
      <w:r w:rsidRPr="00A90793">
        <w:rPr>
          <w:rFonts w:eastAsia="Calibri"/>
          <w:rtl/>
        </w:rPr>
        <w:t xml:space="preserve"> اور شکل و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سنا تھا وہ فراموش کرتے تھے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 شب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ئت</w:t>
      </w:r>
      <w:r w:rsidRPr="00A90793">
        <w:rPr>
          <w:rFonts w:eastAsia="Calibri"/>
          <w:rtl/>
        </w:rPr>
        <w:t xml:space="preserve"> اور لحن پر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کرتے تھے. اور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منقول ہے جو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مطلب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عکاس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ہے:</w:t>
      </w:r>
      <w:r w:rsidRPr="00E75DFB">
        <w:rPr>
          <w:rStyle w:val="libArabicChar"/>
          <w:rFonts w:eastAsia="Calibri"/>
          <w:rtl/>
        </w:rPr>
        <w:t>''و کل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ا شاف کاف مالم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ختم</w:t>
      </w:r>
      <w:r w:rsidRPr="00E75DFB">
        <w:rPr>
          <w:rStyle w:val="libArabicChar"/>
          <w:rFonts w:eastAsia="Calibri"/>
          <w:rtl/>
        </w:rPr>
        <w:t xml:space="preserve"> آ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عذاب برحم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و آ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رحم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بعذاب کقولک 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لمّ و تعال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>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134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وہ</w:t>
      </w:r>
      <w:r w:rsidRPr="00A90793">
        <w:rPr>
          <w:rFonts w:eastAsia="Calibri"/>
          <w:rtl/>
        </w:rPr>
        <w:t xml:space="preserve"> تمام قرا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ات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اور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 تک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رحمت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عذاب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عذاب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رحمت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مختلف قرائت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نہ بدل جائے،ن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رسم الخط اور علامت و اعراب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اختلاف واقع ہوا ہے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مثال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علوم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وافر مقدار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ںرجوع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اختلاف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وجہ کاتب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اورنساّخ کافراموش اور سہو بتا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جاتا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نے ابان بن عثمان سے پوچھا المتق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نون پر فتحہ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ہے؟ ابان نے جواب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کاتب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فراموش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خطاء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ہے،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مطلب کو عرو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بن 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نے عا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شہ</w:t>
      </w:r>
      <w:r w:rsidRPr="00A90793">
        <w:rPr>
          <w:rFonts w:eastAsia="Calibri"/>
          <w:rtl/>
        </w:rPr>
        <w:t xml:space="preserve"> سے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اسباب اور عوامل کو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قہر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جن </w:t>
      </w:r>
      <w:r w:rsidRPr="00A90793">
        <w:rPr>
          <w:rFonts w:eastAsia="Calibri" w:hint="eastAsia"/>
          <w:rtl/>
        </w:rPr>
        <w:t>کے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قرآن متعدد اور مختلف ہو 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6" w:name="_Toc429651912"/>
      <w:r w:rsidRPr="00A90793">
        <w:rPr>
          <w:rFonts w:eastAsia="Calibri" w:hint="eastAsia"/>
          <w:rtl/>
        </w:rPr>
        <w:t>عمد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اسباب:</w:t>
      </w:r>
      <w:bookmarkEnd w:id="16"/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قرائت</w:t>
      </w:r>
      <w:r w:rsidRPr="00A90793">
        <w:rPr>
          <w:rFonts w:eastAsia="Calibri"/>
          <w:rtl/>
        </w:rPr>
        <w:t xml:space="preserve"> قرآن کے مختلف ہونے کے اسباب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عمد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جس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علوم قرآن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پھر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اشارہ کرنا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مناسب سمجھتا ہوں تاکہ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تشنگ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بجھا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عمد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اسباب سے مراد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eastAsia"/>
          <w:rtl/>
        </w:rPr>
        <w:t>اتا</w:t>
      </w:r>
      <w:r w:rsidRPr="00A90793">
        <w:rPr>
          <w:rFonts w:eastAsia="Calibri"/>
          <w:rtl/>
        </w:rPr>
        <w:t xml:space="preserve"> ہے کہ قرآن کے واضح اورروشن دستور کو اپنے مفادات اور اغراض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تلاوت قرآن اور قرائت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تاکہ فاعل کو مفعول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مفعول کو فاعل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وجوہ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ہر علم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مختلف مذاہب اور مکاتب فکر وجود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ابوعب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نے کتاب فضائل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ابن 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ابو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محمد بن کعب قرظ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حاکم مستدرک نے اسامہ سے انہوںنے محمد بن ابراہ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التم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جناب عمر نے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845C5">
        <w:rPr>
          <w:rStyle w:val="libAieChar"/>
          <w:rFonts w:eastAsia="Calibri"/>
          <w:rtl/>
        </w:rPr>
        <w:t>''السابقون الاولون من الم</w:t>
      </w:r>
      <w:r w:rsidR="00483224" w:rsidRPr="00483224">
        <w:rPr>
          <w:rStyle w:val="libAieChar"/>
          <w:rFonts w:eastAsia="Calibri" w:hint="cs"/>
          <w:rtl/>
        </w:rPr>
        <w:t>ه</w:t>
      </w:r>
      <w:r w:rsidRPr="00483224">
        <w:rPr>
          <w:rStyle w:val="libAieChar"/>
          <w:rFonts w:eastAsia="Calibri"/>
          <w:rtl/>
        </w:rPr>
        <w:t>اجر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</w:t>
      </w:r>
      <w:r w:rsidRPr="00E845C5">
        <w:rPr>
          <w:rStyle w:val="libAieChar"/>
          <w:rFonts w:eastAsia="Calibri"/>
          <w:rtl/>
        </w:rPr>
        <w:t xml:space="preserve"> والانصار''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انصار کو مرفوع پڑھا تاکہ سابقون پر عطف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نہ مہاجر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پر، اور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واو عاطفہ کو حذف کرکے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انصار اور مہاجر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پر عطف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بجائے 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پڑھکر انصار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صفت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باق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قراء نے'</w:t>
      </w:r>
      <w:r w:rsidRPr="00E845C5">
        <w:rPr>
          <w:rStyle w:val="libAieChar"/>
          <w:rFonts w:eastAsia="Calibri"/>
          <w:rtl/>
        </w:rPr>
        <w:t>' والانصار والذ</w:t>
      </w:r>
      <w:r w:rsidRPr="00E845C5">
        <w:rPr>
          <w:rStyle w:val="libAieChar"/>
          <w:rFonts w:eastAsia="Calibri" w:hint="cs"/>
          <w:rtl/>
        </w:rPr>
        <w:t>ی</w:t>
      </w:r>
      <w:r w:rsidRPr="00E845C5">
        <w:rPr>
          <w:rStyle w:val="libAieChar"/>
          <w:rFonts w:eastAsia="Calibri" w:hint="eastAsia"/>
          <w:rtl/>
        </w:rPr>
        <w:t>ن</w:t>
      </w:r>
      <w:r w:rsidRPr="00E845C5">
        <w:rPr>
          <w:rStyle w:val="libAieChar"/>
          <w:rFonts w:eastAsia="Calibri"/>
          <w:rtl/>
        </w:rPr>
        <w:t xml:space="preserve"> التّبعوا''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الانصار کو مکسور 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اوپر واو عاطفہ کے ساتھ قر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کا سبب عمد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تھا چونکہ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مفادات کو فروغ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اس طرح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تاکہ سابقون انصار پر عظ</w:t>
      </w:r>
      <w:r w:rsidRPr="00A90793">
        <w:rPr>
          <w:rFonts w:eastAsia="Calibri" w:hint="eastAsia"/>
          <w:rtl/>
        </w:rPr>
        <w:t>مت</w:t>
      </w:r>
      <w:r w:rsidRPr="00A90793">
        <w:rPr>
          <w:rFonts w:eastAsia="Calibri"/>
          <w:rtl/>
        </w:rPr>
        <w:t xml:space="preserve"> حاصل نہ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تابع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نام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گروہ کو انصار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اور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قرارنہ دے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اس داستان اور کہان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پس منظر کو جناب بلاغ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مقدمہ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الاء الرحمن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</w:t>
      </w:r>
      <w:r w:rsidRPr="00A90793">
        <w:rPr>
          <w:rFonts w:eastAsia="Calibri"/>
          <w:rtl/>
        </w:rPr>
        <w:t xml:space="preserve">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نے عمر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عرض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الانصار اور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دونوں المہاجر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پر عطف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جناب عمر تعجب کے ساتھ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سے کہنے لگے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گمان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کہ سابق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مہاجر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مخصوص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منصب ہے،ز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نے کہا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واو عاطفہ کے ساتھ پڑھنا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ہے. </w:t>
      </w: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عمر نے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بارہا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واو عاطفہ قرائت کرتا رہا، اس وقت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نے کہا جناب خل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فہ</w:t>
      </w:r>
      <w:r w:rsidRPr="00A90793">
        <w:rPr>
          <w:rFonts w:eastAsia="Calibri"/>
          <w:rtl/>
        </w:rPr>
        <w:t xml:space="preserve"> دانا تر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جناب عمر نے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کعب کو بلا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</w:t>
      </w:r>
      <w:r w:rsidRPr="00A90793">
        <w:rPr>
          <w:rFonts w:eastAsia="Calibri"/>
          <w:rtl/>
        </w:rPr>
        <w:t xml:space="preserve"> اس سے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واو قر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تصد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کروانا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مگر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واو عاطفہ کے ساتھ قرائت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جن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عمر نے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مانا اور جناب عمر نے قرائت کے وقت جناب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کعب سے اشارہ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 کہا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تصد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کرو اس وقت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کہا خدا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اللہ کے رسولؐ نے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والذ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تلاوت کرکے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آپ بہت بڑے اشتباہ کے شکار ہے اس وقت عمر نے کہا ف</w:t>
      </w:r>
      <w:r w:rsidRPr="00A90793">
        <w:rPr>
          <w:rFonts w:eastAsia="Calibri" w:hint="eastAsia"/>
          <w:rtl/>
        </w:rPr>
        <w:t>نعم</w:t>
      </w:r>
      <w:r w:rsidRPr="00A90793">
        <w:rPr>
          <w:rFonts w:eastAsia="Calibri"/>
          <w:rtl/>
        </w:rPr>
        <w:t xml:space="preserve"> اذن۔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کہا جا سکتا ہے کہ قرائت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صورتحال مختلف ہونے کے اسباب عمد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اسباب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کلام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حزب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عمل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زہ</w:t>
      </w:r>
      <w:r w:rsidRPr="00A90793">
        <w:rPr>
          <w:rFonts w:eastAsia="Calibri"/>
          <w:rtl/>
        </w:rPr>
        <w:t xml:space="preserve">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ہے،لہذا مصاحف عثمان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نقطہ اور اعراب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لکھا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تاکہ مختلف قراء ات کو جائز التلاوت قرار دے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اہل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لکھا ہے کہ مصاحف عثمان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عبدالملک بن مروان کے دور حکو مت تک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نقطہ و اعراب کے رکھا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حجاج بن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وسف</w:t>
      </w:r>
      <w:r w:rsidRPr="00A90793">
        <w:rPr>
          <w:rFonts w:eastAsia="Calibri"/>
          <w:rtl/>
        </w:rPr>
        <w:t xml:space="preserve"> کو جو عراق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قرآن، ص</w:t>
      </w:r>
      <w:r w:rsidR="00FB0743" w:rsidRPr="00FB0743">
        <w:rPr>
          <w:rFonts w:hint="cs"/>
          <w:rtl/>
        </w:rPr>
        <w:t>139</w:t>
      </w:r>
      <w:r w:rsidRPr="00A90793">
        <w:rPr>
          <w:rFonts w:hint="cs"/>
          <w:rtl/>
        </w:rPr>
        <w:t>) 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)تاری</w:t>
      </w:r>
      <w:r w:rsidRPr="00A90793">
        <w:rPr>
          <w:rFonts w:hint="eastAsia"/>
          <w:rtl/>
        </w:rPr>
        <w:t>خ</w:t>
      </w:r>
      <w:r w:rsidRPr="00A90793">
        <w:rPr>
          <w:rtl/>
        </w:rPr>
        <w:t xml:space="preserve"> عرب قبل الاسلام ج </w:t>
      </w:r>
      <w:r w:rsidR="00FB0743" w:rsidRPr="00FB0743">
        <w:rPr>
          <w:rFonts w:hint="cs"/>
          <w:rtl/>
        </w:rPr>
        <w:t>8</w:t>
      </w:r>
      <w:r w:rsidRPr="00A90793">
        <w:rPr>
          <w:rFonts w:hint="cs"/>
          <w:rtl/>
        </w:rPr>
        <w:t xml:space="preserve"> ص </w:t>
      </w:r>
      <w:r w:rsidR="00FB0743" w:rsidRPr="00FB0743">
        <w:rPr>
          <w:rFonts w:hint="cs"/>
          <w:rtl/>
        </w:rPr>
        <w:t>186</w:t>
      </w:r>
      <w:r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کا</w:t>
      </w:r>
      <w:r w:rsidRPr="00A90793">
        <w:rPr>
          <w:rFonts w:eastAsia="Calibri"/>
          <w:rtl/>
        </w:rPr>
        <w:t xml:space="preserve"> حکمران تھا مصاحف عثمان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نقطہ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کرنے کا حکم ہوا اس نے دو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کو بنام نصر بن عاصم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 w:hint="cs"/>
          <w:rtl/>
        </w:rPr>
        <w:t>یی</w:t>
      </w:r>
      <w:r w:rsidRPr="00A90793">
        <w:rPr>
          <w:rFonts w:eastAsia="Calibri"/>
          <w:rtl/>
        </w:rPr>
        <w:t xml:space="preserve"> بن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عمر</w:t>
      </w:r>
      <w:r w:rsidRPr="00A90793">
        <w:rPr>
          <w:rFonts w:eastAsia="Calibri"/>
          <w:rtl/>
        </w:rPr>
        <w:t xml:space="preserve"> کے ذمہ پر ڈالا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دونوں ابوالاسود 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شاگر دتھے۔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لکھا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جس مصحف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ہونے کا خوف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</w:t>
      </w:r>
      <w:r w:rsidRPr="00A90793">
        <w:rPr>
          <w:rFonts w:eastAsia="Calibri"/>
          <w:rtl/>
        </w:rPr>
        <w:t xml:space="preserve"> ہوا تو عبدالملک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ابوالاسود 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بعد خل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بن احمد نے نقطہ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علائم ہمزہ تشد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(اشمام)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حرکات کے کاموں کو مکمل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قرا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ات مختلف ہونے کے وجوہات کو اختصار کے ساتھ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کرنے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مفصل کتابوں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تاکہ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عکاس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اور نماز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عبادات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ہر قرائت کو عمل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جامہ پہنانے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نماز اور عبادات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عدم صحت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ں۔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B64F7E">
      <w:pPr>
        <w:pStyle w:val="Heading1Center"/>
        <w:rPr>
          <w:rFonts w:eastAsia="Calibri"/>
          <w:rtl/>
        </w:rPr>
      </w:pPr>
      <w:bookmarkStart w:id="17" w:name="_Toc429651913"/>
      <w:r w:rsidRPr="00A90793">
        <w:rPr>
          <w:rFonts w:eastAsia="Calibri"/>
          <w:rtl/>
        </w:rPr>
        <w:t>اقسام قرا</w:t>
      </w:r>
      <w:r w:rsidRPr="00FB0743">
        <w:rPr>
          <w:rFonts w:eastAsia="Calibri" w:hint="cs"/>
          <w:rtl/>
        </w:rPr>
        <w:t>ت:</w:t>
      </w:r>
      <w:bookmarkEnd w:id="17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مرحوم نے ابن الجزر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نقل کرتے ہوئے کہا کہ قرائت قرآن کے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اقسام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>: متواتر، مشہور، آحاد، شاذ، موضوع ،و مدرج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قرا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ات قرآن کواس طرح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کرنا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منطق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اصول و ضوابط سے دور نظر آتا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علوم قرآن کے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سبعہ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عشرہ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)وفی</w:t>
      </w:r>
      <w:r w:rsidRPr="00A90793">
        <w:rPr>
          <w:rFonts w:hint="eastAsia"/>
          <w:rtl/>
        </w:rPr>
        <w:t>ات</w:t>
      </w:r>
      <w:r w:rsidRPr="00A90793">
        <w:rPr>
          <w:rtl/>
        </w:rPr>
        <w:t xml:space="preserve"> الاع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>) 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)اتقان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اربعہ</w:t>
      </w:r>
      <w:r w:rsidRPr="00A90793">
        <w:rPr>
          <w:rFonts w:eastAsia="Calibri"/>
          <w:rtl/>
        </w:rPr>
        <w:t xml:space="preserve"> عشرہ متواترہ ہونے اور نہ ہونے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ہے بعض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قرائت سبعہ متواتر ہے بعض کاعق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قر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 مشہورہ ہے متواترہ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لہذا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اقسام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کرکے ہر قرائت کواس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شامل کرنا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سبعہ تواتر کے ساتھ ہم تک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سبعہ فقط مشہور ہے، تواتر کے ساتھ ثابت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483224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مسئلہ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چنانچہ پہلے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مرحوم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 w:hint="eastAsia"/>
          <w:rtl/>
        </w:rPr>
        <w:t>اللہ</w:t>
      </w:r>
      <w:r w:rsidRPr="00A90793">
        <w:rPr>
          <w:rFonts w:eastAsia="Calibri"/>
          <w:rtl/>
        </w:rPr>
        <w:t xml:space="preserve">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جس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ہمارئے استاد محترم حضرت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العظم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حفظہ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</w:t>
      </w:r>
      <w:r w:rsidRPr="007A0B2A">
        <w:rPr>
          <w:rFonts w:eastAsia="Calibri" w:hint="cs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الخو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فحل الفوحل عصرہے،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اکثر علماء تش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اور بعض علماء اہل تسنن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ہ ہے کہ قرائت سبعہ ہم تک با تواتر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فقط مشہور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مقابل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اہل تسنن کے اکثر علماء تواتر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ںجبکہ</w:t>
      </w:r>
      <w:r w:rsidRPr="00A90793">
        <w:rPr>
          <w:rFonts w:eastAsia="Calibri"/>
          <w:rtl/>
        </w:rPr>
        <w:t xml:space="preserve"> ہمارے مذہب کے برجستہ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مرحوم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محمد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صاحب مفات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الاصول ن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قرائت سبعہ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:قرائت سبعہ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ہے جو حضرت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اکرؐم کو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قرائت ہم تک با تواتر پہونچ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ہے،جس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افراد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مطہر، ابن فہد محقق 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شہ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حر عامل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فخر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 ہے کہ اکثر علماء و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ں،جس</w:t>
      </w:r>
      <w:r w:rsidRPr="00A90793">
        <w:rPr>
          <w:rFonts w:eastAsia="Calibri"/>
          <w:rtl/>
        </w:rPr>
        <w:t xml:space="preserve"> کو ہم نے پہلے مفصل طور پر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بعض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قرائت سبعہ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کچھ متواترہ ہے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ملک و مالک ، جبکہ مد اور تخف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امالہ اور ہ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ات لفظ متواترہ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بہائ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عضد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ابن حاجب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پسند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قرائت سبعہ چاہے ہ</w:t>
      </w:r>
      <w:r w:rsidRPr="00A90793">
        <w:rPr>
          <w:rFonts w:eastAsia="Calibri" w:hint="cs"/>
          <w:rtl/>
        </w:rPr>
        <w:t>ی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</w:t>
      </w:r>
      <w:r w:rsidRPr="00A90793">
        <w:rPr>
          <w:rFonts w:eastAsia="Calibri"/>
          <w:rtl/>
        </w:rPr>
        <w:t xml:space="preserve"> لفظ سے مربوط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جوہر لفظ،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متواترہ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ہے. جس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افراد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طوس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نجم الائمہ، جمال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خوانسار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نعمت اللہ جزائر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وسف</w:t>
      </w:r>
      <w:r w:rsidRPr="00A90793">
        <w:rPr>
          <w:rFonts w:eastAsia="Calibri"/>
          <w:rtl/>
        </w:rPr>
        <w:t xml:space="preserve"> بحران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صدر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ن،</w:t>
      </w:r>
      <w:r w:rsidRPr="00A90793">
        <w:rPr>
          <w:rFonts w:eastAsia="Calibri"/>
          <w:rtl/>
        </w:rPr>
        <w:t xml:space="preserve"> ابن طاووس، حرفوش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زمخشر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کے علاوہ بہت سارے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علماء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پسند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چنانچہ ہم نے پہلے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مفصل بحث کر چکے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پہلے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اور دوسرے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صحت پر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سرے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کو قبول کرنے پر مجبور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صحت پر پہلے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نبو</w:t>
      </w:r>
      <w:r w:rsidRPr="00A90793">
        <w:rPr>
          <w:rFonts w:eastAsia="Calibri" w:hint="cs"/>
          <w:rtl/>
        </w:rPr>
        <w:t>یؐ</w:t>
      </w:r>
      <w:r w:rsidRPr="00A90793">
        <w:rPr>
          <w:rFonts w:eastAsia="Calibri"/>
          <w:rtl/>
        </w:rPr>
        <w:t xml:space="preserve"> اور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ؑک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کرنے کے باوجود حضرت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اللہ</w:t>
      </w:r>
      <w:r w:rsidRPr="00A90793">
        <w:rPr>
          <w:rFonts w:eastAsia="Calibri"/>
          <w:rtl/>
        </w:rPr>
        <w:t xml:space="preserve"> العظم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فخر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نے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قائم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البتہ</w:t>
      </w:r>
      <w:r w:rsidRPr="00A90793">
        <w:rPr>
          <w:rFonts w:eastAsia="Calibri"/>
          <w:rtl/>
        </w:rPr>
        <w:t xml:space="preserve"> قرائت سبعہ متواترہ نہ ہونے کا لازمہ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نماز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سبعہ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)تبی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 سعد السعود ص</w:t>
      </w:r>
      <w:r w:rsidR="00FB0743" w:rsidRPr="00FB0743">
        <w:rPr>
          <w:rFonts w:hint="cs"/>
          <w:rtl/>
        </w:rPr>
        <w:t>181</w:t>
      </w:r>
      <w:r w:rsidRPr="00A90793">
        <w:rPr>
          <w:rFonts w:hint="cs"/>
          <w:rtl/>
        </w:rPr>
        <w:t xml:space="preserve">، شناخت قرآن ص </w:t>
      </w:r>
      <w:r w:rsidR="00FB0743" w:rsidRPr="00FB0743">
        <w:rPr>
          <w:rFonts w:hint="cs"/>
          <w:rtl/>
        </w:rPr>
        <w:t>174</w:t>
      </w:r>
      <w:r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تلاوت</w:t>
      </w:r>
      <w:r w:rsidRPr="00A90793">
        <w:rPr>
          <w:rFonts w:eastAsia="Calibri"/>
          <w:rtl/>
        </w:rPr>
        <w:t xml:space="preserve"> جائز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طرف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علماء اورمجتہد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فتوے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قرائت سبعہ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نماز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مجز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جائز ہے،جس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آئمہ اطہار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زمان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سبعہ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قرائت کے ساتھ اصحاب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</w:t>
      </w:r>
      <w:r w:rsidRPr="00A90793">
        <w:rPr>
          <w:rFonts w:eastAsia="Calibri" w:hint="eastAsia"/>
          <w:rtl/>
        </w:rPr>
        <w:t>رم</w:t>
      </w:r>
      <w:r w:rsidRPr="00A90793">
        <w:rPr>
          <w:rFonts w:eastAsia="Calibri"/>
          <w:rtl/>
        </w:rPr>
        <w:t xml:space="preserve"> (ص) اور تابع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نماز پڑھتے تھے،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سلسلہ سے اگاہ تھے،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منع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</w:t>
      </w:r>
      <w:r w:rsidRPr="00A90793">
        <w:rPr>
          <w:rFonts w:eastAsia="Calibri"/>
          <w:rtl/>
        </w:rPr>
        <w:t xml:space="preserve"> لہذا ہمارے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قرائت سبعہ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نماز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انجام دے تو نماز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اور جائزہے۔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B64F7E" w:rsidRDefault="00A90793" w:rsidP="00B64F7E">
      <w:pPr>
        <w:pStyle w:val="Heading1Center"/>
        <w:rPr>
          <w:rFonts w:eastAsia="Calibri"/>
          <w:rtl/>
        </w:rPr>
      </w:pPr>
      <w:bookmarkStart w:id="18" w:name="_Toc429651914"/>
      <w:r w:rsidRPr="00B64F7E">
        <w:rPr>
          <w:rFonts w:eastAsia="Calibri" w:hint="eastAsia"/>
          <w:rtl/>
        </w:rPr>
        <w:t>ش</w:t>
      </w:r>
      <w:r w:rsidR="00B64F7E" w:rsidRPr="00B64F7E">
        <w:rPr>
          <w:rFonts w:eastAsia="Calibri" w:hint="cs"/>
          <w:rtl/>
        </w:rPr>
        <w:t>ا</w:t>
      </w:r>
      <w:r w:rsidRPr="00B64F7E">
        <w:rPr>
          <w:rFonts w:eastAsia="Calibri" w:hint="cs"/>
          <w:rtl/>
        </w:rPr>
        <w:t>ن</w:t>
      </w:r>
      <w:r w:rsidRPr="00B64F7E">
        <w:rPr>
          <w:rFonts w:eastAsia="Calibri"/>
          <w:rtl/>
        </w:rPr>
        <w:t xml:space="preserve"> نزول ک</w:t>
      </w:r>
      <w:r w:rsidRPr="00B64F7E">
        <w:rPr>
          <w:rFonts w:eastAsia="Calibri" w:hint="cs"/>
          <w:rtl/>
        </w:rPr>
        <w:t>ی</w:t>
      </w:r>
      <w:r w:rsidRPr="00B64F7E">
        <w:rPr>
          <w:rFonts w:eastAsia="Calibri"/>
          <w:rtl/>
        </w:rPr>
        <w:t xml:space="preserve"> وضاحت:</w:t>
      </w:r>
      <w:bookmarkEnd w:id="18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سبب نزول کے حوالے سے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حادثہ اور سبب ظاہر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اللہ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مصالح و مفاسد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سورہ اقراء کہ سب سے پہلے نازل شدہ سورہ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بتا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جس کے نزول کےلئے سو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مصالح اور مفاسد باطن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سبب خارج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آتا 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حادثہ اور سبب ظاہر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ہےں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سورہ بر</w:t>
      </w:r>
      <w:r w:rsidR="007A0B2A" w:rsidRPr="007A0B2A">
        <w:rPr>
          <w:rFonts w:eastAsia="Calibri" w:hint="cs"/>
          <w:rtl/>
        </w:rPr>
        <w:t>ا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سورہ منافقون اور وہ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جو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سوال و جواب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اسباب</w:t>
      </w:r>
      <w:r w:rsidRPr="00A90793">
        <w:rPr>
          <w:rFonts w:eastAsia="Calibri"/>
          <w:rtl/>
        </w:rPr>
        <w:t xml:space="preserve">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اور شناخت حاصل کرنا علوم قرآن کے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اہم مسئلہ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فہم قرآن اور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مہم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شان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بتائ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 لہذا بہت سے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اسباب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>:واحد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کہا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ر،</w:t>
      </w:r>
      <w:r w:rsidRPr="00A90793">
        <w:rPr>
          <w:rFonts w:eastAsia="Calibri"/>
          <w:rtl/>
        </w:rPr>
        <w:t xml:space="preserve"> ش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ن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حاصل کئے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ممکن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ابن دق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العبد نے کہا، ش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ن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اور شناخت حاصل کرنا فہم قرآن اور افہام و تفہ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بہت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نے کہا: شان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معرفت اور شناخت فہم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کےلئے سبب ہے اس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فہم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ناممکن ہے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سبب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مسبب کا حاصل ہونا محال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شان نزول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شناخت حاصل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در 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افاد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پوش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ہے 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فہم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کا سبب بنتا ہے۔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جن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چاہے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مذمت اور عقاب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مدح و ثناء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شناخت اور معرفت حاصل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جو نئ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نسلوں کےلئے بہتر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عبرت ہے۔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سورے جن افراد اور اسباب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نازل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وہ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کے ساتھ مخصوص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بلکہ جن افراد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وہ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اسباب موجو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ںچاہے</w:t>
      </w:r>
      <w:r w:rsidRPr="00A90793">
        <w:rPr>
          <w:rFonts w:eastAsia="Calibri"/>
          <w:rtl/>
        </w:rPr>
        <w:t xml:space="preserve"> زمان حال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زمان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گذشتہ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مصداق بن سکتا ہے،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علم اصول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ںمکمل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بحث ہے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سبب نزول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اورحکم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تخص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</w:t>
      </w:r>
      <w:r w:rsidRPr="00A90793">
        <w:rPr>
          <w:rFonts w:eastAsia="Calibri"/>
          <w:rtl/>
        </w:rPr>
        <w:t xml:space="preserve"> کا سبب بن سکتا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،جس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ںاکثر</w:t>
      </w:r>
      <w:r w:rsidRPr="00A90793">
        <w:rPr>
          <w:rFonts w:eastAsia="Calibri"/>
          <w:rtl/>
        </w:rPr>
        <w:t xml:space="preserve"> علماء اصول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وہ تخص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حکم او رآ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سبب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 سکتا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طوس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سورہ آل عمران،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نمبر </w:t>
      </w:r>
      <w:r w:rsidR="00FB0743" w:rsidRPr="00FB0743">
        <w:rPr>
          <w:rFonts w:eastAsia="Calibri" w:hint="cs"/>
          <w:rtl/>
        </w:rPr>
        <w:t>199</w:t>
      </w:r>
      <w:r w:rsidRPr="007A0B2A">
        <w:rPr>
          <w:rFonts w:eastAsia="Calibri" w:hint="cs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نزول کو نجاش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ذکر کرنے کے بعد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اگرچہ اس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سبب نزول نجاش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اس کے ساتھ مخصوص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اہل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مصداق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شان نزول مخصوص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فرد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طبقہ ہونے سے ،آ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اس کے ساتھ مخصوص کرنا لازم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ہوسکتا 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ابو القاسم ، ابو مسلم اور قاض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کہا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 سبب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نازل ہونا اس کے ساتھ مخصوص ہونے کا سبب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 سکتا بلکہ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عام پر حمل کرکے ہر وہ افراد مراد لے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جن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بجنورد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قاعدہ احسان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کرتے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جب جنگ تبوک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مقرن کے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فرزندوں نے جوتے مانگے توآنحضرتؐ کے پاس جوتے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تھے اس وقت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</w:t>
      </w:r>
      <w:r w:rsidRPr="00E75DFB">
        <w:rPr>
          <w:rStyle w:val="libArabicChar"/>
          <w:rFonts w:eastAsia="Calibri"/>
          <w:rtl/>
        </w:rPr>
        <w:t>'' قل لااجدما احملکم عل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E75DFB">
        <w:rPr>
          <w:rStyle w:val="libArabicChar"/>
          <w:rFonts w:eastAsia="Calibri"/>
          <w:rtl/>
        </w:rPr>
        <w:t>'</w:t>
      </w:r>
      <w:r w:rsidRPr="00A90793">
        <w:rPr>
          <w:rFonts w:eastAsia="Calibri"/>
          <w:rtl/>
        </w:rPr>
        <w:t>'آ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بندوں سے مخصوص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)تبی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190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کے</w:t>
      </w:r>
      <w:r w:rsidRPr="00A90793">
        <w:rPr>
          <w:rFonts w:eastAsia="Calibri"/>
          <w:rtl/>
        </w:rPr>
        <w:t xml:space="preserve"> لئے ہر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عبرت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بہت سار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 مورد، اور فرد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ہمارے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فقہانے اس سے عموم اور شمول پر استدلال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کتاب اتقان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ابن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کو نقل کرتے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ابن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جو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 دور اور شخص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ںوہ</w:t>
      </w:r>
      <w:r w:rsidRPr="00A90793">
        <w:rPr>
          <w:rFonts w:eastAsia="Calibri"/>
          <w:rtl/>
        </w:rPr>
        <w:t xml:space="preserve">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کے ساتھ مخصوص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اس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افراد کا نام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کا مقصد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ان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مذہب حقہ کے نزد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بلکہ اس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علوم قرآن کے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بعض ،کس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 مذہب کے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ہ، اور اصول و ضوابط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اہل 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دخ</w:t>
      </w:r>
      <w:r w:rsidRPr="00A90793">
        <w:rPr>
          <w:rFonts w:eastAsia="Calibri" w:hint="eastAsia"/>
          <w:rtl/>
        </w:rPr>
        <w:t>الت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بح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مسلمان ان سے بحث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نزول، طرف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تخص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</w:t>
      </w:r>
      <w:r w:rsidRPr="00A90793">
        <w:rPr>
          <w:rFonts w:eastAsia="Calibri"/>
          <w:rtl/>
        </w:rPr>
        <w:t xml:space="preserve"> اور حکم کو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مورد کے ساتھ مخصوص کرنے کے لئے سبب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 سکتا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)قواعد الفقہی</w:t>
      </w:r>
      <w:r w:rsidRPr="00A90793">
        <w:rPr>
          <w:rFonts w:hint="eastAsia"/>
          <w:rtl/>
        </w:rPr>
        <w:t>ہ</w:t>
      </w:r>
      <w:r w:rsidRPr="00A90793">
        <w:rPr>
          <w:rtl/>
        </w:rPr>
        <w:t xml:space="preserve"> ،ج</w:t>
      </w:r>
      <w:r w:rsidR="00FB0743" w:rsidRPr="00FB0743">
        <w:rPr>
          <w:rFonts w:hint="cs"/>
          <w:rtl/>
        </w:rPr>
        <w:t>4</w:t>
      </w:r>
      <w:r w:rsidRPr="00A90793">
        <w:rPr>
          <w:rFonts w:hint="cs"/>
          <w:rtl/>
        </w:rPr>
        <w:t>،،ص</w:t>
      </w:r>
      <w:r w:rsidR="00FB0743" w:rsidRPr="00FB0743">
        <w:rPr>
          <w:rFonts w:hint="cs"/>
          <w:rtl/>
        </w:rPr>
        <w:t>70</w:t>
      </w:r>
      <w:r w:rsidRPr="00A9079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)اتقان،ج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11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70266" w:rsidRDefault="00C70266" w:rsidP="00C05CA8">
      <w:pPr>
        <w:pStyle w:val="Heading1Center"/>
        <w:rPr>
          <w:rFonts w:eastAsia="Calibri"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19" w:name="_Toc429651915"/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:</w:t>
      </w:r>
      <w:bookmarkEnd w:id="19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کرتے ہوئے علماء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مکاتب فکر حضرات نے کہاہے کہ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مسئلہ کو علوم قرآن کے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مرکز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حاصل ہے، لہذا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موضوع پر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مکمل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مقالے لکھے گئے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اختصار کو مدنظر رکھتے ہوئے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اقسام اور اس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مکاتب فکر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فقط اشارہ کرنے پر اکتفاء کروں گا۔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کو علماء اورمکاتب فکر نے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تبد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اضاف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: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قرآن آج مسلمانوں کے ہاتھوں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موجود ہے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نازل شدہ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بلکہ بعد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اضافہ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مسلمانوں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فقط دو گروہ قائل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۔عجاردہ: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وہ لوگ جو عبدالکر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عجرد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روکار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جن کا عق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سورہ مبارکہ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وسف</w:t>
      </w:r>
      <w:r w:rsidR="00A90793" w:rsidRPr="00A90793">
        <w:rPr>
          <w:rFonts w:eastAsia="Calibri"/>
          <w:rtl/>
        </w:rPr>
        <w:t xml:space="preserve"> قرآن کا جزء نہ تھا بلکہ بعد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اضافہ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۔ابن مسعود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اس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نسبت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کہ وہ معتقد ہے کہ سورہ معوذت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کو قرآن کا جزء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سمجھتے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کو تمام مسلمان باالاتفاق باطل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نہ ہونے کو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: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قرآن ہمارے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موجود ہے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کچھ الفاظ اس قرآن سے حذف اورکم کئے گئے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اہل تسنن کے کچھ علما ء قائل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ہمارئے علماء کاموقف من البدو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الان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رہا ہے کہ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واقع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فضل بن شاذان کو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قرن سوم کے مصنف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شمار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جاتاہے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موجودہ قرآن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ہے جو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استاد</w:t>
      </w:r>
      <w:r w:rsidRPr="00A90793">
        <w:rPr>
          <w:rFonts w:eastAsia="Calibri"/>
          <w:rtl/>
        </w:rPr>
        <w:t xml:space="preserve"> محترم الحاج دکتر محمد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 جلد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الحاج حضرت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جواد فاضل لنکران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مقالہ جس کا ترجمہ راقم الحروف کے ہاتھوں اردو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چکا ہے اور شناخت قرآن ص </w:t>
      </w:r>
      <w:r w:rsidR="00FB0743" w:rsidRPr="00FB0743">
        <w:rPr>
          <w:rFonts w:eastAsia="Calibri" w:hint="cs"/>
          <w:rtl/>
        </w:rPr>
        <w:t>77</w:t>
      </w:r>
      <w:r w:rsidRPr="007A0B2A">
        <w:rPr>
          <w:rFonts w:eastAsia="Calibri" w:hint="cs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معلوما 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بہت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من</w:t>
      </w:r>
      <w:r w:rsidRPr="00A90793">
        <w:rPr>
          <w:rFonts w:eastAsia="Calibri" w:hint="eastAsia"/>
          <w:rtl/>
        </w:rPr>
        <w:t>اسب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جابجائ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کلمہ اور لفظ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بات</w:t>
      </w:r>
      <w:r w:rsidRPr="00A90793">
        <w:rPr>
          <w:rFonts w:eastAsia="Calibri"/>
          <w:rtl/>
        </w:rPr>
        <w:t xml:space="preserve"> اور اعراب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کا لانا 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ہونے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اور جن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بظاہر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واقع ہونا سمجھ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آتا ہے ان کو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مخالف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فرق مسلم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منسوب کئے ہےں۔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۔محمد بن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 بابو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قم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جو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صدوق کے لقب سے معروف و مشہور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اور جہان تش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چوتھ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صد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عظ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اورنامور عالم سمجھے جاتے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ں،</w:t>
      </w:r>
      <w:r w:rsidR="00A90793" w:rsidRPr="00A90793">
        <w:rPr>
          <w:rFonts w:eastAsia="Calibri"/>
          <w:rtl/>
        </w:rPr>
        <w:t xml:space="preserve">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رسالہ الاعتقادات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اہے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جو قر آن آج ہمارے پاس موجود ہے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ہو بہو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ہے جو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پرنازل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 ،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اضافہ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ہوا ہے،لہذاجو لوگ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ہونے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،امام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مذہب سے منس</w:t>
      </w:r>
      <w:r w:rsidRPr="00A90793">
        <w:rPr>
          <w:rFonts w:eastAsia="Calibri" w:hint="eastAsia"/>
          <w:rtl/>
        </w:rPr>
        <w:t>وب</w:t>
      </w:r>
      <w:r w:rsidRPr="00A90793">
        <w:rPr>
          <w:rFonts w:eastAsia="Calibri"/>
          <w:rtl/>
        </w:rPr>
        <w:t xml:space="preserve">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وہ جھوٹ ہے ۔</w:t>
      </w:r>
    </w:p>
    <w:p w:rsidR="00C70266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مرحوم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 الحس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موسو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جو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مرتض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علم الہد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لقب سے معروف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،ش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کے عظ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علماء و مجتہد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،انہوں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 جس طرح کائنات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موجودات اورواقعات و حوادث کا رونما ہونا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اس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طرح قرآن مج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ہم تک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بغ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پہونچنے پر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نے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حفاظت کے لئے مسلمانوں اور اصحاب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لئے</w:t>
      </w:r>
      <w:r w:rsidR="00A90793" w:rsidRPr="00A90793">
        <w:rPr>
          <w:rFonts w:eastAsia="Calibri"/>
          <w:rtl/>
        </w:rPr>
        <w:t xml:space="preserve"> شدت کے ساتھ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کے علاوہ بہت بڑا اہتمام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تھا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70266" w:rsidRDefault="00C70266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 xml:space="preserve"> اور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مرتض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کے آخر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جو لوگ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مذہب سے منسلک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جولوگ م</w:t>
      </w:r>
      <w:r w:rsidRPr="00A90793">
        <w:rPr>
          <w:rFonts w:eastAsia="Calibri" w:hint="eastAsia"/>
          <w:rtl/>
        </w:rPr>
        <w:t>ذہب</w:t>
      </w:r>
      <w:r w:rsidRPr="00A90793">
        <w:rPr>
          <w:rFonts w:eastAsia="Calibri"/>
          <w:rtl/>
        </w:rPr>
        <w:t xml:space="preserve"> اہل سنت سے تعلق رکھتے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فقط حشو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قائل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جن کا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اعتبار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جتن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ہونے پر استدلال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وہ تمام ضع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السند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 مرحوم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الطائفہ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واقع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اور جتن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واقع ہونے پر دلالت کرت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و ہ تمام ضع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السند ہے جس سے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قرآن کو ثابت کرنا لا علم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کا نت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جہ</w:t>
      </w:r>
      <w:r w:rsidR="00A90793" w:rsidRPr="00A90793">
        <w:rPr>
          <w:rFonts w:eastAsia="Calibri"/>
          <w:rtl/>
        </w:rPr>
        <w:t xml:space="preserve"> ہے لہذا ہل تش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</w:t>
      </w:r>
      <w:r w:rsidR="00A90793" w:rsidRPr="00A90793">
        <w:rPr>
          <w:rFonts w:eastAsia="Calibri" w:hint="eastAsia"/>
          <w:rtl/>
        </w:rPr>
        <w:t>سم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واقع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ہے۔ 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2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 مرحوم الحاج طبرس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مفسر قرآن نے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 قرآ 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اضافہ نہ ہونے پر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کا اجماع ہے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واقع ہونے پر اجماع تو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مگر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جس طرح قرآ 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اضافہ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ہوا ہے اس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طرح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3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 ابن طاووس نے کہا :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نہ ہونے کے قائل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لہذا ان لوگوں پر تعجب ہے کہ جن کا عق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ہو کہ موجودہ قرآن وہ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قرآن ہے جو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نے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جمع آور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کا حکم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اس کے باوجود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بارے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اہل مکہ و بصرہ و کوف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و مد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کے ماب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اختلاف ہونے کو نقل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اورکہتے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ںکہ</w:t>
      </w:r>
      <w:r w:rsidR="00A90793" w:rsidRPr="00A90793">
        <w:rPr>
          <w:rFonts w:eastAsia="Calibri"/>
          <w:rtl/>
        </w:rPr>
        <w:t xml:space="preserve"> کچھ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بسم اللہ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ہے جبکہ دوسر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)مجمع </w:t>
      </w:r>
      <w:r w:rsidRPr="00A90793">
        <w:rPr>
          <w:rtl/>
        </w:rPr>
        <w:t>لب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15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)مقدمہ 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تب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)مجمع البی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15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طرف</w:t>
      </w:r>
      <w:r w:rsidRPr="00A90793">
        <w:rPr>
          <w:rFonts w:eastAsia="Calibri"/>
          <w:rtl/>
        </w:rPr>
        <w:t xml:space="preserve"> سے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 ہونے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تضاد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قابل جمع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!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۔ مرحوم ملا محسن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</w:t>
      </w:r>
      <w:r w:rsidR="00A90793" w:rsidRPr="00A90793">
        <w:rPr>
          <w:rFonts w:eastAsia="Calibri"/>
          <w:rtl/>
        </w:rPr>
        <w:t xml:space="preserve"> کاشان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نے کہا جو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اور 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پر دلالت کرت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وہ در حق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قت</w:t>
      </w:r>
      <w:r w:rsidR="00A90793" w:rsidRPr="00A90793">
        <w:rPr>
          <w:rFonts w:eastAsia="Calibri"/>
          <w:rtl/>
        </w:rPr>
        <w:t xml:space="preserve"> کتاب الہ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مخالف ہے 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2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>۔ مرحوم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بہائ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نے کہا کہ ہمارے نزد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واقع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لہذا جو لوگ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مبلّغ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کچھ کلمات حذف ہونے کے قائل ہے و ہ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ہمارئے نزد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3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>۔ مرحوم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محمد بن حسن صاحب و سا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الش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نے کہا جو لوگ آئمہ معصوم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(ع) سے منقول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اور 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/>
          <w:rtl/>
        </w:rPr>
        <w:t xml:space="preserve">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نگے</w:t>
      </w:r>
      <w:r w:rsidR="00A90793" w:rsidRPr="00A90793">
        <w:rPr>
          <w:rFonts w:eastAsia="Calibri"/>
          <w:rtl/>
        </w:rPr>
        <w:t xml:space="preserve"> تو اس کو علم حاصل ہوجاتا ہے کہ قرآن ہم تک تواتر کے ساتھ پہونچا ہے جس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کا احتمال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غلط ہے۔</w:t>
      </w:r>
      <w:r w:rsidR="00A90793" w:rsidRPr="00955A96">
        <w:rPr>
          <w:rStyle w:val="libFootnotenumChar"/>
          <w:rtl/>
        </w:rPr>
        <w:t xml:space="preserve">( </w:t>
      </w:r>
      <w:r w:rsidRPr="00955A96">
        <w:rPr>
          <w:rStyle w:val="libFootnotenumChar"/>
          <w:rFonts w:hint="cs"/>
          <w:rtl/>
        </w:rPr>
        <w:t>4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>۔ کاشف الغطاء کتاب اصل الش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اور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واقع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لہذا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سا</w:t>
      </w:r>
      <w:r w:rsidR="00A90793" w:rsidRPr="00A90793">
        <w:rPr>
          <w:rFonts w:eastAsia="Calibri"/>
          <w:rtl/>
        </w:rPr>
        <w:t xml:space="preserve">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جو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واقع ہونے پر مشتمل ہے، اہل تش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</w:t>
      </w:r>
      <w:r w:rsidR="00A90793" w:rsidRPr="00A90793">
        <w:rPr>
          <w:rFonts w:eastAsia="Calibri"/>
          <w:rtl/>
        </w:rPr>
        <w:t xml:space="preserve"> سے نسبت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بہتان اور جھوٹ کے علاوہ کچھ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5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)سعد السعود ص </w:t>
      </w:r>
      <w:r w:rsidR="00FB0743" w:rsidRPr="00FB0743">
        <w:rPr>
          <w:rFonts w:hint="cs"/>
          <w:rtl/>
        </w:rPr>
        <w:t>144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صاف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51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)الاء الرحمن ص</w:t>
      </w:r>
      <w:r w:rsidR="00FB0743" w:rsidRPr="00FB0743">
        <w:rPr>
          <w:rFonts w:hint="cs"/>
          <w:rtl/>
        </w:rPr>
        <w:t>26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4</w:t>
      </w:r>
      <w:r w:rsidRPr="00A90793">
        <w:rPr>
          <w:rFonts w:hint="cs"/>
          <w:rtl/>
        </w:rPr>
        <w:t>)اظہار الحق،ج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129</w:t>
      </w:r>
      <w:r w:rsidRPr="00A90793">
        <w:rPr>
          <w:rFonts w:hint="cs"/>
          <w:rtl/>
        </w:rPr>
        <w:t>(</w:t>
      </w:r>
      <w:r w:rsidR="00FB0743" w:rsidRPr="00FB0743">
        <w:rPr>
          <w:rFonts w:hint="cs"/>
          <w:rtl/>
        </w:rPr>
        <w:t>5</w:t>
      </w:r>
      <w:r w:rsidRPr="00A90793">
        <w:rPr>
          <w:rFonts w:hint="cs"/>
          <w:rtl/>
        </w:rPr>
        <w:t>)کشف الغطائ،ص</w:t>
      </w:r>
      <w:r w:rsidR="00FB0743" w:rsidRPr="00FB0743">
        <w:rPr>
          <w:rFonts w:hint="cs"/>
          <w:rtl/>
        </w:rPr>
        <w:t>299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سورہ حجر کے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9</w:t>
      </w:r>
      <w:r w:rsidRPr="007A0B2A">
        <w:rPr>
          <w:rFonts w:eastAsia="Calibri" w:hint="cs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:(قرآن زندہ و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جاو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حامل ہے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موت او ر فراموش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اضافہ اور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راہ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کے علاوہ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مف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کوجو قرن سوم ہجر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علماء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شمار کئے جاتے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نوراللہ شوشتر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شہشہان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بلاغ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انصار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اکثر علماء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 ہونے کے قائل ہو 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ہرگز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ان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قرآن اور عترت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دو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مرجع اور ماو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بشر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نجات کا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اگر قرآن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مرجع و م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اضافے ہونے کے قائل ہو جائ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E75DFB">
        <w:rPr>
          <w:rStyle w:val="libArabicChar"/>
          <w:rFonts w:eastAsia="Calibri"/>
          <w:rtl/>
        </w:rPr>
        <w:t>تو'' ان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تارک ف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الثقل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</w:t>
      </w:r>
      <w:r w:rsidRPr="00E75DFB">
        <w:rPr>
          <w:rStyle w:val="libArabicChar"/>
          <w:rFonts w:eastAsia="Calibri"/>
          <w:rtl/>
        </w:rPr>
        <w:t xml:space="preserve"> کتاب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و عتر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'</w:t>
      </w:r>
      <w:r w:rsidRPr="00A90793">
        <w:rPr>
          <w:rFonts w:eastAsia="Calibri"/>
          <w:rtl/>
        </w:rPr>
        <w:t>'کا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غلط ہو جاتا ہے،و 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قرآن انسان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نجات کا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بن سکتا ہے؟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اضافے کا احتمال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جاسکتاہے۔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سورہ حجر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9</w:t>
      </w:r>
      <w:r w:rsidRPr="007A0B2A">
        <w:rPr>
          <w:rFonts w:eastAsia="Calibri" w:hint="cs"/>
          <w:rtl/>
        </w:rPr>
        <w:t xml:space="preserve"> سورہ فصلت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41</w:t>
      </w:r>
      <w:r w:rsidRPr="007A0B2A">
        <w:rPr>
          <w:rFonts w:eastAsia="Calibri" w:hint="cs"/>
          <w:rtl/>
        </w:rPr>
        <w:t>،</w:t>
      </w:r>
      <w:r w:rsidR="00FB0743" w:rsidRPr="00FB0743">
        <w:rPr>
          <w:rFonts w:eastAsia="Calibri" w:hint="cs"/>
          <w:rtl/>
        </w:rPr>
        <w:t>12</w:t>
      </w:r>
      <w:r w:rsidRPr="007A0B2A">
        <w:rPr>
          <w:rFonts w:eastAsia="Calibri" w:hint="cs"/>
          <w:rtl/>
        </w:rPr>
        <w:t xml:space="preserve"> سورہ بقرہ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 xml:space="preserve"> ،سورہ سجدہ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32</w:t>
      </w:r>
      <w:r w:rsidRPr="007A0B2A">
        <w:rPr>
          <w:rFonts w:eastAsia="Calibri" w:hint="cs"/>
          <w:rtl/>
        </w:rPr>
        <w:t xml:space="preserve"> ، 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ثقل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متواترہ کے علاوہ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78</w:t>
      </w:r>
      <w:r w:rsidRPr="00A90793">
        <w:rPr>
          <w:rFonts w:hint="cs"/>
          <w:rtl/>
        </w:rPr>
        <w:t>، حری</w:t>
      </w:r>
      <w:r w:rsidRPr="00A90793">
        <w:rPr>
          <w:rFonts w:hint="eastAsia"/>
          <w:rtl/>
        </w:rPr>
        <w:t>م</w:t>
      </w:r>
      <w:r w:rsidRPr="00A90793">
        <w:rPr>
          <w:rtl/>
        </w:rPr>
        <w:t xml:space="preserve"> قرآن کا دفاع ص</w:t>
      </w:r>
      <w:r w:rsidR="00FB0743" w:rsidRPr="00FB0743">
        <w:rPr>
          <w:rFonts w:hint="cs"/>
          <w:rtl/>
        </w:rPr>
        <w:t>19</w:t>
      </w:r>
      <w:r w:rsidRPr="00A90793">
        <w:rPr>
          <w:rFonts w:hint="cs"/>
          <w:rtl/>
        </w:rPr>
        <w:t>، سعد السعود ص</w:t>
      </w:r>
      <w:r w:rsidR="00FB0743" w:rsidRPr="00FB0743">
        <w:rPr>
          <w:rFonts w:hint="cs"/>
          <w:rtl/>
        </w:rPr>
        <w:t>193</w:t>
      </w:r>
      <w:r w:rsidRPr="00A90793">
        <w:rPr>
          <w:rFonts w:hint="cs"/>
          <w:rtl/>
        </w:rPr>
        <w:t>، سلامت القرآن من التحری</w:t>
      </w:r>
      <w:r w:rsidRPr="00A90793">
        <w:rPr>
          <w:rFonts w:hint="eastAsia"/>
          <w:rtl/>
        </w:rPr>
        <w:t>ف،ج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28</w:t>
      </w:r>
      <w:r w:rsidRPr="00A90793">
        <w:rPr>
          <w:rFonts w:hint="cs"/>
          <w:rtl/>
        </w:rPr>
        <w:t>، الذخی</w:t>
      </w:r>
      <w:r w:rsidRPr="00A90793">
        <w:rPr>
          <w:rFonts w:hint="eastAsia"/>
          <w:rtl/>
        </w:rPr>
        <w:t>رہ</w:t>
      </w:r>
      <w:r w:rsidRPr="00A90793">
        <w:rPr>
          <w:rtl/>
        </w:rPr>
        <w:t xml:space="preserve"> ف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علم الکتاب ص</w:t>
      </w:r>
      <w:r w:rsidR="00FB0743" w:rsidRPr="00FB0743">
        <w:rPr>
          <w:rFonts w:hint="cs"/>
          <w:rtl/>
        </w:rPr>
        <w:t>361</w:t>
      </w:r>
      <w:r w:rsidRPr="00A90793">
        <w:rPr>
          <w:rFonts w:hint="cs"/>
          <w:rtl/>
        </w:rPr>
        <w:t>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البتہ</w:t>
      </w:r>
      <w:r w:rsidRPr="00A90793">
        <w:rPr>
          <w:rFonts w:eastAsia="Calibri"/>
          <w:rtl/>
        </w:rPr>
        <w:t xml:space="preserve"> ہم نے گذشتہ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علماء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کلام کو نقل کرتے ہوئے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کو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تبد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نوں</w:t>
      </w:r>
      <w:r w:rsidRPr="00A90793">
        <w:rPr>
          <w:rFonts w:eastAsia="Calibri"/>
          <w:rtl/>
        </w:rPr>
        <w:t xml:space="preserve"> قسم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لفظ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اقسام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لہذا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کو ابتدائ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مرحلہ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طرح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لفظ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کے اقسام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لفظ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واضح ہواکہ اس کے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الفاظ اورسورے جابجا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مختلف اعراب سے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کرنا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واقع ہو 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قرائت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اور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فلسفہ نزول قرآن کے ساتھ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ٹکراو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سے فقط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کچھ علماء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کو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مذہب سے منسوب کرنا سوا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بہتان اور جھوٹ کے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ہمارے تمام علماء کا( چاہے متقدم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ہوں،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متاخر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سے)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eastAsia"/>
          <w:rtl/>
        </w:rPr>
        <w:t>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ہرگز قائل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سکتے 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بہت سے علماء کانام پہلے ذکر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ان کے علاوہ افراد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نے صاف لفظوں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باطل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، ابن ادر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،کما ل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،الکاشف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ابو الف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ض،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الاسلام ،محمد بن الحس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، صدر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، محمد بن ابراہ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الش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علامہ ، نورالد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محمد ب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مرتض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محمد بن محمد رضا مشہد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عبداللہ شبر،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دحس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الکوہ کمر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محقق تبر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محمد مہد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محمد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حسن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ن،</w:t>
      </w:r>
      <w:r w:rsidRPr="00A90793">
        <w:rPr>
          <w:rFonts w:eastAsia="Calibri"/>
          <w:rtl/>
        </w:rPr>
        <w:t xml:space="preserve"> حضرت امام خم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اللہ</w:t>
      </w:r>
      <w:r w:rsidRPr="00A90793">
        <w:rPr>
          <w:rFonts w:eastAsia="Calibri"/>
          <w:rtl/>
        </w:rPr>
        <w:t xml:space="preserve"> کے علاوہ اس دور کے علوم قرآن کے تمام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 ہونے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جو لوگ قرآ 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ہونے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کے کچھ استدلال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کا خاکہ 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اگر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نہ ہوت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تو ابن مسعود اور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 کعب کے مصحف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اختلاف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ہوناچاہ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تھا جبکہ ان کے مصاحف کے ساٹھ موارد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اختلاف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اگر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کے اجزاء متفرق اورمختلف ہوں اور اس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جمع آور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ابو بکر کے زمان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وقع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تو اسکا لازم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نہ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جزء اور حصے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تبد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آچک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حضرت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(ع) کا قوم سے با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کاٹ</w:t>
      </w:r>
      <w:r w:rsidR="00A90793" w:rsidRPr="00A90793">
        <w:rPr>
          <w:rFonts w:eastAsia="Calibri"/>
          <w:rtl/>
        </w:rPr>
        <w:t xml:space="preserve"> کرکے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جمع آور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لئے</w:t>
      </w:r>
      <w:r w:rsidR="00A90793" w:rsidRPr="00A90793">
        <w:rPr>
          <w:rFonts w:eastAsia="Calibri"/>
          <w:rtl/>
        </w:rPr>
        <w:t xml:space="preserve">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بہ تن ہونا اس بات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 سلامت القران من التحری</w:t>
      </w:r>
      <w:r w:rsidRPr="00A90793">
        <w:rPr>
          <w:rFonts w:hint="eastAsia"/>
          <w:rtl/>
        </w:rPr>
        <w:t>ف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30</w:t>
      </w:r>
      <w:r w:rsidRPr="00A90793">
        <w:rPr>
          <w:rFonts w:hint="cs"/>
          <w:rtl/>
        </w:rPr>
        <w:t>، تہذی</w:t>
      </w:r>
      <w:r w:rsidRPr="00A90793">
        <w:rPr>
          <w:rFonts w:hint="eastAsia"/>
          <w:rtl/>
        </w:rPr>
        <w:t>ب</w:t>
      </w:r>
      <w:r w:rsidRPr="00A90793">
        <w:rPr>
          <w:rtl/>
        </w:rPr>
        <w:t xml:space="preserve"> الاصول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1562</w:t>
      </w:r>
      <w:r w:rsidRPr="00A90793">
        <w:rPr>
          <w:rFonts w:hint="cs"/>
          <w:rtl/>
        </w:rPr>
        <w:t>، معالم ال</w:t>
      </w:r>
      <w:r w:rsidRPr="00A90793">
        <w:rPr>
          <w:rtl/>
        </w:rPr>
        <w:t xml:space="preserve">اصول ص </w:t>
      </w:r>
      <w:r w:rsidR="00FB0743" w:rsidRPr="00FB0743">
        <w:rPr>
          <w:rFonts w:hint="cs"/>
          <w:rtl/>
        </w:rPr>
        <w:t>147</w:t>
      </w:r>
      <w:r w:rsidRPr="00A90793">
        <w:rPr>
          <w:rFonts w:hint="cs"/>
          <w:rtl/>
        </w:rPr>
        <w:t>، الفصول المہمہ ، ص</w:t>
      </w:r>
      <w:r w:rsidR="00FB0743" w:rsidRPr="00FB0743">
        <w:rPr>
          <w:rFonts w:hint="cs"/>
          <w:rtl/>
        </w:rPr>
        <w:t>166</w:t>
      </w:r>
      <w:r w:rsidRPr="00A90793">
        <w:rPr>
          <w:rFonts w:hint="cs"/>
          <w:rtl/>
        </w:rPr>
        <w:t>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 کہ قرآ 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بہت سار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کامضمون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سا</w:t>
      </w:r>
      <w:r w:rsidR="00A90793" w:rsidRPr="00A90793">
        <w:rPr>
          <w:rFonts w:eastAsia="Calibri"/>
          <w:rtl/>
        </w:rPr>
        <w:t xml:space="preserve"> ہے کہ گذشتہ امتوں کے ہو بہو وقائع اور حوادث اس امت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رونماہوگئے ،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واقع ہونے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اشارہ کرت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 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اور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اہل سنت او رش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کے اسناد سے کث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تعداد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نقل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ہے،جن سے 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قرآن سمجھ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ںآتا</w:t>
      </w:r>
      <w:r w:rsidR="00A90793"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محدث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ہزار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سو 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بتائ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جس کا مضمون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ہونے پر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لئے بعض علماء ،تحر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پر دلالت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قائل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پر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تعداد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نظر آنے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جبکہ ان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سند سے چشم پوش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کرکے مضمون کو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سے غور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ان کا مضمون مطالب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پر مشتمل ہوتے ہوئے نظر </w:t>
      </w:r>
      <w:r w:rsidRPr="00A90793">
        <w:rPr>
          <w:rFonts w:eastAsia="Calibri" w:hint="eastAsia"/>
          <w:rtl/>
        </w:rPr>
        <w:t>آتا</w:t>
      </w:r>
      <w:r w:rsidRPr="00A90793">
        <w:rPr>
          <w:rFonts w:eastAsia="Calibri"/>
          <w:rtl/>
        </w:rPr>
        <w:t xml:space="preserve"> ہے۔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کچھ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لحن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لہجے کے حوالے سے مختلف اور متعدد ہونے پر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کچھ دستہ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کلمہ اضافہ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حذف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بعض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موجودہ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کچھ سورت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اضافہ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خبر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>: کچھ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طان</w:t>
      </w:r>
      <w:r w:rsidRPr="00A90793">
        <w:rPr>
          <w:rFonts w:eastAsia="Calibri"/>
          <w:rtl/>
        </w:rPr>
        <w:t>(نعوذ باللہ) کے القا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>: کچھ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اورکم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واقع ہونے پر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ھ</w:t>
      </w:r>
      <w:r w:rsidRPr="00A90793">
        <w:rPr>
          <w:rFonts w:eastAsia="Calibri"/>
          <w:rtl/>
        </w:rPr>
        <w:t>: کچھ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بعض کلمات اور الفاظ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زمانے کے حکمرانوں نے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لانے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خبر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تواتر کو فقط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لفظ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۔معنو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صرف</w:t>
      </w:r>
      <w:r w:rsidRPr="00A90793">
        <w:rPr>
          <w:rFonts w:eastAsia="Calibri"/>
          <w:rtl/>
        </w:rPr>
        <w:t xml:space="preserve"> مرحوم آخوند خراسان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ان کے بعد والے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تواتر کو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 xml:space="preserve"> تواتر لفظ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 تواتر معنو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3</w:t>
      </w:r>
      <w:r w:rsidRPr="007A0B2A">
        <w:rPr>
          <w:rFonts w:eastAsia="Calibri" w:hint="cs"/>
          <w:rtl/>
        </w:rPr>
        <w:t>) تواتر اجمال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مرحوم آقا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مرحوم آخوند خراسان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)فضائل قرآن،ص</w:t>
      </w:r>
      <w:r w:rsidR="00FB0743" w:rsidRPr="00FB0743">
        <w:rPr>
          <w:rFonts w:hint="cs"/>
          <w:rtl/>
        </w:rPr>
        <w:t>161</w:t>
      </w:r>
      <w:r w:rsidRPr="00A90793">
        <w:rPr>
          <w:rFonts w:hint="cs"/>
          <w:rtl/>
        </w:rPr>
        <w:t>، تذکرہ الحفاظ ص</w:t>
      </w:r>
      <w:r w:rsidR="00FB0743" w:rsidRPr="00FB0743">
        <w:rPr>
          <w:rFonts w:hint="cs"/>
          <w:rtl/>
        </w:rPr>
        <w:t>417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تواتر</w:t>
      </w:r>
      <w:r w:rsidRPr="00A90793">
        <w:rPr>
          <w:rFonts w:eastAsia="Calibri"/>
          <w:rtl/>
        </w:rPr>
        <w:t xml:space="preserve"> کو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کرنا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تواتر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 کے مقابل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لہذا پہلا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علماء متاخر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گروہ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اگر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قبول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ںتو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مضام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مطلب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بلکہ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کچھ مختلف ومتبا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مطالب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جبکہ تواتر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کو کہا جاتاہے جو بہت سار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الفاظ اور تعاب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حوالے سے مختلف ہوں،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تمام کے تمام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مطلب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تواتر کا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کرنا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سوا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جب ہم نے تواتر کے دعوے کو باطل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خبر احاد بن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کو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مسئلہ پر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</w:t>
      </w:r>
      <w:r w:rsidRPr="00A90793">
        <w:rPr>
          <w:rFonts w:eastAsia="Calibri"/>
          <w:rtl/>
        </w:rPr>
        <w:t xml:space="preserve">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لازم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۔ سند کے حوالے سے تمام روات موثق ہوں۔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صدور کے حوالے سے تق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کا احتمال نہ ہو۔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مضمون کے حوالے سے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اشکال اورخلاف عقل وقرآن نہ ہو۔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مذکورہ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سند علم رجال کے اصول و ضوابط کے مطابق معتبر نہ ہونے کے باوجود مضمون کے حوالے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السند اور نص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اور عقل کے مخالف ہے۔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دستور کے مطابق دور پھ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نکنا</w:t>
      </w:r>
      <w:r w:rsidRPr="00A90793">
        <w:rPr>
          <w:rFonts w:eastAsia="Calibri"/>
          <w:rtl/>
        </w:rPr>
        <w:t xml:space="preserve">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اور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قرآن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علم اصول علم الرجال ،فقہ الحد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ث،</w:t>
      </w:r>
      <w:r w:rsidRPr="00A90793">
        <w:rPr>
          <w:rFonts w:eastAsia="Calibri"/>
          <w:rtl/>
        </w:rPr>
        <w:t xml:space="preserve"> فقہ اللغ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فقط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دو اصطلاح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کرکے پورے مسلمانوں ک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ضم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کو مجروح کرنا دور حاضر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قات</w:t>
      </w:r>
      <w:r w:rsidRPr="00A90793">
        <w:rPr>
          <w:rFonts w:eastAsia="Calibri"/>
          <w:rtl/>
        </w:rPr>
        <w:t xml:space="preserve"> کے مناف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علاوہ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ہے،اور انکے باق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ادلے قابل جواب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لہذا ہزاروں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اہل سنت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عرب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فارس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انگلش، اردو ،اور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زبانوں پر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نہ ہونے کے موضوع پر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مقالات</w:t>
      </w:r>
      <w:r w:rsidRPr="00A90793">
        <w:rPr>
          <w:rFonts w:eastAsia="Calibri"/>
          <w:rtl/>
        </w:rPr>
        <w:t xml:space="preserve"> اور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ںرجوع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0" w:name="_Toc429651916"/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خاکہ:</w:t>
      </w:r>
      <w:bookmarkEnd w:id="20"/>
    </w:p>
    <w:p w:rsidR="00A90793" w:rsidRPr="00A90793" w:rsidRDefault="00A90793" w:rsidP="00C70266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ذکر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کو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="00C70266">
        <w:rPr>
          <w:rFonts w:eastAsia="Calibri"/>
          <w:rtl/>
        </w:rPr>
        <w:t>:</w:t>
      </w:r>
    </w:p>
    <w:p w:rsidR="00A90793" w:rsidRPr="00A90793" w:rsidRDefault="00A90793" w:rsidP="00C70266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۔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لفظ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:کہ اس ک</w:t>
      </w:r>
      <w:r w:rsidRPr="00A90793">
        <w:rPr>
          <w:rFonts w:eastAsia="Calibri" w:hint="cs"/>
          <w:rtl/>
        </w:rPr>
        <w:t>ی</w:t>
      </w:r>
      <w:r w:rsidR="00C70266">
        <w:rPr>
          <w:rFonts w:eastAsia="Calibri"/>
          <w:rtl/>
        </w:rPr>
        <w:t xml:space="preserve"> وضاحت سے ہم فارغ ہوگئے۔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۔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لفظ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ارادہ کرنا جو اہل زبان اور عرب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معمول اور رائج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ہے،چاہے اس کا سبب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اضاف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مخصوص جگے کا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تبادلہ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عوامل اور اسباب ہوں۔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)فضائل القرآن ص</w:t>
      </w:r>
      <w:r w:rsidR="00FB0743" w:rsidRPr="00FB0743">
        <w:rPr>
          <w:rFonts w:hint="cs"/>
          <w:rtl/>
        </w:rPr>
        <w:t>161</w:t>
      </w:r>
      <w:r w:rsidRPr="00A90793">
        <w:rPr>
          <w:rFonts w:hint="cs"/>
          <w:rtl/>
        </w:rPr>
        <w:t>، سلامت القرآن من التحری</w:t>
      </w:r>
      <w:r w:rsidRPr="00A90793">
        <w:rPr>
          <w:rFonts w:hint="eastAsia"/>
          <w:rtl/>
        </w:rPr>
        <w:t>ف،ج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103</w:t>
      </w:r>
      <w:r w:rsidRPr="00A90793">
        <w:rPr>
          <w:rFonts w:hint="cs"/>
          <w:rtl/>
        </w:rPr>
        <w:t>، تذکرۃ</w:t>
      </w:r>
      <w:r w:rsidRPr="00A90793">
        <w:rPr>
          <w:rtl/>
        </w:rPr>
        <w:t xml:space="preserve"> الحفاظ،ص</w:t>
      </w:r>
      <w:r w:rsidR="00FB0743" w:rsidRPr="00FB0743">
        <w:rPr>
          <w:rFonts w:hint="cs"/>
          <w:rtl/>
        </w:rPr>
        <w:t>417</w:t>
      </w:r>
      <w:r w:rsidRPr="00A90793">
        <w:rPr>
          <w:rFonts w:hint="cs"/>
          <w:rtl/>
        </w:rPr>
        <w:t>، محاضرات الادباء ،ج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435</w:t>
      </w:r>
      <w:r w:rsidRPr="00A90793">
        <w:rPr>
          <w:rFonts w:hint="cs"/>
          <w:rtl/>
        </w:rPr>
        <w:t>، البی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ف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القرآن،ج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211</w:t>
      </w:r>
      <w:r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معنو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ہر وہ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شامل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بظاہر کلام کے ظہور سے ہماہنگ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کو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1" w:name="_Toc429651917"/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بالرّا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ب: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بالراّ</w:t>
      </w:r>
      <w:r w:rsidRPr="00A90793">
        <w:rPr>
          <w:rFonts w:eastAsia="Calibri" w:hint="cs"/>
          <w:rtl/>
        </w:rPr>
        <w:t>ی</w:t>
      </w:r>
      <w:bookmarkEnd w:id="21"/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2" w:name="_Toc429651918"/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bookmarkEnd w:id="22"/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مفسر اپنے آرا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مطابق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چاہے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اصول و ضوابط کے ہماہنگ اور موافق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مخالف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اس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سے لوگ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 ضوابط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سامع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قائل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مقالہ 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مقالے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واسطے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ٹکڑا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جملہ جو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ابتدا اور انتہا سے ہٹ کر فقط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جملے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کرتا ہے جوبظاہر خط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اور مقالہ 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کے اہداف کے مطابق نظر آتا ہے ،جبکہ اس جملے کے آغاز اورانتہاء کو 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اجائے</w:t>
      </w:r>
      <w:r w:rsidRPr="00A90793">
        <w:rPr>
          <w:rFonts w:eastAsia="Calibri"/>
          <w:rtl/>
        </w:rPr>
        <w:t xml:space="preserve"> توآ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مفہوم کچھ اورنظر آتاہے لہذا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پر احاطہ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ہونے کے علاوہ شان نزول اور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آئمہ سے منقول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صاحب نظر حضرات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کامطالعہ کرنے کے بعد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رکرنا</w:t>
      </w:r>
      <w:r w:rsidRPr="00A90793">
        <w:rPr>
          <w:rFonts w:eastAsia="Calibri"/>
          <w:rtl/>
        </w:rPr>
        <w:t xml:space="preserve">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حکم شرع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دو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>)تفس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جائز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اگر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برسوں سال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عظام کے سامنے زانو ے ادب تہہ کرتے ہوئے حوزہ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حصول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عمر تلمذ کرتے ہوئے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اصول و ضوابط لے چکے ہو ںتو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اپنے آرا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مطابق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تو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بلا اشکال جائز ہے،ج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طبرس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صدر المتالہ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ن،</w:t>
      </w:r>
      <w:r w:rsidRPr="00A90793">
        <w:rPr>
          <w:rFonts w:eastAsia="Calibri"/>
          <w:rtl/>
        </w:rPr>
        <w:t xml:space="preserve"> حضرت استاد محترم عارف زمان زہد و تقو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مجسم مفسر قرآن آ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 w:hint="eastAsia"/>
          <w:rtl/>
        </w:rPr>
        <w:t>اللہ</w:t>
      </w:r>
      <w:r w:rsidRPr="00A90793">
        <w:rPr>
          <w:rFonts w:eastAsia="Calibri"/>
          <w:rtl/>
        </w:rPr>
        <w:t xml:space="preserve"> جواد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کاشان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،عبد</w:t>
      </w:r>
      <w:r w:rsidRPr="00A90793">
        <w:rPr>
          <w:rFonts w:eastAsia="Calibri"/>
          <w:rtl/>
        </w:rPr>
        <w:t xml:space="preserve"> اللہ شبر،حضرت استاد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ناصر مکارم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حضرت حج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الاسلام</w:t>
      </w:r>
      <w:r w:rsidRPr="00A90793">
        <w:rPr>
          <w:rFonts w:eastAsia="Calibri"/>
          <w:rtl/>
        </w:rPr>
        <w:t xml:space="preserve"> قرائت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صاحب </w:t>
      </w: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الفرقان کہ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حضرات نے سالوں سال حضرات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عظام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شاگرد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تلمذ کرنے کے بعد اپنے آرا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اجتہاد کے مطابق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 جاتا ہے،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ان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کے دائرہ سے خارج ہے جو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حرمت اور مذمت </w:t>
      </w:r>
      <w:r w:rsidRPr="00A90793">
        <w:rPr>
          <w:rFonts w:eastAsia="Calibri" w:hint="eastAsia"/>
          <w:rtl/>
        </w:rPr>
        <w:t>پر</w:t>
      </w:r>
      <w:r w:rsidRPr="00A90793">
        <w:rPr>
          <w:rFonts w:eastAsia="Calibri"/>
          <w:rtl/>
        </w:rPr>
        <w:t xml:space="preserve"> دلالت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لوگ صاحب نظر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تمام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اصول و ضوابط سے آگاہ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فقہ اللغہ، فقہ الحد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، فلسفہ اور منطق علم اصول اور فقہ کے قواعد و ضوابط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اپنا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قائم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حرج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فقط مذمت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فرائض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اہم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ضہ</w:t>
      </w:r>
      <w:r w:rsidRPr="00A90793">
        <w:rPr>
          <w:rFonts w:eastAsia="Calibri"/>
          <w:rtl/>
        </w:rPr>
        <w:t xml:space="preserve"> ہے کہ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جو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بشر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لئے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طرح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 کہ لوگ قرآن کو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قرآن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اس کا اف</w:t>
      </w:r>
      <w:r w:rsidRPr="00A90793">
        <w:rPr>
          <w:rFonts w:eastAsia="Calibri" w:hint="eastAsia"/>
          <w:rtl/>
        </w:rPr>
        <w:t>ہام</w:t>
      </w:r>
      <w:r w:rsidRPr="00A90793">
        <w:rPr>
          <w:rFonts w:eastAsia="Calibri"/>
          <w:rtl/>
        </w:rPr>
        <w:t xml:space="preserve"> اور تفہ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کرنا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فرض ہے،جو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ناممکن ہے 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بالرّا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مجاز: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الفاظ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طرح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جو اپنے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گما ن کے مطابق ہے، جس پر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موجود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خود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کے حوالہ سے صاحب نظر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جواز اور حرمت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دو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حرام ہے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سورہ اعراف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23</w:t>
      </w:r>
      <w:r w:rsidR="00A90793" w:rsidRPr="007A0B2A">
        <w:rPr>
          <w:rFonts w:eastAsia="Calibri" w:hint="cs"/>
          <w:rtl/>
        </w:rPr>
        <w:t xml:space="preserve"> اور سورہ بقرہ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169</w:t>
      </w:r>
      <w:r w:rsidR="00A90793" w:rsidRPr="007A0B2A">
        <w:rPr>
          <w:rFonts w:eastAsia="Calibri" w:hint="cs"/>
          <w:rtl/>
        </w:rPr>
        <w:t xml:space="preserve"> اور سورہ اسراء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36</w:t>
      </w:r>
      <w:r w:rsidR="00A90793" w:rsidRPr="007A0B2A">
        <w:rPr>
          <w:rFonts w:eastAsia="Calibri" w:hint="cs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بات اور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کو علم و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 دل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کے بغ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فقط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الات</w:t>
      </w:r>
      <w:r w:rsidR="00A90793" w:rsidRPr="00A90793">
        <w:rPr>
          <w:rFonts w:eastAsia="Calibri"/>
          <w:rtl/>
        </w:rPr>
        <w:t xml:space="preserve"> اور گمانوں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بناء پر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/>
          <w:rtl/>
        </w:rPr>
        <w:t xml:space="preserve"> کرناحرام ہے کہ جس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مذمت اور حرمت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قرآن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علاوہ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السند اور معتبرہ سے بخوب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واضح ہو جاتا ہے . رجوع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جئے</w:t>
      </w:r>
      <w:r w:rsidR="00A90793" w:rsidRPr="00A90793">
        <w:rPr>
          <w:rFonts w:eastAsia="Calibri"/>
          <w:rtl/>
        </w:rPr>
        <w:t>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  <w:r w:rsidR="00A90793" w:rsidRPr="007A0B2A">
        <w:rPr>
          <w:rFonts w:eastAsia="Calibri" w:hint="cs"/>
          <w:rtl/>
        </w:rPr>
        <w:t>''لہذا من فسر القرآن برا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فل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تبواء</w:t>
      </w:r>
      <w:r w:rsidR="00A90793" w:rsidRPr="00A90793">
        <w:rPr>
          <w:rFonts w:eastAsia="Calibri"/>
          <w:rtl/>
        </w:rPr>
        <w:t xml:space="preserve"> مقعدہ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النار'' سے مراد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ہمارے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پڑھے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مراکز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پائے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فقط اسکولز اور کالج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ورسٹ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پڑھے لکھے مقرر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سٹوں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کرکے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والے مقرر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مقالہ 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حضرات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جو معمولا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اصول وضوابط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زمرے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داخل ہے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رنہ</w:t>
      </w:r>
      <w:r w:rsidRPr="00A90793">
        <w:rPr>
          <w:rFonts w:eastAsia="Calibri"/>
          <w:rtl/>
        </w:rPr>
        <w:t xml:space="preserve"> فقط مذہب تش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)اصول کافی</w:t>
      </w:r>
      <w:r w:rsidRPr="00A90793">
        <w:rPr>
          <w:rtl/>
        </w:rPr>
        <w:t xml:space="preserve"> ،باب الاالرّ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والمقا</w:t>
      </w:r>
      <w:r w:rsidRPr="00A90793">
        <w:rPr>
          <w:rFonts w:hint="cs"/>
          <w:rtl/>
        </w:rPr>
        <w:t>یی</w:t>
      </w:r>
      <w:r w:rsidRPr="00A90793">
        <w:rPr>
          <w:rFonts w:hint="eastAsia"/>
          <w:rtl/>
        </w:rPr>
        <w:t>س</w:t>
      </w:r>
      <w:r w:rsidRPr="00A90793">
        <w:rPr>
          <w:rtl/>
        </w:rPr>
        <w:t xml:space="preserve"> ، اصول ک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مفصل کتاب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ں</w:t>
      </w:r>
      <w:r w:rsidRPr="00A90793">
        <w:rPr>
          <w:rtl/>
        </w:rPr>
        <w:t xml:space="preserve"> ج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سے</w:t>
      </w:r>
      <w:r w:rsidRPr="00A90793">
        <w:rPr>
          <w:rtl/>
        </w:rPr>
        <w:t xml:space="preserve"> رسائل ش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خ</w:t>
      </w:r>
      <w:r w:rsidRPr="00A90793">
        <w:rPr>
          <w:rtl/>
        </w:rPr>
        <w:t xml:space="preserve"> بحث ظواہر وغ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رہ</w:t>
      </w:r>
      <w:r w:rsidRPr="00A90793">
        <w:rPr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باعث</w:t>
      </w:r>
      <w:r w:rsidRPr="00A90793">
        <w:rPr>
          <w:rFonts w:eastAsia="Calibri"/>
          <w:rtl/>
        </w:rPr>
        <w:t xml:space="preserve"> اور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حرام ہے بلکہ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دھا</w:t>
      </w:r>
      <w:r w:rsidRPr="00A90793">
        <w:rPr>
          <w:rFonts w:eastAsia="Calibri"/>
          <w:rtl/>
        </w:rPr>
        <w:t xml:space="preserve"> سادہ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رکھنے والے مسلمانوں کو لوٹنے کا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نام بھرا ہوا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چنانچہ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مذمت کرتے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75DFB">
        <w:rPr>
          <w:rStyle w:val="libArabicChar"/>
          <w:rFonts w:eastAsia="Calibri"/>
          <w:rtl/>
        </w:rPr>
        <w:t>''من فسّر القرآن بر</w:t>
      </w:r>
      <w:r w:rsidR="007A0B2A" w:rsidRPr="00E75DFB">
        <w:rPr>
          <w:rStyle w:val="libArabicChar"/>
          <w:rFonts w:eastAsia="Calibri" w:hint="cs"/>
          <w:rtl/>
        </w:rPr>
        <w:t>ا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E75DFB">
        <w:rPr>
          <w:rStyle w:val="libArabicChar"/>
          <w:rFonts w:eastAsia="Calibri"/>
          <w:rtl/>
        </w:rPr>
        <w:t xml:space="preserve"> ان اصاب لم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ؤجر</w:t>
      </w:r>
      <w:r w:rsidRPr="00E75DFB">
        <w:rPr>
          <w:rStyle w:val="libArabicChar"/>
          <w:rFonts w:eastAsia="Calibri"/>
          <w:rtl/>
        </w:rPr>
        <w:t xml:space="preserve"> و ان اخطاء فل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تبوا</w:t>
      </w:r>
      <w:r w:rsidRPr="00E75DFB">
        <w:rPr>
          <w:rStyle w:val="libArabicChar"/>
          <w:rFonts w:eastAsia="Calibri"/>
          <w:rtl/>
        </w:rPr>
        <w:t xml:space="preserve"> مقعد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من النار</w:t>
      </w:r>
      <w:r w:rsidRPr="00A90793">
        <w:rPr>
          <w:rFonts w:eastAsia="Calibri"/>
          <w:rtl/>
        </w:rPr>
        <w:t xml:space="preserve"> 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اپنے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کے مطابق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کرے اگرچہ واقع کے مطابق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پھر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ثواب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واقع کے خلاف آئے تو اس کو جہنم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ڈال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اور حضرت امام صادق کے علاوہ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آئمہ کے کلام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،نہ اپنا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اور گمان چونکہ آئمہ نے بارہا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:'' </w:t>
      </w:r>
      <w:r w:rsidRPr="00E75DFB">
        <w:rPr>
          <w:rStyle w:val="libArabicChar"/>
          <w:rFonts w:eastAsia="Calibri"/>
          <w:rtl/>
        </w:rPr>
        <w:t>نحن مفسروا القرآن''''</w:t>
      </w:r>
      <w:r w:rsidRPr="00A90793">
        <w:rPr>
          <w:rFonts w:eastAsia="Calibri"/>
          <w:rtl/>
        </w:rPr>
        <w:t xml:space="preserve"> ہم سے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سوال کرو،ہم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eastAsia"/>
          <w:rtl/>
        </w:rPr>
        <w:t>رآن</w:t>
      </w:r>
      <w:r w:rsidRPr="00A90793">
        <w:rPr>
          <w:rFonts w:eastAsia="Calibri"/>
          <w:rtl/>
        </w:rPr>
        <w:t xml:space="preserve"> کے مفسر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دور حاضر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کچھ لوگ خط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زمان مثال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مقرر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اپروف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سرز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ڈاکٹر ز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ماسٹرز اور 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چرز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سند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مراکز اور حوزہ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پائے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اصول و ضوابط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کئے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سرگرم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)بحار الانوار،ج</w:t>
      </w:r>
      <w:r w:rsidR="00FB0743" w:rsidRPr="00FB0743">
        <w:rPr>
          <w:rFonts w:hint="cs"/>
          <w:rtl/>
        </w:rPr>
        <w:t>92</w:t>
      </w:r>
      <w:r w:rsidRPr="00A90793">
        <w:rPr>
          <w:rFonts w:hint="cs"/>
          <w:rtl/>
        </w:rPr>
        <w:t>،ص</w:t>
      </w:r>
      <w:r w:rsidR="00FB0743" w:rsidRPr="00FB0743">
        <w:rPr>
          <w:rFonts w:hint="cs"/>
          <w:rtl/>
        </w:rPr>
        <w:t>11</w:t>
      </w:r>
      <w:r w:rsidRPr="00A90793">
        <w:rPr>
          <w:rFonts w:hint="cs"/>
          <w:rtl/>
        </w:rPr>
        <w:t>)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لوگوں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 قسم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لوگوں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کچھ اس طرح کے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 وہ دوسرے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کو نقل کرتے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نہ اپنا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/>
          <w:rtl/>
        </w:rPr>
        <w:t xml:space="preserve"> اور گمان ، اس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نہ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مذمت ہے اور نہ حرام ،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حرج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ترب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افتہ</w:t>
      </w:r>
      <w:r w:rsidR="00A90793" w:rsidRPr="00A90793">
        <w:rPr>
          <w:rFonts w:eastAsia="Calibri"/>
          <w:rtl/>
        </w:rPr>
        <w:t xml:space="preserve">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 مجتہد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کو نقل کرنا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بالرّا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لوگوں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کچھ اس طر ح کے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 وہ دوسرے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سے ہٹ کر اپنے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/>
          <w:rtl/>
        </w:rPr>
        <w:t xml:space="preserve"> کے مطابق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کرتے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لوگ نہ فقط مفسر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بلکہ مذہب اورکتاب و سنت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توہ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مترادف ہے،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شک</w:t>
      </w:r>
      <w:r w:rsidR="00A90793" w:rsidRPr="00A90793">
        <w:rPr>
          <w:rFonts w:eastAsia="Calibri"/>
          <w:rtl/>
        </w:rPr>
        <w:t xml:space="preserve"> وہ پڑھے لکھے ہونے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سے قابل احترام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ں،ل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ق</w:t>
      </w:r>
      <w:r w:rsidR="00A90793" w:rsidRPr="00A90793">
        <w:rPr>
          <w:rFonts w:eastAsia="Calibri" w:hint="eastAsia"/>
          <w:rtl/>
        </w:rPr>
        <w:t>رآن</w:t>
      </w:r>
      <w:r w:rsidR="00A90793" w:rsidRPr="00A90793">
        <w:rPr>
          <w:rFonts w:eastAsia="Calibri"/>
          <w:rtl/>
        </w:rPr>
        <w:t xml:space="preserve"> کرنا ان کا کام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، لہذا جو لوگ تعل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مات</w:t>
      </w:r>
      <w:r w:rsidR="00A90793" w:rsidRPr="00A90793">
        <w:rPr>
          <w:rFonts w:eastAsia="Calibri"/>
          <w:rtl/>
        </w:rPr>
        <w:t xml:space="preserve"> اسلام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بن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اصول و ضوابط کو سکھائے بغ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رفقط</w:t>
      </w:r>
      <w:r w:rsidR="00A90793" w:rsidRPr="00A90793">
        <w:rPr>
          <w:rFonts w:eastAsia="Calibri"/>
          <w:rtl/>
        </w:rPr>
        <w:t xml:space="preserve"> پڑھے اور لکھے ہونے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سے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تو کتاب و سنت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توہ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کا باعث ہے ، جسک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سزا ہمار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فقہ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کتابوں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بحث حدود و التعز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مجتہد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نے مفصل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رجوع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جئے</w:t>
      </w:r>
      <w:r w:rsidR="00A90793" w:rsidRPr="00A90793">
        <w:rPr>
          <w:rFonts w:eastAsia="Calibri"/>
          <w:rtl/>
        </w:rPr>
        <w:t>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مذمت اور حرمت پر اہل السنت کے محدث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(ص)سے متعدد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.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)شرای</w:t>
      </w:r>
      <w:r w:rsidRPr="00A90793">
        <w:rPr>
          <w:rFonts w:hint="eastAsia"/>
          <w:rtl/>
        </w:rPr>
        <w:t>ع</w:t>
      </w:r>
      <w:r w:rsidRPr="00A90793">
        <w:rPr>
          <w:rtl/>
        </w:rPr>
        <w:t xml:space="preserve"> الاسلام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کتاب حدو</w:t>
      </w:r>
      <w:r w:rsidRPr="00A90793">
        <w:rPr>
          <w:rtl/>
        </w:rPr>
        <w:t>د و التعز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رات،</w:t>
      </w:r>
      <w:r w:rsidRPr="00A90793">
        <w:rPr>
          <w:rtl/>
        </w:rPr>
        <w:t xml:space="preserve"> مسالک ج</w:t>
      </w:r>
      <w:r w:rsidR="00FB0743" w:rsidRPr="00FB0743">
        <w:rPr>
          <w:rFonts w:hint="cs"/>
          <w:rtl/>
        </w:rPr>
        <w:t>7</w:t>
      </w:r>
      <w:r w:rsidRPr="00A90793">
        <w:rPr>
          <w:rFonts w:hint="cs"/>
          <w:rtl/>
        </w:rPr>
        <w:t xml:space="preserve"> کتاب حدود و التعزی</w:t>
      </w:r>
      <w:r w:rsidRPr="00A90793">
        <w:rPr>
          <w:rFonts w:hint="eastAsia"/>
          <w:rtl/>
        </w:rPr>
        <w:t>رات،</w:t>
      </w:r>
      <w:r w:rsidRPr="00A90793">
        <w:rPr>
          <w:rtl/>
        </w:rPr>
        <w:t xml:space="preserve"> وسائل الش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عہ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18</w:t>
      </w:r>
      <w:r w:rsidRPr="00A90793">
        <w:rPr>
          <w:rFonts w:hint="cs"/>
          <w:rtl/>
        </w:rPr>
        <w:t>، مراجع وقت کے رسالہ عملی</w:t>
      </w:r>
      <w:r w:rsidRPr="00A90793">
        <w:rPr>
          <w:rFonts w:hint="eastAsia"/>
          <w:rtl/>
        </w:rPr>
        <w:t>ہ</w:t>
      </w:r>
      <w:r w:rsidRPr="00A90793">
        <w:rPr>
          <w:rtl/>
        </w:rPr>
        <w:t xml:space="preserve"> وغ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رہ</w:t>
      </w:r>
      <w:r w:rsidRPr="00A90793">
        <w:rPr>
          <w:rtl/>
        </w:rPr>
        <w:t xml:space="preserve"> 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)سنن ترمذی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سنن 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ہق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صح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ح</w:t>
      </w:r>
      <w:r w:rsidRPr="00A90793">
        <w:rPr>
          <w:rtl/>
        </w:rPr>
        <w:t xml:space="preserve"> بخار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صح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ح</w:t>
      </w:r>
      <w:r w:rsidRPr="00A90793">
        <w:rPr>
          <w:rtl/>
        </w:rPr>
        <w:t xml:space="preserve"> مسلم)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بالراّ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بارے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دوسرا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ہر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جا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ہے چاہے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بن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اصول و ضوابط اور شرا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ط</w:t>
      </w:r>
      <w:r w:rsidR="00A90793" w:rsidRPr="00A90793">
        <w:rPr>
          <w:rFonts w:eastAsia="Calibri"/>
          <w:rtl/>
        </w:rPr>
        <w:t xml:space="preserve"> کے مطابق ہو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نہ ہو بلکہ اپنے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الات</w:t>
      </w:r>
      <w:r w:rsidR="00A90793" w:rsidRPr="00A90793">
        <w:rPr>
          <w:rFonts w:eastAsia="Calibri"/>
          <w:rtl/>
        </w:rPr>
        <w:t xml:space="preserve"> اور ر</w:t>
      </w:r>
      <w:r w:rsidR="007A0B2A" w:rsidRPr="007A0B2A">
        <w:rPr>
          <w:rFonts w:eastAsia="Calibri" w:hint="cs"/>
          <w:rtl/>
        </w:rPr>
        <w:t>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حدس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و اجتہاد کے مطابق ہو،پھر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جائز ہے ،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اللہ نے سورہ محمد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24</w:t>
      </w:r>
      <w:r w:rsidR="00A90793" w:rsidRPr="007A0B2A">
        <w:rPr>
          <w:rFonts w:eastAsia="Calibri" w:hint="cs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سورہ ص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</w:t>
      </w:r>
      <w:r w:rsidRPr="00FB0743">
        <w:rPr>
          <w:rFonts w:eastAsia="Calibri" w:hint="cs"/>
          <w:rtl/>
        </w:rPr>
        <w:t>29</w:t>
      </w:r>
      <w:r w:rsidR="00A90793" w:rsidRPr="007A0B2A">
        <w:rPr>
          <w:rFonts w:eastAsia="Calibri" w:hint="cs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قرآن کے بارے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تدب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و تفکر کرنے کا حکم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جس کا لازم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جہ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ہے کہ اپنے اجتہاد اور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الات</w:t>
      </w:r>
      <w:r w:rsidR="00A90793" w:rsidRPr="00A90793">
        <w:rPr>
          <w:rFonts w:eastAsia="Calibri"/>
          <w:rtl/>
        </w:rPr>
        <w:t xml:space="preserve"> کے مطابق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کرنا چاہئے۔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اللہ نے قرآن کو انسان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نجات کےلئے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۔ جو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ہر انسان چاہے ذہن کے حوالہ سے ذہ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ہو سمجھ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ہر اہل زبان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محکم کو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 سکتا ہے جس کو سمجھنے کے لئے اجتہاد اور اخبار حد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پرداز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پورے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مطلب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(الف)اخلاق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(ب)اعتقادات (ج) احکامات۔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فقط ان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اجتہاد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جو احکام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وہ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محدود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جن پر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الاحکام کے نام پر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لکھ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فقط پانچ سو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شک</w:t>
      </w:r>
      <w:r w:rsidRPr="00A90793">
        <w:rPr>
          <w:rFonts w:eastAsia="Calibri"/>
          <w:rtl/>
        </w:rPr>
        <w:t xml:space="preserve"> اجتہاد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سا اجتہاد ساٹھ سال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حاصل کرنے، سولہ موضوعات پر صاحب نظر ہونے کے بعد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شرع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ہوتاہے نہ گمان اور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استحسان و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اجتہاد نہ فقط جائز ہے ،بلکہ بہت سے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اجتہاد واجب کفائ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کچ</w:t>
      </w:r>
      <w:r w:rsidRPr="00A90793">
        <w:rPr>
          <w:rFonts w:eastAsia="Calibri" w:hint="eastAsia"/>
          <w:rtl/>
        </w:rPr>
        <w:t>ھ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واجب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ہے،چنانچہ حضرت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مرحوم نائ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احکامات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قدرت اور استطاعت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اجتہاد کرنا واجب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جن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کے متعلق تدبر اور تفکر کرنے کا حکم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اس کا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ہم اپنے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گمان کے مطابق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. اور جو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اچھا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اللہ سے منسوب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بلکہ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تدبر اور تفکر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قرآن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کتب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جو ظاہر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عبارات اور الفاظ کو پڑھ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فورا حکم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لہذا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سے غور ک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تدبر و تفکر سے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بالرّا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جائز نہ ہونا سمجھا جاتا ہے نہ جائزہونا۔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: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اگر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بالرّا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جائز نہ ہوتو احکام کو تعط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کرنا لازم آتا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احکام مجہول رہ جاتے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 سے انسان احکام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انجام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دے سکتا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کا جواب علوم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طرح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ا ہے کہ تمام علما اور بہت سے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باب اجتہاد زمان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مفتوح ہے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زمان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مقلد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پر حجت اور واجب العمل ہے،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70266" w:rsidRDefault="00C70266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 xml:space="preserve"> چاہے ان کا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واقع کے مطابق آئے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آئے واقع کے مطابق آنے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دو ثواب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جبکہ خطا اور اشتباہ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پر عقاب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لہذا احکام پر عمل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لئے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غلط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احکام کو انجام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فتو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نہ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نکہ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گمان کے مطابق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C05CA8">
      <w:pPr>
        <w:pStyle w:val="Heading1Center"/>
        <w:rPr>
          <w:rFonts w:eastAsia="Calibri"/>
          <w:rtl/>
        </w:rPr>
      </w:pPr>
      <w:bookmarkStart w:id="23" w:name="_Toc429651919"/>
      <w:r w:rsidRPr="00FB0743">
        <w:rPr>
          <w:rFonts w:eastAsia="Calibri" w:hint="cs"/>
          <w:rtl/>
        </w:rPr>
        <w:t>3</w:t>
      </w:r>
      <w:r w:rsidR="00A90793" w:rsidRPr="00FB0743">
        <w:rPr>
          <w:rFonts w:eastAsia="Calibri" w:hint="cs"/>
          <w:rtl/>
        </w:rPr>
        <w:t>)ت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>:</w:t>
      </w:r>
      <w:bookmarkEnd w:id="23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بہت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اور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جوآ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اصحاب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ہونے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 جس سے واضح ہوجاتا ہے کہ اصحاب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اپنے اجتہاد اور آراء حدس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مطابق کرتے تھے ورنہ اختلاف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تھا ، لہذا </w:t>
      </w:r>
      <w:r w:rsidRPr="00A90793">
        <w:rPr>
          <w:rFonts w:eastAsia="Calibri" w:hint="eastAsia"/>
          <w:rtl/>
        </w:rPr>
        <w:t>اصحاب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ناروا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کرتا تو دوسرے اصحاب اس کو شدت سے منع کرتے تھے،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ہم جانتے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پورے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(</w:t>
      </w:r>
      <w:r w:rsidR="00FB0743" w:rsidRPr="00FB0743">
        <w:rPr>
          <w:rFonts w:eastAsia="Calibri" w:hint="cs"/>
          <w:rtl/>
        </w:rPr>
        <w:t>2</w:t>
      </w:r>
      <w:r w:rsidRPr="007A0B2A">
        <w:rPr>
          <w:rFonts w:eastAsia="Calibri"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دو مطلب پر مشتمل ہے 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) اصحاب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کرتے تھے اور اس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اختلاف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 چکا تھا۔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)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نے پورے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اصحاب</w:t>
      </w:r>
      <w:r w:rsidRPr="00A90793">
        <w:rPr>
          <w:rFonts w:eastAsia="Calibri"/>
          <w:rtl/>
        </w:rPr>
        <w:t xml:space="preserve"> کا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اور اس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اختلاف ہونے کا لازمہ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جواز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قرآن،ص</w:t>
      </w:r>
      <w:r w:rsidR="00FB0743" w:rsidRPr="00FB0743">
        <w:rPr>
          <w:rFonts w:hint="cs"/>
          <w:rtl/>
        </w:rPr>
        <w:t>206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)شناخت قرآن، ص</w:t>
      </w:r>
      <w:r w:rsidR="00FB0743" w:rsidRPr="00FB0743">
        <w:rPr>
          <w:rFonts w:hint="cs"/>
          <w:rtl/>
        </w:rPr>
        <w:t>207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کا اختلاف دو قسم کا ہے: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اختلاف عمل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اختلاف استعمار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بسا</w:t>
      </w:r>
      <w:r w:rsidRPr="00A90793">
        <w:rPr>
          <w:rFonts w:eastAsia="Calibri"/>
          <w:rtl/>
        </w:rPr>
        <w:t xml:space="preserve"> اوقات علماء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اختلاف ہونے کا سبب زمانے کے ظالم حکمران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اسلام سے منسوب کرے تو وہ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قابل مذمت اور ممنوع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بسا اوقات اختلاف کا سبب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فہم و درک ہے اس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چنانچہ پہلے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اپنے اجتہاد کے مطابق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 ضوابط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برسوں سال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شاگرد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</w:t>
      </w:r>
      <w:r w:rsidRPr="00A90793">
        <w:rPr>
          <w:rFonts w:eastAsia="Calibri"/>
          <w:rtl/>
        </w:rPr>
        <w:t xml:space="preserve"> کرنے کے بعد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کرے تو اس کے جواز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 </w:t>
      </w:r>
      <w:r w:rsidRPr="00A90793">
        <w:rPr>
          <w:rFonts w:eastAsia="Calibri" w:hint="eastAsia"/>
          <w:rtl/>
        </w:rPr>
        <w:t>و</w:t>
      </w:r>
      <w:r w:rsidRPr="00A90793">
        <w:rPr>
          <w:rFonts w:eastAsia="Calibri"/>
          <w:rtl/>
        </w:rPr>
        <w:t xml:space="preserve"> شبہہ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جائز ہے،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مجاز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شامل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اپنے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اجتہاد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 ضوابط اور حوزہ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سالوں سال تلمذ کئے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حزب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اہداف کے حصول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گمان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مجاز ہے، اور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حرام ہے لہذا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اصحاب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اختلاف ہونے کا سبب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 ضوابط ہو نہ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سست!۔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ان کے دوسرے مطلب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(ص)نے ٹھ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ہے تمام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کے اصول و ضوابط کو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اور جو لوگ مکتب جعفر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منسلک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امام جعفر صادق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فرق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ہے، لہذا جو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کا جانش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مانتے ان کو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اصحاب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 توض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کرن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پڑت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4" w:name="_Toc429651920"/>
      <w:r w:rsidRPr="00A90793">
        <w:rPr>
          <w:rFonts w:eastAsia="Calibri" w:hint="eastAsia"/>
          <w:rtl/>
        </w:rPr>
        <w:t>چوتھ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>:</w:t>
      </w:r>
      <w:bookmarkEnd w:id="24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کچھ اصحاب کے حق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دعا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ہے:</w:t>
      </w:r>
      <w:r w:rsidRPr="00E75DFB">
        <w:rPr>
          <w:rStyle w:val="libArabicChar"/>
          <w:rFonts w:eastAsia="Calibri"/>
          <w:rtl/>
        </w:rPr>
        <w:t>''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م فقّ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ف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الد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</w:t>
      </w:r>
      <w:r w:rsidRPr="00E75DFB">
        <w:rPr>
          <w:rStyle w:val="libArabicChar"/>
          <w:rFonts w:eastAsia="Calibri"/>
          <w:rtl/>
        </w:rPr>
        <w:t xml:space="preserve"> و علم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التاو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ل</w:t>
      </w:r>
      <w:r w:rsidRPr="00E75DFB">
        <w:rPr>
          <w:rStyle w:val="libArabicChar"/>
          <w:rFonts w:eastAsia="Calibri"/>
          <w:rtl/>
        </w:rPr>
        <w:t>''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''پالنے والے ابن عباس کو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سمجھ دار بنائے اور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کو سمجھائے''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اس جملہ دعائ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سے مراد اپنے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مطابق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کرنااور توض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ناہے</w:t>
      </w:r>
      <w:r w:rsidRPr="00A90793">
        <w:rPr>
          <w:rFonts w:eastAsia="Calibri"/>
          <w:rtl/>
        </w:rPr>
        <w:t xml:space="preserve"> لہذا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جائز ہے۔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اگر اس جملے کوکس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اصحاب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اور حق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فرماتے جو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اصول و ضوابط سے واقف نہ تھے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حضر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زانوے تلمذ نہ کرنے والے اصحاب ہوتے تو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احتمال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جاسکتا تھا۔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...........................................................................................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207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 xml:space="preserve"> ابن عباس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مفسر اور قار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کے لقب سے معروف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جملہ دعائ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سے اس مطلب کو ثابت کرنا نا انصاف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اللہ سے دعا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پالنے والے ان کو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قرآن سے نوازے،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قرآن اور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 آسمان کا فرق ہے انشاء اللہ بعد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کا فرق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نگے،</w:t>
      </w:r>
      <w:r w:rsidRPr="00A90793">
        <w:rPr>
          <w:rFonts w:eastAsia="Calibri"/>
          <w:rtl/>
        </w:rPr>
        <w:t xml:space="preserve"> لغ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اور اصطلاح کے حوالے سے دونوں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دوسرے کے مخالف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ان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عام و خاص من وجہ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نسبت 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لہذا اسے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جواز ثابت کرنا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کے اصول و ضوابط سے آگا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 ہونے کا مترادف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5" w:name="_Toc429651921"/>
      <w:r w:rsidRPr="00A90793">
        <w:rPr>
          <w:rFonts w:eastAsia="Calibri" w:hint="eastAsia"/>
          <w:rtl/>
        </w:rPr>
        <w:t>پانچو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>:</w:t>
      </w:r>
      <w:bookmarkEnd w:id="25"/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فہ</w:t>
      </w:r>
      <w:r w:rsidRPr="00A90793">
        <w:rPr>
          <w:rFonts w:eastAsia="Calibri"/>
          <w:rtl/>
        </w:rPr>
        <w:t xml:space="preserve"> سے 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بخار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باب جہل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فہ</w:t>
      </w:r>
      <w:r w:rsidRPr="00A90793">
        <w:rPr>
          <w:rFonts w:eastAsia="Calibri"/>
          <w:rtl/>
        </w:rPr>
        <w:t xml:space="preserve"> نے کہا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سے پوچھا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کے علاوہ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؟ اما م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 اس ذات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جس نے دانے کو شکافت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 نطفہ سے انسان بنا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</w:t>
      </w:r>
      <w:r w:rsidRPr="00A90793">
        <w:rPr>
          <w:rFonts w:eastAsia="Calibri"/>
          <w:rtl/>
        </w:rPr>
        <w:t xml:space="preserve"> ہم سو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جو اللہ نے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غمبر اکرم (ص) پر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جانتے ، اس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اس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کس جملے سے استدلال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معلوم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کے علاوہ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ہونے کا لازمہ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بالرّا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جواز ہے؟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امام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اصحاب کے فہم و در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 جاتا ہے؟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C70266" w:rsidRDefault="00C70266" w:rsidP="00A90793">
      <w:pPr>
        <w:pStyle w:val="libNormal"/>
        <w:rPr>
          <w:rFonts w:eastAsia="Calibri"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 xml:space="preserve"> اگر اس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 جائے تو اول و دوم کے فہم و دردک کو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کہناچاہ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ے؟</w:t>
      </w:r>
      <w:r w:rsidRPr="00A90793">
        <w:rPr>
          <w:rFonts w:eastAsia="Calibri"/>
          <w:rtl/>
        </w:rPr>
        <w:t xml:space="preserve"> جو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اور استحسان کو رواج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شا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تھے،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لوگوں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لئے غزال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کو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</w:t>
      </w:r>
      <w:r w:rsidRPr="00A90793">
        <w:rPr>
          <w:rFonts w:eastAsia="Calibri"/>
          <w:rtl/>
        </w:rPr>
        <w:t xml:space="preserve"> غزال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کہا، 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سماع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شرط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غلط ہے بلکہ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کو اپنے فہم و درک کے اعتبار سے قرآن سے استنباط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.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کا جواب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غزال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کہ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جواز کو ثابت کرنے کے لئے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جانش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وہ صحاب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رسول (ص)خدا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وہ تابع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ا</w:t>
      </w:r>
      <w:r w:rsidRPr="00A90793">
        <w:rPr>
          <w:rFonts w:eastAsia="Calibri" w:hint="eastAsia"/>
          <w:rtl/>
        </w:rPr>
        <w:t>جتہاد</w:t>
      </w:r>
      <w:r w:rsidRPr="00A90793">
        <w:rPr>
          <w:rFonts w:eastAsia="Calibri"/>
          <w:rtl/>
        </w:rPr>
        <w:t xml:space="preserve"> درمقابل نص کے شکار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ںکہ</w:t>
      </w:r>
      <w:r w:rsidRPr="00A90793">
        <w:rPr>
          <w:rFonts w:eastAsia="Calibri"/>
          <w:rtl/>
        </w:rPr>
        <w:t xml:space="preserve"> جس کو تمام مسلمانوں کے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حرام سمجھا جاتا ہے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ٹھوس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ہمارا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وضوابط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خط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مفکر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اور تحص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علوم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فقط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اہداف اوراغراض ومقاصد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 پر کرنا حرام ہے جس کو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شدت سے منع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ہے''من فسّر القرآن بر</w:t>
      </w:r>
      <w:r w:rsidR="007A0B2A" w:rsidRPr="007A0B2A">
        <w:rPr>
          <w:rFonts w:eastAsia="Calibri" w:hint="cs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تبوا</w:t>
      </w:r>
      <w:r w:rsidRPr="00A90793">
        <w:rPr>
          <w:rFonts w:eastAsia="Calibri"/>
          <w:rtl/>
        </w:rPr>
        <w:t xml:space="preserve"> مقعدہ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النار''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 ضوابط کے اپنے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کے مطابق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کرے تو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گاہ</w:t>
      </w:r>
      <w:r w:rsidRPr="00A90793">
        <w:rPr>
          <w:rFonts w:eastAsia="Calibri"/>
          <w:rtl/>
        </w:rPr>
        <w:t xml:space="preserve"> کو آگ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ڈالا جاتا ہے''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)احی</w:t>
      </w:r>
      <w:r w:rsidRPr="00A90793">
        <w:rPr>
          <w:rFonts w:hint="eastAsia"/>
          <w:rtl/>
        </w:rPr>
        <w:t>اء</w:t>
      </w:r>
      <w:r w:rsidRPr="00A90793">
        <w:rPr>
          <w:rtl/>
        </w:rPr>
        <w:t xml:space="preserve"> العلوم،ص</w:t>
      </w:r>
      <w:r w:rsidR="00FB0743" w:rsidRPr="00FB0743">
        <w:rPr>
          <w:rFonts w:hint="cs"/>
          <w:rtl/>
        </w:rPr>
        <w:t>181</w:t>
      </w:r>
      <w:r w:rsidRPr="00A90793">
        <w:rPr>
          <w:rFonts w:hint="cs"/>
          <w:rtl/>
        </w:rPr>
        <w:t>)</w:t>
      </w:r>
    </w:p>
    <w:p w:rsidR="00A90793" w:rsidRPr="00FB0743" w:rsidRDefault="00A90793" w:rsidP="00FB0743">
      <w:pPr>
        <w:pStyle w:val="libFootnote0"/>
        <w:rPr>
          <w:rtl/>
        </w:rPr>
      </w:pPr>
      <w:r w:rsidRPr="00FB074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FB0743">
        <w:rPr>
          <w:rFonts w:hint="cs"/>
          <w:rtl/>
        </w:rPr>
        <w:t>)مقدمہ مر</w:t>
      </w:r>
      <w:r w:rsidR="00FB0743" w:rsidRPr="00FB0743">
        <w:rPr>
          <w:rFonts w:hint="cs"/>
          <w:rtl/>
        </w:rPr>
        <w:t>ا</w:t>
      </w:r>
      <w:r w:rsidRPr="00FB0743">
        <w:rPr>
          <w:rFonts w:hint="cs"/>
          <w:rtl/>
        </w:rPr>
        <w:t>ۃ</w:t>
      </w:r>
      <w:r w:rsidRPr="00FB0743">
        <w:rPr>
          <w:rtl/>
        </w:rPr>
        <w:t xml:space="preserve"> العقول ج</w:t>
      </w:r>
      <w:r w:rsidR="00FB0743" w:rsidRPr="00FB0743">
        <w:rPr>
          <w:rFonts w:hint="cs"/>
          <w:rtl/>
        </w:rPr>
        <w:t>1</w:t>
      </w:r>
      <w:r w:rsidRPr="00FB0743">
        <w:rPr>
          <w:rFonts w:hint="cs"/>
          <w:rtl/>
        </w:rPr>
        <w:t xml:space="preserve"> علامہ عسکری</w:t>
      </w:r>
      <w:r w:rsidRPr="00FB0743">
        <w:rPr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)شناخت قرآن ص</w:t>
      </w:r>
      <w:r w:rsidR="00FB0743" w:rsidRPr="00FB0743">
        <w:rPr>
          <w:rFonts w:hint="cs"/>
          <w:rtl/>
        </w:rPr>
        <w:t>209</w:t>
      </w:r>
      <w:r w:rsidRPr="00A90793">
        <w:rPr>
          <w:rFonts w:hint="cs"/>
          <w:rtl/>
        </w:rPr>
        <w:t>ا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کرنے کے لئے برسوں سال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مات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،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(ع) نے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 کو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علامہ</w:t>
      </w:r>
      <w:r w:rsidRPr="00A90793">
        <w:rPr>
          <w:rFonts w:eastAsia="Calibri"/>
          <w:rtl/>
        </w:rPr>
        <w:t xml:space="preserve">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صدر المتالہ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ن،</w:t>
      </w:r>
      <w:r w:rsidRPr="00A90793">
        <w:rPr>
          <w:rFonts w:eastAsia="Calibri"/>
          <w:rtl/>
        </w:rPr>
        <w:t xml:space="preserve"> مرحوم حضرت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خوئ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کاشان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کا مطالعہ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کرنے کے لئے ،سولہ موضوعات پر صاحب نظر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سٹوں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روزناموں کا مطالعہ کرنے سے مفسر قرآن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 سک</w:t>
      </w:r>
      <w:r w:rsidRPr="00A90793">
        <w:rPr>
          <w:rFonts w:eastAsia="Calibri" w:hint="eastAsia"/>
          <w:rtl/>
        </w:rPr>
        <w:t>تا</w:t>
      </w:r>
      <w:r w:rsidRPr="00A90793">
        <w:rPr>
          <w:rFonts w:eastAsia="Calibri"/>
          <w:rtl/>
        </w:rPr>
        <w:t xml:space="preserve"> ہے ،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سننا اور کرنا دونوں حرام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اگرچہ</w:t>
      </w:r>
      <w:r w:rsidRPr="00A90793">
        <w:rPr>
          <w:rFonts w:eastAsia="Calibri"/>
          <w:rtl/>
        </w:rPr>
        <w:t xml:space="preserve"> حکم واقع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مقصود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مطابق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آئے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الات</w:t>
      </w:r>
      <w:r w:rsidRPr="00A90793">
        <w:rPr>
          <w:rFonts w:eastAsia="Calibri"/>
          <w:rtl/>
        </w:rPr>
        <w:t xml:space="preserve"> اور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و گمان اور استحسان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جس کو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منع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چاہے ڈاکٹر اور پروف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سر</w:t>
      </w:r>
      <w:r w:rsidRPr="00A90793">
        <w:rPr>
          <w:rFonts w:eastAsia="Calibri"/>
          <w:rtl/>
        </w:rPr>
        <w:t xml:space="preserve"> ہوں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نہ، چنانچہ ہمارے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اسلام اور کتاب و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نابود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کو استعمار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مدد اور تعاون سے ذرائع ابلاغ اور 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دوں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مشہور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جارہا ہے تاکہ اپنے اہداف کے حصول کے وقت کام آئے۔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FB0743" w:rsidRDefault="00A90793" w:rsidP="00FB0743">
      <w:pPr>
        <w:pStyle w:val="Heading1Center"/>
        <w:rPr>
          <w:rFonts w:eastAsia="Calibri"/>
          <w:rtl/>
        </w:rPr>
      </w:pPr>
      <w:bookmarkStart w:id="26" w:name="_Toc429651922"/>
      <w:r w:rsidRPr="00FB0743">
        <w:rPr>
          <w:rFonts w:eastAsia="Calibri" w:hint="eastAsia"/>
          <w:rtl/>
        </w:rPr>
        <w:t>م</w:t>
      </w:r>
      <w:r w:rsidR="00FB0743" w:rsidRPr="00FB0743">
        <w:rPr>
          <w:rFonts w:eastAsia="Calibri" w:hint="cs"/>
          <w:rtl/>
        </w:rPr>
        <w:t>ا</w:t>
      </w:r>
      <w:r w:rsidRPr="00FB0743">
        <w:rPr>
          <w:rFonts w:eastAsia="Calibri" w:hint="cs"/>
          <w:rtl/>
        </w:rPr>
        <w:t>خذ</w:t>
      </w:r>
      <w:r w:rsidRPr="00FB0743">
        <w:rPr>
          <w:rFonts w:eastAsia="Calibri"/>
          <w:rtl/>
        </w:rPr>
        <w:t xml:space="preserve"> تفس</w:t>
      </w:r>
      <w:r w:rsidRPr="00FB0743">
        <w:rPr>
          <w:rFonts w:eastAsia="Calibri" w:hint="cs"/>
          <w:rtl/>
        </w:rPr>
        <w:t>ی</w:t>
      </w:r>
      <w:r w:rsidRPr="00FB0743">
        <w:rPr>
          <w:rFonts w:eastAsia="Calibri" w:hint="eastAsia"/>
          <w:rtl/>
        </w:rPr>
        <w:t>ر</w:t>
      </w:r>
      <w:r w:rsidRPr="00FB0743">
        <w:rPr>
          <w:rFonts w:eastAsia="Calibri"/>
          <w:rtl/>
        </w:rPr>
        <w:t xml:space="preserve"> ک</w:t>
      </w:r>
      <w:r w:rsidRPr="00FB0743">
        <w:rPr>
          <w:rFonts w:eastAsia="Calibri" w:hint="cs"/>
          <w:rtl/>
        </w:rPr>
        <w:t>ی</w:t>
      </w:r>
      <w:r w:rsidRPr="00FB0743">
        <w:rPr>
          <w:rFonts w:eastAsia="Calibri"/>
          <w:rtl/>
        </w:rPr>
        <w:t xml:space="preserve"> وضاحت:</w:t>
      </w:r>
      <w:bookmarkEnd w:id="26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زمانے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رفتار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حالات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نظر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کو ہر زمانے کے لوگوں کے فہم و درک کے مطابق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تاکہ قرآن کے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وضات</w:t>
      </w:r>
      <w:r w:rsidRPr="00A90793">
        <w:rPr>
          <w:rFonts w:eastAsia="Calibri"/>
          <w:rtl/>
        </w:rPr>
        <w:t xml:space="preserve"> اور کلام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بہرہ مند ہو سکے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لئے چنانچہ پہلے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ذکر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مکمل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اصول </w:t>
      </w:r>
      <w:r w:rsidRPr="00A90793">
        <w:rPr>
          <w:rFonts w:eastAsia="Calibri" w:hint="eastAsia"/>
          <w:rtl/>
        </w:rPr>
        <w:t>و</w:t>
      </w:r>
      <w:r w:rsidRPr="00A90793">
        <w:rPr>
          <w:rFonts w:eastAsia="Calibri"/>
          <w:rtl/>
        </w:rPr>
        <w:t xml:space="preserve"> ضوابط کا ہونا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،جس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 جاتا ہے،جس کو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ممنوع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ہے، لہذا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اصول و ضوابط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اہم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اصول و ضوابط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کا م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خذ اور مصادر کہا جاتا ہے جن سے آگاہ ہونا لازم اور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اس کا خلاصہ 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)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 سے۔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)قرآن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سنت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 سے۔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)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عقل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 سے۔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اگر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عالم با عمل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چاہے تو اسے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کا سرچشمہ قرآن اور عقل و سنت قرار دے اور ان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نوں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کرنا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فلسفہ، منطق اور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علاوہ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مقدمات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علوم کوصح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قے</w:t>
      </w:r>
      <w:r w:rsidRPr="00A90793">
        <w:rPr>
          <w:rFonts w:eastAsia="Calibri"/>
          <w:rtl/>
        </w:rPr>
        <w:t xml:space="preserve"> سے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اور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کرنے پر متوقف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لئے ان علوم کو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جو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مجتہد کے لئے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کھنا</w:t>
      </w:r>
      <w:r w:rsidRPr="00A90793">
        <w:rPr>
          <w:rFonts w:eastAsia="Calibri"/>
          <w:rtl/>
        </w:rPr>
        <w:t xml:space="preserve"> لازم ہے، اور انشاء اللہ بعد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علوم کا نام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ذکر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>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دور حاضر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حوزہ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کے حالات اور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مدارس اور طالب علموں کے حالات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نظر مفسر قرآن اور مجتہد اعلم کا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</w:t>
      </w:r>
      <w:r w:rsidRPr="00A90793">
        <w:rPr>
          <w:rFonts w:eastAsia="Calibri"/>
          <w:rtl/>
        </w:rPr>
        <w:t xml:space="preserve"> کرنا بہت مشکل ہے جب کہ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علماء اورمحقق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زمانے کے تمام خرافات اور اعتراضات سے اسلام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کرتے ہوئے آئے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کوتاہ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سست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کچھ نہ ہو لہذا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سے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غفلت اور کو تاہ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دور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درخواست کرتا ہے، تاکہ مذہب اور اسلام پر آنے والے بے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اعتراضات اور خرافات سے مذہب اور اسلام کو بچا سکے، چنانچہ مرحوم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علماء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تش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ناشناختہ گذرے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برسوں سال فکر اور زحمت اٹھانے کے بعد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لکھنا سب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اہم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ا،اور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ہر سال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سے جد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ہے، تا کہ لوگ قرآن کو سمجھ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خرافات و توہمات سے عقائداسلام اورمذہب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حفاظت کر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7" w:name="_Toc429651923"/>
      <w:r w:rsidRPr="00A90793">
        <w:rPr>
          <w:rFonts w:eastAsia="Calibri" w:hint="eastAsia"/>
          <w:rtl/>
        </w:rPr>
        <w:t>شرا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ط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قرآن:</w:t>
      </w:r>
      <w:bookmarkEnd w:id="27"/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واحد کتاب ہے جو اہل زبان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عام و عاد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سنتے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سمجھ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اندازہ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کرنے کے لئے اس کو سمجھنے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علوم پر مہارت حاصل کرنے کے علاوہ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مخصوص نہج اور روش 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اگاہ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 لہذا وہ علوم جو مفسر قرآن کے لئے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کھنااور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کرنالازم ہے وہ 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)علم لغت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)علم صرف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)</w:t>
      </w:r>
      <w:r w:rsidR="00A90793" w:rsidRPr="00A90793">
        <w:rPr>
          <w:rFonts w:eastAsia="Calibri"/>
          <w:rtl/>
        </w:rPr>
        <w:t>علم اشتقاق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)علم نحو و اعراب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)علم معان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) علم قرائت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) علم کلام و اصول عقائد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) علم اصول الفقہ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>)علم اسباب نزول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>) علم 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>) علم تار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12</w:t>
      </w:r>
      <w:r w:rsidR="00A90793" w:rsidRPr="007A0B2A">
        <w:rPr>
          <w:rFonts w:eastAsia="Calibri" w:hint="cs"/>
          <w:rtl/>
        </w:rPr>
        <w:t>) فقہ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مسائل کہ جن کاتذکرہ قرآن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ہوا ہے اس پر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علم ہونا چاہے ، ان تما م علوم کو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کھنے</w:t>
      </w:r>
      <w:r w:rsidR="00A90793" w:rsidRPr="00A90793">
        <w:rPr>
          <w:rFonts w:eastAsia="Calibri"/>
          <w:rtl/>
        </w:rPr>
        <w:t xml:space="preserve"> کے بعد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قرآن کے لئے اہم تر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شرط خلوص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ہے ، خلوص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کے بغ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رقرآن</w:t>
      </w:r>
      <w:r w:rsidR="00A90793" w:rsidRPr="00A90793">
        <w:rPr>
          <w:rFonts w:eastAsia="Calibri"/>
          <w:rtl/>
        </w:rPr>
        <w:t xml:space="preserve"> ناقص رہے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ونکہ</w:t>
      </w:r>
      <w:r w:rsidR="00A90793" w:rsidRPr="00A90793">
        <w:rPr>
          <w:rFonts w:eastAsia="Calibri"/>
          <w:rtl/>
        </w:rPr>
        <w:t xml:space="preserve"> ہر وہ کام جو خلوص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سے انجام پاتا ہے وہ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اللہ تبارک و ت</w:t>
      </w:r>
      <w:r w:rsidR="00A90793" w:rsidRPr="00A90793">
        <w:rPr>
          <w:rFonts w:eastAsia="Calibri" w:hint="eastAsia"/>
          <w:rtl/>
        </w:rPr>
        <w:t>عال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نظر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قابل قبول ہے۔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8" w:name="_Toc429651924"/>
      <w:r w:rsidRPr="00A90793">
        <w:rPr>
          <w:rFonts w:eastAsia="Calibri" w:hint="eastAsia"/>
          <w:rtl/>
        </w:rPr>
        <w:t>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وضاحت:</w:t>
      </w:r>
      <w:bookmarkEnd w:id="28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ہم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قران کے حوالے سے زمانے کو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قسموں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)زمان معصوم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) زمان اصحاب۔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) زمان 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و ما بعد ال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زماننا ہذا۔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کے متعلق دو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م انجام پائے تھے: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)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کو جس طرح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نازل ہوا تھا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الفاظ اور کلمات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لوگوں کے ذہنوں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ڈالنا۔</w:t>
      </w:r>
    </w:p>
    <w:p w:rsidR="00C70266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) اس زمانے کے لوگوں کے فہم و درک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لوگوں کو حقائق قرآ ن سے با خبر کرنا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خود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صاف لفظوں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کرتا ہے .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سب سے پہلے مفسر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''سورہ نحل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="00FB0743" w:rsidRPr="00FB0743">
        <w:rPr>
          <w:rFonts w:eastAsia="Calibri" w:hint="cs"/>
          <w:rtl/>
        </w:rPr>
        <w:t>44</w:t>
      </w:r>
      <w:r w:rsidRPr="007A0B2A">
        <w:rPr>
          <w:rFonts w:eastAsia="Calibri" w:hint="cs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موجود ہے </w:t>
      </w:r>
      <w:r w:rsidRPr="00E75DFB">
        <w:rPr>
          <w:rStyle w:val="libArabicChar"/>
          <w:rFonts w:eastAsia="Calibri"/>
          <w:rtl/>
        </w:rPr>
        <w:t>''و النزلنا ال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ک</w:t>
      </w:r>
      <w:r w:rsidRPr="00E75DFB">
        <w:rPr>
          <w:rStyle w:val="libArabicChar"/>
          <w:rFonts w:eastAsia="Calibri"/>
          <w:rtl/>
        </w:rPr>
        <w:t xml:space="preserve"> الذکر لتب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</w:t>
      </w:r>
      <w:r w:rsidRPr="00E75DFB">
        <w:rPr>
          <w:rStyle w:val="libArabicChar"/>
          <w:rFonts w:eastAsia="Calibri"/>
          <w:rtl/>
        </w:rPr>
        <w:t xml:space="preserve"> للناس</w:t>
      </w:r>
      <w:r w:rsidRPr="00A90793">
        <w:rPr>
          <w:rFonts w:eastAsia="Calibri"/>
          <w:rtl/>
        </w:rPr>
        <w:t>''اس مطلب کو ثابت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eastAsia"/>
          <w:rtl/>
        </w:rPr>
        <w:t>رانبہا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سار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رجوع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ابن</w:t>
      </w:r>
      <w:r w:rsidRPr="00A90793">
        <w:rPr>
          <w:rFonts w:eastAsia="Calibri"/>
          <w:rtl/>
        </w:rPr>
        <w:t xml:space="preserve"> خلدون کا کہنا ہے کہ قرآن عرب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نازل ہوا ہے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فصاحت و بلاغت اور مفردات کے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ہر اہل زبان با خبر تھے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جملے اور حقا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قرآن اور ناسخ و منسوخ اورد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مسائل کے حوالے سے قرآن ہر کس و ناکس کے فہم و درک سے بالاتر تھا لہذا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اکرم</w:t>
      </w:r>
      <w:r w:rsidRPr="00A90793">
        <w:rPr>
          <w:rFonts w:eastAsia="Calibri"/>
          <w:rtl/>
        </w:rPr>
        <w:t xml:space="preserve"> (ص) لوگوں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مطالب اور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کرتے تھے۔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</w:t>
      </w:r>
      <w:r w:rsidRPr="00A90793">
        <w:rPr>
          <w:rFonts w:eastAsia="Calibri"/>
          <w:rtl/>
        </w:rPr>
        <w:t xml:space="preserve"> بو الفتوح راز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ں،رجوع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)روض الجنان،ج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،ابو الفتوح رازی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الاتقان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، جلال الدی</w:t>
      </w:r>
      <w:r w:rsidRPr="00A90793">
        <w:rPr>
          <w:rFonts w:hint="eastAsia"/>
          <w:rtl/>
        </w:rPr>
        <w:t>ن</w:t>
      </w:r>
      <w:r w:rsidRPr="00A90793">
        <w:rPr>
          <w:rtl/>
        </w:rPr>
        <w:t xml:space="preserve"> 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وط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،</w:t>
      </w:r>
      <w:r w:rsidRPr="00A90793">
        <w:rPr>
          <w:rtl/>
        </w:rPr>
        <w:t xml:space="preserve"> ابن خلدون مقدمہ، طبرس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مجمع الب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ان،ج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۔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طرح کے الفاظ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نے نہ فقط لوگوں کو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سے آگاہ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بلکہ ہر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کے ساتھ ساتھ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کے اصول و ضوابط اور نہج و روش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لوگوں کے ذہنوں کومبذول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تاکہ لوگوں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بچا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ں،رجوع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از نظر عقل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پہلا مفسر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کوہونا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 لوگوں کو معارف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اوراحکام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باخبر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کا لازم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توض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ہر انسان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ذہانت اورفہم و درک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کسان</w:t>
      </w:r>
      <w:r w:rsidRPr="00A90793">
        <w:rPr>
          <w:rFonts w:eastAsia="Calibri"/>
          <w:rtl/>
        </w:rPr>
        <w:t xml:space="preserve"> نہ ہونے کے باوجود ہر کل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جزئ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ات،</w:t>
      </w:r>
      <w:r w:rsidRPr="00A90793">
        <w:rPr>
          <w:rFonts w:eastAsia="Calibri"/>
          <w:rtl/>
        </w:rPr>
        <w:t xml:space="preserve"> کنا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 اشارات کو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درک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29" w:name="_Toc429651925"/>
      <w:r w:rsidRPr="00A90793">
        <w:rPr>
          <w:rFonts w:eastAsia="Calibri" w:hint="eastAsia"/>
          <w:rtl/>
        </w:rPr>
        <w:t>دوسرے</w:t>
      </w:r>
      <w:r w:rsidRPr="00A90793">
        <w:rPr>
          <w:rFonts w:eastAsia="Calibri"/>
          <w:rtl/>
        </w:rPr>
        <w:t xml:space="preserve"> مفسر قرآن:</w:t>
      </w:r>
      <w:bookmarkEnd w:id="29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السلام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جو ہر وقت معارف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دستور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محافظ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آغاز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اختتام وح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تک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کے شانہ بہ شانہ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حفاظت کرتے رہے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اہل سنت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آپ کو مفسر قرآن اور برجستہ اصحاب رسول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شمار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۔عطا </w:t>
      </w:r>
      <w:r w:rsidRPr="00A90793">
        <w:rPr>
          <w:rFonts w:eastAsia="Calibri" w:hint="eastAsia"/>
          <w:rtl/>
        </w:rPr>
        <w:t>بن</w:t>
      </w:r>
      <w:r w:rsidRPr="00A90793">
        <w:rPr>
          <w:rFonts w:eastAsia="Calibri"/>
          <w:rtl/>
        </w:rPr>
        <w:t xml:space="preserve">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اح</w:t>
      </w:r>
      <w:r w:rsidRPr="00A90793">
        <w:rPr>
          <w:rFonts w:eastAsia="Calibri"/>
          <w:rtl/>
        </w:rPr>
        <w:t xml:space="preserve"> نے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سے پوچھا</w:t>
      </w:r>
      <w:r w:rsidRPr="003D666A">
        <w:rPr>
          <w:rStyle w:val="libArabicChar"/>
          <w:rFonts w:eastAsia="Calibri"/>
          <w:rtl/>
        </w:rPr>
        <w:t>''</w:t>
      </w:r>
      <w:r w:rsidRPr="003D666A">
        <w:rPr>
          <w:rStyle w:val="libArabicChar"/>
          <w:rFonts w:eastAsia="Calibri" w:hint="cs"/>
          <w:rtl/>
        </w:rPr>
        <w:t>أکان فی</w:t>
      </w:r>
      <w:r w:rsidRPr="003D666A">
        <w:rPr>
          <w:rStyle w:val="libArabicChar"/>
          <w:rFonts w:eastAsia="Calibri"/>
          <w:rtl/>
        </w:rPr>
        <w:t xml:space="preserve"> اصحاب محمد (ص)العلم من عل</w:t>
      </w:r>
      <w:r w:rsidRPr="003D666A">
        <w:rPr>
          <w:rStyle w:val="libArabicChar"/>
          <w:rFonts w:eastAsia="Calibri" w:hint="cs"/>
          <w:rtl/>
        </w:rPr>
        <w:t>ی</w:t>
      </w:r>
      <w:r w:rsidRPr="003D666A">
        <w:rPr>
          <w:rStyle w:val="libArabicChar"/>
          <w:rFonts w:eastAsia="Calibri"/>
          <w:rtl/>
        </w:rPr>
        <w:t xml:space="preserve"> قال لا والل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 xml:space="preserve"> لا اع</w:t>
      </w:r>
      <w:r w:rsidRPr="003D666A">
        <w:rPr>
          <w:rStyle w:val="libArabicChar"/>
          <w:rFonts w:eastAsia="Calibri"/>
          <w:rtl/>
        </w:rPr>
        <w:t>لم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>.''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)الاتقان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296</w:t>
      </w:r>
      <w:r w:rsidRPr="00A90793">
        <w:rPr>
          <w:rFonts w:hint="cs"/>
          <w:rtl/>
        </w:rPr>
        <w:t>و روض الجنان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53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حضرت رسولؐ کے اصحاب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سے عالم تر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خدا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قسم اس سے عالم تر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آنحضرت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:</w:t>
      </w:r>
      <w:r w:rsidRPr="00E75DFB">
        <w:rPr>
          <w:rStyle w:val="libArabicChar"/>
          <w:rFonts w:eastAsia="Calibri"/>
          <w:rtl/>
        </w:rPr>
        <w:t>''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مع القرآن و القرآن مع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>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(ع)قرآن کے ساتھ ہے اور قرآن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ساتھ ہے''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ابن مسعود سے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7A0B2A">
        <w:rPr>
          <w:rStyle w:val="libArabicChar"/>
          <w:rFonts w:eastAsia="Calibri" w:hint="eastAsia"/>
          <w:rtl/>
        </w:rPr>
        <w:t>ان</w:t>
      </w:r>
      <w:r w:rsidRPr="007A0B2A">
        <w:rPr>
          <w:rStyle w:val="libArabicChar"/>
          <w:rFonts w:eastAsia="Calibri"/>
          <w:rtl/>
        </w:rPr>
        <w:t xml:space="preserve"> القرآن </w:t>
      </w:r>
      <w:r w:rsidRPr="007A0B2A">
        <w:rPr>
          <w:rStyle w:val="libArabicChar"/>
          <w:rFonts w:eastAsia="Calibri" w:hint="cs"/>
          <w:rtl/>
        </w:rPr>
        <w:t>أنزل علی</w:t>
      </w:r>
      <w:r w:rsidRPr="007A0B2A">
        <w:rPr>
          <w:rStyle w:val="libArabicChar"/>
          <w:rFonts w:eastAsia="Calibri"/>
          <w:rtl/>
        </w:rPr>
        <w:t xml:space="preserve"> سبع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7A0B2A">
        <w:rPr>
          <w:rStyle w:val="libArabicChar"/>
          <w:rFonts w:eastAsia="Calibri"/>
          <w:rtl/>
        </w:rPr>
        <w:t xml:space="preserve"> احرف ما من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>ا حرف الا و 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 xml:space="preserve"> ظ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>ر و بطن وا ن عل</w:t>
      </w:r>
      <w:r w:rsidRPr="007A0B2A">
        <w:rPr>
          <w:rStyle w:val="libArabicChar"/>
          <w:rFonts w:eastAsia="Calibri" w:hint="cs"/>
          <w:rtl/>
        </w:rPr>
        <w:t>ی</w:t>
      </w:r>
      <w:r w:rsidRPr="007A0B2A">
        <w:rPr>
          <w:rStyle w:val="libArabicChar"/>
          <w:rFonts w:eastAsia="Calibri"/>
          <w:rtl/>
        </w:rPr>
        <w:t xml:space="preserve"> بن اب</w:t>
      </w:r>
      <w:r w:rsidRPr="007A0B2A">
        <w:rPr>
          <w:rStyle w:val="libArabicChar"/>
          <w:rFonts w:eastAsia="Calibri" w:hint="cs"/>
          <w:rtl/>
        </w:rPr>
        <w:t>ی</w:t>
      </w:r>
      <w:r w:rsidRPr="007A0B2A">
        <w:rPr>
          <w:rStyle w:val="libArabicChar"/>
          <w:rFonts w:eastAsia="Calibri"/>
          <w:rtl/>
        </w:rPr>
        <w:t xml:space="preserve"> طالب عند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 xml:space="preserve"> من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 xml:space="preserve"> الظا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>ر و</w:t>
      </w:r>
      <w:r w:rsidRPr="007A0B2A">
        <w:rPr>
          <w:rStyle w:val="libArabicChar"/>
          <w:rFonts w:eastAsia="Calibri"/>
          <w:rtl/>
        </w:rPr>
        <w:t>الباطن</w:t>
      </w:r>
      <w:r w:rsidRPr="00A90793">
        <w:rPr>
          <w:rFonts w:eastAsia="Calibri"/>
          <w:rtl/>
        </w:rPr>
        <w:t>.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قرآن کو سات حروف پر نازل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حروف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کا ظاہر و باطن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ہوا کرتا ہے اور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کے باطن اور ظاہر سے آگاہ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جناب</w:t>
      </w:r>
      <w:r w:rsidRPr="00A90793">
        <w:rPr>
          <w:rFonts w:eastAsia="Calibri"/>
          <w:rtl/>
        </w:rPr>
        <w:t xml:space="preserve"> ذہب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التفس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: </w:t>
      </w:r>
      <w:r w:rsidRPr="00E75DFB">
        <w:rPr>
          <w:rStyle w:val="libArabicChar"/>
          <w:rFonts w:eastAsia="Calibri"/>
          <w:rtl/>
        </w:rPr>
        <w:t>کان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رض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عن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بحر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ف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العلم..</w:t>
      </w:r>
      <w:r w:rsidRPr="00A90793">
        <w:rPr>
          <w:rFonts w:eastAsia="Calibri"/>
          <w:rtl/>
        </w:rPr>
        <w:t>''حضرت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(ع)علم کے در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اتھے</w:t>
      </w:r>
      <w:r w:rsidRPr="00A90793">
        <w:rPr>
          <w:rFonts w:eastAsia="Calibri"/>
          <w:rtl/>
        </w:rPr>
        <w:t xml:space="preserve">''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4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)ذہبی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79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)کنز العمال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ص </w:t>
      </w:r>
      <w:r w:rsidR="00FB0743" w:rsidRPr="00FB0743">
        <w:rPr>
          <w:rFonts w:hint="cs"/>
          <w:rtl/>
        </w:rPr>
        <w:t>201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)الاتقان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187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4</w:t>
      </w:r>
      <w:r w:rsidRPr="00A90793">
        <w:rPr>
          <w:rFonts w:hint="cs"/>
          <w:rtl/>
        </w:rPr>
        <w:t>)التفسی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89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ابن عباس نے کہا''</w:t>
      </w:r>
      <w:r w:rsidRPr="00E75DFB">
        <w:rPr>
          <w:rStyle w:val="libArabicChar"/>
          <w:rFonts w:eastAsia="Calibri"/>
          <w:rtl/>
        </w:rPr>
        <w:t xml:space="preserve"> ما اخذت من تفس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ر</w:t>
      </w:r>
      <w:r w:rsidRPr="00E75DFB">
        <w:rPr>
          <w:rStyle w:val="libArabicChar"/>
          <w:rFonts w:eastAsia="Calibri"/>
          <w:rtl/>
        </w:rPr>
        <w:t xml:space="preserve"> القرآن فعن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ابن اب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طالب''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'جو کچھ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وہ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سے در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افت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ہے'' لہذا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،تاو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قرآن، ناسخ و منسوخ ،عام و خاص ، مطلق و مق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، محکمات و متشابہات اور حروف مقطعات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حقائق قر</w:t>
      </w:r>
      <w:r w:rsidRPr="00A90793">
        <w:rPr>
          <w:rFonts w:eastAsia="Calibri" w:hint="eastAsia"/>
          <w:rtl/>
        </w:rPr>
        <w:t>آن</w:t>
      </w:r>
      <w:r w:rsidRPr="00A90793">
        <w:rPr>
          <w:rFonts w:eastAsia="Calibri"/>
          <w:rtl/>
        </w:rPr>
        <w:t xml:space="preserve"> من البدو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ختم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بعد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جانتے تھے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اصول و ضوابط کو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ان کے اصول و ضوابط سے ہٹ کر،ک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جتنے اچھے الفاظ اور حسن سلوک پر مشتمل ہو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کے بعد مرحلہ سوم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ہم</w:t>
      </w:r>
      <w:r w:rsidRPr="00A90793">
        <w:rPr>
          <w:rFonts w:eastAsia="Calibri"/>
          <w:rtl/>
        </w:rPr>
        <w:t xml:space="preserve"> السلام شمار کئے جاتے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اگر چہ نزول قرآن کے وقت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بہ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کو درک نہ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حضرات جس طرح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(ص)حجت خدا اور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رسول اور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تھے، اس طرح </w:t>
      </w:r>
      <w:r w:rsidRPr="00A90793">
        <w:rPr>
          <w:rFonts w:eastAsia="Calibri" w:hint="eastAsia"/>
          <w:rtl/>
        </w:rPr>
        <w:t>وہ</w:t>
      </w:r>
      <w:r w:rsidRPr="00A90793">
        <w:rPr>
          <w:rFonts w:eastAsia="Calibri"/>
          <w:rtl/>
        </w:rPr>
        <w:t xml:space="preserve"> ان کے جانش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ذمہ دار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تکال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/>
          <w:rtl/>
        </w:rPr>
        <w:t xml:space="preserve"> کو انجام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کے لئے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منصوب کئے گئے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چنانچہ حضرت امام محمد باقر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امام جعفر صادق سے منقول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اور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اندازہ کر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(ع)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زمانے کے ظالم حکمر</w:t>
      </w:r>
      <w:r w:rsidRPr="00A90793">
        <w:rPr>
          <w:rFonts w:eastAsia="Calibri" w:hint="eastAsia"/>
          <w:rtl/>
        </w:rPr>
        <w:t>انوں</w:t>
      </w:r>
      <w:r w:rsidRPr="00A90793">
        <w:rPr>
          <w:rFonts w:eastAsia="Calibri"/>
          <w:rtl/>
        </w:rPr>
        <w:t xml:space="preserve"> سے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بہ تن ہو کر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 وضاحت کرتے رہے لہذا آج جب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89</w:t>
      </w:r>
      <w:r w:rsidRPr="00A90793">
        <w:rPr>
          <w:rFonts w:hint="cs"/>
          <w:rtl/>
        </w:rPr>
        <w:t>)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علماء</w:t>
      </w:r>
      <w:r w:rsidRPr="00A90793">
        <w:rPr>
          <w:rFonts w:eastAsia="Calibri"/>
          <w:rtl/>
        </w:rPr>
        <w:t xml:space="preserve"> اور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در منثور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المنار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اندازہ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 سکتا ہے کہ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سنگ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مشکل دشوار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سے مقابلہ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،رجوع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جئے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اصحاب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جو مفسر قرآن تھے: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اصحاب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جو مفسر قرآن ہے ان کو دو حصوں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 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) اصحاب رسول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مفسر قرآن۔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)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آئمہ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(ع) کے اصحاب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جو مفسر قرآن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) عبداللہ ابن عباس: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چچا ذاد بھائ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تھے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وفات کے وقت ان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عمر </w:t>
      </w:r>
      <w:r w:rsidRPr="00FB0743">
        <w:rPr>
          <w:rFonts w:eastAsia="Calibri" w:hint="cs"/>
          <w:rtl/>
        </w:rPr>
        <w:t>13</w:t>
      </w:r>
      <w:r w:rsidR="00A90793" w:rsidRPr="007A0B2A">
        <w:rPr>
          <w:rFonts w:eastAsia="Calibri" w:hint="cs"/>
          <w:rtl/>
        </w:rPr>
        <w:t xml:space="preserve"> سال بتا 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آپ بچپنے سے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ساتھ ہوتے تھے لہذا اصحاب رسول (ص)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شمار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جاتا ہے ،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نے آپ کے بارے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>:</w:t>
      </w:r>
      <w:r w:rsidR="00A90793" w:rsidRPr="00E75DFB">
        <w:rPr>
          <w:rStyle w:val="libArabicChar"/>
          <w:rFonts w:eastAsia="Calibri"/>
          <w:rtl/>
        </w:rPr>
        <w:t>''الل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="00A90793" w:rsidRPr="00483224">
        <w:rPr>
          <w:rStyle w:val="libArabicChar"/>
          <w:rFonts w:eastAsia="Calibri"/>
          <w:rtl/>
        </w:rPr>
        <w:t>م علّم</w:t>
      </w:r>
      <w:r w:rsidR="00483224" w:rsidRPr="00483224">
        <w:rPr>
          <w:rStyle w:val="libArabicChar"/>
          <w:rFonts w:eastAsia="Calibri" w:hint="cs"/>
          <w:rtl/>
        </w:rPr>
        <w:t>ه</w:t>
      </w:r>
      <w:r w:rsidR="00A90793" w:rsidRPr="00E75DFB">
        <w:rPr>
          <w:rStyle w:val="libArabicChar"/>
          <w:rFonts w:eastAsia="Calibri"/>
          <w:rtl/>
        </w:rPr>
        <w:t xml:space="preserve"> الحکم</w:t>
      </w:r>
      <w:r w:rsidR="00483224" w:rsidRPr="00483224">
        <w:rPr>
          <w:rStyle w:val="libArabicChar"/>
          <w:rFonts w:eastAsia="Calibri" w:hint="cs"/>
          <w:rtl/>
        </w:rPr>
        <w:t>ة</w:t>
      </w:r>
      <w:r w:rsidR="00A90793" w:rsidRPr="00E75DFB">
        <w:rPr>
          <w:rStyle w:val="libArabicChar"/>
          <w:rFonts w:eastAsia="Calibri"/>
          <w:rtl/>
        </w:rPr>
        <w:t>''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2</w:t>
      </w:r>
      <w:r w:rsidR="00A90793" w:rsidRPr="00955A96">
        <w:rPr>
          <w:rStyle w:val="libFootnotenumChar"/>
          <w:rFonts w:hint="cs"/>
          <w:rtl/>
        </w:rPr>
        <w:t>)</w:t>
      </w:r>
      <w:r w:rsidR="00A90793" w:rsidRPr="007A0B2A">
        <w:rPr>
          <w:rFonts w:eastAsia="Calibri" w:hint="cs"/>
          <w:rtl/>
        </w:rPr>
        <w:t>''پروردگارا اس کو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فق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بنا ئے اور اس کو تاو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قرآن سے نوازے''حضرت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(ص)نے آپ کو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آغوش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اتھا</w:t>
      </w:r>
      <w:r w:rsidR="00A90793" w:rsidRPr="00A90793">
        <w:rPr>
          <w:rFonts w:eastAsia="Calibri"/>
          <w:rtl/>
        </w:rPr>
        <w:t xml:space="preserve"> اور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کرتے تھے : </w:t>
      </w:r>
      <w:r w:rsidR="00A90793" w:rsidRPr="00E75DFB">
        <w:rPr>
          <w:rStyle w:val="libArabicChar"/>
          <w:rFonts w:eastAsia="Calibri"/>
          <w:rtl/>
        </w:rPr>
        <w:t>''الل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="00A90793" w:rsidRPr="00483224">
        <w:rPr>
          <w:rStyle w:val="libArabicChar"/>
          <w:rFonts w:eastAsia="Calibri"/>
          <w:rtl/>
        </w:rPr>
        <w:t>م فق</w:t>
      </w:r>
      <w:r w:rsidR="00483224" w:rsidRPr="00483224">
        <w:rPr>
          <w:rStyle w:val="libArabicChar"/>
          <w:rFonts w:eastAsia="Calibri" w:hint="cs"/>
          <w:rtl/>
        </w:rPr>
        <w:t>هه</w:t>
      </w:r>
      <w:r w:rsidR="00A90793" w:rsidRPr="00483224">
        <w:rPr>
          <w:rStyle w:val="libArabicChar"/>
          <w:rFonts w:eastAsia="Calibri"/>
          <w:rtl/>
        </w:rPr>
        <w:t xml:space="preserve"> ف</w:t>
      </w:r>
      <w:r w:rsidR="00A90793" w:rsidRPr="00E75DFB">
        <w:rPr>
          <w:rStyle w:val="libArabicChar"/>
          <w:rFonts w:eastAsia="Calibri" w:hint="cs"/>
          <w:rtl/>
        </w:rPr>
        <w:t>ی</w:t>
      </w:r>
      <w:r w:rsidR="00A90793" w:rsidRPr="00E75DFB">
        <w:rPr>
          <w:rStyle w:val="libArabicChar"/>
          <w:rFonts w:eastAsia="Calibri"/>
          <w:rtl/>
        </w:rPr>
        <w:t xml:space="preserve"> الد</w:t>
      </w:r>
      <w:r w:rsidR="00A90793" w:rsidRPr="00E75DFB">
        <w:rPr>
          <w:rStyle w:val="libArabicChar"/>
          <w:rFonts w:eastAsia="Calibri" w:hint="cs"/>
          <w:rtl/>
        </w:rPr>
        <w:t>ی</w:t>
      </w:r>
      <w:r w:rsidR="00A90793" w:rsidRPr="00E75DFB">
        <w:rPr>
          <w:rStyle w:val="libArabicChar"/>
          <w:rFonts w:eastAsia="Calibri" w:hint="eastAsia"/>
          <w:rtl/>
        </w:rPr>
        <w:t>ن</w:t>
      </w:r>
      <w:r w:rsidR="00A90793" w:rsidRPr="00E75DFB">
        <w:rPr>
          <w:rStyle w:val="libArabicChar"/>
          <w:rFonts w:eastAsia="Calibri"/>
          <w:rtl/>
        </w:rPr>
        <w:t xml:space="preserve"> و انتشر من</w:t>
      </w:r>
      <w:r w:rsidR="00483224" w:rsidRPr="00483224">
        <w:rPr>
          <w:rStyle w:val="libArabicChar"/>
          <w:rFonts w:eastAsia="Calibri" w:hint="cs"/>
          <w:rtl/>
        </w:rPr>
        <w:t>ه</w:t>
      </w:r>
      <w:r w:rsidR="00A90793" w:rsidRPr="00483224">
        <w:rPr>
          <w:rStyle w:val="libArabicChar"/>
          <w:rFonts w:eastAsia="Calibri"/>
          <w:rtl/>
        </w:rPr>
        <w:t>''</w:t>
      </w:r>
      <w:r w:rsidR="00A90793" w:rsidRPr="00A90793">
        <w:rPr>
          <w:rFonts w:eastAsia="Calibri"/>
          <w:rtl/>
        </w:rPr>
        <w:t xml:space="preserve"> (</w:t>
      </w: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)''پروردگارا اس کو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>ن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فق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بنا اور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نشر و اشاعت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توف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/>
          <w:rtl/>
        </w:rPr>
        <w:t xml:space="preserve"> عطا فرما''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)در منثور، المنار، صافی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)التفسی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68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)سفی</w:t>
      </w:r>
      <w:r w:rsidRPr="00A90793">
        <w:rPr>
          <w:rFonts w:hint="eastAsia"/>
          <w:rtl/>
        </w:rPr>
        <w:t>ن</w:t>
      </w:r>
      <w:r w:rsidRPr="00A90793">
        <w:rPr>
          <w:rFonts w:hint="cs"/>
          <w:rtl/>
        </w:rPr>
        <w:t>ۃ</w:t>
      </w:r>
      <w:r w:rsidRPr="00A90793">
        <w:rPr>
          <w:rtl/>
        </w:rPr>
        <w:t xml:space="preserve"> البحار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ص </w:t>
      </w:r>
      <w:r w:rsidR="00FB0743" w:rsidRPr="00FB0743">
        <w:rPr>
          <w:rFonts w:hint="cs"/>
          <w:rtl/>
        </w:rPr>
        <w:t>154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علوم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آپ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مقام و منزلت کا اندازہ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القاب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ہوسکتاہے کہ ابن عباس کو ترجمان القرآن ،فارس القرآ ن ، احبر الام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بحر الام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المفسر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،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خ</w:t>
      </w:r>
      <w:r w:rsidRPr="00A90793">
        <w:rPr>
          <w:rFonts w:eastAsia="Calibri"/>
          <w:rtl/>
        </w:rPr>
        <w:t xml:space="preserve"> المفسر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اجاتاہے</w:t>
      </w:r>
      <w:r w:rsidRPr="00A90793">
        <w:rPr>
          <w:rFonts w:eastAsia="Calibri"/>
          <w:rtl/>
        </w:rPr>
        <w:t>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اگر</w:t>
      </w:r>
      <w:r w:rsidRPr="00A90793">
        <w:rPr>
          <w:rFonts w:eastAsia="Calibri"/>
          <w:rtl/>
        </w:rPr>
        <w:t xml:space="preserve"> چہ بہت سارے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مفکر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آپ کو حضرت امام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شاگردوں اور اصحاب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شمار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جناب ذہب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ہے:ما اخذت من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فعن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طالب''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''جو کچھ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وہ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طالب سے در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افت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 اس جملے سے معلوم ہوتا ہے کہ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اصول و ضوابط سے آگاہ کرا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ابن عباس کا اصحاب رسولؐ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ہو جانا اور حضرت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 کے شاگردوں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شمار کئے جانے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تضاد اور ٹکراو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،ہم اس کو اصحاب رسول (ص) کے مفسر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شمار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عبدا للہ ابن مسعود :آپ سے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قرآن کے بارئے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بہت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منقول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)مقدمہ 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مال مراغ</w:t>
      </w:r>
      <w:r w:rsidRPr="00A90793">
        <w:rPr>
          <w:rFonts w:hint="cs"/>
          <w:rtl/>
        </w:rPr>
        <w:t>ی</w:t>
      </w:r>
      <w:r w:rsidRPr="00A90793">
        <w:rPr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)التفسی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89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آپ حافظ قرآن تھے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کے خاص الخاص اصحاب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شمار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ںلکھا</w:t>
      </w:r>
      <w:r w:rsidRPr="00A90793">
        <w:rPr>
          <w:rFonts w:eastAsia="Calibri"/>
          <w:rtl/>
        </w:rPr>
        <w:t xml:space="preserve"> ہے کہ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غمبر</w:t>
      </w:r>
      <w:r w:rsidRPr="00A90793">
        <w:rPr>
          <w:rFonts w:eastAsia="Calibri"/>
          <w:rtl/>
        </w:rPr>
        <w:t xml:space="preserve"> اکرم (ص) عبد اللہ ابن مسعود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سے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سماعت کو پسند کرتے تھے 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="00FB0743" w:rsidRPr="00FB0743">
        <w:rPr>
          <w:rFonts w:eastAsia="Calibri" w:hint="cs"/>
          <w:rtl/>
        </w:rPr>
        <w:t>1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مفکر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ان کو ان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ارہ</w:t>
      </w:r>
      <w:r w:rsidRPr="00A90793">
        <w:rPr>
          <w:rFonts w:eastAsia="Calibri"/>
          <w:rtl/>
        </w:rPr>
        <w:t xml:space="preserve"> افراد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خاندان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دوست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محبت کر 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معروف اور مشہور تھے ،آپ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اور علم قرائت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ںبہت</w:t>
      </w:r>
      <w:r w:rsidRPr="00A90793">
        <w:rPr>
          <w:rFonts w:eastAsia="Calibri"/>
          <w:rtl/>
        </w:rPr>
        <w:t xml:space="preserve">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معلومات کے حامل تھے ،حت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آپ کو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اہم مفسر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ں،اور</w:t>
      </w:r>
      <w:r w:rsidRPr="00A90793">
        <w:rPr>
          <w:rFonts w:eastAsia="Calibri"/>
          <w:rtl/>
        </w:rPr>
        <w:t xml:space="preserve"> تا</w:t>
      </w:r>
      <w:r w:rsidRPr="00A90793">
        <w:rPr>
          <w:rFonts w:eastAsia="Calibri" w:hint="eastAsia"/>
          <w:rtl/>
        </w:rPr>
        <w:t>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زمانے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کوفہ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اصول وضوابط اور 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گذار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ابن مسعود بتا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ابن کعب: آپ احبار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ہود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تھے جب آپ مسلمان ہوئے تو کاتب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وح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قرار پا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، آپ اصحاب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مشہور ومعروف مفسر قرآن سے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</w:t>
      </w:r>
      <w:r w:rsidR="00A90793" w:rsidRPr="00A90793">
        <w:rPr>
          <w:rFonts w:eastAsia="Calibri"/>
          <w:rtl/>
        </w:rPr>
        <w:t xml:space="preserve"> کرتے تھے آپ قد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ہود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کتابوںسے آگاہ تھے ،لہذا آپک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عظمت اوراہم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دوسرئے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بہ نسبت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ہے ،جناب طبرس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الرحم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مفسر قرآن نے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ںہر</w:t>
      </w:r>
      <w:r w:rsidR="00A90793" w:rsidRPr="00A90793">
        <w:rPr>
          <w:rFonts w:eastAsia="Calibri"/>
          <w:rtl/>
        </w:rPr>
        <w:t xml:space="preserve"> مطلب پر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ابن کعب کے نظر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اوراحاد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سے استدلال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)سفی</w:t>
      </w:r>
      <w:r w:rsidRPr="00A90793">
        <w:rPr>
          <w:rFonts w:hint="eastAsia"/>
          <w:rtl/>
        </w:rPr>
        <w:t>ن</w:t>
      </w:r>
      <w:r w:rsidRPr="00A90793">
        <w:rPr>
          <w:rFonts w:hint="cs"/>
          <w:rtl/>
        </w:rPr>
        <w:t>ۃ</w:t>
      </w:r>
      <w:r w:rsidRPr="00A90793">
        <w:rPr>
          <w:rtl/>
        </w:rPr>
        <w:t xml:space="preserve"> البحار ج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،ص </w:t>
      </w:r>
      <w:r w:rsidR="00FB0743" w:rsidRPr="00FB0743">
        <w:rPr>
          <w:rFonts w:hint="cs"/>
          <w:rtl/>
        </w:rPr>
        <w:t>37</w:t>
      </w:r>
    </w:p>
    <w:p w:rsidR="00C70266" w:rsidRDefault="00C70266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جابر بن عبد اللہ انصار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: اصحاب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مشہور ومعروف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جابربن عبد ا للہ انصار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،جناب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الخ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نے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کتاب طبقات المفسر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اس کو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پہلے طبقہ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ںشمار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،آپ نے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ساتھ </w:t>
      </w:r>
      <w:r w:rsidRPr="00FB0743">
        <w:rPr>
          <w:rFonts w:eastAsia="Calibri" w:hint="cs"/>
          <w:rtl/>
        </w:rPr>
        <w:t>18</w:t>
      </w:r>
      <w:r w:rsidR="00A90793" w:rsidRPr="007A0B2A">
        <w:rPr>
          <w:rFonts w:eastAsia="Calibri" w:hint="cs"/>
          <w:rtl/>
        </w:rPr>
        <w:t xml:space="preserve"> جنگوں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شرکت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ج</w:t>
      </w:r>
      <w:r w:rsidR="00A90793" w:rsidRPr="00A90793">
        <w:rPr>
          <w:rFonts w:eastAsia="Calibri" w:hint="eastAsia"/>
          <w:rtl/>
        </w:rPr>
        <w:t>نگ</w:t>
      </w:r>
      <w:r w:rsidR="00A90793" w:rsidRPr="00A90793">
        <w:rPr>
          <w:rFonts w:eastAsia="Calibri"/>
          <w:rtl/>
        </w:rPr>
        <w:t xml:space="preserve"> صف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آپ نے اصحاب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(ع)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سے بڑھ چڑھ کے حصہ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آپ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کے طو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العمر اصحاب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تھے امام محمد باقر کو حضرت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اکرم (ص) کا سلام عرض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، جناب عط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تھے ،روا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جب امام حس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شہادت کے بعد جابر نے حضرت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ارت</w:t>
      </w:r>
      <w:r w:rsidR="00A90793" w:rsidRPr="00A90793">
        <w:rPr>
          <w:rFonts w:eastAsia="Calibri"/>
          <w:rtl/>
        </w:rPr>
        <w:t xml:space="preserve"> کوآنا چاہا تو عط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آپکے ہمراہ تھے آپک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شخص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رجال اوردرا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موضوعات پر لکھ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کتابوں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ںواضح</w:t>
      </w:r>
      <w:r w:rsidR="00A90793" w:rsidRPr="00A90793">
        <w:rPr>
          <w:rFonts w:eastAsia="Calibri"/>
          <w:rtl/>
        </w:rPr>
        <w:t xml:space="preserve"> الفاظ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ہوئ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آپ </w:t>
      </w:r>
      <w:r w:rsidRPr="00FB0743">
        <w:rPr>
          <w:rFonts w:eastAsia="Calibri" w:hint="cs"/>
          <w:rtl/>
        </w:rPr>
        <w:t>94</w:t>
      </w:r>
      <w:r w:rsidR="00A90793" w:rsidRPr="007A0B2A">
        <w:rPr>
          <w:rFonts w:eastAsia="Calibri" w:hint="cs"/>
          <w:rtl/>
        </w:rPr>
        <w:t>سال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عمر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سے رخصت کر گئے 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دبن</w:t>
      </w:r>
      <w:r w:rsidR="00A90793" w:rsidRPr="00A90793">
        <w:rPr>
          <w:rFonts w:eastAsia="Calibri"/>
          <w:rtl/>
        </w:rPr>
        <w:t xml:space="preserve"> ثابت :اصحاب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ںمشہور</w:t>
      </w:r>
      <w:r w:rsidR="00A90793" w:rsidRPr="00A90793">
        <w:rPr>
          <w:rFonts w:eastAsia="Calibri"/>
          <w:rtl/>
        </w:rPr>
        <w:t xml:space="preserve"> ومعروف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تھے آپ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غمبر</w:t>
      </w:r>
      <w:r w:rsidR="00A90793" w:rsidRPr="00A90793">
        <w:rPr>
          <w:rFonts w:eastAsia="Calibri"/>
          <w:rtl/>
        </w:rPr>
        <w:t xml:space="preserve"> ؐ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کاتب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وح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تھے ، آپ مد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نہ</w:t>
      </w:r>
      <w:r w:rsidR="00A90793" w:rsidRPr="00A90793">
        <w:rPr>
          <w:rFonts w:eastAsia="Calibri"/>
          <w:rtl/>
        </w:rPr>
        <w:t xml:space="preserve"> منورہ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قضاوت اور فتو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وعلم قرائت سے لوگوں کو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راب</w:t>
      </w:r>
      <w:r w:rsidR="00A90793" w:rsidRPr="00A90793">
        <w:rPr>
          <w:rFonts w:eastAsia="Calibri"/>
          <w:rtl/>
        </w:rPr>
        <w:t xml:space="preserve"> کرتے رہے جب ابو بکر کا دور شروع ہوا تو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دبن</w:t>
      </w:r>
      <w:r w:rsidR="00A90793" w:rsidRPr="00A90793">
        <w:rPr>
          <w:rFonts w:eastAsia="Calibri"/>
          <w:rtl/>
        </w:rPr>
        <w:t xml:space="preserve"> ثابت کوقرآن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جمع آور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کا حکم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،ن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دور عثمان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عثمان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قرآن کو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دبن</w:t>
      </w:r>
      <w:r w:rsidR="00A90793" w:rsidRPr="00A90793">
        <w:rPr>
          <w:rFonts w:eastAsia="Calibri"/>
          <w:rtl/>
        </w:rPr>
        <w:t xml:space="preserve"> ثابت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قرآت کے مطابق قر</w:t>
      </w:r>
      <w:r w:rsidR="007A0B2A" w:rsidRPr="007A0B2A">
        <w:rPr>
          <w:rFonts w:eastAsia="Calibri" w:hint="cs"/>
          <w:rtl/>
        </w:rPr>
        <w:t>ا</w:t>
      </w:r>
      <w:r w:rsidR="00A90793" w:rsidRPr="007A0B2A">
        <w:rPr>
          <w:rFonts w:eastAsia="Calibri" w:hint="cs"/>
          <w:rtl/>
        </w:rPr>
        <w:t>ت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)اسد الغابۃ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 </w:t>
      </w:r>
      <w:r w:rsidR="00FB0743" w:rsidRPr="00FB0743">
        <w:rPr>
          <w:rFonts w:hint="cs"/>
          <w:rtl/>
        </w:rPr>
        <w:t>258</w:t>
      </w:r>
    </w:p>
    <w:p w:rsidR="00C70266" w:rsidRDefault="00C70266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ابن عباس علوم قرآن اور مفسر قرآن کے ماہر ہونے کے باوجود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 کے دولت سرا جاتے تھے تاکہ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علم قرآن سے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ہوسک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ثم</w:t>
      </w:r>
      <w:r w:rsidR="00A90793" w:rsidRPr="00A90793">
        <w:rPr>
          <w:rFonts w:eastAsia="Calibri"/>
          <w:rtl/>
        </w:rPr>
        <w:t xml:space="preserve"> تمار :جب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کو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اصحاب رسول (ص) کے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قرار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لہذا اختصار کے 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</w:t>
      </w:r>
      <w:r w:rsidR="00A90793" w:rsidRPr="00A90793">
        <w:rPr>
          <w:rFonts w:eastAsia="Calibri"/>
          <w:rtl/>
        </w:rPr>
        <w:t xml:space="preserve"> نظر انہ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چند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نام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پر اکتفاء کروں گا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FF5C3F" w:rsidRDefault="00A90793" w:rsidP="00FF5C3F">
      <w:pPr>
        <w:pStyle w:val="Heading1Center"/>
        <w:rPr>
          <w:rFonts w:eastAsia="Calibri"/>
          <w:rtl/>
        </w:rPr>
      </w:pPr>
      <w:bookmarkStart w:id="30" w:name="_Toc429651926"/>
      <w:r w:rsidRPr="00FF5C3F">
        <w:rPr>
          <w:rFonts w:eastAsia="Calibri" w:hint="eastAsia"/>
          <w:rtl/>
        </w:rPr>
        <w:t>تابع</w:t>
      </w:r>
      <w:r w:rsidRPr="00FF5C3F">
        <w:rPr>
          <w:rFonts w:eastAsia="Calibri" w:hint="cs"/>
          <w:rtl/>
        </w:rPr>
        <w:t>ی</w:t>
      </w:r>
      <w:r w:rsidRPr="00FF5C3F">
        <w:rPr>
          <w:rFonts w:eastAsia="Calibri" w:hint="eastAsia"/>
          <w:rtl/>
        </w:rPr>
        <w:t>ن</w:t>
      </w:r>
      <w:r w:rsidRPr="00FF5C3F">
        <w:rPr>
          <w:rFonts w:eastAsia="Calibri"/>
          <w:rtl/>
        </w:rPr>
        <w:t xml:space="preserve"> کے دور م</w:t>
      </w:r>
      <w:r w:rsidRPr="00FF5C3F">
        <w:rPr>
          <w:rFonts w:eastAsia="Calibri" w:hint="cs"/>
          <w:rtl/>
        </w:rPr>
        <w:t>ی</w:t>
      </w:r>
      <w:r w:rsidRPr="00FF5C3F">
        <w:rPr>
          <w:rFonts w:eastAsia="Calibri" w:hint="eastAsia"/>
          <w:rtl/>
        </w:rPr>
        <w:t>ں</w:t>
      </w:r>
      <w:r w:rsidR="00FF5C3F" w:rsidRPr="00FF5C3F">
        <w:rPr>
          <w:rFonts w:eastAsia="Calibri"/>
        </w:rPr>
        <w:t xml:space="preserve"> </w:t>
      </w:r>
      <w:r w:rsidRPr="00FF5C3F">
        <w:rPr>
          <w:rFonts w:eastAsia="Calibri" w:hint="eastAsia"/>
          <w:rtl/>
        </w:rPr>
        <w:t>معروف</w:t>
      </w:r>
      <w:r w:rsidRPr="00FF5C3F">
        <w:rPr>
          <w:rFonts w:eastAsia="Calibri"/>
          <w:rtl/>
        </w:rPr>
        <w:t xml:space="preserve"> مفسر</w:t>
      </w:r>
      <w:r w:rsidRPr="00FF5C3F">
        <w:rPr>
          <w:rFonts w:eastAsia="Calibri" w:hint="cs"/>
          <w:rtl/>
        </w:rPr>
        <w:t>ی</w:t>
      </w:r>
      <w:r w:rsidRPr="00FF5C3F">
        <w:rPr>
          <w:rFonts w:eastAsia="Calibri" w:hint="eastAsia"/>
          <w:rtl/>
        </w:rPr>
        <w:t>ن</w:t>
      </w:r>
      <w:r w:rsidRPr="00FF5C3F">
        <w:rPr>
          <w:rFonts w:eastAsia="Calibri"/>
          <w:rtl/>
        </w:rPr>
        <w:t xml:space="preserve"> :</w:t>
      </w:r>
      <w:bookmarkEnd w:id="30"/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سع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بن جب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:تابع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مشہور ومعروف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تھے جنہوں نے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اصول وضوابط کو جناب ابن عباس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تھا ،ابن خلکان نے اس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اصول وضوابط ابن عباس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تصد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/>
          <w:rtl/>
        </w:rPr>
        <w:t xml:space="preserve"> کرتے ہوئے فرما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وہ 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بہت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معروف اوربر جستہ مف</w:t>
      </w:r>
      <w:r w:rsidR="00A90793" w:rsidRPr="00A90793">
        <w:rPr>
          <w:rFonts w:eastAsia="Calibri" w:hint="eastAsia"/>
          <w:rtl/>
        </w:rPr>
        <w:t>سرشمار</w:t>
      </w:r>
      <w:r w:rsidR="00A90793" w:rsidRPr="00A90793">
        <w:rPr>
          <w:rFonts w:eastAsia="Calibri"/>
          <w:rtl/>
        </w:rPr>
        <w:t xml:space="preserve"> ہوتے تھے 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سبحان</w:t>
      </w:r>
      <w:r w:rsidRPr="00A90793">
        <w:rPr>
          <w:rFonts w:eastAsia="Calibri"/>
          <w:rtl/>
        </w:rPr>
        <w:t xml:space="preserve"> ثور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کہنے کے مطابق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کوچار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سے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،سع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، مجاہد ،مکرمہ ،ضحاک 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جناب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حجاج بن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وسف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اورسخت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ںشہادت</w:t>
      </w:r>
      <w:r w:rsidRPr="00A90793">
        <w:rPr>
          <w:rFonts w:eastAsia="Calibri"/>
          <w:rtl/>
        </w:rPr>
        <w:t xml:space="preserve"> پر فائز ہوئے ۔</w:t>
      </w:r>
    </w:p>
    <w:p w:rsidR="00A90793" w:rsidRPr="007A0B2A" w:rsidRDefault="00FB0743" w:rsidP="00A90793">
      <w:pPr>
        <w:pStyle w:val="libNormal"/>
        <w:rPr>
          <w:rFonts w:eastAsia="Calibri"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۔مجاہد بن جبر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: آپک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ابو الجاج تھ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ابن عباس کے شاگردوں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ممتاز شاگرد تھے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اصول وضوابط کو حضرت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-اور ابن عباس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تے</w:t>
      </w:r>
      <w:r w:rsidR="00A90793" w:rsidRPr="00A90793">
        <w:rPr>
          <w:rFonts w:eastAsia="Calibri"/>
          <w:rtl/>
        </w:rPr>
        <w:t xml:space="preserve"> تھے اہل سنت کے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آپک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خاص اہم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کے قائل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۔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3</w:t>
      </w:r>
      <w:r w:rsidR="00A90793" w:rsidRPr="00955A96">
        <w:rPr>
          <w:rStyle w:val="libFootnotenumChar"/>
          <w:rFonts w:hint="cs"/>
          <w:rtl/>
        </w:rPr>
        <w:t>)</w:t>
      </w:r>
    </w:p>
    <w:p w:rsidR="00FF5C3F" w:rsidRPr="00A90793" w:rsidRDefault="00FF5C3F" w:rsidP="00FB0743">
      <w:pPr>
        <w:pStyle w:val="libFootnote0"/>
        <w:rPr>
          <w:rtl/>
        </w:rPr>
      </w:pPr>
      <w:r>
        <w:t>-------------------------</w:t>
      </w:r>
    </w:p>
    <w:p w:rsidR="00FF5C3F" w:rsidRPr="00FB074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)وقی</w:t>
      </w:r>
      <w:r w:rsidRPr="00A90793">
        <w:rPr>
          <w:rFonts w:hint="eastAsia"/>
          <w:rtl/>
        </w:rPr>
        <w:t>ات</w:t>
      </w:r>
      <w:r w:rsidRPr="00A90793">
        <w:rPr>
          <w:rtl/>
        </w:rPr>
        <w:t xml:space="preserve"> الاع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ص</w:t>
      </w:r>
      <w:r w:rsidR="00FB0743" w:rsidRPr="00FB0743">
        <w:rPr>
          <w:rFonts w:hint="cs"/>
          <w:rtl/>
        </w:rPr>
        <w:t>363</w:t>
      </w:r>
      <w:r w:rsidRPr="00A90793">
        <w:rPr>
          <w:rFonts w:hint="cs"/>
          <w:rtl/>
        </w:rPr>
        <w:t xml:space="preserve"> 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)الاتقان ج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ص </w:t>
      </w:r>
      <w:r w:rsidR="00FB0743" w:rsidRPr="00FB0743">
        <w:rPr>
          <w:rFonts w:hint="cs"/>
          <w:rtl/>
        </w:rPr>
        <w:t>323</w:t>
      </w:r>
      <w:r w:rsidRPr="00A90793">
        <w:rPr>
          <w:rFonts w:hint="cs"/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)ذھبی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 ص</w:t>
      </w:r>
      <w:r w:rsidR="00FB0743" w:rsidRPr="00FB0743">
        <w:rPr>
          <w:rFonts w:hint="cs"/>
          <w:rtl/>
        </w:rPr>
        <w:t>106</w:t>
      </w:r>
    </w:p>
    <w:p w:rsidR="00FF5C3F" w:rsidRDefault="00FF5C3F" w:rsidP="00FB0743">
      <w:pPr>
        <w:pStyle w:val="libNormal"/>
        <w:rPr>
          <w:rFonts w:eastAsia="Calibri"/>
          <w:rtl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۔عکرمہ:تابع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مشہور ومعروف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عکرمہ کوبتا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جاتا ہے ،جنہوں نے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اصول اورنہج کو حضرت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(ع) اورجناب ابن عباس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تھا مرحوم محدث قم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نے لکھا ہے کہ عکرمہ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کے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955A96">
        <w:rPr>
          <w:rStyle w:val="libFootnotenumChar"/>
          <w:rtl/>
        </w:rPr>
        <w:t>(</w:t>
      </w:r>
      <w:r w:rsidRPr="00955A96">
        <w:rPr>
          <w:rStyle w:val="libFootnotenumChar"/>
          <w:rFonts w:hint="cs"/>
          <w:rtl/>
        </w:rPr>
        <w:t>1</w:t>
      </w:r>
      <w:r w:rsidR="00A90793"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بناء پر وہ خوارج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تھے ،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کے طور پر امام محمدباقر 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ہے 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دن آپک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خدمت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عکرمہ کے احتضار اور موت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حالت کاتذکرہ ہوا تو آپ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اس تک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رسائ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کو جہنم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آگ سے نجات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تا</w:t>
      </w:r>
      <w:r w:rsidRPr="00A90793">
        <w:rPr>
          <w:rFonts w:eastAsia="Calibri"/>
          <w:rtl/>
        </w:rPr>
        <w:t xml:space="preserve"> 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۔عطا بن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ربح مک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:آپ مکہ کے نامور ومشہور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تھے چنانچہ خود نے کہا ہے کہ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نے اصحاب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سے ستر نفر کو درک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، قنادہ نے کہا کہ عطاء بن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رباح اپنے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معارف اسلام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معلومات کے حوالے سے بے مثال تھے چنانچہ ذھب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نے لکھا ہے کہ جب لوگ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مسائل اورمعارف اسلام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کے متعلق رجوع کرتے تھے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)سفی</w:t>
      </w:r>
      <w:r w:rsidRPr="00A90793">
        <w:rPr>
          <w:rFonts w:hint="eastAsia"/>
          <w:rtl/>
        </w:rPr>
        <w:t>ن</w:t>
      </w:r>
      <w:r w:rsidRPr="00A90793">
        <w:rPr>
          <w:rFonts w:hint="cs"/>
          <w:rtl/>
        </w:rPr>
        <w:t>ۃ</w:t>
      </w:r>
      <w:r w:rsidRPr="00A90793">
        <w:rPr>
          <w:rtl/>
        </w:rPr>
        <w:t xml:space="preserve"> البحار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،ص </w:t>
      </w:r>
      <w:r w:rsidR="00FB0743" w:rsidRPr="00FB0743">
        <w:rPr>
          <w:rFonts w:hint="cs"/>
          <w:rtl/>
        </w:rPr>
        <w:t>216</w:t>
      </w:r>
      <w:r w:rsidRPr="00A90793">
        <w:rPr>
          <w:rFonts w:hint="cs"/>
          <w:rtl/>
        </w:rPr>
        <w:t>)</w:t>
      </w:r>
    </w:p>
    <w:p w:rsidR="00A90793" w:rsidRPr="00FB0743" w:rsidRDefault="00A90793" w:rsidP="00FB0743">
      <w:pPr>
        <w:pStyle w:val="libFootnote0"/>
        <w:rPr>
          <w:rtl/>
        </w:rPr>
      </w:pPr>
      <w:r w:rsidRPr="00FB074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FB0743">
        <w:rPr>
          <w:rFonts w:hint="cs"/>
          <w:rtl/>
        </w:rPr>
        <w:t>)مذاہب التفسی</w:t>
      </w:r>
      <w:r w:rsidRPr="00FB0743">
        <w:rPr>
          <w:rFonts w:hint="eastAsia"/>
          <w:rtl/>
        </w:rPr>
        <w:t>ر</w:t>
      </w:r>
      <w:r w:rsidRPr="00FB0743">
        <w:rPr>
          <w:rtl/>
        </w:rPr>
        <w:t xml:space="preserve"> الاسلام</w:t>
      </w:r>
      <w:r w:rsidRPr="00FB0743">
        <w:rPr>
          <w:rFonts w:hint="cs"/>
          <w:rtl/>
        </w:rPr>
        <w:t>ی</w:t>
      </w:r>
      <w:r w:rsidRPr="00FB0743">
        <w:rPr>
          <w:rtl/>
        </w:rPr>
        <w:t xml:space="preserve"> ص</w:t>
      </w:r>
      <w:r w:rsidR="00FB0743" w:rsidRPr="00FB0743">
        <w:rPr>
          <w:rFonts w:hint="cs"/>
          <w:rtl/>
        </w:rPr>
        <w:t>96</w:t>
      </w:r>
      <w:r w:rsidRPr="00FB0743">
        <w:rPr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)سفی</w:t>
      </w:r>
      <w:r w:rsidRPr="00A90793">
        <w:rPr>
          <w:rFonts w:hint="eastAsia"/>
          <w:rtl/>
        </w:rPr>
        <w:t>ن</w:t>
      </w:r>
      <w:r w:rsidRPr="00A90793">
        <w:rPr>
          <w:rFonts w:hint="cs"/>
          <w:rtl/>
        </w:rPr>
        <w:t>ۃ</w:t>
      </w:r>
      <w:r w:rsidRPr="00A90793">
        <w:rPr>
          <w:rtl/>
        </w:rPr>
        <w:t xml:space="preserve"> البحار ج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ص </w:t>
      </w:r>
      <w:r w:rsidR="00FB0743" w:rsidRPr="00FB0743">
        <w:rPr>
          <w:rFonts w:hint="cs"/>
          <w:rtl/>
        </w:rPr>
        <w:t>216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تو</w:t>
      </w:r>
      <w:r w:rsidRPr="00A90793">
        <w:rPr>
          <w:rFonts w:eastAsia="Calibri"/>
          <w:rtl/>
        </w:rPr>
        <w:t xml:space="preserve"> ابن عباس نے کہا اہل مکہ عطاء بن رباح کے ہوتے ہوئے مجھ سے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وںرجوع</w:t>
      </w:r>
      <w:r w:rsidRPr="00A90793">
        <w:rPr>
          <w:rFonts w:eastAsia="Calibri"/>
          <w:rtl/>
        </w:rPr>
        <w:t xml:space="preserve">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؟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آپ</w:t>
      </w:r>
      <w:r w:rsidRPr="00A90793">
        <w:rPr>
          <w:rFonts w:eastAsia="Calibri"/>
          <w:rtl/>
        </w:rPr>
        <w:t xml:space="preserve"> کو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موضوع پر قد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مصنف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شمار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اجاتا</w:t>
      </w:r>
      <w:r w:rsidRPr="00A90793">
        <w:rPr>
          <w:rFonts w:eastAsia="Calibri"/>
          <w:rtl/>
        </w:rPr>
        <w:t xml:space="preserve"> ہے ، اورانہوں نے اپنے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اصول اور قواعد کو ابن عباس سے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 طاووس بن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سان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:ش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طوس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اورصاحب روضات نے اس کو اصحاب امام سجاد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قرارد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اہے</w:t>
      </w:r>
      <w:r w:rsidR="00A90793" w:rsidRPr="00A90793">
        <w:rPr>
          <w:rFonts w:eastAsia="Calibri"/>
          <w:rtl/>
        </w:rPr>
        <w:t xml:space="preserve"> ،اوربعض محقق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اس کوش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عہ</w:t>
      </w:r>
      <w:r w:rsidR="00A90793" w:rsidRPr="00A90793">
        <w:rPr>
          <w:rFonts w:eastAsia="Calibri"/>
          <w:rtl/>
        </w:rPr>
        <w:t xml:space="preserve"> امام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مانتے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جبکہ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مفکر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اورمحقق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نے انہ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اہل سنت کے مفسر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قرار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ہے، اور آپ نے اصحاب رسول (ص)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ںسے</w:t>
      </w:r>
      <w:r w:rsidR="00A90793" w:rsidRPr="00A90793">
        <w:rPr>
          <w:rFonts w:eastAsia="Calibri"/>
          <w:rtl/>
        </w:rPr>
        <w:t xml:space="preserve"> پچاس نفر کو درک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ت</w:t>
      </w:r>
      <w:r w:rsidR="00A90793" w:rsidRPr="00A90793">
        <w:rPr>
          <w:rFonts w:eastAsia="Calibri" w:hint="eastAsia"/>
          <w:rtl/>
        </w:rPr>
        <w:t>ھا</w:t>
      </w:r>
      <w:r w:rsidR="00A90793" w:rsidRPr="00A90793">
        <w:rPr>
          <w:rFonts w:eastAsia="Calibri"/>
          <w:rtl/>
        </w:rPr>
        <w:t xml:space="preserve"> ،آپ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سب سے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ابن عباس سے آمد ورفت تھ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، لہذا انہوں نے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کے طرزاورقواعد کو ابن عباس سے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صفحات</w:t>
      </w:r>
      <w:r w:rsidRPr="00A90793">
        <w:rPr>
          <w:rFonts w:eastAsia="Calibri"/>
          <w:rtl/>
        </w:rPr>
        <w:t xml:space="preserve"> کے دامن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گنجائش نہ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دور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سے پر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کرتے ہوئے فقط فہرست وار خلاصہ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گے تاکہ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کو آسان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جائے۔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)ذھبی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 xml:space="preserve">ص </w:t>
      </w:r>
      <w:r w:rsidR="00FB0743" w:rsidRPr="00FB0743">
        <w:rPr>
          <w:rFonts w:hint="cs"/>
          <w:rtl/>
        </w:rPr>
        <w:t>113</w:t>
      </w:r>
      <w:r w:rsidRPr="00A90793">
        <w:rPr>
          <w:rFonts w:hint="cs"/>
          <w:rtl/>
        </w:rPr>
        <w:t>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1" w:name="_Toc429651927"/>
      <w:r w:rsidRPr="00A90793">
        <w:rPr>
          <w:rFonts w:eastAsia="Calibri" w:hint="eastAsia"/>
          <w:rtl/>
        </w:rPr>
        <w:lastRenderedPageBreak/>
        <w:t>اصحاب</w:t>
      </w:r>
      <w:r w:rsidRPr="00A90793">
        <w:rPr>
          <w:rFonts w:eastAsia="Calibri"/>
          <w:rtl/>
        </w:rPr>
        <w:t xml:space="preserve"> کے دورم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مشہور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:</w:t>
      </w:r>
      <w:bookmarkEnd w:id="31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عبدا</w:t>
      </w:r>
      <w:r w:rsidRPr="00A90793">
        <w:rPr>
          <w:rFonts w:eastAsia="Calibri"/>
          <w:rtl/>
        </w:rPr>
        <w:t xml:space="preserve"> للہ ابن عباس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عبدا</w:t>
      </w:r>
      <w:r w:rsidRPr="00A90793">
        <w:rPr>
          <w:rFonts w:eastAsia="Calibri"/>
          <w:rtl/>
        </w:rPr>
        <w:t xml:space="preserve"> اللہ ابن مسعود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کعب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ثابت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جابر</w:t>
      </w:r>
      <w:r w:rsidRPr="00A90793">
        <w:rPr>
          <w:rFonts w:eastAsia="Calibri"/>
          <w:rtl/>
        </w:rPr>
        <w:t xml:space="preserve"> بن عبد اللہ انصار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جن</w:t>
      </w:r>
      <w:r w:rsidRPr="00A90793">
        <w:rPr>
          <w:rFonts w:eastAsia="Calibri"/>
          <w:rtl/>
        </w:rPr>
        <w:t xml:space="preserve">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ہوچک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معلومات اورآگاہ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کتب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2" w:name="_Toc429651928"/>
      <w:r w:rsidRPr="00A90793">
        <w:rPr>
          <w:rFonts w:eastAsia="Calibri" w:hint="eastAsia"/>
          <w:rtl/>
        </w:rPr>
        <w:t>تابع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ںمعروف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:</w:t>
      </w:r>
      <w:bookmarkEnd w:id="32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مکہ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مجاہد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عکرمہ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عطا</w:t>
      </w:r>
      <w:r w:rsidRPr="00A90793">
        <w:rPr>
          <w:rFonts w:eastAsia="Calibri"/>
          <w:rtl/>
        </w:rPr>
        <w:t xml:space="preserve"> بن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رباح ،طاووس بن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سان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 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ذہبی</w:t>
      </w:r>
      <w:r w:rsidRPr="00A90793">
        <w:rPr>
          <w:rtl/>
        </w:rPr>
        <w:t>)مذاہب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الاسلام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،الاتقان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،طبقات ابن سعد 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3" w:name="_Toc429651929"/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:مد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:</w:t>
      </w:r>
      <w:bookmarkEnd w:id="33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ابو</w:t>
      </w:r>
      <w:r w:rsidRPr="00A90793">
        <w:rPr>
          <w:rFonts w:eastAsia="Calibri"/>
          <w:rtl/>
        </w:rPr>
        <w:t xml:space="preserve"> العال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رف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بن مہران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اح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بن اسلم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محمد</w:t>
      </w:r>
      <w:r w:rsidRPr="00A90793">
        <w:rPr>
          <w:rFonts w:eastAsia="Calibri"/>
          <w:rtl/>
        </w:rPr>
        <w:t xml:space="preserve"> بن کعب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۔عراق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ابو</w:t>
      </w:r>
      <w:r w:rsidRPr="00A90793">
        <w:rPr>
          <w:rFonts w:eastAsia="Calibri"/>
          <w:rtl/>
        </w:rPr>
        <w:t xml:space="preserve"> سع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حسن بصر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قتادہ</w:t>
      </w:r>
      <w:r w:rsidRPr="00A90793">
        <w:rPr>
          <w:rFonts w:eastAsia="Calibri"/>
          <w:rtl/>
        </w:rPr>
        <w:t xml:space="preserve"> بن دعامہ سدوس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ابو</w:t>
      </w:r>
      <w:r w:rsidRPr="00A90793">
        <w:rPr>
          <w:rFonts w:eastAsia="Calibri"/>
          <w:rtl/>
        </w:rPr>
        <w:t xml:space="preserve"> صالح باذان بصر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ہمدان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علقمہ</w:t>
      </w:r>
      <w:r w:rsidRPr="00A90793">
        <w:rPr>
          <w:rFonts w:eastAsia="Calibri"/>
          <w:rtl/>
        </w:rPr>
        <w:t xml:space="preserve"> بن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/>
          <w:rtl/>
        </w:rPr>
        <w:t xml:space="preserve"> کوف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مسروق</w:t>
      </w:r>
      <w:r w:rsidRPr="00A90793">
        <w:rPr>
          <w:rFonts w:eastAsia="Calibri"/>
          <w:rtl/>
        </w:rPr>
        <w:t xml:space="preserve"> بن اجدع کوف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عامر</w:t>
      </w:r>
      <w:r w:rsidRPr="00A90793">
        <w:rPr>
          <w:rFonts w:eastAsia="Calibri"/>
          <w:rtl/>
        </w:rPr>
        <w:t xml:space="preserve"> شعب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جابربن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جعف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اسماع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بن عبد الرحمن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4" w:name="_Toc429651930"/>
      <w:r w:rsidRPr="00A90793">
        <w:rPr>
          <w:rFonts w:eastAsia="Calibri" w:hint="eastAsia"/>
          <w:rtl/>
        </w:rPr>
        <w:t>متفرقہ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اسام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:</w:t>
      </w:r>
      <w:bookmarkEnd w:id="34"/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عطا بن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سلمہ خراسان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محمد بن سائب کلب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 اب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طلح</w:t>
      </w:r>
      <w:r w:rsidR="00A90793" w:rsidRPr="00A90793">
        <w:rPr>
          <w:rFonts w:eastAsia="Calibri" w:hint="cs"/>
          <w:rtl/>
        </w:rPr>
        <w:t>ۃ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/>
          <w:rtl/>
        </w:rPr>
        <w:t xml:space="preserve"> بن مسلم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 سلمان بن مہران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۔مقاتل بن سل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مان</w:t>
      </w:r>
      <w:r w:rsidR="00A90793" w:rsidRPr="00A90793">
        <w:rPr>
          <w:rFonts w:eastAsia="Calibri"/>
          <w:rtl/>
        </w:rPr>
        <w:t xml:space="preserve"> اذد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خراسان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۔صحاک بن مزاحم ہلال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۔عط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بن سع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عوض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جدل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خراسان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کے علاوہ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نام نہ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وہ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تھے بلکہ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اعتراف کرتے ہوئے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درخواست ہے کہ بر جستہ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مؤلف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گرانبہا مفصل آثار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ہم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ہاںپر</w:t>
      </w:r>
      <w:r w:rsidRPr="00A90793">
        <w:rPr>
          <w:rFonts w:eastAsia="Calibri"/>
          <w:rtl/>
        </w:rPr>
        <w:t xml:space="preserve"> فقط چند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معرف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 xml:space="preserve">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5" w:name="_Toc429651931"/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اہل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مشہور ومعروف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:</w:t>
      </w:r>
      <w:bookmarkEnd w:id="35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جامع</w:t>
      </w:r>
      <w:r w:rsidRPr="00A90793">
        <w:rPr>
          <w:rFonts w:eastAsia="Calibri"/>
          <w:rtl/>
        </w:rPr>
        <w:t xml:space="preserve"> القرآن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-- ابن جر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طبر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بحر العلوم -- ابن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سمر قند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الکشف</w:t>
      </w:r>
      <w:r w:rsidRPr="00A90793">
        <w:rPr>
          <w:rFonts w:eastAsia="Calibri"/>
          <w:rtl/>
        </w:rPr>
        <w:t xml:space="preserve"> والب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عن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--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اسحاق تعل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معالم</w:t>
      </w:r>
      <w:r w:rsidRPr="00A90793">
        <w:rPr>
          <w:rFonts w:eastAsia="Calibri"/>
          <w:rtl/>
        </w:rPr>
        <w:t xml:space="preserve"> التنز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--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محمد حس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بغو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المحر</w:t>
      </w:r>
      <w:r w:rsidRPr="00A90793">
        <w:rPr>
          <w:rFonts w:eastAsia="Calibri"/>
          <w:rtl/>
        </w:rPr>
        <w:t xml:space="preserve"> ر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الکتاب العز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-- ابن عط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اندلس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العظ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-- 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القداالحافظ ابن کث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الجواہر</w:t>
      </w:r>
      <w:r w:rsidRPr="00A90793">
        <w:rPr>
          <w:rFonts w:eastAsia="Calibri"/>
          <w:rtl/>
        </w:rPr>
        <w:t xml:space="preserve"> الحسان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-- عبد الرحمن الثعالب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الدرالمنثور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الماثور -- جلال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وط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تمام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اورتفس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اورسنت نبو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A90793" w:rsidRP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lastRenderedPageBreak/>
        <w:t>لہذا</w:t>
      </w:r>
      <w:r w:rsidRPr="00A90793">
        <w:rPr>
          <w:rFonts w:eastAsia="Calibri"/>
          <w:rtl/>
        </w:rPr>
        <w:t xml:space="preserve"> 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عہ</w:t>
      </w:r>
      <w:r w:rsidRPr="00A90793">
        <w:rPr>
          <w:rFonts w:eastAsia="Calibri"/>
          <w:rtl/>
        </w:rPr>
        <w:t xml:space="preserve"> امام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کچھ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روائ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کرنا ضرور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سمجھتا ہوں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--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 ابراہ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نور الثقل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-- عبد العل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رالبرہان</w:t>
      </w:r>
      <w:r w:rsidRPr="00A90793">
        <w:rPr>
          <w:rFonts w:eastAsia="Calibri"/>
          <w:rtl/>
        </w:rPr>
        <w:t xml:space="preserve"> --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ہاشم بحران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صاف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-- ملا محسن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کاشان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الائم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لہدا </w:t>
      </w:r>
      <w:r w:rsidRPr="00A90793">
        <w:rPr>
          <w:rFonts w:eastAsia="Calibri" w:hint="cs"/>
          <w:rtl/>
        </w:rPr>
        <w:t>یۃ</w:t>
      </w:r>
      <w:r w:rsidRPr="00A90793">
        <w:rPr>
          <w:rFonts w:eastAsia="Calibri"/>
          <w:rtl/>
        </w:rPr>
        <w:t xml:space="preserve"> الام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>-- ،م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رزا</w:t>
      </w:r>
      <w:r w:rsidRPr="00A90793">
        <w:rPr>
          <w:rFonts w:eastAsia="Calibri"/>
          <w:rtl/>
        </w:rPr>
        <w:t xml:space="preserve"> محمد رضا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-- محمد بن سعود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 الماثور -- مول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اصغر قائن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کے علاوہ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،قرآن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عقل اورد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زحمت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ہے،جنک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تعداد بہت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6" w:name="_Toc429651932"/>
      <w:r w:rsidRPr="00A90793">
        <w:rPr>
          <w:rFonts w:eastAsia="Calibri" w:hint="eastAsia"/>
          <w:rtl/>
        </w:rPr>
        <w:t>اعجاز</w:t>
      </w:r>
      <w:r w:rsidRPr="00A90793">
        <w:rPr>
          <w:rFonts w:eastAsia="Calibri"/>
          <w:rtl/>
        </w:rPr>
        <w:t xml:space="preserve"> قرآن کا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تعارف :</w:t>
      </w:r>
      <w:bookmarkEnd w:id="36"/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علوم</w:t>
      </w:r>
      <w:r w:rsidRPr="00A90793">
        <w:rPr>
          <w:rFonts w:eastAsia="Calibri"/>
          <w:rtl/>
        </w:rPr>
        <w:t xml:space="preserve"> قرآن کے مباحث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کچھ بہت مشکل اورپ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بناء پر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مکاتب فکر اورمحقق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ہزاروں زحمت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اٹھا کر فہم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خاطر شب وروز ان مسائل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شرح اورتوض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کرتے ہوئے نظر آتے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اعجاز قرآن کا مسئلہ ہے جس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ںعلماء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eastAsia"/>
          <w:rtl/>
        </w:rPr>
        <w:t>ورعلوم</w:t>
      </w:r>
      <w:r w:rsidRPr="00A90793">
        <w:rPr>
          <w:rFonts w:eastAsia="Calibri"/>
          <w:rtl/>
        </w:rPr>
        <w:t xml:space="preserve"> قرآن کے ماہر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مفصل بہت بڑئے حجم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مقالات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تاکہ قرآن پر ہونے والے اشکالات اورشبہات کا ازالہ ہو سکے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اعجاز قرآن پر جتنے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اشکالات وارد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سب کا جواب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مستدل اور اچھے 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قے</w:t>
      </w:r>
      <w:r w:rsidRPr="00A90793">
        <w:rPr>
          <w:rFonts w:eastAsia="Calibri"/>
          <w:rtl/>
        </w:rPr>
        <w:t xml:space="preserve"> پر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،رجوع کے لئے بہتر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کتاب استاد محترم حضرت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اللہ فاضل لنکران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اللہ مقامہ ،المد خل التفس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ر،الم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زان</w:t>
      </w:r>
      <w:r w:rsidRPr="00A90793">
        <w:rPr>
          <w:rFonts w:eastAsia="Calibri"/>
          <w:rtl/>
        </w:rPr>
        <w:t xml:space="preserve"> ج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>۔الب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القرآن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خ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ال</w:t>
      </w:r>
      <w:r w:rsidRPr="00A90793">
        <w:rPr>
          <w:rFonts w:eastAsia="Calibri"/>
          <w:rtl/>
        </w:rPr>
        <w:t xml:space="preserve"> نہ کرے کہ اتنے سارئے مقالات اورکتب کے باوجود اس موضوع پر قلم اٹھانا مف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!ک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ہمارا مقصد علوم قرآن کا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تعارف اردو زبان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کرنا ہے تاکہ اس وقت کے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جان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بالرا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اسلام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ںممنوع</w:t>
      </w:r>
      <w:r w:rsidRPr="00A90793">
        <w:rPr>
          <w:rFonts w:eastAsia="Calibri"/>
          <w:rtl/>
        </w:rPr>
        <w:t xml:space="preserve"> ہے اورتفس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ل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کے لئے فقط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اوراثر ورسوخ کا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علوم قرآن کو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کے بعد علوم قرآن کے نتائج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قرآن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لہذا اعجاز قرآن کا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تعارف کرانا ہمارا 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ضہ</w:t>
      </w:r>
      <w:r w:rsidRPr="00A90793">
        <w:rPr>
          <w:rFonts w:eastAsia="Calibri"/>
          <w:rtl/>
        </w:rPr>
        <w:t xml:space="preserve"> ہے جس کوذکر کررہے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7" w:name="_Toc429651933"/>
      <w:r w:rsidRPr="00A90793">
        <w:rPr>
          <w:rFonts w:eastAsia="Calibri" w:hint="eastAsia"/>
          <w:rtl/>
        </w:rPr>
        <w:t>اعجاز</w:t>
      </w:r>
      <w:r w:rsidRPr="00A90793">
        <w:rPr>
          <w:rFonts w:eastAsia="Calibri"/>
          <w:rtl/>
        </w:rPr>
        <w:t xml:space="preserve"> قرآن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قابل تصور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  <w:bookmarkEnd w:id="37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قرآن معجزہ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لانا ناممکن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!</w:t>
      </w:r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کو برسوں سال پہلے خود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با</w:t>
      </w:r>
      <w:r w:rsidRPr="00A90793">
        <w:rPr>
          <w:rFonts w:eastAsia="Calibri"/>
          <w:rtl/>
        </w:rPr>
        <w:t xml:space="preserve"> اورادب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ساکہ</w:t>
      </w:r>
      <w:r w:rsidRPr="00A90793">
        <w:rPr>
          <w:rFonts w:eastAsia="Calibri"/>
          <w:rtl/>
        </w:rPr>
        <w:t xml:space="preserve"> : ف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تو ابمثلہ ،''اور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ارشاد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''اس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دس سورئے لاسکتے ہو تو لاؤ!اور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''جن وانس مل کر اس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پر اتفاق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لاس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گے ''ان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سورہ انعام ،نحل،بقرہ ،بن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اسرائل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تحد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ضرور مطالعہ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،مرحوم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زان</w:t>
      </w:r>
      <w:r w:rsidRPr="00A90793">
        <w:rPr>
          <w:rFonts w:eastAsia="Calibri"/>
          <w:rtl/>
        </w:rPr>
        <w:t xml:space="preserve"> ج </w:t>
      </w:r>
      <w:r w:rsidR="00FB0743" w:rsidRPr="00FB0743">
        <w:rPr>
          <w:rFonts w:eastAsia="Calibri" w:hint="cs"/>
          <w:rtl/>
        </w:rPr>
        <w:t>1</w:t>
      </w:r>
      <w:r w:rsidRPr="007A0B2A">
        <w:rPr>
          <w:rFonts w:eastAsia="Calibri" w:hint="cs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ںمعجزہ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اورکم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اچھے انداز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اورتمام شبہات واعتراضات کا منہ توڑ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: جو لوگ قرآن کو معجزہ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لانے کو ناممکن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کچھ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صرف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لانا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ناممکن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جب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انسان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لانا چاہتا ہے تو اللہ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قدرت کو سلب کرتا ہے ،</w:t>
      </w: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عقلا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لانا ممکن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عملا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لاسکتے چونکہ اللہ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قدرت کو سلب کرتا ہے ۔!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کے قائل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مکاتب فکر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ںکم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،جناب استاد محترم ڈاکٹر رجب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دام عزہ اپنے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کچر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ںسات</w:t>
      </w:r>
      <w:r w:rsidRPr="00A90793">
        <w:rPr>
          <w:rFonts w:eastAsia="Calibri"/>
          <w:rtl/>
        </w:rPr>
        <w:t xml:space="preserve"> نفر کا نام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تھاکہ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لوگ اعجاز قرآن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صرف کے قائل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ذراسا</w:t>
      </w:r>
      <w:r w:rsidRPr="00A90793">
        <w:rPr>
          <w:rFonts w:eastAsia="Calibri"/>
          <w:rtl/>
        </w:rPr>
        <w:t xml:space="preserve"> توجہ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معلوم ہوگا کہ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تحد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ظہور اوردل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عقل کے ساتھ ساز گار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طرف سے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لانے کوممکن سمجھنا تودوسر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عملا لاکر دکھانے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ںقاصر</w:t>
      </w:r>
      <w:r w:rsidRPr="00A90793">
        <w:rPr>
          <w:rFonts w:eastAsia="Calibri"/>
          <w:rtl/>
        </w:rPr>
        <w:t xml:space="preserve"> کے قائل ہوجانا !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 بات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اعجاز قرآن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ادل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کے سا</w:t>
      </w:r>
      <w:r w:rsidRPr="00A90793">
        <w:rPr>
          <w:rFonts w:eastAsia="Calibri" w:hint="eastAsia"/>
          <w:rtl/>
        </w:rPr>
        <w:t>تھ</w:t>
      </w:r>
      <w:r w:rsidRPr="00A90793">
        <w:rPr>
          <w:rFonts w:eastAsia="Calibri"/>
          <w:rtl/>
        </w:rPr>
        <w:t xml:space="preserve"> تضاد رکھت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۔!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 xml:space="preserve"> : قرآن معجزہ ہے ،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اورکم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وک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سمجھنے کے لئے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۔</w:t>
      </w:r>
      <w:r w:rsidRPr="00955A96">
        <w:rPr>
          <w:rStyle w:val="libFootnotenumChar"/>
          <w:rtl/>
        </w:rPr>
        <w:t>(ا)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تمام مسلمانوں کا عق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دہ</w:t>
      </w:r>
      <w:r w:rsidRPr="00A90793">
        <w:rPr>
          <w:rFonts w:eastAsia="Calibri"/>
          <w:rtl/>
        </w:rPr>
        <w:t xml:space="preserve"> ہے کہ قرآن معجزہ ہے تاق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نہ اب تک لاسکا ہے اورنہ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لاسکے گا ، لہذا نزول قرآن کے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فصحاوبلغا جمع ہوگئے ۔سب نے اعتراف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اس سے 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اور بل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کلام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ہوسکتا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کا دور شروع ہوا تو سورہ کوثر ،سورہ حمد ، سورہ عاد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، سورہ انشقاق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لمی</w:t>
      </w:r>
      <w:r w:rsidRPr="00A90793">
        <w:rPr>
          <w:rFonts w:hint="eastAsia"/>
          <w:rtl/>
        </w:rPr>
        <w:t>زان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بحث اعجاز قرآن بہت ہی</w:t>
      </w:r>
      <w:r w:rsidRPr="00A90793">
        <w:rPr>
          <w:rtl/>
        </w:rPr>
        <w:t xml:space="preserve"> مفصل اورمف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دہے</w:t>
      </w:r>
      <w:r w:rsidRPr="00A90793">
        <w:rPr>
          <w:rtl/>
        </w:rPr>
        <w:t xml:space="preserve"> ، مدخل التفس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ابحاث حول اعجاز القرآن ، حضرت استاد محترم فاضل لنکران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اعل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اللہ مقامہ 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سورتوں کو بنا کر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شامل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خوش قسمت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نہ فقط خود ساختہ سورتوں کو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شامل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اجاسکا</w:t>
      </w:r>
      <w:r w:rsidRPr="00A90793">
        <w:rPr>
          <w:rFonts w:eastAsia="Calibri"/>
          <w:rtl/>
        </w:rPr>
        <w:t xml:space="preserve"> ،بلکہ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نادان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اورجہالت کااعتراف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کرنا پڑا ،اپنے ہاتھوں بنائے ہوئے جملات جو آج کاغذوں پر ثبت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ملامت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  <w:r w:rsidRPr="00A90793">
        <w:rPr>
          <w:rFonts w:eastAsia="Calibri"/>
          <w:rtl/>
        </w:rPr>
        <w:cr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مرحوم</w:t>
      </w:r>
      <w:r w:rsidRPr="00A90793">
        <w:rPr>
          <w:rFonts w:eastAsia="Calibri"/>
          <w:rtl/>
        </w:rPr>
        <w:t xml:space="preserve"> علامہ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زان</w:t>
      </w:r>
      <w:r w:rsidRPr="00A90793">
        <w:rPr>
          <w:rFonts w:eastAsia="Calibri"/>
          <w:rtl/>
        </w:rPr>
        <w:t xml:space="preserve"> جلد اول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اعجاز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بحث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ںاعجاز</w:t>
      </w:r>
      <w:r w:rsidRPr="00A90793">
        <w:rPr>
          <w:rFonts w:eastAsia="Calibri"/>
          <w:rtl/>
        </w:rPr>
        <w:t xml:space="preserve"> قرآن کے مسئلہ کو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مفصل اورعلم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،فلسف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اصول وقواعد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کو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اعجاز پر کئے ہوئے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اشکالات کا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اچھے 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قے</w:t>
      </w:r>
      <w:r w:rsidRPr="00A90793">
        <w:rPr>
          <w:rFonts w:eastAsia="Calibri"/>
          <w:rtl/>
        </w:rPr>
        <w:t xml:space="preserve"> سے جواب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اس موضوع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وقت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مناسب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ںسمجھتا</w:t>
      </w:r>
      <w:r w:rsidRPr="00A90793">
        <w:rPr>
          <w:rFonts w:eastAsia="Calibri"/>
          <w:rtl/>
        </w:rPr>
        <w:t xml:space="preserve"> لہذا اختصار کے طور پر علامہ مرحوم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مطالب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ںسے</w:t>
      </w:r>
      <w:r w:rsidRPr="00A90793">
        <w:rPr>
          <w:rFonts w:eastAsia="Calibri"/>
          <w:rtl/>
        </w:rPr>
        <w:t xml:space="preserve"> کچھ ذکرکرنے </w:t>
      </w:r>
      <w:r w:rsidRPr="00A90793">
        <w:rPr>
          <w:rFonts w:eastAsia="Calibri" w:hint="eastAsia"/>
          <w:rtl/>
        </w:rPr>
        <w:t>پر</w:t>
      </w:r>
      <w:r w:rsidRPr="00A90793">
        <w:rPr>
          <w:rFonts w:eastAsia="Calibri"/>
          <w:rtl/>
        </w:rPr>
        <w:t xml:space="preserve"> اکتفا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علامہ</w:t>
      </w:r>
      <w:r w:rsidRPr="00A90793">
        <w:rPr>
          <w:rFonts w:eastAsia="Calibri"/>
          <w:rtl/>
        </w:rPr>
        <w:t xml:space="preserve"> فرماتے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قرآن من جم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الجہات جو قابل تصور اورتعقل ہے معجزہ ہے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کہنا غلط ہے کہ قرآن فقط فصاحت وبلاغت کے حوالے سے معجزہ ہے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نظم وضبط اورترک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وتحل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کے حوالے سے معجزہ ہے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نکات اوراصول وضوابط کے حوالے سے معجزہ ہے ،بلکہ قرآن تمام جہات کے اعتبار سے معجزہ ہے ،علم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،ثقافت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،اجتماع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،انفراد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،اقتصاد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،فقہ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،فصاحت وبلاغت ،نظم وضبط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کے حوالے سے معجزہ ہے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انسان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چاہے اقتصاد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اورمعاش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ماہر ہوں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ثقافت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اوراجتماع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بلاغت وفصاحت نظم وضبط تحل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وتفس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کے جس مرحلے پر فائز ہوں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لاسکتے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لہذاوہ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اللہ نے بشر کو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لنج</w:t>
      </w:r>
      <w:r w:rsidRPr="00A90793">
        <w:rPr>
          <w:rFonts w:eastAsia="Calibri"/>
          <w:rtl/>
        </w:rPr>
        <w:t xml:space="preserve"> کرتے ہوئے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اورمثل انسان اورجن باہم مل کر لانا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لاسک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گے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ہر جہات سے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لنج</w:t>
      </w:r>
      <w:r w:rsidRPr="00A90793">
        <w:rPr>
          <w:rFonts w:eastAsia="Calibri"/>
          <w:rtl/>
        </w:rPr>
        <w:t xml:space="preserve"> کرت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،کہ تاق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سورہ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تو دور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ہے ،ا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eastAsia"/>
          <w:rtl/>
        </w:rPr>
        <w:t>ملہ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ںلاسکتے</w:t>
      </w:r>
      <w:r w:rsidRPr="00A90793">
        <w:rPr>
          <w:rFonts w:eastAsia="Calibri"/>
          <w:rtl/>
        </w:rPr>
        <w:t xml:space="preserve"> اور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تک کے لئے سب سے بڑا معجزہ ہے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جسکو</w:t>
      </w:r>
      <w:r w:rsidRPr="00A90793">
        <w:rPr>
          <w:rFonts w:eastAsia="Calibri"/>
          <w:rtl/>
        </w:rPr>
        <w:t xml:space="preserve"> ثابت کر نے کے لئے مرحوم طباطبائ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علاوہ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وعقل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برہانوں سے استدلال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ںجو</w:t>
      </w:r>
      <w:r w:rsidRPr="00A90793">
        <w:rPr>
          <w:rFonts w:eastAsia="Calibri"/>
          <w:rtl/>
        </w:rPr>
        <w:t xml:space="preserve">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اورترب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مسائل کو جس انداز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اللہ نے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اس انداز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انسان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کرسکتا اور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اوراعجاز کا منہ بولتا ثبوت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تواسلام کے ساتھ صدر اسلام سے اب تک اتن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عداوت اوربغض کے باوجود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کو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مٹا سکے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منت ہے کہ جس نے قرآن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مطالب اورالفاظ پر ناز ل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کہ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طاقت مقابلہ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کرسکت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)المی</w:t>
      </w:r>
      <w:r w:rsidRPr="00A90793">
        <w:rPr>
          <w:rFonts w:hint="eastAsia"/>
          <w:rtl/>
        </w:rPr>
        <w:t>زان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بحث قرآن ،طباطبائی</w:t>
      </w:r>
      <w:r w:rsidRPr="00A90793">
        <w:rPr>
          <w:rtl/>
        </w:rPr>
        <w:t xml:space="preserve"> 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483224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شا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>'' انا نحن نزلنا الذکر وانا لہ لحافظون ''کا اشارہ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مطالب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ہو تبھ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سورہ کوثر کے مقابلہ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E75DFB">
        <w:rPr>
          <w:rStyle w:val="libArabicChar"/>
          <w:rFonts w:eastAsia="Calibri"/>
          <w:rtl/>
        </w:rPr>
        <w:t>'' انااعط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نا</w:t>
      </w:r>
      <w:r w:rsidRPr="00E75DFB">
        <w:rPr>
          <w:rStyle w:val="libArabicChar"/>
          <w:rFonts w:eastAsia="Calibri"/>
          <w:rtl/>
        </w:rPr>
        <w:t xml:space="preserve"> ک الجوا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ر فصل لربک وجا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ر ولا تعتمد قول ساحر</w:t>
      </w:r>
      <w:r w:rsidRPr="00A90793">
        <w:rPr>
          <w:rFonts w:eastAsia="Calibri"/>
          <w:rtl/>
        </w:rPr>
        <w:t>!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سورہ حمد کے مقابلے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'' </w:t>
      </w:r>
      <w:r w:rsidRPr="00E75DFB">
        <w:rPr>
          <w:rStyle w:val="libArabicChar"/>
          <w:rFonts w:eastAsia="Calibri"/>
          <w:rtl/>
        </w:rPr>
        <w:t>الحمد لرحمن رب الاکوان ملک الاد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ان</w:t>
      </w:r>
      <w:r w:rsidRPr="00E75DFB">
        <w:rPr>
          <w:rStyle w:val="libArabicChar"/>
          <w:rFonts w:eastAsia="Calibri"/>
          <w:rtl/>
        </w:rPr>
        <w:t xml:space="preserve"> لک العباد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وبک المستعان </w:t>
      </w:r>
      <w:r w:rsidRPr="00E75DFB">
        <w:rPr>
          <w:rStyle w:val="libArabicChar"/>
          <w:rFonts w:eastAsia="Calibri" w:hint="eastAsia"/>
          <w:rtl/>
        </w:rPr>
        <w:t>ا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eastAsia"/>
          <w:rtl/>
        </w:rPr>
        <w:t>دنا</w:t>
      </w:r>
      <w:r w:rsidRPr="00E75DFB">
        <w:rPr>
          <w:rStyle w:val="libArabicChar"/>
          <w:rFonts w:eastAsia="Calibri"/>
          <w:rtl/>
        </w:rPr>
        <w:t xml:space="preserve"> صراط الا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مان</w:t>
      </w:r>
      <w:r w:rsidRPr="00E75DFB">
        <w:rPr>
          <w:rStyle w:val="libArabicChar"/>
          <w:rFonts w:eastAsia="Calibri"/>
          <w:rtl/>
        </w:rPr>
        <w:t xml:space="preserve"> ''</w:t>
      </w:r>
      <w:r w:rsidRPr="00A90793">
        <w:rPr>
          <w:rFonts w:eastAsia="Calibri"/>
          <w:rtl/>
        </w:rPr>
        <w:t>!!!</w:t>
      </w:r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سورتوں کو بنانے والے کے جملات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ملامت کرتے ہوئے نظر آتے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جملات اورکلمات سے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اورفہم ودرک اورقرآن کے ساتھ عداوت کا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اندازہ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آپ غور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کتن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جہالت اورتار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ڈوبے ہوئے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سورہ کوثر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'' انا ''''اوراعط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ناک</w:t>
      </w:r>
      <w:r w:rsidRPr="00A90793">
        <w:rPr>
          <w:rFonts w:eastAsia="Calibri"/>
          <w:rtl/>
        </w:rPr>
        <w:t xml:space="preserve"> ''کو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کے الفاظ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تکرار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جبکہ اسکا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ہم اس کا مثل لائ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 xml:space="preserve"> ،اس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''کوثر ''ک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''جواہر'' کاکلم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لا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''جواہر'' اور''کوثر ''کے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آسمان کا فرق ہے ،کلمہ'' اعطا ''کے متعلق ''جواہر'' کو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نے اور''کو ثر'' کو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اورفصاحت وبلاغت کے نقطہ نظر سے بہت بڑا فرق ہے ، پھر'' فصل لربک''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الفاظ قرآن کو تکرار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جبکہ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لانا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،''والنحر''ک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''جاہر'' ،''انا شانئک ہو الابتر''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''ولاتعتمد ق</w:t>
      </w:r>
      <w:r w:rsidRPr="00A90793">
        <w:rPr>
          <w:rFonts w:eastAsia="Calibri" w:hint="eastAsia"/>
          <w:rtl/>
        </w:rPr>
        <w:t>ول</w:t>
      </w:r>
      <w:r w:rsidRPr="00A90793">
        <w:rPr>
          <w:rFonts w:eastAsia="Calibri"/>
          <w:rtl/>
        </w:rPr>
        <w:t xml:space="preserve"> ساحر ''لانے سے فقط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عکاس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علاوہ کچھ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،ک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ان دوجملوں کے الفاظ اورمعان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فصاحت وبلاغت کے اعتبار سے اور ادب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حوالے سے ان دونوں کے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مقائسہ کرنا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غلط ہے ۔!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سورہ حمد کے مقابلے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خود ساختہ سورہ کو سورہ حمد سے مقا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کہ کلمہ'' الحمد''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لفظ ہے جو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جبکہ اس کا ہدف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مانند اور مثل لاکر اللہ کے عجز کوثابت کرنا ہے ،''للہ''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جگہ'' للرحمن'' لا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جبکہ'' للرحمن'' اولا قرآن کے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الف</w:t>
      </w:r>
      <w:r w:rsidRPr="00A90793">
        <w:rPr>
          <w:rFonts w:eastAsia="Calibri" w:hint="eastAsia"/>
          <w:rtl/>
        </w:rPr>
        <w:t>اظ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ہے ،ثان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اللہ کا لفظ علم ہے اور لفظ رحمن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صفت ہے کلمہ الحمد کے ساتھ للرحمن لانے اورالحمد کے ساتھ للہ لانے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فرق 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وہ اگرکس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معلوم نہ ہو تو اس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شخص کو عالم کہلانے کے بجائے اس کا علاج کروانا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کلمہ'' رب ''کو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قرآن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لفظ ہے تکرار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اوررب کے بعد عالم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جگہ'' اکوان'' کو لا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ہے'' اکوان'' کلم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>''کون ''کا جمع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جبکہ</w:t>
      </w:r>
      <w:r w:rsidRPr="00A90793">
        <w:rPr>
          <w:rFonts w:eastAsia="Calibri"/>
          <w:rtl/>
        </w:rPr>
        <w:t>' ' عالم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''کے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اختلاف ہے ،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مفرد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عالم متعدد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،البتہ کچھ مفسر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کلمہ ''عالم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>'' ''عالم ''ک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ہے'' عالم'' اس کا مفرد ہے اس نظر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بناء 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'' اکوان'' اور''عالم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''کے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اوراصطل</w:t>
      </w:r>
      <w:r w:rsidRPr="00A90793">
        <w:rPr>
          <w:rFonts w:eastAsia="Calibri" w:hint="eastAsia"/>
          <w:rtl/>
        </w:rPr>
        <w:t>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فرق پا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اجاتا</w:t>
      </w:r>
      <w:r w:rsidRPr="00A90793">
        <w:rPr>
          <w:rFonts w:eastAsia="Calibri"/>
          <w:rtl/>
        </w:rPr>
        <w:t xml:space="preserve"> ہے ''کون'' افعال عموم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ہے جبکہ ''عالم'' افعال مخصوص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ان کے متعلقات اورق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ودات</w:t>
      </w:r>
      <w:r w:rsidRPr="00A90793">
        <w:rPr>
          <w:rFonts w:eastAsia="Calibri"/>
          <w:rtl/>
        </w:rPr>
        <w:t xml:space="preserve"> کے اعتبار سے قابل جمع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دو لفظ مترادف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ثان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>'' اکوان'' جمع مکسر ہے جبکہ عالم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جمع سالم ہے ان کے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فصاحت اور بلاغت کے اعتبار سے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قابل جمع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۔</w:t>
      </w:r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مثل لانے کے دعو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دار</w:t>
      </w:r>
      <w:r w:rsidRPr="00A90793">
        <w:rPr>
          <w:rFonts w:eastAsia="Calibri"/>
          <w:rtl/>
        </w:rPr>
        <w:t xml:space="preserve"> کو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کہ وہ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ساتھ الفاظ کو لا 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سور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حمد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ںموجود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،اگر کو 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جمع سالم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جمع مکسر کو استعمال کرے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مفرد کے بدلے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جمع استعمال کرے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جمع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تثن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کو استعمال کرے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جہالت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علا</w:t>
      </w:r>
      <w:r w:rsidRPr="00A90793">
        <w:rPr>
          <w:rFonts w:eastAsia="Calibri" w:hint="eastAsia"/>
          <w:rtl/>
        </w:rPr>
        <w:t>مت</w:t>
      </w:r>
      <w:r w:rsidRPr="00A90793">
        <w:rPr>
          <w:rFonts w:eastAsia="Calibri"/>
          <w:rtl/>
        </w:rPr>
        <w:t xml:space="preserve"> سمجھا جائےگا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مالک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وم</w:t>
      </w:r>
      <w:r w:rsidRPr="00A90793">
        <w:rPr>
          <w:rFonts w:eastAsia="Calibri"/>
          <w:rtl/>
        </w:rPr>
        <w:t xml:space="preserve"> الد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جگہ ملک الاد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کو لا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اگر ان دوجملوں کو باہم معن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اورنظم وضبط اورفصاحت وبلاغت کے حوالے سے مقائ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سہ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افراد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جہالت اور کم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ساتھ بے انتھا 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انداز 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جاسکتا ہے۔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ںان</w:t>
      </w:r>
      <w:r w:rsidRPr="00A90793">
        <w:rPr>
          <w:rFonts w:eastAsia="Calibri"/>
          <w:rtl/>
        </w:rPr>
        <w:t xml:space="preserve"> باتوںک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وتفس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کرتے ہوئے اپنے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اوقات کو ضائع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کرناچاہ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8" w:name="_Toc429651934"/>
      <w:r w:rsidRPr="00A90793">
        <w:rPr>
          <w:rFonts w:eastAsia="Calibri" w:hint="eastAsia"/>
          <w:rtl/>
        </w:rPr>
        <w:t>تلاوت</w:t>
      </w:r>
      <w:r w:rsidRPr="00A90793">
        <w:rPr>
          <w:rFonts w:eastAsia="Calibri"/>
          <w:rtl/>
        </w:rPr>
        <w:t xml:space="preserve">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:</w:t>
      </w:r>
      <w:bookmarkEnd w:id="38"/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تلاوت</w:t>
      </w:r>
      <w:r w:rsidRPr="00A90793">
        <w:rPr>
          <w:rFonts w:eastAsia="Calibri"/>
          <w:rtl/>
        </w:rPr>
        <w:t xml:space="preserve"> کلام پاک کا عنوان علوم قرآن کے مسائل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اور ثمرہ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رکھتا ہے جب ہم علوم قرآن کے مسائل سے فارغ ہوئے تو ا ن کے نتائج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اجمال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تاکہ علوم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پتہ چلے ،اورقرآن کے 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مطالب کو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معنوں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درک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دشوار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 اور معاشرے کو نوران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قرآن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منور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ں،</w:t>
      </w:r>
      <w:r w:rsidRPr="00A90793">
        <w:rPr>
          <w:rFonts w:eastAsia="Calibri"/>
          <w:rtl/>
        </w:rPr>
        <w:t xml:space="preserve"> لہذا خاتمہ کے طور پر علوم قرآن کے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باخبر ہونے کے ساتھ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واقف ہوناضرور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ہر پڑھے لکھے مسلمان بہن بھائ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کم از کم </w:t>
      </w:r>
      <w:r w:rsidR="00FB0743" w:rsidRPr="00FB0743">
        <w:rPr>
          <w:rFonts w:eastAsia="Calibri" w:hint="cs"/>
          <w:rtl/>
        </w:rPr>
        <w:t>24</w:t>
      </w:r>
      <w:r w:rsidRPr="00A90793">
        <w:rPr>
          <w:rFonts w:eastAsia="Calibri" w:hint="eastAsia"/>
          <w:rtl/>
        </w:rPr>
        <w:t>گھنٹوں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وقت ضرور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 تاک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اگر ہم تلاوت کے طور و 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قے</w:t>
      </w:r>
      <w:r w:rsidRPr="00A90793">
        <w:rPr>
          <w:rFonts w:eastAsia="Calibri"/>
          <w:rtl/>
        </w:rPr>
        <w:t xml:space="preserve"> اور اصول وضوابط سے کما حقہ آشنائ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رکھتے ہوں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نا</w:t>
      </w:r>
      <w:r w:rsidRPr="00A90793">
        <w:rPr>
          <w:rFonts w:eastAsia="Calibri"/>
          <w:rtl/>
        </w:rPr>
        <w:t xml:space="preserve"> تلاوت کلام پاک کا جو خاص اثر ہے اس سے محروم رہ جا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نگے</w:t>
      </w:r>
      <w:r w:rsidRPr="00A90793">
        <w:rPr>
          <w:rFonts w:eastAsia="Calibri"/>
          <w:rtl/>
        </w:rPr>
        <w:t xml:space="preserve"> ،لہذا بہتر ہے کہ 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تلاوت کلام پاک کے قواعد اور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اپنے محترم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لئے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: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تلاوت قرآن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سے پہلے تلاوت کلام پاک کے فارمولوں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 کروں تاکہ لوگ ثواب اور فوائد تلاوت کلام پاک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سے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بہرہ مند ہوسک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تلاوت کلام پاک 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شہ</w:t>
      </w:r>
      <w:r w:rsidR="00A90793" w:rsidRPr="00A90793">
        <w:rPr>
          <w:rFonts w:eastAsia="Calibri"/>
          <w:rtl/>
        </w:rPr>
        <w:t xml:space="preserve"> باوضو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ہر نماز کے بعد تلاوت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۔پاک وپاک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زہ</w:t>
      </w:r>
      <w:r w:rsidR="00A90793" w:rsidRPr="00A90793">
        <w:rPr>
          <w:rFonts w:eastAsia="Calibri"/>
          <w:rtl/>
        </w:rPr>
        <w:t xml:space="preserve"> جگہ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مساجد اماکن متبرکہ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روضات آئ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مہ</w:t>
      </w:r>
      <w:r w:rsidR="00A90793" w:rsidRPr="00A90793">
        <w:rPr>
          <w:rFonts w:eastAsia="Calibri"/>
          <w:rtl/>
        </w:rPr>
        <w:t xml:space="preserve"> معصوم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(ع)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۔قرآن کے حروف کو بغ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وضو کے چھونا حرام ہے ،لہذا باوضو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۔تلاوت سے پہلے اور تلاوت کے بعد محمد وآل محمد (ص) پردرود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جنا</w:t>
      </w:r>
      <w:r w:rsidR="00A90793" w:rsidRPr="00A90793">
        <w:rPr>
          <w:rFonts w:eastAsia="Calibri"/>
          <w:rtl/>
        </w:rPr>
        <w:t xml:space="preserve">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۔تلاوت سے پہلے جو دعائ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آئمہ معصوم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(ع) سے ہم تک پہنچ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</w:t>
      </w:r>
      <w:r w:rsidR="007A0B2A" w:rsidRPr="007A0B2A">
        <w:rPr>
          <w:rFonts w:eastAsia="Calibri" w:hint="cs"/>
          <w:rtl/>
        </w:rPr>
        <w:t>ا</w:t>
      </w:r>
      <w:r w:rsidR="00A90793" w:rsidRPr="007A0B2A">
        <w:rPr>
          <w:rFonts w:eastAsia="Calibri" w:hint="cs"/>
          <w:rtl/>
        </w:rPr>
        <w:t>ت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 تلاوت کے وقت روبہ قبلہ ہوناچاہ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۔تلاوت کے دوران عام اور عاد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حالت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طرح گفتگو سے پر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ز،</w:t>
      </w:r>
      <w:r w:rsidR="00A90793" w:rsidRPr="00A90793">
        <w:rPr>
          <w:rFonts w:eastAsia="Calibri"/>
          <w:rtl/>
        </w:rPr>
        <w:t xml:space="preserve">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کتب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طرح ہاتھ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قرآن رکھ کر مذاق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کھ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وکود سے اجتناب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کے وقت تفکر اور تدبر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سفارش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لہذا اس کا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/>
          <w:rtl/>
        </w:rPr>
        <w:t xml:space="preserve"> رکھنا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>۔ ترجمہ شدہ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صورت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غور وخوص کے ساتھ ترجمہ کو درک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کوشش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>۔تلاوت کے وقت قصد قربت اور تلاوت کے بعد والد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اور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گر</w:t>
      </w:r>
      <w:r w:rsidR="00A90793" w:rsidRPr="00A90793">
        <w:rPr>
          <w:rFonts w:eastAsia="Calibri"/>
          <w:rtl/>
        </w:rPr>
        <w:t xml:space="preserve"> مومن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کے حق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دعا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13</w:t>
      </w:r>
      <w:r w:rsidR="00A90793" w:rsidRPr="007A0B2A">
        <w:rPr>
          <w:rFonts w:eastAsia="Calibri" w:hint="cs"/>
          <w:rtl/>
        </w:rPr>
        <w:t>۔تلاوت کے دوران جن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ںعذاب</w:t>
      </w:r>
      <w:r w:rsidR="00A90793" w:rsidRPr="00A90793">
        <w:rPr>
          <w:rFonts w:eastAsia="Calibri"/>
          <w:rtl/>
        </w:rPr>
        <w:t xml:space="preserve"> کا ذکر ہو ا ہے اللہ سے نجات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درخواست اور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رحمت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کے وقت اضاف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رحمت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دعا مانگنا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14</w:t>
      </w:r>
      <w:r w:rsidR="00A90793" w:rsidRPr="007A0B2A">
        <w:rPr>
          <w:rFonts w:eastAsia="Calibri" w:hint="cs"/>
          <w:rtl/>
        </w:rPr>
        <w:t>۔الفاظ قرآن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جو مخصوص مخارج کے ساتھ تعلق رکھت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لہذا حس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آواز کے ساتھ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مخارج سے ادا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کوشش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15</w:t>
      </w:r>
      <w:r w:rsidR="00A90793" w:rsidRPr="007A0B2A">
        <w:rPr>
          <w:rFonts w:eastAsia="Calibri" w:hint="cs"/>
          <w:rtl/>
        </w:rPr>
        <w:t>۔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کو ترت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ل</w:t>
      </w:r>
      <w:r w:rsidR="00A90793" w:rsidRPr="00A90793">
        <w:rPr>
          <w:rFonts w:eastAsia="Calibri"/>
          <w:rtl/>
        </w:rPr>
        <w:t xml:space="preserve"> (ٹھہر ،ٹھہر )کے ساتھ پڑھنا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16</w:t>
      </w:r>
      <w:r w:rsidR="00A90793" w:rsidRPr="007A0B2A">
        <w:rPr>
          <w:rFonts w:eastAsia="Calibri" w:hint="cs"/>
          <w:rtl/>
        </w:rPr>
        <w:t>۔تلاوت سے پہلے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طان</w:t>
      </w:r>
      <w:r w:rsidR="00A90793" w:rsidRPr="00A90793">
        <w:rPr>
          <w:rFonts w:eastAsia="Calibri"/>
          <w:rtl/>
        </w:rPr>
        <w:t xml:space="preserve"> کے شر سے محفوظ رکھنے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خدا وند عالم سے دعا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</w:t>
      </w:r>
      <w:r w:rsidR="00A90793" w:rsidRPr="00E75DFB">
        <w:rPr>
          <w:rStyle w:val="libArabicChar"/>
          <w:rFonts w:eastAsia="Calibri"/>
          <w:rtl/>
        </w:rPr>
        <w:t>(اعوذ بالل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="00A90793" w:rsidRPr="00483224">
        <w:rPr>
          <w:rStyle w:val="libArabicChar"/>
          <w:rFonts w:eastAsia="Calibri"/>
          <w:rtl/>
        </w:rPr>
        <w:t xml:space="preserve"> من الش</w:t>
      </w:r>
      <w:r w:rsidR="00A90793" w:rsidRPr="00E75DFB">
        <w:rPr>
          <w:rStyle w:val="libArabicChar"/>
          <w:rFonts w:eastAsia="Calibri" w:hint="cs"/>
          <w:rtl/>
        </w:rPr>
        <w:t>ی</w:t>
      </w:r>
      <w:r w:rsidR="00A90793" w:rsidRPr="00E75DFB">
        <w:rPr>
          <w:rStyle w:val="libArabicChar"/>
          <w:rFonts w:eastAsia="Calibri" w:hint="eastAsia"/>
          <w:rtl/>
        </w:rPr>
        <w:t>طان</w:t>
      </w:r>
      <w:r w:rsidR="00A90793" w:rsidRPr="00E75DFB">
        <w:rPr>
          <w:rStyle w:val="libArabicChar"/>
          <w:rFonts w:eastAsia="Calibri"/>
          <w:rtl/>
        </w:rPr>
        <w:t xml:space="preserve"> الرج</w:t>
      </w:r>
      <w:r w:rsidR="00A90793" w:rsidRPr="00E75DFB">
        <w:rPr>
          <w:rStyle w:val="libArabicChar"/>
          <w:rFonts w:eastAsia="Calibri" w:hint="cs"/>
          <w:rtl/>
        </w:rPr>
        <w:t>ی</w:t>
      </w:r>
      <w:r w:rsidR="00A90793" w:rsidRPr="00E75DFB">
        <w:rPr>
          <w:rStyle w:val="libArabicChar"/>
          <w:rFonts w:eastAsia="Calibri" w:hint="eastAsia"/>
          <w:rtl/>
        </w:rPr>
        <w:t>م</w:t>
      </w:r>
      <w:r w:rsidR="00A90793" w:rsidRPr="00E75DFB">
        <w:rPr>
          <w:rStyle w:val="libArabicChar"/>
          <w:rFonts w:eastAsia="Calibri"/>
          <w:rtl/>
        </w:rPr>
        <w:t xml:space="preserve"> )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17</w:t>
      </w:r>
      <w:r w:rsidR="00A90793" w:rsidRPr="007A0B2A">
        <w:rPr>
          <w:rFonts w:eastAsia="Calibri" w:hint="cs"/>
          <w:rtl/>
        </w:rPr>
        <w:t>۔ قرآن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باعظمت اور نہا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درجہ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حامل کتاب ہے لہذا ان تمام مکانات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جہاں اس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بے احترام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ہو وہاں اجتناب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گل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کوچوں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18</w:t>
      </w:r>
      <w:r w:rsidR="00A90793" w:rsidRPr="007A0B2A">
        <w:rPr>
          <w:rFonts w:eastAsia="Calibri" w:hint="cs"/>
          <w:rtl/>
        </w:rPr>
        <w:t>۔غسل جنابت ،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اغسل</w:t>
      </w:r>
      <w:r w:rsidR="00A90793" w:rsidRPr="00A90793">
        <w:rPr>
          <w:rFonts w:eastAsia="Calibri"/>
          <w:rtl/>
        </w:rPr>
        <w:t xml:space="preserve">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نفاس واستحاضہ کے ہوتے ہوئے تلاوت کرنا اگر چہ جائز ہے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سات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سے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کرنا مکروہ ہے واضح رہے کہ جن سورتوں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ںواجب</w:t>
      </w:r>
      <w:r w:rsidR="00A90793" w:rsidRPr="00A90793">
        <w:rPr>
          <w:rFonts w:eastAsia="Calibri"/>
          <w:rtl/>
        </w:rPr>
        <w:t xml:space="preserve"> سجدے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 جنہ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سورہ عزائم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کہا جاتا ہے مذکورہ غسلوں کے ساتھ ان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کرنا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جائز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ہے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19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کے وقت وضو کے علاوہ بدن ولباس وغ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کا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پاک وپاک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زہ</w:t>
      </w:r>
      <w:r w:rsidR="00A90793" w:rsidRPr="00A90793">
        <w:rPr>
          <w:rFonts w:eastAsia="Calibri"/>
          <w:rtl/>
        </w:rPr>
        <w:t xml:space="preserve"> ہونا ،بہتر سمجھا جاتا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20</w:t>
      </w:r>
      <w:r w:rsidR="00A90793" w:rsidRPr="007A0B2A">
        <w:rPr>
          <w:rFonts w:eastAsia="Calibri" w:hint="cs"/>
          <w:rtl/>
        </w:rPr>
        <w:t>۔ تلاوت کلام پاک کے وقت خشوع وخضوع کا ہونا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مناسب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21</w:t>
      </w:r>
      <w:r w:rsidR="00A90793" w:rsidRPr="007A0B2A">
        <w:rPr>
          <w:rFonts w:eastAsia="Calibri" w:hint="cs"/>
          <w:rtl/>
        </w:rPr>
        <w:t>۔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حرکات اور سکنات کا انجام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جن سے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بے حرمت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توہ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کا باعث ہے ان سے پر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</w:t>
      </w:r>
      <w:r w:rsidR="00A90793" w:rsidRPr="00A90793">
        <w:rPr>
          <w:rFonts w:eastAsia="Calibri"/>
          <w:rtl/>
        </w:rPr>
        <w:t xml:space="preserve">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22</w:t>
      </w:r>
      <w:r w:rsidR="00A90793" w:rsidRPr="007A0B2A">
        <w:rPr>
          <w:rFonts w:eastAsia="Calibri" w:hint="cs"/>
          <w:rtl/>
        </w:rPr>
        <w:t>۔ قار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قرآن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انداز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ںتلاوت</w:t>
      </w:r>
      <w:r w:rsidR="00A90793" w:rsidRPr="00A90793">
        <w:rPr>
          <w:rFonts w:eastAsia="Calibri"/>
          <w:rtl/>
        </w:rPr>
        <w:t xml:space="preserve"> کرنا ادا ب تلاوت سمجھا جاتا ہے ، اچھ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آوازم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ںاور</w:t>
      </w:r>
      <w:r w:rsidR="00A90793" w:rsidRPr="00A90793">
        <w:rPr>
          <w:rFonts w:eastAsia="Calibri"/>
          <w:rtl/>
        </w:rPr>
        <w:t xml:space="preserve"> اوقاف وصل کے جگھوںسم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تجو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قرآن کے قوان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تلاوت کرنا بہترہے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23</w:t>
      </w:r>
      <w:r w:rsidR="00A90793" w:rsidRPr="007A0B2A">
        <w:rPr>
          <w:rFonts w:eastAsia="Calibri" w:hint="cs"/>
          <w:rtl/>
        </w:rPr>
        <w:t xml:space="preserve">۔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وںتوتلاوت</w:t>
      </w:r>
      <w:r w:rsidR="00A90793" w:rsidRPr="00A90793">
        <w:rPr>
          <w:rFonts w:eastAsia="Calibri"/>
          <w:rtl/>
        </w:rPr>
        <w:t xml:space="preserve"> کلام پاک کے لئے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مخصوص وقت نہ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ںہے</w:t>
      </w:r>
      <w:r w:rsidR="00A90793" w:rsidRPr="00A90793">
        <w:rPr>
          <w:rFonts w:eastAsia="Calibri"/>
          <w:rtl/>
        </w:rPr>
        <w:t xml:space="preserve"> اور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وقت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ںتلاوت</w:t>
      </w:r>
      <w:r w:rsidR="00A90793" w:rsidRPr="00A90793">
        <w:rPr>
          <w:rFonts w:eastAsia="Calibri"/>
          <w:rtl/>
        </w:rPr>
        <w:t xml:space="preserve"> مستحب اورا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عمل ہے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کچھ احاد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ث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کے ساتھ نماز فجر کے بعد تلاوت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سفارش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24</w:t>
      </w:r>
      <w:r w:rsidR="00A90793" w:rsidRPr="007A0B2A">
        <w:rPr>
          <w:rFonts w:eastAsia="Calibri" w:hint="cs"/>
          <w:rtl/>
        </w:rPr>
        <w:t>۔ اصحاب رسول (ص)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رت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تھ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کہ ہر ہفتے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مکمل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کرتے تھے۔اور مہ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کم از کم پانچ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چار مرتبہ پورے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کرتے تھے اس بنا پر اگر ہم ہر ہفتے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ںپورے</w:t>
      </w:r>
      <w:r w:rsidR="00A90793" w:rsidRPr="00A90793">
        <w:rPr>
          <w:rFonts w:eastAsia="Calibri"/>
          <w:rtl/>
        </w:rPr>
        <w:t xml:space="preserve">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دفعہ تلاوت نہ کرسک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تو ہر مہ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نے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دفعہ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مکمل تلاوت </w:t>
      </w:r>
      <w:r w:rsidR="00A90793" w:rsidRPr="00A90793">
        <w:rPr>
          <w:rFonts w:eastAsia="Calibri" w:hint="eastAsia"/>
          <w:rtl/>
        </w:rPr>
        <w:t>کرنا</w:t>
      </w:r>
      <w:r w:rsidR="00A90793" w:rsidRPr="00A90793">
        <w:rPr>
          <w:rFonts w:eastAsia="Calibri"/>
          <w:rtl/>
        </w:rPr>
        <w:t xml:space="preserve">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25</w:t>
      </w:r>
      <w:r w:rsidR="00A90793" w:rsidRPr="007A0B2A">
        <w:rPr>
          <w:rFonts w:eastAsia="Calibri" w:hint="cs"/>
          <w:rtl/>
        </w:rPr>
        <w:t>۔ ماہ مبارک رمضان جس کو بہار قرآن سے تعب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،کم سے کم ہر روز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</w:t>
      </w:r>
      <w:r w:rsidR="00A90793" w:rsidRPr="00A90793">
        <w:rPr>
          <w:rFonts w:eastAsia="Calibri"/>
          <w:rtl/>
        </w:rPr>
        <w:t xml:space="preserve"> جز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اورماہ مبارک رمضان سب سے افضل اوربہتر عبادت اور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کا مہ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نا</w:t>
      </w:r>
      <w:r w:rsidR="00A90793" w:rsidRPr="00A90793">
        <w:rPr>
          <w:rFonts w:eastAsia="Calibri"/>
          <w:rtl/>
        </w:rPr>
        <w:t xml:space="preserve"> قرار 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اہے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26</w:t>
      </w:r>
      <w:r w:rsidR="00A90793" w:rsidRPr="007A0B2A">
        <w:rPr>
          <w:rFonts w:eastAsia="Calibri" w:hint="cs"/>
          <w:rtl/>
        </w:rPr>
        <w:t>۔ تلاوت کے وقت قرآن کو ہر قسم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گندہ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 بے احترام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سے محفوظ رکھنا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27</w:t>
      </w:r>
      <w:r w:rsidR="00A90793" w:rsidRPr="007A0B2A">
        <w:rPr>
          <w:rFonts w:eastAsia="Calibri" w:hint="cs"/>
          <w:rtl/>
        </w:rPr>
        <w:t>۔قرآن کے کچھ سوروں کو اپن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ذات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خصوص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بناپر ان سورتوں کو کچھ خاص اوقات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تلاوت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سفارش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کہ شب جمعہ کے لئے مخصوص کچھ سورتوں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اشارہ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،اس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طرح ہرروز سونے سے پہلے کچھ سورتوں کا نام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ہے جن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eastAsia"/>
          <w:rtl/>
        </w:rPr>
        <w:t>تاک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گئ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ہے، مفات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الجنان اورثواب الاعمال وعقابہا اورسنن ترمذ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کتابوں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مراجعہ فرما سکتے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28</w:t>
      </w:r>
      <w:r w:rsidR="00A90793" w:rsidRPr="007A0B2A">
        <w:rPr>
          <w:rFonts w:eastAsia="Calibri" w:hint="cs"/>
          <w:rtl/>
        </w:rPr>
        <w:t>۔ اگر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بچہ جو احترام قرآن سے نا آشنا ہو اور تلاوت قرآن کرنا چاہے تو اس کو پہلے سے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آداب اوراحترام قرآن سے آگاہ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>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29</w:t>
      </w:r>
      <w:r w:rsidR="00A90793" w:rsidRPr="007A0B2A">
        <w:rPr>
          <w:rFonts w:eastAsia="Calibri" w:hint="cs"/>
          <w:rtl/>
        </w:rPr>
        <w:t>۔ کچھ لوگ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/>
          <w:rtl/>
        </w:rPr>
        <w:t xml:space="preserve"> کرتے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کہ تلاوت قرآن فقط مردوں کے ساتھ مخصوص ہے ج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ساکہ</w:t>
      </w:r>
      <w:r w:rsidR="00A90793" w:rsidRPr="00A90793">
        <w:rPr>
          <w:rFonts w:eastAsia="Calibri"/>
          <w:rtl/>
        </w:rPr>
        <w:t xml:space="preserve">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زمانے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ںخوات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کا قرآن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کھنا</w:t>
      </w:r>
      <w:r w:rsidR="00A90793" w:rsidRPr="00A90793">
        <w:rPr>
          <w:rFonts w:eastAsia="Calibri"/>
          <w:rtl/>
        </w:rPr>
        <w:t xml:space="preserve"> 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 xml:space="preserve"> سمجھا جاتا تھا 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کن</w:t>
      </w:r>
      <w:r w:rsidR="00A90793" w:rsidRPr="00A90793">
        <w:rPr>
          <w:rFonts w:eastAsia="Calibri"/>
          <w:rtl/>
        </w:rPr>
        <w:t xml:space="preserve"> اس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انقلاب جمہور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اسلام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ران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بر کت سے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سے</w:t>
      </w:r>
      <w:r w:rsidR="00A90793" w:rsidRPr="00A90793">
        <w:rPr>
          <w:rFonts w:eastAsia="Calibri"/>
          <w:rtl/>
        </w:rPr>
        <w:t xml:space="preserve"> اوہام اورخام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کا خاتمہ ہو چکا ہے اورالحمد للہ خوات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مردوں </w:t>
      </w:r>
      <w:r w:rsidR="00A90793" w:rsidRPr="00A90793">
        <w:rPr>
          <w:rFonts w:eastAsia="Calibri" w:hint="eastAsia"/>
          <w:rtl/>
        </w:rPr>
        <w:t>کے</w:t>
      </w:r>
      <w:r w:rsidR="00A90793" w:rsidRPr="00A90793">
        <w:rPr>
          <w:rFonts w:eastAsia="Calibri"/>
          <w:rtl/>
        </w:rPr>
        <w:t xml:space="preserve"> شانہ بشانہ قرآن سے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اب</w:t>
      </w:r>
      <w:r w:rsidR="00A90793" w:rsidRPr="00A90793">
        <w:rPr>
          <w:rFonts w:eastAsia="Calibri"/>
          <w:rtl/>
        </w:rPr>
        <w:t xml:space="preserve"> ہورہ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لہذا خوات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کوبھ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کے وقت صفائ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اوروضواورطہارت کاخاص 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ال</w:t>
      </w:r>
      <w:r w:rsidR="00A90793" w:rsidRPr="00A90793">
        <w:rPr>
          <w:rFonts w:eastAsia="Calibri"/>
          <w:rtl/>
        </w:rPr>
        <w:t xml:space="preserve"> رکھنا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31</w:t>
      </w:r>
      <w:r w:rsidR="00A90793" w:rsidRPr="007A0B2A">
        <w:rPr>
          <w:rFonts w:eastAsia="Calibri" w:hint="cs"/>
          <w:rtl/>
        </w:rPr>
        <w:t>۔ اہل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ؑ اطہار ،اصحاب وتابع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سم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علماء ومجتہد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رت</w:t>
      </w:r>
      <w:r w:rsidR="00A90793" w:rsidRPr="00A90793">
        <w:rPr>
          <w:rFonts w:eastAsia="Calibri"/>
          <w:rtl/>
        </w:rPr>
        <w:t xml:space="preserve">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رہ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 کہ جب بھ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موقع ملا توقرآن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کرتے تھے ۔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عمل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اہم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اورعظمت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طرف اشارہ کرت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ہے۔</w:t>
      </w:r>
    </w:p>
    <w:p w:rsidR="00FF5C3F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32</w:t>
      </w:r>
      <w:r w:rsidR="00A90793" w:rsidRPr="007A0B2A">
        <w:rPr>
          <w:rFonts w:eastAsia="Calibri" w:hint="cs"/>
          <w:rtl/>
        </w:rPr>
        <w:t>۔ اگر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بے حرمت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جگہ قرآن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قرآن کا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حصہ 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کوئ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جملہ پڑا ہواہو تو اس کو فورا کس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پاک اورپاک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زہ</w:t>
      </w:r>
      <w:r w:rsidR="00A90793" w:rsidRPr="00A90793">
        <w:rPr>
          <w:rFonts w:eastAsia="Calibri"/>
          <w:rtl/>
        </w:rPr>
        <w:t xml:space="preserve"> جگہ پر رکھنا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33</w:t>
      </w:r>
      <w:r w:rsidR="00A90793" w:rsidRPr="007A0B2A">
        <w:rPr>
          <w:rFonts w:eastAsia="Calibri" w:hint="cs"/>
          <w:rtl/>
        </w:rPr>
        <w:t>۔ پورے عالم بشر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کاضابطہ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کا نام قرآن ہے لہذا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سے ز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ادہ</w:t>
      </w:r>
      <w:r w:rsidR="00A90793" w:rsidRPr="00A90793">
        <w:rPr>
          <w:rFonts w:eastAsia="Calibri"/>
          <w:rtl/>
        </w:rPr>
        <w:t xml:space="preserve"> اس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تلاوت اور مفاہ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کو درک کرنے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کوشش کرنا چاہ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ے</w:t>
      </w:r>
      <w:r w:rsidR="00A90793" w:rsidRPr="00A90793">
        <w:rPr>
          <w:rFonts w:eastAsia="Calibri"/>
          <w:rtl/>
        </w:rPr>
        <w:t xml:space="preserve"> تاکہ دن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</w:t>
      </w:r>
      <w:r w:rsidR="00A90793" w:rsidRPr="00A90793">
        <w:rPr>
          <w:rFonts w:eastAsia="Calibri"/>
          <w:rtl/>
        </w:rPr>
        <w:t xml:space="preserve"> وآخرت کے حقائق سے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ںآگاہ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حاصل کرسک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 xml:space="preserve"> ،افسوس کے ساتھ کہنا پڑتا ہے کہ ا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سا</w:t>
      </w:r>
      <w:r w:rsidR="00A90793" w:rsidRPr="00A90793">
        <w:rPr>
          <w:rFonts w:eastAsia="Calibri"/>
          <w:rtl/>
        </w:rPr>
        <w:t xml:space="preserve"> ضابطہ 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انسان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کو اس دور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ںہم</w:t>
      </w:r>
      <w:r w:rsidR="00A90793" w:rsidRPr="00A90793">
        <w:rPr>
          <w:rFonts w:eastAsia="Calibri"/>
          <w:rtl/>
        </w:rPr>
        <w:t xml:space="preserve"> ف</w:t>
      </w:r>
      <w:r w:rsidR="00A90793" w:rsidRPr="00A90793">
        <w:rPr>
          <w:rFonts w:eastAsia="Calibri" w:hint="eastAsia"/>
          <w:rtl/>
        </w:rPr>
        <w:t>قط</w:t>
      </w:r>
      <w:r w:rsidR="00A90793" w:rsidRPr="00A90793">
        <w:rPr>
          <w:rFonts w:eastAsia="Calibri"/>
          <w:rtl/>
        </w:rPr>
        <w:t xml:space="preserve"> اموات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فاتحہ خوان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تک محدود رکھے ہوئے 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  <w:r w:rsidR="00A90793" w:rsidRPr="00A90793">
        <w:rPr>
          <w:rFonts w:eastAsia="Calibri"/>
          <w:rtl/>
        </w:rPr>
        <w:t>۔!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مذکورہ</w:t>
      </w:r>
      <w:r w:rsidRPr="00A90793">
        <w:rPr>
          <w:rFonts w:eastAsia="Calibri"/>
          <w:rtl/>
        </w:rPr>
        <w:t xml:space="preserve"> تمام نکات اورمطالب اصول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گرانبہا کتابوںم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ںآئ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کا نچوڑ اورخلاصہ ہے ،مز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کے لئے رجوع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39" w:name="_Toc429651935"/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>: تلاوت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  <w:bookmarkEnd w:id="39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گرام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مبعوث ہونے کا فلسفہ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'</w:t>
      </w:r>
      <w:r w:rsidRPr="00E75DFB">
        <w:rPr>
          <w:rStyle w:val="libArabicChar"/>
          <w:rFonts w:eastAsia="Calibri"/>
          <w:rtl/>
        </w:rPr>
        <w:t>'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تلوعل</w:t>
      </w:r>
      <w:r w:rsidRPr="00E75DFB">
        <w:rPr>
          <w:rStyle w:val="libArabicChar"/>
          <w:rFonts w:eastAsia="Calibri" w:hint="cs"/>
          <w:rtl/>
        </w:rPr>
        <w:t>ی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eastAsia"/>
          <w:rtl/>
        </w:rPr>
        <w:t>م</w:t>
      </w:r>
      <w:r w:rsidRPr="00E75DFB">
        <w:rPr>
          <w:rStyle w:val="libArabicChar"/>
          <w:rFonts w:eastAsia="Calibri"/>
          <w:rtl/>
        </w:rPr>
        <w:t xml:space="preserve"> آ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اتنا</w:t>
      </w:r>
      <w:r w:rsidRPr="00A90793">
        <w:rPr>
          <w:rFonts w:eastAsia="Calibri"/>
          <w:rtl/>
        </w:rPr>
        <w:t xml:space="preserve"> 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ھم</w:t>
      </w:r>
      <w:r w:rsidRPr="00A90793">
        <w:rPr>
          <w:rFonts w:eastAsia="Calibri"/>
          <w:rtl/>
        </w:rPr>
        <w:t xml:space="preserve"> ''ہے جس سے تلاوت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483224" w:rsidRDefault="00A90793" w:rsidP="00A90793">
      <w:pPr>
        <w:pStyle w:val="libNormal"/>
        <w:rPr>
          <w:rStyle w:val="libArabicChar"/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کچھ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اس طرح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E75DFB">
        <w:rPr>
          <w:rStyle w:val="libArabicChar"/>
          <w:rFonts w:eastAsia="Calibri"/>
          <w:rtl/>
        </w:rPr>
        <w:t>''ان الذ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</w:t>
      </w:r>
      <w:r w:rsidRPr="00E75DFB">
        <w:rPr>
          <w:rStyle w:val="libArabicChar"/>
          <w:rFonts w:eastAsia="Calibri"/>
          <w:rtl/>
        </w:rPr>
        <w:t xml:space="preserve">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تلون</w:t>
      </w:r>
      <w:r w:rsidRPr="00E75DFB">
        <w:rPr>
          <w:rStyle w:val="libArabicChar"/>
          <w:rFonts w:eastAsia="Calibri"/>
          <w:rtl/>
        </w:rPr>
        <w:t xml:space="preserve"> کتاب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''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 لوگ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وہ اللہ کے فضل وکرم کے 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وار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75DFB">
        <w:rPr>
          <w:rStyle w:val="libArabicChar"/>
          <w:rFonts w:eastAsia="Calibri"/>
          <w:rtl/>
        </w:rPr>
        <w:t>''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</w:t>
      </w:r>
      <w:r w:rsidRPr="00E75DFB">
        <w:rPr>
          <w:rStyle w:val="libArabicChar"/>
          <w:rFonts w:eastAsia="Calibri"/>
          <w:rtl/>
        </w:rPr>
        <w:t xml:space="preserve"> رسول من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تلو</w:t>
      </w:r>
      <w:r w:rsidRPr="00E75DFB">
        <w:rPr>
          <w:rStyle w:val="libArabicChar"/>
          <w:rFonts w:eastAsia="Calibri"/>
          <w:rtl/>
        </w:rPr>
        <w:t xml:space="preserve"> صحفا مط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ر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A90793">
        <w:rPr>
          <w:rFonts w:eastAsia="Calibri"/>
          <w:rtl/>
        </w:rPr>
        <w:t xml:space="preserve"> ''خداکے رسول (ص) جو پاک اوراق پڑھتے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''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3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کے بارے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بہت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)اصول کافی</w:t>
      </w:r>
      <w:r w:rsidRPr="00A90793">
        <w:rPr>
          <w:rtl/>
        </w:rPr>
        <w:t xml:space="preserve"> ج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 xml:space="preserve"> باب فضل القرآن ،بحارالانوار کتاب القرآن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)سورہ جمعہ (</w:t>
      </w:r>
      <w:r w:rsidR="00FB0743" w:rsidRPr="00FB0743">
        <w:rPr>
          <w:rFonts w:hint="cs"/>
          <w:rtl/>
        </w:rPr>
        <w:t>3</w:t>
      </w:r>
      <w:r w:rsidRPr="00A90793">
        <w:rPr>
          <w:rFonts w:hint="cs"/>
          <w:rtl/>
        </w:rPr>
        <w:t>)سورہ بی</w:t>
      </w:r>
      <w:r w:rsidRPr="00A90793">
        <w:rPr>
          <w:rFonts w:hint="eastAsia"/>
          <w:rtl/>
        </w:rPr>
        <w:t>نہ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نہ صرف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وعظمت واضح ہوجات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کے فوائد اورنتائج سے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اورآخرت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مستف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ہونے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اشارہ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0" w:name="_Toc429651936"/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تلاوت کلام پاک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:</w:t>
      </w:r>
      <w:bookmarkEnd w:id="40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گفتگو 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ادہ</w:t>
      </w:r>
      <w:r w:rsidRPr="00A90793">
        <w:rPr>
          <w:rFonts w:eastAsia="Calibri"/>
          <w:rtl/>
        </w:rPr>
        <w:t xml:space="preserve"> تھکا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لمب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ہو جائے اس لئے صرف چند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فقط اشارہ کرنے پر اکتفاکروںگا 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معلومات کے خواہاں کا تو کتب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کرسکتاہے۔</w:t>
      </w:r>
      <w:r w:rsidRPr="00955A96">
        <w:rPr>
          <w:rStyle w:val="libFootnotenumChar"/>
          <w:rtl/>
        </w:rPr>
        <w:t xml:space="preserve">( 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امام جعفر صادق -نے فرما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75DFB">
        <w:rPr>
          <w:rStyle w:val="libArabicChar"/>
          <w:rFonts w:eastAsia="Calibri"/>
          <w:rtl/>
        </w:rPr>
        <w:t>''عل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کم</w:t>
      </w:r>
      <w:r w:rsidRPr="00E75DFB">
        <w:rPr>
          <w:rStyle w:val="libArabicChar"/>
          <w:rFonts w:eastAsia="Calibri"/>
          <w:rtl/>
        </w:rPr>
        <w:t xml:space="preserve"> تلاو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القرآن فان درجات الجن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عل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عدد آ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ات</w:t>
      </w:r>
      <w:r w:rsidRPr="00E75DFB">
        <w:rPr>
          <w:rStyle w:val="libArabicChar"/>
          <w:rFonts w:eastAsia="Calibri"/>
          <w:rtl/>
        </w:rPr>
        <w:t xml:space="preserve"> القرآن فاذاکان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وم</w:t>
      </w:r>
      <w:r w:rsidRPr="00E75DFB">
        <w:rPr>
          <w:rStyle w:val="libArabicChar"/>
          <w:rFonts w:eastAsia="Calibri"/>
          <w:rtl/>
        </w:rPr>
        <w:t xml:space="preserve"> الق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ام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قال</w:t>
      </w:r>
      <w:r w:rsidRPr="00E75DFB">
        <w:rPr>
          <w:rStyle w:val="libArabicChar"/>
          <w:rFonts w:eastAsia="Calibri"/>
          <w:rtl/>
        </w:rPr>
        <w:t xml:space="preserve"> لقار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القرآن و</w:t>
      </w:r>
      <w:r w:rsidR="007A0B2A" w:rsidRPr="00E75DFB">
        <w:rPr>
          <w:rStyle w:val="libArabicChar"/>
          <w:rFonts w:eastAsia="Calibri" w:hint="cs"/>
          <w:rtl/>
        </w:rPr>
        <w:t>ا</w:t>
      </w:r>
      <w:r w:rsidRPr="00E75DFB">
        <w:rPr>
          <w:rStyle w:val="libArabicChar"/>
          <w:rFonts w:eastAsia="Calibri" w:hint="cs"/>
          <w:rtl/>
        </w:rPr>
        <w:t>قراء وارق فکما قر</w:t>
      </w:r>
      <w:r w:rsidR="007A0B2A" w:rsidRPr="00E75DFB">
        <w:rPr>
          <w:rStyle w:val="libArabicChar"/>
          <w:rFonts w:eastAsia="Calibri" w:hint="cs"/>
          <w:rtl/>
        </w:rPr>
        <w:t>ا</w:t>
      </w:r>
      <w:r w:rsidRPr="00E75DFB">
        <w:rPr>
          <w:rStyle w:val="libArabicChar"/>
          <w:rFonts w:eastAsia="Calibri" w:hint="cs"/>
          <w:rtl/>
        </w:rPr>
        <w:t>آی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رق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درج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''</w:t>
      </w:r>
      <w:r w:rsidRPr="00A90793">
        <w:rPr>
          <w:rFonts w:eastAsia="Calibri"/>
          <w:rtl/>
        </w:rPr>
        <w:t>''تم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کرو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جنت کے درجات قرآن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تعداد کے برابر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جب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بر پا ہوگ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کرنے والے سے کہا جائے گا پڑھو اوراپنے درجات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اضافہ کرتے جاؤ لہذاجب وہ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کرتا ہے تو اسکا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درجہ بلند ہوتا ہے ۔!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 بحارالانوار کتاب قرآن ،اوراصول کافی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باب فضل القرآن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)البی</w:t>
      </w:r>
      <w:r w:rsidRPr="00A90793">
        <w:rPr>
          <w:rFonts w:hint="eastAsia"/>
          <w:rtl/>
        </w:rPr>
        <w:t>ان</w:t>
      </w:r>
      <w:r w:rsidRPr="00A90793">
        <w:rPr>
          <w:rtl/>
        </w:rPr>
        <w:t xml:space="preserve"> ص </w:t>
      </w:r>
      <w:r w:rsidR="00FB0743" w:rsidRPr="00FB0743">
        <w:rPr>
          <w:rFonts w:hint="cs"/>
          <w:rtl/>
        </w:rPr>
        <w:t>34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حضرت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E75DFB">
        <w:rPr>
          <w:rStyle w:val="libArabicChar"/>
          <w:rFonts w:eastAsia="Calibri"/>
          <w:rtl/>
        </w:rPr>
        <w:t>''من قر</w:t>
      </w:r>
      <w:r w:rsidR="007A0B2A" w:rsidRPr="00E75DFB">
        <w:rPr>
          <w:rStyle w:val="libArabicChar"/>
          <w:rFonts w:eastAsia="Calibri" w:hint="cs"/>
          <w:rtl/>
        </w:rPr>
        <w:t>ا</w:t>
      </w:r>
      <w:r w:rsidRPr="00E75DFB">
        <w:rPr>
          <w:rStyle w:val="libArabicChar"/>
          <w:rFonts w:eastAsia="Calibri" w:hint="cs"/>
          <w:rtl/>
        </w:rPr>
        <w:t xml:space="preserve"> من کتاب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 w:hint="cs"/>
          <w:rtl/>
        </w:rPr>
        <w:t xml:space="preserve"> تعال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فل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حسن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والحسن</w:t>
      </w:r>
      <w:r w:rsidR="00483224" w:rsidRPr="00483224">
        <w:rPr>
          <w:rStyle w:val="libArabicChar"/>
          <w:rFonts w:eastAsia="Calibri" w:hint="cs"/>
          <w:rtl/>
        </w:rPr>
        <w:t>ة</w:t>
      </w:r>
      <w:r w:rsidRPr="00E75DFB">
        <w:rPr>
          <w:rStyle w:val="libArabicChar"/>
          <w:rFonts w:eastAsia="Calibri"/>
          <w:rtl/>
        </w:rPr>
        <w:t xml:space="preserve"> عشر امثال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ا لا اقول'' الم ''حرف ول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کن</w:t>
      </w:r>
      <w:r w:rsidRPr="00E75DFB">
        <w:rPr>
          <w:rStyle w:val="libArabicChar"/>
          <w:rFonts w:eastAsia="Calibri"/>
          <w:rtl/>
        </w:rPr>
        <w:t xml:space="preserve"> الف حرف لام حرف وم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م</w:t>
      </w:r>
      <w:r w:rsidRPr="00E75DFB">
        <w:rPr>
          <w:rStyle w:val="libArabicChar"/>
          <w:rFonts w:eastAsia="Calibri"/>
          <w:rtl/>
        </w:rPr>
        <w:t xml:space="preserve"> حرف ''</w:t>
      </w:r>
      <w:r w:rsidRPr="00A90793">
        <w:rPr>
          <w:rFonts w:eastAsia="Calibri"/>
          <w:rtl/>
        </w:rPr>
        <w:t>''اگر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کرے تو اسے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کاثواب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اورن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دس ثواب ہواکرتا ہے ،م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</w:t>
      </w:r>
      <w:r w:rsidRPr="00A90793">
        <w:rPr>
          <w:rFonts w:eastAsia="Calibri"/>
          <w:rtl/>
        </w:rPr>
        <w:t xml:space="preserve">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الم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ہے بلکہ الف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ہے لام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ہے اورم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حرف ہے ۔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  <w:r w:rsidRPr="007A0B2A">
        <w:rPr>
          <w:rFonts w:eastAsia="Calibri" w:hint="cs"/>
          <w:rtl/>
        </w:rPr>
        <w:t>۔</w:t>
      </w: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1" w:name="_Toc429651937"/>
      <w:r w:rsidRPr="00A90793">
        <w:rPr>
          <w:rFonts w:eastAsia="Calibri" w:hint="eastAsia"/>
          <w:rtl/>
        </w:rPr>
        <w:t>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وتحل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:</w:t>
      </w:r>
      <w:bookmarkEnd w:id="41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قلت</w:t>
      </w:r>
      <w:r w:rsidRPr="00A90793">
        <w:rPr>
          <w:rFonts w:eastAsia="Calibri"/>
          <w:rtl/>
        </w:rPr>
        <w:t xml:space="preserve"> وقت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قارئ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محترم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توجہ کو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پر دلالت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ںمفصل</w:t>
      </w:r>
      <w:r w:rsidRPr="00A90793">
        <w:rPr>
          <w:rFonts w:eastAsia="Calibri"/>
          <w:rtl/>
        </w:rPr>
        <w:t xml:space="preserve"> کتابوں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مبذول کرتا ہوںرجوع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،تاکہ تلاوت کلام پاک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اورعظمت سے آگاہ ہوسک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کے متعلق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درمنثور،تفس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قرطب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مذکورہ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مقصد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کو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کرنا ہے ،حت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بعض 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ںصاف</w:t>
      </w:r>
      <w:r w:rsidRPr="00A90793">
        <w:rPr>
          <w:rFonts w:eastAsia="Calibri"/>
          <w:rtl/>
        </w:rPr>
        <w:t xml:space="preserve"> لفظوں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ہوا ہے کہ جب قار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کو قبر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رکھا جاتا ہے تو 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ومنکر جو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کو قبر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</w:t>
      </w:r>
      <w:r w:rsidRPr="00A90793">
        <w:rPr>
          <w:rFonts w:eastAsia="Calibri" w:hint="eastAsia"/>
          <w:rtl/>
        </w:rPr>
        <w:t>کھنے</w:t>
      </w:r>
      <w:r w:rsidRPr="00A90793">
        <w:rPr>
          <w:rFonts w:eastAsia="Calibri"/>
          <w:rtl/>
        </w:rPr>
        <w:t xml:space="preserve"> کے بعد سولات کے لئے مامور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ںپوچھنے</w:t>
      </w:r>
      <w:r w:rsidRPr="00A90793">
        <w:rPr>
          <w:rFonts w:eastAsia="Calibri"/>
          <w:rtl/>
        </w:rPr>
        <w:t xml:space="preserve"> کے لئے آتے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 اصول کافی</w:t>
      </w:r>
      <w:r w:rsidRPr="00A90793">
        <w:rPr>
          <w:rtl/>
        </w:rPr>
        <w:t xml:space="preserve"> ج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باب فضل القرآن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اورسولات کے وقت سخت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آئ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ںگے</w:t>
      </w:r>
      <w:r w:rsidRPr="00A90793">
        <w:rPr>
          <w:rFonts w:eastAsia="Calibri"/>
          <w:rtl/>
        </w:rPr>
        <w:t xml:space="preserve"> اس وقت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قرآن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نے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ومنکر سے سفارش کرتا ہے اورکہتا ہے کہ تم اس پر سخت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 کرو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وہ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ہے جس 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لہذاقرآن</w:t>
      </w:r>
      <w:r w:rsidRPr="00A90793">
        <w:rPr>
          <w:rFonts w:eastAsia="Calibri"/>
          <w:rtl/>
        </w:rPr>
        <w:t xml:space="preserve"> قبر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ہمارئے شف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</w:t>
      </w:r>
      <w:r w:rsidRPr="00A90793">
        <w:rPr>
          <w:rFonts w:eastAsia="Calibri"/>
          <w:rtl/>
        </w:rPr>
        <w:t xml:space="preserve">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امت</w:t>
      </w:r>
      <w:r w:rsidRPr="00A90793">
        <w:rPr>
          <w:rFonts w:eastAsia="Calibri"/>
          <w:rtl/>
        </w:rPr>
        <w:t xml:space="preserve"> کے ہولناک سخت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کے وقت نور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سفارش کے لئے آن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واحد کتاب ہے جسک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ہر وقت تلاوت کرنا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تبھ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شخص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مذمت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جس کے گھر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/>
          <w:rtl/>
        </w:rPr>
        <w:t xml:space="preserve"> ہو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نہ 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2" w:name="_Toc429651938"/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فہم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درج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علوم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ہے:</w:t>
      </w:r>
      <w:bookmarkEnd w:id="42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علم تجو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: علم تجو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وہ علم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قوان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اورقاعدہ کل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سے بحث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کہ جس سے قرآن کے الفاظ کے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تلفظ اورصح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مخارج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ادائ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مدد ملت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،اس کے علاوہ آواز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خوبصورت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مشق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کرائ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تاکہ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کو خوبصورت آواز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ںتلاوت</w:t>
      </w:r>
      <w:r w:rsidRPr="00A90793">
        <w:rPr>
          <w:rFonts w:eastAsia="Calibri"/>
          <w:rtl/>
        </w:rPr>
        <w:t xml:space="preserve"> کرسکے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علم اللغ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: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/>
          <w:rtl/>
        </w:rPr>
        <w:t xml:space="preserve"> کے ہر الفاظ کے لغو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اصطلاح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اگاہ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اجاتا</w:t>
      </w:r>
      <w:r w:rsidRPr="00A90793">
        <w:rPr>
          <w:rFonts w:eastAsia="Calibri"/>
          <w:rtl/>
        </w:rPr>
        <w:t xml:space="preserve"> ہے تاکہ ہم قرآن کو سمجھ 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)ثواب الاعمال وعقابہا</w:t>
      </w:r>
    </w:p>
    <w:p w:rsidR="00FF5C3F" w:rsidRDefault="00FF5C3F" w:rsidP="00FB0743">
      <w:pPr>
        <w:pStyle w:val="libNormal"/>
        <w:rPr>
          <w:rFonts w:eastAsia="Calibri"/>
          <w:rtl/>
          <w:lang w:bidi="ur-PK"/>
        </w:rPr>
      </w:pPr>
      <w:r>
        <w:rPr>
          <w:rtl/>
        </w:rPr>
        <w:br w:type="page"/>
      </w:r>
    </w:p>
    <w:p w:rsidR="00A90793" w:rsidRPr="00A90793" w:rsidRDefault="00A90793" w:rsidP="00FB0743">
      <w:pPr>
        <w:pStyle w:val="libFootnote0"/>
        <w:rPr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 xml:space="preserve"> : علم الادب :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نحو وصرف کے قوان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اورفارمولوں سے آگاہ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اجاتاہے</w:t>
      </w:r>
      <w:r w:rsidRPr="00A90793">
        <w:rPr>
          <w:rFonts w:eastAsia="Calibri"/>
          <w:rtl/>
        </w:rPr>
        <w:t xml:space="preserve"> تاکہ قرآن جس پاک اوربلند اہداف اورمقاصدکے لئے نازل ہوا ہے وہ آسان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معاشرے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>: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: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اورروا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عقل اورد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علوم کے اصول وقوان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شان نزول اور الفاظ کے ظاہر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اورباطن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وضاحت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تاکہ قرآن کے حقائق سے ہر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ہوسکے۔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طرح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علوم کو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فہم قرآن کے لئے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کھنا</w:t>
      </w:r>
      <w:r w:rsidRPr="00A90793">
        <w:rPr>
          <w:rFonts w:eastAsia="Calibri"/>
          <w:rtl/>
        </w:rPr>
        <w:t xml:space="preserve">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کہ جن کو علوم آل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اخادم</w:t>
      </w:r>
      <w:r w:rsidRPr="00A90793">
        <w:rPr>
          <w:rFonts w:eastAsia="Calibri"/>
          <w:rtl/>
        </w:rPr>
        <w:t xml:space="preserve"> العلوم سے تعب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، المنطق ،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احکمت</w:t>
      </w:r>
      <w:r w:rsidRPr="00A90793">
        <w:rPr>
          <w:rFonts w:eastAsia="Calibri"/>
          <w:rtl/>
        </w:rPr>
        <w:t xml:space="preserve">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علوم قرآن فہم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راہ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کے حامل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،لہذامدارس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اورحوزات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ںجسطرح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علوم کو بن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طورپر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ادک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جاتا ہے اس طرح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گرتمام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مراکز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ترو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 xml:space="preserve"> کرناچاہ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 تاکہ قرآن کے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غام</w:t>
      </w:r>
      <w:r w:rsidRPr="00A90793">
        <w:rPr>
          <w:rFonts w:eastAsia="Calibri"/>
          <w:rtl/>
        </w:rPr>
        <w:t xml:space="preserve"> سے تمام مسلمان حضرات معاشرت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انفراد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ہوسک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۔</w:t>
      </w:r>
    </w:p>
    <w:p w:rsidR="00FF5C3F" w:rsidRPr="007A0B2A" w:rsidRDefault="00FF5C3F" w:rsidP="007A0B2A">
      <w:pPr>
        <w:pStyle w:val="libNormal"/>
        <w:rPr>
          <w:rFonts w:eastAsia="Calibri"/>
          <w:rtl/>
        </w:rPr>
      </w:pPr>
      <w:r w:rsidRPr="007A0B2A">
        <w:rPr>
          <w:rFonts w:eastAsia="Calibri"/>
          <w:rtl/>
        </w:rPr>
        <w:br w:type="page"/>
      </w:r>
    </w:p>
    <w:p w:rsidR="00FF5C3F" w:rsidRDefault="00FF5C3F" w:rsidP="00C05CA8">
      <w:pPr>
        <w:pStyle w:val="Heading1Center"/>
        <w:rPr>
          <w:rFonts w:eastAsia="Calibri"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3" w:name="_Toc429651939"/>
      <w:r w:rsidRPr="00A90793">
        <w:rPr>
          <w:rFonts w:eastAsia="Calibri" w:hint="eastAsia"/>
          <w:rtl/>
        </w:rPr>
        <w:t>عظمت</w:t>
      </w:r>
      <w:r w:rsidRPr="00A90793">
        <w:rPr>
          <w:rFonts w:eastAsia="Calibri"/>
          <w:rtl/>
        </w:rPr>
        <w:t xml:space="preserve"> قرآن نظم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صورت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:</w:t>
      </w:r>
      <w:bookmarkEnd w:id="43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رب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 عنا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نظم وضبط 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عت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زندہ 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قت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اک کتاب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تباہ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کردگار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رحمت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ذوالجلال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رسالت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تو مقصدبعثت کا نام ہے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نازل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اس کو خدائے جل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پہنچا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رسول تلک جبرئ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اء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لامکاںک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نشان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حق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مصطف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علم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ںحد</w:t>
      </w:r>
      <w:r w:rsidRPr="00A90793">
        <w:rPr>
          <w:rFonts w:eastAsia="Calibri"/>
          <w:rtl/>
        </w:rPr>
        <w:t xml:space="preserve"> بے پناہ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اک کتاب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ںدرسگاہ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ہے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نبوت کامعجزہ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ہے خدا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صداقت کا معجزہ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ہے رموز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کثرت کا معجزہ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آج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بلاغت کا معجزہ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ںکائنات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کا جواب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ںکائنات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تعظ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اس کتاب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حق کے ول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کعبے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ںسب</w:t>
      </w:r>
      <w:r w:rsidRPr="00A90793">
        <w:rPr>
          <w:rFonts w:eastAsia="Calibri"/>
          <w:rtl/>
        </w:rPr>
        <w:t xml:space="preserve"> سے پہلے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وص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قبل</w:t>
      </w:r>
      <w:r w:rsidRPr="00A90793">
        <w:rPr>
          <w:rFonts w:eastAsia="Calibri"/>
          <w:rtl/>
        </w:rPr>
        <w:t xml:space="preserve"> نزول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(ع)نے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تصد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اس کلام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رے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نے ک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وا 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اتصال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ہو عل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(ع)کے بنا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محال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کو گروہ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بٹ کر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لفظ</w:t>
      </w:r>
      <w:r w:rsidRPr="00A90793">
        <w:rPr>
          <w:rFonts w:eastAsia="Calibri"/>
          <w:rtl/>
        </w:rPr>
        <w:t xml:space="preserve"> ومعان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کے الٹ کر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اوراق</w:t>
      </w:r>
      <w:r w:rsidRPr="00A90793">
        <w:rPr>
          <w:rFonts w:eastAsia="Calibri"/>
          <w:rtl/>
        </w:rPr>
        <w:t xml:space="preserve"> اس کے صرف پلٹ کر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کو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ہٹ نہ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کھئے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دن حق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ضرورت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رت</w:t>
      </w:r>
      <w:r w:rsidRPr="00A90793">
        <w:rPr>
          <w:rFonts w:eastAsia="Calibri"/>
          <w:rtl/>
        </w:rPr>
        <w:t xml:space="preserve"> کا نام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ہے</w:t>
      </w:r>
      <w:r w:rsidRPr="00A90793">
        <w:rPr>
          <w:rFonts w:eastAsia="Calibri"/>
          <w:rtl/>
        </w:rPr>
        <w:t xml:space="preserve"> ذکر نوح کا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آدم کا تذکرہ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ذکر ہے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کا تذکرہ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ہے</w:t>
      </w:r>
      <w:r w:rsidRPr="00A90793">
        <w:rPr>
          <w:rFonts w:eastAsia="Calibri"/>
          <w:rtl/>
        </w:rPr>
        <w:t xml:space="preserve"> جابجا رسول مکرم کا تذکرہ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اور</w:t>
      </w:r>
      <w:r w:rsidRPr="00A90793">
        <w:rPr>
          <w:rFonts w:eastAsia="Calibri"/>
          <w:rtl/>
        </w:rPr>
        <w:t xml:space="preserve"> ہے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پہ خلقت عالم کا تذکرہ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ہجرت</w:t>
      </w:r>
      <w:r w:rsidRPr="00A90793">
        <w:rPr>
          <w:rFonts w:eastAsia="Calibri"/>
          <w:rtl/>
        </w:rPr>
        <w:t xml:space="preserve"> کا تذکرہ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ذکر غد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ہے</w:t>
      </w:r>
      <w:r w:rsidRPr="00A90793">
        <w:rPr>
          <w:rFonts w:eastAsia="Calibri"/>
          <w:rtl/>
        </w:rPr>
        <w:t xml:space="preserve"> ذکر فاطمہ کہ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ذکرام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حالات</w:t>
      </w:r>
      <w:r w:rsidRPr="00A90793">
        <w:rPr>
          <w:rFonts w:eastAsia="Calibri"/>
          <w:rtl/>
        </w:rPr>
        <w:t xml:space="preserve"> کے لحاظ سے آت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گھرم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جہاد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اتر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جو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شتر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وہ مک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مطلب</w:t>
      </w:r>
      <w:r w:rsidRPr="00A90793">
        <w:rPr>
          <w:rFonts w:eastAsia="Calibri"/>
          <w:rtl/>
        </w:rPr>
        <w:t xml:space="preserve"> کے اعتبار سے گہر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چھوٹ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بعض</w:t>
      </w:r>
      <w:r w:rsidRPr="00A90793">
        <w:rPr>
          <w:rFonts w:eastAsia="Calibri"/>
          <w:rtl/>
        </w:rPr>
        <w:t xml:space="preserve"> ان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نرم بعض کڑ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آ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خالق اکبر سے پوچھئے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گران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قلب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مبر</w:t>
      </w:r>
      <w:r w:rsidRPr="00A90793">
        <w:rPr>
          <w:rFonts w:eastAsia="Calibri"/>
          <w:rtl/>
        </w:rPr>
        <w:t xml:space="preserve"> سے پوچھئے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اپھر</w:t>
      </w:r>
      <w:r w:rsidRPr="00A90793">
        <w:rPr>
          <w:rFonts w:eastAsia="Calibri"/>
          <w:rtl/>
        </w:rPr>
        <w:t xml:space="preserve"> رسول (ص)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برادر سے پوچھئے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جس</w:t>
      </w:r>
      <w:r w:rsidRPr="00A90793">
        <w:rPr>
          <w:rFonts w:eastAsia="Calibri"/>
          <w:rtl/>
        </w:rPr>
        <w:t xml:space="preserve"> گھر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بات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اس گھر سے پوچھئے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نب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سوانہ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ہرگز جدا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صاحب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مان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اعلم دوراں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کا سلطان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ںکوئ</w:t>
      </w:r>
      <w:r w:rsidRPr="00A90793">
        <w:rPr>
          <w:rFonts w:eastAsia="Calibri" w:hint="cs"/>
          <w:rtl/>
        </w:rPr>
        <w:t>ی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حد</w:t>
      </w:r>
      <w:r w:rsidRPr="00A90793">
        <w:rPr>
          <w:rFonts w:eastAsia="Calibri"/>
          <w:rtl/>
        </w:rPr>
        <w:t xml:space="preserve"> ہے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اس کے مسلمان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جہل ہے سب شش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کے بغ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کچھ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ںکائنات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خالق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لمحہ بھر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اطاعت 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خنجر</w:t>
      </w:r>
      <w:r w:rsidRPr="00A90793">
        <w:rPr>
          <w:rFonts w:eastAsia="Calibri"/>
          <w:rtl/>
        </w:rPr>
        <w:t xml:space="preserve"> تلے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رب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عبادت 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تبل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حق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اشاعت 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زے</w:t>
      </w:r>
      <w:r w:rsidRPr="00A90793">
        <w:rPr>
          <w:rFonts w:eastAsia="Calibri"/>
          <w:rtl/>
        </w:rPr>
        <w:t xml:space="preserve"> پہ سر تھا پھر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تلاوت 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اہلب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کتنا قر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واہل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رشتہ عج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قمر ہے تنو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 رسول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ہے لوح تو 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 رسول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ہے لفظ تو تعب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 رسول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ہے قول تو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ہے رسول (ص)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معجزہ ہے تو معجزنما رسول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راہ روہے تو ہے راہنما رسول (ص)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ہے علم تو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</w:t>
      </w:r>
      <w:r w:rsidRPr="00A90793">
        <w:rPr>
          <w:rFonts w:eastAsia="Calibri"/>
          <w:rtl/>
        </w:rPr>
        <w:t xml:space="preserve"> رسول (ص)ہے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ہے گر سف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نہ</w:t>
      </w:r>
      <w:r w:rsidRPr="00A90793">
        <w:rPr>
          <w:rFonts w:eastAsia="Calibri"/>
          <w:rtl/>
        </w:rPr>
        <w:t xml:space="preserve"> تو لنگر رسول (ص)ہے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ہے گر طر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تو رہبر رسول (ص)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صلہ</w:t>
      </w:r>
      <w:r w:rsidRPr="00A90793">
        <w:rPr>
          <w:rFonts w:eastAsia="Calibri"/>
          <w:rtl/>
        </w:rPr>
        <w:t xml:space="preserve"> ہے تو داور رسول (ص)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</w:t>
      </w:r>
      <w:r w:rsidRPr="00A90793">
        <w:rPr>
          <w:rFonts w:eastAsia="Calibri"/>
          <w:rtl/>
        </w:rPr>
        <w:t xml:space="preserve"> اگر ہے نور تو پرتورسول (ص)ہے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قرآںہے</w:t>
      </w:r>
      <w:r w:rsidRPr="00A90793">
        <w:rPr>
          <w:rFonts w:eastAsia="Calibri"/>
          <w:rtl/>
        </w:rPr>
        <w:t xml:space="preserve"> گر چراغ تو پھر لورسولؐہے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تحر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ہواس کے فضائل کے باب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ںکتنے</w:t>
      </w:r>
      <w:r w:rsidRPr="00A90793">
        <w:rPr>
          <w:rFonts w:eastAsia="Calibri"/>
          <w:rtl/>
        </w:rPr>
        <w:t xml:space="preserve"> ترجمے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  <w:r w:rsidRPr="00A90793">
        <w:rPr>
          <w:rFonts w:eastAsia="Calibri"/>
          <w:rtl/>
        </w:rPr>
        <w:t xml:space="preserve"> حساب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پھربھ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چھپے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ںمعان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حجاب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دعاہے خداک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جناب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جب</w:t>
      </w:r>
      <w:r w:rsidRPr="00A90793">
        <w:rPr>
          <w:rFonts w:eastAsia="Calibri"/>
          <w:rtl/>
        </w:rPr>
        <w:t xml:space="preserve"> تک کہ اس جہاںم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واہل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وابستگ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4" w:name="_Toc429651940"/>
      <w:r w:rsidRPr="00A90793">
        <w:rPr>
          <w:rFonts w:eastAsia="Calibri"/>
          <w:rtl/>
        </w:rPr>
        <w:t>(بہار قرآن)</w:t>
      </w:r>
      <w:bookmarkEnd w:id="44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خالق</w:t>
      </w:r>
      <w:r w:rsidRPr="00A90793">
        <w:rPr>
          <w:rFonts w:eastAsia="Calibri"/>
          <w:rtl/>
        </w:rPr>
        <w:t xml:space="preserve"> کا ہے کلام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مخلوق کا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پھر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ہوا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کلام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ہر</w:t>
      </w:r>
      <w:r w:rsidRPr="00A90793">
        <w:rPr>
          <w:rFonts w:eastAsia="Calibri"/>
          <w:rtl/>
        </w:rPr>
        <w:t xml:space="preserve">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بہار ہے موسم ہر اک کا ہے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بہار ہے ماہ 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FF5C3F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(نت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فکر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</w:t>
      </w:r>
      <w:r w:rsidRPr="00A90793">
        <w:rPr>
          <w:rFonts w:eastAsia="Calibri"/>
          <w:rtl/>
        </w:rPr>
        <w:t xml:space="preserve"> عباس نقو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غم</w:t>
      </w:r>
      <w:r w:rsidRPr="00A90793">
        <w:rPr>
          <w:rFonts w:eastAsia="Calibri"/>
          <w:rtl/>
        </w:rPr>
        <w:t xml:space="preserve"> بارہ بنکو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>)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5" w:name="_Toc429651941"/>
      <w:r w:rsidRPr="00A90793">
        <w:rPr>
          <w:rFonts w:eastAsia="Calibri" w:hint="eastAsia"/>
          <w:rtl/>
        </w:rPr>
        <w:t>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قرآن :</w:t>
      </w:r>
      <w:bookmarkEnd w:id="45"/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عنوان کو مندرجہ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ںتقس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</w:t>
      </w:r>
      <w:r w:rsidRPr="00A90793">
        <w:rPr>
          <w:rFonts w:eastAsia="Calibri"/>
          <w:rtl/>
        </w:rPr>
        <w:t xml:space="preserve"> کرسکتے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: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عظمت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عظمت سنت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عظمت عقل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روشن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ں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قرآن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عظمت اجنب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زبان سے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عناو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مفصل بحث کے لئے مکمل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جلد کتاب درکار ہے لہذاہمار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مختصر گفتگو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ان سے مفصل لب کشائ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گنجائش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بلکہ فقط اشارہ کر کے اپنے اغراض کوخاتمہ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سم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ٹ</w:t>
      </w:r>
      <w:r w:rsidRPr="00A90793">
        <w:rPr>
          <w:rFonts w:eastAsia="Calibri"/>
          <w:rtl/>
        </w:rPr>
        <w:t xml:space="preserve"> لوں گا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الف</w:t>
      </w:r>
      <w:r w:rsidRPr="00A90793">
        <w:rPr>
          <w:rFonts w:eastAsia="Calibri"/>
          <w:rtl/>
        </w:rPr>
        <w:t xml:space="preserve"> :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کو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اس طرح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''ذالک الکتاب لار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''اس کتاب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 وشبہ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گنجائش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''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فرما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کہ قرآن نور ہے قرآن ذکر ہے قرآن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کنندہ کتاب ہے قرآن حق ہے ،ان 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الفاظ سے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قرآ 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 سے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</w:t>
      </w:r>
      <w:r w:rsidRPr="00A90793">
        <w:rPr>
          <w:rFonts w:eastAsia="Calibri" w:hint="eastAsia"/>
          <w:rtl/>
        </w:rPr>
        <w:t>اضح</w:t>
      </w:r>
      <w:r w:rsidRPr="00A90793">
        <w:rPr>
          <w:rFonts w:eastAsia="Calibri"/>
          <w:rtl/>
        </w:rPr>
        <w:t xml:space="preserve"> ہوجات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کو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ثابت کرنا اشکال اوردورج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سے</w:t>
      </w:r>
      <w:r w:rsidRPr="00A90793">
        <w:rPr>
          <w:rFonts w:eastAsia="Calibri"/>
          <w:rtl/>
        </w:rPr>
        <w:t xml:space="preserve"> اعتراض سے دوچار ہے لہذا اس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اورتحل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سے اجتناب کروں گا ۔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ب</w:t>
      </w:r>
      <w:r w:rsidRPr="00A90793">
        <w:rPr>
          <w:rFonts w:eastAsia="Calibri"/>
          <w:rtl/>
        </w:rPr>
        <w:t>: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قرآن سنت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ثابت کرنے کے لئے کتب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رجوع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کرسکتے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حضرت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</w:t>
      </w:r>
      <w:r w:rsidRPr="00A90793">
        <w:rPr>
          <w:rFonts w:eastAsia="Calibri"/>
          <w:rtl/>
        </w:rPr>
        <w:t xml:space="preserve"> اکرم (ص)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قرآن حبل المت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مضبوط رس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عرو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الوثق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مضبوط وس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لہ</w:t>
      </w:r>
      <w:r w:rsidRPr="00A90793">
        <w:rPr>
          <w:rFonts w:eastAsia="Calibri"/>
          <w:rtl/>
        </w:rPr>
        <w:t xml:space="preserve"> ہے </w:t>
      </w:r>
      <w:r w:rsidRPr="00E75DFB">
        <w:rPr>
          <w:rStyle w:val="libArabicChar"/>
          <w:rFonts w:eastAsia="Calibri"/>
          <w:rtl/>
        </w:rPr>
        <w:t xml:space="preserve">''ان 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ذاالقرآن 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>و النور المب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 w:hint="eastAsia"/>
          <w:rtl/>
        </w:rPr>
        <w:t>ن</w:t>
      </w:r>
      <w:r w:rsidRPr="00E75DFB">
        <w:rPr>
          <w:rStyle w:val="libArabicChar"/>
          <w:rFonts w:eastAsia="Calibri"/>
          <w:rtl/>
        </w:rPr>
        <w:t xml:space="preserve"> ''</w:t>
      </w:r>
      <w:r w:rsidRPr="00A90793">
        <w:rPr>
          <w:rFonts w:eastAsia="Calibri"/>
          <w:rtl/>
        </w:rPr>
        <w:t>''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کتاب واضح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</w:t>
      </w:r>
      <w:r w:rsidRPr="00E75DFB">
        <w:rPr>
          <w:rStyle w:val="libArabicChar"/>
          <w:rFonts w:eastAsia="Calibri"/>
          <w:rtl/>
        </w:rPr>
        <w:t>''ومن اشتشف</w:t>
      </w:r>
      <w:r w:rsidRPr="00E75DFB">
        <w:rPr>
          <w:rStyle w:val="libArabicChar"/>
          <w:rFonts w:eastAsia="Calibri" w:hint="cs"/>
          <w:rtl/>
        </w:rPr>
        <w:t>ی</w:t>
      </w:r>
      <w:r w:rsidRPr="00E75DFB">
        <w:rPr>
          <w:rStyle w:val="libArabicChar"/>
          <w:rFonts w:eastAsia="Calibri"/>
          <w:rtl/>
        </w:rPr>
        <w:t xml:space="preserve"> ب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شفا ء الل</w:t>
      </w:r>
      <w:r w:rsidR="00483224" w:rsidRPr="00483224">
        <w:rPr>
          <w:rStyle w:val="libArabicChar"/>
          <w:rFonts w:eastAsia="Calibri" w:hint="cs"/>
          <w:rtl/>
        </w:rPr>
        <w:t>ه</w:t>
      </w:r>
      <w:r w:rsidRPr="00483224">
        <w:rPr>
          <w:rStyle w:val="libArabicChar"/>
          <w:rFonts w:eastAsia="Calibri"/>
          <w:rtl/>
        </w:rPr>
        <w:t xml:space="preserve"> ''</w:t>
      </w:r>
      <w:r w:rsidRPr="00A90793">
        <w:rPr>
          <w:rFonts w:eastAsia="Calibri"/>
          <w:rtl/>
        </w:rPr>
        <w:t>''اگرکوئ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شخص قرآن سے شفا مانگے تو خدا وند اسے شفا عطا </w:t>
      </w:r>
      <w:r w:rsidRPr="00A90793">
        <w:rPr>
          <w:rFonts w:eastAsia="Calibri" w:hint="eastAsia"/>
          <w:rtl/>
        </w:rPr>
        <w:t>فرماتا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''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مول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المومن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سے عظمت قرآن کو ثابت کر نا چاہ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نہج البلاغہ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خطبوں اورکچھ ناموںم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ںاشارہ</w:t>
      </w:r>
      <w:r w:rsidRPr="00A90793">
        <w:rPr>
          <w:rFonts w:eastAsia="Calibri"/>
          <w:rtl/>
        </w:rPr>
        <w:t xml:space="preserve">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رجوع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ے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2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آپ</w:t>
      </w:r>
      <w:r w:rsidRPr="00A90793">
        <w:rPr>
          <w:rFonts w:eastAsia="Calibri"/>
          <w:rtl/>
        </w:rPr>
        <w:t xml:space="preserve"> نے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اللہ نے قرآن کو مجتہد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اورصاحب نظر علماء کے دلوں کے لئے بہار باطن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تشنگ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قرار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قرآن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چراغ ہے کہ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لوکبھ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خاموش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ںہوت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،</w:t>
      </w:r>
      <w:r w:rsidRPr="00A90793">
        <w:rPr>
          <w:rFonts w:eastAsia="Calibri"/>
          <w:rtl/>
        </w:rPr>
        <w:t xml:space="preserve"> قرآن ہر امراض کے لئے باعث شفا ہے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</w:t>
      </w:r>
      <w:r w:rsidR="007A0B2A" w:rsidRPr="007A0B2A">
        <w:rPr>
          <w:rFonts w:eastAsia="Calibri" w:hint="cs"/>
          <w:rtl/>
        </w:rPr>
        <w:t>ا</w:t>
      </w:r>
      <w:r w:rsidRPr="007A0B2A">
        <w:rPr>
          <w:rFonts w:eastAsia="Calibri" w:hint="cs"/>
          <w:rtl/>
        </w:rPr>
        <w:t>ئمہ معصوم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زبان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سے مطلع ہونے کے لئے اصول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جلد دوم کتاب فضل القرآن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سوں</w:t>
      </w:r>
      <w:r w:rsidRPr="00A90793">
        <w:rPr>
          <w:rFonts w:eastAsia="Calibri"/>
          <w:rtl/>
        </w:rPr>
        <w:t xml:space="preserve"> صح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السند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رجوع فرمائ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)بحار الانوار کتاب فضل القرآن ، اور اصول کافی</w:t>
      </w:r>
      <w:r w:rsidRPr="00A90793">
        <w:rPr>
          <w:rtl/>
        </w:rPr>
        <w:t xml:space="preserve"> 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فضل القرآن )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2</w:t>
      </w:r>
      <w:r w:rsidRPr="00A90793">
        <w:rPr>
          <w:rFonts w:hint="cs"/>
          <w:rtl/>
        </w:rPr>
        <w:t>)</w:t>
      </w:r>
      <w:r w:rsidRPr="00A90793">
        <w:rPr>
          <w:rtl/>
        </w:rPr>
        <w:t>نہج البلاغہ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تفاس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لت</w:t>
      </w:r>
      <w:r w:rsidRPr="00A90793">
        <w:rPr>
          <w:rFonts w:eastAsia="Calibri"/>
          <w:rtl/>
        </w:rPr>
        <w:t xml:space="preserve"> اورعظمت پر دلالت کرنے وال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بہت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احاد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/>
          <w:rtl/>
        </w:rPr>
        <w:t xml:space="preserve"> اورروا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کو نقل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۔ </w:t>
      </w:r>
      <w:r w:rsidRPr="00955A96">
        <w:rPr>
          <w:rStyle w:val="libFootnotenumChar"/>
          <w:rtl/>
        </w:rPr>
        <w:t>(</w:t>
      </w:r>
      <w:r w:rsidR="00FB0743" w:rsidRPr="00955A96">
        <w:rPr>
          <w:rStyle w:val="libFootnotenumChar"/>
          <w:rFonts w:hint="cs"/>
          <w:rtl/>
        </w:rPr>
        <w:t>1</w:t>
      </w:r>
      <w:r w:rsidRPr="00955A96">
        <w:rPr>
          <w:rStyle w:val="libFootnotenumChar"/>
          <w:rFonts w:hint="cs"/>
          <w:rtl/>
        </w:rPr>
        <w:t>)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</w:t>
      </w:r>
      <w:r w:rsidRPr="00A90793">
        <w:rPr>
          <w:rFonts w:eastAsia="Calibri"/>
          <w:rtl/>
        </w:rPr>
        <w:t>: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روسے قرآن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عظمت کو ثابت کرنے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مندرجہ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نکات کاف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،کہ عقل ہر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اوربد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اورکائنات کے حقائق کو درک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اورطاقت کا نام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ںقرآن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بحر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کراں</w:t>
      </w:r>
      <w:r w:rsidRPr="00A90793">
        <w:rPr>
          <w:rFonts w:eastAsia="Calibri"/>
          <w:rtl/>
        </w:rPr>
        <w:t xml:space="preserve">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تہہ تک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غواص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پہنچ سکتا ہر غواص اس علم کے د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اسے</w:t>
      </w:r>
      <w:r w:rsidRPr="00A90793">
        <w:rPr>
          <w:rFonts w:eastAsia="Calibri"/>
          <w:rtl/>
        </w:rPr>
        <w:t xml:space="preserve"> کسب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/>
          <w:rtl/>
        </w:rPr>
        <w:t xml:space="preserve"> حاصل کرسکتا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عقل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قرآن تمام کتب آسمان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نچوڑ اورخلاصہ ہونے کے علاوہ کائنات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علوم کا مجموعہ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لہذا ہر بشر قرآن سے مستف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ہوسکتا ہے مسلمان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انہ</w:t>
      </w:r>
      <w:r w:rsidRPr="00A90793">
        <w:rPr>
          <w:rFonts w:eastAsia="Calibri"/>
          <w:rtl/>
        </w:rPr>
        <w:t xml:space="preserve"> ہو ماہر اخلاق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ہو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انہ</w:t>
      </w:r>
      <w:r w:rsidRPr="00A90793">
        <w:rPr>
          <w:rFonts w:eastAsia="Calibri"/>
          <w:rtl/>
        </w:rPr>
        <w:t xml:space="preserve"> ہو ،معاش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ماہر ہو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ہو عالم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eastAsia"/>
          <w:rtl/>
        </w:rPr>
        <w:t>جاہل</w:t>
      </w:r>
      <w:r w:rsidRPr="00A90793">
        <w:rPr>
          <w:rFonts w:eastAsia="Calibri"/>
          <w:rtl/>
        </w:rPr>
        <w:t xml:space="preserve"> ،فق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ہو سائسدان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انہ</w:t>
      </w:r>
      <w:r w:rsidRPr="00A90793">
        <w:rPr>
          <w:rFonts w:eastAsia="Calibri"/>
          <w:rtl/>
        </w:rPr>
        <w:t xml:space="preserve"> ہو فز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دان ہو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نہ ہو ہرا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صلاح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ث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سے قرآن سے استفادہ کرسکتا ہے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اس کائنات کو خلق کرنے کے بعد اللہ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بشر کو علم سے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اب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ورنہ انسان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حوالے سے جاہل محض ہے اللہ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امبروں</w:t>
      </w:r>
      <w:r w:rsidRPr="00A90793">
        <w:rPr>
          <w:rFonts w:eastAsia="Calibri"/>
          <w:rtl/>
        </w:rPr>
        <w:t xml:space="preserve"> کے ذر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عے</w:t>
      </w:r>
      <w:r w:rsidRPr="00A90793">
        <w:rPr>
          <w:rFonts w:eastAsia="Calibri"/>
          <w:rtl/>
        </w:rPr>
        <w:t xml:space="preserve"> علم وحلم اورد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گر</w:t>
      </w:r>
      <w:r w:rsidRPr="00A90793">
        <w:rPr>
          <w:rFonts w:eastAsia="Calibri"/>
          <w:rtl/>
        </w:rPr>
        <w:t xml:space="preserve"> فنوں اورہنروں سے مالامال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ہے لہذاآج اگر انسان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ںپڑھے</w:t>
      </w:r>
      <w:r w:rsidRPr="00A90793">
        <w:rPr>
          <w:rFonts w:eastAsia="Calibri"/>
          <w:rtl/>
        </w:rPr>
        <w:t xml:space="preserve"> لکھے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ہنر مند سمجھا جاتا ہے تو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مرہون منت ہے کہ جس نے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بشر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 راہنمائ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لئے ہدا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افتہ</w:t>
      </w:r>
      <w:r w:rsidRPr="00A90793">
        <w:rPr>
          <w:rFonts w:eastAsia="Calibri"/>
          <w:rtl/>
        </w:rPr>
        <w:t xml:space="preserve"> ،ہنر مند ہست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وں</w:t>
      </w:r>
      <w:r w:rsidRPr="00A90793">
        <w:rPr>
          <w:rFonts w:eastAsia="Calibri"/>
          <w:rtl/>
        </w:rPr>
        <w:t xml:space="preserve"> کو مبعوث فرمانے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..................................</w:t>
      </w:r>
    </w:p>
    <w:p w:rsidR="00A90793" w:rsidRPr="00A90793" w:rsidRDefault="00A90793" w:rsidP="00FB0743">
      <w:pPr>
        <w:pStyle w:val="libFootnote0"/>
        <w:rPr>
          <w:rtl/>
        </w:rPr>
      </w:pPr>
      <w:r w:rsidRPr="00A90793">
        <w:rPr>
          <w:rtl/>
        </w:rPr>
        <w:t>(</w:t>
      </w:r>
      <w:r w:rsidR="00FB0743" w:rsidRPr="00FB0743">
        <w:rPr>
          <w:rFonts w:hint="cs"/>
          <w:rtl/>
        </w:rPr>
        <w:t>1</w:t>
      </w:r>
      <w:r w:rsidRPr="00A90793">
        <w:rPr>
          <w:rFonts w:hint="cs"/>
          <w:rtl/>
        </w:rPr>
        <w:t>)تفسی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ب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ضاو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، 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ردر</w:t>
      </w:r>
      <w:r w:rsidRPr="00A90793">
        <w:rPr>
          <w:rtl/>
        </w:rPr>
        <w:t xml:space="preserve"> منثور ،تفس</w:t>
      </w:r>
      <w:r w:rsidRPr="00A90793">
        <w:rPr>
          <w:rFonts w:hint="cs"/>
          <w:rtl/>
        </w:rPr>
        <w:t>ی</w:t>
      </w:r>
      <w:r w:rsidRPr="00A90793">
        <w:rPr>
          <w:rFonts w:hint="eastAsia"/>
          <w:rtl/>
        </w:rPr>
        <w:t>ر</w:t>
      </w:r>
      <w:r w:rsidRPr="00A90793">
        <w:rPr>
          <w:rtl/>
        </w:rPr>
        <w:t xml:space="preserve"> صاف</w:t>
      </w:r>
      <w:r w:rsidRPr="00A90793">
        <w:rPr>
          <w:rFonts w:hint="cs"/>
          <w:rtl/>
        </w:rPr>
        <w:t>ی</w:t>
      </w:r>
      <w:r w:rsidRPr="00A90793">
        <w:rPr>
          <w:rtl/>
        </w:rPr>
        <w:t xml:space="preserve"> والمنار</w:t>
      </w:r>
    </w:p>
    <w:p w:rsidR="00A90793" w:rsidRP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lastRenderedPageBreak/>
        <w:t>کے</w:t>
      </w:r>
      <w:r w:rsidRPr="00A90793">
        <w:rPr>
          <w:rFonts w:eastAsia="Calibri"/>
          <w:rtl/>
        </w:rPr>
        <w:t xml:space="preserve"> ساتھ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دستور العمل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جاکہ</w:t>
      </w:r>
      <w:r w:rsidRPr="00A90793">
        <w:rPr>
          <w:rFonts w:eastAsia="Calibri"/>
          <w:rtl/>
        </w:rPr>
        <w:t xml:space="preserve"> جو اپنے دور کے تمام علوم کا مجموع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 w:hint="eastAsia"/>
          <w:rtl/>
        </w:rPr>
        <w:t>تھا</w:t>
      </w:r>
      <w:r w:rsidRPr="00A90793">
        <w:rPr>
          <w:rFonts w:eastAsia="Calibri"/>
          <w:rtl/>
        </w:rPr>
        <w:t xml:space="preserve"> ، ان باتوں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روشن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کہنا غلط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ہوگا کہ کائنات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تمام علوم کاسر چشمہ ذات بار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تعال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ہردور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کے</w:t>
      </w:r>
      <w:r w:rsidRPr="00A90793">
        <w:rPr>
          <w:rFonts w:eastAsia="Calibri"/>
          <w:rtl/>
        </w:rPr>
        <w:t xml:space="preserve"> ملحد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اورغاصب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اللہ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سے فنون اورہنروں کے اصول وضوابط کو ہڑب کرتے تھے اوراس کو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ذات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کوشش اورصلاح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کا نت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جہ</w:t>
      </w:r>
      <w:r w:rsidRPr="00A90793">
        <w:rPr>
          <w:rFonts w:eastAsia="Calibri"/>
          <w:rtl/>
        </w:rPr>
        <w:t xml:space="preserve"> سمجھتے تھے اورکہا کرتے تھے کہ ہم نے علم فز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سائنس اورٹ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کنالوج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قوان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اض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فارمولوں کو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اہے،اور</w:t>
      </w:r>
      <w:r w:rsidRPr="00A90793">
        <w:rPr>
          <w:rFonts w:eastAsia="Calibri"/>
          <w:rtl/>
        </w:rPr>
        <w:t xml:space="preserve"> ہم نے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کہکشانوں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خاص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زم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وآسمان، سورج اورچاند اورستاروں کے چھوٹے وبڑئے تمام اسرار کو انکشاف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اہے</w:t>
      </w:r>
      <w:r w:rsidRPr="00A90793">
        <w:rPr>
          <w:rFonts w:eastAsia="Calibri"/>
          <w:rtl/>
        </w:rPr>
        <w:t xml:space="preserve"> جو اس ماد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فلاح وبہبود کے لئے بہت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ضرور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ہے ۔</w:t>
      </w:r>
    </w:p>
    <w:p w:rsidR="00FF5C3F" w:rsidRDefault="00A90793" w:rsidP="00FF5C3F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لہذا</w:t>
      </w:r>
      <w:r w:rsidRPr="00A90793">
        <w:rPr>
          <w:rFonts w:eastAsia="Calibri"/>
          <w:rtl/>
        </w:rPr>
        <w:t xml:space="preserve"> وہ لوگ 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 بدنام کرتے ہوئے کہتے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کہ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عن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خشک تقدس اورترک دن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وتقو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 مجموع</w:t>
      </w:r>
      <w:r w:rsidRPr="00A90793">
        <w:rPr>
          <w:rFonts w:eastAsia="Calibri" w:hint="cs"/>
          <w:rtl/>
        </w:rPr>
        <w:t>ۃ</w:t>
      </w:r>
      <w:r w:rsidRPr="00A90793">
        <w:rPr>
          <w:rFonts w:eastAsia="Calibri"/>
          <w:rtl/>
        </w:rPr>
        <w:t xml:space="preserve"> ہے جس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فن اورہنر کے اصول وضوابط کا ذکرملتا ہے نہ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لوازمات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انکشافات کے فرمولے موجود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نہ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سائنس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تحق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قات</w:t>
      </w:r>
      <w:r w:rsidRPr="00A90793">
        <w:rPr>
          <w:rFonts w:eastAsia="Calibri"/>
          <w:rtl/>
        </w:rPr>
        <w:t xml:space="preserve"> اورا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راور</w:t>
      </w:r>
      <w:r w:rsidRPr="00A90793">
        <w:rPr>
          <w:rFonts w:eastAsia="Calibri"/>
          <w:rtl/>
        </w:rPr>
        <w:t xml:space="preserve"> وضاحت ہے لہذاان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اور مذہب تمام 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زوں</w:t>
      </w:r>
      <w:r w:rsidRPr="00A90793">
        <w:rPr>
          <w:rFonts w:eastAsia="Calibri"/>
          <w:rtl/>
        </w:rPr>
        <w:t xml:space="preserve"> سے محروم فقط کچھ رسومات کو انجام 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کا نام ہے ،جبکہ آدم سے قائم تک کے 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کابغور مطالعہ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بخوب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واضح ہوجاتا ہے کہ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ںنظام</w:t>
      </w:r>
      <w:r w:rsidRPr="00A90793">
        <w:rPr>
          <w:rFonts w:eastAsia="Calibri"/>
          <w:rtl/>
        </w:rPr>
        <w:t xml:space="preserve"> الہ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بشر کے تمام احت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اجات</w:t>
      </w:r>
      <w:r w:rsidRPr="00A90793">
        <w:rPr>
          <w:rFonts w:eastAsia="Calibri"/>
          <w:rtl/>
        </w:rPr>
        <w:t xml:space="preserve"> پر مشتمل اصول وضوابط کا مجموعہ </w:t>
      </w:r>
      <w:r w:rsidRPr="00A90793">
        <w:rPr>
          <w:rFonts w:eastAsia="Calibri" w:hint="eastAsia"/>
          <w:rtl/>
        </w:rPr>
        <w:t>رہا</w:t>
      </w:r>
      <w:r w:rsidRPr="00A90793">
        <w:rPr>
          <w:rFonts w:eastAsia="Calibri"/>
          <w:rtl/>
        </w:rPr>
        <w:t xml:space="preserve"> ہے لہذا ان سے ہمارا سوال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ہے کہ تم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فرمولہ 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ش</w:t>
      </w:r>
      <w:r w:rsidRPr="00A90793">
        <w:rPr>
          <w:rFonts w:eastAsia="Calibri"/>
          <w:rtl/>
        </w:rPr>
        <w:t xml:space="preserve"> کروجو کس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کتب آسمان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سے نہ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ہو !فقط کتب آسمان</w:t>
      </w:r>
      <w:r w:rsidRPr="00A90793">
        <w:rPr>
          <w:rFonts w:eastAsia="Calibri" w:hint="cs"/>
          <w:rtl/>
        </w:rPr>
        <w:t>ی</w:t>
      </w:r>
      <w:r w:rsidR="00FF5C3F">
        <w:rPr>
          <w:rFonts w:eastAsia="Calibri"/>
          <w:rtl/>
        </w:rPr>
        <w:t xml:space="preserve"> کے علوم کو ھڑب کر کے اپنے نام</w:t>
      </w:r>
      <w:r w:rsidR="00FF5C3F">
        <w:rPr>
          <w:rFonts w:eastAsia="Calibri"/>
        </w:rPr>
        <w:t xml:space="preserve"> </w:t>
      </w:r>
      <w:r w:rsidRPr="00A90793">
        <w:rPr>
          <w:rFonts w:eastAsia="Calibri" w:hint="eastAsia"/>
          <w:rtl/>
        </w:rPr>
        <w:t>پر</w:t>
      </w:r>
      <w:r w:rsidRPr="00A90793">
        <w:rPr>
          <w:rFonts w:eastAsia="Calibri"/>
          <w:rtl/>
        </w:rPr>
        <w:t xml:space="preserve"> ثبت کر نے سے خالق اورا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</w:t>
      </w:r>
      <w:r w:rsidRPr="00A90793">
        <w:rPr>
          <w:rFonts w:eastAsia="Calibri"/>
          <w:rtl/>
        </w:rPr>
        <w:t xml:space="preserve"> کنندہ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بن سکتے ۔</w:t>
      </w:r>
      <w:r w:rsidR="00FF5C3F" w:rsidRPr="00FF5C3F">
        <w:rPr>
          <w:rFonts w:eastAsia="Calibri" w:hint="eastAsia"/>
          <w:rtl/>
        </w:rPr>
        <w:t xml:space="preserve"> </w:t>
      </w:r>
      <w:r w:rsidR="00FF5C3F" w:rsidRPr="00A90793">
        <w:rPr>
          <w:rFonts w:eastAsia="Calibri" w:hint="eastAsia"/>
          <w:rtl/>
        </w:rPr>
        <w:t>اور</w:t>
      </w:r>
      <w:r w:rsidR="00FF5C3F" w:rsidRPr="00A90793">
        <w:rPr>
          <w:rFonts w:eastAsia="Calibri"/>
          <w:rtl/>
        </w:rPr>
        <w:t xml:space="preserve"> قرآن کر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م</w:t>
      </w:r>
      <w:r w:rsidR="00FF5C3F" w:rsidRPr="00A90793">
        <w:rPr>
          <w:rFonts w:eastAsia="Calibri"/>
          <w:rtl/>
        </w:rPr>
        <w:t xml:space="preserve"> تمام کتب آسمان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جو ا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ک</w:t>
      </w:r>
      <w:r w:rsidR="00FF5C3F" w:rsidRPr="00A90793">
        <w:rPr>
          <w:rFonts w:eastAsia="Calibri"/>
          <w:rtl/>
        </w:rPr>
        <w:t xml:space="preserve"> سوچودہ کتاب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ں</w:t>
      </w:r>
      <w:r w:rsidR="00FF5C3F" w:rsidRPr="00A90793">
        <w:rPr>
          <w:rFonts w:eastAsia="Calibri"/>
          <w:rtl/>
        </w:rPr>
        <w:t xml:space="preserve"> بتائ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جات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ہ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ں</w:t>
      </w:r>
      <w:r w:rsidR="00FF5C3F" w:rsidRPr="00A90793">
        <w:rPr>
          <w:rFonts w:eastAsia="Calibri"/>
          <w:rtl/>
        </w:rPr>
        <w:t xml:space="preserve"> ان تمام علو م کا ا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ک</w:t>
      </w:r>
      <w:r w:rsidR="00FF5C3F" w:rsidRPr="00A90793">
        <w:rPr>
          <w:rFonts w:eastAsia="Calibri"/>
          <w:rtl/>
        </w:rPr>
        <w:t xml:space="preserve"> سمندر ہے جس سے ہر بشر اپن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ن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از</w:t>
      </w:r>
      <w:r w:rsidR="00FF5C3F" w:rsidRPr="00A90793">
        <w:rPr>
          <w:rFonts w:eastAsia="Calibri"/>
          <w:rtl/>
        </w:rPr>
        <w:t xml:space="preserve"> مند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اوراحت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اجات</w:t>
      </w:r>
      <w:r w:rsidR="00FF5C3F" w:rsidRPr="00A90793">
        <w:rPr>
          <w:rFonts w:eastAsia="Calibri"/>
          <w:rtl/>
        </w:rPr>
        <w:t xml:space="preserve"> کو دور کرسکتاہے ،فلاسفر کے لئے فلسف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اورعقل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فارمولے،ماہر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ن</w:t>
      </w:r>
      <w:r w:rsidR="00FF5C3F" w:rsidRPr="00A90793">
        <w:rPr>
          <w:rFonts w:eastAsia="Calibri"/>
          <w:rtl/>
        </w:rPr>
        <w:t xml:space="preserve"> اقتصاد ومعا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شات</w:t>
      </w:r>
      <w:r w:rsidR="00FF5C3F" w:rsidRPr="00A90793">
        <w:rPr>
          <w:rFonts w:eastAsia="Calibri"/>
          <w:rtl/>
        </w:rPr>
        <w:t xml:space="preserve"> کے لئے اقتصاد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فارمولے 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اض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دان کے لئے 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اض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کے فارمولے ف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ز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ک</w:t>
      </w:r>
      <w:r w:rsidR="00FF5C3F" w:rsidRPr="00A90793">
        <w:rPr>
          <w:rFonts w:eastAsia="Calibri"/>
          <w:rtl/>
        </w:rPr>
        <w:t xml:space="preserve"> والوں کے لئے ک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ماو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اورف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ز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ک</w:t>
      </w:r>
      <w:r w:rsidR="00FF5C3F" w:rsidRPr="00A90793">
        <w:rPr>
          <w:rFonts w:eastAsia="Calibri"/>
          <w:rtl/>
        </w:rPr>
        <w:t xml:space="preserve"> کے نکات سائنسدان کے لئے سائنس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ا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جادات</w:t>
      </w:r>
      <w:r w:rsidR="00FF5C3F" w:rsidRPr="00A90793">
        <w:rPr>
          <w:rFonts w:eastAsia="Calibri"/>
          <w:rtl/>
        </w:rPr>
        <w:t xml:space="preserve"> اورانکشافات کے قاعدہ وقوان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ن</w:t>
      </w:r>
      <w:r w:rsidR="00FF5C3F" w:rsidRPr="00A90793">
        <w:rPr>
          <w:rFonts w:eastAsia="Calibri"/>
          <w:rtl/>
        </w:rPr>
        <w:t xml:space="preserve"> ،مفکر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ن</w:t>
      </w:r>
      <w:r w:rsidR="00FF5C3F" w:rsidRPr="00A90793">
        <w:rPr>
          <w:rFonts w:eastAsia="Calibri"/>
          <w:rtl/>
        </w:rPr>
        <w:t xml:space="preserve"> کے لئے فکر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اورتدب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،نکات فق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ہ</w:t>
      </w:r>
      <w:r w:rsidR="00FF5C3F" w:rsidRPr="00A90793">
        <w:rPr>
          <w:rFonts w:eastAsia="Calibri"/>
          <w:rtl/>
        </w:rPr>
        <w:t xml:space="preserve"> ومجتھد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ن</w:t>
      </w:r>
      <w:r w:rsidR="00FF5C3F" w:rsidRPr="00A90793">
        <w:rPr>
          <w:rFonts w:eastAsia="Calibri"/>
          <w:rtl/>
        </w:rPr>
        <w:t xml:space="preserve"> کے لئے فقہ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دستورات ،اد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 w:hint="eastAsia"/>
          <w:rtl/>
        </w:rPr>
        <w:t>بوںکے</w:t>
      </w:r>
      <w:r w:rsidR="00FF5C3F" w:rsidRPr="00A90793">
        <w:rPr>
          <w:rFonts w:eastAsia="Calibri"/>
          <w:rtl/>
        </w:rPr>
        <w:t xml:space="preserve"> لئے ادب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نکات ،فصاحت وبلاغت والوں کے لئے اپنے رشتے کے حوالے </w:t>
      </w:r>
      <w:r w:rsidR="00FF5C3F" w:rsidRPr="00A90793">
        <w:rPr>
          <w:rFonts w:eastAsia="Calibri" w:hint="eastAsia"/>
          <w:rtl/>
        </w:rPr>
        <w:t>سے</w:t>
      </w:r>
      <w:r w:rsidR="00FF5C3F" w:rsidRPr="00A90793">
        <w:rPr>
          <w:rFonts w:eastAsia="Calibri"/>
          <w:rtl/>
        </w:rPr>
        <w:t xml:space="preserve"> جواہر ات سے بھر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ہوئ</w:t>
      </w:r>
      <w:r w:rsidR="00FF5C3F" w:rsidRPr="00A90793">
        <w:rPr>
          <w:rFonts w:eastAsia="Calibri" w:hint="cs"/>
          <w:rtl/>
        </w:rPr>
        <w:t>ی</w:t>
      </w:r>
      <w:r w:rsidR="00FF5C3F" w:rsidRPr="00A90793">
        <w:rPr>
          <w:rFonts w:eastAsia="Calibri"/>
          <w:rtl/>
        </w:rPr>
        <w:t xml:space="preserve"> کتاب کانام قرآن ہے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FF5C3F">
      <w:pPr>
        <w:pStyle w:val="libNormal"/>
        <w:rPr>
          <w:rFonts w:eastAsia="Calibri"/>
          <w:rtl/>
        </w:rPr>
      </w:pP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البتہ</w:t>
      </w:r>
      <w:r w:rsidRPr="00A90793">
        <w:rPr>
          <w:rFonts w:eastAsia="Calibri"/>
          <w:rtl/>
        </w:rPr>
        <w:t xml:space="preserve">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ںہر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فارمولے اورنکات کا نام جو </w:t>
      </w:r>
      <w:r w:rsidRPr="00A90793">
        <w:rPr>
          <w:rFonts w:eastAsia="Calibri"/>
        </w:rPr>
        <w:t>A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/>
        </w:rPr>
        <w:t>B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شکل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ںتمام</w:t>
      </w:r>
      <w:r w:rsidRPr="00A90793">
        <w:rPr>
          <w:rFonts w:eastAsia="Calibri"/>
          <w:rtl/>
        </w:rPr>
        <w:t xml:space="preserve"> جز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کا 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ان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ہواہے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جز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ات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تشر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ح</w:t>
      </w:r>
      <w:r w:rsidRPr="00A90793">
        <w:rPr>
          <w:rFonts w:eastAsia="Calibri"/>
          <w:rtl/>
        </w:rPr>
        <w:t xml:space="preserve"> اورتفس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</w:t>
      </w:r>
      <w:r w:rsidRPr="00A90793">
        <w:rPr>
          <w:rFonts w:eastAsia="Calibri"/>
          <w:rtl/>
        </w:rPr>
        <w:t xml:space="preserve"> نہ کرنے کا مطلب ہر گز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ہے کہ اس کا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سرے سے کوئ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تذکرہ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ںہے،</w:t>
      </w:r>
      <w:r w:rsidRPr="00A90793">
        <w:rPr>
          <w:rFonts w:eastAsia="Calibri"/>
          <w:rtl/>
        </w:rPr>
        <w:t xml:space="preserve"> بلکہ ہم خود علوم قرآن سے دورہ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!لہذا ہر دور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باالخصوص </w:t>
      </w:r>
      <w:r w:rsidRPr="00A90793">
        <w:rPr>
          <w:rFonts w:eastAsia="Calibri" w:hint="eastAsia"/>
          <w:rtl/>
        </w:rPr>
        <w:t>اس</w:t>
      </w:r>
      <w:r w:rsidRPr="00A90793">
        <w:rPr>
          <w:rFonts w:eastAsia="Calibri"/>
          <w:rtl/>
        </w:rPr>
        <w:t xml:space="preserve"> دورکے جتنے انکشافات اورا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جادات</w:t>
      </w:r>
      <w:r w:rsidRPr="00A90793">
        <w:rPr>
          <w:rFonts w:eastAsia="Calibri"/>
          <w:rtl/>
        </w:rPr>
        <w:t xml:space="preserve">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سب کاتذکرہ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ںموجود</w:t>
      </w:r>
      <w:r w:rsidRPr="00A90793">
        <w:rPr>
          <w:rFonts w:eastAsia="Calibri"/>
          <w:rtl/>
        </w:rPr>
        <w:t xml:space="preserve"> ہے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کن</w:t>
      </w:r>
      <w:r w:rsidRPr="00A90793">
        <w:rPr>
          <w:rFonts w:eastAsia="Calibri"/>
          <w:rtl/>
        </w:rPr>
        <w:t xml:space="preserve"> ہمار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اپن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کوتاہ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اورجہالت اورکم علم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وجہ سے ان نکات اورفارمولوںتک رسائ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حاصل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ہوپات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،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ونکہ</w:t>
      </w:r>
      <w:r w:rsidRPr="00A90793">
        <w:rPr>
          <w:rFonts w:eastAsia="Calibri"/>
          <w:rtl/>
        </w:rPr>
        <w:t xml:space="preserve"> ہم نے قرآن فہم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کلاسوں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کبھ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شرکت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قرآن</w:t>
      </w:r>
      <w:r w:rsidRPr="00A90793">
        <w:rPr>
          <w:rFonts w:eastAsia="Calibri"/>
          <w:rtl/>
        </w:rPr>
        <w:t xml:space="preserve"> کے بارئے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ںتدبر</w:t>
      </w:r>
      <w:r w:rsidRPr="00A90793">
        <w:rPr>
          <w:rFonts w:eastAsia="Calibri"/>
          <w:rtl/>
        </w:rPr>
        <w:t xml:space="preserve"> اور تفکر کاحکم ،کفار ومشرک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سے لڑنے کا حکم ،عمل صالح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اتن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اہم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ت</w:t>
      </w:r>
      <w:r w:rsidRPr="00A90793">
        <w:rPr>
          <w:rFonts w:eastAsia="Calibri"/>
          <w:rtl/>
        </w:rPr>
        <w:t xml:space="preserve"> اورتاک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گذشتہ اقوام اورامتوں کے حالات سے عبرت 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نے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سفارش، آباد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 نابود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سعادتمند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اورشقاوتمند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کے اسباب وعلل وغ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رہ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کرنا اس بات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دل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ہے کہ اللہ 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رحمت اورقدرت پور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کائنات پرحاکم ہے ن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ز</w:t>
      </w:r>
      <w:r w:rsidRPr="00A90793">
        <w:rPr>
          <w:rFonts w:eastAsia="Calibri"/>
          <w:rtl/>
        </w:rPr>
        <w:t xml:space="preserve"> اللہ نے بارہا صبر وتحمل سے زندگ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گذار 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تلق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 سے ذراساتوجہ اورگہر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نظروں سے غور کر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تو معلوم ہوجا تاہے کہ قرآن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سا</w:t>
      </w:r>
      <w:r w:rsidRPr="00A90793">
        <w:rPr>
          <w:rFonts w:eastAsia="Calibri"/>
          <w:rtl/>
        </w:rPr>
        <w:t xml:space="preserve"> بحرب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کراں</w:t>
      </w:r>
      <w:r w:rsidRPr="00A90793">
        <w:rPr>
          <w:rFonts w:eastAsia="Calibri"/>
          <w:rtl/>
        </w:rPr>
        <w:t xml:space="preserve"> ہے جس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تہہ تک بشر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رسائ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 xml:space="preserve"> ہو سکت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 کا مقصد 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ہ</w:t>
      </w:r>
      <w:r w:rsidRPr="00A90793">
        <w:rPr>
          <w:rFonts w:eastAsia="Calibri"/>
          <w:rtl/>
        </w:rPr>
        <w:t xml:space="preserve">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ںہے</w:t>
      </w:r>
      <w:r w:rsidRPr="00A90793">
        <w:rPr>
          <w:rFonts w:eastAsia="Calibri"/>
          <w:rtl/>
        </w:rPr>
        <w:t xml:space="preserve"> کہ قرآن 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ںکائنات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علوم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طرف اشارہ نہ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ںہوا</w:t>
      </w:r>
      <w:r w:rsidRPr="00A90793">
        <w:rPr>
          <w:rFonts w:eastAsia="Calibri"/>
          <w:rtl/>
        </w:rPr>
        <w:t xml:space="preserve"> ہے ، بلکہ ہم نے قرآن کے ق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مت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مطالب اورنکات سے استفادہ کرنے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بجائے اس دور کے ہر حوالے سے محدود افراد کے توہمات اورخرافات سے بھر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ہوئ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کتابوں سے استفادہ کرنا اپنا مقدر سمجھتے ہ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ں</w:t>
      </w:r>
      <w:r w:rsidRPr="00A90793">
        <w:rPr>
          <w:rFonts w:eastAsia="Calibri"/>
          <w:rtl/>
        </w:rPr>
        <w:t>۔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والسلام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محمد</w:t>
      </w:r>
      <w:r w:rsidRPr="00A90793">
        <w:rPr>
          <w:rFonts w:eastAsia="Calibri"/>
          <w:rtl/>
        </w:rPr>
        <w:t xml:space="preserve"> باقر مقدس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ہلال آباد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20</w:t>
      </w:r>
      <w:r w:rsidR="00A90793" w:rsidRPr="007A0B2A">
        <w:rPr>
          <w:rFonts w:eastAsia="Calibri" w:hint="cs"/>
          <w:rtl/>
        </w:rPr>
        <w:t xml:space="preserve"> صفرالمظفر </w:t>
      </w:r>
      <w:r w:rsidRPr="00FB0743">
        <w:rPr>
          <w:rFonts w:eastAsia="Calibri" w:hint="cs"/>
          <w:rtl/>
        </w:rPr>
        <w:t>1428</w:t>
      </w:r>
      <w:r w:rsidR="00A90793" w:rsidRPr="007A0B2A">
        <w:rPr>
          <w:rFonts w:eastAsia="Calibri" w:hint="cs"/>
          <w:rtl/>
        </w:rPr>
        <w:t xml:space="preserve">بوقت </w:t>
      </w: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>شب حوزہ علم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  <w:r w:rsidR="00A90793" w:rsidRPr="00A90793">
        <w:rPr>
          <w:rFonts w:eastAsia="Calibri"/>
          <w:rtl/>
        </w:rPr>
        <w:t xml:space="preserve"> قم المقدس</w:t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t>جمہور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اسلام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ران</w:t>
      </w:r>
      <w:r w:rsidRPr="00A90793">
        <w:rPr>
          <w:rFonts w:eastAsia="Calibri"/>
          <w:rtl/>
        </w:rPr>
        <w:t xml:space="preserve"> </w:t>
      </w:r>
      <w:r w:rsidRPr="00A90793">
        <w:rPr>
          <w:rFonts w:eastAsia="Calibri"/>
          <w:rtl/>
        </w:rPr>
        <w:tab/>
        <w:t xml:space="preserve"> 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C05CA8">
      <w:pPr>
        <w:pStyle w:val="Heading1Center"/>
        <w:rPr>
          <w:rFonts w:eastAsia="Calibri"/>
          <w:rtl/>
        </w:rPr>
      </w:pPr>
      <w:bookmarkStart w:id="46" w:name="_Toc429651942"/>
      <w:r w:rsidRPr="00A90793">
        <w:rPr>
          <w:rFonts w:eastAsia="Calibri" w:hint="eastAsia"/>
          <w:rtl/>
        </w:rPr>
        <w:lastRenderedPageBreak/>
        <w:t>منابع</w:t>
      </w:r>
      <w:r w:rsidRPr="00A90793">
        <w:rPr>
          <w:rFonts w:eastAsia="Calibri"/>
          <w:rtl/>
        </w:rPr>
        <w:t xml:space="preserve"> وماخذ</w:t>
      </w:r>
      <w:bookmarkEnd w:id="46"/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 قرآن 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البرہان ---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احمد حرائ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 البرہان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مشکلات قرآن --- ابو المعال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 مجمع الب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ش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طوس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 xml:space="preserve">۔ مناہل العرفان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ص </w:t>
      </w:r>
      <w:r w:rsidRPr="00FB0743">
        <w:rPr>
          <w:rFonts w:eastAsia="Calibri" w:hint="cs"/>
          <w:rtl/>
        </w:rPr>
        <w:t>337</w:t>
      </w:r>
      <w:r w:rsidR="00A90793" w:rsidRPr="007A0B2A">
        <w:rPr>
          <w:rFonts w:eastAsia="Calibri" w:hint="cs"/>
          <w:rtl/>
        </w:rPr>
        <w:t xml:space="preserve"> --- سبک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 xml:space="preserve">۔ اتقان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ص </w:t>
      </w:r>
      <w:r w:rsidRPr="00FB0743">
        <w:rPr>
          <w:rFonts w:eastAsia="Calibri" w:hint="cs"/>
          <w:rtl/>
        </w:rPr>
        <w:t>104</w:t>
      </w:r>
      <w:r w:rsidR="00A90793" w:rsidRPr="007A0B2A">
        <w:rPr>
          <w:rFonts w:eastAsia="Calibri" w:hint="cs"/>
          <w:rtl/>
        </w:rPr>
        <w:t>،</w:t>
      </w:r>
      <w:r w:rsidRPr="00FB0743">
        <w:rPr>
          <w:rFonts w:eastAsia="Calibri" w:hint="cs"/>
          <w:rtl/>
        </w:rPr>
        <w:t>105</w:t>
      </w:r>
      <w:r w:rsidR="00A90793" w:rsidRPr="007A0B2A">
        <w:rPr>
          <w:rFonts w:eastAsia="Calibri" w:hint="cs"/>
          <w:rtl/>
        </w:rPr>
        <w:t xml:space="preserve"> ---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وط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بخار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--- امام بخار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>۔ شناخت قرآن ---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کمال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10</w:t>
      </w:r>
      <w:r w:rsidR="00A90793" w:rsidRPr="007A0B2A">
        <w:rPr>
          <w:rFonts w:eastAsia="Calibri" w:hint="cs"/>
          <w:rtl/>
        </w:rPr>
        <w:t>۔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التب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--- طوس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>۔ کشاف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ذمخشر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12</w:t>
      </w:r>
      <w:r w:rsidR="00A90793" w:rsidRPr="007A0B2A">
        <w:rPr>
          <w:rFonts w:eastAsia="Calibri" w:hint="cs"/>
          <w:rtl/>
        </w:rPr>
        <w:t>۔ در منثور ---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وط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13</w:t>
      </w:r>
      <w:r w:rsidR="00A90793" w:rsidRPr="007A0B2A">
        <w:rPr>
          <w:rFonts w:eastAsia="Calibri" w:hint="cs"/>
          <w:rtl/>
        </w:rPr>
        <w:t>۔ سنن نسائ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--- نسائ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14</w:t>
      </w:r>
      <w:r w:rsidR="00A90793" w:rsidRPr="007A0B2A">
        <w:rPr>
          <w:rFonts w:eastAsia="Calibri" w:hint="cs"/>
          <w:rtl/>
        </w:rPr>
        <w:t xml:space="preserve">۔ </w:t>
      </w:r>
      <w:r w:rsidR="00A90793" w:rsidRPr="00A90793">
        <w:rPr>
          <w:rFonts w:eastAsia="Calibri"/>
          <w:rtl/>
        </w:rPr>
        <w:t>سنن ترمذ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 xml:space="preserve"> --- ترمذ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15</w:t>
      </w:r>
      <w:r w:rsidR="00A90793" w:rsidRPr="007A0B2A">
        <w:rPr>
          <w:rFonts w:eastAsia="Calibri" w:hint="cs"/>
          <w:rtl/>
        </w:rPr>
        <w:t>۔ کتاب 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/>
          <w:rtl/>
        </w:rPr>
        <w:t xml:space="preserve"> بن 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  <w:r w:rsidR="00A90793" w:rsidRPr="00A90793">
        <w:rPr>
          <w:rFonts w:eastAsia="Calibri"/>
          <w:rtl/>
        </w:rPr>
        <w:t xml:space="preserve"> ص </w:t>
      </w:r>
      <w:r w:rsidRPr="00FB0743">
        <w:rPr>
          <w:rFonts w:eastAsia="Calibri" w:hint="cs"/>
          <w:rtl/>
        </w:rPr>
        <w:t>81</w:t>
      </w:r>
      <w:r w:rsidR="00A90793" w:rsidRPr="007A0B2A">
        <w:rPr>
          <w:rFonts w:eastAsia="Calibri" w:hint="cs"/>
          <w:rtl/>
        </w:rPr>
        <w:t xml:space="preserve"> --- مسلم بن 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س</w:t>
      </w:r>
    </w:p>
    <w:p w:rsidR="00FF5C3F" w:rsidRDefault="00FF5C3F" w:rsidP="00FB0743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lastRenderedPageBreak/>
        <w:t>16</w:t>
      </w:r>
      <w:r w:rsidR="00A90793" w:rsidRPr="007A0B2A">
        <w:rPr>
          <w:rFonts w:eastAsia="Calibri" w:hint="cs"/>
          <w:rtl/>
        </w:rPr>
        <w:t xml:space="preserve">۔ بحا ر الانوار ج </w:t>
      </w: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 xml:space="preserve"> ج</w:t>
      </w:r>
      <w:r w:rsidRPr="00FB0743">
        <w:rPr>
          <w:rFonts w:eastAsia="Calibri" w:hint="cs"/>
          <w:rtl/>
        </w:rPr>
        <w:t>92</w:t>
      </w:r>
      <w:r w:rsidR="00A90793" w:rsidRPr="007A0B2A">
        <w:rPr>
          <w:rFonts w:eastAsia="Calibri" w:hint="cs"/>
          <w:rtl/>
        </w:rPr>
        <w:t xml:space="preserve"> --- مجلس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دوم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17</w:t>
      </w:r>
      <w:r w:rsidR="00A90793" w:rsidRPr="007A0B2A">
        <w:rPr>
          <w:rFonts w:eastAsia="Calibri" w:hint="cs"/>
          <w:rtl/>
        </w:rPr>
        <w:t xml:space="preserve"> ۔ طبقات ج </w:t>
      </w: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137</w:t>
      </w:r>
      <w:r w:rsidR="00A90793" w:rsidRPr="007A0B2A">
        <w:rPr>
          <w:rFonts w:eastAsia="Calibri" w:hint="cs"/>
          <w:rtl/>
        </w:rPr>
        <w:t xml:space="preserve"> --- ابن سعد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18</w:t>
      </w:r>
      <w:r w:rsidR="00A90793" w:rsidRPr="007A0B2A">
        <w:rPr>
          <w:rFonts w:eastAsia="Calibri" w:hint="cs"/>
          <w:rtl/>
        </w:rPr>
        <w:t>۔ التفس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التفس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،ج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--- ذہب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19</w:t>
      </w:r>
      <w:r w:rsidR="00A90793" w:rsidRPr="007A0B2A">
        <w:rPr>
          <w:rFonts w:eastAsia="Calibri" w:hint="cs"/>
          <w:rtl/>
        </w:rPr>
        <w:t>۔ المنارج</w:t>
      </w:r>
      <w:r w:rsidRPr="00FB0743">
        <w:rPr>
          <w:rFonts w:eastAsia="Calibri" w:hint="cs"/>
          <w:rtl/>
        </w:rPr>
        <w:t>2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20</w:t>
      </w:r>
      <w:r w:rsidR="00A90793" w:rsidRPr="007A0B2A">
        <w:rPr>
          <w:rFonts w:eastAsia="Calibri" w:hint="cs"/>
          <w:rtl/>
        </w:rPr>
        <w:t>۔ سف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البحار ج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ص </w:t>
      </w:r>
      <w:r w:rsidRPr="00FB0743">
        <w:rPr>
          <w:rFonts w:eastAsia="Calibri" w:hint="cs"/>
          <w:rtl/>
        </w:rPr>
        <w:t>154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21</w:t>
      </w:r>
      <w:r w:rsidR="00A90793" w:rsidRPr="007A0B2A">
        <w:rPr>
          <w:rFonts w:eastAsia="Calibri" w:hint="cs"/>
          <w:rtl/>
        </w:rPr>
        <w:t>۔ اسد الغا ب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ص </w:t>
      </w:r>
      <w:r w:rsidRPr="00FB0743">
        <w:rPr>
          <w:rFonts w:eastAsia="Calibri" w:hint="cs"/>
          <w:rtl/>
        </w:rPr>
        <w:t>258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22</w:t>
      </w:r>
      <w:r w:rsidR="00A90793" w:rsidRPr="007A0B2A">
        <w:rPr>
          <w:rFonts w:eastAsia="Calibri" w:hint="cs"/>
          <w:rtl/>
        </w:rPr>
        <w:t>۔ مذاہب التفس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الاسلام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23</w:t>
      </w:r>
      <w:r w:rsidR="00A90793" w:rsidRPr="007A0B2A">
        <w:rPr>
          <w:rFonts w:eastAsia="Calibri" w:hint="cs"/>
          <w:rtl/>
        </w:rPr>
        <w:t>۔ الم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زان</w:t>
      </w:r>
      <w:r w:rsidR="00A90793" w:rsidRPr="00A90793">
        <w:rPr>
          <w:rFonts w:eastAsia="Calibri"/>
          <w:rtl/>
        </w:rPr>
        <w:t xml:space="preserve"> --- علامہ طباطبائ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24</w:t>
      </w:r>
      <w:r w:rsidR="00A90793" w:rsidRPr="007A0B2A">
        <w:rPr>
          <w:rFonts w:eastAsia="Calibri" w:hint="cs"/>
          <w:rtl/>
        </w:rPr>
        <w:t>۔ مدخل التفس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--- آ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ت</w:t>
      </w:r>
      <w:r w:rsidR="00A90793" w:rsidRPr="00A90793">
        <w:rPr>
          <w:rFonts w:eastAsia="Calibri"/>
          <w:rtl/>
        </w:rPr>
        <w:t xml:space="preserve"> اللہ فاضل لنکران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رحم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اللہ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25</w:t>
      </w:r>
      <w:r w:rsidR="00A90793" w:rsidRPr="007A0B2A">
        <w:rPr>
          <w:rFonts w:eastAsia="Calibri" w:hint="cs"/>
          <w:rtl/>
        </w:rPr>
        <w:t>۔ ثواب الاعمال وعقابھا --- صدوق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26</w:t>
      </w:r>
      <w:r w:rsidR="00A90793" w:rsidRPr="007A0B2A">
        <w:rPr>
          <w:rFonts w:eastAsia="Calibri" w:hint="cs"/>
          <w:rtl/>
        </w:rPr>
        <w:t>۔ نہج البلاغ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---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رض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27</w:t>
      </w:r>
      <w:r w:rsidR="00A90793" w:rsidRPr="007A0B2A">
        <w:rPr>
          <w:rFonts w:eastAsia="Calibri" w:hint="cs"/>
          <w:rtl/>
        </w:rPr>
        <w:t>۔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ضاو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---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ضاو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28</w:t>
      </w:r>
      <w:r w:rsidR="00A90793" w:rsidRPr="007A0B2A">
        <w:rPr>
          <w:rFonts w:eastAsia="Calibri" w:hint="cs"/>
          <w:rtl/>
        </w:rPr>
        <w:t>۔ الاالرحمن --- بلاغ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29</w:t>
      </w:r>
      <w:r w:rsidR="00A90793" w:rsidRPr="007A0B2A">
        <w:rPr>
          <w:rFonts w:eastAsia="Calibri" w:hint="cs"/>
          <w:rtl/>
        </w:rPr>
        <w:t>۔ حدائق ج</w:t>
      </w: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>ص</w:t>
      </w:r>
      <w:r w:rsidRPr="00FB0743">
        <w:rPr>
          <w:rFonts w:eastAsia="Calibri" w:hint="cs"/>
          <w:rtl/>
        </w:rPr>
        <w:t>95</w:t>
      </w:r>
      <w:r w:rsidR="00A90793" w:rsidRPr="007A0B2A">
        <w:rPr>
          <w:rFonts w:eastAsia="Calibri" w:hint="cs"/>
          <w:rtl/>
        </w:rPr>
        <w:t xml:space="preserve"> --- بحران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30</w:t>
      </w:r>
      <w:r w:rsidR="00A90793" w:rsidRPr="007A0B2A">
        <w:rPr>
          <w:rFonts w:eastAsia="Calibri" w:hint="cs"/>
          <w:rtl/>
        </w:rPr>
        <w:t>۔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طبر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9</w:t>
      </w:r>
      <w:r w:rsidR="00A90793" w:rsidRPr="007A0B2A">
        <w:rPr>
          <w:rFonts w:eastAsia="Calibri" w:hint="cs"/>
          <w:rtl/>
        </w:rPr>
        <w:t xml:space="preserve"> --- طبر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31</w:t>
      </w:r>
      <w:r w:rsidR="00A90793" w:rsidRPr="007A0B2A">
        <w:rPr>
          <w:rFonts w:eastAsia="Calibri" w:hint="cs"/>
          <w:rtl/>
        </w:rPr>
        <w:t xml:space="preserve">۔ خصال ج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11</w:t>
      </w:r>
      <w:r w:rsidR="00A90793" w:rsidRPr="007A0B2A">
        <w:rPr>
          <w:rFonts w:eastAsia="Calibri" w:hint="cs"/>
          <w:rtl/>
        </w:rPr>
        <w:t xml:space="preserve"> --- صدوق</w:t>
      </w:r>
    </w:p>
    <w:p w:rsidR="00FF5C3F" w:rsidRDefault="00FF5C3F" w:rsidP="00FB0743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lastRenderedPageBreak/>
        <w:t>32</w:t>
      </w:r>
      <w:r w:rsidR="00A90793" w:rsidRPr="007A0B2A">
        <w:rPr>
          <w:rFonts w:eastAsia="Calibri" w:hint="cs"/>
          <w:rtl/>
        </w:rPr>
        <w:t>۔ الواف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باب اختلاف القر</w:t>
      </w:r>
      <w:r w:rsidR="007A0B2A" w:rsidRPr="007A0B2A">
        <w:rPr>
          <w:rFonts w:eastAsia="Calibri" w:hint="cs"/>
          <w:rtl/>
        </w:rPr>
        <w:t>ا</w:t>
      </w:r>
      <w:r w:rsidR="00A90793" w:rsidRPr="007A0B2A">
        <w:rPr>
          <w:rFonts w:eastAsia="Calibri" w:hint="cs"/>
          <w:rtl/>
        </w:rPr>
        <w:t>ت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33</w:t>
      </w:r>
      <w:r w:rsidR="00A90793" w:rsidRPr="007A0B2A">
        <w:rPr>
          <w:rFonts w:eastAsia="Calibri" w:hint="cs"/>
          <w:rtl/>
        </w:rPr>
        <w:t>۔ الب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خوئ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رحم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اللہ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ہ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34</w:t>
      </w:r>
      <w:r w:rsidR="00A90793" w:rsidRPr="007A0B2A">
        <w:rPr>
          <w:rFonts w:eastAsia="Calibri" w:hint="cs"/>
          <w:rtl/>
        </w:rPr>
        <w:t>۔کتاب الفاظ والحروف --- فاراب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35</w:t>
      </w:r>
      <w:r w:rsidR="00A90793" w:rsidRPr="007A0B2A">
        <w:rPr>
          <w:rFonts w:eastAsia="Calibri" w:hint="cs"/>
          <w:rtl/>
        </w:rPr>
        <w:t>۔ تار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خ</w:t>
      </w:r>
      <w:r w:rsidR="00A90793" w:rsidRPr="00A90793">
        <w:rPr>
          <w:rFonts w:eastAsia="Calibri"/>
          <w:rtl/>
        </w:rPr>
        <w:t xml:space="preserve"> عرب قبل الاسلام ج </w:t>
      </w:r>
      <w:r w:rsidRPr="00FB0743">
        <w:rPr>
          <w:rFonts w:eastAsia="Calibri" w:hint="cs"/>
          <w:rtl/>
        </w:rPr>
        <w:t>8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186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36</w:t>
      </w:r>
      <w:r w:rsidR="00A90793" w:rsidRPr="007A0B2A">
        <w:rPr>
          <w:rFonts w:eastAsia="Calibri" w:hint="cs"/>
          <w:rtl/>
        </w:rPr>
        <w:t>۔ وف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ات</w:t>
      </w:r>
      <w:r w:rsidR="00A90793" w:rsidRPr="00A90793">
        <w:rPr>
          <w:rFonts w:eastAsia="Calibri"/>
          <w:rtl/>
        </w:rPr>
        <w:t xml:space="preserve"> الاع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37</w:t>
      </w:r>
      <w:r w:rsidR="00A90793" w:rsidRPr="007A0B2A">
        <w:rPr>
          <w:rFonts w:eastAsia="Calibri" w:hint="cs"/>
          <w:rtl/>
        </w:rPr>
        <w:t>۔ سعد السعود ص</w:t>
      </w:r>
      <w:r w:rsidRPr="00FB0743">
        <w:rPr>
          <w:rFonts w:eastAsia="Calibri" w:hint="cs"/>
          <w:rtl/>
        </w:rPr>
        <w:t>181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38</w:t>
      </w:r>
      <w:r w:rsidR="00A90793" w:rsidRPr="007A0B2A">
        <w:rPr>
          <w:rFonts w:eastAsia="Calibri" w:hint="cs"/>
          <w:rtl/>
        </w:rPr>
        <w:t xml:space="preserve">۔ قواعد الفقہ ج </w:t>
      </w: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70</w:t>
      </w:r>
      <w:r w:rsidR="00A90793" w:rsidRPr="007A0B2A">
        <w:rPr>
          <w:rFonts w:eastAsia="Calibri" w:hint="cs"/>
          <w:rtl/>
        </w:rPr>
        <w:t xml:space="preserve"> --- بجنورد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39</w:t>
      </w:r>
      <w:r w:rsidR="00A90793" w:rsidRPr="007A0B2A">
        <w:rPr>
          <w:rFonts w:eastAsia="Calibri" w:hint="cs"/>
          <w:rtl/>
        </w:rPr>
        <w:t>۔ تفس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</w:t>
      </w:r>
      <w:r w:rsidR="00A90793" w:rsidRPr="00A90793">
        <w:rPr>
          <w:rFonts w:eastAsia="Calibri"/>
          <w:rtl/>
        </w:rPr>
        <w:t xml:space="preserve"> صاف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51</w:t>
      </w:r>
      <w:r w:rsidR="00A90793" w:rsidRPr="007A0B2A">
        <w:rPr>
          <w:rFonts w:eastAsia="Calibri" w:hint="cs"/>
          <w:rtl/>
        </w:rPr>
        <w:t xml:space="preserve"> ---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ض</w:t>
      </w:r>
      <w:r w:rsidR="00A90793" w:rsidRPr="00A90793">
        <w:rPr>
          <w:rFonts w:eastAsia="Calibri"/>
          <w:rtl/>
        </w:rPr>
        <w:t xml:space="preserve"> کاشان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40</w:t>
      </w:r>
      <w:r w:rsidR="00A90793" w:rsidRPr="007A0B2A">
        <w:rPr>
          <w:rFonts w:eastAsia="Calibri" w:hint="cs"/>
          <w:rtl/>
        </w:rPr>
        <w:t xml:space="preserve">۔ احقاق الحق ج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ص</w:t>
      </w:r>
      <w:r w:rsidRPr="00FB0743">
        <w:rPr>
          <w:rFonts w:eastAsia="Calibri" w:hint="cs"/>
          <w:rtl/>
        </w:rPr>
        <w:t>129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41</w:t>
      </w:r>
      <w:r w:rsidR="00A90793" w:rsidRPr="007A0B2A">
        <w:rPr>
          <w:rFonts w:eastAsia="Calibri" w:hint="cs"/>
          <w:rtl/>
        </w:rPr>
        <w:t>۔ کشف الغطاء --- کاشف الغطائ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42</w:t>
      </w:r>
      <w:r w:rsidR="00A90793" w:rsidRPr="007A0B2A">
        <w:rPr>
          <w:rFonts w:eastAsia="Calibri" w:hint="cs"/>
          <w:rtl/>
        </w:rPr>
        <w:t>۔ 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م</w:t>
      </w:r>
      <w:r w:rsidR="00A90793" w:rsidRPr="00A90793">
        <w:rPr>
          <w:rFonts w:eastAsia="Calibri"/>
          <w:rtl/>
        </w:rPr>
        <w:t xml:space="preserve"> قرآن کا دفاع --- جواد فاضل لنکران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43</w:t>
      </w:r>
      <w:r w:rsidR="00A90793" w:rsidRPr="007A0B2A">
        <w:rPr>
          <w:rFonts w:eastAsia="Calibri" w:hint="cs"/>
          <w:rtl/>
        </w:rPr>
        <w:t>۔ سلامت القرآن من التحر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ف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وج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--- محمد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44</w:t>
      </w:r>
      <w:r w:rsidR="00A90793" w:rsidRPr="007A0B2A">
        <w:rPr>
          <w:rFonts w:eastAsia="Calibri" w:hint="cs"/>
          <w:rtl/>
        </w:rPr>
        <w:t>۔ الذخ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رہ</w:t>
      </w:r>
      <w:r w:rsidR="00A90793" w:rsidRPr="00A90793">
        <w:rPr>
          <w:rFonts w:eastAsia="Calibri"/>
          <w:rtl/>
        </w:rPr>
        <w:t xml:space="preserve"> 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علم الکتاب ص</w:t>
      </w:r>
      <w:r w:rsidRPr="00FB0743">
        <w:rPr>
          <w:rFonts w:eastAsia="Calibri" w:hint="cs"/>
          <w:rtl/>
        </w:rPr>
        <w:t>361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45</w:t>
      </w:r>
      <w:r w:rsidR="00A90793" w:rsidRPr="007A0B2A">
        <w:rPr>
          <w:rFonts w:eastAsia="Calibri" w:hint="cs"/>
          <w:rtl/>
        </w:rPr>
        <w:t>۔ تہذ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ب</w:t>
      </w:r>
      <w:r w:rsidR="00A90793" w:rsidRPr="00A90793">
        <w:rPr>
          <w:rFonts w:eastAsia="Calibri"/>
          <w:rtl/>
        </w:rPr>
        <w:t xml:space="preserve"> الاصول ج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--- تقر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رات</w:t>
      </w:r>
      <w:r w:rsidR="00A90793" w:rsidRPr="00A90793">
        <w:rPr>
          <w:rFonts w:eastAsia="Calibri"/>
          <w:rtl/>
        </w:rPr>
        <w:t xml:space="preserve"> امام خم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ؓ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46</w:t>
      </w:r>
      <w:r w:rsidR="00A90793" w:rsidRPr="007A0B2A">
        <w:rPr>
          <w:rFonts w:eastAsia="Calibri" w:hint="cs"/>
          <w:rtl/>
        </w:rPr>
        <w:t>۔ معالم الاصول ص</w:t>
      </w:r>
      <w:r w:rsidRPr="00FB0743">
        <w:rPr>
          <w:rFonts w:eastAsia="Calibri" w:hint="cs"/>
          <w:rtl/>
        </w:rPr>
        <w:t>147</w:t>
      </w:r>
      <w:r w:rsidR="00A90793" w:rsidRPr="007A0B2A">
        <w:rPr>
          <w:rFonts w:eastAsia="Calibri" w:hint="cs"/>
          <w:rtl/>
        </w:rPr>
        <w:t xml:space="preserve"> --- فرزند شہ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ثان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47</w:t>
      </w:r>
      <w:r w:rsidR="00A90793" w:rsidRPr="007A0B2A">
        <w:rPr>
          <w:rFonts w:eastAsia="Calibri" w:hint="cs"/>
          <w:rtl/>
        </w:rPr>
        <w:t>۔ الفصول المہمہ --- ابن صباغ مالک</w:t>
      </w:r>
      <w:r w:rsidR="00A90793" w:rsidRPr="00A90793">
        <w:rPr>
          <w:rFonts w:eastAsia="Calibri" w:hint="cs"/>
          <w:rtl/>
        </w:rPr>
        <w:t>ی</w:t>
      </w:r>
    </w:p>
    <w:p w:rsidR="00FF5C3F" w:rsidRDefault="00FF5C3F" w:rsidP="00FB0743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lastRenderedPageBreak/>
        <w:t>48</w:t>
      </w:r>
      <w:r w:rsidR="00A90793" w:rsidRPr="007A0B2A">
        <w:rPr>
          <w:rFonts w:eastAsia="Calibri" w:hint="cs"/>
          <w:rtl/>
        </w:rPr>
        <w:t>۔ فضائل قرآن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49</w:t>
      </w:r>
      <w:r w:rsidR="00A90793" w:rsidRPr="007A0B2A">
        <w:rPr>
          <w:rFonts w:eastAsia="Calibri" w:hint="cs"/>
          <w:rtl/>
        </w:rPr>
        <w:t>۔ تذکر</w:t>
      </w:r>
      <w:r w:rsidR="00A90793" w:rsidRPr="00A90793">
        <w:rPr>
          <w:rFonts w:eastAsia="Calibri" w:hint="cs"/>
          <w:rtl/>
        </w:rPr>
        <w:t>ۃ</w:t>
      </w:r>
      <w:r w:rsidR="00A90793" w:rsidRPr="00A90793">
        <w:rPr>
          <w:rFonts w:eastAsia="Calibri"/>
          <w:rtl/>
        </w:rPr>
        <w:t xml:space="preserve"> الحفاظ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50</w:t>
      </w:r>
      <w:r w:rsidR="00A90793" w:rsidRPr="007A0B2A">
        <w:rPr>
          <w:rFonts w:eastAsia="Calibri" w:hint="cs"/>
          <w:rtl/>
        </w:rPr>
        <w:t>۔ محاضرا ت الادباء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51</w:t>
      </w:r>
      <w:r w:rsidR="00A90793" w:rsidRPr="007A0B2A">
        <w:rPr>
          <w:rFonts w:eastAsia="Calibri" w:hint="cs"/>
          <w:rtl/>
        </w:rPr>
        <w:t>۔ اصول کاف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--- مرحوم کل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52</w:t>
      </w:r>
      <w:r w:rsidR="00A90793" w:rsidRPr="007A0B2A">
        <w:rPr>
          <w:rFonts w:eastAsia="Calibri" w:hint="cs"/>
          <w:rtl/>
        </w:rPr>
        <w:t xml:space="preserve">۔ شرائع الاسلام ج </w:t>
      </w: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 xml:space="preserve"> --- محقق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53</w:t>
      </w:r>
      <w:r w:rsidR="00A90793" w:rsidRPr="007A0B2A">
        <w:rPr>
          <w:rFonts w:eastAsia="Calibri" w:hint="cs"/>
          <w:rtl/>
        </w:rPr>
        <w:t xml:space="preserve">۔ مسالک ج </w:t>
      </w: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 xml:space="preserve"> --- شہ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ثان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54</w:t>
      </w:r>
      <w:r w:rsidR="00A90793" w:rsidRPr="007A0B2A">
        <w:rPr>
          <w:rFonts w:eastAsia="Calibri" w:hint="cs"/>
          <w:rtl/>
        </w:rPr>
        <w:t xml:space="preserve">۔وسائل ج </w:t>
      </w:r>
      <w:r w:rsidRPr="00FB0743">
        <w:rPr>
          <w:rFonts w:eastAsia="Calibri" w:hint="cs"/>
          <w:rtl/>
        </w:rPr>
        <w:t>18</w:t>
      </w:r>
      <w:r w:rsidR="00A90793" w:rsidRPr="007A0B2A">
        <w:rPr>
          <w:rFonts w:eastAsia="Calibri" w:hint="cs"/>
          <w:rtl/>
        </w:rPr>
        <w:t xml:space="preserve"> --- حر آمل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55</w:t>
      </w:r>
      <w:r w:rsidR="00A90793" w:rsidRPr="007A0B2A">
        <w:rPr>
          <w:rFonts w:eastAsia="Calibri" w:hint="cs"/>
          <w:rtl/>
        </w:rPr>
        <w:t>۔ سنن بہ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--- بہ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ق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56</w:t>
      </w:r>
      <w:r w:rsidR="00A90793" w:rsidRPr="007A0B2A">
        <w:rPr>
          <w:rFonts w:eastAsia="Calibri" w:hint="cs"/>
          <w:rtl/>
        </w:rPr>
        <w:t>۔ صح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ح</w:t>
      </w:r>
      <w:r w:rsidR="00A90793" w:rsidRPr="00A90793">
        <w:rPr>
          <w:rFonts w:eastAsia="Calibri"/>
          <w:rtl/>
        </w:rPr>
        <w:t xml:space="preserve"> مسلم --- امام مسلم</w:t>
      </w:r>
    </w:p>
    <w:p w:rsidR="00A90793" w:rsidRPr="00A90793" w:rsidRDefault="00FB0743" w:rsidP="007A0B2A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57</w:t>
      </w:r>
      <w:r w:rsidR="00A90793" w:rsidRPr="007A0B2A">
        <w:rPr>
          <w:rFonts w:eastAsia="Calibri" w:hint="cs"/>
          <w:rtl/>
        </w:rPr>
        <w:t>۔ اح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اء</w:t>
      </w:r>
      <w:r w:rsidR="00A90793" w:rsidRPr="00A90793">
        <w:rPr>
          <w:rFonts w:eastAsia="Calibri"/>
          <w:rtl/>
        </w:rPr>
        <w:t xml:space="preserve"> العلوم </w:t>
      </w:r>
      <w:r w:rsidR="00A90793" w:rsidRPr="007A0B2A">
        <w:rPr>
          <w:rFonts w:eastAsia="Calibri"/>
          <w:rtl/>
        </w:rPr>
        <w:t>مقدمہ مر</w:t>
      </w:r>
      <w:r w:rsidR="007A0B2A" w:rsidRPr="007A0B2A">
        <w:rPr>
          <w:rFonts w:eastAsia="Calibri" w:hint="cs"/>
          <w:rtl/>
        </w:rPr>
        <w:t>ا</w:t>
      </w:r>
      <w:r w:rsidR="00A90793" w:rsidRPr="007A0B2A">
        <w:rPr>
          <w:rFonts w:eastAsia="Calibri" w:hint="cs"/>
          <w:rtl/>
        </w:rPr>
        <w:t>ۃ</w:t>
      </w:r>
      <w:r w:rsidR="00A90793" w:rsidRPr="007A0B2A">
        <w:rPr>
          <w:rFonts w:eastAsia="Calibri"/>
          <w:rtl/>
        </w:rPr>
        <w:t xml:space="preserve"> العقول</w:t>
      </w:r>
      <w:r w:rsidR="00A90793" w:rsidRPr="00A90793">
        <w:rPr>
          <w:rFonts w:eastAsia="Calibri"/>
          <w:rtl/>
        </w:rPr>
        <w:t xml:space="preserve"> ج 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علامہ عسکر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ؓ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58</w:t>
      </w:r>
      <w:r w:rsidR="00A90793" w:rsidRPr="007A0B2A">
        <w:rPr>
          <w:rFonts w:eastAsia="Calibri" w:hint="cs"/>
          <w:rtl/>
        </w:rPr>
        <w:t>۔ روض الجنان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راز</w:t>
      </w:r>
      <w:r w:rsidR="00A90793" w:rsidRPr="00A90793">
        <w:rPr>
          <w:rFonts w:eastAsia="Calibri" w:hint="cs"/>
          <w:rtl/>
        </w:rPr>
        <w:t>ی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59</w:t>
      </w:r>
      <w:r w:rsidR="00A90793" w:rsidRPr="007A0B2A">
        <w:rPr>
          <w:rFonts w:eastAsia="Calibri" w:hint="cs"/>
          <w:rtl/>
        </w:rPr>
        <w:t>۔ مقدمہ ابن خلدون --- ابن خلدون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60</w:t>
      </w:r>
      <w:r w:rsidR="00A90793" w:rsidRPr="007A0B2A">
        <w:rPr>
          <w:rFonts w:eastAsia="Calibri" w:hint="cs"/>
          <w:rtl/>
        </w:rPr>
        <w:t>۔کنز العمال ج</w:t>
      </w: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 xml:space="preserve"> --- متق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ہند</w:t>
      </w:r>
      <w:r w:rsidR="00A90793" w:rsidRPr="00A90793">
        <w:rPr>
          <w:rFonts w:eastAsia="Calibri" w:hint="cs"/>
          <w:rtl/>
        </w:rPr>
        <w:t>ی</w:t>
      </w:r>
    </w:p>
    <w:p w:rsidR="00FF5C3F" w:rsidRDefault="00FF5C3F" w:rsidP="00E36DED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A90793" w:rsidRPr="00A90793" w:rsidRDefault="00A90793" w:rsidP="00A90793">
      <w:pPr>
        <w:pStyle w:val="libNormal"/>
        <w:rPr>
          <w:rFonts w:eastAsia="Calibri"/>
          <w:rtl/>
        </w:rPr>
      </w:pPr>
      <w:r w:rsidRPr="00A90793">
        <w:rPr>
          <w:rFonts w:eastAsia="Calibri" w:hint="eastAsia"/>
          <w:rtl/>
        </w:rPr>
        <w:lastRenderedPageBreak/>
        <w:t>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نجانب</w:t>
      </w:r>
      <w:r w:rsidRPr="00A90793">
        <w:rPr>
          <w:rFonts w:eastAsia="Calibri"/>
          <w:rtl/>
        </w:rPr>
        <w:t xml:space="preserve"> جناب الحاج 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د</w:t>
      </w:r>
      <w:r w:rsidRPr="00A90793">
        <w:rPr>
          <w:rFonts w:eastAsia="Calibri"/>
          <w:rtl/>
        </w:rPr>
        <w:t xml:space="preserve"> جعفر حس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رضو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دام عزہ کا سپاس گذار ہوں کہ جنہوں نے مندرجہ ذ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ل</w:t>
      </w:r>
      <w:r w:rsidRPr="00A90793">
        <w:rPr>
          <w:rFonts w:eastAsia="Calibri"/>
          <w:rtl/>
        </w:rPr>
        <w:t xml:space="preserve"> مرحوم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ن</w:t>
      </w:r>
      <w:r w:rsidRPr="00A90793">
        <w:rPr>
          <w:rFonts w:eastAsia="Calibri"/>
          <w:rtl/>
        </w:rPr>
        <w:t xml:space="preserve"> کے 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صال</w:t>
      </w:r>
      <w:r w:rsidRPr="00A90793">
        <w:rPr>
          <w:rFonts w:eastAsia="Calibri"/>
          <w:rtl/>
        </w:rPr>
        <w:t xml:space="preserve"> ثواب کے لئے کتاب ھذا ک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/>
          <w:rtl/>
        </w:rPr>
        <w:t xml:space="preserve"> طباعت پر بھر پور تعاون فرما</w:t>
      </w:r>
      <w:r w:rsidRPr="00A90793">
        <w:rPr>
          <w:rFonts w:eastAsia="Calibri" w:hint="cs"/>
          <w:rtl/>
        </w:rPr>
        <w:t>ی</w:t>
      </w:r>
      <w:r w:rsidRPr="00A90793">
        <w:rPr>
          <w:rFonts w:eastAsia="Calibri" w:hint="eastAsia"/>
          <w:rtl/>
        </w:rPr>
        <w:t>ا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1</w:t>
      </w:r>
      <w:r w:rsidR="00A90793" w:rsidRPr="007A0B2A">
        <w:rPr>
          <w:rFonts w:eastAsia="Calibri" w:hint="cs"/>
          <w:rtl/>
        </w:rPr>
        <w:t>۔مرحوم گوہر حس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2</w:t>
      </w:r>
      <w:r w:rsidR="00A90793" w:rsidRPr="007A0B2A">
        <w:rPr>
          <w:rFonts w:eastAsia="Calibri" w:hint="cs"/>
          <w:rtl/>
        </w:rPr>
        <w:t>۔ مرحومہ انور زمان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گم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3</w:t>
      </w:r>
      <w:r w:rsidR="00A90793" w:rsidRPr="007A0B2A">
        <w:rPr>
          <w:rFonts w:eastAsia="Calibri" w:hint="cs"/>
          <w:rtl/>
        </w:rPr>
        <w:t>۔مرحوم رضاعل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خان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4</w:t>
      </w:r>
      <w:r w:rsidR="00A90793" w:rsidRPr="007A0B2A">
        <w:rPr>
          <w:rFonts w:eastAsia="Calibri" w:hint="cs"/>
          <w:rtl/>
        </w:rPr>
        <w:t>۔مرحوم نق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عل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خان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5</w:t>
      </w:r>
      <w:r w:rsidR="00A90793" w:rsidRPr="007A0B2A">
        <w:rPr>
          <w:rFonts w:eastAsia="Calibri" w:hint="cs"/>
          <w:rtl/>
        </w:rPr>
        <w:t>۔مرحوم 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د</w:t>
      </w:r>
      <w:r w:rsidR="00A90793" w:rsidRPr="00A90793">
        <w:rPr>
          <w:rFonts w:eastAsia="Calibri"/>
          <w:rtl/>
        </w:rPr>
        <w:t xml:space="preserve"> محمد جعفر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6</w:t>
      </w:r>
      <w:r w:rsidR="00A90793" w:rsidRPr="007A0B2A">
        <w:rPr>
          <w:rFonts w:eastAsia="Calibri" w:hint="cs"/>
          <w:rtl/>
        </w:rPr>
        <w:t>۔مرحومہ حس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ن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/>
          <w:rtl/>
        </w:rPr>
        <w:t xml:space="preserve"> ب</w:t>
      </w:r>
      <w:r w:rsidR="00A90793" w:rsidRPr="00A90793">
        <w:rPr>
          <w:rFonts w:eastAsia="Calibri" w:hint="cs"/>
          <w:rtl/>
        </w:rPr>
        <w:t>ی</w:t>
      </w:r>
      <w:r w:rsidR="00A90793" w:rsidRPr="00A90793">
        <w:rPr>
          <w:rFonts w:eastAsia="Calibri" w:hint="eastAsia"/>
          <w:rtl/>
        </w:rPr>
        <w:t>گم</w:t>
      </w:r>
    </w:p>
    <w:p w:rsidR="00A90793" w:rsidRPr="00A90793" w:rsidRDefault="00FB0743" w:rsidP="00A90793">
      <w:pPr>
        <w:pStyle w:val="libNormal"/>
        <w:rPr>
          <w:rFonts w:eastAsia="Calibri"/>
          <w:rtl/>
        </w:rPr>
      </w:pPr>
      <w:r w:rsidRPr="00FB0743">
        <w:rPr>
          <w:rFonts w:eastAsia="Calibri" w:hint="cs"/>
          <w:rtl/>
        </w:rPr>
        <w:t>7</w:t>
      </w:r>
      <w:r w:rsidR="00A90793" w:rsidRPr="007A0B2A">
        <w:rPr>
          <w:rFonts w:eastAsia="Calibri" w:hint="cs"/>
          <w:rtl/>
        </w:rPr>
        <w:t>۔ مرحوم اح</w:t>
      </w:r>
      <w:r w:rsidR="00A90793" w:rsidRPr="00A90793">
        <w:rPr>
          <w:rFonts w:eastAsia="Calibri"/>
          <w:rtl/>
        </w:rPr>
        <w:t>سن حسن</w:t>
      </w:r>
    </w:p>
    <w:p w:rsidR="00AB7F39" w:rsidRDefault="00AB7F39" w:rsidP="00AB7F39">
      <w:pPr>
        <w:pStyle w:val="libNormal"/>
        <w:rPr>
          <w:rFonts w:eastAsia="Calibri"/>
        </w:rPr>
      </w:pPr>
      <w:r>
        <w:rPr>
          <w:rFonts w:eastAsia="Calibri"/>
        </w:rPr>
        <w:br w:type="page"/>
      </w:r>
    </w:p>
    <w:p w:rsidR="00AB7F39" w:rsidRDefault="00AB7F39">
      <w:pPr>
        <w:pStyle w:val="TOCHeading"/>
        <w:rPr>
          <w:rFonts w:eastAsia="Calibri"/>
          <w:rtl/>
        </w:rPr>
      </w:pPr>
    </w:p>
    <w:sdt>
      <w:sdtPr>
        <w:rPr>
          <w:rtl/>
        </w:rPr>
        <w:id w:val="1069107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AB7F39" w:rsidRPr="00AB7F39" w:rsidRDefault="00AB7F39" w:rsidP="00AB7F39">
          <w:pPr>
            <w:pStyle w:val="Heading1Center"/>
            <w:rPr>
              <w:rtl/>
              <w:lang w:bidi="ur-PK"/>
            </w:rPr>
          </w:pPr>
          <w:r w:rsidRPr="00AB7F39">
            <w:rPr>
              <w:rFonts w:hint="cs"/>
              <w:rtl/>
            </w:rPr>
            <w:t>فہرست</w:t>
          </w:r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9651896" w:history="1">
            <w:r w:rsidRPr="002A37A6">
              <w:rPr>
                <w:rStyle w:val="Hyperlink"/>
                <w:rFonts w:hint="eastAsia"/>
                <w:noProof/>
                <w:rtl/>
              </w:rPr>
              <w:t>انتساب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897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حرف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898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اسام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تصور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899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آ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0" w:history="1">
            <w:r w:rsidRPr="002A37A6">
              <w:rPr>
                <w:rStyle w:val="Hyperlink"/>
                <w:rFonts w:eastAsia="Calibri"/>
                <w:noProof/>
                <w:rtl/>
              </w:rPr>
              <w:t xml:space="preserve">2۔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اصطلاح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1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آ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ترت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نظم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ضبط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2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سوال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جواب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3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سورتوں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حد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بند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4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سورتوں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مدن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ہونے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 w:rsidP="00AB7F3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5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تدو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پس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منظر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6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پہلا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نظر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7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دوسرا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نظر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حضرت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عل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(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ع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)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ہاتھوں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تدو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8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کاتب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وح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کاتذکرہ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09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نزول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0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نزول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ہدف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1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قرائت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اجمال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2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عمد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اخت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اسباب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3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اقسام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قرات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4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شان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نزول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5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ش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عہ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امام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قائل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ہو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سکتے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 w:rsidP="00AB7F3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6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تحر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معنو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اجمال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خاکہ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7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الف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بالرّا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غ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بالراّ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8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بالرا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19" w:history="1">
            <w:r w:rsidRPr="002A37A6">
              <w:rPr>
                <w:rStyle w:val="Hyperlink"/>
                <w:rFonts w:eastAsia="Calibri"/>
                <w:noProof/>
                <w:rtl/>
              </w:rPr>
              <w:t>3)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0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چوتھ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1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پانچو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2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ماخذ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3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شرا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ط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4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تار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خ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وضاحت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5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دوسرے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6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تابع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معروف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 w:rsidP="00AB7F3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7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اصحاب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دورم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مشہور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8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تابع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ںمعروف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29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0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متفرقہ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مفسر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اسام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گرام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1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الف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اہل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سنت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مشہور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ومعروف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تفاس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2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اعجاز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کا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اجمال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تعارف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3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اعجاز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بارے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نظر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قابل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تصور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4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تلاوت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کلام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پاک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عظمت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5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الف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تلاوت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کلام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پاک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اہم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روشن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6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تلاوت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کلام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پاک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سنت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روشن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7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تفس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وتحل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 w:rsidP="00AB7F3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8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فہم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لئے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درج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ذ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علوم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ضرورت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ہے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39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عظمت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نظم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2A37A6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40" w:history="1">
            <w:r w:rsidRPr="002A37A6">
              <w:rPr>
                <w:rStyle w:val="Hyperlink"/>
                <w:rFonts w:eastAsia="Calibri"/>
                <w:noProof/>
                <w:rtl/>
              </w:rPr>
              <w:t>(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بہار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41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فض</w:t>
            </w:r>
            <w:r w:rsidRPr="002A37A6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لت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قرآن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9651942" w:history="1">
            <w:r w:rsidRPr="002A37A6">
              <w:rPr>
                <w:rStyle w:val="Hyperlink"/>
                <w:rFonts w:eastAsia="Calibri" w:hint="eastAsia"/>
                <w:noProof/>
                <w:rtl/>
              </w:rPr>
              <w:t>منابع</w:t>
            </w:r>
            <w:r w:rsidRPr="002A37A6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2A37A6">
              <w:rPr>
                <w:rStyle w:val="Hyperlink"/>
                <w:rFonts w:eastAsia="Calibri" w:hint="eastAsia"/>
                <w:noProof/>
                <w:rtl/>
              </w:rPr>
              <w:t>وماخذ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Toc429651942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F39" w:rsidRDefault="00AB7F39">
          <w:r>
            <w:fldChar w:fldCharType="end"/>
          </w:r>
        </w:p>
      </w:sdtContent>
    </w:sdt>
    <w:p w:rsidR="00FF5C3F" w:rsidRDefault="00FF5C3F" w:rsidP="00AB7F39">
      <w:pPr>
        <w:pStyle w:val="libNormal"/>
        <w:rPr>
          <w:rFonts w:eastAsia="Calibri"/>
          <w:rtl/>
        </w:rPr>
      </w:pPr>
    </w:p>
    <w:sectPr w:rsidR="00FF5C3F" w:rsidSect="00E726D8">
      <w:footerReference w:type="even" r:id="rId8"/>
      <w:footerReference w:type="default" r:id="rId9"/>
      <w:footerReference w:type="first" r:id="rId10"/>
      <w:pgSz w:w="11907" w:h="16839" w:code="9"/>
      <w:pgMar w:top="2160" w:right="720" w:bottom="2160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649" w:rsidRDefault="002F1649">
      <w:r>
        <w:separator/>
      </w:r>
    </w:p>
  </w:endnote>
  <w:endnote w:type="continuationSeparator" w:id="1">
    <w:p w:rsidR="002F1649" w:rsidRDefault="002F1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EC5" w:rsidRDefault="00601EC5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EC5" w:rsidRDefault="00601EC5" w:rsidP="00826B03">
    <w:pPr>
      <w:ind w:firstLine="0"/>
    </w:pPr>
    <w:r>
      <w:rPr>
        <w:rtl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EC5" w:rsidRPr="00826B03" w:rsidRDefault="00601EC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649" w:rsidRDefault="002F1649">
      <w:r>
        <w:separator/>
      </w:r>
    </w:p>
  </w:footnote>
  <w:footnote w:type="continuationSeparator" w:id="1">
    <w:p w:rsidR="002F1649" w:rsidRDefault="002F16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F597F28"/>
    <w:multiLevelType w:val="hybridMultilevel"/>
    <w:tmpl w:val="EDD6D130"/>
    <w:lvl w:ilvl="0" w:tplc="4A0053DC">
      <w:start w:val="1"/>
      <w:numFmt w:val="decimal"/>
      <w:pStyle w:val="Index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7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8"/>
  </w:num>
  <w:num w:numId="15">
    <w:abstractNumId w:val="4"/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5F58"/>
    <w:rsid w:val="00007F62"/>
    <w:rsid w:val="00012C76"/>
    <w:rsid w:val="0001528F"/>
    <w:rsid w:val="000153A6"/>
    <w:rsid w:val="0001585A"/>
    <w:rsid w:val="00015A6A"/>
    <w:rsid w:val="000179E5"/>
    <w:rsid w:val="00017BCA"/>
    <w:rsid w:val="000200F1"/>
    <w:rsid w:val="000201F5"/>
    <w:rsid w:val="00022F84"/>
    <w:rsid w:val="00023A66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50377"/>
    <w:rsid w:val="00053C19"/>
    <w:rsid w:val="0005440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1526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1CFB"/>
    <w:rsid w:val="000B2915"/>
    <w:rsid w:val="000B2CE3"/>
    <w:rsid w:val="000B3A56"/>
    <w:rsid w:val="000B5458"/>
    <w:rsid w:val="000C0A89"/>
    <w:rsid w:val="000C0B26"/>
    <w:rsid w:val="000C1299"/>
    <w:rsid w:val="000C1330"/>
    <w:rsid w:val="000C40F3"/>
    <w:rsid w:val="000C737E"/>
    <w:rsid w:val="000C7722"/>
    <w:rsid w:val="000D0932"/>
    <w:rsid w:val="000D0AFA"/>
    <w:rsid w:val="000D1BDF"/>
    <w:rsid w:val="000D4303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0F6004"/>
    <w:rsid w:val="000F6F0F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323"/>
    <w:rsid w:val="00115473"/>
    <w:rsid w:val="00115A71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6EE1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C03"/>
    <w:rsid w:val="00151FCF"/>
    <w:rsid w:val="001526F2"/>
    <w:rsid w:val="00152E46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4FC"/>
    <w:rsid w:val="00165864"/>
    <w:rsid w:val="001677CA"/>
    <w:rsid w:val="001712E1"/>
    <w:rsid w:val="00177634"/>
    <w:rsid w:val="0018019E"/>
    <w:rsid w:val="001805E5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47A3"/>
    <w:rsid w:val="00224964"/>
    <w:rsid w:val="00225BC2"/>
    <w:rsid w:val="0022677C"/>
    <w:rsid w:val="002267C7"/>
    <w:rsid w:val="00227FEE"/>
    <w:rsid w:val="00232EDC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34C9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76B4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989"/>
    <w:rsid w:val="002C17C1"/>
    <w:rsid w:val="002C29FB"/>
    <w:rsid w:val="002C3B15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2ADA"/>
    <w:rsid w:val="002E4976"/>
    <w:rsid w:val="002E4D3D"/>
    <w:rsid w:val="002E5340"/>
    <w:rsid w:val="002E5CA1"/>
    <w:rsid w:val="002E6022"/>
    <w:rsid w:val="002E69E9"/>
    <w:rsid w:val="002E7609"/>
    <w:rsid w:val="002F1649"/>
    <w:rsid w:val="002F2966"/>
    <w:rsid w:val="002F2F4C"/>
    <w:rsid w:val="002F3626"/>
    <w:rsid w:val="002F6F56"/>
    <w:rsid w:val="002F7071"/>
    <w:rsid w:val="002F7903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38F8"/>
    <w:rsid w:val="003241E9"/>
    <w:rsid w:val="00324B78"/>
    <w:rsid w:val="00324C31"/>
    <w:rsid w:val="00325A62"/>
    <w:rsid w:val="003269DB"/>
    <w:rsid w:val="00330028"/>
    <w:rsid w:val="00330414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7C0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952"/>
    <w:rsid w:val="003A3F69"/>
    <w:rsid w:val="003A4587"/>
    <w:rsid w:val="003A52D5"/>
    <w:rsid w:val="003A661E"/>
    <w:rsid w:val="003A75C7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3273"/>
    <w:rsid w:val="003C403E"/>
    <w:rsid w:val="003C42E8"/>
    <w:rsid w:val="003C7065"/>
    <w:rsid w:val="003C7A9A"/>
    <w:rsid w:val="003C7C08"/>
    <w:rsid w:val="003D2459"/>
    <w:rsid w:val="003D28ED"/>
    <w:rsid w:val="003D3107"/>
    <w:rsid w:val="003D4852"/>
    <w:rsid w:val="003D59C4"/>
    <w:rsid w:val="003D6058"/>
    <w:rsid w:val="003D6268"/>
    <w:rsid w:val="003D666A"/>
    <w:rsid w:val="003E06BE"/>
    <w:rsid w:val="003E097C"/>
    <w:rsid w:val="003E148D"/>
    <w:rsid w:val="003E1733"/>
    <w:rsid w:val="003E2352"/>
    <w:rsid w:val="003E3600"/>
    <w:rsid w:val="003E4596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EFA"/>
    <w:rsid w:val="00434FE6"/>
    <w:rsid w:val="00435C2F"/>
    <w:rsid w:val="00435F64"/>
    <w:rsid w:val="00437035"/>
    <w:rsid w:val="00437C19"/>
    <w:rsid w:val="00440C62"/>
    <w:rsid w:val="00442CB0"/>
    <w:rsid w:val="00443855"/>
    <w:rsid w:val="00443AC6"/>
    <w:rsid w:val="00444131"/>
    <w:rsid w:val="00444930"/>
    <w:rsid w:val="0044577D"/>
    <w:rsid w:val="0044661F"/>
    <w:rsid w:val="00446BBA"/>
    <w:rsid w:val="00446BF4"/>
    <w:rsid w:val="004536B6"/>
    <w:rsid w:val="004538D5"/>
    <w:rsid w:val="00453C50"/>
    <w:rsid w:val="00453DAF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3224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6D8F"/>
    <w:rsid w:val="00517DDA"/>
    <w:rsid w:val="00521C4A"/>
    <w:rsid w:val="00524575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67F1C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A1"/>
    <w:rsid w:val="005C4338"/>
    <w:rsid w:val="005C5244"/>
    <w:rsid w:val="005D1128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5B70"/>
    <w:rsid w:val="005E6836"/>
    <w:rsid w:val="005E70E9"/>
    <w:rsid w:val="005E7CDB"/>
    <w:rsid w:val="005E7D12"/>
    <w:rsid w:val="005F01A7"/>
    <w:rsid w:val="005F2287"/>
    <w:rsid w:val="005F6056"/>
    <w:rsid w:val="005F61B2"/>
    <w:rsid w:val="005F74B7"/>
    <w:rsid w:val="006013DF"/>
    <w:rsid w:val="006019FA"/>
    <w:rsid w:val="00601EC5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5E8E"/>
    <w:rsid w:val="006676A8"/>
    <w:rsid w:val="00670DB5"/>
    <w:rsid w:val="0067214E"/>
    <w:rsid w:val="00672178"/>
    <w:rsid w:val="006726F6"/>
    <w:rsid w:val="00672E5A"/>
    <w:rsid w:val="00673C0B"/>
    <w:rsid w:val="00674ABB"/>
    <w:rsid w:val="0067559A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333F"/>
    <w:rsid w:val="00695E71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2405"/>
    <w:rsid w:val="006F5908"/>
    <w:rsid w:val="006F5C63"/>
    <w:rsid w:val="006F6061"/>
    <w:rsid w:val="006F7338"/>
    <w:rsid w:val="006F7CE8"/>
    <w:rsid w:val="00700BF3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6FAE"/>
    <w:rsid w:val="007271C5"/>
    <w:rsid w:val="00727AA2"/>
    <w:rsid w:val="00727AE7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3852"/>
    <w:rsid w:val="0074517B"/>
    <w:rsid w:val="007504C8"/>
    <w:rsid w:val="0075172C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0B2A"/>
    <w:rsid w:val="007A29BA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909"/>
    <w:rsid w:val="007B6D51"/>
    <w:rsid w:val="007B7DD3"/>
    <w:rsid w:val="007C1070"/>
    <w:rsid w:val="007C1757"/>
    <w:rsid w:val="007C3DC9"/>
    <w:rsid w:val="007C7DFC"/>
    <w:rsid w:val="007D019B"/>
    <w:rsid w:val="007D1160"/>
    <w:rsid w:val="007D1BDF"/>
    <w:rsid w:val="007D1D2B"/>
    <w:rsid w:val="007D47BA"/>
    <w:rsid w:val="007D5FD1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5A6"/>
    <w:rsid w:val="00811CAC"/>
    <w:rsid w:val="00811DD5"/>
    <w:rsid w:val="008128CA"/>
    <w:rsid w:val="00813440"/>
    <w:rsid w:val="00813725"/>
    <w:rsid w:val="00813AD7"/>
    <w:rsid w:val="00815355"/>
    <w:rsid w:val="0081556E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3D57"/>
    <w:rsid w:val="00874112"/>
    <w:rsid w:val="00874A73"/>
    <w:rsid w:val="00874AAB"/>
    <w:rsid w:val="008756FE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29C1"/>
    <w:rsid w:val="008933CF"/>
    <w:rsid w:val="00895362"/>
    <w:rsid w:val="00896E79"/>
    <w:rsid w:val="008A0E55"/>
    <w:rsid w:val="008A1DF7"/>
    <w:rsid w:val="008A225D"/>
    <w:rsid w:val="008A3A33"/>
    <w:rsid w:val="008A4048"/>
    <w:rsid w:val="008A4630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5874"/>
    <w:rsid w:val="008D5FE6"/>
    <w:rsid w:val="008D6211"/>
    <w:rsid w:val="008D6376"/>
    <w:rsid w:val="008D6657"/>
    <w:rsid w:val="008E15CA"/>
    <w:rsid w:val="008E1DA0"/>
    <w:rsid w:val="008E1FA7"/>
    <w:rsid w:val="008E36CD"/>
    <w:rsid w:val="008E4507"/>
    <w:rsid w:val="008E4A0B"/>
    <w:rsid w:val="008E4D2E"/>
    <w:rsid w:val="008E571A"/>
    <w:rsid w:val="008F1F13"/>
    <w:rsid w:val="008F2327"/>
    <w:rsid w:val="008F258C"/>
    <w:rsid w:val="008F2738"/>
    <w:rsid w:val="008F3BB8"/>
    <w:rsid w:val="008F4513"/>
    <w:rsid w:val="008F486D"/>
    <w:rsid w:val="008F5B45"/>
    <w:rsid w:val="008F72BE"/>
    <w:rsid w:val="009006DA"/>
    <w:rsid w:val="00900801"/>
    <w:rsid w:val="00900E08"/>
    <w:rsid w:val="00901417"/>
    <w:rsid w:val="00901C90"/>
    <w:rsid w:val="009026B3"/>
    <w:rsid w:val="00903F24"/>
    <w:rsid w:val="009043D6"/>
    <w:rsid w:val="009046DF"/>
    <w:rsid w:val="0090480D"/>
    <w:rsid w:val="009052B3"/>
    <w:rsid w:val="00906EF5"/>
    <w:rsid w:val="00910ED8"/>
    <w:rsid w:val="00912639"/>
    <w:rsid w:val="00915043"/>
    <w:rsid w:val="0091682D"/>
    <w:rsid w:val="0092078F"/>
    <w:rsid w:val="00922370"/>
    <w:rsid w:val="00922945"/>
    <w:rsid w:val="0092388A"/>
    <w:rsid w:val="00923B9B"/>
    <w:rsid w:val="00924466"/>
    <w:rsid w:val="009246EE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5A96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3C6A"/>
    <w:rsid w:val="009B53ED"/>
    <w:rsid w:val="009B6511"/>
    <w:rsid w:val="009B7253"/>
    <w:rsid w:val="009C2F56"/>
    <w:rsid w:val="009C3A17"/>
    <w:rsid w:val="009C49A0"/>
    <w:rsid w:val="009C4D94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52D3"/>
    <w:rsid w:val="00A16415"/>
    <w:rsid w:val="00A16563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149A"/>
    <w:rsid w:val="00A42B0B"/>
    <w:rsid w:val="00A44569"/>
    <w:rsid w:val="00A44704"/>
    <w:rsid w:val="00A46E85"/>
    <w:rsid w:val="00A478DC"/>
    <w:rsid w:val="00A502BB"/>
    <w:rsid w:val="00A50C20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0793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B7F39"/>
    <w:rsid w:val="00AC01D4"/>
    <w:rsid w:val="00AC13DB"/>
    <w:rsid w:val="00AC1A38"/>
    <w:rsid w:val="00AC1BDE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572"/>
    <w:rsid w:val="00AE1E35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A84"/>
    <w:rsid w:val="00B24ABA"/>
    <w:rsid w:val="00B24DDC"/>
    <w:rsid w:val="00B26960"/>
    <w:rsid w:val="00B2750A"/>
    <w:rsid w:val="00B32F31"/>
    <w:rsid w:val="00B334CA"/>
    <w:rsid w:val="00B35DA8"/>
    <w:rsid w:val="00B379F5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60404"/>
    <w:rsid w:val="00B61AF3"/>
    <w:rsid w:val="00B629FE"/>
    <w:rsid w:val="00B62F2E"/>
    <w:rsid w:val="00B637B2"/>
    <w:rsid w:val="00B63B89"/>
    <w:rsid w:val="00B643FF"/>
    <w:rsid w:val="00B64F7E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665E"/>
    <w:rsid w:val="00BC717E"/>
    <w:rsid w:val="00BD245C"/>
    <w:rsid w:val="00BD3BAB"/>
    <w:rsid w:val="00BD40AC"/>
    <w:rsid w:val="00BD4DFE"/>
    <w:rsid w:val="00BD593F"/>
    <w:rsid w:val="00BD6259"/>
    <w:rsid w:val="00BD6706"/>
    <w:rsid w:val="00BD6E89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154C"/>
    <w:rsid w:val="00C041F9"/>
    <w:rsid w:val="00C0548F"/>
    <w:rsid w:val="00C05CA8"/>
    <w:rsid w:val="00C06EE3"/>
    <w:rsid w:val="00C07687"/>
    <w:rsid w:val="00C10409"/>
    <w:rsid w:val="00C10F45"/>
    <w:rsid w:val="00C11179"/>
    <w:rsid w:val="00C11A6B"/>
    <w:rsid w:val="00C12B0A"/>
    <w:rsid w:val="00C12B1F"/>
    <w:rsid w:val="00C13127"/>
    <w:rsid w:val="00C13FA8"/>
    <w:rsid w:val="00C14460"/>
    <w:rsid w:val="00C1570C"/>
    <w:rsid w:val="00C1743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4B7E"/>
    <w:rsid w:val="00C35A49"/>
    <w:rsid w:val="00C36690"/>
    <w:rsid w:val="00C36AF1"/>
    <w:rsid w:val="00C37458"/>
    <w:rsid w:val="00C3767F"/>
    <w:rsid w:val="00C37AF7"/>
    <w:rsid w:val="00C40FD1"/>
    <w:rsid w:val="00C455DB"/>
    <w:rsid w:val="00C45E29"/>
    <w:rsid w:val="00C46607"/>
    <w:rsid w:val="00C468D5"/>
    <w:rsid w:val="00C52C63"/>
    <w:rsid w:val="00C533D4"/>
    <w:rsid w:val="00C5543B"/>
    <w:rsid w:val="00C6006C"/>
    <w:rsid w:val="00C60180"/>
    <w:rsid w:val="00C617E5"/>
    <w:rsid w:val="00C6249A"/>
    <w:rsid w:val="00C64533"/>
    <w:rsid w:val="00C6636C"/>
    <w:rsid w:val="00C666BE"/>
    <w:rsid w:val="00C667E4"/>
    <w:rsid w:val="00C67B99"/>
    <w:rsid w:val="00C67F97"/>
    <w:rsid w:val="00C70266"/>
    <w:rsid w:val="00C734D0"/>
    <w:rsid w:val="00C749DC"/>
    <w:rsid w:val="00C75BB0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2801"/>
    <w:rsid w:val="00CA314F"/>
    <w:rsid w:val="00CA34D3"/>
    <w:rsid w:val="00CA41BF"/>
    <w:rsid w:val="00CA4F18"/>
    <w:rsid w:val="00CA699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459"/>
    <w:rsid w:val="00CC0833"/>
    <w:rsid w:val="00CC156E"/>
    <w:rsid w:val="00CC3AE0"/>
    <w:rsid w:val="00CC5B38"/>
    <w:rsid w:val="00CC5D86"/>
    <w:rsid w:val="00CC657C"/>
    <w:rsid w:val="00CC745F"/>
    <w:rsid w:val="00CD034D"/>
    <w:rsid w:val="00CD0B1C"/>
    <w:rsid w:val="00CD1655"/>
    <w:rsid w:val="00CD72D4"/>
    <w:rsid w:val="00CE1509"/>
    <w:rsid w:val="00CE30CD"/>
    <w:rsid w:val="00CE3E62"/>
    <w:rsid w:val="00CE524A"/>
    <w:rsid w:val="00CE65FD"/>
    <w:rsid w:val="00CE6606"/>
    <w:rsid w:val="00CF0045"/>
    <w:rsid w:val="00CF02A6"/>
    <w:rsid w:val="00CF0CDF"/>
    <w:rsid w:val="00CF137D"/>
    <w:rsid w:val="00CF1D98"/>
    <w:rsid w:val="00CF3598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0CE7"/>
    <w:rsid w:val="00D454F2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EE9"/>
    <w:rsid w:val="00D67101"/>
    <w:rsid w:val="00D67740"/>
    <w:rsid w:val="00D70D85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2CDF"/>
    <w:rsid w:val="00D93F5D"/>
    <w:rsid w:val="00D94DCC"/>
    <w:rsid w:val="00D9553B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BB4"/>
    <w:rsid w:val="00DD4D01"/>
    <w:rsid w:val="00DD5733"/>
    <w:rsid w:val="00DD6547"/>
    <w:rsid w:val="00DD6DC7"/>
    <w:rsid w:val="00DD78A5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5E1E"/>
    <w:rsid w:val="00DF6442"/>
    <w:rsid w:val="00DF72F3"/>
    <w:rsid w:val="00E004FE"/>
    <w:rsid w:val="00E01595"/>
    <w:rsid w:val="00E01EFF"/>
    <w:rsid w:val="00E022DC"/>
    <w:rsid w:val="00E024D3"/>
    <w:rsid w:val="00E0487B"/>
    <w:rsid w:val="00E04966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50C9"/>
    <w:rsid w:val="00E35ED2"/>
    <w:rsid w:val="00E36D0B"/>
    <w:rsid w:val="00E36DED"/>
    <w:rsid w:val="00E3710A"/>
    <w:rsid w:val="00E37D13"/>
    <w:rsid w:val="00E40FCC"/>
    <w:rsid w:val="00E43122"/>
    <w:rsid w:val="00E44003"/>
    <w:rsid w:val="00E454D9"/>
    <w:rsid w:val="00E455B6"/>
    <w:rsid w:val="00E456A5"/>
    <w:rsid w:val="00E514F7"/>
    <w:rsid w:val="00E538A8"/>
    <w:rsid w:val="00E53B80"/>
    <w:rsid w:val="00E5512D"/>
    <w:rsid w:val="00E574E5"/>
    <w:rsid w:val="00E57827"/>
    <w:rsid w:val="00E609FD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6D8"/>
    <w:rsid w:val="00E72AD4"/>
    <w:rsid w:val="00E72EC1"/>
    <w:rsid w:val="00E73E8C"/>
    <w:rsid w:val="00E7490F"/>
    <w:rsid w:val="00E74F63"/>
    <w:rsid w:val="00E7551F"/>
    <w:rsid w:val="00E75DFB"/>
    <w:rsid w:val="00E7602E"/>
    <w:rsid w:val="00E76A20"/>
    <w:rsid w:val="00E76E53"/>
    <w:rsid w:val="00E772CD"/>
    <w:rsid w:val="00E80932"/>
    <w:rsid w:val="00E81CC2"/>
    <w:rsid w:val="00E828B2"/>
    <w:rsid w:val="00E82A81"/>
    <w:rsid w:val="00E845C5"/>
    <w:rsid w:val="00E84DC6"/>
    <w:rsid w:val="00E8548E"/>
    <w:rsid w:val="00E86B51"/>
    <w:rsid w:val="00E90664"/>
    <w:rsid w:val="00E908AF"/>
    <w:rsid w:val="00E90CDD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4849"/>
    <w:rsid w:val="00F570D7"/>
    <w:rsid w:val="00F571FE"/>
    <w:rsid w:val="00F57A8D"/>
    <w:rsid w:val="00F6156D"/>
    <w:rsid w:val="00F62161"/>
    <w:rsid w:val="00F62C9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5E2A"/>
    <w:rsid w:val="00F77070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EB1"/>
    <w:rsid w:val="00FA36B4"/>
    <w:rsid w:val="00FA3B58"/>
    <w:rsid w:val="00FA3C53"/>
    <w:rsid w:val="00FA3F72"/>
    <w:rsid w:val="00FA5484"/>
    <w:rsid w:val="00FA55DD"/>
    <w:rsid w:val="00FA6127"/>
    <w:rsid w:val="00FA66BE"/>
    <w:rsid w:val="00FA6BBA"/>
    <w:rsid w:val="00FB04FE"/>
    <w:rsid w:val="00FB0743"/>
    <w:rsid w:val="00FB3377"/>
    <w:rsid w:val="00FB3EBB"/>
    <w:rsid w:val="00FB45B0"/>
    <w:rsid w:val="00FB7CFB"/>
    <w:rsid w:val="00FC002F"/>
    <w:rsid w:val="00FC0C63"/>
    <w:rsid w:val="00FC105F"/>
    <w:rsid w:val="00FC2822"/>
    <w:rsid w:val="00FC35E5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3193"/>
    <w:rsid w:val="00FF364B"/>
    <w:rsid w:val="00FF5014"/>
    <w:rsid w:val="00FF51E7"/>
    <w:rsid w:val="00FF5C3F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FB0743"/>
    <w:rPr>
      <w:rFonts w:eastAsia="Calibri"/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900E08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FB0743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numPr>
        <w:numId w:val="6"/>
      </w:numPr>
      <w:pBdr>
        <w:bottom w:val="none" w:sz="0" w:space="0" w:color="auto"/>
      </w:pBdr>
      <w:spacing w:after="0" w:line="276" w:lineRule="auto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DD58E-2079-444D-BD6B-71B4A13E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1628</TotalTime>
  <Pages>147</Pages>
  <Words>21923</Words>
  <Characters>124962</Characters>
  <Application>Microsoft Office Word</Application>
  <DocSecurity>0</DocSecurity>
  <Lines>1041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175</cp:revision>
  <cp:lastPrinted>2015-08-04T09:47:00Z</cp:lastPrinted>
  <dcterms:created xsi:type="dcterms:W3CDTF">2015-06-13T07:48:00Z</dcterms:created>
  <dcterms:modified xsi:type="dcterms:W3CDTF">2015-09-10T08:08:00Z</dcterms:modified>
</cp:coreProperties>
</file>