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C58" w:rsidRDefault="00164C58" w:rsidP="00164C58">
      <w:pPr>
        <w:pStyle w:val="libCenter"/>
        <w:rPr>
          <w:rFonts w:hint="cs"/>
          <w:rtl/>
        </w:rPr>
      </w:pPr>
      <w:r>
        <w:rPr>
          <w:noProof/>
          <w:rtl/>
        </w:rPr>
        <w:drawing>
          <wp:inline distT="0" distB="0" distL="0" distR="0">
            <wp:extent cx="5449702" cy="7707004"/>
            <wp:effectExtent l="19050" t="0" r="0" b="0"/>
            <wp:docPr id="1" name="Picture 1" descr="L:\New_kar\zilhajja_1438\ghadir_aya_tabligh_ki_roshani_mein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zilhajja_1438\ghadir_aya_tabligh_ki_roshani_mein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780" cy="7707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4E8" w:rsidRDefault="00F004E8" w:rsidP="00832956">
      <w:pPr>
        <w:pStyle w:val="libNormal"/>
        <w:rPr>
          <w:rtl/>
        </w:rPr>
      </w:pPr>
      <w:r>
        <w:rPr>
          <w:rtl/>
        </w:rPr>
        <w:br w:type="page"/>
      </w:r>
    </w:p>
    <w:p w:rsidR="00164C58" w:rsidRDefault="00164C58" w:rsidP="00164C58">
      <w:pPr>
        <w:pStyle w:val="libNormal"/>
      </w:pPr>
    </w:p>
    <w:p w:rsidR="00164C58" w:rsidRDefault="00164C58" w:rsidP="00164C58">
      <w:pPr>
        <w:pStyle w:val="libNormal"/>
      </w:pPr>
    </w:p>
    <w:p w:rsidR="00164C58" w:rsidRDefault="00164C58" w:rsidP="00164C58">
      <w:pPr>
        <w:pStyle w:val="libNormal"/>
      </w:pPr>
    </w:p>
    <w:p w:rsidR="00164C58" w:rsidRDefault="00164C58" w:rsidP="00164C58">
      <w:pPr>
        <w:pStyle w:val="libNormal"/>
      </w:pPr>
    </w:p>
    <w:p w:rsidR="00164C58" w:rsidRDefault="00164C58" w:rsidP="00164C58">
      <w:pPr>
        <w:pStyle w:val="libNormal"/>
      </w:pPr>
    </w:p>
    <w:p w:rsidR="00164C58" w:rsidRDefault="00164C58" w:rsidP="00164C58">
      <w:pPr>
        <w:pStyle w:val="libNormal"/>
      </w:pPr>
    </w:p>
    <w:p w:rsidR="00164C58" w:rsidRPr="00164C58" w:rsidRDefault="00164C58" w:rsidP="00164C58">
      <w:pPr>
        <w:pStyle w:val="libNormal"/>
      </w:pPr>
      <w:r w:rsidRPr="00164C58">
        <w:rPr>
          <w:rtl/>
        </w:rPr>
        <w:t>یہ کتاب برقی شکل میں نشرہوئی ہے اور شبکہ الامامین الحسنین (علیہما السلام) کے گروہ علمی کی نگرانی میں اس کی فنی طورپرتصحیح اور تنظیم ہوئی ہے</w:t>
      </w:r>
    </w:p>
    <w:p w:rsidR="00F004E8" w:rsidRDefault="00F004E8" w:rsidP="00832956">
      <w:pPr>
        <w:pStyle w:val="libNormal"/>
        <w:rPr>
          <w:rtl/>
        </w:rPr>
      </w:pPr>
      <w:r>
        <w:rPr>
          <w:rtl/>
        </w:rPr>
        <w:br w:type="page"/>
      </w:r>
    </w:p>
    <w:p w:rsidR="00F004E8" w:rsidRDefault="00F004E8" w:rsidP="00F004E8">
      <w:pPr>
        <w:pStyle w:val="libNormal"/>
        <w:rPr>
          <w:rtl/>
          <w:lang w:bidi="ur-PK"/>
        </w:rPr>
      </w:pPr>
    </w:p>
    <w:p w:rsidR="00F004E8" w:rsidRDefault="00F004E8" w:rsidP="00F004E8">
      <w:pPr>
        <w:pStyle w:val="libCenterBold2"/>
        <w:rPr>
          <w:rtl/>
          <w:lang w:bidi="ur-PK"/>
        </w:rPr>
      </w:pPr>
      <w:r>
        <w:rPr>
          <w:rtl/>
          <w:lang w:bidi="ur-PK"/>
        </w:rPr>
        <w:t>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</w:p>
    <w:p w:rsidR="00F004E8" w:rsidRDefault="00F004E8" w:rsidP="00F004E8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ۂ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F004E8" w:rsidRDefault="00F004E8" w:rsidP="00F004E8">
      <w:pPr>
        <w:pStyle w:val="libNormal"/>
        <w:rPr>
          <w:rtl/>
          <w:lang w:bidi="ur-PK"/>
        </w:rPr>
      </w:pPr>
    </w:p>
    <w:p w:rsidR="00F004E8" w:rsidRDefault="00F004E8" w:rsidP="00F004E8">
      <w:pPr>
        <w:pStyle w:val="libCenterBold2"/>
        <w:rPr>
          <w:rtl/>
          <w:lang w:bidi="ur-PK"/>
        </w:rPr>
      </w:pPr>
    </w:p>
    <w:p w:rsidR="00F004E8" w:rsidRDefault="00F004E8" w:rsidP="00F004E8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مؤلف</w:t>
      </w:r>
    </w:p>
    <w:p w:rsidR="00F004E8" w:rsidRDefault="00F004E8" w:rsidP="00F004E8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مولانا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بہادر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قم</w:t>
      </w:r>
      <w:r>
        <w:rPr>
          <w:rFonts w:hint="cs"/>
          <w:rtl/>
          <w:lang w:bidi="ur-PK"/>
        </w:rPr>
        <w:t>ی</w:t>
      </w:r>
    </w:p>
    <w:p w:rsidR="00F004E8" w:rsidRDefault="00F004E8" w:rsidP="00F004E8">
      <w:pPr>
        <w:pStyle w:val="libCenterBold2"/>
        <w:rPr>
          <w:rtl/>
          <w:lang w:bidi="ur-PK"/>
        </w:rPr>
      </w:pPr>
    </w:p>
    <w:p w:rsidR="00F004E8" w:rsidRDefault="00F004E8" w:rsidP="00F004E8">
      <w:pPr>
        <w:pStyle w:val="libCenterBold2"/>
        <w:rPr>
          <w:rtl/>
          <w:lang w:bidi="ur-PK"/>
        </w:rPr>
      </w:pPr>
    </w:p>
    <w:p w:rsidR="00F004E8" w:rsidRDefault="00F004E8" w:rsidP="00F004E8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ناشر</w:t>
      </w:r>
      <w:r>
        <w:rPr>
          <w:rtl/>
          <w:lang w:bidi="ur-PK"/>
        </w:rPr>
        <w:t>: انوار القرآن  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پاکستان</w:t>
      </w:r>
    </w:p>
    <w:p w:rsidR="00F004E8" w:rsidRDefault="00F004E8" w:rsidP="00F004E8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جملہ</w:t>
      </w:r>
      <w:r>
        <w:rPr>
          <w:rtl/>
          <w:lang w:bidi="ur-PK"/>
        </w:rPr>
        <w:t xml:space="preserve"> حقوق بحق ناشر محفوظ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F004E8" w:rsidRDefault="00F004E8" w:rsidP="00832956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F004E8" w:rsidRDefault="00F004E8" w:rsidP="00F004E8">
      <w:pPr>
        <w:pStyle w:val="libNormal"/>
        <w:rPr>
          <w:rtl/>
          <w:lang w:bidi="ur-PK"/>
        </w:rPr>
      </w:pPr>
    </w:p>
    <w:p w:rsidR="00F004E8" w:rsidRDefault="00F004E8" w:rsidP="00F004E8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نام</w:t>
      </w:r>
      <w:r>
        <w:rPr>
          <w:rtl/>
          <w:lang w:bidi="ur-PK"/>
        </w:rPr>
        <w:t xml:space="preserve"> کتابٍ: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ۂ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F004E8" w:rsidRDefault="00F004E8" w:rsidP="00F004E8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تأل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>: مولانا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بہادرعل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قم</w:t>
      </w:r>
      <w:r>
        <w:rPr>
          <w:rFonts w:hint="cs"/>
          <w:rtl/>
          <w:lang w:bidi="ur-PK"/>
        </w:rPr>
        <w:t>ی</w:t>
      </w:r>
    </w:p>
    <w:p w:rsidR="00F004E8" w:rsidRDefault="00F004E8" w:rsidP="00F004E8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نظر</w:t>
      </w:r>
      <w:r>
        <w:rPr>
          <w:rtl/>
          <w:lang w:bidi="ur-PK"/>
        </w:rPr>
        <w:t xml:space="preserve"> ثان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حج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الاسلام و المسلم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ڈاکٹر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F004E8" w:rsidRDefault="00F004E8" w:rsidP="00F004E8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کمپوزنگ</w:t>
      </w:r>
      <w:r>
        <w:rPr>
          <w:rtl/>
          <w:lang w:bidi="ur-PK"/>
        </w:rPr>
        <w:t xml:space="preserve">: سن شائن </w:t>
      </w:r>
      <w:r w:rsidRPr="00F004E8">
        <w:rPr>
          <w:rtl/>
        </w:rPr>
        <w:t>کمپوزنگ س</w:t>
      </w:r>
      <w:r w:rsidRPr="00F004E8">
        <w:rPr>
          <w:rFonts w:hint="cs"/>
          <w:rtl/>
        </w:rPr>
        <w:t>ینٹر</w:t>
      </w:r>
    </w:p>
    <w:p w:rsidR="00F004E8" w:rsidRDefault="00F004E8" w:rsidP="00F004E8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طبع</w:t>
      </w:r>
      <w:r>
        <w:rPr>
          <w:rtl/>
          <w:lang w:bidi="ur-PK"/>
        </w:rPr>
        <w:t xml:space="preserve"> اول: 2015</w:t>
      </w:r>
    </w:p>
    <w:p w:rsidR="00F004E8" w:rsidRDefault="00F004E8" w:rsidP="00F004E8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تعداد</w:t>
      </w:r>
      <w:r>
        <w:rPr>
          <w:rtl/>
          <w:lang w:bidi="ur-PK"/>
        </w:rPr>
        <w:t>:500</w:t>
      </w:r>
    </w:p>
    <w:p w:rsidR="00F004E8" w:rsidRDefault="00F004E8" w:rsidP="00F004E8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ناشر</w:t>
      </w:r>
      <w:r>
        <w:rPr>
          <w:rtl/>
          <w:lang w:bidi="ur-PK"/>
        </w:rPr>
        <w:t xml:space="preserve">: انوار القرآن  </w:t>
      </w:r>
      <w:r w:rsidRPr="00F004E8">
        <w:rPr>
          <w:rtl/>
        </w:rPr>
        <w:t>اک</w:t>
      </w:r>
      <w:r w:rsidRPr="00F004E8">
        <w:rPr>
          <w:rFonts w:hint="cs"/>
          <w:rtl/>
        </w:rPr>
        <w:t>یڈمی</w:t>
      </w:r>
      <w:r w:rsidRPr="00F004E8">
        <w:rPr>
          <w:rtl/>
        </w:rPr>
        <w:t xml:space="preserve"> پاکستان</w:t>
      </w:r>
    </w:p>
    <w:p w:rsidR="00F004E8" w:rsidRDefault="00F004E8" w:rsidP="00832956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F004E8" w:rsidRDefault="00F004E8" w:rsidP="00F004E8">
      <w:pPr>
        <w:pStyle w:val="libNormal"/>
        <w:rPr>
          <w:rtl/>
          <w:lang w:bidi="ur-PK"/>
        </w:rPr>
      </w:pPr>
    </w:p>
    <w:p w:rsidR="00F004E8" w:rsidRDefault="00F004E8" w:rsidP="00F004E8">
      <w:pPr>
        <w:pStyle w:val="Heading2Center"/>
        <w:rPr>
          <w:rtl/>
          <w:lang w:bidi="ur-PK"/>
        </w:rPr>
      </w:pPr>
      <w:bookmarkStart w:id="0" w:name="_Toc491859652"/>
      <w:r>
        <w:rPr>
          <w:rFonts w:hint="eastAsia"/>
          <w:rtl/>
          <w:lang w:bidi="ur-PK"/>
        </w:rPr>
        <w:t>تقد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bookmarkEnd w:id="0"/>
    </w:p>
    <w:p w:rsidR="00F004E8" w:rsidRDefault="00F004E8" w:rsidP="00F004E8">
      <w:pPr>
        <w:pStyle w:val="libNormal"/>
        <w:rPr>
          <w:rtl/>
          <w:lang w:bidi="ur-PK"/>
        </w:rPr>
      </w:pP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مختصر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اور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قطب عالم امکان، محور دائرۂ عالم وجود، مصلح جہان، منج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عالم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حضرت بق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اللہ الاعظم ارواحنا لتراب مقدمہ الفداء اور اس آفتاب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ظہور کے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منتطر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اور اس امام عصر (عج)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 عم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صالح پر قائم و دائم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مقدس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کرتا ہوں۔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F004E8" w:rsidRDefault="00F004E8" w:rsidP="00832956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F004E8" w:rsidRDefault="00F004E8" w:rsidP="00F004E8">
      <w:pPr>
        <w:pStyle w:val="Heading2Center"/>
        <w:rPr>
          <w:rtl/>
          <w:lang w:bidi="ur-PK"/>
        </w:rPr>
      </w:pPr>
      <w:bookmarkStart w:id="1" w:name="_Toc491859653"/>
      <w:r>
        <w:rPr>
          <w:rFonts w:hint="eastAsia"/>
          <w:rtl/>
          <w:lang w:bidi="ur-PK"/>
        </w:rPr>
        <w:lastRenderedPageBreak/>
        <w:t>انوارُ</w:t>
      </w:r>
      <w:r>
        <w:rPr>
          <w:rtl/>
          <w:lang w:bidi="ur-PK"/>
        </w:rPr>
        <w:t xml:space="preserve"> القرآن 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(پاکستان)</w:t>
      </w:r>
      <w:bookmarkEnd w:id="1"/>
    </w:p>
    <w:p w:rsidR="00F004E8" w:rsidRDefault="00F004E8" w:rsidP="00F004E8">
      <w:pPr>
        <w:pStyle w:val="Heading2Center"/>
        <w:rPr>
          <w:rtl/>
          <w:lang w:bidi="ur-PK"/>
        </w:rPr>
      </w:pPr>
      <w:bookmarkStart w:id="2" w:name="_Toc491859654"/>
      <w:r>
        <w:rPr>
          <w:rFonts w:hint="eastAsia"/>
          <w:rtl/>
          <w:lang w:bidi="ur-PK"/>
        </w:rPr>
        <w:t>کا</w:t>
      </w:r>
      <w:r>
        <w:rPr>
          <w:rtl/>
          <w:lang w:bidi="ur-PK"/>
        </w:rPr>
        <w:t xml:space="preserve"> مختصر تعارف</w:t>
      </w:r>
      <w:bookmarkEnd w:id="2"/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>:</w:t>
      </w:r>
      <w:r>
        <w:rPr>
          <w:rtl/>
          <w:lang w:bidi="ur-PK"/>
        </w:rPr>
        <w:tab/>
        <w:t>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علوم اور معارف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سے متعلق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اِدارہ۔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نصبُ</w:t>
      </w:r>
      <w:r>
        <w:rPr>
          <w:rtl/>
          <w:lang w:bidi="ur-PK"/>
        </w:rPr>
        <w:t xml:space="preserve">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:</w:t>
      </w:r>
      <w:r>
        <w:rPr>
          <w:rtl/>
          <w:lang w:bidi="ur-PK"/>
        </w:rPr>
        <w:tab/>
        <w:t>عصر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تقاضوں سے ہم آہنگ علوم و معارفِ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و ترو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اغراض</w:t>
      </w:r>
      <w:r>
        <w:rPr>
          <w:rtl/>
          <w:lang w:bidi="ur-PK"/>
        </w:rPr>
        <w:t xml:space="preserve"> و مقاصد: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۱) </w:t>
      </w:r>
      <w:r>
        <w:rPr>
          <w:rtl/>
          <w:lang w:bidi="fa-IR"/>
        </w:rPr>
        <w:tab/>
      </w:r>
      <w:r>
        <w:rPr>
          <w:rtl/>
          <w:lang w:bidi="ur-PK"/>
        </w:rPr>
        <w:t>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ماتِ</w:t>
      </w:r>
      <w:r>
        <w:rPr>
          <w:rtl/>
          <w:lang w:bidi="ur-PK"/>
        </w:rPr>
        <w:t xml:space="preserve"> قرآن و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مراکز کا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ur-PK"/>
        </w:rPr>
        <w:tab/>
        <w:t>(جامعہ قرآن، دانشکدہ قرآن، دارُ القرآن، دارُ التحف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ظ،</w:t>
      </w:r>
      <w:r>
        <w:rPr>
          <w:rtl/>
          <w:lang w:bidi="ur-PK"/>
        </w:rPr>
        <w:t xml:space="preserve"> مکتبِ قرآن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نٹرز</w:t>
      </w:r>
      <w:r>
        <w:rPr>
          <w:rtl/>
          <w:lang w:bidi="ur-PK"/>
        </w:rPr>
        <w:t>)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fa-IR"/>
        </w:rPr>
        <w:t>۲)</w:t>
      </w:r>
      <w:r>
        <w:rPr>
          <w:rtl/>
          <w:lang w:bidi="fa-IR"/>
        </w:rPr>
        <w:tab/>
      </w:r>
      <w:r>
        <w:rPr>
          <w:rtl/>
          <w:lang w:bidi="ur-PK"/>
        </w:rPr>
        <w:t>مفسر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علوم قرآن کے ماہر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تمام تر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ماحول فراہم کرنا۔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fa-IR"/>
        </w:rPr>
        <w:t>۳)</w:t>
      </w:r>
      <w:r>
        <w:rPr>
          <w:rtl/>
          <w:lang w:bidi="fa-IR"/>
        </w:rPr>
        <w:tab/>
      </w:r>
      <w:r>
        <w:rPr>
          <w:rtl/>
          <w:lang w:bidi="ur-PK"/>
        </w:rPr>
        <w:t>علوم و معارف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ہر شعبے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باکردار اور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افتہ</w:t>
      </w:r>
      <w:r>
        <w:rPr>
          <w:rtl/>
          <w:lang w:bidi="ur-PK"/>
        </w:rPr>
        <w:t xml:space="preserve"> افراد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کرنا۔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fa-IR"/>
        </w:rPr>
        <w:t>۴)</w:t>
      </w:r>
      <w:r>
        <w:rPr>
          <w:rtl/>
          <w:lang w:bidi="fa-IR"/>
        </w:rPr>
        <w:tab/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ماتِ</w:t>
      </w:r>
      <w:r>
        <w:rPr>
          <w:rtl/>
          <w:lang w:bidi="ur-PK"/>
        </w:rPr>
        <w:t xml:space="preserve"> قرآن و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و مذاہب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ہم آہنگ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کرنا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اُمت مسلمہ کے اتحاد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جدوجہد کرنا۔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fa-IR"/>
        </w:rPr>
        <w:t>۵)</w:t>
      </w:r>
      <w:r>
        <w:rPr>
          <w:rtl/>
          <w:lang w:bidi="fa-IR"/>
        </w:rPr>
        <w:tab/>
      </w:r>
      <w:r>
        <w:rPr>
          <w:rtl/>
          <w:lang w:bidi="ur-PK"/>
        </w:rPr>
        <w:t>حوزہ ہائے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جامعات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مراکز کو قرآن شناس اساتذہ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fa-IR"/>
        </w:rPr>
        <w:t>۶)</w:t>
      </w:r>
      <w:r>
        <w:rPr>
          <w:rtl/>
          <w:lang w:bidi="fa-IR"/>
        </w:rPr>
        <w:tab/>
      </w:r>
      <w:r>
        <w:rPr>
          <w:rtl/>
          <w:lang w:bidi="ur-PK"/>
        </w:rPr>
        <w:t>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مکمل نظامِ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طور پر متعارف کرانا۔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fa-IR"/>
        </w:rPr>
        <w:t>۷)</w:t>
      </w:r>
      <w:r>
        <w:rPr>
          <w:rtl/>
          <w:lang w:bidi="fa-IR"/>
        </w:rPr>
        <w:tab/>
      </w:r>
      <w:r>
        <w:rPr>
          <w:rtl/>
          <w:lang w:bidi="ur-PK"/>
        </w:rPr>
        <w:t>ملک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الاقوام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سطح پر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مراکز سے رابطہ، تعاون اور ہم آہنگ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fa-IR"/>
        </w:rPr>
        <w:t>۸)</w:t>
      </w:r>
      <w:r>
        <w:rPr>
          <w:rtl/>
          <w:lang w:bidi="fa-IR"/>
        </w:rPr>
        <w:tab/>
      </w:r>
      <w:r>
        <w:rPr>
          <w:rtl/>
          <w:lang w:bidi="ur-PK"/>
        </w:rPr>
        <w:t>مملکتِ خدا داد پاکستان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اور اس کے حقوق کے دفاع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کوشش کرنا۔</w:t>
      </w:r>
    </w:p>
    <w:p w:rsidR="00F004E8" w:rsidRDefault="00F004E8" w:rsidP="00832956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F004E8" w:rsidRDefault="00F004E8" w:rsidP="00F004E8">
      <w:pPr>
        <w:pStyle w:val="Heading2Center"/>
        <w:rPr>
          <w:rtl/>
          <w:lang w:bidi="ur-PK"/>
        </w:rPr>
      </w:pPr>
      <w:bookmarkStart w:id="3" w:name="_Toc491859655"/>
      <w:r>
        <w:rPr>
          <w:rFonts w:hint="eastAsia"/>
          <w:rtl/>
          <w:lang w:bidi="ur-PK"/>
        </w:rPr>
        <w:lastRenderedPageBreak/>
        <w:t>عرض</w:t>
      </w:r>
      <w:r>
        <w:rPr>
          <w:rtl/>
          <w:lang w:bidi="ur-PK"/>
        </w:rPr>
        <w:t xml:space="preserve"> ناشر</w:t>
      </w:r>
      <w:bookmarkEnd w:id="3"/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ہر</w:t>
      </w:r>
      <w:r>
        <w:rPr>
          <w:rtl/>
          <w:lang w:bidi="ur-PK"/>
        </w:rPr>
        <w:t xml:space="preserve">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علماء حقہ،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عتِ</w:t>
      </w:r>
      <w:r>
        <w:rPr>
          <w:rtl/>
          <w:lang w:bidi="ur-PK"/>
        </w:rPr>
        <w:t xml:space="preserve"> اسلام کا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دفاع کرتے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انشاء اللہ کرتے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گے.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انوار</w:t>
      </w:r>
      <w:r>
        <w:rPr>
          <w:rtl/>
          <w:lang w:bidi="ur-PK"/>
        </w:rPr>
        <w:t xml:space="preserve"> القرآن 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پاکستان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عصر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تقاضوں کو مدّنظر رکھتے ہوئے اس عزم و ارادہ کا اظہار کرتا ہے کہ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سنت نبو</w:t>
      </w:r>
      <w:r>
        <w:rPr>
          <w:rFonts w:hint="cs"/>
          <w:rtl/>
          <w:lang w:bidi="ur-PK"/>
        </w:rPr>
        <w:t>یﷺ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دشمنان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ہونے والے اعتراضات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مذہب حقّہ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اثنا عشر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مخالف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مسکت اورمناسب جواب دے سکے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و ملت کو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معلومات،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راور</w:t>
      </w:r>
      <w:r>
        <w:rPr>
          <w:rtl/>
          <w:lang w:bidi="ur-PK"/>
        </w:rPr>
        <w:t xml:space="preserve"> معارف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متعلق خاطر خواہ معلومات فراہم کرسکے.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ادارہ</w:t>
      </w:r>
      <w:r>
        <w:rPr>
          <w:rtl/>
          <w:lang w:bidi="ur-PK"/>
        </w:rPr>
        <w:t xml:space="preserve"> اس ہدف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شِ</w:t>
      </w:r>
      <w:r>
        <w:rPr>
          <w:rtl/>
          <w:lang w:bidi="ur-PK"/>
        </w:rPr>
        <w:t xml:space="preserve"> نظر مولانا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بہادر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کردہ کتاب “غد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ۂ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)”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کررہا ہے .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ادارہ</w:t>
      </w:r>
      <w:r>
        <w:rPr>
          <w:rtl/>
          <w:lang w:bidi="ur-PK"/>
        </w:rPr>
        <w:t xml:space="preserve"> محترم مؤلف اور ان تمام حضرات کا تہہ دل سے 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ادا کرتا ہے جنہوں نے اس کتاب کو آپ کے ہاتھوں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کا تعاون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ہے.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آخر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 متعال سے دعاگو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معرفت سے بہرہ مند فرمائے تاکہ ہم بہتر سے بہتر انداز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پر عمل کرسک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 و رات کوشاں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.  آم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</w:p>
    <w:p w:rsidR="00F004E8" w:rsidRDefault="00F004E8" w:rsidP="00F004E8">
      <w:pPr>
        <w:pStyle w:val="libNormal"/>
        <w:rPr>
          <w:rtl/>
          <w:lang w:bidi="ur-PK"/>
        </w:rPr>
      </w:pP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مسٔول</w:t>
      </w:r>
      <w:r>
        <w:rPr>
          <w:rtl/>
          <w:lang w:bidi="ur-PK"/>
        </w:rPr>
        <w:t xml:space="preserve"> انوارالقرآن 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ڈم</w:t>
      </w:r>
      <w:r>
        <w:rPr>
          <w:rFonts w:hint="cs"/>
          <w:rtl/>
          <w:lang w:bidi="ur-PK"/>
        </w:rPr>
        <w:t>ی</w:t>
      </w:r>
    </w:p>
    <w:p w:rsidR="00F004E8" w:rsidRDefault="00F004E8" w:rsidP="00832956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F004E8" w:rsidRDefault="00F004E8" w:rsidP="00F004E8">
      <w:pPr>
        <w:pStyle w:val="libNormal"/>
        <w:rPr>
          <w:rtl/>
          <w:lang w:bidi="ur-PK"/>
        </w:rPr>
      </w:pPr>
    </w:p>
    <w:p w:rsidR="00F004E8" w:rsidRDefault="00F004E8" w:rsidP="00F004E8">
      <w:pPr>
        <w:pStyle w:val="Heading2Center"/>
        <w:rPr>
          <w:rtl/>
          <w:lang w:bidi="ur-PK"/>
        </w:rPr>
      </w:pPr>
      <w:bookmarkStart w:id="4" w:name="_Toc491859656"/>
      <w:r>
        <w:rPr>
          <w:rFonts w:hint="eastAsia"/>
          <w:rtl/>
          <w:lang w:bidi="ur-PK"/>
        </w:rPr>
        <w:t>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bookmarkEnd w:id="4"/>
    </w:p>
    <w:p w:rsidR="00F004E8" w:rsidRDefault="00832956" w:rsidP="00832956">
      <w:pPr>
        <w:pStyle w:val="libNormal"/>
        <w:rPr>
          <w:rtl/>
          <w:lang w:bidi="ur-PK"/>
        </w:rPr>
      </w:pPr>
      <w:r w:rsidRPr="00832956">
        <w:rPr>
          <w:rStyle w:val="libAlaemChar"/>
          <w:rFonts w:hint="cs"/>
          <w:rtl/>
        </w:rPr>
        <w:t>(</w:t>
      </w:r>
      <w:r w:rsidR="00F004E8">
        <w:rPr>
          <w:rtl/>
          <w:lang w:bidi="ur-PK"/>
        </w:rPr>
        <w:t xml:space="preserve"> </w:t>
      </w:r>
      <w:r w:rsidR="00F004E8" w:rsidRPr="00832956">
        <w:rPr>
          <w:rStyle w:val="libAieChar"/>
          <w:rtl/>
          <w:lang w:bidi="ur-PK"/>
        </w:rPr>
        <w:t>يَا أَيُّهَا الرَّسُولُ بَلِّغْ مَا أُنْزِلَ إِلَيْكَ مِنْ رَبِّكَ وَإِنْ لَمْ تَفْعَلْ فَمَا بَلَّغْتَ رِسَالَتَهُ وَاللَّهُ يَعْصِمُكَ مِنَ النَّاسِ إِنَّ اللَّهَ لا يَهْدِي الْقَوْمَ الْكَافِرِينَ</w:t>
      </w:r>
      <w:r w:rsidRPr="00832956">
        <w:rPr>
          <w:rStyle w:val="libAlaemChar"/>
          <w:rFonts w:hint="cs"/>
          <w:rtl/>
        </w:rPr>
        <w:t>)</w:t>
      </w:r>
      <w:r w:rsidR="00F004E8" w:rsidRPr="00941AFA">
        <w:rPr>
          <w:rStyle w:val="libFootnotenumChar"/>
          <w:rtl/>
          <w:lang w:bidi="ur-PK"/>
        </w:rPr>
        <w:t>(1)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ﷺ</w:t>
      </w:r>
      <w:r>
        <w:rPr>
          <w:rtl/>
          <w:lang w:bidi="ur-PK"/>
        </w:rPr>
        <w:t>! آپ اس حکم کو پہنچا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آپ کے پروردگار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نازل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اگر آپ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خدا آپ کو لوگوں کے شر سے محفوظ رکھے گا کہ اللہ کافروں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انداز پر غور کرنے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بآسان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محسوس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مسئلہ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خبر دے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اس سے پہلے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مثلاً: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>۔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"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الرسول" سے شروع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گرام</w:t>
      </w:r>
      <w:r>
        <w:rPr>
          <w:rFonts w:hint="cs"/>
          <w:rtl/>
          <w:lang w:bidi="ur-PK"/>
        </w:rPr>
        <w:t>یﷺ</w:t>
      </w:r>
      <w:r>
        <w:rPr>
          <w:rtl/>
          <w:lang w:bidi="ur-PK"/>
        </w:rPr>
        <w:t xml:space="preserve"> کو منصب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مخاطب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جو خود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جانے والا مسئلہ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حامل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>۔ کلمہ "بلّغ" خود موضوع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خاص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دلالت کرتا ہے۔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>:</w:t>
      </w:r>
    </w:p>
    <w:p w:rsidR="00F004E8" w:rsidRDefault="00F004E8" w:rsidP="00832956">
      <w:pPr>
        <w:pStyle w:val="libNormal"/>
        <w:rPr>
          <w:rtl/>
          <w:lang w:bidi="ur-PK"/>
        </w:rPr>
      </w:pPr>
      <w:r>
        <w:rPr>
          <w:lang w:bidi="ur-PK"/>
        </w:rPr>
        <w:t></w:t>
      </w:r>
      <w:r>
        <w:rPr>
          <w:rtl/>
          <w:lang w:bidi="ur-PK"/>
        </w:rPr>
        <w:tab/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proofErr w:type="gramStart"/>
      <w:r>
        <w:rPr>
          <w:rtl/>
          <w:lang w:bidi="ur-PK"/>
        </w:rPr>
        <w:t>کلمہ  منحصر</w:t>
      </w:r>
      <w:proofErr w:type="gramEnd"/>
      <w:r>
        <w:rPr>
          <w:rtl/>
          <w:lang w:bidi="ur-PK"/>
        </w:rPr>
        <w:t xml:space="preserve"> </w:t>
      </w:r>
      <w:r w:rsidRPr="00832956">
        <w:rPr>
          <w:rtl/>
          <w:lang w:bidi="ur-PK"/>
        </w:rPr>
        <w:t>ب</w:t>
      </w:r>
      <w:r w:rsidR="00832956" w:rsidRPr="00832956">
        <w:rPr>
          <w:rFonts w:hint="cs"/>
          <w:rtl/>
        </w:rPr>
        <w:t>ہ</w:t>
      </w:r>
      <w:r w:rsidRPr="00832956">
        <w:rPr>
          <w:rtl/>
          <w:lang w:bidi="ur-PK"/>
        </w:rPr>
        <w:t xml:space="preserve"> فردہے </w:t>
      </w:r>
      <w:r w:rsidR="00832956" w:rsidRPr="00832956">
        <w:rPr>
          <w:rFonts w:hint="cs"/>
          <w:rtl/>
        </w:rPr>
        <w:t>ی</w:t>
      </w:r>
      <w:r w:rsidRPr="00832956">
        <w:rPr>
          <w:rtl/>
          <w:lang w:bidi="ur-PK"/>
        </w:rPr>
        <w:t>عن</w:t>
      </w:r>
      <w:r w:rsidR="00832956" w:rsidRPr="00832956">
        <w:rPr>
          <w:rFonts w:hint="cs"/>
          <w:rtl/>
        </w:rPr>
        <w:t>ی</w:t>
      </w:r>
      <w:r w:rsidRPr="00A36D95">
        <w:rPr>
          <w:rtl/>
          <w:lang w:bidi="ur-PK"/>
        </w:rPr>
        <w:t xml:space="preserve"> پورے قرآن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استعمال ہوا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lang w:bidi="ur-PK"/>
        </w:rPr>
        <w:t></w:t>
      </w:r>
      <w:r>
        <w:rPr>
          <w:rtl/>
          <w:lang w:bidi="ur-PK"/>
        </w:rPr>
        <w:tab/>
        <w:t>راغب اصفہان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مفردات قرآن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"ابلغ"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اس لفظ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اگرچہ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لفظ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(سورہ مائدہ،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نمبر </w:t>
      </w:r>
      <w:r>
        <w:rPr>
          <w:rtl/>
          <w:lang w:bidi="fa-IR"/>
        </w:rPr>
        <w:t xml:space="preserve">۶۷) </w:t>
      </w:r>
      <w:r>
        <w:rPr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کلمہ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علاوہ مفہوم تکرار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موضوع اتنا اہم تھا کہ اسے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تکرار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</w:t>
      </w:r>
    </w:p>
    <w:p w:rsidR="00F004E8" w:rsidRDefault="00F004E8" w:rsidP="00832956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>۔  جملۂ</w:t>
      </w:r>
      <w:r w:rsidR="00832956" w:rsidRPr="00832956">
        <w:rPr>
          <w:rStyle w:val="libAlaemChar"/>
          <w:rFonts w:hint="cs"/>
          <w:rtl/>
        </w:rPr>
        <w:t>(</w:t>
      </w:r>
      <w:r w:rsidRPr="00832956">
        <w:rPr>
          <w:rStyle w:val="libAieChar"/>
          <w:rtl/>
          <w:lang w:bidi="ur-PK"/>
        </w:rPr>
        <w:t>و اِن لَم تفعل فما بلّغت رسالت</w:t>
      </w:r>
      <w:r w:rsidR="00832956" w:rsidRPr="00832956">
        <w:rPr>
          <w:rStyle w:val="libAieChar"/>
          <w:rFonts w:hint="cs"/>
          <w:rtl/>
        </w:rPr>
        <w:t>ه</w:t>
      </w:r>
      <w:r w:rsidR="00832956" w:rsidRPr="00832956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کر رہا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جس مطلب کے ابلاغ پر مامور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اساس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ستون رسالت و نبوت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اگر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انجام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نبوت ادا نہ ہوسکے گا!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>۔ پروردگار 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حضور اکرم</w:t>
      </w:r>
      <w:r>
        <w:rPr>
          <w:rFonts w:hint="cs"/>
          <w:rtl/>
          <w:lang w:bidi="ur-PK"/>
        </w:rPr>
        <w:t>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ضمانت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خود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 کہ جس کام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حد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حامل ہے۔ اس امر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ناً</w:t>
      </w:r>
      <w:r>
        <w:rPr>
          <w:rtl/>
          <w:lang w:bidi="ur-PK"/>
        </w:rPr>
        <w:t xml:space="preserve"> حضور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کو خطرہ لاحق ہونے کے علاوہ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ردِّ عمل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خوف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خالق اکبر نے  ان تمام خطرات سے محفوظ رکھنے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ضمانت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توجہ</w:t>
      </w:r>
      <w:r>
        <w:rPr>
          <w:rtl/>
          <w:lang w:bidi="ur-PK"/>
        </w:rPr>
        <w:t>: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lang w:bidi="ur-PK"/>
        </w:rPr>
        <w:t></w:t>
      </w:r>
      <w:r>
        <w:rPr>
          <w:rtl/>
          <w:lang w:bidi="ur-PK"/>
        </w:rPr>
        <w:tab/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قابل توجہ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آخر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ۂ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کس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موضوع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خبر دے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lang w:bidi="ur-PK"/>
        </w:rPr>
        <w:t></w:t>
      </w:r>
      <w:r>
        <w:rPr>
          <w:rtl/>
          <w:lang w:bidi="ur-PK"/>
        </w:rPr>
        <w:tab/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غمبرگرام</w:t>
      </w:r>
      <w:r>
        <w:rPr>
          <w:rFonts w:hint="cs"/>
          <w:rtl/>
          <w:lang w:bidi="ur-PK"/>
        </w:rPr>
        <w:t>یﷺ</w:t>
      </w:r>
      <w:r>
        <w:rPr>
          <w:rtl/>
          <w:lang w:bidi="ur-PK"/>
        </w:rPr>
        <w:t xml:space="preserve"> قدر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اہم مامور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پروردگار عالم نے واضح طور پر حفظ و امان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ضمانت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lang w:bidi="ur-PK"/>
        </w:rPr>
        <w:t></w:t>
      </w:r>
      <w:r>
        <w:rPr>
          <w:rtl/>
          <w:lang w:bidi="ur-PK"/>
        </w:rPr>
        <w:tab/>
        <w:t>حضورؐ سرور کائنات کو وہ کونسا حکم پہنچانا تھا جو آپؐ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رسالت کے مساو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تھا؟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lang w:bidi="ur-PK"/>
        </w:rPr>
        <w:t></w:t>
      </w:r>
      <w:r>
        <w:rPr>
          <w:rtl/>
          <w:lang w:bidi="ur-PK"/>
        </w:rPr>
        <w:tab/>
        <w:t>اللہ تبارک و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حضور اکرم</w:t>
      </w:r>
      <w:r>
        <w:rPr>
          <w:rFonts w:hint="cs"/>
          <w:rtl/>
          <w:lang w:bidi="ur-PK"/>
        </w:rPr>
        <w:t>ﷺ</w:t>
      </w:r>
      <w:r>
        <w:rPr>
          <w:rtl/>
          <w:lang w:bidi="ur-PK"/>
        </w:rPr>
        <w:t xml:space="preserve">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چاہتا ہے کہ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آپ کو تہد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 رہا ہے تو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حفظ جان کا وعدہ کر رہا ہے؟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الفاظ پر غور و فکر اور تدبّر و تعمق سے تمام سوالات کے جوابات خودبخود حاصل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شرط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غور و فکر کرنے والا تعصب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اتار کر منصفانہ طور پر کرس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قضاوت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>: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اولاً</w:t>
      </w:r>
      <w:r>
        <w:rPr>
          <w:rtl/>
          <w:lang w:bidi="ur-PK"/>
        </w:rPr>
        <w:t>: مورد بحث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سورۂ مائدہ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نمبر </w:t>
      </w:r>
      <w:r>
        <w:rPr>
          <w:rtl/>
          <w:lang w:bidi="fa-IR"/>
        </w:rPr>
        <w:t>۶۷</w:t>
      </w:r>
      <w:r>
        <w:rPr>
          <w:rtl/>
          <w:lang w:bidi="ur-PK"/>
        </w:rPr>
        <w:t xml:space="preserve">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غمبرگرام</w:t>
      </w:r>
      <w:r>
        <w:rPr>
          <w:rFonts w:hint="cs"/>
          <w:rtl/>
          <w:lang w:bidi="ur-PK"/>
        </w:rPr>
        <w:t>یﷺ</w:t>
      </w:r>
      <w:r>
        <w:rPr>
          <w:rtl/>
          <w:lang w:bidi="ur-PK"/>
        </w:rPr>
        <w:t xml:space="preserve"> پر نازل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سورت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صاحب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"المنار"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پورا سورہ حج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الوداع کے موقع پر مکہ و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نازل ہوا ہے۔ </w:t>
      </w:r>
      <w:r w:rsidRPr="00941AFA">
        <w:rPr>
          <w:rStyle w:val="libFootnotenumChar"/>
          <w:rtl/>
          <w:lang w:bidi="ur-PK"/>
        </w:rPr>
        <w:t>(2)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بعثت کے دسو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سال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Fonts w:hint="cs"/>
          <w:rtl/>
          <w:lang w:bidi="ur-PK"/>
        </w:rPr>
        <w:t>ﷺ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رسالت کرتے ہوئے </w:t>
      </w:r>
      <w:r>
        <w:rPr>
          <w:rtl/>
          <w:lang w:bidi="fa-IR"/>
        </w:rPr>
        <w:t>۲۳</w:t>
      </w:r>
      <w:r>
        <w:rPr>
          <w:rtl/>
          <w:lang w:bidi="ur-PK"/>
        </w:rPr>
        <w:t xml:space="preserve"> سال گذر رہے تھے۔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سوال</w:t>
      </w:r>
      <w:r>
        <w:rPr>
          <w:rtl/>
          <w:lang w:bidi="ur-PK"/>
        </w:rPr>
        <w:t>: آپ سوچ کر بتائ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</w:t>
      </w:r>
      <w:r>
        <w:rPr>
          <w:rtl/>
          <w:lang w:bidi="fa-IR"/>
        </w:rPr>
        <w:t>۲۳</w:t>
      </w:r>
      <w:r>
        <w:rPr>
          <w:rtl/>
          <w:lang w:bidi="ur-PK"/>
        </w:rPr>
        <w:t xml:space="preserve"> سال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</w:t>
      </w:r>
      <w:r>
        <w:rPr>
          <w:rFonts w:hint="cs"/>
          <w:rtl/>
          <w:lang w:bidi="ur-PK"/>
        </w:rPr>
        <w:t>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سال شروع ہونے تک وہ کون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 کا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رسم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اعلان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تھا؟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lang w:bidi="ur-PK"/>
        </w:rPr>
        <w:t></w:t>
      </w:r>
      <w:r>
        <w:rPr>
          <w:rtl/>
          <w:lang w:bidi="ur-PK"/>
        </w:rPr>
        <w:tab/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اہم مسئلہ ، نماز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حالانکہ مسلمان </w:t>
      </w:r>
      <w:r>
        <w:rPr>
          <w:rtl/>
          <w:lang w:bidi="fa-IR"/>
        </w:rPr>
        <w:t>۲۰</w:t>
      </w:r>
      <w:r>
        <w:rPr>
          <w:rtl/>
          <w:lang w:bidi="ur-PK"/>
        </w:rPr>
        <w:t xml:space="preserve"> سال سے نماز پڑھ رہے تھے؟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lang w:bidi="ur-PK"/>
        </w:rPr>
        <w:t></w:t>
      </w:r>
      <w:r>
        <w:rPr>
          <w:rtl/>
          <w:lang w:bidi="ur-PK"/>
        </w:rPr>
        <w:tab/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روزہ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اعلان تھا جبکہ ہجرت کے بعد روزہ واجب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اور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باًٍٍ</w:t>
      </w:r>
      <w:r>
        <w:rPr>
          <w:rtl/>
          <w:lang w:bidi="ur-PK"/>
        </w:rPr>
        <w:t xml:space="preserve"> مسلمان </w:t>
      </w:r>
      <w:r>
        <w:rPr>
          <w:rtl/>
          <w:lang w:bidi="fa-IR"/>
        </w:rPr>
        <w:t>۱۳</w:t>
      </w:r>
      <w:r>
        <w:rPr>
          <w:rtl/>
          <w:lang w:bidi="ur-PK"/>
        </w:rPr>
        <w:t xml:space="preserve"> سال سے روزے رکھ رہے تھے؟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lang w:bidi="ur-PK"/>
        </w:rPr>
        <w:t></w:t>
      </w:r>
      <w:r>
        <w:rPr>
          <w:rtl/>
          <w:lang w:bidi="ur-PK"/>
        </w:rPr>
        <w:tab/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جہاد سے متعلق تھا؟ جبکہ مسلمان ہجرت کے دوسرے سال سے جہاد کرتے ہوئے آرہے تھے؟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جواب</w:t>
      </w:r>
      <w:r>
        <w:rPr>
          <w:rtl/>
          <w:lang w:bidi="ur-PK"/>
        </w:rPr>
        <w:t xml:space="preserve">: انصاف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</w:t>
      </w:r>
      <w:r>
        <w:rPr>
          <w:rFonts w:hint="cs"/>
          <w:rtl/>
          <w:lang w:bidi="ur-PK"/>
        </w:rPr>
        <w:t>ﷺ</w:t>
      </w:r>
      <w:r>
        <w:rPr>
          <w:rtl/>
          <w:lang w:bidi="ur-PK"/>
        </w:rPr>
        <w:t xml:space="preserve"> کو جو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مذکورہ بالا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تعلق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غور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آخر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</w:t>
      </w:r>
      <w:r>
        <w:rPr>
          <w:rFonts w:hint="cs"/>
          <w:rtl/>
          <w:lang w:bidi="ur-PK"/>
        </w:rPr>
        <w:t>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۲۳</w:t>
      </w:r>
      <w:r>
        <w:rPr>
          <w:rtl/>
          <w:lang w:bidi="ur-PK"/>
        </w:rPr>
        <w:t xml:space="preserve"> سالہ طاقت فرسا زحمت و مشقت کے باوجود وہ کون سا اہم امر تھا جس کا اعلان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تھا؟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ثان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اً</w:t>
      </w:r>
      <w:r>
        <w:rPr>
          <w:rtl/>
          <w:lang w:bidi="ur-PK"/>
        </w:rPr>
        <w:t>: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ۂ</w:t>
      </w:r>
      <w:r>
        <w:rPr>
          <w:rtl/>
          <w:lang w:bidi="ur-PK"/>
        </w:rPr>
        <w:t xml:space="preserve"> مبارکہ سے استفادہ ہوتا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</w:t>
      </w:r>
      <w:r>
        <w:rPr>
          <w:rFonts w:hint="cs"/>
          <w:rtl/>
          <w:lang w:bidi="ur-PK"/>
        </w:rPr>
        <w:t>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مامور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اس قدر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اسے نبوت کے ہم وزن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مختلف علماء و دانشمند حضرات نے جو احتمالات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جنکا تذکرہ ہم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مبہم ضرور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و رسالت کے ہم وزن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ہوسکتا لہذا 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سوچنا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امر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جو رسالت و نبوت کے ہم وزن ہے اور </w:t>
      </w:r>
      <w:r>
        <w:rPr>
          <w:rtl/>
          <w:lang w:bidi="fa-IR"/>
        </w:rPr>
        <w:t>۲۳</w:t>
      </w:r>
      <w:r>
        <w:rPr>
          <w:rtl/>
          <w:lang w:bidi="ur-PK"/>
        </w:rPr>
        <w:t xml:space="preserve"> سال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انجام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تھا؟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ثالثاً</w:t>
      </w:r>
      <w:r>
        <w:rPr>
          <w:rtl/>
          <w:lang w:bidi="ur-PK"/>
        </w:rPr>
        <w:t>: اس مامور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چند لوگ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شدت سے مخالفت کر رہے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اس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خاتمہ کرنے پر تُلے ہوئے تھے جبکہ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نماز، روزے، حج و زکوا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رہے تھے پس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ناً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مسئلہ تھا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شدت سے مخالفت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لہذا</w:t>
      </w:r>
      <w:r>
        <w:rPr>
          <w:rtl/>
          <w:lang w:bidi="ur-PK"/>
        </w:rPr>
        <w:t xml:space="preserve"> تمام حالات و واقعات کا جائزہ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اور منصفانہ قضاوت کرنے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روشن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وہ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مسئلہ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غمبراکرم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ﷺ</w:t>
      </w:r>
      <w:r>
        <w:rPr>
          <w:rFonts w:hint="eastAsia"/>
          <w:rtl/>
          <w:lang w:bidi="ur-PK"/>
        </w:rPr>
        <w:t>کا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رسم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اعلان تھا۔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</w:p>
    <w:p w:rsidR="00F004E8" w:rsidRDefault="00832956" w:rsidP="00832956">
      <w:pPr>
        <w:pStyle w:val="libNormal"/>
        <w:rPr>
          <w:rtl/>
          <w:lang w:bidi="ur-PK"/>
        </w:rPr>
      </w:pPr>
      <w:r w:rsidRPr="00832956">
        <w:rPr>
          <w:rStyle w:val="libAlaemChar"/>
          <w:rFonts w:hint="cs"/>
          <w:rtl/>
        </w:rPr>
        <w:t>(</w:t>
      </w:r>
      <w:r w:rsidR="00F004E8">
        <w:rPr>
          <w:rtl/>
          <w:lang w:bidi="ur-PK"/>
        </w:rPr>
        <w:t xml:space="preserve"> </w:t>
      </w:r>
      <w:r w:rsidR="00F004E8" w:rsidRPr="00832956">
        <w:rPr>
          <w:rStyle w:val="libAieChar"/>
          <w:rtl/>
          <w:lang w:bidi="ur-PK"/>
        </w:rPr>
        <w:t>بَلِّغْ مَا أُنْزِلَ إِلَيْكَ</w:t>
      </w:r>
      <w:r w:rsidR="00F004E8" w:rsidRPr="00A36D95">
        <w:rPr>
          <w:rtl/>
          <w:lang w:bidi="ur-PK"/>
        </w:rPr>
        <w:t xml:space="preserve"> </w:t>
      </w:r>
      <w:r w:rsidRPr="00832956">
        <w:rPr>
          <w:rStyle w:val="libAlaemChar"/>
          <w:rFonts w:hint="cs"/>
          <w:rtl/>
        </w:rPr>
        <w:t>)</w:t>
      </w:r>
      <w:r w:rsidR="00F004E8" w:rsidRPr="00A36D95">
        <w:rPr>
          <w:rtl/>
          <w:lang w:bidi="ur-PK"/>
        </w:rPr>
        <w:t xml:space="preserve"> اس حکم  کو پہنچا د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جئے</w:t>
      </w:r>
      <w:r w:rsidR="00F004E8">
        <w:rPr>
          <w:rtl/>
          <w:lang w:bidi="ur-PK"/>
        </w:rPr>
        <w:t xml:space="preserve"> جو آپ کے پروردگار ک</w:t>
      </w:r>
      <w:r w:rsidR="00F004E8">
        <w:rPr>
          <w:rFonts w:hint="cs"/>
          <w:rtl/>
          <w:lang w:bidi="ur-PK"/>
        </w:rPr>
        <w:t>ی</w:t>
      </w:r>
      <w:r w:rsidR="00F004E8">
        <w:rPr>
          <w:rtl/>
          <w:lang w:bidi="ur-PK"/>
        </w:rPr>
        <w:t xml:space="preserve"> طرف سے نازل ک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ا</w:t>
      </w:r>
      <w:r w:rsidR="00F004E8">
        <w:rPr>
          <w:rtl/>
          <w:lang w:bidi="ur-PK"/>
        </w:rPr>
        <w:t xml:space="preserve"> گ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ا</w:t>
      </w:r>
      <w:r w:rsidR="00F004E8">
        <w:rPr>
          <w:rtl/>
          <w:lang w:bidi="ur-PK"/>
        </w:rPr>
        <w:t xml:space="preserve"> ہے۔ اس آ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ہ</w:t>
      </w:r>
      <w:r w:rsidR="00F004E8">
        <w:rPr>
          <w:rtl/>
          <w:lang w:bidi="ur-PK"/>
        </w:rPr>
        <w:t xml:space="preserve"> کر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مہ</w:t>
      </w:r>
      <w:r w:rsidR="00F004E8">
        <w:rPr>
          <w:rtl/>
          <w:lang w:bidi="ur-PK"/>
        </w:rPr>
        <w:t xml:space="preserve"> ک</w:t>
      </w:r>
      <w:r w:rsidR="00F004E8">
        <w:rPr>
          <w:rFonts w:hint="cs"/>
          <w:rtl/>
          <w:lang w:bidi="ur-PK"/>
        </w:rPr>
        <w:t>ی</w:t>
      </w:r>
      <w:r w:rsidR="00F004E8">
        <w:rPr>
          <w:rtl/>
          <w:lang w:bidi="ur-PK"/>
        </w:rPr>
        <w:t xml:space="preserve"> صح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ح</w:t>
      </w:r>
      <w:r w:rsidR="00F004E8">
        <w:rPr>
          <w:rtl/>
          <w:lang w:bidi="ur-PK"/>
        </w:rPr>
        <w:t xml:space="preserve"> تفس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ر</w:t>
      </w:r>
      <w:r w:rsidR="00F004E8">
        <w:rPr>
          <w:rtl/>
          <w:lang w:bidi="ur-PK"/>
        </w:rPr>
        <w:t xml:space="preserve"> و توض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ح</w:t>
      </w:r>
      <w:r w:rsidR="00F004E8">
        <w:rPr>
          <w:rtl/>
          <w:lang w:bidi="ur-PK"/>
        </w:rPr>
        <w:t xml:space="preserve">  ک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لئے</w:t>
      </w:r>
      <w:r w:rsidR="00F004E8">
        <w:rPr>
          <w:rtl/>
          <w:lang w:bidi="ur-PK"/>
        </w:rPr>
        <w:t xml:space="preserve"> ہمارے پاس 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ہ</w:t>
      </w:r>
      <w:r w:rsidR="00F004E8">
        <w:rPr>
          <w:rtl/>
          <w:lang w:bidi="ur-PK"/>
        </w:rPr>
        <w:t xml:space="preserve"> طر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قہ</w:t>
      </w:r>
      <w:r w:rsidR="00F004E8">
        <w:rPr>
          <w:rtl/>
          <w:lang w:bidi="ur-PK"/>
        </w:rPr>
        <w:t xml:space="preserve"> ہے کہ ہم اس ک</w:t>
      </w:r>
      <w:r w:rsidR="00F004E8">
        <w:rPr>
          <w:rFonts w:hint="cs"/>
          <w:rtl/>
          <w:lang w:bidi="ur-PK"/>
        </w:rPr>
        <w:t>ی</w:t>
      </w:r>
      <w:r w:rsidR="00F004E8">
        <w:rPr>
          <w:rtl/>
          <w:lang w:bidi="ur-PK"/>
        </w:rPr>
        <w:t xml:space="preserve"> شان نزول م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ں</w:t>
      </w:r>
      <w:r w:rsidR="00F004E8">
        <w:rPr>
          <w:rtl/>
          <w:lang w:bidi="ur-PK"/>
        </w:rPr>
        <w:t xml:space="preserve"> وارد ہونے وال</w:t>
      </w:r>
      <w:r w:rsidR="00F004E8">
        <w:rPr>
          <w:rFonts w:hint="cs"/>
          <w:rtl/>
          <w:lang w:bidi="ur-PK"/>
        </w:rPr>
        <w:t>ی</w:t>
      </w:r>
      <w:r w:rsidR="00F004E8">
        <w:rPr>
          <w:rtl/>
          <w:lang w:bidi="ur-PK"/>
        </w:rPr>
        <w:t xml:space="preserve"> روا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ات،</w:t>
      </w:r>
      <w:r w:rsidR="00F004E8">
        <w:rPr>
          <w:rtl/>
          <w:lang w:bidi="ur-PK"/>
        </w:rPr>
        <w:t xml:space="preserve"> مفسر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ن</w:t>
      </w:r>
      <w:r w:rsidR="00F004E8">
        <w:rPr>
          <w:rtl/>
          <w:lang w:bidi="ur-PK"/>
        </w:rPr>
        <w:t xml:space="preserve"> ک</w:t>
      </w:r>
      <w:r w:rsidR="00F004E8">
        <w:rPr>
          <w:rFonts w:hint="cs"/>
          <w:rtl/>
          <w:lang w:bidi="ur-PK"/>
        </w:rPr>
        <w:t>ی</w:t>
      </w:r>
      <w:r w:rsidR="00F004E8">
        <w:rPr>
          <w:rtl/>
          <w:lang w:bidi="ur-PK"/>
        </w:rPr>
        <w:t xml:space="preserve"> آراء ونظر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ات</w:t>
      </w:r>
      <w:r w:rsidR="00F004E8">
        <w:rPr>
          <w:rtl/>
          <w:lang w:bidi="ur-PK"/>
        </w:rPr>
        <w:t xml:space="preserve"> اور مؤرخ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ن</w:t>
      </w:r>
      <w:r w:rsidR="00F004E8">
        <w:rPr>
          <w:rtl/>
          <w:lang w:bidi="ur-PK"/>
        </w:rPr>
        <w:t xml:space="preserve"> کے اقوال سے مدد ل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ں</w:t>
      </w:r>
      <w:r w:rsidR="00F004E8"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صدر</w:t>
      </w:r>
      <w:r>
        <w:rPr>
          <w:rtl/>
          <w:lang w:bidi="ur-PK"/>
        </w:rPr>
        <w:t xml:space="preserve"> اسلام کے بہت سے محدث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اعتقاد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مثلاً: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>۔  ابن عباس</w:t>
      </w:r>
      <w:r>
        <w:rPr>
          <w:rtl/>
          <w:lang w:bidi="ur-PK"/>
        </w:rPr>
        <w:tab/>
      </w:r>
      <w:r>
        <w:rPr>
          <w:rtl/>
          <w:lang w:bidi="fa-IR"/>
        </w:rPr>
        <w:t>۲</w:t>
      </w:r>
      <w:r>
        <w:rPr>
          <w:rtl/>
          <w:lang w:bidi="ur-PK"/>
        </w:rPr>
        <w:t>۔  جابر بن عبد اللہ انصار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ab/>
      </w:r>
      <w:r>
        <w:rPr>
          <w:rtl/>
          <w:lang w:bidi="fa-IR"/>
        </w:rPr>
        <w:t>۳</w:t>
      </w:r>
      <w:r>
        <w:rPr>
          <w:rtl/>
          <w:lang w:bidi="ur-PK"/>
        </w:rPr>
        <w:t>۔  ابو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خدر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ab/>
      </w:r>
      <w:r>
        <w:rPr>
          <w:rtl/>
          <w:lang w:bidi="fa-IR"/>
        </w:rPr>
        <w:t>۴</w:t>
      </w:r>
      <w:r>
        <w:rPr>
          <w:rtl/>
          <w:lang w:bidi="ur-PK"/>
        </w:rPr>
        <w:t>۔عبد اللہ بن مسعود</w:t>
      </w:r>
      <w:r>
        <w:rPr>
          <w:rtl/>
          <w:lang w:bidi="ur-PK"/>
        </w:rPr>
        <w:tab/>
      </w:r>
      <w:r>
        <w:rPr>
          <w:rtl/>
          <w:lang w:bidi="fa-IR"/>
        </w:rPr>
        <w:t>۵</w:t>
      </w:r>
      <w:r>
        <w:rPr>
          <w:rtl/>
          <w:lang w:bidi="ur-PK"/>
        </w:rPr>
        <w:t>۔ ابو 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ab/>
      </w:r>
      <w:r>
        <w:rPr>
          <w:rtl/>
          <w:lang w:bidi="fa-IR"/>
        </w:rPr>
        <w:t>۶</w:t>
      </w:r>
      <w:r>
        <w:rPr>
          <w:rtl/>
          <w:lang w:bidi="ur-PK"/>
        </w:rPr>
        <w:t>۔ خذ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ab/>
      </w:r>
      <w:r>
        <w:rPr>
          <w:rtl/>
          <w:lang w:bidi="fa-IR"/>
        </w:rPr>
        <w:t>۷</w:t>
      </w:r>
      <w:r>
        <w:rPr>
          <w:rtl/>
          <w:lang w:bidi="ur-PK"/>
        </w:rPr>
        <w:t>۔ براء بن عازب کے علاوہ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اصحاب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مفسر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اہل سنت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سے افراد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طالب‘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مثلاً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"در المنثور"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ابو الحسن واحد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"اسباب نزول"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رضا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"المنار"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فخر 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"التفس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>"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مفسر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سہولت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اور ان کے  جذبہ جستجو کو مدّنظر رکھتے ہوئے فقط فخر 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کلام کو بطور نمونہ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مندرجہ بالا کتب و تفاس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رجوع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فخر</w:t>
      </w:r>
      <w:r>
        <w:rPr>
          <w:rtl/>
          <w:lang w:bidi="ur-PK"/>
        </w:rPr>
        <w:t xml:space="preserve"> 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 سنت کے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ناز مفسر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جامع و مشروح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موجود ہے اور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انہوں نے دس احتمال 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 xml:space="preserve"> کو </w:t>
      </w:r>
      <w:r>
        <w:rPr>
          <w:rtl/>
          <w:lang w:bidi="ur-PK"/>
        </w:rPr>
        <w:t>دسو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احتمال کے طور پر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F004E8" w:rsidRDefault="00F004E8" w:rsidP="00F004E8">
      <w:pPr>
        <w:pStyle w:val="libNormal"/>
        <w:rPr>
          <w:rtl/>
          <w:lang w:bidi="ur-PK"/>
        </w:rPr>
      </w:pPr>
    </w:p>
    <w:p w:rsidR="00F004E8" w:rsidRDefault="00F004E8" w:rsidP="00F004E8">
      <w:pPr>
        <w:pStyle w:val="Heading2Center"/>
        <w:rPr>
          <w:rtl/>
          <w:lang w:bidi="ur-PK"/>
        </w:rPr>
      </w:pPr>
      <w:bookmarkStart w:id="5" w:name="_Toc491859657"/>
      <w:r>
        <w:rPr>
          <w:rtl/>
          <w:lang w:bidi="ur-PK"/>
        </w:rPr>
        <w:t>کلام فخر راز</w:t>
      </w:r>
      <w:r>
        <w:rPr>
          <w:rFonts w:hint="cs"/>
          <w:rtl/>
          <w:lang w:bidi="ur-PK"/>
        </w:rPr>
        <w:t>ی</w:t>
      </w:r>
      <w:bookmarkEnd w:id="5"/>
    </w:p>
    <w:p w:rsidR="00F004E8" w:rsidRDefault="00F004E8" w:rsidP="00A36D95">
      <w:pPr>
        <w:pStyle w:val="libNormal"/>
        <w:rPr>
          <w:rtl/>
          <w:lang w:bidi="ur-PK"/>
        </w:rPr>
      </w:pPr>
      <w:r w:rsidRPr="00A36D95">
        <w:rPr>
          <w:rStyle w:val="libArabicChar"/>
          <w:rFonts w:hint="eastAsia"/>
          <w:rtl/>
          <w:lang w:bidi="ur-PK"/>
        </w:rPr>
        <w:t>نزلت</w:t>
      </w:r>
      <w:r w:rsidRPr="00A36D95">
        <w:rPr>
          <w:rStyle w:val="libArabicChar"/>
          <w:rtl/>
          <w:lang w:bidi="ur-PK"/>
        </w:rPr>
        <w:t xml:space="preserve"> الآ</w:t>
      </w:r>
      <w:r w:rsidRPr="00A36D95">
        <w:rPr>
          <w:rStyle w:val="libArabicChar"/>
          <w:rFonts w:hint="cs"/>
          <w:rtl/>
          <w:lang w:bidi="ur-PK"/>
        </w:rPr>
        <w:t>ی</w:t>
      </w:r>
      <w:r w:rsidR="00A36D95" w:rsidRPr="00A36D95">
        <w:rPr>
          <w:rStyle w:val="libArabicChar"/>
          <w:rFonts w:hint="cs"/>
          <w:rtl/>
        </w:rPr>
        <w:t>ة</w:t>
      </w:r>
      <w:r w:rsidRPr="00A36D95">
        <w:rPr>
          <w:rStyle w:val="libArabicChar"/>
          <w:rtl/>
          <w:lang w:bidi="ur-PK"/>
        </w:rPr>
        <w:t xml:space="preserve"> ف</w:t>
      </w:r>
      <w:r w:rsidRPr="00A36D95">
        <w:rPr>
          <w:rStyle w:val="libArabicChar"/>
          <w:rFonts w:hint="cs"/>
          <w:rtl/>
          <w:lang w:bidi="ur-PK"/>
        </w:rPr>
        <w:t>ی</w:t>
      </w:r>
      <w:r w:rsidRPr="00A36D95">
        <w:rPr>
          <w:rStyle w:val="libArabicChar"/>
          <w:rtl/>
          <w:lang w:bidi="ur-PK"/>
        </w:rPr>
        <w:t xml:space="preserve"> فضل عل</w:t>
      </w:r>
      <w:r w:rsidRPr="00A36D95">
        <w:rPr>
          <w:rStyle w:val="libArabicChar"/>
          <w:rFonts w:hint="cs"/>
          <w:rtl/>
          <w:lang w:bidi="ur-PK"/>
        </w:rPr>
        <w:t>ی</w:t>
      </w:r>
      <w:r w:rsidRPr="00A36D95">
        <w:rPr>
          <w:rStyle w:val="libArabicChar"/>
          <w:rtl/>
          <w:lang w:bidi="ur-PK"/>
        </w:rPr>
        <w:t xml:space="preserve"> بن اب</w:t>
      </w:r>
      <w:r w:rsidRPr="00A36D95">
        <w:rPr>
          <w:rStyle w:val="libArabicChar"/>
          <w:rFonts w:hint="cs"/>
          <w:rtl/>
          <w:lang w:bidi="ur-PK"/>
        </w:rPr>
        <w:t>ی</w:t>
      </w:r>
      <w:r w:rsidRPr="00A36D95">
        <w:rPr>
          <w:rStyle w:val="libArabicChar"/>
          <w:rtl/>
          <w:lang w:bidi="ur-PK"/>
        </w:rPr>
        <w:t xml:space="preserve"> طالب و لما نزلت </w:t>
      </w:r>
      <w:r w:rsidR="00A36D95" w:rsidRPr="00A36D95">
        <w:rPr>
          <w:rStyle w:val="libArabicChar"/>
          <w:rFonts w:hint="cs"/>
          <w:rtl/>
        </w:rPr>
        <w:t>ه</w:t>
      </w:r>
      <w:r w:rsidRPr="00A36D95">
        <w:rPr>
          <w:rStyle w:val="libArabicChar"/>
          <w:rtl/>
          <w:lang w:bidi="ur-PK"/>
        </w:rPr>
        <w:t>ذ</w:t>
      </w:r>
      <w:r w:rsidR="00A36D95" w:rsidRPr="00A36D95">
        <w:rPr>
          <w:rStyle w:val="libArabicChar"/>
          <w:rFonts w:hint="cs"/>
          <w:rtl/>
        </w:rPr>
        <w:t>ه</w:t>
      </w:r>
      <w:r w:rsidRPr="00A36D95">
        <w:rPr>
          <w:rStyle w:val="libArabicChar"/>
          <w:rtl/>
          <w:lang w:bidi="ur-PK"/>
        </w:rPr>
        <w:t xml:space="preserve"> الآ</w:t>
      </w:r>
      <w:r w:rsidRPr="00A36D95">
        <w:rPr>
          <w:rStyle w:val="libArabicChar"/>
          <w:rFonts w:hint="cs"/>
          <w:rtl/>
          <w:lang w:bidi="ur-PK"/>
        </w:rPr>
        <w:t>ی</w:t>
      </w:r>
      <w:r w:rsidR="00A36D95" w:rsidRPr="00A36D95">
        <w:rPr>
          <w:rStyle w:val="libArabicChar"/>
          <w:rFonts w:hint="cs"/>
          <w:rtl/>
        </w:rPr>
        <w:t>ة</w:t>
      </w:r>
      <w:r w:rsidRPr="00A36D95">
        <w:rPr>
          <w:rStyle w:val="libArabicChar"/>
          <w:rtl/>
          <w:lang w:bidi="ur-PK"/>
        </w:rPr>
        <w:t xml:space="preserve"> اَخذ ب</w:t>
      </w:r>
      <w:r w:rsidRPr="00A36D95">
        <w:rPr>
          <w:rStyle w:val="libArabicChar"/>
          <w:rFonts w:hint="cs"/>
          <w:rtl/>
          <w:lang w:bidi="ur-PK"/>
        </w:rPr>
        <w:t>ی</w:t>
      </w:r>
      <w:r w:rsidRPr="00A36D95">
        <w:rPr>
          <w:rStyle w:val="libArabicChar"/>
          <w:rFonts w:hint="eastAsia"/>
          <w:rtl/>
          <w:lang w:bidi="ur-PK"/>
        </w:rPr>
        <w:t>د</w:t>
      </w:r>
      <w:r w:rsidR="00A36D95" w:rsidRPr="00A36D95">
        <w:rPr>
          <w:rStyle w:val="libArabicChar"/>
          <w:rFonts w:hint="cs"/>
          <w:rtl/>
        </w:rPr>
        <w:t>ه</w:t>
      </w:r>
      <w:r w:rsidRPr="00A36D95">
        <w:rPr>
          <w:rStyle w:val="libArabicChar"/>
          <w:rtl/>
          <w:lang w:bidi="ur-PK"/>
        </w:rPr>
        <w:t xml:space="preserve"> و قال: من کنت مولا</w:t>
      </w:r>
      <w:r w:rsidR="00A36D95" w:rsidRPr="00A36D95">
        <w:rPr>
          <w:rStyle w:val="libArabicChar"/>
          <w:rFonts w:hint="cs"/>
          <w:rtl/>
        </w:rPr>
        <w:t>ه</w:t>
      </w:r>
      <w:r w:rsidRPr="00A36D95">
        <w:rPr>
          <w:rStyle w:val="libArabicChar"/>
          <w:rtl/>
          <w:lang w:bidi="ur-PK"/>
        </w:rPr>
        <w:t xml:space="preserve"> فعل</w:t>
      </w:r>
      <w:r w:rsidRPr="00A36D95">
        <w:rPr>
          <w:rStyle w:val="libArabicChar"/>
          <w:rFonts w:hint="cs"/>
          <w:rtl/>
          <w:lang w:bidi="ur-PK"/>
        </w:rPr>
        <w:t>ی</w:t>
      </w:r>
      <w:r w:rsidRPr="00A36D95">
        <w:rPr>
          <w:rStyle w:val="libArabicChar"/>
          <w:rtl/>
          <w:lang w:bidi="ur-PK"/>
        </w:rPr>
        <w:t xml:space="preserve"> مولا</w:t>
      </w:r>
      <w:r w:rsidR="00A36D95" w:rsidRPr="00A36D95">
        <w:rPr>
          <w:rStyle w:val="libArabicChar"/>
          <w:rFonts w:hint="cs"/>
          <w:rtl/>
        </w:rPr>
        <w:t>ه</w:t>
      </w:r>
      <w:r w:rsidRPr="00A36D95">
        <w:rPr>
          <w:rStyle w:val="libArabicChar"/>
          <w:rtl/>
          <w:lang w:bidi="ur-PK"/>
        </w:rPr>
        <w:t xml:space="preserve"> اللّ</w:t>
      </w:r>
      <w:r w:rsidR="00A36D95" w:rsidRPr="00A36D95">
        <w:rPr>
          <w:rStyle w:val="libArabicChar"/>
          <w:rFonts w:hint="cs"/>
          <w:rtl/>
        </w:rPr>
        <w:t>ه</w:t>
      </w:r>
      <w:r w:rsidRPr="00A36D95">
        <w:rPr>
          <w:rStyle w:val="libArabicChar"/>
          <w:rtl/>
          <w:lang w:bidi="ur-PK"/>
        </w:rPr>
        <w:t>م وال من والا</w:t>
      </w:r>
      <w:r w:rsidR="00A36D95" w:rsidRPr="00A36D95">
        <w:rPr>
          <w:rStyle w:val="libArabicChar"/>
          <w:rFonts w:hint="cs"/>
          <w:rtl/>
        </w:rPr>
        <w:t>ه</w:t>
      </w:r>
      <w:r w:rsidRPr="00A36D95">
        <w:rPr>
          <w:rStyle w:val="libArabicChar"/>
          <w:rtl/>
          <w:lang w:bidi="ur-PK"/>
        </w:rPr>
        <w:t xml:space="preserve"> و عاد من عادا</w:t>
      </w:r>
      <w:r w:rsidR="00A36D95" w:rsidRPr="00A36D95">
        <w:rPr>
          <w:rStyle w:val="libArabicChar"/>
          <w:rFonts w:hint="cs"/>
          <w:rtl/>
        </w:rPr>
        <w:t>ه</w:t>
      </w:r>
      <w:r w:rsidRPr="00A36D95">
        <w:rPr>
          <w:rStyle w:val="libArabicChar"/>
          <w:rtl/>
          <w:lang w:bidi="ur-PK"/>
        </w:rPr>
        <w:t>، فلق</w:t>
      </w:r>
      <w:r w:rsidRPr="00A36D95">
        <w:rPr>
          <w:rStyle w:val="libArabicChar"/>
          <w:rFonts w:hint="cs"/>
          <w:rtl/>
          <w:lang w:bidi="ur-PK"/>
        </w:rPr>
        <w:t>ی</w:t>
      </w:r>
      <w:r w:rsidR="00A36D95" w:rsidRPr="00A36D95">
        <w:rPr>
          <w:rStyle w:val="libArabicChar"/>
          <w:rFonts w:hint="cs"/>
          <w:rtl/>
        </w:rPr>
        <w:t>ه</w:t>
      </w:r>
      <w:r w:rsidRPr="00A36D95">
        <w:rPr>
          <w:rStyle w:val="libArabicChar"/>
          <w:rtl/>
          <w:lang w:bidi="ur-PK"/>
        </w:rPr>
        <w:t xml:space="preserve"> عمر فقال: </w:t>
      </w:r>
      <w:r w:rsidR="00A36D95" w:rsidRPr="00A36D95">
        <w:rPr>
          <w:rStyle w:val="libArabicChar"/>
          <w:rFonts w:hint="cs"/>
          <w:rtl/>
        </w:rPr>
        <w:t>ه</w:t>
      </w:r>
      <w:r w:rsidRPr="00A36D95">
        <w:rPr>
          <w:rStyle w:val="libArabicChar"/>
          <w:rtl/>
          <w:lang w:bidi="ur-PK"/>
        </w:rPr>
        <w:t>ن</w:t>
      </w:r>
      <w:r w:rsidRPr="00A36D95">
        <w:rPr>
          <w:rStyle w:val="libArabicChar"/>
          <w:rFonts w:hint="cs"/>
          <w:rtl/>
          <w:lang w:bidi="ur-PK"/>
        </w:rPr>
        <w:t>ی</w:t>
      </w:r>
      <w:r w:rsidRPr="00A36D95">
        <w:rPr>
          <w:rStyle w:val="libArabicChar"/>
          <w:rFonts w:hint="eastAsia"/>
          <w:rtl/>
          <w:lang w:bidi="ur-PK"/>
        </w:rPr>
        <w:t>ئاً</w:t>
      </w:r>
      <w:r w:rsidRPr="00A36D95">
        <w:rPr>
          <w:rStyle w:val="libArabicChar"/>
          <w:rtl/>
          <w:lang w:bidi="ur-PK"/>
        </w:rPr>
        <w:t xml:space="preserve"> لک </w:t>
      </w:r>
      <w:r w:rsidRPr="00A36D95">
        <w:rPr>
          <w:rStyle w:val="libArabicChar"/>
          <w:rFonts w:hint="cs"/>
          <w:rtl/>
          <w:lang w:bidi="ur-PK"/>
        </w:rPr>
        <w:t>ی</w:t>
      </w:r>
      <w:r w:rsidRPr="00A36D95">
        <w:rPr>
          <w:rStyle w:val="libArabicChar"/>
          <w:rFonts w:hint="eastAsia"/>
          <w:rtl/>
          <w:lang w:bidi="ur-PK"/>
        </w:rPr>
        <w:t>ابن</w:t>
      </w:r>
      <w:r w:rsidRPr="00A36D95">
        <w:rPr>
          <w:rStyle w:val="libArabicChar"/>
          <w:rtl/>
          <w:lang w:bidi="ur-PK"/>
        </w:rPr>
        <w:t xml:space="preserve"> أب</w:t>
      </w:r>
      <w:r w:rsidRPr="00A36D95">
        <w:rPr>
          <w:rStyle w:val="libArabicChar"/>
          <w:rFonts w:hint="cs"/>
          <w:rtl/>
          <w:lang w:bidi="ur-PK"/>
        </w:rPr>
        <w:t>ی</w:t>
      </w:r>
      <w:r w:rsidRPr="00A36D95">
        <w:rPr>
          <w:rStyle w:val="libArabicChar"/>
          <w:rtl/>
          <w:lang w:bidi="ur-PK"/>
        </w:rPr>
        <w:t xml:space="preserve"> طالب! اصبحت مولا</w:t>
      </w:r>
      <w:r w:rsidRPr="00A36D95">
        <w:rPr>
          <w:rStyle w:val="libArabicChar"/>
          <w:rFonts w:hint="cs"/>
          <w:rtl/>
          <w:lang w:bidi="ur-PK"/>
        </w:rPr>
        <w:t>ی</w:t>
      </w:r>
      <w:r w:rsidRPr="00A36D95">
        <w:rPr>
          <w:rStyle w:val="libArabicChar"/>
          <w:rtl/>
          <w:lang w:bidi="ur-PK"/>
        </w:rPr>
        <w:t xml:space="preserve"> و مول</w:t>
      </w:r>
      <w:r w:rsidRPr="00A36D95">
        <w:rPr>
          <w:rStyle w:val="libArabicChar"/>
          <w:rFonts w:hint="cs"/>
          <w:rtl/>
          <w:lang w:bidi="ur-PK"/>
        </w:rPr>
        <w:t>ی</w:t>
      </w:r>
      <w:r w:rsidRPr="00A36D95">
        <w:rPr>
          <w:rStyle w:val="libArabicChar"/>
          <w:rtl/>
          <w:lang w:bidi="ur-PK"/>
        </w:rPr>
        <w:t xml:space="preserve"> کل مؤمن و مؤمن</w:t>
      </w:r>
      <w:r w:rsidR="00A36D95" w:rsidRPr="00A36D95">
        <w:rPr>
          <w:rStyle w:val="libArabicChar"/>
          <w:rFonts w:hint="cs"/>
          <w:rtl/>
        </w:rPr>
        <w:t>ة</w:t>
      </w:r>
      <w:r>
        <w:rPr>
          <w:rtl/>
          <w:lang w:bidi="ur-PK"/>
        </w:rPr>
        <w:t>۔۔۔</w:t>
      </w:r>
      <w:r w:rsidRPr="00941AFA">
        <w:rPr>
          <w:rStyle w:val="libFootnotenumChar"/>
          <w:rtl/>
          <w:lang w:bidi="ur-PK"/>
        </w:rPr>
        <w:t>(3)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(حضرت)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ۂ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ؐ نے ان کا ہاتھ پکڑ کر بلند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"جس کا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مولا ہوں اس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پس اے پروردگار جو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>کو قبول کرے تو اسے دوست رکھ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جو ان سے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رکھے تو تو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دشمن رکھ۔ اس کے بعد حضرت عمر کھڑے ہوئے اور حضرت عل</w:t>
      </w:r>
      <w:r>
        <w:rPr>
          <w:rFonts w:hint="cs"/>
          <w:rtl/>
          <w:lang w:bidi="ur-PK"/>
        </w:rPr>
        <w:t>ی</w:t>
      </w:r>
      <w:r w:rsidR="00832956" w:rsidRPr="00832956">
        <w:rPr>
          <w:rStyle w:val="libAlaemChar"/>
          <w:rFonts w:hint="cs"/>
          <w:rtl/>
        </w:rPr>
        <w:t>عليه‌السلام</w:t>
      </w:r>
      <w:r>
        <w:rPr>
          <w:rtl/>
          <w:lang w:bidi="ur-PK"/>
        </w:rPr>
        <w:t xml:space="preserve"> کے پاس آکر کہنے لگے مبارک ہو اے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 xml:space="preserve"> کہ آج آپ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اور ہر مؤمن مرد و عورت کے رہبر 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شوا</w:t>
      </w:r>
      <w:r>
        <w:rPr>
          <w:rtl/>
          <w:lang w:bidi="ur-PK"/>
        </w:rPr>
        <w:t xml:space="preserve"> مقرر ہوگئے۔ </w:t>
      </w:r>
    </w:p>
    <w:p w:rsidR="00F004E8" w:rsidRDefault="00F004E8" w:rsidP="00F004E8">
      <w:pPr>
        <w:pStyle w:val="libNormal"/>
        <w:rPr>
          <w:rStyle w:val="libFootnotenumChar"/>
          <w:rFonts w:hint="cs"/>
          <w:rtl/>
          <w:lang w:bidi="ur-PK"/>
        </w:rPr>
      </w:pPr>
      <w:r>
        <w:rPr>
          <w:rFonts w:hint="eastAsia"/>
          <w:rtl/>
          <w:lang w:bidi="ur-PK"/>
        </w:rPr>
        <w:t>حاکم</w:t>
      </w:r>
      <w:r>
        <w:rPr>
          <w:rtl/>
          <w:lang w:bidi="ur-PK"/>
        </w:rPr>
        <w:t xml:space="preserve"> جسکان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کتاب "شواہد التنز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>"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بن منذر"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سے ثابت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طالب</w:t>
      </w:r>
      <w:r w:rsidR="00832956" w:rsidRPr="00832956">
        <w:rPr>
          <w:rStyle w:val="libAlaemChar"/>
          <w:rFonts w:hint="cs"/>
          <w:rtl/>
        </w:rPr>
        <w:t>عليه‌السلام</w:t>
      </w:r>
      <w:r>
        <w:rPr>
          <w:rtl/>
          <w:lang w:bidi="ur-PK"/>
        </w:rPr>
        <w:t xml:space="preserve">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 w:rsidRPr="00941AFA">
        <w:rPr>
          <w:rStyle w:val="libFootnotenumChar"/>
          <w:rtl/>
          <w:lang w:bidi="ur-PK"/>
        </w:rPr>
        <w:t>(4)</w:t>
      </w:r>
    </w:p>
    <w:p w:rsidR="00832956" w:rsidRPr="00A36D95" w:rsidRDefault="00832956" w:rsidP="00A36D95">
      <w:pPr>
        <w:pStyle w:val="libNormal"/>
        <w:rPr>
          <w:rFonts w:eastAsia="Calibri" w:hint="cs"/>
          <w:rtl/>
        </w:rPr>
      </w:pPr>
    </w:p>
    <w:p w:rsidR="00832956" w:rsidRDefault="00832956" w:rsidP="00F004E8">
      <w:pPr>
        <w:pStyle w:val="libNormal"/>
        <w:rPr>
          <w:rtl/>
          <w:lang w:bidi="ur-PK"/>
        </w:rPr>
      </w:pPr>
    </w:p>
    <w:p w:rsidR="00F004E8" w:rsidRDefault="00F004E8" w:rsidP="00F004E8">
      <w:pPr>
        <w:pStyle w:val="Heading2Center"/>
        <w:rPr>
          <w:rtl/>
          <w:lang w:bidi="ur-PK"/>
        </w:rPr>
      </w:pPr>
      <w:bookmarkStart w:id="6" w:name="_Toc491859658"/>
      <w:r>
        <w:rPr>
          <w:rFonts w:hint="eastAsia"/>
          <w:rtl/>
          <w:lang w:bidi="ur-PK"/>
        </w:rPr>
        <w:lastRenderedPageBreak/>
        <w:t>ابلاغ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ﷺ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خطرہ</w:t>
      </w:r>
      <w:bookmarkEnd w:id="6"/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اق</w:t>
      </w:r>
      <w:r>
        <w:rPr>
          <w:rtl/>
          <w:lang w:bidi="ur-PK"/>
        </w:rPr>
        <w:t xml:space="preserve"> سے پتہ چلتا ہے کہ حضورؐ سرور کائنات کو جس امر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اس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غمبرؐ</w:t>
      </w:r>
      <w:r>
        <w:rPr>
          <w:rtl/>
          <w:lang w:bidi="ur-PK"/>
        </w:rPr>
        <w:t xml:space="preserve"> کو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خطرہ لاحق تھا اگرچہ اسلام سارے مراحل سے گذر چکا تھا اور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</w:t>
      </w:r>
      <w:r>
        <w:rPr>
          <w:rtl/>
          <w:lang w:bidi="ur-PK"/>
        </w:rPr>
        <w:t xml:space="preserve"> و خندق کے معرکے سر ہوچکے تھے۔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ظاہر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خطرہ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</w:t>
      </w:r>
      <w:r>
        <w:rPr>
          <w:rFonts w:hint="cs"/>
          <w:rtl/>
          <w:lang w:bidi="ur-PK"/>
        </w:rPr>
        <w:t>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اور نہ آپ کو اس امر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حکم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فرماتے بلکہ آپ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ہر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چکے تھے اور 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تھے ہاں خطرہ اس بدنام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تھا کہ لوگ خاندان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الزام لگا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منحرف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سالہا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محنت و زحمت خطرہ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جب حضوراکرم</w:t>
      </w:r>
      <w:r>
        <w:rPr>
          <w:rFonts w:hint="cs"/>
          <w:rtl/>
          <w:lang w:bidi="ur-PK"/>
        </w:rPr>
        <w:t>ﷺ</w:t>
      </w:r>
      <w:r>
        <w:rPr>
          <w:rtl/>
          <w:lang w:bidi="ur-PK"/>
        </w:rPr>
        <w:t xml:space="preserve"> نے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 w:rsidR="00832956" w:rsidRPr="00832956">
        <w:rPr>
          <w:rStyle w:val="libAlaemChar"/>
          <w:rFonts w:hint="cs"/>
          <w:rtl/>
        </w:rPr>
        <w:t>عليه‌السلام</w:t>
      </w:r>
      <w:r>
        <w:rPr>
          <w:rtl/>
          <w:lang w:bidi="ur-PK"/>
        </w:rPr>
        <w:t xml:space="preserve"> کا اعلان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صحرائے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حارث ابن نعمان فہر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اعتراض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کہنے لگا۔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ur-PK"/>
        </w:rPr>
        <w:t>"اگر جو کچھ آپ نے اس وقت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ہے تو پھر خدا سے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مجھ پر عذاب نازل کرے اور مجھے نابود کردے!" اور پھر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پروردگار عالم نے 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حفاظت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ہوئے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F004E8" w:rsidRDefault="00832956" w:rsidP="00832956">
      <w:pPr>
        <w:pStyle w:val="libNormal"/>
        <w:rPr>
          <w:rtl/>
          <w:lang w:bidi="ur-PK"/>
        </w:rPr>
      </w:pPr>
      <w:r>
        <w:rPr>
          <w:rStyle w:val="libAlaemChar"/>
          <w:rFonts w:hint="cs"/>
          <w:rtl/>
          <w:lang w:bidi="ur-PK"/>
        </w:rPr>
        <w:t>(</w:t>
      </w:r>
      <w:r w:rsidR="00F004E8">
        <w:rPr>
          <w:rtl/>
          <w:lang w:bidi="ur-PK"/>
        </w:rPr>
        <w:t xml:space="preserve"> </w:t>
      </w:r>
      <w:r w:rsidR="00F004E8" w:rsidRPr="00832956">
        <w:rPr>
          <w:rStyle w:val="libAieChar"/>
          <w:rtl/>
          <w:lang w:bidi="ur-PK"/>
        </w:rPr>
        <w:t>وَاللَّهُ يَعْصِمُكَ مِنَ النَّاسِ</w:t>
      </w:r>
      <w:r>
        <w:rPr>
          <w:rStyle w:val="libAlaemChar"/>
          <w:rFonts w:hint="cs"/>
          <w:rtl/>
          <w:lang w:bidi="ur-PK"/>
        </w:rPr>
        <w:t>)</w:t>
      </w:r>
      <w:r w:rsidR="00F004E8" w:rsidRPr="00A36D95">
        <w:rPr>
          <w:rtl/>
          <w:lang w:bidi="ur-PK"/>
        </w:rPr>
        <w:t xml:space="preserve"> اللہ تمہ</w:t>
      </w:r>
      <w:r w:rsidR="00F004E8">
        <w:rPr>
          <w:rFonts w:hint="cs"/>
          <w:rtl/>
          <w:lang w:bidi="ur-PK"/>
        </w:rPr>
        <w:t>ی</w:t>
      </w:r>
      <w:r w:rsidR="00F004E8">
        <w:rPr>
          <w:rFonts w:hint="eastAsia"/>
          <w:rtl/>
          <w:lang w:bidi="ur-PK"/>
        </w:rPr>
        <w:t>ں</w:t>
      </w:r>
      <w:r w:rsidR="00F004E8">
        <w:rPr>
          <w:rtl/>
          <w:lang w:bidi="ur-PK"/>
        </w:rPr>
        <w:t xml:space="preserve"> لوگوں کے شر سے محفوظ رکھے گا۔</w:t>
      </w:r>
      <w:r w:rsidR="00F004E8" w:rsidRPr="00941AFA">
        <w:rPr>
          <w:rStyle w:val="libFootnotenumChar"/>
          <w:rtl/>
          <w:lang w:bidi="ur-PK"/>
        </w:rPr>
        <w:t>(5)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اسلام نے اس حکم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تلاش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بالآخر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اقرار کرنا پڑا ہے کہ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نزول کے بعد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 اسلام</w:t>
      </w:r>
      <w:r>
        <w:rPr>
          <w:rFonts w:hint="cs"/>
          <w:rtl/>
          <w:lang w:bidi="ur-PK"/>
        </w:rPr>
        <w:t>ﷺ</w:t>
      </w:r>
      <w:r>
        <w:rPr>
          <w:rtl/>
          <w:lang w:bidi="ur-PK"/>
        </w:rPr>
        <w:t xml:space="preserve"> نے حضرت عل</w:t>
      </w:r>
      <w:r>
        <w:rPr>
          <w:rFonts w:hint="cs"/>
          <w:rtl/>
          <w:lang w:bidi="ur-PK"/>
        </w:rPr>
        <w:t>ی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ہاتھوں پر بلند کرکے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اعلان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 جس کا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مولا ہوں اس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فخر 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دسو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قول کے طور پر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F004E8" w:rsidRDefault="00F004E8" w:rsidP="00F004E8">
      <w:pPr>
        <w:pStyle w:val="libNormal"/>
        <w:rPr>
          <w:rtl/>
          <w:lang w:bidi="ur-PK"/>
        </w:rPr>
      </w:pPr>
    </w:p>
    <w:p w:rsidR="00F004E8" w:rsidRDefault="00F004E8" w:rsidP="00F004E8">
      <w:pPr>
        <w:pStyle w:val="libNormal"/>
        <w:rPr>
          <w:rFonts w:hint="cs"/>
          <w:rtl/>
          <w:lang w:bidi="ur-PK"/>
        </w:rPr>
      </w:pPr>
    </w:p>
    <w:p w:rsidR="00832956" w:rsidRDefault="00832956" w:rsidP="00F004E8">
      <w:pPr>
        <w:pStyle w:val="libNormal"/>
        <w:rPr>
          <w:rFonts w:hint="cs"/>
          <w:rtl/>
          <w:lang w:bidi="ur-PK"/>
        </w:rPr>
      </w:pPr>
    </w:p>
    <w:p w:rsidR="00832956" w:rsidRDefault="00832956" w:rsidP="00F004E8">
      <w:pPr>
        <w:pStyle w:val="libNormal"/>
        <w:rPr>
          <w:rFonts w:hint="cs"/>
          <w:rtl/>
          <w:lang w:bidi="ur-PK"/>
        </w:rPr>
      </w:pPr>
    </w:p>
    <w:p w:rsidR="00832956" w:rsidRDefault="00832956" w:rsidP="00F004E8">
      <w:pPr>
        <w:pStyle w:val="libNormal"/>
        <w:rPr>
          <w:rtl/>
          <w:lang w:bidi="ur-PK"/>
        </w:rPr>
      </w:pPr>
    </w:p>
    <w:p w:rsidR="00F004E8" w:rsidRDefault="00F004E8" w:rsidP="00F004E8">
      <w:pPr>
        <w:pStyle w:val="Heading2Center"/>
        <w:rPr>
          <w:rtl/>
          <w:lang w:bidi="ur-PK"/>
        </w:rPr>
      </w:pPr>
      <w:bookmarkStart w:id="7" w:name="_Toc491859659"/>
      <w:r>
        <w:rPr>
          <w:rFonts w:hint="eastAsia"/>
          <w:rtl/>
          <w:lang w:bidi="ur-PK"/>
        </w:rPr>
        <w:lastRenderedPageBreak/>
        <w:t>شُبہات</w:t>
      </w:r>
      <w:r>
        <w:rPr>
          <w:rtl/>
          <w:lang w:bidi="ur-PK"/>
        </w:rPr>
        <w:t xml:space="preserve"> ، اعتراضات و اشکالات</w:t>
      </w:r>
      <w:bookmarkEnd w:id="7"/>
    </w:p>
    <w:p w:rsidR="00F004E8" w:rsidRDefault="00F004E8" w:rsidP="00F004E8">
      <w:pPr>
        <w:pStyle w:val="Heading2Center"/>
        <w:rPr>
          <w:rtl/>
          <w:lang w:bidi="ur-PK"/>
        </w:rPr>
      </w:pPr>
      <w:bookmarkStart w:id="8" w:name="_Toc491859660"/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اوائل ہجرت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</w:t>
      </w:r>
      <w:bookmarkEnd w:id="8"/>
    </w:p>
    <w:p w:rsidR="00F004E8" w:rsidRDefault="00F004E8" w:rsidP="0083295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محترم</w:t>
      </w:r>
      <w:r>
        <w:rPr>
          <w:rtl/>
          <w:lang w:bidi="ur-PK"/>
        </w:rPr>
        <w:t xml:space="preserve"> 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متوجہ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مناسب ہے کہ بعض لوگوں نے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مفہوم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شبہ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تاکہ عام لوگ اصل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مطالب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نہ ہونے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 کا کہنا ہے کہ حکم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خود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علامت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بتدائے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لہذا اس کا واقعہ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آپ غور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محسوس کرسکتے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832956" w:rsidRPr="00832956">
        <w:rPr>
          <w:rStyle w:val="libAlaemChar"/>
          <w:rFonts w:hint="cs"/>
          <w:rtl/>
        </w:rPr>
        <w:t>(</w:t>
      </w:r>
      <w:r>
        <w:rPr>
          <w:rtl/>
          <w:lang w:bidi="ur-PK"/>
        </w:rPr>
        <w:t xml:space="preserve"> </w:t>
      </w:r>
      <w:r w:rsidRPr="00832956">
        <w:rPr>
          <w:rStyle w:val="libAieChar"/>
          <w:rtl/>
          <w:lang w:bidi="ur-PK"/>
        </w:rPr>
        <w:t xml:space="preserve">فَمَا بَلَّغْتَ رِسَالَتَهُ </w:t>
      </w:r>
      <w:r w:rsidR="00832956" w:rsidRPr="00832956">
        <w:rPr>
          <w:rStyle w:val="libAlaemChar"/>
          <w:rFonts w:hint="cs"/>
          <w:rtl/>
        </w:rPr>
        <w:t>)</w:t>
      </w:r>
      <w:r w:rsidRPr="00A36D95">
        <w:rPr>
          <w:rtl/>
          <w:lang w:bidi="ur-PK"/>
        </w:rPr>
        <w:t xml:space="preserve"> کا لہجہ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 کہ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،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رسالت کے بعد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اس کا ابتداءِ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تعلق ن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اشکال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وارد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کا کہنا ہے: اہل علم حضرات اس بات پر متفق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اوائل ہجرت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حج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الوداع سے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سال پہلے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(اگرچہ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سورۂ مائدہ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ہے)۔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رجم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قصاص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واقعات اوائل ہجرت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فتح مکہ سے پہلے واقع ہوئے تھے۔</w:t>
      </w:r>
      <w:r w:rsidRPr="00941AFA">
        <w:rPr>
          <w:rStyle w:val="libFootnotenumChar"/>
          <w:rtl/>
          <w:lang w:bidi="ur-PK"/>
        </w:rPr>
        <w:t>(6)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اس قول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ضعف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حام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سوائے فخر 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کہ انہوں نے بعض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بطور قول "ق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"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قول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کہا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صحابہ</w:t>
      </w:r>
      <w:r>
        <w:rPr>
          <w:rtl/>
          <w:lang w:bidi="ur-PK"/>
        </w:rPr>
        <w:t xml:space="preserve"> و تابع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حام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آتا چہ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دعو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نظر آئے کہ اہل علم حضرات متفق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بلکہ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بات کا قائل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اوائل ہجرت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بلکہ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و تفاس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ثابت ہے کہ علماء کا اس امر پر اجماع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آخر نازل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ہے۔</w:t>
      </w:r>
      <w:r w:rsidRPr="00941AFA">
        <w:rPr>
          <w:rStyle w:val="libFootnotenumChar"/>
          <w:rtl/>
          <w:lang w:bidi="ur-PK"/>
        </w:rPr>
        <w:t>(7)</w:t>
      </w:r>
    </w:p>
    <w:p w:rsidR="00F004E8" w:rsidRDefault="00F004E8" w:rsidP="00F004E8">
      <w:pPr>
        <w:pStyle w:val="libNormal"/>
        <w:rPr>
          <w:rFonts w:hint="cs"/>
          <w:rtl/>
          <w:lang w:bidi="ur-PK"/>
        </w:rPr>
      </w:pPr>
      <w:r>
        <w:rPr>
          <w:rtl/>
          <w:lang w:bidi="ur-PK"/>
        </w:rPr>
        <w:t xml:space="preserve"> </w:t>
      </w:r>
    </w:p>
    <w:p w:rsidR="00832956" w:rsidRDefault="00832956" w:rsidP="00F004E8">
      <w:pPr>
        <w:pStyle w:val="libNormal"/>
        <w:rPr>
          <w:rFonts w:hint="cs"/>
          <w:rtl/>
          <w:lang w:bidi="ur-PK"/>
        </w:rPr>
      </w:pPr>
    </w:p>
    <w:p w:rsidR="00832956" w:rsidRDefault="00832956" w:rsidP="00F004E8">
      <w:pPr>
        <w:pStyle w:val="libNormal"/>
        <w:rPr>
          <w:rFonts w:hint="cs"/>
          <w:rtl/>
          <w:lang w:bidi="ur-PK"/>
        </w:rPr>
      </w:pPr>
    </w:p>
    <w:p w:rsidR="00832956" w:rsidRDefault="00832956" w:rsidP="00F004E8">
      <w:pPr>
        <w:pStyle w:val="libNormal"/>
        <w:rPr>
          <w:rFonts w:hint="cs"/>
          <w:rtl/>
          <w:lang w:bidi="ur-PK"/>
        </w:rPr>
      </w:pPr>
    </w:p>
    <w:p w:rsidR="00832956" w:rsidRDefault="00832956" w:rsidP="00F004E8">
      <w:pPr>
        <w:pStyle w:val="libNormal"/>
        <w:rPr>
          <w:rtl/>
          <w:lang w:bidi="ur-PK"/>
        </w:rPr>
      </w:pPr>
    </w:p>
    <w:p w:rsidR="00F004E8" w:rsidRDefault="00F004E8" w:rsidP="00F004E8">
      <w:pPr>
        <w:pStyle w:val="Heading2Center"/>
        <w:rPr>
          <w:rtl/>
          <w:lang w:bidi="ur-PK"/>
        </w:rPr>
      </w:pPr>
      <w:bookmarkStart w:id="9" w:name="_Toc491859661"/>
      <w:r>
        <w:rPr>
          <w:rtl/>
          <w:lang w:bidi="ur-PK"/>
        </w:rPr>
        <w:lastRenderedPageBreak/>
        <w:t>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کا جعل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ہونا</w:t>
      </w:r>
      <w:bookmarkEnd w:id="9"/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سے متعلق وارد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اسناد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بعض اہل سنت نے چند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اسناد کے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ہونے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اظہار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محقق کتاب "اسباب النزول واحد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ابو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خدر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نقل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کو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کہ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</w:t>
      </w:r>
      <w:r w:rsidRPr="00941AFA">
        <w:rPr>
          <w:rStyle w:val="libFootnotenumChar"/>
          <w:rtl/>
          <w:lang w:bidi="ur-PK"/>
        </w:rPr>
        <w:t>(8)</w:t>
      </w:r>
      <w:r>
        <w:rPr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جعل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جھوٹے ہونے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کے باوجود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تعصب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ہوئے ان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جعل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وضع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ہے۔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کہنا ہے کہ علمائے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کا اس بات پر اتفاق ہے کہ ابو نع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"حل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>"، ثعلب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"فضائل خلفاء" اور واحد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"نقاش"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  <w:r w:rsidRPr="00941AFA">
        <w:rPr>
          <w:rStyle w:val="libFootnotenumChar"/>
          <w:rtl/>
          <w:lang w:bidi="ur-PK"/>
        </w:rPr>
        <w:t>(9)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جہاں</w:t>
      </w:r>
      <w:r>
        <w:rPr>
          <w:rtl/>
          <w:lang w:bidi="ur-PK"/>
        </w:rPr>
        <w:t xml:space="preserve"> تک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ضع</w:t>
      </w:r>
      <w:r>
        <w:rPr>
          <w:rFonts w:hint="cs"/>
          <w:rtl/>
          <w:lang w:bidi="ur-PK"/>
        </w:rPr>
        <w:t>یٖ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ہونے کا تعلق ہے تو کثرت اسان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ان کے مضام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سے ہم آہنگ ہونا اس قسم کے الزامات کو دور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اسناد کے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ہونے کے احتمال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ازالہ و تدارک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گمان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صرف ابو نع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ثعلب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حالانکہ اہل سنت کے بہت سے معتبر محدث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ان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جب ابو حاتم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 جعل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شناخت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مرجع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ابو حاتم کے فرزند نے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ۂ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نزول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>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انہوں نے اپنے والد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ابو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خدر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ﷺ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پس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کس طرح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ابو حاتم اس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ہرگز نقل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کرتے۔ اور کس طرح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عائد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"اس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کا کذب و جھوٹ،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کمتر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آگاہ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رکھنے والے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رہے کہ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حاتم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رجال، موثق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صدوق مانے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Fonts w:hint="cs"/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ابو نع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ثعلب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افراد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 ہے کہ انہوں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السند ہونے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بلکہ وہ ان کے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ہونے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رکھتے تھے۔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بہتان کے سوا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وہ اپنے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اثبات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کرسکے لہذا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بہتان کا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</w:t>
      </w:r>
    </w:p>
    <w:p w:rsidR="00832956" w:rsidRDefault="00832956" w:rsidP="00F004E8">
      <w:pPr>
        <w:pStyle w:val="libNormal"/>
        <w:rPr>
          <w:rtl/>
          <w:lang w:bidi="ur-PK"/>
        </w:rPr>
      </w:pPr>
    </w:p>
    <w:p w:rsidR="00F004E8" w:rsidRDefault="00F004E8" w:rsidP="00F004E8">
      <w:pPr>
        <w:pStyle w:val="Heading2Center"/>
        <w:rPr>
          <w:rtl/>
          <w:lang w:bidi="ur-PK"/>
        </w:rPr>
      </w:pPr>
      <w:bookmarkStart w:id="10" w:name="_Toc491859662"/>
      <w:r>
        <w:rPr>
          <w:rtl/>
          <w:lang w:bidi="ur-PK"/>
        </w:rPr>
        <w:lastRenderedPageBreak/>
        <w:t>انکار اعلان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 w:rsidR="00832956" w:rsidRPr="00832956">
        <w:rPr>
          <w:rStyle w:val="libAlaemChar"/>
          <w:rFonts w:hint="cs"/>
          <w:rtl/>
        </w:rPr>
        <w:t>عليه‌السلام</w:t>
      </w:r>
      <w:bookmarkEnd w:id="10"/>
    </w:p>
    <w:p w:rsidR="00F004E8" w:rsidRDefault="00F004E8" w:rsidP="00A36D9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اہل</w:t>
      </w:r>
      <w:r>
        <w:rPr>
          <w:rtl/>
          <w:lang w:bidi="ur-PK"/>
        </w:rPr>
        <w:t xml:space="preserve"> سنت کے مطابق واقعہ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Fonts w:hint="cs"/>
          <w:rtl/>
          <w:lang w:bidi="ur-PK"/>
        </w:rPr>
        <w:t>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اعلان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(</w:t>
      </w:r>
      <w:r w:rsidRPr="00832956">
        <w:rPr>
          <w:rStyle w:val="libArabicChar"/>
          <w:rtl/>
          <w:lang w:bidi="ur-PK"/>
        </w:rPr>
        <w:t>من کنت مولا</w:t>
      </w:r>
      <w:r w:rsidR="00832956" w:rsidRPr="00832956">
        <w:rPr>
          <w:rStyle w:val="libArabicChar"/>
          <w:rFonts w:hint="cs"/>
          <w:rtl/>
        </w:rPr>
        <w:t>ه</w:t>
      </w:r>
      <w:r w:rsidRPr="00832956">
        <w:rPr>
          <w:rStyle w:val="libArabicChar"/>
          <w:rtl/>
          <w:lang w:bidi="ur-PK"/>
        </w:rPr>
        <w:t xml:space="preserve"> فعل</w:t>
      </w:r>
      <w:r w:rsidRPr="00832956">
        <w:rPr>
          <w:rStyle w:val="libArabicChar"/>
          <w:rFonts w:hint="cs"/>
          <w:rtl/>
          <w:lang w:bidi="ur-PK"/>
        </w:rPr>
        <w:t>ی</w:t>
      </w:r>
      <w:r w:rsidRPr="00832956">
        <w:rPr>
          <w:rStyle w:val="libArabicChar"/>
          <w:rtl/>
          <w:lang w:bidi="ur-PK"/>
        </w:rPr>
        <w:t xml:space="preserve"> مولا</w:t>
      </w:r>
      <w:r w:rsidR="00832956" w:rsidRPr="00832956">
        <w:rPr>
          <w:rStyle w:val="libArabicChar"/>
          <w:rFonts w:hint="cs"/>
          <w:rtl/>
        </w:rPr>
        <w:t>ه</w:t>
      </w:r>
      <w:r>
        <w:rPr>
          <w:rtl/>
          <w:lang w:bidi="ur-PK"/>
        </w:rPr>
        <w:t>)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و شبھہ اور  ترد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صرف 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ابن 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فرغان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ہے:</w:t>
      </w:r>
    </w:p>
    <w:p w:rsidR="00F004E8" w:rsidRDefault="00F004E8" w:rsidP="00A36D9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ابن 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خبر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ابن </w:t>
      </w:r>
      <w:r w:rsidR="00A36D95" w:rsidRPr="00A36D95">
        <w:rPr>
          <w:rFonts w:hint="cs"/>
          <w:rtl/>
        </w:rPr>
        <w:t>ا</w:t>
      </w:r>
      <w:r w:rsidRPr="00A36D95">
        <w:rPr>
          <w:rtl/>
          <w:lang w:bidi="ur-PK"/>
        </w:rPr>
        <w:t>ب</w:t>
      </w:r>
      <w:r w:rsidRPr="00A36D95"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داؤد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خم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کہہ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کا انکار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انہوں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فضائل 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ہونے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جمع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  <w:r w:rsidRPr="00941AFA">
        <w:rPr>
          <w:rStyle w:val="libFootnotenumChar"/>
          <w:rtl/>
          <w:lang w:bidi="ur-PK"/>
        </w:rPr>
        <w:t>(10)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اقوت</w:t>
      </w:r>
      <w:r>
        <w:rPr>
          <w:rtl/>
          <w:lang w:bidi="ur-PK"/>
        </w:rPr>
        <w:t xml:space="preserve"> حمو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بغداد</w:t>
      </w:r>
      <w:r>
        <w:rPr>
          <w:rtl/>
          <w:lang w:bidi="ur-PK"/>
        </w:rPr>
        <w:t xml:space="preserve"> کے بعض علماء،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 انکار اور تکذ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طالب‘ اس وقت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 ۔۔۔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خبر ابن 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انہوں نے اس دعو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فضائل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طالب‘ 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مختلف طرق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>۔</w:t>
      </w:r>
      <w:r w:rsidRPr="00941AFA">
        <w:rPr>
          <w:rStyle w:val="libFootnotenumChar"/>
          <w:rtl/>
          <w:lang w:bidi="ur-PK"/>
        </w:rPr>
        <w:t>(11)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ابو</w:t>
      </w:r>
      <w:r>
        <w:rPr>
          <w:rtl/>
          <w:lang w:bidi="ur-PK"/>
        </w:rPr>
        <w:t xml:space="preserve"> العباس ابن عقد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طرق 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  <w:r w:rsidRPr="00941AFA">
        <w:rPr>
          <w:rStyle w:val="libFootnotenumChar"/>
          <w:rtl/>
          <w:lang w:bidi="ur-PK"/>
        </w:rPr>
        <w:t>(12)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پس</w:t>
      </w:r>
      <w:r>
        <w:rPr>
          <w:rtl/>
          <w:lang w:bidi="ur-PK"/>
        </w:rPr>
        <w:t xml:space="preserve"> ان تمام شواہد کے بعد اعلان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(من کنت مولاہ فعل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مولاہ)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صداقت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کے شک و شبھہ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F004E8" w:rsidRDefault="00832956" w:rsidP="00832956">
      <w:pPr>
        <w:pStyle w:val="Heading2Center"/>
        <w:rPr>
          <w:rtl/>
          <w:lang w:bidi="ur-PK"/>
        </w:rPr>
      </w:pPr>
      <w:r>
        <w:rPr>
          <w:rFonts w:hint="cs"/>
          <w:rtl/>
          <w:lang w:bidi="ur-PK"/>
        </w:rPr>
        <w:t xml:space="preserve"> </w:t>
      </w:r>
      <w:r w:rsidR="00F004E8">
        <w:rPr>
          <w:rtl/>
          <w:lang w:bidi="ur-PK"/>
        </w:rPr>
        <w:t xml:space="preserve"> </w:t>
      </w:r>
      <w:bookmarkStart w:id="11" w:name="_Toc491859663"/>
      <w:r w:rsidR="00F004E8">
        <w:rPr>
          <w:rtl/>
          <w:lang w:bidi="ur-PK"/>
        </w:rPr>
        <w:t xml:space="preserve">انکار دعاءِ </w:t>
      </w:r>
      <w:r w:rsidR="00F004E8" w:rsidRPr="00832956">
        <w:rPr>
          <w:rStyle w:val="libArabicChar"/>
          <w:rtl/>
        </w:rPr>
        <w:t>"الل</w:t>
      </w:r>
      <w:r w:rsidRPr="00832956">
        <w:rPr>
          <w:rStyle w:val="libArabicChar"/>
          <w:rFonts w:hint="cs"/>
          <w:rtl/>
        </w:rPr>
        <w:t>ه</w:t>
      </w:r>
      <w:r w:rsidR="00F004E8" w:rsidRPr="00832956">
        <w:rPr>
          <w:rStyle w:val="libArabicChar"/>
          <w:rtl/>
        </w:rPr>
        <w:t>م وال من والا</w:t>
      </w:r>
      <w:r w:rsidRPr="00832956">
        <w:rPr>
          <w:rStyle w:val="libArabicChar"/>
          <w:rFonts w:hint="cs"/>
          <w:rtl/>
        </w:rPr>
        <w:t>ه</w:t>
      </w:r>
      <w:r w:rsidR="00F004E8" w:rsidRPr="00832956">
        <w:rPr>
          <w:rStyle w:val="libArabicChar"/>
          <w:rtl/>
        </w:rPr>
        <w:t>"</w:t>
      </w:r>
      <w:bookmarkEnd w:id="11"/>
    </w:p>
    <w:p w:rsidR="00F004E8" w:rsidRDefault="00F004E8" w:rsidP="0083295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اعلان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طالب‘ کے بعد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غمبراسلام</w:t>
      </w:r>
      <w:r>
        <w:rPr>
          <w:rFonts w:hint="cs"/>
          <w:rtl/>
          <w:lang w:bidi="ur-PK"/>
        </w:rPr>
        <w:t>ﷺ</w:t>
      </w:r>
      <w:r>
        <w:rPr>
          <w:rtl/>
          <w:lang w:bidi="ur-PK"/>
        </w:rPr>
        <w:t xml:space="preserve"> کے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کلمات ملتے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</w:t>
      </w:r>
      <w:r>
        <w:rPr>
          <w:rFonts w:hint="cs"/>
          <w:rtl/>
          <w:lang w:bidi="ur-PK"/>
        </w:rPr>
        <w:t>ﷺ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Pr="00832956">
        <w:rPr>
          <w:rStyle w:val="libArabicChar"/>
          <w:rtl/>
          <w:lang w:bidi="ur-PK"/>
        </w:rPr>
        <w:t>:" الل</w:t>
      </w:r>
      <w:r w:rsidR="00832956" w:rsidRPr="00832956">
        <w:rPr>
          <w:rStyle w:val="libArabicChar"/>
          <w:rFonts w:hint="cs"/>
          <w:rtl/>
        </w:rPr>
        <w:t>ه</w:t>
      </w:r>
      <w:r w:rsidRPr="00832956">
        <w:rPr>
          <w:rStyle w:val="libArabicChar"/>
          <w:rtl/>
          <w:lang w:bidi="ur-PK"/>
        </w:rPr>
        <w:t>م وال من والا</w:t>
      </w:r>
      <w:r w:rsidR="00832956" w:rsidRPr="00832956">
        <w:rPr>
          <w:rStyle w:val="libArabicChar"/>
          <w:rFonts w:hint="cs"/>
          <w:rtl/>
        </w:rPr>
        <w:t>ه</w:t>
      </w:r>
      <w:r w:rsidRPr="00832956">
        <w:rPr>
          <w:rStyle w:val="libArabicChar"/>
          <w:rtl/>
          <w:lang w:bidi="ur-PK"/>
        </w:rPr>
        <w:t xml:space="preserve"> و عاد من عادا</w:t>
      </w:r>
      <w:r w:rsidR="00832956" w:rsidRPr="00832956">
        <w:rPr>
          <w:rStyle w:val="libArabicChar"/>
          <w:rFonts w:hint="cs"/>
          <w:rtl/>
        </w:rPr>
        <w:t>ه</w:t>
      </w:r>
      <w:r w:rsidRPr="00832956">
        <w:rPr>
          <w:rStyle w:val="libArabicChar"/>
          <w:rtl/>
          <w:lang w:bidi="ur-PK"/>
        </w:rPr>
        <w:t xml:space="preserve"> و انصر من نصر</w:t>
      </w:r>
      <w:r w:rsidR="00832956" w:rsidRPr="00832956">
        <w:rPr>
          <w:rStyle w:val="libArabicChar"/>
          <w:rFonts w:hint="cs"/>
          <w:rtl/>
        </w:rPr>
        <w:t>ه</w:t>
      </w:r>
      <w:r w:rsidRPr="00832956">
        <w:rPr>
          <w:rStyle w:val="libArabicChar"/>
          <w:rtl/>
          <w:lang w:bidi="ur-PK"/>
        </w:rPr>
        <w:t xml:space="preserve"> و اخذل من خذل</w:t>
      </w:r>
      <w:r w:rsidR="00832956" w:rsidRPr="00832956">
        <w:rPr>
          <w:rStyle w:val="libArabicChar"/>
          <w:rFonts w:hint="cs"/>
          <w:rtl/>
        </w:rPr>
        <w:t>ه</w:t>
      </w:r>
      <w:r w:rsidRPr="00A36D95">
        <w:rPr>
          <w:rStyle w:val="libArabicChar"/>
          <w:rtl/>
          <w:lang w:bidi="ur-PK"/>
        </w:rPr>
        <w:t>"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کے باوجود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سے انکار کرتے ہوئے کہتے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ur-PK"/>
        </w:rPr>
        <w:t>"ب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حصہ علماء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اتفاق نظر سے جھوٹ ہے اس لئے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غمبرؐ</w:t>
      </w:r>
      <w:r>
        <w:rPr>
          <w:rtl/>
          <w:lang w:bidi="ur-PK"/>
        </w:rPr>
        <w:t xml:space="preserve"> اکرم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مستجاب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مستجاب نہ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لہذا  اس سے ثابت ہوتا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دعاءِ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بہت سے سابق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زمانہ خلافت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بلکہ ان سے برسر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کار</w:t>
      </w:r>
      <w:r>
        <w:rPr>
          <w:rtl/>
          <w:lang w:bidi="ur-PK"/>
        </w:rPr>
        <w:t xml:space="preserve"> ہوئے اور ان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وارد ہوا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حضرات ہرگز دوزخ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صلح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اصحاب شجرہ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 w:rsidR="00832956" w:rsidRPr="00832956">
        <w:rPr>
          <w:rStyle w:val="libAlaemChar"/>
          <w:rFonts w:hint="cs"/>
          <w:rtl/>
        </w:rPr>
        <w:t>عليه‌السلام</w:t>
      </w:r>
      <w:r>
        <w:rPr>
          <w:rtl/>
          <w:lang w:bidi="ur-PK"/>
        </w:rPr>
        <w:t xml:space="preserve"> سے جنگ کے بعد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ذلت و خوار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سامنا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پڑا بلکہ اس کے بعد انہوں نے کفار سے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خدا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کرتے ہوئے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فتح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پس صفِ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آنے والوں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نصرت خدا کہاں ہے؟!</w:t>
      </w:r>
      <w:r w:rsidRPr="00941AFA">
        <w:rPr>
          <w:rStyle w:val="libFootnotenumChar"/>
          <w:rtl/>
          <w:lang w:bidi="ur-PK"/>
        </w:rPr>
        <w:t>(13)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دعوے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و مواز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شناس علماء کے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برخلاف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باطل اور مردود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>:</w:t>
      </w:r>
    </w:p>
    <w:p w:rsidR="00F004E8" w:rsidRDefault="00F004E8" w:rsidP="0083295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اولاً</w:t>
      </w:r>
      <w:r>
        <w:rPr>
          <w:rtl/>
          <w:lang w:bidi="ur-PK"/>
        </w:rPr>
        <w:t>: جن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Pr="00832956">
        <w:rPr>
          <w:rStyle w:val="libArabicChar"/>
          <w:rtl/>
          <w:lang w:bidi="ur-PK"/>
        </w:rPr>
        <w:t>"من کنت مولا</w:t>
      </w:r>
      <w:r w:rsidR="00832956" w:rsidRPr="00832956">
        <w:rPr>
          <w:rStyle w:val="libArabicChar"/>
          <w:rFonts w:hint="cs"/>
          <w:rtl/>
        </w:rPr>
        <w:t>ه</w:t>
      </w:r>
      <w:r w:rsidRPr="00832956">
        <w:rPr>
          <w:rStyle w:val="libArabicChar"/>
          <w:rtl/>
          <w:lang w:bidi="ur-PK"/>
        </w:rPr>
        <w:t xml:space="preserve"> فعل</w:t>
      </w:r>
      <w:r w:rsidRPr="00832956">
        <w:rPr>
          <w:rStyle w:val="libArabicChar"/>
          <w:rFonts w:hint="cs"/>
          <w:rtl/>
          <w:lang w:bidi="ur-PK"/>
        </w:rPr>
        <w:t>ی</w:t>
      </w:r>
      <w:r w:rsidRPr="00832956">
        <w:rPr>
          <w:rStyle w:val="libArabicChar"/>
          <w:rtl/>
          <w:lang w:bidi="ur-PK"/>
        </w:rPr>
        <w:t xml:space="preserve"> مولا</w:t>
      </w:r>
      <w:r w:rsidR="00832956" w:rsidRPr="00832956">
        <w:rPr>
          <w:rStyle w:val="libArabicChar"/>
          <w:rFonts w:hint="cs"/>
          <w:rtl/>
        </w:rPr>
        <w:t>ه</w:t>
      </w:r>
      <w:r w:rsidRPr="00A36D95">
        <w:rPr>
          <w:rStyle w:val="libArabicChar"/>
          <w:rtl/>
          <w:lang w:bidi="ur-PK"/>
        </w:rPr>
        <w:t>"</w:t>
      </w:r>
      <w:r>
        <w:rPr>
          <w:rtl/>
          <w:lang w:bidi="ur-PK"/>
        </w:rPr>
        <w:t xml:space="preserve"> کے بعد "</w:t>
      </w:r>
      <w:r w:rsidRPr="00832956">
        <w:rPr>
          <w:rStyle w:val="libArabicChar"/>
          <w:rtl/>
          <w:lang w:bidi="ur-PK"/>
        </w:rPr>
        <w:t>الل</w:t>
      </w:r>
      <w:r w:rsidR="00832956" w:rsidRPr="00832956">
        <w:rPr>
          <w:rStyle w:val="libArabicChar"/>
          <w:rFonts w:hint="cs"/>
          <w:rtl/>
        </w:rPr>
        <w:t>ه</w:t>
      </w:r>
      <w:r w:rsidRPr="00832956">
        <w:rPr>
          <w:rStyle w:val="libArabicChar"/>
          <w:rtl/>
          <w:lang w:bidi="ur-PK"/>
        </w:rPr>
        <w:t>م وال من والا</w:t>
      </w:r>
      <w:r w:rsidR="00832956" w:rsidRPr="00832956">
        <w:rPr>
          <w:rStyle w:val="libArabicChar"/>
          <w:rFonts w:hint="cs"/>
          <w:rtl/>
        </w:rPr>
        <w:t>ه</w:t>
      </w:r>
      <w:r>
        <w:rPr>
          <w:rtl/>
          <w:lang w:bidi="ur-PK"/>
        </w:rPr>
        <w:t xml:space="preserve"> ۔۔۔"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 اور اہل سنت کے بزرگ و معتبر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شناس علماء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السند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حاکم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نقل کرتے ہوئے کہا ہے "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(</w:t>
      </w:r>
      <w:r>
        <w:rPr>
          <w:rFonts w:hint="eastAsia"/>
          <w:rtl/>
          <w:lang w:bidi="ur-PK"/>
        </w:rPr>
        <w:t>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مسلم)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شرائط کے مطابق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ہے۔ </w:t>
      </w:r>
      <w:r w:rsidRPr="00941AFA">
        <w:rPr>
          <w:rStyle w:val="libFootnotenumChar"/>
          <w:rtl/>
          <w:lang w:bidi="ur-PK"/>
        </w:rPr>
        <w:t>(14)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کے علاوہ ذہب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ابن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، احمد بن حنبل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بطور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قبول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شواہد کے بعد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 حاصل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وہ کہنے لگے کہ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شناس علماء کا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جعل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کذب ہونے پر اتفاق نظر ہے؟!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ثان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اً</w:t>
      </w:r>
      <w:r>
        <w:rPr>
          <w:rtl/>
          <w:lang w:bidi="ur-PK"/>
        </w:rPr>
        <w:t>: مارق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ناکث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قرآن پر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حضورؐ سرورکائنات پہلے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گوئ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 چکے تھے: اِنّ منکم من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قاتل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القرآن کما قاتلت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؛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ہے جو تاو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قرآن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جنگ کرے گا جس طر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تنز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قرآن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اہل سنت کے مطابق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السند ہے اور  اس کے طرق و مصادر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متعدد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  <w:r w:rsidRPr="00941AFA">
        <w:rPr>
          <w:rStyle w:val="libFootnotenumChar"/>
          <w:rtl/>
          <w:lang w:bidi="ur-PK"/>
        </w:rPr>
        <w:t>(15)</w:t>
      </w:r>
    </w:p>
    <w:p w:rsidR="00F004E8" w:rsidRDefault="00F004E8" w:rsidP="0083295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ثالثاً</w:t>
      </w:r>
      <w:r>
        <w:rPr>
          <w:rtl/>
          <w:lang w:bidi="ur-PK"/>
        </w:rPr>
        <w:t>: جو تاو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جنگ کرے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طورپر نصرت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شامل حال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نصرت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مراد ہے اگر اس سے مراد ہر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فتح اور باطل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شکست و ناکام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ساکہ</w:t>
      </w:r>
      <w:r>
        <w:rPr>
          <w:rtl/>
          <w:lang w:bidi="ur-PK"/>
        </w:rPr>
        <w:t xml:space="preserve">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گمان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تو پھر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و مؤمن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کامران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کا خدانے 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واقع نہ ہوا۔ پروردگار عالم فرماتا ہے: </w:t>
      </w:r>
      <w:r w:rsidR="00832956" w:rsidRPr="00832956">
        <w:rPr>
          <w:rStyle w:val="libAlaemChar"/>
          <w:rFonts w:hint="cs"/>
          <w:rtl/>
        </w:rPr>
        <w:t>(</w:t>
      </w:r>
      <w:r w:rsidRPr="00832956">
        <w:rPr>
          <w:rStyle w:val="libAieChar"/>
          <w:rtl/>
          <w:lang w:bidi="ur-PK"/>
        </w:rPr>
        <w:t>انَّا لننصر رُسُلَنا و الذ</w:t>
      </w:r>
      <w:r w:rsidRPr="00832956">
        <w:rPr>
          <w:rStyle w:val="libAieChar"/>
          <w:rFonts w:hint="cs"/>
          <w:rtl/>
          <w:lang w:bidi="ur-PK"/>
        </w:rPr>
        <w:t>ی</w:t>
      </w:r>
      <w:r w:rsidRPr="00832956">
        <w:rPr>
          <w:rStyle w:val="libAieChar"/>
          <w:rFonts w:hint="eastAsia"/>
          <w:rtl/>
          <w:lang w:bidi="ur-PK"/>
        </w:rPr>
        <w:t>ن</w:t>
      </w:r>
      <w:r w:rsidRPr="00832956">
        <w:rPr>
          <w:rStyle w:val="libAieChar"/>
          <w:rtl/>
          <w:lang w:bidi="ur-PK"/>
        </w:rPr>
        <w:t xml:space="preserve"> آمنوا  ف</w:t>
      </w:r>
      <w:r w:rsidRPr="00832956">
        <w:rPr>
          <w:rStyle w:val="libAieChar"/>
          <w:rFonts w:hint="cs"/>
          <w:rtl/>
          <w:lang w:bidi="ur-PK"/>
        </w:rPr>
        <w:t>ی</w:t>
      </w:r>
      <w:r w:rsidRPr="00832956">
        <w:rPr>
          <w:rStyle w:val="libAieChar"/>
          <w:rtl/>
          <w:lang w:bidi="ur-PK"/>
        </w:rPr>
        <w:t xml:space="preserve"> الح</w:t>
      </w:r>
      <w:r w:rsidRPr="00832956">
        <w:rPr>
          <w:rStyle w:val="libAieChar"/>
          <w:rFonts w:hint="cs"/>
          <w:rtl/>
          <w:lang w:bidi="ur-PK"/>
        </w:rPr>
        <w:t>ی</w:t>
      </w:r>
      <w:r w:rsidRPr="00832956">
        <w:rPr>
          <w:rStyle w:val="libAieChar"/>
          <w:rFonts w:hint="eastAsia"/>
          <w:rtl/>
          <w:lang w:bidi="ur-PK"/>
        </w:rPr>
        <w:t>و</w:t>
      </w:r>
      <w:r w:rsidR="00832956" w:rsidRPr="00832956">
        <w:rPr>
          <w:rStyle w:val="libAieChar"/>
          <w:rFonts w:hint="cs"/>
          <w:rtl/>
        </w:rPr>
        <w:t>ة</w:t>
      </w:r>
      <w:r w:rsidRPr="00832956">
        <w:rPr>
          <w:rStyle w:val="libAieChar"/>
          <w:rtl/>
          <w:lang w:bidi="ur-PK"/>
        </w:rPr>
        <w:t xml:space="preserve"> الدن</w:t>
      </w:r>
      <w:r w:rsidRPr="00832956">
        <w:rPr>
          <w:rStyle w:val="libAieChar"/>
          <w:rFonts w:hint="cs"/>
          <w:rtl/>
          <w:lang w:bidi="ur-PK"/>
        </w:rPr>
        <w:t>ی</w:t>
      </w:r>
      <w:r w:rsidRPr="00832956">
        <w:rPr>
          <w:rStyle w:val="libAieChar"/>
          <w:rFonts w:hint="eastAsia"/>
          <w:rtl/>
          <w:lang w:bidi="ur-PK"/>
        </w:rPr>
        <w:t>ا</w:t>
      </w:r>
      <w:r w:rsidRPr="00832956">
        <w:rPr>
          <w:rStyle w:val="libAieChar"/>
          <w:rtl/>
          <w:lang w:bidi="ur-PK"/>
        </w:rPr>
        <w:t xml:space="preserve"> و </w:t>
      </w:r>
      <w:r w:rsidRPr="00832956">
        <w:rPr>
          <w:rStyle w:val="libAieChar"/>
          <w:rFonts w:hint="cs"/>
          <w:rtl/>
          <w:lang w:bidi="ur-PK"/>
        </w:rPr>
        <w:t>یَ</w:t>
      </w:r>
      <w:r w:rsidRPr="00832956">
        <w:rPr>
          <w:rStyle w:val="libAieChar"/>
          <w:rFonts w:hint="eastAsia"/>
          <w:rtl/>
          <w:lang w:bidi="ur-PK"/>
        </w:rPr>
        <w:t>وم</w:t>
      </w:r>
      <w:r w:rsidRPr="00832956">
        <w:rPr>
          <w:rStyle w:val="libAieChar"/>
          <w:rtl/>
          <w:lang w:bidi="ur-PK"/>
        </w:rPr>
        <w:t xml:space="preserve"> </w:t>
      </w:r>
      <w:r w:rsidRPr="00832956">
        <w:rPr>
          <w:rStyle w:val="libAieChar"/>
          <w:rFonts w:hint="cs"/>
          <w:rtl/>
          <w:lang w:bidi="ur-PK"/>
        </w:rPr>
        <w:t>ی</w:t>
      </w:r>
      <w:r w:rsidRPr="00832956">
        <w:rPr>
          <w:rStyle w:val="libAieChar"/>
          <w:rFonts w:hint="eastAsia"/>
          <w:rtl/>
          <w:lang w:bidi="ur-PK"/>
        </w:rPr>
        <w:t>قوم</w:t>
      </w:r>
      <w:r w:rsidRPr="00832956">
        <w:rPr>
          <w:rStyle w:val="libAieChar"/>
          <w:rtl/>
          <w:lang w:bidi="ur-PK"/>
        </w:rPr>
        <w:t xml:space="preserve"> الا ش</w:t>
      </w:r>
      <w:r w:rsidR="00832956" w:rsidRPr="00832956">
        <w:rPr>
          <w:rStyle w:val="libAieChar"/>
          <w:rFonts w:hint="cs"/>
          <w:rtl/>
        </w:rPr>
        <w:t>ه</w:t>
      </w:r>
      <w:r w:rsidRPr="00832956">
        <w:rPr>
          <w:rStyle w:val="libAieChar"/>
          <w:rtl/>
          <w:lang w:bidi="ur-PK"/>
        </w:rPr>
        <w:t>ادُ</w:t>
      </w:r>
      <w:r w:rsidR="00832956" w:rsidRPr="00832956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"ب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شک</w:t>
      </w:r>
      <w:r>
        <w:rPr>
          <w:rtl/>
          <w:lang w:bidi="ur-PK"/>
        </w:rPr>
        <w:t xml:space="preserve"> ہم اپنے رسول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اور اس دن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جب سارے گواہ اٹھ کھڑے ہوں گے</w:t>
      </w:r>
      <w:r w:rsidRPr="00941AFA">
        <w:rPr>
          <w:rStyle w:val="libFootnotenumChar"/>
          <w:rtl/>
          <w:lang w:bidi="ur-PK"/>
        </w:rPr>
        <w:t>(16)</w:t>
      </w:r>
      <w:r>
        <w:rPr>
          <w:rtl/>
          <w:lang w:bidi="ur-PK"/>
        </w:rPr>
        <w:t xml:space="preserve">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کا وعدہ ہے اور وہ اپنے وعدے کے خلاف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</w:t>
      </w:r>
      <w:r w:rsidRPr="00941AFA">
        <w:rPr>
          <w:rStyle w:val="libFootnotenumChar"/>
          <w:rtl/>
          <w:lang w:bidi="ur-PK"/>
        </w:rPr>
        <w:t>(17)</w:t>
      </w:r>
      <w:r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بہت</w:t>
      </w:r>
      <w:r>
        <w:rPr>
          <w:rtl/>
          <w:lang w:bidi="ur-PK"/>
        </w:rPr>
        <w:t xml:space="preserve"> سے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اءومؤمن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ہوئے اور عدل و انصاف قائم نہ کرسکے خصوصاً جبکہ ان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و انصار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نافرمان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اطاعت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حضور</w:t>
      </w:r>
      <w:r>
        <w:rPr>
          <w:rFonts w:hint="cs"/>
          <w:rtl/>
          <w:lang w:bidi="ur-PK"/>
        </w:rPr>
        <w:t>ﷺ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جنگ احد کے موقع پر اور حضرت عل</w:t>
      </w:r>
      <w:r>
        <w:rPr>
          <w:rFonts w:hint="cs"/>
          <w:rtl/>
          <w:lang w:bidi="ur-PK"/>
        </w:rPr>
        <w:t>ی</w:t>
      </w:r>
      <w:r w:rsidR="00832956" w:rsidRPr="00832956">
        <w:rPr>
          <w:rStyle w:val="libAlaemChar"/>
          <w:rFonts w:hint="cs"/>
          <w:rtl/>
        </w:rPr>
        <w:t>عليه‌السلام</w:t>
      </w:r>
      <w:r>
        <w:rPr>
          <w:rtl/>
          <w:lang w:bidi="ur-PK"/>
        </w:rPr>
        <w:t xml:space="preserve">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جنگ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موقع پر نافرمان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اورکوت</w:t>
      </w:r>
      <w:r>
        <w:rPr>
          <w:rFonts w:hint="eastAsia"/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اتر آئے تھے بنابرا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و مؤمن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نصرت کا وعدہ ان شرائط سے مشروط ہے جبکہ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فراہم ہوں۔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رابعاًٍ</w:t>
      </w:r>
      <w:r>
        <w:rPr>
          <w:rtl/>
          <w:lang w:bidi="ur-PK"/>
        </w:rPr>
        <w:t>: وہ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(گرچہ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السند ہو) جو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قرآن کے مخالف ہو، فاقد اعتبار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بنابر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جو اصحاب شجرہ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فاقد اعتبار اور مردود ہے۔ ورنہ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 پڑے گا کہ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بعض لوگوں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الگ حساب کتاب رکھا ہے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فتنہ 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وں،</w:t>
      </w:r>
      <w:r>
        <w:rPr>
          <w:rtl/>
          <w:lang w:bidi="ur-PK"/>
        </w:rPr>
        <w:t xml:space="preserve"> خون خرابہ اور خطاؤں کو 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حالانکہ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متعدد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نجات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بنابر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وارد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کرنا پڑے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قرآن کے برخلاف وارد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F004E8" w:rsidRDefault="00F004E8" w:rsidP="0083295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پروردگار</w:t>
      </w:r>
      <w:r>
        <w:rPr>
          <w:rtl/>
          <w:lang w:bidi="ur-PK"/>
        </w:rPr>
        <w:t xml:space="preserve"> عالم نے اصحاب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رضوان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اظہار ان الفاظ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ہے:</w:t>
      </w:r>
      <w:r w:rsidR="00832956" w:rsidRPr="00832956">
        <w:rPr>
          <w:rStyle w:val="libAlaemChar"/>
          <w:rFonts w:hint="cs"/>
          <w:rtl/>
        </w:rPr>
        <w:t>(</w:t>
      </w:r>
      <w:r>
        <w:rPr>
          <w:rtl/>
          <w:lang w:bidi="ur-PK"/>
        </w:rPr>
        <w:t xml:space="preserve"> </w:t>
      </w:r>
      <w:r w:rsidRPr="00832956">
        <w:rPr>
          <w:rStyle w:val="libAieChar"/>
          <w:rtl/>
          <w:lang w:bidi="ur-PK"/>
        </w:rPr>
        <w:t>لَقَدْ رَضِيَ اللَّهُ عَنِ الْمُؤْمِنِينَ إِذْ يُبَايِعُونَكَ تَحْتَ الشَّجَرَةِ</w:t>
      </w:r>
      <w:r w:rsidRPr="00A36D95">
        <w:rPr>
          <w:rtl/>
          <w:lang w:bidi="ur-PK"/>
        </w:rPr>
        <w:t>۔۔۔</w:t>
      </w:r>
      <w:r w:rsidR="00832956" w:rsidRPr="00832956">
        <w:rPr>
          <w:rStyle w:val="libAlaemChar"/>
          <w:rFonts w:hint="cs"/>
          <w:rtl/>
        </w:rPr>
        <w:t>)</w:t>
      </w:r>
      <w:r w:rsidRPr="00941AFA">
        <w:rPr>
          <w:rStyle w:val="libFootnotenumChar"/>
          <w:rtl/>
          <w:lang w:bidi="ur-PK"/>
        </w:rPr>
        <w:t>(18)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ناً</w:t>
      </w:r>
      <w:r>
        <w:rPr>
          <w:rtl/>
          <w:lang w:bidi="ur-PK"/>
        </w:rPr>
        <w:t xml:space="preserve"> خدا صاحبان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سے اس وقت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جب وہ درخت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 رہے تھے۔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خوشنود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پر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توڑ ڈالتےہ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پھر خوشنود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پروردگار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بہشت کا تو سوال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ہے!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جبکہ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وارد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ثابت ہے کہ حضورؐ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 بعض اصحاب مرتد ہوگئے لہذا وہ دوزخ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  <w:r w:rsidRPr="00941AFA">
        <w:rPr>
          <w:rStyle w:val="libFootnotenumChar"/>
          <w:rtl/>
          <w:lang w:bidi="ur-PK"/>
        </w:rPr>
        <w:t>(19)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آپ بتائ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چشم پوش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ہے؟!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غور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جئے،</w:t>
      </w:r>
      <w:r>
        <w:rPr>
          <w:rtl/>
          <w:lang w:bidi="ur-PK"/>
        </w:rPr>
        <w:t xml:space="preserve"> فکر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اور خوب سوچئے !!!</w:t>
      </w:r>
    </w:p>
    <w:p w:rsidR="00F004E8" w:rsidRDefault="00F004E8" w:rsidP="00F004E8">
      <w:pPr>
        <w:pStyle w:val="libNormal"/>
        <w:rPr>
          <w:rFonts w:hint="cs"/>
          <w:rtl/>
          <w:lang w:bidi="ur-PK"/>
        </w:rPr>
      </w:pPr>
      <w:r>
        <w:rPr>
          <w:rtl/>
          <w:lang w:bidi="ur-PK"/>
        </w:rPr>
        <w:t xml:space="preserve"> </w:t>
      </w:r>
    </w:p>
    <w:p w:rsidR="00832956" w:rsidRDefault="00832956" w:rsidP="00F004E8">
      <w:pPr>
        <w:pStyle w:val="libNormal"/>
        <w:rPr>
          <w:rFonts w:hint="cs"/>
          <w:rtl/>
          <w:lang w:bidi="ur-PK"/>
        </w:rPr>
      </w:pPr>
    </w:p>
    <w:p w:rsidR="00832956" w:rsidRDefault="00832956" w:rsidP="00F004E8">
      <w:pPr>
        <w:pStyle w:val="libNormal"/>
        <w:rPr>
          <w:rFonts w:hint="cs"/>
          <w:rtl/>
          <w:lang w:bidi="ur-PK"/>
        </w:rPr>
      </w:pPr>
    </w:p>
    <w:p w:rsidR="00832956" w:rsidRDefault="00832956" w:rsidP="00F004E8">
      <w:pPr>
        <w:pStyle w:val="libNormal"/>
        <w:rPr>
          <w:rtl/>
          <w:lang w:bidi="ur-PK"/>
        </w:rPr>
      </w:pPr>
    </w:p>
    <w:p w:rsidR="00F004E8" w:rsidRDefault="00F004E8" w:rsidP="00F004E8">
      <w:pPr>
        <w:pStyle w:val="Heading2Center"/>
        <w:rPr>
          <w:rtl/>
          <w:lang w:bidi="ur-PK"/>
        </w:rPr>
      </w:pPr>
      <w:bookmarkStart w:id="12" w:name="_Toc491859664"/>
      <w:r>
        <w:rPr>
          <w:rFonts w:hint="eastAsia"/>
          <w:rtl/>
          <w:lang w:bidi="ur-PK"/>
        </w:rPr>
        <w:lastRenderedPageBreak/>
        <w:t>خطبۂ</w:t>
      </w:r>
      <w:r>
        <w:rPr>
          <w:rtl/>
          <w:lang w:bidi="ur-PK"/>
        </w:rPr>
        <w:t xml:space="preserve">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bookmarkEnd w:id="12"/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بسم</w:t>
      </w:r>
      <w:r>
        <w:rPr>
          <w:rtl/>
          <w:lang w:bidi="ur-PK"/>
        </w:rPr>
        <w:t xml:space="preserve"> اللہ الرحمن الرح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اس اللہ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ہے جو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کتائ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بلند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انفراد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کے باوجود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ہے۔ وہ سلطنت کے اعتبار سے جل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 ارکان کے اعتبار سے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ہے۔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پر رہ 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علم سے ہر شے کا  احاطہ کئے ہوئے ہے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اور  اپنے برہان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بناء </w:t>
      </w:r>
      <w:r>
        <w:rPr>
          <w:rFonts w:hint="eastAsia"/>
          <w:rtl/>
          <w:lang w:bidi="ur-PK"/>
        </w:rPr>
        <w:t>پر</w:t>
      </w:r>
      <w:r>
        <w:rPr>
          <w:rtl/>
          <w:lang w:bidi="ur-PK"/>
        </w:rPr>
        <w:t xml:space="preserve"> تمام مخلوقات کو قبضہ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رکھے ہوئے ہے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سے بزرک ہے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قابل حمد رہے گا۔ بلند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والا، فرش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بچھانے والا، آسمان و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رکھنے والا،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از،</w:t>
      </w:r>
      <w:r>
        <w:rPr>
          <w:rtl/>
          <w:lang w:bidi="ur-PK"/>
        </w:rPr>
        <w:t xml:space="preserve">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صفات، ملائکہ اور روح کا پروردگار تمام مخلوقات پر فضل و کرم کرنے والا اور تمام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جادات</w:t>
      </w:r>
      <w:r>
        <w:rPr>
          <w:rtl/>
          <w:lang w:bidi="ur-PK"/>
        </w:rPr>
        <w:t xml:space="preserve"> پر مہربان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والا ہے وہ ہر آنکھ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ہے اگرچہ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اُسے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صاحب علم و کرم ہے،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ہر شے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کا احسان ہر شے پر قائم ہے۔ انتقام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اور مستحق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قن</w:t>
      </w:r>
      <w:r>
        <w:rPr>
          <w:rtl/>
          <w:lang w:bidi="ur-PK"/>
        </w:rPr>
        <w:t xml:space="preserve"> عذاب کو عذاب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عج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سے کام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تا،</w:t>
      </w:r>
      <w:r>
        <w:rPr>
          <w:rtl/>
          <w:lang w:bidi="ur-PK"/>
        </w:rPr>
        <w:t xml:space="preserve">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امور اس پر مشتہح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ہوتے، وہ ہر شے پر مح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اور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پر غالب ہے،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ہر شے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پر ہے، وہ بے مثل ہے اور شے کو شے بنانے والا ہے،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رہنے والا، انصاف کرنے والا ہے، اس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وہ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ہے، نگاہوں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بالاتر ہے اور ہر نگاہ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رکھتا ہے کہ وہ 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خب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اس کے وصف کو پا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ظاہر و باطن کا ادراک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کرسکتا۔ مگر اتنا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جتنا اس نے خود بتا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خدا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زمانہ پر مح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اور جس کا نور ابد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اس کا حکم نافذ ہے۔ نہ اس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 نہ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>۔ 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 اور نہ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تداب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فرق ہے، جو کچھ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نمونہ کے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 اور جسے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فکر و نظر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زحمت کے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جسے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جسے خلق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خلق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وہ خدا ہے لاشر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 محکم اور جس کا سلوک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عادل ہے جو ظلم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بزرگ و برتر ہے کہ ہر شے اس کے قدرت کے سامنے متواضع اور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سامنے خاضع ہے وہ تمام ملکوں کا مالک، تمام آسمانوں کا خالق، شمس و قمر پر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رکھنے والا،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مدت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چلانے والا، دن کو رات اور رات کو دن پر حاو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والا، ظالموں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کمر توڑنے والا،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طانوں</w:t>
      </w:r>
      <w:r>
        <w:rPr>
          <w:rtl/>
          <w:lang w:bidi="ur-PK"/>
        </w:rPr>
        <w:t xml:space="preserve"> کو ہلاک کرنے والا ہے۔ نہ اس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ضد ہے نہ مثل۔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کتا</w:t>
      </w:r>
      <w:r>
        <w:rPr>
          <w:rtl/>
          <w:lang w:bidi="ur-PK"/>
        </w:rPr>
        <w:t xml:space="preserve"> ہے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ہے، اس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باپ ہے نہ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ٹا،</w:t>
      </w:r>
      <w:r>
        <w:rPr>
          <w:rtl/>
          <w:lang w:bidi="ur-PK"/>
        </w:rPr>
        <w:t xml:space="preserve"> نہ ہمسر۔ وہ خدائے واحد اور رب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ہے، جو چاہتا ہے کر گزرتا ہے جو ارادہ کرتا ہے پورا کر 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جاننے والا،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 احصاء کرنے والا ، موت و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مالک، فقر و غنا کا صاحب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ہنسانے والا ، رلانے والا،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کرنے والا، دو رہٹانے والا، عطا کرنے والا، روک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ہے۔ ملک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حمد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ہے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قبضہ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وہ ہر شے پر قادر ہے۔ رات کو دن اور دن کو 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اس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 غفار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وہ دعاؤں کا قبول کرنے والا، عطاؤں کو بکثرت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والا، سانسوں کا شمار کرنے والا اور انسان و جنات کا پروردگار ہے، 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شے مشتبہ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سے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ہے اور اسے گڑگڑانے والوں کا اصرار خستہ حال کرتا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کرداروں کا بچانے والا، طالبان فلاح کو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اور عالم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مولا و حاکم ہے۔ اس کا حق ہر مخلوق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راحت و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اور نرم و گرم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حمد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 ثناء کرے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کا 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ادا کرے۔ 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پر اور اس کے ملائکہ، اس کے رسولوں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رکھتا ہوں، اس کے حکم کو سنتا ہوں اور اطاعت کرتا ہوں،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سبقت کرتا ہوں اور اس کے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کے سامنے سراپا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ہوں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فرض ہے اور اس کے عتاب کے خوف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کہ 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سے بچ سکتا ہے اور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اس کے ظلم کا خطرہ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ربوب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اقرار کرتا ہوں اور اس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پہنچانا چاہتا ہوں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عذاب نازل ہوجائے جس کا دفع کرنے والا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ہو۔ اس خدائے وحدہ لاشر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نے مجھے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 نہ پہنچا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حفاظت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ضمانت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اس خدائے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کہ، اے رسول جو حکم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اسے پہنچا دو، اور اگر تم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رسالت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اللہ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لوگوں کے شر سے محفوظ رکھے گا۔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سبب واضح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چاہتا ہوں کہ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بار بار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پروردگار لے کر نازل ہوئے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پر ٹھہر کر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اطلاع دے دوں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امام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ہارون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فرق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ہوگا، وہ اللہ و رسول کے بعد تمہارے حاکم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کا اعلان خدا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بس تمہارا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ہے اور اس کا رسول اور وہ صاحبان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جو نماز قائم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حالت رکوع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زکو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ادا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طالب‘ نے نماز قائم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حالت رکوع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زکو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 ہر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رضاء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طلب گار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گذارش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اس وقت تمہارے سامنے 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 پہنچانے سے معذور رکھا جائے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 کہ متق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قلت </w:t>
      </w:r>
      <w:r>
        <w:rPr>
          <w:rtl/>
          <w:lang w:bidi="ur-PK"/>
        </w:rPr>
        <w:lastRenderedPageBreak/>
        <w:t>ہے اور منافق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کثرت، فساد کرنے والے، بدعمل اور اسلام کا مذاق اڑانے والے منافق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خطرہ ہے، جن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نے صاف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ہے: "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زبانوں سے وہ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اِن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اسے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حالانکہ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پروردگار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ہے"۔ ان لوگوں 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بارہا مجھے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پہنچائ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مجھے "کاہن" کہنےلگے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اور ان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تھا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خدا نے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نازل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"کچھ لوگ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فقط کاہن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 تو تمہ</w:t>
      </w:r>
      <w:r>
        <w:rPr>
          <w:rFonts w:hint="eastAsia"/>
          <w:rtl/>
          <w:lang w:bidi="ur-PK"/>
        </w:rPr>
        <w:t>ارے</w:t>
      </w:r>
      <w:r>
        <w:rPr>
          <w:rtl/>
          <w:lang w:bidi="ur-PK"/>
        </w:rPr>
        <w:t xml:space="preserve">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ہے، ورنہ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چاہوں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نام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بتا سکتا ہوں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کرسکتا ہوں اور لوگوں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نشان 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کرسکتا ہوں۔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معاملات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کرم اور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تمام باتوں کے باوجود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کر دوں۔ لہذا  لوگو! ہوش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رہو کہ اللہ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کو تمہارا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امام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کو تمام مہاجر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انصار اور ان کے تابع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ہر شہر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عجم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عرب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آزاد، غلام، صغ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اہ،</w:t>
      </w:r>
      <w:r>
        <w:rPr>
          <w:rtl/>
          <w:lang w:bidi="ur-PK"/>
        </w:rPr>
        <w:t xml:space="preserve">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پر واجب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ہر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پرست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کا حکم جار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کا امر نافذ اور ان کا قول قابل اطاعت ہے، ان کا مخالف ملعون اور ان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tl/>
          <w:lang w:bidi="ur-PK"/>
        </w:rPr>
        <w:t xml:space="preserve"> مستحق رحمت ہے۔ جو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کرے گا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سن کر اطاعت کرے اللہ اس کے گناہوں کو بخش دے گا۔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مقام 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ہے لہذا 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سنو، اور اطاعت کرو اور اپنے پروردگار کے حکم کو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کرو۔ اللہ تمہارا رب،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پروردگار ہے اور اس کے بعد اس کا رسول محمدؐ تمہارا حاکم ہے جو آج تم سے خطاب کر رہا ہے۔ اس کے بعد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تمہارا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بحکم خدا تمہارا امام ہے۔ اس کے بعد امامت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 روزِ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حلال</w:t>
      </w:r>
      <w:r>
        <w:rPr>
          <w:rtl/>
          <w:lang w:bidi="ur-PK"/>
        </w:rPr>
        <w:t xml:space="preserve"> وہ ہے جس کو اللہ نے حلال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حرام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کو اللہ نے حرام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اللہ نے مجھے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سارے علم کو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کے حوالہ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جو اللہ نے مجھے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اور جو کچھ خدا نے مجھے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سب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>کے  حوالہ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امام المتق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ؑ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امام المب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>سے  بھٹک نہ جانا، ان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زار</w:t>
      </w:r>
      <w:r>
        <w:rPr>
          <w:rtl/>
          <w:lang w:bidi="ur-PK"/>
        </w:rPr>
        <w:t xml:space="preserve"> نہ ہوجانا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انکار نہ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کہ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کرنے والے، حق پر عمل کرنے والے باطل کو فنا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 اور اس سے روکنے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ملامت کرنے والے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وہ سب سے پہلے اللہ و رسولؐ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لائے اور اپنے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سے رسولؐ پر قربان تھے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خدا </w:t>
      </w:r>
      <w:r>
        <w:rPr>
          <w:rtl/>
          <w:lang w:bidi="ur-PK"/>
        </w:rPr>
        <w:lastRenderedPageBreak/>
        <w:t>کے رسولؐ کے ساتھ رہے جب کہ رسولؐ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عبادتِ خدا کرنے  والا نہ تھا۔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افضل قرار دو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اللہ نے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قبول کرو کہ ا</w:t>
      </w:r>
      <w:r>
        <w:rPr>
          <w:rFonts w:hint="eastAsia"/>
          <w:rtl/>
          <w:lang w:bidi="ur-PK"/>
        </w:rPr>
        <w:t>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اللہ نے امام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وہ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امام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جو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انکار کرے گا نہ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امکان ہے، بلکہ اللہ کا حق ہے کہ وہ اس امر پر مخالفت کرنے والے پر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عذاب نازل کر </w:t>
      </w:r>
      <w:r>
        <w:rPr>
          <w:rFonts w:hint="eastAsia"/>
          <w:rtl/>
          <w:lang w:bidi="ur-PK"/>
        </w:rPr>
        <w:t>دے</w:t>
      </w:r>
      <w:r>
        <w:rPr>
          <w:rtl/>
          <w:lang w:bidi="ur-PK"/>
        </w:rPr>
        <w:t>۔ لہذا تم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سے بچو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اس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ہوجاؤ جس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ندھن</w:t>
      </w:r>
      <w:r>
        <w:rPr>
          <w:rtl/>
          <w:lang w:bidi="ur-PK"/>
        </w:rPr>
        <w:t xml:space="preserve"> انسان اور پتھر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جس کو کفار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خدا گواہ ہے کہ سابق کے تمام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و مرسل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خاتم الانب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و المرسل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آسمان کے تمام مخلوقات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حجت پروردگار ہوں۔ جو اس بات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 کرے گا وہ گذشتہ جاہل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کافر ہو جائےگا۔ اور جس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نے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تمام باتوں کو مشکوک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کا انجام جہنم ہے۔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اللہ نے جو مجھے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کا کرم اور احسان ہے۔ اس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وہ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تا ابد اور ہر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حمد کا حق دار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کا اقرار کرو کہ 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ہر مرد و زن سے افضل و برتر ہے۔ اللہ نے ہمارے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رزق کو نازل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مخلوقات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ہے۔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بات کو رد کردے وہ ملعون ہے ملعون ہے اور مغضوب ہے مغضوب ہے۔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مجھے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خبر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پروردگار کا ارشاد ہے کہ جو عل</w:t>
      </w:r>
      <w:r>
        <w:rPr>
          <w:rFonts w:hint="cs"/>
          <w:rtl/>
          <w:lang w:bidi="ur-PK"/>
        </w:rPr>
        <w:t>ی</w:t>
      </w:r>
      <w:r>
        <w:rPr>
          <w:lang w:bidi="ur-PK"/>
        </w:rPr>
        <w:t></w:t>
      </w:r>
      <w:r>
        <w:rPr>
          <w:rtl/>
          <w:lang w:bidi="ur-PK"/>
        </w:rPr>
        <w:t xml:space="preserve"> سے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گا 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اپنا حاکم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نہ کرے گا اس 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لعنت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غضب ہے۔ لہذا ہر شخص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اس نے کل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کرتے وقت اللہ سے ڈرو۔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قدم راہ حق سے پ</w:t>
      </w:r>
      <w:r>
        <w:rPr>
          <w:rFonts w:hint="eastAsia"/>
          <w:rtl/>
          <w:lang w:bidi="ur-PK"/>
        </w:rPr>
        <w:t>ھسل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اللہ تمہارے تمام اعمال سے باخبر ہے۔ </w:t>
      </w:r>
    </w:p>
    <w:p w:rsidR="00F004E8" w:rsidRDefault="00F004E8" w:rsidP="0083295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جنب اللہ ہے جس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ظالم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افسوس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انہوں نے جنب اللہ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قرآن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فکر کرو،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سمجھو، محکمات کو نگاہ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رکھو اور  متَشابہات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نہ پڑو۔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احکام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کو اس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واضح نہ کرسکے گا۔ جس کا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جس کا بازو تھام 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بلند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 ہے اور جس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 رہا ہوں کہ جس کا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مولا ہوں اس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lang w:bidi="ur-PK"/>
        </w:rPr>
        <w:t></w:t>
      </w:r>
      <w:r>
        <w:rPr>
          <w:rtl/>
          <w:lang w:bidi="ur-PK"/>
        </w:rPr>
        <w:t xml:space="preserve">مولا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کا حکم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ہے جو مجھ پر نازل ہوا ہے۔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ثقل اصغر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قرآن ثقل اکبر ہے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اس سے جدا نہ ہوگا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دونوں حوض کوثر پر وارد ہوں۔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مخلوقات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احکام خدا کے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ملک خدا کے حکام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آگاہ ہوجا</w:t>
      </w:r>
      <w:r>
        <w:rPr>
          <w:rFonts w:hint="eastAsia"/>
          <w:rtl/>
          <w:lang w:bidi="ur-PK"/>
        </w:rPr>
        <w:t>ؤ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 پہنچا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بات سنا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حق کو واضح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آگاہ ہوجاؤ جو اللہ نے کہا 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دہرا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پھر آگاہ ہوجاؤ کہ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المؤمن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اس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علاوہ 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اس کے علاوہ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منصب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سزاوار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ur-PK"/>
        </w:rPr>
        <w:t>(اس کے بعد عل</w:t>
      </w:r>
      <w:r>
        <w:rPr>
          <w:rFonts w:hint="cs"/>
          <w:rtl/>
          <w:lang w:bidi="ur-PK"/>
        </w:rPr>
        <w:t>ی</w:t>
      </w:r>
      <w:r w:rsidR="00832956" w:rsidRPr="00832956">
        <w:rPr>
          <w:rStyle w:val="libAlaemChar"/>
          <w:rFonts w:hint="cs"/>
          <w:rtl/>
        </w:rPr>
        <w:t>عليه‌السلام</w:t>
      </w:r>
      <w:r>
        <w:rPr>
          <w:rtl/>
          <w:lang w:bidi="ur-PK"/>
        </w:rPr>
        <w:t xml:space="preserve"> کو اپنے ہاتھوں پر اتنا بلند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ان کے قدم رسولؐ کے گھٹنوں کے برابر ہوگئے۔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)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علم کا مخزن اور امت 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دعوت 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 عمل کرنے والا، اس کے دشمنوں سے جہاد کرنے والا،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پر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روکنے والا، اس کے رسولؐ ک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مؤمن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امام اور ہاد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شکن، ظالم اور خارج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افراد ے جہاد کرنے والا ہے۔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کچھ کہہ رہا ہوں وہ حکم خدا سے کہہ رہا 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بدل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!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کے دوست کو  دوست رکھنا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>کے دشمن کو دشمن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منکر پر لعنت کرنا اور ان کے حق  کا انکار کرنے والے پر غضب نازل کرنا۔ پروردگار! تو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امامت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>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ہے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حکم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مقرر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جس کے بعد تو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کامل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نعمت کو تمام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اسلام کو پسند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قرار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اعلان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 اسلام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تلاش کرے گا 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قبول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اور وہ شخص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خسارہ والوں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ہوگا۔ پروردگار!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تجھے گواہ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اللہ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سے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لہذا جو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اور ان کے صلب سے آنے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کا اقرار نہ کرے گا اس کے اعمال برباد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وہ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رہے گا۔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لوگوں کے عذاب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نہ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نہ ان پر نگاہ رحمت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ہے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کرنے والا، مجھ سے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تر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تر ہے۔  اللہ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دونوں اس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وہ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جہاں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امنو </w:t>
      </w:r>
      <w:r>
        <w:rPr>
          <w:rtl/>
          <w:lang w:bidi="ur-PK"/>
        </w:rPr>
        <w:lastRenderedPageBreak/>
        <w:t>کہا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کا پہلا </w:t>
      </w:r>
      <w:r>
        <w:rPr>
          <w:rFonts w:hint="eastAsia"/>
          <w:rtl/>
          <w:lang w:bidi="ur-PK"/>
        </w:rPr>
        <w:t>مخاطب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ہر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مدح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ہل ات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حق 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سورہ اس کے علاوہ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ہوا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خدا کا مددگار، رسولؐ خدا سے دفاع کرنے والا، متق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صفت، ہاد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تمہارا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کا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ہر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اس کے صلب سے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کے صلب سے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آدمؑ کے مسئلہ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حسد کا شکار ہوا۔ لہذا خبردار! تم عل</w:t>
      </w:r>
      <w:r>
        <w:rPr>
          <w:rFonts w:hint="cs"/>
          <w:rtl/>
          <w:lang w:bidi="ur-PK"/>
        </w:rPr>
        <w:t>ی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حسد نہ کرنا کہ تمہارے اعمال برباد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تمہارے قدموں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لغزش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 جائے۔ آدم صف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ہونے کے باوجود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ترک اول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پر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گئے تو تم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اور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ہے۔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تودشمنان خدا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رکھو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>کا دشمن صرف شق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کا دوست صرف 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ہوگا۔ اس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رکھنے والا صرف مؤمن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ہوسکتا ہے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سورہ عصر نازل ہوا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خدا کو گواہ بناکر اپنے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 پہنچا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اللہ سے ڈرو، جو ڈرنے کا حق ہے اور خبردار! اس وقت تک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نہ جانا جب تک اس کے اطاعت گذار نہ ہوجاؤ۔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اللہ، اس کے رسول</w:t>
      </w:r>
      <w:r>
        <w:rPr>
          <w:rFonts w:hint="cs"/>
          <w:rtl/>
          <w:lang w:bidi="ur-PK"/>
        </w:rPr>
        <w:t>ﷺ</w:t>
      </w:r>
      <w:r>
        <w:rPr>
          <w:rtl/>
          <w:lang w:bidi="ur-PK"/>
        </w:rPr>
        <w:t xml:space="preserve"> اور اس نور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لاؤ جو اس کے ساتھ نازل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قبل اس کے کہ خدا اچھے چہروں کو بگاڑ دے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پشت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الناس!نور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 xml:space="preserve"> اور ان کے بعد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سلسلہ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قائم  تک برقرار رہے گا جو اللہ کا حق اور ہمارا حق حاصل کرے گا!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اللہ نے ہم کو تمام مقصر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معاند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مخالف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خائن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آثم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ظالم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حجت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باخبر کرنا چاہتا ہوں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اللہ کا نمائندہ ہوں جس سے پہلے بہت سے رسول گذر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 جاؤں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قتل ہو جاؤں  تو تم اپنے پرانے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پلٹ جاؤ گے؟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رکھو جو پلٹ جائے گا  وہ اللہ کا نقصان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کرے گا اور اللہ شک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کرنے والوں کو جزا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آگاہ</w:t>
      </w:r>
      <w:r>
        <w:rPr>
          <w:rtl/>
          <w:lang w:bidi="ur-PK"/>
        </w:rPr>
        <w:t xml:space="preserve"> ہوجاؤ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کے صبر و شکر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ان کے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صابر و شاکر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جو ان کے صلب سے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اللہ پر اپنے اسلام کا احسان نہ رکھو کہ وہ تم سے ناراض ہوجائے اور تم پر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عذاب نازل ہوجائے کہ وہ مسلسل تم کو نگاہ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رکھے ہوئے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راہنما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ہوں گے جو جہنم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کا مددگار نہ ہوگا۔  اللہ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دونوں ان لوگوں سے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اتباع و انصار سب جہنم کے پست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درجے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گے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متکبر لوگوں کا بدتر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ٹھکانا ہے۔ آگاہ ہوجاؤ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اصحاب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لہذا ان کے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پر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نگاہ رکھن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جماعت کے علاوہ سب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بھول چکے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ں۔ آگاہ ہوجاؤ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امامت کو امانت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وراثت قرار دے کر جا رہا ہوں اور مجھے جس امر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تاکہ ہر حاضر و غائب ، موجود و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موجود، مولود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مولود  سب پر حجت تمام ہوجائے۔ اب ح</w:t>
      </w:r>
      <w:r>
        <w:rPr>
          <w:rFonts w:hint="eastAsia"/>
          <w:rtl/>
          <w:lang w:bidi="ur-PK"/>
        </w:rPr>
        <w:t>اضر</w:t>
      </w:r>
      <w:r>
        <w:rPr>
          <w:rtl/>
          <w:lang w:bidi="ur-PK"/>
        </w:rPr>
        <w:t xml:space="preserve"> کا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غائب تک پہنچائے اور ہر باپ کا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ہے کہ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کے حوالہ کرتا رہے اور 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لوگ اس کو غصب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خدا غاصب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لعنت کرے۔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کھل کر سامنے آجائ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آگ کے شعلے برسائے ج</w:t>
      </w:r>
      <w:r>
        <w:rPr>
          <w:rFonts w:hint="eastAsia"/>
          <w:rtl/>
          <w:lang w:bidi="ur-PK"/>
        </w:rPr>
        <w:t>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کرنے والا نہ ہوگا۔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اللہ تم کو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چھوڑے گا جب تک خب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اور ط</w:t>
      </w:r>
      <w:r>
        <w:rPr>
          <w:rFonts w:hint="cs"/>
          <w:rtl/>
          <w:lang w:bidi="ur-PK"/>
        </w:rPr>
        <w:t>یّ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کو الگ الگ نہ کردے اور اللہ تم کو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پر باخبر کرنے والا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جسے اللہ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بناء پر ہلاک نہ کردے وہ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ظالم بست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ہلاک کرتا رہا ہے۔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>تمہارے امام اور حاکم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اللہ کا وعدہ ہے اور اللہ صادق الوعد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تم سے پہلے بہت سے لوگ گمراہ ہوچکے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اللہ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ان لوگوں کو ہلاک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بعد کے ظالموں کو ہلاک کرنے والا ہے۔</w:t>
      </w:r>
    </w:p>
    <w:p w:rsidR="00F004E8" w:rsidRDefault="00F004E8" w:rsidP="00A36D9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اللہ نے امر و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کے حوالہ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امر و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باخبر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 کے امر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کرو تاکہ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پاؤ،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 تاکہ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پاؤ۔ ان کے روکنے پر رک جاؤ تاکہ راہ راست پر آجاؤ۔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چلو اور مختلف راستوں پر منتشر نہ ہوجاؤ۔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صراط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ہوں جس کے اتباع کا خدا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پھر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کے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جو اِن کے صلب سے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وہ امام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حق کے ساتھ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حق کے </w:t>
      </w:r>
      <w:r>
        <w:rPr>
          <w:rtl/>
          <w:lang w:bidi="ur-PK"/>
        </w:rPr>
        <w:lastRenderedPageBreak/>
        <w:t>ساتھ انصاف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الحمد للہ رب ال</w:t>
      </w:r>
      <w:r>
        <w:rPr>
          <w:rFonts w:hint="eastAsia"/>
          <w:rtl/>
          <w:lang w:bidi="ur-PK"/>
        </w:rPr>
        <w:t>عالم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(سورہ حمد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کرنے کے بعد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) 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ہوا ہے،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عموم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اولاد کے ساتھ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وہ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خوف ہے اور 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حزن!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حزب اللہ 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غالب رہنے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آگاہ ہوجاؤ کہ دشمنان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 تفرقہ ، اہل تعد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برادرانِ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مہمل باتوں کے خف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اشارے کرتا رہتا ہے۔ آگاہ ہوجاؤ کہ ان کے دوست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مؤمن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برحق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کا ذکر پروردگار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"تم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جو اللہ اور آخرت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گے کہ وہ اللہ اور رسول کے دشمنوں سے محبت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Pr="00A36D95">
        <w:rPr>
          <w:rtl/>
          <w:lang w:bidi="ur-PK"/>
        </w:rPr>
        <w:t>" آگاہ ہوجاؤ کہ ان کے دوست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افراد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پروردگار نے اس انداز سے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"جو لوگ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لائے اور انہوں نے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ظلم سے آلودہ </w:t>
      </w:r>
      <w:r>
        <w:rPr>
          <w:rFonts w:hint="eastAsia"/>
          <w:rtl/>
          <w:lang w:bidi="ur-PK"/>
        </w:rPr>
        <w:t>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امن ہے اور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"۔ آگاہ ہوجاؤ کہ ان کے دوست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امن و سکون کے ساتھ داخل ہوں گے۔ اور ملائکہ سلام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کے ان کا استقبال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تم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طاہر ہو، لہذا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داخل ہوجاؤ"۔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آگاہ</w:t>
      </w:r>
      <w:r>
        <w:rPr>
          <w:rtl/>
          <w:lang w:bidi="ur-PK"/>
        </w:rPr>
        <w:t xml:space="preserve"> ہوجاؤ کہ ان کے دوست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"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حساب داخل ہوں گے"۔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آگاہ</w:t>
      </w:r>
      <w:r>
        <w:rPr>
          <w:rtl/>
          <w:lang w:bidi="ur-PK"/>
        </w:rPr>
        <w:t xml:space="preserve">  ہوجاؤ کہ ان کے دشمن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تپائے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جہنم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اس 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اس کے شعلے بھڑک رہے ہوں گے اور ہر داخل ہونے والا گروہ دوسرے گروہ پر لعنت کرے گا۔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آگاہ</w:t>
      </w:r>
      <w:r>
        <w:rPr>
          <w:rtl/>
          <w:lang w:bidi="ur-PK"/>
        </w:rPr>
        <w:t xml:space="preserve"> ہوجاؤ کہ ان کے دشمن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پروردگار کا فرمان ہے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گروہ داخل جہنم ہوگا تو جہنم کے خازن سوال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تمہارے پاس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ڈرانے والا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تھا؟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آگاہ ہوجاؤ کہ ان کے دوست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اللہ سے از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ڈرتے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لئے مغفرت اور اجر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جنت و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کتنا بڑا فاصلہ ہے۔ ہمارا دشمن وہ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نے مذمت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اس پر لعنت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ہمارا دوست وہ ہے جس کو اللہ دوست رکھتا ہے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آگاہ ہوجاؤ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ڈرانے والا ہوں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 xml:space="preserve"> ہاد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رکھو کہ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ہمارا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قائم مہد</w:t>
      </w:r>
      <w:r>
        <w:rPr>
          <w:rFonts w:hint="cs"/>
          <w:rtl/>
          <w:lang w:bidi="ur-PK"/>
        </w:rPr>
        <w:t>ی</w:t>
      </w:r>
      <w:r w:rsidR="00832956" w:rsidRPr="00832956">
        <w:rPr>
          <w:rStyle w:val="libAlaemChar"/>
          <w:rFonts w:hint="cs"/>
          <w:rtl/>
        </w:rPr>
        <w:t>عليه‌السلام</w:t>
      </w:r>
      <w:r>
        <w:rPr>
          <w:rtl/>
          <w:lang w:bidi="ur-PK"/>
        </w:rPr>
        <w:t xml:space="preserve"> ہے۔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پر غالب آنے والا اور ظالموں سے انتقام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ہے،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قلعوں کا فتح کرنے والا اور ان کا منہدم کرنے والا ہے۔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ہر گروہ کا </w:t>
      </w:r>
      <w:r>
        <w:rPr>
          <w:rtl/>
          <w:lang w:bidi="ur-PK"/>
        </w:rPr>
        <w:lastRenderedPageBreak/>
        <w:t>قاتل اور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الل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ہر خون کا انتقام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ہے،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خدا کا مددگار اور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سمندر 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tl/>
          <w:lang w:bidi="ur-PK"/>
        </w:rPr>
        <w:t xml:space="preserve"> کرنے والا ہے۔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 صاحب فضل پر اس کے فضل اور ہر جاہل پر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جہالت کا نشان لگانے والا ہے۔ 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آگاہ</w:t>
      </w:r>
      <w:r>
        <w:rPr>
          <w:rtl/>
          <w:lang w:bidi="ur-PK"/>
        </w:rPr>
        <w:t xml:space="preserve"> ہوجاؤ کہ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کا منتخب اور پسند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ہے۔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 علم کا وارث اور اس پر احاطہ رکھنے والا ہے،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صراط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پر چلنے والا 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اللہ نے اپنا قانون سپرد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دور سابق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حجت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اس کے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ہر حق اس کے ساتھ ہے اور ہر نور اس کے پاس ہے۔ اس پر غالب آنے والا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وہ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خدا کا حاکم، مخلوقات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حکم اور خف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 اعلان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ہر مسئلہ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سب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سمجھا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آگاہ ہوجاؤ!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خطبہ کے اختتام پر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 کہ پہلے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ہاتھ پر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کا اقرار کرو، اس کے بعد ان کے ہاتھ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کرو۔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اللہ کے ہاتھ اپن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نفس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چا</w:t>
      </w:r>
      <w:r>
        <w:rPr>
          <w:rtl/>
          <w:lang w:bidi="ur-PK"/>
        </w:rPr>
        <w:t xml:space="preserve"> ہے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سے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لے رہا ہوں۔ جو 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کو توڑ  دے گا وہ اپنا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نقصان کرے گا۔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حج اور عمرہ،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صفا و مروہ سب شعائر اللہ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لہذا حج اور عمرہ کرنے والے کا فرض ہے کہ وہ صفا اور مروہ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خانۂ خدا کا حج کرو، جو لوگ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آجاتے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جو اس سے الگ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محتاج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مؤمن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موقف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وقوف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خدا اس وقت تک کے گناہ معاف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لہذا حج کے بعد اسے از سر نو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اعمال کا سلسلہ شروع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حجاج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محل امداد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کے اخراجات کا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معاوضہ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اور اللہ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اجر کو ضائع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پورے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معرفت احکام کے ساتھ حج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کرو اور جب وہاں سے واپس ہو تو مکمل توبہ اور ترک گناہ کے ساتھ۔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نماز قائم کرو اور زکو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ادا کرو جس طرح کہ اللہ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اگر وقت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گذر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تم نے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نس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تو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تمہارے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 احکام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کرنے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کو اللہ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جان</w:t>
      </w: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سوال کا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جو کچھ تم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جانتے ہو سب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آگاہ ہوجاؤ کہ حلال و حرام اتنے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سب کا احصاء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ممکن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لہذا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حلال و حرام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 و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مقام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سے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لے لوں اور تم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عہد لے لوں کہ جو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اور ان کے بعد کے آئمہ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ہوں، تم ان سب کا اقرار کرلو۔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"کہ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مجھ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امت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حق کے ساتھ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کرتا رہے گا۔"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جس جس حلال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 جس جس حرام سے روکا ہے 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نہ رجوع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نہ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لہذا تم اسے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رکھو اور محفوظ کرلو،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کو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کرتے رہو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کرنا۔ آگاہ ہوجاؤ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 دوبارہ ک</w:t>
      </w:r>
      <w:r>
        <w:rPr>
          <w:rFonts w:hint="eastAsia"/>
          <w:rtl/>
          <w:lang w:bidi="ur-PK"/>
        </w:rPr>
        <w:t>ہہ</w:t>
      </w:r>
      <w:r>
        <w:rPr>
          <w:rtl/>
          <w:lang w:bidi="ur-PK"/>
        </w:rPr>
        <w:t xml:space="preserve"> رہا ہوں کہ نماز قائم کرو، زکو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ادا کرو،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حکم دو،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روکو،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رکھو کہ امر بالمعروف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تہہ تک پہنچ جاؤ اور جو لوگ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تک پہنچاؤ اور اس کے قبول کرنے کا حکم دو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سے منع کرو۔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کا حکم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حکم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امام معصوم کو چھوڑ کر 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 بالمعروف ہوسکتا ہے اور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قرآن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>کے بعد امام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ہے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 xml:space="preserve"> کے اجزاء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پروردگار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اللہ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کلمہ باق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قرار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کہ جب تک تم قرآن اور عترت سے متمسک رہو گے گمراہ نہ ہوگے۔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تقو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کرو تقو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سے ڈرو کہ اس کا زلزلہ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 شے ہے۔ موت، حساب، اللہ کے بارگاہ کا محاسبہ، ثواب اور عذاب سب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کرو کہ وہاں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ثواب ملتا ہے اور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والے کا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تم اتنے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ہاتھ پر ہاتھ مار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کرسکتے ہو۔ لہذا اللہ نے مجھے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832956" w:rsidRPr="00832956">
        <w:rPr>
          <w:rStyle w:val="libAlaemChar"/>
          <w:rFonts w:hint="cs"/>
          <w:rtl/>
        </w:rPr>
        <w:t>عليه‌السلام</w:t>
      </w:r>
      <w:r w:rsidRPr="00A36D95">
        <w:rPr>
          <w:rtl/>
          <w:lang w:bidi="ur-PK"/>
        </w:rPr>
        <w:t>کے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المؤمن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ہونے اور ان کے بعد کے ائمہ جو اِن کے صلب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کا اقرار </w:t>
      </w:r>
      <w:r>
        <w:rPr>
          <w:rtl/>
          <w:lang w:bidi="ur-PK"/>
        </w:rPr>
        <w:lastRenderedPageBreak/>
        <w:t xml:space="preserve">لے لوں، لہذا تم سب مل 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کہو ہم سب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کے سننے والے، اطاعت کرنے والے،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رہنے والے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اور اولاد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پروردگار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پہنچا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کے سامنے سر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خم کرنے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ہم اس بات پر اپنے دل، 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 اور اپنے ہاتھوں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زندہ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دوبارہ اٹھ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و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ہوں گے، نہ عہد سے پلٹ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ثاق</w:t>
      </w:r>
      <w:r>
        <w:rPr>
          <w:rtl/>
          <w:lang w:bidi="ur-PK"/>
        </w:rPr>
        <w:t xml:space="preserve"> کو توڑ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المؤمن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ائمہ ؑ جو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حسن و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ن‘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منزلت کو اور ان کے مرتبہ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دکھلا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پہنچا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دونوں جوانان جنت کے سردار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اپنے باپ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کے بعد امام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سے پہلے ان دونوں کا باپ ہوں۔ اب تم لوگ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کہو کہ ہم نے اس بات پر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، حسنؑ ،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ؑ او ائمہ ؑ جن کا آپ نے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جن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سے عہد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 و جان سے اور دست و زبان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 ہم اس کا کو</w:t>
      </w:r>
      <w:r>
        <w:rPr>
          <w:rFonts w:hint="eastAsia"/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بدل پسند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نہ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اللہ ہمارا گواہ ہے اور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آپ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ہمارے گواہ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ہر ظاہر و باطن اور ملائکہ اور بندگان خدا سب اس بات کے گواہ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اللہ ہر گواہ سے بڑا گواہ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اب تم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کہتے ہو؟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رکھو کہ اللہ ہر آواز کو جانتا ہے اور ہر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سے باخبر ہے، جو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 کرے گا وہ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جو گمراہ ہوگا وہ اپنا نقصان کرے گا ۔ جو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کرے گا اس نے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کے ہاتھ پر اللہ کا ہاتھ ہے۔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اللہ سے ڈرو 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کے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المؤمن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ہونے اور حسن ؑ و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ؑ اور ائمہ ؑ کے کلمۂ  باق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کرو۔ جو غدار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گا اسے اللہ ہلاک کردے گا اور جو وفا کرے گا اس پر رحمت نازل کرے گا اور جو عہد کو توڑ دے گا وہ اپنا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نقصان کرے گا۔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کہا ہے وہ کہو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المؤمن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کہہ کر سلام کرو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کہو کہ پروردگار ہم نے سنا اور اطاعت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بازگشت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کہو کہ شکر پروردگار ہے کہ اس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امر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ورنہ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ہم راہ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پاسکتے تھے۔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طالب‘ کے فضائل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نے قرآن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منزل پر شمار کراسکوں۔ لہذا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خبر دے اور ان فضائل سے آگاہ کرے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کرو۔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رکھو جو اللہ، رسولؐ،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اور ائمہ ؑ مذک</w:t>
      </w:r>
      <w:r>
        <w:rPr>
          <w:rFonts w:hint="eastAsia"/>
          <w:rtl/>
          <w:lang w:bidi="ur-PK"/>
        </w:rPr>
        <w:t>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کرے گا وہ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مالک ہوگا۔</w:t>
      </w:r>
    </w:p>
    <w:p w:rsidR="00F004E8" w:rsidRDefault="00F004E8" w:rsidP="00F004E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 ! جو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ؑ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المؤمن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کہہ کر سلام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سبقت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 نع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ہوں گے۔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الناس! وہ بات کہو جس سے تمہارا خدا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ہوجائے ورنہ تم اور تمام اہل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منکر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اللہ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نقصان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eastAsia"/>
          <w:rtl/>
          <w:lang w:bidi="ur-PK"/>
        </w:rPr>
        <w:t>ہنچا</w:t>
      </w:r>
      <w:r>
        <w:rPr>
          <w:rtl/>
          <w:lang w:bidi="ur-PK"/>
        </w:rPr>
        <w:t xml:space="preserve"> سکتے۔ پروردگار مؤمن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مؤمنات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فرما اور کافر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اپنا غضب نازل فرما۔</w:t>
      </w:r>
    </w:p>
    <w:p w:rsidR="00F004E8" w:rsidRDefault="00F004E8" w:rsidP="00832956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والحمد</w:t>
      </w:r>
      <w:r>
        <w:rPr>
          <w:rtl/>
          <w:lang w:bidi="ur-PK"/>
        </w:rPr>
        <w:t xml:space="preserve"> لل</w:t>
      </w:r>
      <w:r w:rsidR="00832956" w:rsidRPr="00832956">
        <w:rPr>
          <w:rFonts w:hint="cs"/>
          <w:rtl/>
        </w:rPr>
        <w:t>ه</w:t>
      </w:r>
      <w:r w:rsidRPr="00A36D95">
        <w:rPr>
          <w:rtl/>
        </w:rPr>
        <w:t xml:space="preserve"> رب العالم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</w:p>
    <w:p w:rsidR="00F004E8" w:rsidRDefault="00F004E8" w:rsidP="00832956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F004E8" w:rsidRDefault="00F004E8" w:rsidP="00F004E8">
      <w:pPr>
        <w:pStyle w:val="libNormal"/>
        <w:rPr>
          <w:rFonts w:hint="cs"/>
          <w:rtl/>
          <w:lang w:bidi="ur-PK"/>
        </w:rPr>
      </w:pPr>
    </w:p>
    <w:p w:rsidR="00F004E8" w:rsidRDefault="00F004E8" w:rsidP="00F004E8">
      <w:pPr>
        <w:pStyle w:val="Heading2Center"/>
        <w:rPr>
          <w:rFonts w:hint="cs"/>
          <w:rtl/>
          <w:lang w:bidi="ur-PK"/>
        </w:rPr>
      </w:pPr>
      <w:bookmarkStart w:id="13" w:name="_Toc491859665"/>
      <w:r>
        <w:rPr>
          <w:rFonts w:hint="cs"/>
          <w:rtl/>
          <w:lang w:bidi="ur-PK"/>
        </w:rPr>
        <w:t>منابع ومصادر</w:t>
      </w:r>
      <w:bookmarkEnd w:id="13"/>
    </w:p>
    <w:p w:rsidR="00F004E8" w:rsidRPr="00941AFA" w:rsidRDefault="00F004E8" w:rsidP="00A36D95">
      <w:pPr>
        <w:pStyle w:val="libFootnote"/>
        <w:rPr>
          <w:rtl/>
        </w:rPr>
      </w:pPr>
      <w:r w:rsidRPr="00941AFA">
        <w:rPr>
          <w:rtl/>
        </w:rPr>
        <w:t>(1)۔سورہ مائدہ، آ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ت</w:t>
      </w:r>
      <w:r w:rsidRPr="00941AFA">
        <w:rPr>
          <w:rtl/>
        </w:rPr>
        <w:t xml:space="preserve"> نمبر ۶۷۔</w:t>
      </w:r>
    </w:p>
    <w:p w:rsidR="00F004E8" w:rsidRPr="00941AFA" w:rsidRDefault="00F004E8" w:rsidP="00A36D95">
      <w:pPr>
        <w:pStyle w:val="libFootnote"/>
        <w:rPr>
          <w:rtl/>
        </w:rPr>
      </w:pPr>
      <w:r w:rsidRPr="00941AFA">
        <w:rPr>
          <w:rtl/>
        </w:rPr>
        <w:t>(2)۔تفس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ر</w:t>
      </w:r>
      <w:r w:rsidRPr="00941AFA">
        <w:rPr>
          <w:rtl/>
        </w:rPr>
        <w:t xml:space="preserve"> المنار، ج۶، ص ۱۱۶۔</w:t>
      </w:r>
    </w:p>
    <w:p w:rsidR="00F004E8" w:rsidRPr="00941AFA" w:rsidRDefault="00F004E8" w:rsidP="00A36D95">
      <w:pPr>
        <w:pStyle w:val="libFootnote"/>
        <w:rPr>
          <w:rtl/>
        </w:rPr>
      </w:pPr>
      <w:r w:rsidRPr="00941AFA">
        <w:rPr>
          <w:rtl/>
        </w:rPr>
        <w:t>(3)۔التفس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ر</w:t>
      </w:r>
      <w:r w:rsidRPr="00941AFA">
        <w:rPr>
          <w:rtl/>
        </w:rPr>
        <w:t xml:space="preserve"> الکب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ر،</w:t>
      </w:r>
      <w:r w:rsidRPr="00941AFA">
        <w:rPr>
          <w:rtl/>
        </w:rPr>
        <w:t xml:space="preserve"> ج۱۱، ص ۴۹۔</w:t>
      </w:r>
    </w:p>
    <w:p w:rsidR="00F004E8" w:rsidRPr="00941AFA" w:rsidRDefault="00F004E8" w:rsidP="00A36D95">
      <w:pPr>
        <w:pStyle w:val="libFootnote"/>
        <w:rPr>
          <w:rtl/>
        </w:rPr>
      </w:pPr>
      <w:r w:rsidRPr="00941AFA">
        <w:rPr>
          <w:rtl/>
        </w:rPr>
        <w:t>(4)۔شواہد التنز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ل،</w:t>
      </w:r>
      <w:r w:rsidRPr="00941AFA">
        <w:rPr>
          <w:rtl/>
        </w:rPr>
        <w:t xml:space="preserve"> ج۱، ص ۱۹۱، ح ۲۴۸۔</w:t>
      </w:r>
    </w:p>
    <w:p w:rsidR="00F004E8" w:rsidRPr="00941AFA" w:rsidRDefault="00F004E8" w:rsidP="00A36D95">
      <w:pPr>
        <w:pStyle w:val="libFootnote"/>
        <w:rPr>
          <w:rtl/>
        </w:rPr>
      </w:pPr>
      <w:r w:rsidRPr="00941AFA">
        <w:rPr>
          <w:rtl/>
        </w:rPr>
        <w:t>(5)۔فخر الد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ن</w:t>
      </w:r>
      <w:r w:rsidRPr="00941AFA">
        <w:rPr>
          <w:rtl/>
        </w:rPr>
        <w:t xml:space="preserve"> راز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،</w:t>
      </w:r>
      <w:r w:rsidRPr="00941AFA">
        <w:rPr>
          <w:rtl/>
        </w:rPr>
        <w:t xml:space="preserve"> مفات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ح</w:t>
      </w:r>
      <w:r w:rsidRPr="00941AFA">
        <w:rPr>
          <w:rtl/>
        </w:rPr>
        <w:t xml:space="preserve"> الغ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ب،</w:t>
      </w:r>
      <w:r w:rsidRPr="00941AFA">
        <w:rPr>
          <w:rtl/>
        </w:rPr>
        <w:t xml:space="preserve"> ج۱۲، ص ۴۸۔</w:t>
      </w:r>
    </w:p>
    <w:p w:rsidR="00F004E8" w:rsidRPr="00941AFA" w:rsidRDefault="00F004E8" w:rsidP="00A36D95">
      <w:pPr>
        <w:pStyle w:val="libFootnote"/>
        <w:rPr>
          <w:rtl/>
        </w:rPr>
      </w:pPr>
      <w:r w:rsidRPr="00941AFA">
        <w:rPr>
          <w:rtl/>
        </w:rPr>
        <w:t>(6)۔ابن ت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م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ہ،</w:t>
      </w:r>
      <w:r w:rsidRPr="00941AFA">
        <w:rPr>
          <w:rtl/>
        </w:rPr>
        <w:t xml:space="preserve"> احمد، منھاج السن</w:t>
      </w:r>
      <w:r w:rsidRPr="00941AFA">
        <w:rPr>
          <w:rFonts w:hint="cs"/>
          <w:rtl/>
        </w:rPr>
        <w:t>ۃ</w:t>
      </w:r>
      <w:r w:rsidRPr="00941AFA">
        <w:rPr>
          <w:rFonts w:hint="eastAsia"/>
          <w:rtl/>
        </w:rPr>
        <w:t>،</w:t>
      </w:r>
      <w:r w:rsidRPr="00941AFA">
        <w:rPr>
          <w:rtl/>
        </w:rPr>
        <w:t xml:space="preserve"> ج۲، ص ۸۴۔</w:t>
      </w:r>
    </w:p>
    <w:p w:rsidR="00F004E8" w:rsidRPr="00941AFA" w:rsidRDefault="00F004E8" w:rsidP="00A36D95">
      <w:pPr>
        <w:pStyle w:val="libFootnote"/>
        <w:rPr>
          <w:rtl/>
        </w:rPr>
      </w:pPr>
      <w:r w:rsidRPr="00941AFA">
        <w:rPr>
          <w:rtl/>
        </w:rPr>
        <w:t>(7)۔ابن کث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ر،</w:t>
      </w:r>
      <w:r w:rsidRPr="00941AFA">
        <w:rPr>
          <w:rtl/>
        </w:rPr>
        <w:t xml:space="preserve"> اسماع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ل،</w:t>
      </w:r>
      <w:r w:rsidRPr="00941AFA">
        <w:rPr>
          <w:rtl/>
        </w:rPr>
        <w:t xml:space="preserve"> تفس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ر</w:t>
      </w:r>
      <w:r w:rsidRPr="00941AFA">
        <w:rPr>
          <w:rtl/>
        </w:rPr>
        <w:t xml:space="preserve"> القرآن العظ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م،</w:t>
      </w:r>
      <w:r w:rsidRPr="00941AFA">
        <w:rPr>
          <w:rtl/>
        </w:rPr>
        <w:t xml:space="preserve"> ج۲، ص ۸۹۔ ف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روز</w:t>
      </w:r>
      <w:r w:rsidRPr="00941AFA">
        <w:rPr>
          <w:rtl/>
        </w:rPr>
        <w:t xml:space="preserve"> آباد</w:t>
      </w:r>
      <w:r w:rsidRPr="00941AFA">
        <w:rPr>
          <w:rFonts w:hint="cs"/>
          <w:rtl/>
        </w:rPr>
        <w:t>ی</w:t>
      </w:r>
      <w:r w:rsidRPr="00941AFA">
        <w:rPr>
          <w:rtl/>
        </w:rPr>
        <w:t xml:space="preserve"> ، محمد، بصائر ذو</w:t>
      </w:r>
      <w:r w:rsidRPr="00941AFA">
        <w:rPr>
          <w:rFonts w:hint="cs"/>
          <w:rtl/>
        </w:rPr>
        <w:t>ی</w:t>
      </w:r>
      <w:r w:rsidRPr="00941AFA">
        <w:rPr>
          <w:rtl/>
        </w:rPr>
        <w:t xml:space="preserve"> التم</w:t>
      </w:r>
      <w:r w:rsidRPr="00941AFA">
        <w:rPr>
          <w:rFonts w:hint="cs"/>
          <w:rtl/>
        </w:rPr>
        <w:t>یی</w:t>
      </w:r>
      <w:r w:rsidRPr="00941AFA">
        <w:rPr>
          <w:rFonts w:hint="eastAsia"/>
          <w:rtl/>
        </w:rPr>
        <w:t>ز،</w:t>
      </w:r>
      <w:r w:rsidRPr="00941AFA">
        <w:rPr>
          <w:rtl/>
        </w:rPr>
        <w:t xml:space="preserve"> ج۱، ص ۱۷۸۔</w:t>
      </w:r>
    </w:p>
    <w:p w:rsidR="00F004E8" w:rsidRPr="00941AFA" w:rsidRDefault="00F004E8" w:rsidP="00A36D95">
      <w:pPr>
        <w:pStyle w:val="libFootnote"/>
        <w:rPr>
          <w:rtl/>
        </w:rPr>
      </w:pPr>
      <w:r w:rsidRPr="00941AFA">
        <w:rPr>
          <w:rtl/>
        </w:rPr>
        <w:t>(8)۔اسباب النزول، ص ۲۱۴۔</w:t>
      </w:r>
    </w:p>
    <w:p w:rsidR="00F004E8" w:rsidRPr="00941AFA" w:rsidRDefault="00F004E8" w:rsidP="00A36D95">
      <w:pPr>
        <w:pStyle w:val="libFootnote"/>
        <w:rPr>
          <w:rtl/>
        </w:rPr>
      </w:pPr>
      <w:r w:rsidRPr="00941AFA">
        <w:rPr>
          <w:rtl/>
        </w:rPr>
        <w:t>(9)۔ا بن ت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م</w:t>
      </w:r>
      <w:r w:rsidRPr="00941AFA">
        <w:rPr>
          <w:rFonts w:hint="cs"/>
          <w:rtl/>
        </w:rPr>
        <w:t>ی</w:t>
      </w:r>
      <w:r w:rsidRPr="00941AFA">
        <w:rPr>
          <w:rFonts w:hint="eastAsia"/>
          <w:rtl/>
        </w:rPr>
        <w:t>ہ،</w:t>
      </w:r>
      <w:r w:rsidRPr="00941AFA">
        <w:rPr>
          <w:rtl/>
        </w:rPr>
        <w:t xml:space="preserve"> منھاج السن</w:t>
      </w:r>
      <w:r w:rsidRPr="00941AFA">
        <w:rPr>
          <w:rFonts w:hint="cs"/>
          <w:rtl/>
        </w:rPr>
        <w:t>ۃ</w:t>
      </w:r>
      <w:r w:rsidRPr="00941AFA">
        <w:rPr>
          <w:rFonts w:hint="eastAsia"/>
          <w:rtl/>
        </w:rPr>
        <w:t>،</w:t>
      </w:r>
      <w:r w:rsidRPr="00941AFA">
        <w:rPr>
          <w:rtl/>
        </w:rPr>
        <w:t xml:space="preserve"> ج۲، ص ۱۱۔</w:t>
      </w:r>
    </w:p>
    <w:p w:rsidR="00F004E8" w:rsidRDefault="00F004E8" w:rsidP="00A36D95">
      <w:pPr>
        <w:pStyle w:val="libFootnote0"/>
        <w:rPr>
          <w:rtl/>
        </w:rPr>
      </w:pPr>
      <w:r>
        <w:rPr>
          <w:rtl/>
        </w:rPr>
        <w:t>(10)۔ذہب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، تذکر</w:t>
      </w:r>
      <w:r>
        <w:rPr>
          <w:rFonts w:hint="cs"/>
          <w:rtl/>
        </w:rPr>
        <w:t>ۃ</w:t>
      </w:r>
      <w:r>
        <w:rPr>
          <w:rtl/>
        </w:rPr>
        <w:t xml:space="preserve"> الحفاظ، ج۲، ص ۷۱۰ تا ۷۱۳۔</w:t>
      </w:r>
    </w:p>
    <w:p w:rsidR="00F004E8" w:rsidRDefault="00F004E8" w:rsidP="00A36D95">
      <w:pPr>
        <w:pStyle w:val="libFootnote0"/>
        <w:rPr>
          <w:rtl/>
        </w:rPr>
      </w:pPr>
      <w:r>
        <w:rPr>
          <w:rtl/>
        </w:rPr>
        <w:t>(11)۔حمو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معجم الادباء، ج۱۸، ص ۸۵، ط: دارا لفکر۔</w:t>
      </w:r>
    </w:p>
    <w:p w:rsidR="00F004E8" w:rsidRDefault="00F004E8" w:rsidP="00A36D95">
      <w:pPr>
        <w:pStyle w:val="libFootnote0"/>
        <w:rPr>
          <w:rtl/>
        </w:rPr>
      </w:pPr>
      <w:r>
        <w:rPr>
          <w:rtl/>
        </w:rPr>
        <w:t>(12)۔خط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ج۸، ص ۱۴۶۔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اسد الغاب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ج۳، ص ۲۷۴۔</w:t>
      </w:r>
    </w:p>
    <w:p w:rsidR="00F004E8" w:rsidRDefault="00F004E8" w:rsidP="00A36D95">
      <w:pPr>
        <w:pStyle w:val="libFootnote0"/>
        <w:rPr>
          <w:rtl/>
        </w:rPr>
      </w:pPr>
      <w:r>
        <w:rPr>
          <w:rtl/>
        </w:rPr>
        <w:t>(13)۔ابن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احمد، منھاض السن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ج۲، ص ۱۶، ۱۷ و ۸۵۔</w:t>
      </w:r>
    </w:p>
    <w:p w:rsidR="00F004E8" w:rsidRDefault="00F004E8" w:rsidP="00A36D95">
      <w:pPr>
        <w:pStyle w:val="libFootnote0"/>
        <w:rPr>
          <w:rtl/>
        </w:rPr>
      </w:pPr>
      <w:r>
        <w:rPr>
          <w:rtl/>
        </w:rPr>
        <w:t>(14)۔حاکم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عبد اللہ ، ج۵، ص ۱۸۸۔</w:t>
      </w:r>
    </w:p>
    <w:p w:rsidR="00F004E8" w:rsidRDefault="00F004E8" w:rsidP="00A36D95">
      <w:pPr>
        <w:pStyle w:val="libFootnote0"/>
        <w:rPr>
          <w:rtl/>
        </w:rPr>
      </w:pPr>
      <w:r>
        <w:rPr>
          <w:rtl/>
        </w:rPr>
        <w:t>(15)۔حاکم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عبد اللہ، ج۵، ص ۱۲۲، ۱۲۳۔</w:t>
      </w:r>
    </w:p>
    <w:p w:rsidR="00F004E8" w:rsidRDefault="00F004E8" w:rsidP="00A36D95">
      <w:pPr>
        <w:pStyle w:val="libFootnote0"/>
        <w:rPr>
          <w:rtl/>
        </w:rPr>
      </w:pPr>
      <w:r>
        <w:rPr>
          <w:rtl/>
        </w:rPr>
        <w:t>(16)۔سورہ غافر،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۵۱۔</w:t>
      </w:r>
    </w:p>
    <w:p w:rsidR="00F004E8" w:rsidRDefault="00F004E8" w:rsidP="00A36D95">
      <w:pPr>
        <w:pStyle w:val="libFootnote0"/>
        <w:rPr>
          <w:rtl/>
        </w:rPr>
      </w:pPr>
      <w:r>
        <w:rPr>
          <w:rtl/>
        </w:rPr>
        <w:lastRenderedPageBreak/>
        <w:t>(17)۔سورہ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۱۹۴۔</w:t>
      </w:r>
    </w:p>
    <w:p w:rsidR="00F004E8" w:rsidRDefault="00F004E8" w:rsidP="00A36D95">
      <w:pPr>
        <w:pStyle w:val="libFootnote0"/>
        <w:rPr>
          <w:rtl/>
        </w:rPr>
      </w:pPr>
      <w:r>
        <w:rPr>
          <w:rtl/>
        </w:rPr>
        <w:t>(18)۔سورہ فتح،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۱۸۔</w:t>
      </w:r>
    </w:p>
    <w:p w:rsidR="00F004E8" w:rsidRDefault="00F004E8" w:rsidP="00A36D95">
      <w:pPr>
        <w:pStyle w:val="libFootnote0"/>
        <w:rPr>
          <w:rtl/>
        </w:rPr>
      </w:pPr>
      <w:r>
        <w:rPr>
          <w:rtl/>
        </w:rPr>
        <w:t>(19)۔بخار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محمد، 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کتاب الدعوات، باب الغن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النفس، ج۸، ص ۱۳۸و باب ف</w:t>
      </w:r>
      <w:r>
        <w:rPr>
          <w:rFonts w:hint="cs"/>
          <w:rtl/>
        </w:rPr>
        <w:t>ی</w:t>
      </w:r>
      <w:r>
        <w:rPr>
          <w:rtl/>
        </w:rPr>
        <w:t xml:space="preserve"> الخواص، ص ۱۴۸۔ ۱۵۲۔</w:t>
      </w:r>
    </w:p>
    <w:p w:rsidR="00F004E8" w:rsidRDefault="00F004E8" w:rsidP="00A36D95">
      <w:pPr>
        <w:pStyle w:val="libNormal"/>
        <w:rPr>
          <w:rFonts w:eastAsia="Calibri"/>
          <w:rtl/>
        </w:rPr>
      </w:pPr>
      <w:r>
        <w:rPr>
          <w:rtl/>
        </w:rPr>
        <w:br w:type="page"/>
      </w:r>
    </w:p>
    <w:sdt>
      <w:sdtPr>
        <w:rPr>
          <w:rtl/>
        </w:rPr>
        <w:id w:val="1904324672"/>
        <w:docPartObj>
          <w:docPartGallery w:val="Table of Contents"/>
          <w:docPartUnique/>
        </w:docPartObj>
      </w:sdtPr>
      <w:sdtEndPr>
        <w:rPr>
          <w:b w:val="0"/>
          <w:bCs w:val="0"/>
          <w:color w:val="000000"/>
        </w:rPr>
      </w:sdtEndPr>
      <w:sdtContent>
        <w:p w:rsidR="00A36D95" w:rsidRDefault="00A36D95" w:rsidP="00A36D95">
          <w:pPr>
            <w:pStyle w:val="Heading2Center"/>
          </w:pPr>
          <w:r w:rsidRPr="00A36D95">
            <w:rPr>
              <w:rFonts w:hint="cs"/>
              <w:rtl/>
            </w:rPr>
            <w:t>فہرست</w:t>
          </w:r>
        </w:p>
        <w:p w:rsidR="00A36D95" w:rsidRDefault="00A36D9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1859652" w:history="1"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تقد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Toc491859652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6D95" w:rsidRDefault="00A36D9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859653" w:history="1"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انوارُ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القرآن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اک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ڈم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(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پاکستان</w:t>
            </w:r>
            <w:r w:rsidRPr="00A3494A">
              <w:rPr>
                <w:rStyle w:val="Hyperlink"/>
                <w:noProof/>
                <w:rtl/>
                <w:lang w:bidi="ur-PK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Toc491859653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6D95" w:rsidRDefault="00A36D9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859654" w:history="1"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مختصر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تعارف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Toc491859654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6D95" w:rsidRDefault="00A36D9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859655" w:history="1"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عرض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ناشر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Toc491859655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6D95" w:rsidRDefault="00A36D9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859656" w:history="1"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آ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تبل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Toc491859656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6D95" w:rsidRDefault="00A36D9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859657" w:history="1"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کلام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فخر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راز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Toc491859657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6D95" w:rsidRDefault="00A36D9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859658" w:history="1"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ابلاغ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پ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ام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پ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غمبر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ﷺ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کو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خطرہ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Toc491859658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6D95" w:rsidRDefault="00A36D9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859659" w:history="1"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شُبہات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،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اعتراضات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و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اشکالات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Toc491859659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6D95" w:rsidRDefault="00A36D9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859660" w:history="1"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آ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اوائل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ہجرت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نازل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ہوئ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3494A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Toc491859660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6D95" w:rsidRDefault="00A36D9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859661" w:history="1"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احاد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ث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جعل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Toc491859661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6D95" w:rsidRDefault="00A36D9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859662" w:history="1"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انکار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اعلان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ولا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3494A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Toc491859662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6D95" w:rsidRDefault="00A36D9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859663" w:history="1"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انکار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دعاءِ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ascii="Arial" w:hAnsi="Arial" w:cs="Traditional Arabic"/>
                <w:noProof/>
                <w:rtl/>
              </w:rPr>
              <w:t>"</w:t>
            </w:r>
            <w:r w:rsidRPr="00A3494A">
              <w:rPr>
                <w:rStyle w:val="Hyperlink"/>
                <w:rFonts w:ascii="Arial" w:hAnsi="Arial" w:cs="Traditional Arabic" w:hint="eastAsia"/>
                <w:noProof/>
                <w:rtl/>
              </w:rPr>
              <w:t>اللهم</w:t>
            </w:r>
            <w:r w:rsidRPr="00A3494A">
              <w:rPr>
                <w:rStyle w:val="Hyperlink"/>
                <w:rFonts w:ascii="Arial" w:hAnsi="Arial" w:cs="Traditional Arabic"/>
                <w:noProof/>
                <w:rtl/>
              </w:rPr>
              <w:t xml:space="preserve"> </w:t>
            </w:r>
            <w:r w:rsidRPr="00A3494A">
              <w:rPr>
                <w:rStyle w:val="Hyperlink"/>
                <w:rFonts w:ascii="Arial" w:hAnsi="Arial" w:cs="Traditional Arabic" w:hint="eastAsia"/>
                <w:noProof/>
                <w:rtl/>
              </w:rPr>
              <w:t>وال</w:t>
            </w:r>
            <w:r w:rsidRPr="00A3494A">
              <w:rPr>
                <w:rStyle w:val="Hyperlink"/>
                <w:rFonts w:ascii="Arial" w:hAnsi="Arial" w:cs="Traditional Arabic"/>
                <w:noProof/>
                <w:rtl/>
              </w:rPr>
              <w:t xml:space="preserve"> </w:t>
            </w:r>
            <w:r w:rsidRPr="00A3494A">
              <w:rPr>
                <w:rStyle w:val="Hyperlink"/>
                <w:rFonts w:ascii="Arial" w:hAnsi="Arial" w:cs="Traditional Arabic" w:hint="eastAsia"/>
                <w:noProof/>
                <w:rtl/>
              </w:rPr>
              <w:t>من</w:t>
            </w:r>
            <w:r w:rsidRPr="00A3494A">
              <w:rPr>
                <w:rStyle w:val="Hyperlink"/>
                <w:rFonts w:ascii="Arial" w:hAnsi="Arial" w:cs="Traditional Arabic"/>
                <w:noProof/>
                <w:rtl/>
              </w:rPr>
              <w:t xml:space="preserve"> </w:t>
            </w:r>
            <w:r w:rsidRPr="00A3494A">
              <w:rPr>
                <w:rStyle w:val="Hyperlink"/>
                <w:rFonts w:ascii="Arial" w:hAnsi="Arial" w:cs="Traditional Arabic" w:hint="eastAsia"/>
                <w:noProof/>
                <w:rtl/>
              </w:rPr>
              <w:t>والاه</w:t>
            </w:r>
            <w:r w:rsidRPr="00A3494A">
              <w:rPr>
                <w:rStyle w:val="Hyperlink"/>
                <w:rFonts w:ascii="Arial" w:hAnsi="Arial" w:cs="Traditional Arabic"/>
                <w:noProof/>
                <w:rtl/>
              </w:rPr>
              <w:t>"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Toc491859663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6D95" w:rsidRDefault="00A36D9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859664" w:history="1"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خطبۂ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غد</w:t>
            </w:r>
            <w:r w:rsidRPr="00A3494A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Toc491859664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6D95" w:rsidRDefault="00A36D9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1859665" w:history="1"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منابع</w:t>
            </w:r>
            <w:r w:rsidRPr="00A3494A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و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A3494A">
              <w:rPr>
                <w:rStyle w:val="Hyperlink"/>
                <w:rFonts w:hint="eastAsia"/>
                <w:noProof/>
                <w:rtl/>
                <w:lang w:bidi="ur-PK"/>
              </w:rPr>
              <w:t>صادر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Toc491859665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6D95" w:rsidRDefault="00A36D95" w:rsidP="00A36D95">
          <w:pPr>
            <w:pStyle w:val="libNormal"/>
          </w:pPr>
          <w:r>
            <w:fldChar w:fldCharType="end"/>
          </w:r>
        </w:p>
      </w:sdtContent>
    </w:sdt>
    <w:sectPr w:rsidR="00A36D95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AA3" w:rsidRDefault="00E73AA3">
      <w:r>
        <w:separator/>
      </w:r>
    </w:p>
  </w:endnote>
  <w:endnote w:type="continuationSeparator" w:id="0">
    <w:p w:rsidR="00E73AA3" w:rsidRDefault="00E73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D5D" w:rsidRDefault="003D0D5D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D5D" w:rsidRPr="00826B03" w:rsidRDefault="003D0D5D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AA3" w:rsidRDefault="00E73AA3">
      <w:r>
        <w:separator/>
      </w:r>
    </w:p>
  </w:footnote>
  <w:footnote w:type="continuationSeparator" w:id="0">
    <w:p w:rsidR="00E73AA3" w:rsidRDefault="00E73A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7492"/>
    <w:rsid w:val="000578AC"/>
    <w:rsid w:val="00057C87"/>
    <w:rsid w:val="00061C01"/>
    <w:rsid w:val="0006216A"/>
    <w:rsid w:val="00062739"/>
    <w:rsid w:val="0006368E"/>
    <w:rsid w:val="0006435F"/>
    <w:rsid w:val="0006635F"/>
    <w:rsid w:val="00067616"/>
    <w:rsid w:val="00067F84"/>
    <w:rsid w:val="000704B1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C6C"/>
    <w:rsid w:val="000C2EF2"/>
    <w:rsid w:val="000C40F3"/>
    <w:rsid w:val="000C541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A88"/>
    <w:rsid w:val="000E0BAB"/>
    <w:rsid w:val="000E1397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C07"/>
    <w:rsid w:val="0010226E"/>
    <w:rsid w:val="001023BD"/>
    <w:rsid w:val="0010273F"/>
    <w:rsid w:val="0010283B"/>
    <w:rsid w:val="0010521E"/>
    <w:rsid w:val="00106420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7D1"/>
    <w:rsid w:val="00114848"/>
    <w:rsid w:val="00115473"/>
    <w:rsid w:val="00115A71"/>
    <w:rsid w:val="00116237"/>
    <w:rsid w:val="001162C9"/>
    <w:rsid w:val="00116588"/>
    <w:rsid w:val="00116E7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76E"/>
    <w:rsid w:val="001D5B75"/>
    <w:rsid w:val="001D5C96"/>
    <w:rsid w:val="001D6046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AF5"/>
    <w:rsid w:val="00220729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94E"/>
    <w:rsid w:val="00241CB0"/>
    <w:rsid w:val="00241D2D"/>
    <w:rsid w:val="00241F59"/>
    <w:rsid w:val="0024265C"/>
    <w:rsid w:val="00242ADA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6A3E"/>
    <w:rsid w:val="00297572"/>
    <w:rsid w:val="00297CB3"/>
    <w:rsid w:val="00297DFE"/>
    <w:rsid w:val="002A0284"/>
    <w:rsid w:val="002A19FA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72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F4"/>
    <w:rsid w:val="00301EBF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8F8"/>
    <w:rsid w:val="003241E9"/>
    <w:rsid w:val="0032464F"/>
    <w:rsid w:val="00324B78"/>
    <w:rsid w:val="00324C31"/>
    <w:rsid w:val="00325A62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B48"/>
    <w:rsid w:val="003D4E7A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263F"/>
    <w:rsid w:val="003F303B"/>
    <w:rsid w:val="003F31D8"/>
    <w:rsid w:val="003F33DE"/>
    <w:rsid w:val="003F470F"/>
    <w:rsid w:val="003F4CBC"/>
    <w:rsid w:val="003F72E7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9C3"/>
    <w:rsid w:val="00491A0F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C34"/>
    <w:rsid w:val="00511D01"/>
    <w:rsid w:val="00512660"/>
    <w:rsid w:val="00512B38"/>
    <w:rsid w:val="005143DF"/>
    <w:rsid w:val="00515729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23FF"/>
    <w:rsid w:val="005925A4"/>
    <w:rsid w:val="00592B8F"/>
    <w:rsid w:val="00593B9A"/>
    <w:rsid w:val="00593C38"/>
    <w:rsid w:val="00593CE0"/>
    <w:rsid w:val="005941B7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33D"/>
    <w:rsid w:val="005C1FA1"/>
    <w:rsid w:val="005C224E"/>
    <w:rsid w:val="005C4338"/>
    <w:rsid w:val="005C5244"/>
    <w:rsid w:val="005C551C"/>
    <w:rsid w:val="005C64C6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2287"/>
    <w:rsid w:val="005F26B0"/>
    <w:rsid w:val="005F29EC"/>
    <w:rsid w:val="005F37A5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51640"/>
    <w:rsid w:val="006517C0"/>
    <w:rsid w:val="00651ADF"/>
    <w:rsid w:val="00652805"/>
    <w:rsid w:val="00653127"/>
    <w:rsid w:val="0065419E"/>
    <w:rsid w:val="00655CA8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7F78"/>
    <w:rsid w:val="00680986"/>
    <w:rsid w:val="0068167E"/>
    <w:rsid w:val="00681FF6"/>
    <w:rsid w:val="0068206A"/>
    <w:rsid w:val="006824DA"/>
    <w:rsid w:val="00682902"/>
    <w:rsid w:val="00684119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44"/>
    <w:rsid w:val="00691DBB"/>
    <w:rsid w:val="0069210A"/>
    <w:rsid w:val="0069333F"/>
    <w:rsid w:val="00695AE8"/>
    <w:rsid w:val="00695E71"/>
    <w:rsid w:val="006965E3"/>
    <w:rsid w:val="00696F05"/>
    <w:rsid w:val="006970C0"/>
    <w:rsid w:val="00697907"/>
    <w:rsid w:val="00697E9A"/>
    <w:rsid w:val="006A0853"/>
    <w:rsid w:val="006A09A5"/>
    <w:rsid w:val="006A150D"/>
    <w:rsid w:val="006A17E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C8E"/>
    <w:rsid w:val="006E3CE8"/>
    <w:rsid w:val="006E446F"/>
    <w:rsid w:val="006E6291"/>
    <w:rsid w:val="006E632D"/>
    <w:rsid w:val="006E6956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38A2"/>
    <w:rsid w:val="00717AB1"/>
    <w:rsid w:val="00717C64"/>
    <w:rsid w:val="00721FA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2C7"/>
    <w:rsid w:val="00764640"/>
    <w:rsid w:val="0076464D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7AEA"/>
    <w:rsid w:val="00787EB0"/>
    <w:rsid w:val="0079060D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D75"/>
    <w:rsid w:val="00844319"/>
    <w:rsid w:val="0084496F"/>
    <w:rsid w:val="00845B31"/>
    <w:rsid w:val="00845BB2"/>
    <w:rsid w:val="00845F67"/>
    <w:rsid w:val="008464C4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BC3"/>
    <w:rsid w:val="00863012"/>
    <w:rsid w:val="008630AB"/>
    <w:rsid w:val="0086383B"/>
    <w:rsid w:val="00863D1D"/>
    <w:rsid w:val="00864864"/>
    <w:rsid w:val="0086487C"/>
    <w:rsid w:val="00865389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3E4D"/>
    <w:rsid w:val="008B3F95"/>
    <w:rsid w:val="008B56D9"/>
    <w:rsid w:val="008B5AE2"/>
    <w:rsid w:val="008B5B7E"/>
    <w:rsid w:val="008B5FDD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72BE"/>
    <w:rsid w:val="008F72FE"/>
    <w:rsid w:val="008F7A76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100C4"/>
    <w:rsid w:val="00910D64"/>
    <w:rsid w:val="00910ED8"/>
    <w:rsid w:val="00910F42"/>
    <w:rsid w:val="009113C9"/>
    <w:rsid w:val="009114B4"/>
    <w:rsid w:val="00912639"/>
    <w:rsid w:val="00915043"/>
    <w:rsid w:val="0091682D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868"/>
    <w:rsid w:val="00986ED4"/>
    <w:rsid w:val="009874AE"/>
    <w:rsid w:val="00987873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27FC"/>
    <w:rsid w:val="009B2902"/>
    <w:rsid w:val="009B3111"/>
    <w:rsid w:val="009B3484"/>
    <w:rsid w:val="009B3C6A"/>
    <w:rsid w:val="009B3CCD"/>
    <w:rsid w:val="009B53ED"/>
    <w:rsid w:val="009B6511"/>
    <w:rsid w:val="009B7253"/>
    <w:rsid w:val="009B74A3"/>
    <w:rsid w:val="009C0699"/>
    <w:rsid w:val="009C125A"/>
    <w:rsid w:val="009C2681"/>
    <w:rsid w:val="009C2F56"/>
    <w:rsid w:val="009C384C"/>
    <w:rsid w:val="009C3A17"/>
    <w:rsid w:val="009C49A0"/>
    <w:rsid w:val="009C4D94"/>
    <w:rsid w:val="009C5A9D"/>
    <w:rsid w:val="009C5CE5"/>
    <w:rsid w:val="009C5E6C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310F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3CF5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695C"/>
    <w:rsid w:val="00A86979"/>
    <w:rsid w:val="00A91C0A"/>
    <w:rsid w:val="00A91C9F"/>
    <w:rsid w:val="00A91E0D"/>
    <w:rsid w:val="00A91F7E"/>
    <w:rsid w:val="00A93200"/>
    <w:rsid w:val="00A9330B"/>
    <w:rsid w:val="00A939E9"/>
    <w:rsid w:val="00A944CA"/>
    <w:rsid w:val="00A94B1B"/>
    <w:rsid w:val="00A951C7"/>
    <w:rsid w:val="00A95DE0"/>
    <w:rsid w:val="00A9641E"/>
    <w:rsid w:val="00A971B5"/>
    <w:rsid w:val="00A97460"/>
    <w:rsid w:val="00AA0FC3"/>
    <w:rsid w:val="00AA1A1F"/>
    <w:rsid w:val="00AA1DE4"/>
    <w:rsid w:val="00AA3508"/>
    <w:rsid w:val="00AA378D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451"/>
    <w:rsid w:val="00AC7D37"/>
    <w:rsid w:val="00AD1D65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F31"/>
    <w:rsid w:val="00B334C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EF4"/>
    <w:rsid w:val="00B801C2"/>
    <w:rsid w:val="00B805DE"/>
    <w:rsid w:val="00B80CD3"/>
    <w:rsid w:val="00B813C1"/>
    <w:rsid w:val="00B818EC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1610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6D89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1BBE"/>
    <w:rsid w:val="00C93C46"/>
    <w:rsid w:val="00C94210"/>
    <w:rsid w:val="00C94DAC"/>
    <w:rsid w:val="00CA1C8D"/>
    <w:rsid w:val="00CA2801"/>
    <w:rsid w:val="00CA2F30"/>
    <w:rsid w:val="00CA314F"/>
    <w:rsid w:val="00CA34D3"/>
    <w:rsid w:val="00CA41BF"/>
    <w:rsid w:val="00CA4F18"/>
    <w:rsid w:val="00CA5F6A"/>
    <w:rsid w:val="00CA699F"/>
    <w:rsid w:val="00CA79A0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E06B3"/>
    <w:rsid w:val="00CE1509"/>
    <w:rsid w:val="00CE16AD"/>
    <w:rsid w:val="00CE30CD"/>
    <w:rsid w:val="00CE3D40"/>
    <w:rsid w:val="00CE3E62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D98"/>
    <w:rsid w:val="00CF297F"/>
    <w:rsid w:val="00CF2986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48BD"/>
    <w:rsid w:val="00D24B24"/>
    <w:rsid w:val="00D24B82"/>
    <w:rsid w:val="00D24EB0"/>
    <w:rsid w:val="00D25987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54F2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447B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1BD1"/>
    <w:rsid w:val="00D82A02"/>
    <w:rsid w:val="00D82BB8"/>
    <w:rsid w:val="00D8322A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A74"/>
    <w:rsid w:val="00D92CDF"/>
    <w:rsid w:val="00D93A19"/>
    <w:rsid w:val="00D93F5D"/>
    <w:rsid w:val="00D94139"/>
    <w:rsid w:val="00D94DCC"/>
    <w:rsid w:val="00D9553B"/>
    <w:rsid w:val="00D95990"/>
    <w:rsid w:val="00D95FAE"/>
    <w:rsid w:val="00D96CBB"/>
    <w:rsid w:val="00D96E4A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913"/>
    <w:rsid w:val="00E00A47"/>
    <w:rsid w:val="00E01595"/>
    <w:rsid w:val="00E01EFF"/>
    <w:rsid w:val="00E022DC"/>
    <w:rsid w:val="00E024D3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891"/>
    <w:rsid w:val="00E259BC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FCC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38A8"/>
    <w:rsid w:val="00E53B80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8A8"/>
    <w:rsid w:val="00E93E53"/>
    <w:rsid w:val="00E95721"/>
    <w:rsid w:val="00E959D0"/>
    <w:rsid w:val="00E9630F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B66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20326"/>
    <w:rsid w:val="00F2061A"/>
    <w:rsid w:val="00F22566"/>
    <w:rsid w:val="00F227C9"/>
    <w:rsid w:val="00F22D15"/>
    <w:rsid w:val="00F23437"/>
    <w:rsid w:val="00F24897"/>
    <w:rsid w:val="00F249BB"/>
    <w:rsid w:val="00F24C83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D20"/>
    <w:rsid w:val="00F62161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70209"/>
    <w:rsid w:val="00F70E54"/>
    <w:rsid w:val="00F71329"/>
    <w:rsid w:val="00F715FC"/>
    <w:rsid w:val="00F71859"/>
    <w:rsid w:val="00F723B6"/>
    <w:rsid w:val="00F72608"/>
    <w:rsid w:val="00F7298E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400"/>
    <w:rsid w:val="00F80C1E"/>
    <w:rsid w:val="00F80D7D"/>
    <w:rsid w:val="00F81ADB"/>
    <w:rsid w:val="00F81B3C"/>
    <w:rsid w:val="00F829F8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7CFB"/>
    <w:rsid w:val="00FC002F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36D95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A36D95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300D0-A936-4835-9B4B-51C265B7D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13244</TotalTime>
  <Pages>32</Pages>
  <Words>6858</Words>
  <Characters>39091</Characters>
  <Application>Microsoft Office Word</Application>
  <DocSecurity>0</DocSecurity>
  <Lines>325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Abed</cp:lastModifiedBy>
  <cp:revision>46</cp:revision>
  <cp:lastPrinted>2017-08-20T07:43:00Z</cp:lastPrinted>
  <dcterms:created xsi:type="dcterms:W3CDTF">2015-06-13T07:48:00Z</dcterms:created>
  <dcterms:modified xsi:type="dcterms:W3CDTF">2017-08-30T08:07:00Z</dcterms:modified>
</cp:coreProperties>
</file>