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5F" w:rsidRDefault="00FF4B14" w:rsidP="00FF4B14">
      <w:pPr>
        <w:pStyle w:val="libCenter"/>
        <w:rPr>
          <w:rFonts w:hint="cs"/>
          <w:rtl/>
          <w:lang w:bidi="ur-PK"/>
        </w:rPr>
      </w:pPr>
      <w:r>
        <w:rPr>
          <w:noProof/>
          <w:rtl/>
        </w:rPr>
        <w:drawing>
          <wp:inline distT="0" distB="0" distL="0" distR="0">
            <wp:extent cx="5741170" cy="8133008"/>
            <wp:effectExtent l="19050" t="0" r="0" b="0"/>
            <wp:docPr id="1" name="Picture 1" descr="L:\New_kar\zilhajja_1438\quraani_duaein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ilhajja_1438\quraani_duaein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050" cy="8137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45F" w:rsidRDefault="000A745F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0A745F" w:rsidRDefault="000A745F" w:rsidP="00B56CAE">
      <w:pPr>
        <w:pStyle w:val="libNormal"/>
        <w:rPr>
          <w:lang w:bidi="ur-PK"/>
        </w:rPr>
      </w:pPr>
    </w:p>
    <w:p w:rsidR="00B56CAE" w:rsidRDefault="00B56CAE" w:rsidP="00E34197">
      <w:pPr>
        <w:pStyle w:val="libCenterBold2"/>
        <w:rPr>
          <w:rtl/>
          <w:lang w:bidi="ur-PK"/>
        </w:rPr>
      </w:pPr>
      <w:r>
        <w:rPr>
          <w:rtl/>
          <w:lang w:bidi="ur-PK"/>
        </w:rPr>
        <w:t>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E34197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دعاءکے</w:t>
      </w:r>
      <w:r>
        <w:rPr>
          <w:rtl/>
          <w:lang w:bidi="ur-PK"/>
        </w:rPr>
        <w:t xml:space="preserve">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مشتمل دروس کا گلدستہ</w:t>
      </w:r>
    </w:p>
    <w:p w:rsidR="00B56CAE" w:rsidRDefault="00B56CAE" w:rsidP="00E34197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اسٹوڈ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>: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(ع)فاؤنڈ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شعبہ قم المقدسہ</w:t>
      </w:r>
    </w:p>
    <w:p w:rsidR="00B56CAE" w:rsidRDefault="00B56CAE" w:rsidP="00E34197">
      <w:pPr>
        <w:pStyle w:val="libCenterBold2"/>
        <w:rPr>
          <w:lang w:bidi="ur-PK"/>
        </w:rPr>
      </w:pPr>
      <w:r>
        <w:rPr>
          <w:lang w:bidi="ur-PK"/>
        </w:rPr>
        <w:t>https://www.youtube.com/c/ImamHussainFoundation</w:t>
      </w:r>
    </w:p>
    <w:p w:rsidR="00B56CAE" w:rsidRDefault="00B56CAE" w:rsidP="00E34197">
      <w:pPr>
        <w:pStyle w:val="libCenterBold2"/>
        <w:rPr>
          <w:lang w:bidi="ur-PK"/>
        </w:rPr>
      </w:pPr>
      <w:r>
        <w:rPr>
          <w:lang w:bidi="ur-PK"/>
        </w:rPr>
        <w:t>http://www.youtube.com/user/almujtaba</w:t>
      </w:r>
    </w:p>
    <w:p w:rsidR="000A745F" w:rsidRDefault="00B56CAE" w:rsidP="00E34197">
      <w:pPr>
        <w:pStyle w:val="libCenterBold2"/>
        <w:rPr>
          <w:rtl/>
          <w:lang w:bidi="ur-PK"/>
        </w:rPr>
      </w:pPr>
      <w:r>
        <w:rPr>
          <w:rFonts w:hint="eastAsia"/>
          <w:rtl/>
          <w:lang w:bidi="ur-PK"/>
        </w:rPr>
        <w:t>مدرس</w:t>
      </w:r>
      <w:r>
        <w:rPr>
          <w:rtl/>
          <w:lang w:bidi="ur-PK"/>
        </w:rPr>
        <w:t>:        غلام قاسم تسن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</w:p>
    <w:p w:rsidR="000A745F" w:rsidRDefault="000A745F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56CAE" w:rsidRDefault="00B56CAE" w:rsidP="00B56CAE">
      <w:pPr>
        <w:pStyle w:val="libNormal"/>
        <w:rPr>
          <w:rtl/>
          <w:lang w:bidi="ur-PK"/>
        </w:rPr>
      </w:pPr>
    </w:p>
    <w:p w:rsidR="00B56CAE" w:rsidRPr="00E34197" w:rsidRDefault="00B56CAE" w:rsidP="00E34197">
      <w:pPr>
        <w:pStyle w:val="libCenterBold2"/>
        <w:rPr>
          <w:rtl/>
        </w:rPr>
      </w:pPr>
      <w:r w:rsidRPr="00E34197">
        <w:rPr>
          <w:rFonts w:hint="eastAsia"/>
          <w:rtl/>
        </w:rPr>
        <w:t>نام</w:t>
      </w:r>
      <w:r w:rsidRPr="00E34197">
        <w:rPr>
          <w:rtl/>
        </w:rPr>
        <w:t xml:space="preserve"> کتاب : قرآن</w:t>
      </w:r>
      <w:r w:rsidRPr="00E34197">
        <w:rPr>
          <w:rFonts w:hint="cs"/>
          <w:rtl/>
        </w:rPr>
        <w:t>ی</w:t>
      </w:r>
      <w:r w:rsidRPr="00E34197">
        <w:rPr>
          <w:rtl/>
        </w:rPr>
        <w:t xml:space="preserve"> دعائ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ں</w:t>
      </w:r>
      <w:r w:rsidRPr="00E34197">
        <w:rPr>
          <w:rtl/>
        </w:rPr>
        <w:t xml:space="preserve"> (دعاءکےمضام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ن</w:t>
      </w:r>
      <w:r w:rsidRPr="00E34197">
        <w:rPr>
          <w:rtl/>
        </w:rPr>
        <w:t xml:space="preserve"> پر مشتمل دروس کا گلدستہ)</w:t>
      </w:r>
    </w:p>
    <w:p w:rsidR="00B56CAE" w:rsidRPr="00E34197" w:rsidRDefault="00B56CAE" w:rsidP="00E34197">
      <w:pPr>
        <w:pStyle w:val="libCenterBold2"/>
        <w:rPr>
          <w:rtl/>
        </w:rPr>
      </w:pPr>
      <w:r w:rsidRPr="00E34197">
        <w:rPr>
          <w:rtl/>
        </w:rPr>
        <w:t xml:space="preserve"> مؤلف ۔۔۔۔۔۔۔۔۔۔۔۔۔۔۔۔۔۔        غلام قاسم تسن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م</w:t>
      </w:r>
      <w:r w:rsidRPr="00E34197">
        <w:rPr>
          <w:rFonts w:hint="cs"/>
          <w:rtl/>
        </w:rPr>
        <w:t>ی</w:t>
      </w:r>
    </w:p>
    <w:p w:rsidR="00B56CAE" w:rsidRPr="00E34197" w:rsidRDefault="00B56CAE" w:rsidP="00E34197">
      <w:pPr>
        <w:pStyle w:val="libCenterBold2"/>
        <w:rPr>
          <w:rtl/>
        </w:rPr>
      </w:pPr>
      <w:r w:rsidRPr="00E34197">
        <w:rPr>
          <w:rFonts w:hint="eastAsia"/>
          <w:rtl/>
        </w:rPr>
        <w:t>کمپوز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نگ</w:t>
      </w:r>
      <w:r w:rsidRPr="00E34197">
        <w:rPr>
          <w:rtl/>
        </w:rPr>
        <w:t xml:space="preserve"> وطراح</w:t>
      </w:r>
      <w:r w:rsidRPr="00E34197">
        <w:rPr>
          <w:rFonts w:hint="cs"/>
          <w:rtl/>
        </w:rPr>
        <w:t>ی</w:t>
      </w:r>
      <w:r w:rsidRPr="00E34197">
        <w:rPr>
          <w:rtl/>
        </w:rPr>
        <w:t>۔۔۔۔۔۔۔۔۔۔۔۔۔۔محمدجوادح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در</w:t>
      </w:r>
      <w:r w:rsidRPr="00E34197">
        <w:rPr>
          <w:rFonts w:hint="cs"/>
          <w:rtl/>
        </w:rPr>
        <w:t>ی</w:t>
      </w:r>
    </w:p>
    <w:p w:rsidR="00B56CAE" w:rsidRPr="00E34197" w:rsidRDefault="00B56CAE" w:rsidP="00E34197">
      <w:pPr>
        <w:pStyle w:val="libCenterBold2"/>
        <w:rPr>
          <w:rtl/>
        </w:rPr>
      </w:pPr>
      <w:r w:rsidRPr="00E34197">
        <w:rPr>
          <w:rFonts w:hint="eastAsia"/>
          <w:rtl/>
        </w:rPr>
        <w:t>ر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کارڈ</w:t>
      </w:r>
      <w:r w:rsidRPr="00E34197">
        <w:rPr>
          <w:rtl/>
        </w:rPr>
        <w:t xml:space="preserve"> شدہ ، اسٹوڈ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و</w:t>
      </w:r>
      <w:r w:rsidRPr="00E34197">
        <w:rPr>
          <w:rtl/>
        </w:rPr>
        <w:t>: امام حس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ن</w:t>
      </w:r>
      <w:r w:rsidRPr="00E34197">
        <w:rPr>
          <w:rtl/>
        </w:rPr>
        <w:t>(ع)فاؤنڈ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شن</w:t>
      </w:r>
      <w:r w:rsidRPr="00E34197">
        <w:rPr>
          <w:rtl/>
        </w:rPr>
        <w:t xml:space="preserve"> شعبہ قم المقدسہ</w:t>
      </w:r>
    </w:p>
    <w:p w:rsidR="00B56CAE" w:rsidRPr="00E34197" w:rsidRDefault="00B56CAE" w:rsidP="00E34197">
      <w:pPr>
        <w:pStyle w:val="libCenterBold2"/>
        <w:rPr>
          <w:rtl/>
        </w:rPr>
      </w:pPr>
      <w:r w:rsidRPr="00E34197">
        <w:rPr>
          <w:rFonts w:hint="eastAsia"/>
          <w:rtl/>
        </w:rPr>
        <w:t>جملہ</w:t>
      </w:r>
      <w:r w:rsidRPr="00E34197">
        <w:rPr>
          <w:rtl/>
        </w:rPr>
        <w:t xml:space="preserve"> حقوق بحق مٔولف محفوظ ہ</w:t>
      </w:r>
      <w:r w:rsidRPr="00E34197">
        <w:rPr>
          <w:rFonts w:hint="cs"/>
          <w:rtl/>
        </w:rPr>
        <w:t>ی</w:t>
      </w:r>
      <w:r w:rsidRPr="00E34197">
        <w:rPr>
          <w:rFonts w:hint="eastAsia"/>
          <w:rtl/>
        </w:rPr>
        <w:t>ں</w:t>
      </w:r>
    </w:p>
    <w:p w:rsidR="000A745F" w:rsidRDefault="000A745F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</w:t>
      </w:r>
    </w:p>
    <w:p w:rsidR="00B56CAE" w:rsidRDefault="00B56CAE" w:rsidP="00E34197">
      <w:pPr>
        <w:pStyle w:val="Heading2Center"/>
        <w:rPr>
          <w:rtl/>
          <w:lang w:bidi="ur-PK"/>
        </w:rPr>
      </w:pPr>
      <w:bookmarkStart w:id="0" w:name="_Toc493163623"/>
      <w:r>
        <w:rPr>
          <w:rFonts w:hint="eastAsia"/>
          <w:rtl/>
          <w:lang w:bidi="ur-PK"/>
        </w:rPr>
        <w:t>سرنامہ</w:t>
      </w:r>
      <w:r>
        <w:rPr>
          <w:rtl/>
          <w:lang w:bidi="ur-PK"/>
        </w:rPr>
        <w:t xml:space="preserve"> سخن</w:t>
      </w:r>
      <w:bookmarkEnd w:id="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ان مفاہ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 جو کہ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روشن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ہے؛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پکارنا، بلانا، ندا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عبادت کرنا؛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ہم جب 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مسئلا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ہوتا ہے تو ہم خدا کو بلاتے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پکارتے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اسے دعا کہا جاتا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مکتب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 کارخانہ ہے، معارف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خزانہ ہے،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نہ صرف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سے آشنا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آگاہ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دعاک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سبب اسے مغز عبادت، روح عبادت، مومن کا اسلحہ، پروردگار سے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کا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کاوش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پرمشتمل ان دروس کامجموعہ ہے،جو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(ع) فاؤنڈ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اسٹوڈ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شعبہ قم المقدسہ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کارڈکئےگئے،</w:t>
      </w:r>
      <w:r>
        <w:rPr>
          <w:rtl/>
          <w:lang w:bidi="ur-PK"/>
        </w:rPr>
        <w:t xml:space="preserve"> اسکے بعدمومن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سہولت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کئے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موضوع پر توان سخن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پروردگار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eastAsia"/>
          <w:rtl/>
          <w:lang w:bidi="ur-PK"/>
        </w:rPr>
        <w:t>طا</w:t>
      </w:r>
      <w:r>
        <w:rPr>
          <w:rtl/>
          <w:lang w:bidi="ur-PK"/>
        </w:rPr>
        <w:t xml:space="preserve"> کردہ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پر شکر گذار ہوں، وہاں ان دروس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کارڈنگ</w:t>
      </w:r>
      <w:r>
        <w:rPr>
          <w:rtl/>
          <w:lang w:bidi="ur-PK"/>
        </w:rPr>
        <w:t xml:space="preserve"> اور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پر ادارہ ھذا کے مسئول محترم جناب ڈاکٹرخل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طباطبائ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(حفظہ اللہ)اورشعبہ قم المقدسہ کےمسؤل 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الاسلام والمسلم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آقا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دعزہ</w:t>
      </w:r>
      <w:r>
        <w:rPr>
          <w:rtl/>
          <w:lang w:bidi="ur-PK"/>
        </w:rPr>
        <w:t xml:space="preserve"> کابھ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تہہ دل سےمشکورہوں جونہ فق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استادہ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وقتافوقتام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فرماتےرہےہ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دعاگوہوں کہ خداوندمتعال ادارہ ھذا اوربندہ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وتلاش کوقبول اورتوف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غلام</w:t>
      </w:r>
      <w:r>
        <w:rPr>
          <w:rtl/>
          <w:lang w:bidi="ur-PK"/>
        </w:rPr>
        <w:t xml:space="preserve"> قاسم تسن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قم</w:t>
      </w:r>
      <w:r>
        <w:rPr>
          <w:rtl/>
          <w:lang w:bidi="ur-PK"/>
        </w:rPr>
        <w:t xml:space="preserve"> المقدسہ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fa-IR"/>
        </w:rPr>
        <w:t>۱</w:t>
      </w:r>
      <w:r>
        <w:rPr>
          <w:rtl/>
          <w:lang w:bidi="ur-PK"/>
        </w:rPr>
        <w:t xml:space="preserve">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۱۴۳۷</w:t>
      </w:r>
    </w:p>
    <w:p w:rsidR="000A745F" w:rsidRDefault="000A745F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56CAE" w:rsidRDefault="00B56CAE" w:rsidP="00E34197">
      <w:pPr>
        <w:pStyle w:val="Heading2Center"/>
        <w:rPr>
          <w:rtl/>
          <w:lang w:bidi="ur-PK"/>
        </w:rPr>
      </w:pPr>
      <w:bookmarkStart w:id="1" w:name="_Toc493163624"/>
      <w:r>
        <w:rPr>
          <w:rFonts w:hint="eastAsia"/>
          <w:rtl/>
          <w:lang w:bidi="ur-PK"/>
        </w:rPr>
        <w:lastRenderedPageBreak/>
        <w:t>دعا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اور آداب</w:t>
      </w:r>
      <w:bookmarkEnd w:id="1"/>
    </w:p>
    <w:p w:rsidR="00B56CAE" w:rsidRDefault="00B56CAE" w:rsidP="00B56CAE">
      <w:pPr>
        <w:pStyle w:val="libNormal"/>
        <w:rPr>
          <w:rtl/>
          <w:lang w:bidi="ur-PK"/>
        </w:rPr>
      </w:pPr>
    </w:p>
    <w:p w:rsidR="00B56CAE" w:rsidRPr="00E34197" w:rsidRDefault="00B56CAE" w:rsidP="00C02DA6">
      <w:pPr>
        <w:pStyle w:val="libArabic"/>
        <w:rPr>
          <w:rtl/>
        </w:rPr>
      </w:pPr>
      <w:r w:rsidRPr="00E34197">
        <w:rPr>
          <w:rFonts w:hint="cs"/>
          <w:rtl/>
        </w:rPr>
        <w:t>أَعُوذُ</w:t>
      </w:r>
      <w:r w:rsidRPr="00E34197">
        <w:rPr>
          <w:rtl/>
        </w:rPr>
        <w:t xml:space="preserve"> بِالل</w:t>
      </w:r>
      <w:r w:rsidRPr="00E34197">
        <w:rPr>
          <w:rFonts w:hint="cs"/>
          <w:rtl/>
        </w:rPr>
        <w:t>هِ مِنَ الشَّيْطَانِ الرَّجِيمِ</w:t>
      </w:r>
    </w:p>
    <w:p w:rsidR="00B56CAE" w:rsidRPr="00E34197" w:rsidRDefault="00B56CAE" w:rsidP="00E34197">
      <w:pPr>
        <w:pStyle w:val="libArabic"/>
        <w:rPr>
          <w:rtl/>
        </w:rPr>
      </w:pPr>
      <w:r w:rsidRPr="00E34197">
        <w:rPr>
          <w:rFonts w:hint="eastAsia"/>
          <w:rtl/>
        </w:rPr>
        <w:t>بِس</w:t>
      </w:r>
      <w:r w:rsidRPr="00E34197">
        <w:rPr>
          <w:rFonts w:hint="cs"/>
          <w:rtl/>
        </w:rPr>
        <w:t>ْمِ</w:t>
      </w:r>
      <w:r w:rsidRPr="00E34197">
        <w:rPr>
          <w:rtl/>
        </w:rPr>
        <w:t xml:space="preserve"> الل</w:t>
      </w:r>
      <w:r w:rsidRPr="00E34197">
        <w:rPr>
          <w:rFonts w:hint="cs"/>
          <w:rtl/>
        </w:rPr>
        <w:t>هِ الرَّحْمنِ الرَّحِيمِ وَ هُوَ خَيْرُ نَاصِرِ وَ مُعِين وَصَلَّى‏ اللهُ‏ عَلَى‏ مُحَمَّدٍ وَ آلِ‏ مُحَمَّدٍ أَمَّا بَعْدُ فَ</w:t>
      </w:r>
      <w:r w:rsidRPr="00C02DA6">
        <w:rPr>
          <w:rFonts w:hint="cs"/>
          <w:rtl/>
        </w:rPr>
        <w:t>أَعُوذُ بِاللهِ مِنَ الشَّيْطَانِ الرَّجِيمِ</w:t>
      </w:r>
      <w:r w:rsidRPr="00E34197">
        <w:rPr>
          <w:rFonts w:hint="cs"/>
          <w:rtl/>
        </w:rPr>
        <w:t>.</w:t>
      </w:r>
    </w:p>
    <w:p w:rsidR="00B56CAE" w:rsidRDefault="00E34197" w:rsidP="007F6071">
      <w:pPr>
        <w:pStyle w:val="libNormal"/>
        <w:rPr>
          <w:rtl/>
          <w:lang w:bidi="ur-PK"/>
        </w:rPr>
      </w:pPr>
      <w:r>
        <w:rPr>
          <w:rStyle w:val="libAlaemChar"/>
          <w:rFonts w:hint="cs"/>
          <w:rtl/>
        </w:rPr>
        <w:t>(</w:t>
      </w:r>
      <w:r w:rsidR="00B56CAE" w:rsidRPr="00E34197">
        <w:rPr>
          <w:rStyle w:val="libAieChar"/>
          <w:rFonts w:hint="eastAsia"/>
          <w:rtl/>
        </w:rPr>
        <w:t>وَ</w:t>
      </w:r>
      <w:r w:rsidR="00B56CAE" w:rsidRPr="00E34197">
        <w:rPr>
          <w:rStyle w:val="libAieChar"/>
          <w:rtl/>
        </w:rPr>
        <w:t xml:space="preserve"> </w:t>
      </w:r>
      <w:r w:rsidR="00B56CAE" w:rsidRPr="00E34197">
        <w:rPr>
          <w:rStyle w:val="libAieChar"/>
          <w:rFonts w:hint="cs"/>
          <w:rtl/>
        </w:rPr>
        <w:t>إِذَا سَأَلَكَ عِبَادِي عَنِّي فَإِنِّي قَرِيبٌ أُجِيبُ دَعْوَةَ الدَّاعِ إِذ</w:t>
      </w:r>
      <w:r w:rsidR="00B56CAE" w:rsidRPr="00E34197">
        <w:rPr>
          <w:rStyle w:val="libAieChar"/>
          <w:rtl/>
        </w:rPr>
        <w:t>َا دَعَانِ فَل</w:t>
      </w:r>
      <w:r w:rsidR="00B56CAE" w:rsidRPr="00E34197">
        <w:rPr>
          <w:rStyle w:val="libAieChar"/>
          <w:rFonts w:hint="cs"/>
          <w:rtl/>
        </w:rPr>
        <w:t>ْيَسْتَجِيبُوا لِي وَ لْيُؤْمِنُوا بِي لَعَلَّهُمْ يَرْشُدُونَ</w:t>
      </w:r>
      <w:r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ہم جو سلسلہ شروع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 ہے کہ خالق کائنات ہمارے اور آپ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قرار دے۔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کسے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آداب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اور پھر 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ے؟</w:t>
      </w:r>
      <w:r>
        <w:rPr>
          <w:rtl/>
          <w:lang w:bidi="ur-PK"/>
        </w:rPr>
        <w:t xml:space="preserve"> خاص طور پر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ہمارا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موضوع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ہے اس حوالے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طور پر مق</w:t>
      </w:r>
      <w:r>
        <w:rPr>
          <w:rFonts w:hint="eastAsia"/>
          <w:rtl/>
          <w:lang w:bidi="ur-PK"/>
        </w:rPr>
        <w:t>دمے</w:t>
      </w:r>
      <w:r>
        <w:rPr>
          <w:rtl/>
          <w:lang w:bidi="ur-PK"/>
        </w:rPr>
        <w:t xml:space="preserve"> کے طور 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لت،</w:t>
      </w:r>
      <w:r>
        <w:rPr>
          <w:rtl/>
          <w:lang w:bidi="ur-PK"/>
        </w:rPr>
        <w:t xml:space="preserve"> آداب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اشارا کرنا پڑے گا۔ </w:t>
      </w:r>
    </w:p>
    <w:p w:rsidR="00B56CAE" w:rsidRDefault="00B56CAE" w:rsidP="00E34197">
      <w:pPr>
        <w:pStyle w:val="Heading2Center"/>
        <w:rPr>
          <w:rtl/>
          <w:lang w:bidi="ur-PK"/>
        </w:rPr>
      </w:pPr>
      <w:bookmarkStart w:id="2" w:name="_Toc493163625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  <w:bookmarkEnd w:id="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پکارنا، بلانا، ندا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عبادت کرنا،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استعمال ہوتا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ہم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مسئلا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ہوتا ہے تو ہم خدا کو بلاتے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پکارتے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اسے دعا کہا جاتا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مکتب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کارخانہ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خزانہ ہے، جو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منقول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جن دعائوں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؛چاہے وہ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چاہے صالح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چاہے وہ مرد حضرات سے 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سے، مقدس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معرفت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اگر مقا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کرے رسول کائنات اور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فرمودات کا ،ارشادات کا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کا، اور پھر وہ مطالعہ کرے ان دعائوں کا جو ان سے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اسے واضح طور پر پتا چلے گا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آسمان کا فرق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موضوع ہے،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حوالے سے جو گفتگو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ہم دعائوں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آئمہ،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خدا سے کس طرح ہمکلام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کس انداز سے گفتگو </w:t>
      </w:r>
      <w:r>
        <w:rPr>
          <w:rFonts w:hint="eastAsia"/>
          <w:rtl/>
          <w:lang w:bidi="ur-PK"/>
        </w:rPr>
        <w:t>کرتے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دونوں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آسمان کا فرق ملے گا اور اس فرق کا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مخاطب انسان ہوا کرتے تھے،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سائل آگ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امام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معلومات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جب انہوں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E34197">
        <w:rPr>
          <w:rStyle w:val="libArabicChar"/>
          <w:rtl/>
        </w:rPr>
        <w:t xml:space="preserve"> کلم الناس عل</w:t>
      </w:r>
      <w:r w:rsidRPr="00E34197">
        <w:rPr>
          <w:rStyle w:val="libArabicChar"/>
          <w:rFonts w:hint="cs"/>
          <w:rtl/>
        </w:rPr>
        <w:t>ی</w:t>
      </w:r>
      <w:r w:rsidRPr="00E34197">
        <w:rPr>
          <w:rStyle w:val="libArabicChar"/>
          <w:rtl/>
        </w:rPr>
        <w:t xml:space="preserve"> قدر عقولِ</w:t>
      </w:r>
      <w:r w:rsidRPr="00E34197">
        <w:rPr>
          <w:rStyle w:val="libArabicChar"/>
          <w:rFonts w:hint="cs"/>
          <w:rtl/>
        </w:rPr>
        <w:t>هم</w:t>
      </w:r>
      <w:r w:rsidRPr="0029475F">
        <w:rPr>
          <w:rFonts w:hint="cs"/>
          <w:rtl/>
        </w:rPr>
        <w:t>؛</w:t>
      </w:r>
      <w:r w:rsidRPr="007F6071">
        <w:rPr>
          <w:rStyle w:val="libFootnotenumChar"/>
          <w:rFonts w:hint="cs"/>
          <w:rtl/>
        </w:rPr>
        <w:t>(2)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سے ان کے عقل کے مطابق گفتگو کرو۔  تاکہ وہ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بات کچھ سمجھ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کچھ حاصل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تو انہوں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قانون کے مطابق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ارشاد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مخاطب انسان ہوتے تھے، ان کے درجات معارف مختلف ہوا کرتے تھے۔ اس حوالےسے  ان کے مطابق جواب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آئمہ جب خدا سے مخاطب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گفتگو خدا سے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انداز بدل جاتا ہے، معارف بدل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بدل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ودات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عارفانہ گفتگو بن جا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خدا سے ہمکلام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چاہے وہ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ہو، چاہے مناجات شعبان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ہو، چاہے وہ دعائے ابو حمزہ ثمال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۔ ہم ملے گا کہ کتنا فرق ہے۔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دعائے عرفہ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کر خدا کو پہچاننا چاہے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کو ، انعام اور اکرام کو،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پہچاننا چاہے۔ واقعا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خزانہ ہے جو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پاس موجود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Pr="00E34197" w:rsidRDefault="00B56CAE" w:rsidP="00E34197">
      <w:pPr>
        <w:pStyle w:val="Heading2Center"/>
        <w:rPr>
          <w:rtl/>
        </w:rPr>
      </w:pPr>
      <w:bookmarkStart w:id="3" w:name="_Toc493163626"/>
      <w:r w:rsidRPr="00E34197">
        <w:rPr>
          <w:rFonts w:hint="eastAsia"/>
          <w:rtl/>
        </w:rPr>
        <w:t>دعااورخودشناس</w:t>
      </w:r>
      <w:r w:rsidRPr="00E34197">
        <w:rPr>
          <w:rFonts w:hint="cs"/>
          <w:rtl/>
        </w:rPr>
        <w:t>ی</w:t>
      </w:r>
      <w:bookmarkEnd w:id="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ہے جو انسان کو نفس شناس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دعا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خود کو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ہوں؟ جب انسان دست دراز کرتا ہے خدا کے سامنے، اپنے عاجز ہونے کا، اپنے محدود ہونے کا ، اپنے محتاج ہونے کا، اہنے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کا اعلان کرتا ہے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وہ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شناس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کرتا ہے، معرفت نفس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کرتا ہے اور معرفت رب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کرتا ہے۔ بار الہا!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محتاج ہوں تو 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محدود ہوں تو لا محدود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ہوں،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 تو صمد ہے تو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ہاں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ہے،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خزانے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دعا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پہلو اہم پہلو ہے، کہ انسان اپنے عجز کا اعلان کرے۔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عاجز ہوں،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ہوں،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ہوں۔ سب کچھ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سب برکات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فضل و کمال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لئے جب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E34197">
        <w:rPr>
          <w:rStyle w:val="libArabicChar"/>
          <w:rFonts w:hint="eastAsia"/>
          <w:rtl/>
        </w:rPr>
        <w:t>الدعاء</w:t>
      </w:r>
      <w:r w:rsidRPr="00E34197">
        <w:rPr>
          <w:rStyle w:val="libArabicChar"/>
          <w:rtl/>
        </w:rPr>
        <w:t xml:space="preserve"> مخ العباد</w:t>
      </w:r>
      <w:r w:rsidR="00CC5C79" w:rsidRPr="007F6071">
        <w:rPr>
          <w:rStyle w:val="libArabicChar"/>
          <w:rFonts w:hint="cs"/>
          <w:rtl/>
        </w:rPr>
        <w:t>ة</w:t>
      </w:r>
      <w:r>
        <w:rPr>
          <w:rFonts w:hint="eastAsia"/>
          <w:rtl/>
          <w:lang w:bidi="ur-PK"/>
        </w:rPr>
        <w:t>؛</w:t>
      </w:r>
      <w:r w:rsidRPr="007F6071">
        <w:rPr>
          <w:rStyle w:val="libFootnotenumChar"/>
          <w:rtl/>
        </w:rPr>
        <w:t>(3)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دعا مغز عبادت ہے، دعا روح عبادت ہے، دعا اصل و اساس عبادت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" w:name="_Toc493163627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اپنے عاجز ہونے کا اعلان کرتا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 اور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عبادت ہے۔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واضح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۔سورہ بقرہ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ہے:</w:t>
      </w:r>
    </w:p>
    <w:p w:rsidR="00B56CAE" w:rsidRDefault="003F7BE3" w:rsidP="007F6071">
      <w:pPr>
        <w:pStyle w:val="libNormal"/>
        <w:rPr>
          <w:rtl/>
          <w:lang w:bidi="ur-PK"/>
        </w:rPr>
      </w:pPr>
      <w:r w:rsidRPr="003F7BE3">
        <w:rPr>
          <w:rStyle w:val="libAlaemChar"/>
          <w:rFonts w:hint="cs"/>
          <w:rtl/>
        </w:rPr>
        <w:t>(</w:t>
      </w:r>
      <w:r w:rsidR="00B56CAE" w:rsidRPr="003F7BE3">
        <w:rPr>
          <w:rStyle w:val="libAieChar"/>
          <w:rFonts w:hint="eastAsia"/>
          <w:rtl/>
        </w:rPr>
        <w:t>وَ</w:t>
      </w:r>
      <w:r w:rsidR="00B56CAE" w:rsidRPr="003F7BE3">
        <w:rPr>
          <w:rStyle w:val="libAieChar"/>
          <w:rtl/>
        </w:rPr>
        <w:t xml:space="preserve"> </w:t>
      </w:r>
      <w:r w:rsidR="00B56CAE" w:rsidRPr="003F7BE3">
        <w:rPr>
          <w:rStyle w:val="libAieChar"/>
          <w:rFonts w:hint="cs"/>
          <w:rtl/>
        </w:rPr>
        <w:t>إِذ</w:t>
      </w:r>
      <w:r w:rsidR="00B56CAE" w:rsidRPr="003F7BE3">
        <w:rPr>
          <w:rStyle w:val="libAieChar"/>
          <w:rtl/>
        </w:rPr>
        <w:t>ا سَ</w:t>
      </w:r>
      <w:r w:rsidR="00B56CAE" w:rsidRPr="003F7BE3">
        <w:rPr>
          <w:rStyle w:val="libAieChar"/>
          <w:rFonts w:hint="cs"/>
          <w:rtl/>
        </w:rPr>
        <w:t>أَلَكَ عِبادي عَنِّي فَإِنِّي قَريبٌ أُجيبُ دَعْوَةَ الدَّاعِ إِذا دَعانِ فَلْيَسْتَجيبُوا لي‏ وَ لْيُؤْمِنُوا بي‏ لَعَلَّهُمْ يَرْشُدُون</w:t>
      </w:r>
      <w:r w:rsidRPr="003F7BE3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!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تم سے پوچھنے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ہوا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کچھ لوگ پوچھنے آئے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! آپ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 ہمارے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تو ہم آہستہ مناجات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سے  آہستہ بات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تو سن لے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سے دور ہے تو بلند آواز سے اس کو پکار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تھا ان کا، خالق کائنات نے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کر کے آداب بتا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Default="003F7BE3" w:rsidP="00B56CAE">
      <w:pPr>
        <w:pStyle w:val="libNormal"/>
        <w:rPr>
          <w:rtl/>
          <w:lang w:bidi="ur-PK"/>
        </w:rPr>
      </w:pPr>
      <w:r w:rsidRPr="003F7BE3">
        <w:rPr>
          <w:rStyle w:val="libAlaemChar"/>
          <w:rFonts w:hint="cs"/>
          <w:rtl/>
        </w:rPr>
        <w:t>(</w:t>
      </w:r>
      <w:r w:rsidR="00B56CAE" w:rsidRPr="003F7BE3">
        <w:rPr>
          <w:rStyle w:val="libAieChar"/>
          <w:rFonts w:hint="eastAsia"/>
          <w:rtl/>
        </w:rPr>
        <w:t>وَ</w:t>
      </w:r>
      <w:r w:rsidR="00B56CAE" w:rsidRPr="003F7BE3">
        <w:rPr>
          <w:rStyle w:val="libAieChar"/>
          <w:rtl/>
        </w:rPr>
        <w:t xml:space="preserve"> </w:t>
      </w:r>
      <w:r w:rsidR="00B56CAE" w:rsidRPr="003F7BE3">
        <w:rPr>
          <w:rStyle w:val="libAieChar"/>
          <w:rFonts w:hint="cs"/>
          <w:rtl/>
        </w:rPr>
        <w:t>إِذَا سَأَلَكَ عِبَادِي عَنِّي فَإِنِّي قَرِيبٌ أُجِيبُ دَعْوَةَ الدَّاعِ إِذَا دَعَانِ فَلْيَسْتَجِيبُوا لِي وَ لْيُؤْمِنُوا بِي لَعَلَّهُمْ يَرْشُدُونَ</w:t>
      </w:r>
      <w:r w:rsidRPr="003F7BE3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تم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ہوچھنے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دور ہے؟ تو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دو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ہوں ان کے،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ہوں ان کے،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ہمارے اتنا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کہ اس سے بڑھ کر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 اتنا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کہ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قرب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سکتا،</w:t>
      </w:r>
    </w:p>
    <w:p w:rsidR="00B56CAE" w:rsidRDefault="003F7BE3" w:rsidP="00B56CAE">
      <w:pPr>
        <w:pStyle w:val="libNormal"/>
        <w:rPr>
          <w:rtl/>
          <w:lang w:bidi="ur-PK"/>
        </w:rPr>
      </w:pPr>
      <w:r w:rsidRPr="003F7BE3">
        <w:rPr>
          <w:rStyle w:val="libAlaemChar"/>
          <w:rFonts w:hint="cs"/>
          <w:rtl/>
        </w:rPr>
        <w:t>(</w:t>
      </w:r>
      <w:r w:rsidR="00B56CAE" w:rsidRPr="003F7BE3">
        <w:rPr>
          <w:rStyle w:val="libAieChar"/>
          <w:rFonts w:hint="eastAsia"/>
          <w:rtl/>
        </w:rPr>
        <w:t>وَ</w:t>
      </w:r>
      <w:r w:rsidR="00B56CAE" w:rsidRPr="003F7BE3">
        <w:rPr>
          <w:rStyle w:val="libAieChar"/>
          <w:rtl/>
        </w:rPr>
        <w:t xml:space="preserve"> نَح</w:t>
      </w:r>
      <w:r w:rsidR="00B56CAE" w:rsidRPr="003F7BE3">
        <w:rPr>
          <w:rStyle w:val="libAieChar"/>
          <w:rFonts w:hint="cs"/>
          <w:rtl/>
        </w:rPr>
        <w:t>ْنُ أَقْرَبُ إِلَيْهِ مِنْ حَبْلِ الْوَريد</w:t>
      </w:r>
      <w:r w:rsidRPr="0029475F">
        <w:rPr>
          <w:rFonts w:hint="cs"/>
          <w:rtl/>
        </w:rPr>
        <w:t xml:space="preserve"> </w:t>
      </w:r>
      <w:r w:rsidRPr="003F7BE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</w:t>
      </w:r>
      <w:r>
        <w:rPr>
          <w:rtl/>
          <w:lang w:bidi="ur-PK"/>
        </w:rPr>
        <w:t xml:space="preserve"> فرما رہا ہے کہ ہم انسان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 رگ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فاصلہ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مساحت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ناپا جائے۔ اس کا اندازہ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کتنا دور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>۔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3F7BE3">
        <w:rPr>
          <w:rStyle w:val="libArabicChar"/>
          <w:rFonts w:hint="cs"/>
          <w:rtl/>
        </w:rPr>
        <w:t>مَنْ عَرَفَ‏ نَفْسَهُ‏ فَقَدْ عَرَفَ رَبَّه</w:t>
      </w:r>
      <w:r w:rsidRPr="007F6071">
        <w:rPr>
          <w:rStyle w:val="libFootnotenumChar"/>
          <w:rFonts w:hint="cs"/>
          <w:rtl/>
        </w:rPr>
        <w:t>(5)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جوخودکوپہچان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تاہےخداکو</w:t>
      </w:r>
      <w:r>
        <w:rPr>
          <w:rtl/>
          <w:lang w:bidi="ur-PK"/>
        </w:rPr>
        <w:t xml:space="preserve">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تاہے،معرفت</w:t>
      </w:r>
      <w:r>
        <w:rPr>
          <w:rtl/>
          <w:lang w:bidi="ur-PK"/>
        </w:rPr>
        <w:t xml:space="preserve"> نفس اورمعرفت خدالازم وملزوم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ں،جب</w:t>
      </w:r>
      <w:r>
        <w:rPr>
          <w:rtl/>
          <w:lang w:bidi="ur-PK"/>
        </w:rPr>
        <w:t xml:space="preserve"> تم نےاپنےآپکوپہچان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پتاچلےگاتم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تھےمعدوم تھےکوئ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ہےجسنےتمہ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وجودعطاک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ا،تم</w:t>
      </w:r>
      <w:r>
        <w:rPr>
          <w:rtl/>
          <w:lang w:bidi="ur-PK"/>
        </w:rPr>
        <w:t xml:space="preserve"> محتاج ہوکوئ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ہے،تم محدودہوکوئ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لامحدودہے،معرفت نفس کےساتھ معرفت </w:t>
      </w:r>
      <w:r>
        <w:rPr>
          <w:rFonts w:hint="eastAsia"/>
          <w:rtl/>
          <w:lang w:bidi="ur-PK"/>
        </w:rPr>
        <w:t>خداحاصل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ہے،خدا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ہے۔فرما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ہوں،کتنا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ہےشہ رگ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پھرخودحکم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ہوں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دعا کرو مجھ سے مانگو، مجھ سے سوال کرو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وہ، اس نے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ہمارے کہے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ہم حق سوال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تھے اس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لا تعداد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حساب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کہ: </w:t>
      </w:r>
    </w:p>
    <w:p w:rsidR="00B56CAE" w:rsidRDefault="003F7BE3" w:rsidP="00B56CAE">
      <w:pPr>
        <w:pStyle w:val="libNormal"/>
        <w:rPr>
          <w:rtl/>
          <w:lang w:bidi="ur-PK"/>
        </w:rPr>
      </w:pPr>
      <w:r w:rsidRPr="003F7BE3">
        <w:rPr>
          <w:rStyle w:val="libAlaemChar"/>
          <w:rFonts w:hint="cs"/>
          <w:rtl/>
        </w:rPr>
        <w:t>(</w:t>
      </w:r>
      <w:r w:rsidR="00B56CAE" w:rsidRPr="003F7BE3">
        <w:rPr>
          <w:rStyle w:val="libAieChar"/>
          <w:rFonts w:hint="eastAsia"/>
          <w:rtl/>
        </w:rPr>
        <w:t>وَ</w:t>
      </w:r>
      <w:r w:rsidR="00B56CAE" w:rsidRPr="003F7BE3">
        <w:rPr>
          <w:rStyle w:val="libAieChar"/>
          <w:rtl/>
        </w:rPr>
        <w:t xml:space="preserve"> </w:t>
      </w:r>
      <w:r w:rsidR="00B56CAE" w:rsidRPr="003F7BE3">
        <w:rPr>
          <w:rStyle w:val="libAieChar"/>
          <w:rFonts w:hint="cs"/>
          <w:rtl/>
        </w:rPr>
        <w:t>إِنْ تَعُدُّوا نِعْمَةَ اللَّهِ لا تُحْصُوها</w:t>
      </w:r>
      <w:r w:rsidRPr="0029475F">
        <w:rPr>
          <w:rFonts w:hint="cs"/>
          <w:rtl/>
        </w:rPr>
        <w:t xml:space="preserve"> </w:t>
      </w:r>
      <w:r w:rsidRPr="003F7BE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(6)</w:t>
      </w:r>
      <w:r w:rsidR="00B56CAE" w:rsidRPr="0029475F">
        <w:rPr>
          <w:rFonts w:hint="cs"/>
          <w:rtl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 تم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چاہو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 سکتے، پھر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مجھ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مانگو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" w:name="_Toc493163628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مانگنے کا حکم</w:t>
      </w:r>
      <w:bookmarkEnd w:id="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کہا جاتا ہے کہ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ہے، خدا جانتا ہے، اسے سب پتا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مانگوں؟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آداب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برخلاف ہے۔ جب وہ خود حکم دے رہا ہے کہ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مانگو،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آداب مقرر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کار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سسٹم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سب کچھ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آداب دعا کے ساتھ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م</w:t>
      </w:r>
      <w:r>
        <w:rPr>
          <w:rFonts w:hint="eastAsia"/>
          <w:rtl/>
          <w:lang w:bidi="ur-PK"/>
        </w:rPr>
        <w:t>انگو</w:t>
      </w:r>
      <w:r>
        <w:rPr>
          <w:rtl/>
          <w:lang w:bidi="ur-PK"/>
        </w:rPr>
        <w:t xml:space="preserve"> استجب لکم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اللہ اکبر! وہ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بڑے بڑے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بڑے بڑے سخ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آپ ان کو ملا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کرم سے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سورج تلے اک چراغ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اپنا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محدود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پسند ہے۔ رسول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احب العباد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الدعا؛ خالق کائنات کو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پسند وہ بندہ ہے جو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دعا کرے، جو خدا سے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مانگے وہ اسے بہت اچھا لگتا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تضاد ہے جو ہم سے مانگے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لگتا، اور اگر بار بار مانگے کو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کتنا دے 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دو بار،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احسان جتانا پھر منوانا،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 سے مانگو، مجھے بہت اچھا لگتا ہے وہ جو مجھ سے مانگتا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کرتا ہے 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زخداسےمانگوہرچ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اپنےکھانےک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لئےنمک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خداسےمانگو </w:t>
      </w:r>
      <w:r w:rsidRPr="007F6071">
        <w:rPr>
          <w:rStyle w:val="libFootnotenumChar"/>
          <w:rtl/>
        </w:rPr>
        <w:t>(۷)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اپنے جوتے کا تسمہ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مانگو،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سے مانگو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عطا کرنے والا ہے، وہ جتنا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" w:name="_Toc493163629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قبول نہ ہونے کے اسباب</w:t>
      </w:r>
      <w:bookmarkEnd w:id="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آتا ہے کہ ہم بہت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جبکہ خدا 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استجب لکم،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طباطبائ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</w:t>
      </w:r>
      <w:r w:rsidRPr="007F6071">
        <w:rPr>
          <w:rStyle w:val="libFootnotenumChar"/>
          <w:rtl/>
        </w:rPr>
        <w:t>(۸)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لحن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توجہ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فرما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مانگو مجھ سے، استجب لکم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کروں گا، اب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نے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دعا صرف لفظ دہرانے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لب کے ہلانے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دعا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طلب کرنے کا نام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 سے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چاہوں ، افسوس ہوتا ہے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دعا اس لئے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 کہ خدا کو آزمائ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دعا قبول کرتا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مجھے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اس لئے دعا کرتا ہوں کہ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دعا طلب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جسے واقعا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 اس کے مانگنے کا انداز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ہوتا ہے، جسے ضرورت نہ ہو اس کے مانگنے کا انداز کچھ اور ہوتا ہے، ادعون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دعا کرو، دل و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طلب کرو،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دکھاوا نہ ہو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 ہو خدا کا امتحان نہ ہو،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اور </w:t>
      </w:r>
      <w:r>
        <w:rPr>
          <w:rtl/>
          <w:lang w:bidi="ur-PK"/>
        </w:rPr>
        <w:lastRenderedPageBreak/>
        <w:t>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ہو،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دعا کرو کہ خدا دے گا تو خدا ضرور دے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ہم خدا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جبکہ اس نے کہا ہے کہ مجھ سے مانگو۔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 اعتماد ہمارا بھروسہ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ہوتا ہے، عاد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اتنا متوجہ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لبوں سے کہہ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شفا عطا فرما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دل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ہمارا اعتماد ڈاکٹر پر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پر، بار الہا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عطا فرما خدا پر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اعتماد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پر، کس پر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اعتماد ہے، اور اہم بات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خالق کائنات نے فرما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استجب لکم،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کے حساب سے لکم خدا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لام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تمہارے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دونگا، خدا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ہر کام حکم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ہوتا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دونگا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دونگا جو تم مانگو گے، جو حکمت کے مطابق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تمہارے فائدے اور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بسا اوقات ہم عام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مشاہدہ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بچے ہم سے کچھ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ہو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نقصان ہے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ہم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ہوں ۔کتن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ہوا ہے مانگا اصرار سے مانگا، جب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پتا چلا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ہمارا مشاہدہ ہے، بسا اوقات ہم اپنے محدود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اپنے تعلقات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وابستگ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خدا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ہمارے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دونگا جو تمہارے فائدہ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" w:name="_Toc493163630"/>
      <w:r>
        <w:rPr>
          <w:rFonts w:hint="eastAsia"/>
          <w:rtl/>
          <w:lang w:bidi="ur-PK"/>
        </w:rPr>
        <w:t>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واضح طور پر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ہر دعا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ہر دعا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قبول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ہم نے مانگا ہو خدا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دے۔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 کہ ہمارے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فائدہ نہ ہو خدا اس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سے، اس دعا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ٹال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ٹال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ہم نے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فائدہ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 نہ ہو تو جو بہتر ہو خدا وہ عطا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اور اگر اس دعا کا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فائدہ نہ ہو تو آخرت کا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ہے، جب انسان اپنا نامہ اعمال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کھں</w:t>
      </w:r>
      <w:r>
        <w:rPr>
          <w:rtl/>
          <w:lang w:bidi="ur-PK"/>
        </w:rPr>
        <w:t xml:space="preserve"> گے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عبادتوں کا ثواب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 کر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ہم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خدا فرمائے گا: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دعائوں کا ثواب ہے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انسان کہے گا:  کاش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نہ ہو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Pr="007F6071">
        <w:rPr>
          <w:rStyle w:val="libFootnotenumChar"/>
          <w:rtl/>
        </w:rPr>
        <w:t>(۹)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دروازا بند ہو تو دس کھل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وہاں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ہے، پھر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 کہ کاش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نہ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استجب لکم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  تمہارے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وہان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اسباب و وسائل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ہے۔ پھر انسان کہے گا  کاش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دعا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انسان کے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ہم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عطا فرما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جانتا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ہوگا، کتنے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وہاں مجھے نوکر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جائے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وہاں جانے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ختم ہو 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خدا جانتا ہے۔مصلحت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عطا کرتا ہے، دعا مانگنے کا خدا 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دعا کو قبول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ارشاد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4567E6">
        <w:rPr>
          <w:rStyle w:val="libAieChar"/>
          <w:rtl/>
        </w:rPr>
        <w:t>وَ قالَ رَبُّ</w:t>
      </w:r>
      <w:r w:rsidR="00B56CAE" w:rsidRPr="004567E6">
        <w:rPr>
          <w:rStyle w:val="libAieChar"/>
          <w:rFonts w:hint="cs"/>
          <w:rtl/>
        </w:rPr>
        <w:t>كُمُ ادْعُوني‏ أَسْتَجِ</w:t>
      </w:r>
      <w:r w:rsidR="00B56CAE" w:rsidRPr="004567E6">
        <w:rPr>
          <w:rStyle w:val="libAieChar"/>
          <w:rtl/>
        </w:rPr>
        <w:t>ب</w:t>
      </w:r>
      <w:r w:rsidR="00B56CAE" w:rsidRPr="004567E6">
        <w:rPr>
          <w:rStyle w:val="libAieChar"/>
          <w:rFonts w:hint="cs"/>
          <w:rtl/>
        </w:rPr>
        <w:t>ْ‏ لَكُم‏</w:t>
      </w:r>
      <w:r w:rsidRPr="004567E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تمہارا رب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رہا کہ دعا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کروں 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دعا کرنے کے بعد جو خالق کائنات نے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4567E6">
        <w:rPr>
          <w:rStyle w:val="libAieChar"/>
          <w:rFonts w:hint="cs"/>
          <w:rtl/>
        </w:rPr>
        <w:t>إِنَّ الَّذينَ يَسْتَكْبِرُونَ عَنْ عِبادَتي‏ سَيَدْخُلُونَ جَهَنَّمَ داخِرين</w:t>
      </w:r>
      <w:r w:rsidR="00B56CAE" w:rsidRPr="0029475F">
        <w:rPr>
          <w:rFonts w:hint="cs"/>
          <w:rtl/>
        </w:rPr>
        <w:t>؛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وہ  لوگ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سے تکبر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جھکنے سے منہ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دخلون</w:t>
      </w:r>
      <w:r>
        <w:rPr>
          <w:rtl/>
          <w:lang w:bidi="ur-PK"/>
        </w:rPr>
        <w:t xml:space="preserve"> جھنم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الٹے منہ، منہ کے بل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اگر ہم ابتدا ئے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دعا کے بعد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رہا ہے وہ لوگ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eastAsia"/>
          <w:rtl/>
          <w:lang w:bidi="ur-PK"/>
        </w:rPr>
        <w:t>بادت</w:t>
      </w:r>
      <w:r>
        <w:rPr>
          <w:rtl/>
          <w:lang w:bidi="ur-PK"/>
        </w:rPr>
        <w:t xml:space="preserve"> سے تکبر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دعا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ہے</w:t>
      </w:r>
      <w:r w:rsidRPr="007F6071">
        <w:rPr>
          <w:rStyle w:val="libFootnotenumChar"/>
          <w:rtl/>
        </w:rPr>
        <w:t>(۱۱)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جو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کررہا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تکبر کا مرتکب ہو رہا ہے۔ خدا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 رہا، اپنے آپ کو بہت کچھ سمجھتا ہے کہ خدا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 رہا۔ لہذا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دعا کو عبادت کہا ہے اور جو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تکبر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کر </w:t>
      </w:r>
      <w:r>
        <w:rPr>
          <w:rFonts w:hint="eastAsia"/>
          <w:rtl/>
          <w:lang w:bidi="ur-PK"/>
        </w:rPr>
        <w:t>رہے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ردائے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جھگڑا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بندے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" w:name="_Toc493163631"/>
      <w:r>
        <w:rPr>
          <w:rFonts w:hint="eastAsia"/>
          <w:rtl/>
          <w:lang w:bidi="ur-PK"/>
        </w:rPr>
        <w:lastRenderedPageBreak/>
        <w:t>آداب</w:t>
      </w:r>
      <w:r>
        <w:rPr>
          <w:rtl/>
          <w:lang w:bidi="ur-PK"/>
        </w:rPr>
        <w:t xml:space="preserve"> دعا</w:t>
      </w:r>
      <w:bookmarkEnd w:id="8"/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حکم دے رہا ہے کہ مانگو، البتہ مانگنے کے کچھ آداب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ہے مختصر طورپرعرض کروں۔  امام صادق کے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کہنے لگا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کرتا ہوں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جبکہ خدا کا وعدہ ہے کہ دعا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کروں گا۔ 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ہاں،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جس سے دعا مانگ رہے ہو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تو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کس سے دعا مانگ رہے ہو،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رکھتے ہو۔ جس راستے سے دعا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پاک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تمہارا کھانا حلال ہے حلال رزق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حرام کھا کر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حرام کمائ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اگر انسان ا</w:t>
      </w:r>
      <w:r>
        <w:rPr>
          <w:rFonts w:hint="eastAsia"/>
          <w:rtl/>
          <w:lang w:bidi="ur-PK"/>
        </w:rPr>
        <w:t>ستفادہ</w:t>
      </w:r>
      <w:r>
        <w:rPr>
          <w:rtl/>
          <w:lang w:bidi="ur-PK"/>
        </w:rPr>
        <w:t xml:space="preserve"> کرے اور پھر دعا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اوپر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وہاں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تم جس راستے سے دعا کرو اسے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پھر آداب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پہلے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و ثنا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سورہ حمد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ہم خالق کائنات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سوال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پہلے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بِس</w:t>
      </w:r>
      <w:r w:rsidR="00B56CAE" w:rsidRPr="004567E6">
        <w:rPr>
          <w:rStyle w:val="libAieChar"/>
          <w:rFonts w:hint="cs"/>
          <w:rtl/>
        </w:rPr>
        <w:t>ْمِ</w:t>
      </w:r>
      <w:r w:rsidR="00B56CAE" w:rsidRPr="004567E6">
        <w:rPr>
          <w:rStyle w:val="libAieChar"/>
          <w:rtl/>
        </w:rPr>
        <w:t xml:space="preserve"> اللَّ</w:t>
      </w:r>
      <w:r w:rsidR="00B56CAE" w:rsidRPr="004567E6">
        <w:rPr>
          <w:rStyle w:val="libAieChar"/>
          <w:rFonts w:hint="cs"/>
          <w:rtl/>
        </w:rPr>
        <w:t>هِ الرَّحْمنِ الرَّحيمِ *الْحَمْدُ لِلَّهِ رَبِّ الْعالَمينَ *الرَّحْمنِ الرَّحيمِ *مالِكِ يَوْمِ الدِّينِ؛</w:t>
      </w:r>
      <w:r w:rsidR="00B56CAE"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حمد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ثنا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ہے، تو رحمن ہے،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روز جزا کا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ہے۔ پھر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عاجز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نعبد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طللب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اعلان، اب جا کر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ا</w:t>
      </w:r>
      <w:r w:rsidR="00B56CAE" w:rsidRPr="004567E6">
        <w:rPr>
          <w:rStyle w:val="libAieChar"/>
          <w:rFonts w:hint="cs"/>
          <w:rtl/>
        </w:rPr>
        <w:t>هدنا</w:t>
      </w:r>
      <w:r w:rsidR="00B56CAE" w:rsidRPr="004567E6">
        <w:rPr>
          <w:rStyle w:val="libAieChar"/>
          <w:rtl/>
        </w:rPr>
        <w:t xml:space="preserve"> الصراط المستق</w:t>
      </w:r>
      <w:r w:rsidR="00B56CAE" w:rsidRPr="004567E6">
        <w:rPr>
          <w:rStyle w:val="libAieChar"/>
          <w:rFonts w:hint="cs"/>
          <w:rtl/>
        </w:rPr>
        <w:t>ی</w:t>
      </w:r>
      <w:r w:rsidR="00B56CAE" w:rsidRPr="004567E6">
        <w:rPr>
          <w:rStyle w:val="libAieChar"/>
          <w:rFonts w:hint="eastAsia"/>
          <w:rtl/>
        </w:rPr>
        <w:t>م</w:t>
      </w:r>
      <w:r w:rsidR="00B56CAE">
        <w:rPr>
          <w:rFonts w:hint="eastAsia"/>
          <w:rtl/>
          <w:lang w:bidi="ur-PK"/>
        </w:rPr>
        <w:t>،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فرما۔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آداب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پہلے حمد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بجا لائو،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کرو،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اوصاف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اور اوصاف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کرو، اپنے گناہوں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 ربنا ظلمنا انفسنا، بار الہا ہم نے اپنے </w:t>
      </w:r>
      <w:r>
        <w:rPr>
          <w:rFonts w:hint="eastAsia"/>
          <w:rtl/>
          <w:lang w:bidi="ur-PK"/>
        </w:rPr>
        <w:t>اوپر</w:t>
      </w:r>
      <w:r>
        <w:rPr>
          <w:rtl/>
          <w:lang w:bidi="ur-PK"/>
        </w:rPr>
        <w:t xml:space="preserve">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طالوت اور جالوت کو واقعے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ہم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جب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احساس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لا طاقة لنا ہم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 مولانا تو ہمارا آقا ہے، ہمارا مولا ہے،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دعا آداب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ثنا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اپنے عاجز محتاج ہونے، اپنے گناہوں کا اعلان، اس کےبعد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اتنا کرم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اتنا فضل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 دے، اور ان دعائوں کو ان آداب کو اگر </w:t>
      </w:r>
      <w:r>
        <w:rPr>
          <w:rtl/>
          <w:lang w:bidi="ur-PK"/>
        </w:rPr>
        <w:lastRenderedPageBreak/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</w:t>
      </w:r>
      <w:r>
        <w:rPr>
          <w:rtl/>
          <w:lang w:bidi="ur-PK"/>
        </w:rPr>
        <w:t xml:space="preserve"> تو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دعائے عرفہ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انت الذ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امام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انت الذ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تو نے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نے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کے اسباب عطا کئے،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شکر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بعد گناہ ک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رہا ہوں۔ تو بلا رہا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رہا 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 آداب کے ساتھ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جارے رہے گا،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موضوعات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انشا اللہ خدا ہم اور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فرمائے، و السلام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" w:name="_Toc493163632"/>
      <w:r>
        <w:rPr>
          <w:rFonts w:hint="eastAsia"/>
          <w:rtl/>
          <w:lang w:bidi="ur-PK"/>
        </w:rPr>
        <w:t>شر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سے پناہ مانگنے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9"/>
    </w:p>
    <w:p w:rsidR="00B56CAE" w:rsidRPr="004567E6" w:rsidRDefault="00B56CAE" w:rsidP="00C02DA6">
      <w:pPr>
        <w:pStyle w:val="libArabic"/>
        <w:rPr>
          <w:rtl/>
        </w:rPr>
      </w:pPr>
      <w:r w:rsidRPr="004567E6">
        <w:rPr>
          <w:rFonts w:hint="cs"/>
          <w:rtl/>
        </w:rPr>
        <w:t>أَعُوذُ</w:t>
      </w:r>
      <w:r w:rsidRPr="004567E6">
        <w:rPr>
          <w:rtl/>
        </w:rPr>
        <w:t xml:space="preserve"> بِالل</w:t>
      </w:r>
      <w:r w:rsidRPr="004567E6">
        <w:rPr>
          <w:rFonts w:hint="cs"/>
          <w:rtl/>
        </w:rPr>
        <w:t>هِ مِنَ الشَّيْطَانِ الرَّجِيمِ</w:t>
      </w:r>
    </w:p>
    <w:p w:rsidR="00B56CAE" w:rsidRPr="004567E6" w:rsidRDefault="00B56CAE" w:rsidP="004567E6">
      <w:pPr>
        <w:pStyle w:val="libArabic"/>
        <w:rPr>
          <w:rtl/>
        </w:rPr>
      </w:pPr>
      <w:r w:rsidRPr="00C02DA6">
        <w:rPr>
          <w:rFonts w:hint="eastAsia"/>
          <w:rtl/>
        </w:rPr>
        <w:t>بِس</w:t>
      </w:r>
      <w:r w:rsidRPr="00C02DA6">
        <w:rPr>
          <w:rFonts w:hint="cs"/>
          <w:rtl/>
        </w:rPr>
        <w:t>ْمِ</w:t>
      </w:r>
      <w:r w:rsidRPr="00C02DA6">
        <w:rPr>
          <w:rtl/>
        </w:rPr>
        <w:t xml:space="preserve"> الل</w:t>
      </w:r>
      <w:r w:rsidRPr="00C02DA6">
        <w:rPr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</w:t>
      </w:r>
      <w:r w:rsidRPr="00C02DA6">
        <w:rPr>
          <w:rtl/>
        </w:rPr>
        <w:t>مِ</w:t>
      </w:r>
      <w:r w:rsidRPr="004567E6">
        <w:rPr>
          <w:rtl/>
        </w:rPr>
        <w:t>.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وَ</w:t>
      </w:r>
      <w:r w:rsidR="00B56CAE" w:rsidRPr="004567E6">
        <w:rPr>
          <w:rStyle w:val="libAieChar"/>
          <w:rtl/>
        </w:rPr>
        <w:t xml:space="preserve"> قُل</w:t>
      </w:r>
      <w:r w:rsidR="00B56CAE" w:rsidRPr="004567E6">
        <w:rPr>
          <w:rStyle w:val="libAieChar"/>
          <w:rFonts w:hint="cs"/>
          <w:rtl/>
        </w:rPr>
        <w:t>ْ رَبِّ أَعُوذُ بِكَ مِنْ هَمَزاتِ الشَّياطينِ</w:t>
      </w:r>
      <w:r w:rsidRPr="004567E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 شر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سے پناہ مانگنے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دعا کو ذکر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پڑے گا۔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خالق کائنات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خدا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بناتا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 کرتا، نہ ہم گمراہ ہوتے نہ خدا کے در سے دور ہوتے، نہ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ہوتے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مسائل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ہوتے، کتنا اچھا تھا کہ خدا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بناتا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فلسفہ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اس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سوالات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تو اسے مہلت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 انسانوں پر مسلط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انسان کو گمراہ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 سکتا ہے؟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 کو گمراہ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کرتا ہے؟ پھر پناہ مانگنے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اعوذ</w:t>
      </w:r>
      <w:r w:rsidR="00B56CAE" w:rsidRPr="004567E6">
        <w:rPr>
          <w:rStyle w:val="libAieChar"/>
          <w:rtl/>
        </w:rPr>
        <w:t xml:space="preserve"> بِالل</w:t>
      </w:r>
      <w:r w:rsidR="00B56CAE" w:rsidRPr="004567E6">
        <w:rPr>
          <w:rStyle w:val="libAieChar"/>
          <w:rFonts w:hint="cs"/>
          <w:rtl/>
        </w:rPr>
        <w:t>هِ قل اعوذ برب الناس</w:t>
      </w:r>
      <w:r w:rsidR="00B56CAE"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پناہ</w:t>
      </w:r>
      <w:r>
        <w:rPr>
          <w:rtl/>
          <w:lang w:bidi="ur-PK"/>
        </w:rPr>
        <w:t xml:space="preserve"> مانگنے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استعاذہ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کس طرح پناہ مانگے؟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پناہ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اہم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4567E6" w:rsidRDefault="004567E6" w:rsidP="00B56CAE">
      <w:pPr>
        <w:pStyle w:val="libNormal"/>
        <w:rPr>
          <w:rtl/>
          <w:lang w:bidi="ur-PK"/>
        </w:rPr>
      </w:pPr>
    </w:p>
    <w:p w:rsidR="00B56CAE" w:rsidRDefault="00B56CAE" w:rsidP="004567E6">
      <w:pPr>
        <w:pStyle w:val="Heading2Center"/>
        <w:rPr>
          <w:rtl/>
          <w:lang w:bidi="ur-PK"/>
        </w:rPr>
      </w:pPr>
      <w:bookmarkStart w:id="10" w:name="_Toc493163633"/>
      <w:r>
        <w:rPr>
          <w:rFonts w:hint="eastAsia"/>
          <w:rtl/>
          <w:lang w:bidi="ur-PK"/>
        </w:rPr>
        <w:t>فلسفہ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bookmarkEnd w:id="1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خالق</w:t>
      </w:r>
      <w:r>
        <w:rPr>
          <w:rtl/>
          <w:lang w:bidi="ur-PK"/>
        </w:rPr>
        <w:t xml:space="preserve"> کائنات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الاطلاق ہے، وہ دائم الفضل و الاحسان ہے،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اس نے اپنے فضل اور احسان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کو قرآن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فرعون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گفتگو، جب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فرعون کو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</w:t>
      </w:r>
      <w:r>
        <w:rPr>
          <w:rFonts w:hint="eastAsia"/>
          <w:rtl/>
          <w:lang w:bidi="ur-PK"/>
        </w:rPr>
        <w:t>نات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پروردگار کو قبول کر لو،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کلمہ پڑہ لو تو وہ پوچھتا ہے: تمہارا رب کون ہے؟ سورہ 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وہ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4567E6">
        <w:rPr>
          <w:rStyle w:val="libAieChar"/>
          <w:rtl/>
        </w:rPr>
        <w:t>قالَ رَبُّنَا الَّذ</w:t>
      </w:r>
      <w:r w:rsidR="00B56CAE" w:rsidRPr="004567E6">
        <w:rPr>
          <w:rStyle w:val="libAieChar"/>
          <w:rFonts w:hint="cs"/>
          <w:rtl/>
        </w:rPr>
        <w:t>ي أَعْطى‏ كُلَّ شَيْ‏ءٍ خَلْقَهُ ثُمَّ هَدى</w:t>
      </w:r>
      <w:r w:rsidRPr="004567E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(13)</w:t>
      </w:r>
      <w:r w:rsidR="00B56CAE" w:rsidRPr="0029475F">
        <w:rPr>
          <w:rFonts w:hint="cs"/>
          <w:rtl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کا تعارف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رب وہ ہے جس نے ہر ممکن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لباس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خدا کا فضل اور احسان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مخلوق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 ہر مخلوق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خدا نےا سے وجود </w:t>
      </w:r>
      <w:r>
        <w:rPr>
          <w:rFonts w:hint="eastAsia"/>
          <w:rtl/>
          <w:lang w:bidi="ur-PK"/>
        </w:rPr>
        <w:t>عطا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 تمام موجودات کا وجود فضل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 ت نے ہر ممکن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لباس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وجود ہے ممکن ہے، ہو سکتا ہے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ہو اور خدا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کھڑ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خدا کا فضل خدا کے احسان کا تقاضا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عطا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بتا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ہر ممکن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لباس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حوالے سے خدا نے فضل و احسان کرتے ہوے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اسے پھر مختار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احسان ہے، خالق کائنات نے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ہےکہ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اپنے ارادے سے اپنے راستے کو متع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معرفت کے وسائل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کے وسائل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طرح انسان کو خدا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کے بعد اسے ارادہ اور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4567E6">
        <w:rPr>
          <w:rStyle w:val="libAieChar"/>
          <w:rFonts w:hint="cs"/>
          <w:rtl/>
        </w:rPr>
        <w:t>إِنَّا هَدَيْناهُ السَّبيلَ إِمَّا شاكِراً وَ إِمَّا كَفُورا</w:t>
      </w:r>
      <w:r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(14)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انسان کو راستہ دکھا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اسے معرفت دے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حق اور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پہچان اسے دے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چاہے تو حق کو قبول کر لے شکر گذار بن جائے، چاہے تو حق کا انکار کر کے باطل کو مان کے ناشکرا بن جائے،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نے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کو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نے پہلے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عرش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کر بنا، فرشوں کے ساتھ اٹھنے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لگا۔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سکتا، اس نے مخلوق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نے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 جب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فرشتوں کا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 اپنے 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تار</w:t>
      </w:r>
      <w:r>
        <w:rPr>
          <w:rtl/>
          <w:lang w:bidi="ur-PK"/>
        </w:rPr>
        <w:t xml:space="preserve"> کا غلط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اس نے خالق کائنات کے سامنے کھڑے ہونے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اشکال اور اعتراض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 مجھے آگ 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افضل ہوں۔ وہ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بنا ہے وہ مفضول ہے ۔مجھے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تھا، تب جا کر وہ ملعون بنا، لعنت کا حقدار بنا،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وجود ہے، ممکن ہے، خدا نے اپنے احسان سے اسے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بلکل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طرح۔ کتنے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صرف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فرعون و نمرود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سکتا ہے ۔ طاغوت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سکتا ہے، ظالم حکمران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سکتا ہے۔ خدا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خدا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انہوں نے اس راستے کو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" w:name="_Toc493163634"/>
      <w:r>
        <w:rPr>
          <w:rFonts w:hint="eastAsia"/>
          <w:rtl/>
          <w:lang w:bidi="ur-PK"/>
        </w:rPr>
        <w:t>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کو مہلت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سبب</w:t>
      </w:r>
      <w:bookmarkEnd w:id="1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دوسرا سوال کہ خدا نے اسے مہلت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تو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مہلت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تمام انسانوں کو مہلت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کہ خدا نے اسے ہم پر مسلط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گمراہ کر سکتا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خدا نے انسان کو ارادہ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تمام وسائل اور اسباب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نے اسے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فطرت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خدا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کتابوں کو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فرشتے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</w:t>
      </w:r>
      <w:r>
        <w:rPr>
          <w:rFonts w:hint="eastAsia"/>
          <w:rtl/>
          <w:lang w:bidi="ur-PK"/>
        </w:rPr>
        <w:t>لاتے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کو شوق دلاتے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 پھر وہاں سے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نفس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نے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انسان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کہاں جاتا ہے۔اگر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دے رہا ہے تو وہاں ا</w:t>
      </w:r>
      <w:r>
        <w:rPr>
          <w:rFonts w:hint="eastAsia"/>
          <w:rtl/>
          <w:lang w:bidi="ur-PK"/>
        </w:rPr>
        <w:t>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ہے،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حوالے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اعتراض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پھر جب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گمراہ کرنے والا ہے تو خدا نے اپنا فضل اور احسان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آجائو توبہ کر لو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دونگا کتنا بڑا فضل ہے خد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4567E6">
        <w:rPr>
          <w:rStyle w:val="libArabicChar"/>
          <w:rFonts w:hint="eastAsia"/>
          <w:rtl/>
        </w:rPr>
        <w:t>التائب</w:t>
      </w:r>
      <w:r w:rsidRPr="004567E6">
        <w:rPr>
          <w:rStyle w:val="libArabicChar"/>
          <w:rtl/>
        </w:rPr>
        <w:t xml:space="preserve"> من الذنب کمن لا ذنب ل</w:t>
      </w:r>
      <w:r w:rsidRPr="004567E6">
        <w:rPr>
          <w:rStyle w:val="libArabicChar"/>
          <w:rFonts w:hint="cs"/>
          <w:rtl/>
        </w:rPr>
        <w:t>هُ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گناہ کرنے کے بعد توبہ کرتا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پاک بن جاتا ہے کہ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گناہ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 نے اتنا فضل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بہرحال خدا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سے پناہ مانگو، قل رب اعوذ بک اے رسول کہہ دو کہ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پناہ مانگتا ہوں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الوں</w:t>
      </w:r>
      <w:r>
        <w:rPr>
          <w:rtl/>
          <w:lang w:bidi="ur-PK"/>
        </w:rPr>
        <w:t xml:space="preserve"> سے، وسوسوں سے جو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اور آرزوں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کرتا ہے، جو گناہوں کو اچھا کر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سخت کر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مشکل ہے، 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قل</w:t>
      </w:r>
      <w:r w:rsidR="00B56CAE" w:rsidRPr="004567E6">
        <w:rPr>
          <w:rStyle w:val="libAieChar"/>
          <w:rtl/>
        </w:rPr>
        <w:t xml:space="preserve"> رب اعوذ من </w:t>
      </w:r>
      <w:r w:rsidR="00B56CAE" w:rsidRPr="004567E6">
        <w:rPr>
          <w:rStyle w:val="libAieChar"/>
          <w:rFonts w:hint="cs"/>
          <w:rtl/>
        </w:rPr>
        <w:t>هُمزات الشی</w:t>
      </w:r>
      <w:r w:rsidR="00B56CAE" w:rsidRPr="004567E6">
        <w:rPr>
          <w:rStyle w:val="libAieChar"/>
          <w:rFonts w:hint="eastAsia"/>
          <w:rtl/>
        </w:rPr>
        <w:t>اط</w:t>
      </w:r>
      <w:r w:rsidR="00B56CAE" w:rsidRPr="004567E6">
        <w:rPr>
          <w:rStyle w:val="libAieChar"/>
          <w:rFonts w:hint="cs"/>
          <w:rtl/>
        </w:rPr>
        <w:t>ی</w:t>
      </w:r>
      <w:r w:rsidR="00B56CAE" w:rsidRPr="004567E6">
        <w:rPr>
          <w:rStyle w:val="libAieChar"/>
          <w:rFonts w:hint="eastAsia"/>
          <w:rtl/>
        </w:rPr>
        <w:t>ن،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تجھ سے پناہ چاہتا ہوں تو پناہ دے۔ رسول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وہ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سے پناہ مانگےاس کے شر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مانگے، ہم تو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وقت اس ملعون دشمن سے پناہ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4567E6">
        <w:rPr>
          <w:rStyle w:val="libArabicChar"/>
          <w:rtl/>
        </w:rPr>
        <w:t xml:space="preserve"> والسلام عل</w:t>
      </w:r>
      <w:r w:rsidRPr="004567E6">
        <w:rPr>
          <w:rStyle w:val="libArabicChar"/>
          <w:rFonts w:hint="cs"/>
          <w:rtl/>
        </w:rPr>
        <w:t>ی</w:t>
      </w:r>
      <w:r w:rsidRPr="004567E6">
        <w:rPr>
          <w:rStyle w:val="libArabicChar"/>
          <w:rFonts w:hint="eastAsia"/>
          <w:rtl/>
        </w:rPr>
        <w:t>کم</w:t>
      </w:r>
      <w:r w:rsidRPr="004567E6">
        <w:rPr>
          <w:rStyle w:val="libArabicChar"/>
          <w:rtl/>
        </w:rPr>
        <w:t xml:space="preserve"> و رحمة الل</w:t>
      </w:r>
      <w:r w:rsidRPr="004567E6">
        <w:rPr>
          <w:rStyle w:val="libArabicChar"/>
          <w:rFonts w:hint="cs"/>
          <w:rtl/>
        </w:rPr>
        <w:t>ه و برکاتهُ</w:t>
      </w:r>
      <w:r w:rsidRPr="0029475F">
        <w:rPr>
          <w:rFonts w:hint="cs"/>
          <w:rtl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" w:name="_Toc493163635"/>
      <w:r>
        <w:rPr>
          <w:rFonts w:hint="eastAsia"/>
          <w:rtl/>
          <w:lang w:bidi="ur-PK"/>
        </w:rPr>
        <w:t>اعمال</w:t>
      </w:r>
      <w:r>
        <w:rPr>
          <w:rtl/>
          <w:lang w:bidi="ur-PK"/>
        </w:rPr>
        <w:t xml:space="preserve"> بد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2"/>
    </w:p>
    <w:p w:rsidR="00B56CAE" w:rsidRPr="004567E6" w:rsidRDefault="00B56CAE" w:rsidP="00C02DA6">
      <w:pPr>
        <w:pStyle w:val="libArabic"/>
        <w:rPr>
          <w:rtl/>
        </w:rPr>
      </w:pPr>
      <w:r w:rsidRPr="004567E6">
        <w:rPr>
          <w:rFonts w:hint="cs"/>
          <w:rtl/>
        </w:rPr>
        <w:t>أَعُوذُ</w:t>
      </w:r>
      <w:r w:rsidRPr="004567E6">
        <w:rPr>
          <w:rtl/>
        </w:rPr>
        <w:t xml:space="preserve"> بِالل</w:t>
      </w:r>
      <w:r w:rsidRPr="004567E6">
        <w:rPr>
          <w:rFonts w:hint="cs"/>
          <w:rtl/>
        </w:rPr>
        <w:t>هِ مِنَ الشَّيْطَانِ الرَّجِيمِ</w:t>
      </w:r>
    </w:p>
    <w:p w:rsidR="00B56CAE" w:rsidRDefault="00B56CAE" w:rsidP="004567E6">
      <w:pPr>
        <w:pStyle w:val="libArabic"/>
        <w:rPr>
          <w:rtl/>
          <w:lang w:bidi="ur-PK"/>
        </w:rPr>
      </w:pPr>
      <w:r w:rsidRPr="00C02DA6">
        <w:rPr>
          <w:rFonts w:hint="eastAsia"/>
          <w:rtl/>
        </w:rPr>
        <w:t>بِس</w:t>
      </w:r>
      <w:r w:rsidRPr="00C02DA6">
        <w:rPr>
          <w:rFonts w:hint="cs"/>
          <w:rtl/>
        </w:rPr>
        <w:t>ْمِ</w:t>
      </w:r>
      <w:r w:rsidRPr="00C02DA6">
        <w:rPr>
          <w:rtl/>
        </w:rPr>
        <w:t xml:space="preserve"> الل</w:t>
      </w:r>
      <w:r w:rsidRPr="00C02DA6">
        <w:rPr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>
        <w:rPr>
          <w:rFonts w:hint="cs"/>
          <w:rtl/>
          <w:lang w:bidi="ur-PK"/>
        </w:rPr>
        <w:t>.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قالَ</w:t>
      </w:r>
      <w:r w:rsidR="00B56CAE" w:rsidRPr="004567E6">
        <w:rPr>
          <w:rStyle w:val="libAieChar"/>
          <w:rtl/>
        </w:rPr>
        <w:t xml:space="preserve"> </w:t>
      </w:r>
      <w:r w:rsidR="00B56CAE" w:rsidRPr="004567E6">
        <w:rPr>
          <w:rStyle w:val="libAieChar"/>
          <w:rFonts w:hint="cs"/>
          <w:rtl/>
        </w:rPr>
        <w:t>أَعُوذُ بِاللَّهِ أَنْ أَكُونَ مِنَ الْجاهِلين</w:t>
      </w:r>
      <w:r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(16)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جس دعا کے حوالے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اعمال بد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کائنات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مخلوقات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کا اپنا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 ہم انسان اپنے محدود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صاحب شعور مخلوق صرف انسان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عام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موجودات بے شعور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ادراک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شعور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شعور کے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اس عمل کو انجام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اس کے بلکل برخلاف ہے،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شعور اور ادر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با فہم ہے، با شعور ہے۔ اس لئے قرآن نے جہاں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کا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انسان ہے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 رہا ہے، انسان ہے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س،</w:t>
      </w:r>
      <w:r>
        <w:rPr>
          <w:rtl/>
          <w:lang w:bidi="ur-PK"/>
        </w:rPr>
        <w:t xml:space="preserve"> تمج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ہےبلکہ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</w:t>
      </w:r>
      <w:r>
        <w:rPr>
          <w:rtl/>
          <w:lang w:bidi="ur-PK"/>
        </w:rPr>
        <w:t xml:space="preserve"> ہر مخلوق، ذرہ ذرہ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 رہا ہے۔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lastRenderedPageBreak/>
        <w:t>(</w:t>
      </w:r>
      <w:r w:rsidR="00B56CAE" w:rsidRPr="004567E6">
        <w:rPr>
          <w:rStyle w:val="libAieChar"/>
          <w:rFonts w:hint="cs"/>
          <w:rtl/>
        </w:rPr>
        <w:t>يُسَبِّحُ</w:t>
      </w:r>
      <w:r w:rsidR="00B56CAE" w:rsidRPr="004567E6">
        <w:rPr>
          <w:rStyle w:val="libAieChar"/>
          <w:rtl/>
        </w:rPr>
        <w:t xml:space="preserve"> لِلَّ</w:t>
      </w:r>
      <w:r w:rsidR="00B56CAE" w:rsidRPr="004567E6">
        <w:rPr>
          <w:rStyle w:val="libAieChar"/>
          <w:rFonts w:hint="cs"/>
          <w:rtl/>
        </w:rPr>
        <w:t>هِ ما فِي السَّماواتِ وَ ما فِي الْأَرْضِ الْمَلِكِ الْقُدُّوسِ الْعَزيزِ الْحَكيم</w:t>
      </w:r>
      <w:r w:rsidRPr="004567E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سبح</w:t>
      </w:r>
      <w:r>
        <w:rPr>
          <w:rtl/>
          <w:lang w:bidi="ur-PK"/>
        </w:rPr>
        <w:t xml:space="preserve"> سے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آغاز ہو رہا ہے، کائنات کا ذرہ ذرہ جو کچھ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کچھ آسمانوں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 رہا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وَ</w:t>
      </w:r>
      <w:r w:rsidR="00B56CAE" w:rsidRPr="004567E6">
        <w:rPr>
          <w:rStyle w:val="libAieChar"/>
          <w:rtl/>
        </w:rPr>
        <w:t xml:space="preserve"> </w:t>
      </w:r>
      <w:r w:rsidR="00B56CAE" w:rsidRPr="004567E6">
        <w:rPr>
          <w:rStyle w:val="libAieChar"/>
          <w:rFonts w:hint="cs"/>
          <w:rtl/>
        </w:rPr>
        <w:t>إِنْ مِنْ شَيْ‏ءٍ إِلاَّ يُسَبِّحُ بِحَمْدِهِ‏ وَ لكِنْ لا تَفْقَهُونَ تَسْبيحَهُم</w:t>
      </w:r>
      <w:r w:rsidRPr="004567E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(18)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و ثنا نہ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پھر دلچسپ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 اس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 ، حساب بلکل برعکس ہے،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شعور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فہم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ز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فہم اور ادراک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قرآن فرما رہا ہے کہ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با شعور ہے، اپنے ارادے اور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مخالفت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بلکہ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 ہو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ہو، کائ</w:t>
      </w:r>
      <w:r>
        <w:rPr>
          <w:rFonts w:hint="eastAsia"/>
          <w:rtl/>
          <w:lang w:bidi="ur-PK"/>
        </w:rPr>
        <w:t>نات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تو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ہے، خالق نے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جس مقصد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گامزن ہے، انسان تم ہو جو اس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محور سے منحرف ہو جاتے ہو۔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اپنے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سفر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سور ج اپنے مدار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 کر رہا۔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وَ</w:t>
      </w:r>
      <w:r w:rsidR="00B56CAE" w:rsidRPr="004567E6">
        <w:rPr>
          <w:rStyle w:val="libAieChar"/>
          <w:rtl/>
        </w:rPr>
        <w:t xml:space="preserve"> الشَّم</w:t>
      </w:r>
      <w:r w:rsidR="00B56CAE" w:rsidRPr="004567E6">
        <w:rPr>
          <w:rStyle w:val="libAieChar"/>
          <w:rFonts w:hint="cs"/>
          <w:rtl/>
        </w:rPr>
        <w:t>ْسُ تَجْري لِمُسْتَقَرٍّ لَها ذلِكَ تَقْديرُ الْعَزيزِ الْعَليم</w:t>
      </w:r>
      <w:r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سورج اپنے مدار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بنائے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گردش کر رہا ہے، نہ سورج قمر کو درک کر سکتا ،ہے نہ چاند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خلل ڈال سکتا ہے۔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اپنے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گامزن ہے، خدا نے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اپنے مقصد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سفر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بس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شعور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ہے،کائنات  کا ذرہ ذرہ شعور رکھتا ہے اور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کرتا ہے 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کرنا شعور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الحساب ہوگا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دن آئے گا 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اس کا حساب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 بولنے والے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خدا کے سامنے کھڑے ہو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 بول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۔ خدا فرمائے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تم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وہاں انکار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ہم نے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دن خدا حکم دے گا.</w:t>
      </w:r>
    </w:p>
    <w:p w:rsidR="00B56CAE" w:rsidRDefault="004567E6" w:rsidP="007F6071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ال</w:t>
      </w:r>
      <w:r w:rsidR="00B56CAE" w:rsidRPr="004567E6">
        <w:rPr>
          <w:rStyle w:val="libAieChar"/>
          <w:rFonts w:hint="cs"/>
          <w:rtl/>
        </w:rPr>
        <w:t>ْيَوْمَ</w:t>
      </w:r>
      <w:r w:rsidR="00B56CAE" w:rsidRPr="004567E6">
        <w:rPr>
          <w:rStyle w:val="libAieChar"/>
          <w:rtl/>
        </w:rPr>
        <w:t xml:space="preserve"> نَخ</w:t>
      </w:r>
      <w:r w:rsidR="00B56CAE" w:rsidRPr="004567E6">
        <w:rPr>
          <w:rStyle w:val="libAieChar"/>
          <w:rFonts w:hint="cs"/>
          <w:rtl/>
        </w:rPr>
        <w:t>ْتِمُ عَلى‏ أَفْواهِهِمْ وَ تُكَلِّمُنا أَيْديهِمْ وَ تَشْهَدُ أَرْجُلُهُمْ بِما كانُوا يَكْسِبُون</w:t>
      </w:r>
      <w:r w:rsidRPr="004567E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(20)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آج کے دن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زبانوں پر تالا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ان کے ہاتھ 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 کے پائوں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ہم تو ان ہاتھوں کو بے شعور سمجھ رہے تھے، ہم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تھے کہ صرف زبان بول اور کلام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قرآن فرما رہا ہے تمہارے ہاتھ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تمہارے خلاف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جلد تمہارے خلاف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انسان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سے پوچھے 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خلاف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پائوں اور جلد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جلد سے کہے گا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خلاف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وہ کہے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وَ</w:t>
      </w:r>
      <w:r w:rsidR="00B56CAE" w:rsidRPr="004567E6">
        <w:rPr>
          <w:rStyle w:val="libAieChar"/>
          <w:rtl/>
        </w:rPr>
        <w:t xml:space="preserve"> قالُوا لِجُلُودِ</w:t>
      </w:r>
      <w:r w:rsidR="00B56CAE" w:rsidRPr="004567E6">
        <w:rPr>
          <w:rStyle w:val="libAieChar"/>
          <w:rFonts w:hint="cs"/>
          <w:rtl/>
        </w:rPr>
        <w:t>هِمْ لِمَ شَهِدْتُمْ عَلَيْنا قالُوا أَنْطَقَنَا اللَّهُ الَّذي أَنْطَقَ كُلَّ شَيْ‏ء</w:t>
      </w:r>
      <w:r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کا حکم تھا جس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بولنا سکھا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ہمارے اعضا و جوارح کا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بتاتا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شعور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صرف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اعضا و جوارح بلکہ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انسان جس جگہ پر نماز پڑہتا ہے وہ جگہ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</w:t>
      </w:r>
      <w:r>
        <w:rPr>
          <w:rFonts w:hint="eastAsia"/>
          <w:rtl/>
          <w:lang w:bidi="ur-PK"/>
        </w:rPr>
        <w:t>سجدہ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، زمان اور مکان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گا۔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Pr="007F6071">
        <w:rPr>
          <w:rFonts w:hint="cs"/>
          <w:rtl/>
        </w:rPr>
        <w:t xml:space="preserve"> </w:t>
      </w:r>
      <w:r w:rsidR="00B56CAE" w:rsidRPr="004567E6">
        <w:rPr>
          <w:rStyle w:val="libAieChar"/>
          <w:rFonts w:hint="cs"/>
          <w:rtl/>
        </w:rPr>
        <w:t>يَوْمَئِذٍ</w:t>
      </w:r>
      <w:r w:rsidR="00B56CAE" w:rsidRPr="004567E6">
        <w:rPr>
          <w:rStyle w:val="libAieChar"/>
          <w:rtl/>
        </w:rPr>
        <w:t xml:space="preserve"> تُحَدِّثُ </w:t>
      </w:r>
      <w:r w:rsidR="00B56CAE" w:rsidRPr="004567E6">
        <w:rPr>
          <w:rStyle w:val="libAieChar"/>
          <w:rFonts w:hint="cs"/>
          <w:rtl/>
        </w:rPr>
        <w:t>أَخْبارَها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دن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سب خبروں کو ظاہر کر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رازوں کو برملا کر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آشکار کر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شعور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شعور و ادراک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 انسان کا عمل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پر اثر انداز ہوا کرتا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اپنے اعمال کو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جو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رہا ہوں اس کا اثر صرف مجھ پر ہو 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پورے معاشرے پر اثر ہوتا ہے، بلکہ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پر اثر ہوتا ہے، اعمال بد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تمام انسانوں پر مترتب ہوگا۔ نہ صرف انسانو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بلکہ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آسمان پر،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ہے اور بہت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منطق ہے اور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ہے۔ قرآن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آسمان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فساد ہو رہا ہے وہ انسان کے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ہے۔</w:t>
      </w:r>
    </w:p>
    <w:p w:rsidR="00B56CAE" w:rsidRDefault="004567E6" w:rsidP="00B56CAE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Style w:val="libAieChar"/>
          <w:rFonts w:hint="eastAsia"/>
          <w:rtl/>
        </w:rPr>
        <w:t>ظَ</w:t>
      </w:r>
      <w:r w:rsidR="00B56CAE" w:rsidRPr="004567E6">
        <w:rPr>
          <w:rStyle w:val="libAieChar"/>
          <w:rFonts w:hint="cs"/>
          <w:rtl/>
        </w:rPr>
        <w:t>هَرَ</w:t>
      </w:r>
      <w:r w:rsidR="00B56CAE" w:rsidRPr="004567E6">
        <w:rPr>
          <w:rStyle w:val="libAieChar"/>
          <w:rtl/>
        </w:rPr>
        <w:t xml:space="preserve"> ال</w:t>
      </w:r>
      <w:r w:rsidR="00B56CAE" w:rsidRPr="004567E6">
        <w:rPr>
          <w:rStyle w:val="libAieChar"/>
          <w:rFonts w:hint="cs"/>
          <w:rtl/>
        </w:rPr>
        <w:t>ْفَسادُ فِي الْبَرِّ وَ الْبَحْرِ بِما كَسَبَتْ أَيْدِي النَّاسِ لِيُذيقَهُمْ بَعْضَ الَّذي عَمِلُوا لَعَلَّهُمْ يَرْجِعُون‏</w:t>
      </w:r>
      <w:r w:rsidRPr="007F6071">
        <w:rPr>
          <w:rFonts w:hint="cs"/>
          <w:rtl/>
        </w:rPr>
        <w:t xml:space="preserve"> </w:t>
      </w:r>
      <w:r w:rsidRPr="004567E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آسمان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فساد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رہا ہے وہ ان اعمال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جو انسان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لئے ہم جب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مشاہدہ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نکلتا ہے خاص طور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حاصل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نکلتا ہے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سمندر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استغفار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سمندر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مترتب ہوگا۔ 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مترتب ہو گا،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آسمان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مترتب ہو گا،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کرتا ہے تو گناہ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پر مترتب ہوتا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کچھ فساد ہو رہا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کچھ قحط </w:t>
      </w:r>
      <w:r>
        <w:rPr>
          <w:rtl/>
          <w:lang w:bidi="ur-PK"/>
        </w:rPr>
        <w:lastRenderedPageBreak/>
        <w:t>ہو جاتا ہے، بارش نازل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اناج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ہوتا،انواع و اقسام کے عذاب نازل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اعمال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ہوا کرتا ہے۔تو انسان تو اپنے عمل کو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سمجھ، بلکہ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 دعا کر کے اللہ تجھے محفوظ رکھے برے اعمال اور ان کے اثرات سے۔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" w:name="_Toc493163636"/>
      <w:r>
        <w:rPr>
          <w:rFonts w:hint="eastAsia"/>
          <w:rtl/>
          <w:lang w:bidi="ur-PK"/>
        </w:rPr>
        <w:t>جہالت</w:t>
      </w:r>
      <w:r>
        <w:rPr>
          <w:rtl/>
          <w:lang w:bidi="ur-PK"/>
        </w:rPr>
        <w:t xml:space="preserve"> سے دور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قرآن نے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جہالت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ہےاور ہر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کو خدا سے دور کر دے،لہذا جب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خالق کائنات کے حکم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 کہہ رہا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گائے کو ذبح کرو، تو انہوں نے کہا اتتخذنا 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زوا؛ آپ ہمار مذاق اڑانا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داستان در اصل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قتل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ہر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رہا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قتل اس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اب بارہ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کا خوف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ہونے لگا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شروع نہ ہو جائے۔قب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آئے </w:t>
      </w:r>
      <w:r>
        <w:rPr>
          <w:rFonts w:hint="eastAsia"/>
          <w:rtl/>
          <w:lang w:bidi="ur-PK"/>
        </w:rPr>
        <w:t>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پاس آپ معاملے کو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خدا کے حکم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گائے ذبح کرو، انہوں نے سمجھا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مزاق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گائے ذبح کرنے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مسئلا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حل ہو گا،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جہالت اور اس کے آثار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کے نتائج سے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Pr="004567E6" w:rsidRDefault="004567E6" w:rsidP="004567E6">
      <w:pPr>
        <w:pStyle w:val="libArabic"/>
        <w:rPr>
          <w:rtl/>
        </w:rPr>
      </w:pPr>
      <w:r w:rsidRPr="004567E6">
        <w:rPr>
          <w:rStyle w:val="libAlaemChar"/>
          <w:rFonts w:hint="cs"/>
          <w:rtl/>
        </w:rPr>
        <w:t>(</w:t>
      </w:r>
      <w:r w:rsidR="00B56CAE" w:rsidRPr="004567E6">
        <w:rPr>
          <w:rtl/>
        </w:rPr>
        <w:t xml:space="preserve"> </w:t>
      </w:r>
      <w:r w:rsidR="00B56CAE" w:rsidRPr="004567E6">
        <w:rPr>
          <w:rStyle w:val="libAieChar"/>
          <w:rtl/>
        </w:rPr>
        <w:t>اعوذ بالل</w:t>
      </w:r>
      <w:r w:rsidR="00B56CAE" w:rsidRPr="004567E6">
        <w:rPr>
          <w:rStyle w:val="libAieChar"/>
          <w:rFonts w:hint="cs"/>
          <w:rtl/>
        </w:rPr>
        <w:t>ه ان اکون من الجاهلی</w:t>
      </w:r>
      <w:r w:rsidR="00B56CAE" w:rsidRPr="004567E6">
        <w:rPr>
          <w:rStyle w:val="libAieChar"/>
          <w:rFonts w:hint="eastAsia"/>
          <w:rtl/>
        </w:rPr>
        <w:t>ن</w:t>
      </w:r>
      <w:r w:rsidR="00B56CAE" w:rsidRPr="004567E6">
        <w:rPr>
          <w:rFonts w:hint="eastAsia"/>
          <w:rtl/>
        </w:rPr>
        <w:t>،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مانگتا ہوں اس سے کہ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 جائوں،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تمہارا مسخرہ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اڑائوں گا، مسخرے بازے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کرون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جاہلوں کا عمل ہے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جہالت سے دور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جہالت سے دور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جہالت انسان کو پتا چلے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گناہوں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ہے،اسے پتا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چلتا،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4567E6">
        <w:rPr>
          <w:rFonts w:hint="cs"/>
          <w:rtl/>
          <w:lang w:bidi="ur-PK"/>
        </w:rPr>
        <w:t xml:space="preserve"> </w:t>
      </w:r>
      <w:r w:rsidR="004567E6" w:rsidRPr="004567E6">
        <w:rPr>
          <w:rStyle w:val="libAlaemChar"/>
          <w:rFonts w:hint="cs"/>
          <w:rtl/>
        </w:rPr>
        <w:t>(</w:t>
      </w:r>
      <w:r w:rsidRPr="004567E6">
        <w:rPr>
          <w:rStyle w:val="libAieChar"/>
          <w:rtl/>
        </w:rPr>
        <w:t>وَ قُل</w:t>
      </w:r>
      <w:r w:rsidRPr="004567E6">
        <w:rPr>
          <w:rStyle w:val="libAieChar"/>
          <w:rFonts w:hint="cs"/>
          <w:rtl/>
        </w:rPr>
        <w:t>ْ رَبِّ زِدْني‏ عِلْما</w:t>
      </w:r>
      <w:r w:rsidR="004567E6" w:rsidRPr="0029475F">
        <w:rPr>
          <w:rFonts w:hint="cs"/>
          <w:rtl/>
        </w:rPr>
        <w:t xml:space="preserve"> </w:t>
      </w:r>
      <w:r w:rsidR="004567E6" w:rsidRPr="004567E6">
        <w:rPr>
          <w:rStyle w:val="libAlaemChar"/>
          <w:rFonts w:hint="cs"/>
          <w:rtl/>
        </w:rPr>
        <w:t>)</w:t>
      </w:r>
      <w:r w:rsidR="004567E6"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(24)</w:t>
      </w:r>
      <w:r w:rsidRPr="0029475F">
        <w:rPr>
          <w:rFonts w:hint="cs"/>
          <w:rtl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کہ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فرما، مجھے صاحب 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بنا دے مجھے فہم اور شعور اور ادراک اور معرفت عطا فرما،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جہالت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ہے اور انسان جہالت کے دشمن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اس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جب  لوگ آپ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پہچانتے تھے امت آپ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پہچانتے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کافر نہ پہچاننے کہ وجہ سے آپ پر ظلم کر رہے تھے، وہ پتھر مار رہے تھے اور آپ کے لبوں پر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4567E6">
        <w:rPr>
          <w:rStyle w:val="libArabicChar"/>
          <w:rFonts w:hint="eastAsia"/>
          <w:rtl/>
        </w:rPr>
        <w:t>الل</w:t>
      </w:r>
      <w:r w:rsidRPr="004567E6">
        <w:rPr>
          <w:rStyle w:val="libArabicChar"/>
          <w:rFonts w:hint="cs"/>
          <w:rtl/>
        </w:rPr>
        <w:t>هم</w:t>
      </w:r>
      <w:r w:rsidRPr="004567E6">
        <w:rPr>
          <w:rStyle w:val="libArabicChar"/>
          <w:rtl/>
        </w:rPr>
        <w:t xml:space="preserve"> ا</w:t>
      </w:r>
      <w:r w:rsidRPr="004567E6">
        <w:rPr>
          <w:rStyle w:val="libArabicChar"/>
          <w:rFonts w:hint="cs"/>
          <w:rtl/>
        </w:rPr>
        <w:t>هدی</w:t>
      </w:r>
      <w:r w:rsidRPr="004567E6">
        <w:rPr>
          <w:rStyle w:val="libArabicChar"/>
          <w:rtl/>
        </w:rPr>
        <w:t xml:space="preserve">  قوم</w:t>
      </w:r>
      <w:r w:rsidRPr="004567E6">
        <w:rPr>
          <w:rStyle w:val="libArabicChar"/>
          <w:rFonts w:hint="cs"/>
          <w:rtl/>
        </w:rPr>
        <w:t>ی</w:t>
      </w:r>
      <w:r w:rsidRPr="004567E6">
        <w:rPr>
          <w:rStyle w:val="libArabicChar"/>
          <w:rtl/>
        </w:rPr>
        <w:t xml:space="preserve"> فان</w:t>
      </w:r>
      <w:r w:rsidRPr="004567E6">
        <w:rPr>
          <w:rStyle w:val="libArabicChar"/>
          <w:rFonts w:hint="cs"/>
          <w:rtl/>
        </w:rPr>
        <w:t>هم لا ی</w:t>
      </w:r>
      <w:r w:rsidRPr="004567E6">
        <w:rPr>
          <w:rStyle w:val="libArabicChar"/>
          <w:rFonts w:hint="eastAsia"/>
          <w:rtl/>
        </w:rPr>
        <w:t>علمون</w:t>
      </w:r>
      <w:r>
        <w:rPr>
          <w:rtl/>
          <w:lang w:bidi="ur-PK"/>
        </w:rPr>
        <w:t xml:space="preserve"> (</w:t>
      </w:r>
      <w:r>
        <w:rPr>
          <w:rtl/>
          <w:lang w:bidi="fa-IR"/>
        </w:rPr>
        <w:t>۲۵)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بار</w:t>
      </w:r>
      <w:r>
        <w:rPr>
          <w:rtl/>
          <w:lang w:bidi="ur-PK"/>
        </w:rPr>
        <w:t xml:space="preserve"> الہا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ہوں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جہالت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انسان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نہ ہو جائے، جہالت انسان کو کہاں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اگر ماننے پر اتر آئے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کس کو امام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مانے تو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انسان کو امام ماننے سے انکار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جہالت اور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پناہ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4567E6" w:rsidP="004567E6">
      <w:pPr>
        <w:pStyle w:val="libNormal"/>
        <w:rPr>
          <w:rtl/>
          <w:lang w:bidi="ur-PK"/>
        </w:rPr>
      </w:pPr>
      <w:r w:rsidRPr="004567E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4567E6">
        <w:rPr>
          <w:rStyle w:val="libAieChar"/>
          <w:rtl/>
        </w:rPr>
        <w:t>اعوذ بالل</w:t>
      </w:r>
      <w:r w:rsidR="00B56CAE" w:rsidRPr="004567E6">
        <w:rPr>
          <w:rStyle w:val="libAieChar"/>
          <w:rFonts w:hint="cs"/>
          <w:rtl/>
        </w:rPr>
        <w:t>ه ان اکون من الجا</w:t>
      </w:r>
      <w:r w:rsidRPr="004567E6">
        <w:rPr>
          <w:rStyle w:val="libAieChar"/>
          <w:rFonts w:hint="cs"/>
          <w:rtl/>
        </w:rPr>
        <w:t>ه</w:t>
      </w:r>
      <w:r w:rsidR="00B56CAE" w:rsidRPr="007F6071">
        <w:rPr>
          <w:rStyle w:val="libAieChar"/>
          <w:rFonts w:hint="cs"/>
          <w:rtl/>
        </w:rPr>
        <w:t>ل</w:t>
      </w:r>
      <w:r w:rsidR="00B56CAE" w:rsidRPr="004567E6">
        <w:rPr>
          <w:rStyle w:val="libAieChar"/>
          <w:rFonts w:hint="cs"/>
          <w:rtl/>
        </w:rPr>
        <w:t>ی</w:t>
      </w:r>
      <w:r w:rsidR="00B56CAE" w:rsidRPr="004567E6">
        <w:rPr>
          <w:rStyle w:val="libAieChar"/>
          <w:rFonts w:hint="eastAsia"/>
          <w:rtl/>
        </w:rPr>
        <w:t>ن</w:t>
      </w:r>
      <w:r w:rsidRPr="004567E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کا لطف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خدا مسئلوں کو حل کرتا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گائے کو ذبح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</w:t>
      </w:r>
      <w:r>
        <w:rPr>
          <w:rtl/>
          <w:lang w:bidi="ur-PK"/>
        </w:rPr>
        <w:t xml:space="preserve"> مردہ گائے اس کے گوشت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اٹھا کر مقتول پر مارا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مردہ پر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حکم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وہ زندہ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Pr="007F6071">
        <w:rPr>
          <w:rStyle w:val="libFootnotenumChar"/>
          <w:rtl/>
        </w:rPr>
        <w:t>(26)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قدرت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مردہ کو مردہ پر لگا کر زندہ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کا کمال ہے، زندہ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قاتل کون ہے اور مسئلا حل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تو انسان کو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جہالت سے۔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جناب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خالق کائنات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بنائو اور پھر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آنے لگا، خدا نے وعدہ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اہل کو محفوظ رکھوں گا۔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چلنے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بڑہتا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لوگ پہاڑوں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بھاگنے لگے۔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کا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 حضرت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آجائو! کہا آج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پہاڑ پر جا کر پناہ لونگا۔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آج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سوائے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کے،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رہا تھا۔ حضرت نے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ہاتھ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بار الہا!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وعدہ تھا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کو بچا لوں گا۔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را اہل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سوال نہ کرو ۔اب اسے پتا چلا ،متوجہ ہوا کہ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فورا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: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02DA6">
        <w:rPr>
          <w:rStyle w:val="libAieChar"/>
          <w:rFonts w:hint="eastAsia"/>
          <w:rtl/>
        </w:rPr>
        <w:t>قالَ</w:t>
      </w:r>
      <w:r w:rsidR="00B56CAE" w:rsidRPr="00C02DA6">
        <w:rPr>
          <w:rStyle w:val="libAieChar"/>
          <w:rtl/>
        </w:rPr>
        <w:t xml:space="preserve"> رَبِّ </w:t>
      </w:r>
      <w:r w:rsidR="00B56CAE" w:rsidRPr="00C02DA6">
        <w:rPr>
          <w:rStyle w:val="libAieChar"/>
          <w:rFonts w:hint="cs"/>
          <w:rtl/>
        </w:rPr>
        <w:t>إِنِّي أَعُوذُ بِكَ أَنْ أَسْئَلَكَ ما لَيْسَ لي‏ بِهِ عِلْم‏</w:t>
      </w:r>
      <w:r w:rsidRPr="007F6071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(27)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مانگتا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سوال کروں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جہاں</w:t>
      </w:r>
      <w:r>
        <w:rPr>
          <w:rtl/>
          <w:lang w:bidi="ur-PK"/>
        </w:rPr>
        <w:t xml:space="preserve"> انسان کو پتا نہ ہو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وہان اصرار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پناہ مانگتا ہوں کہ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علم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رکھتا، اس کا سوال کرنے لگوں اور فورا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کہا:</w:t>
      </w:r>
    </w:p>
    <w:p w:rsidR="00B56CAE" w:rsidRDefault="00C02DA6" w:rsidP="00C02DA6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tl/>
        </w:rPr>
        <w:t xml:space="preserve">وَ </w:t>
      </w:r>
      <w:r w:rsidR="00B56CAE" w:rsidRPr="00C02DA6">
        <w:rPr>
          <w:rStyle w:val="libAieChar"/>
          <w:rFonts w:hint="cs"/>
          <w:rtl/>
        </w:rPr>
        <w:t>إِلاَّ تَغْفِرْ لي‏ وَ تَرْحَمْني</w:t>
      </w:r>
      <w:r w:rsidRPr="00C02DA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 تونے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مجھے معاف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پر رحم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 جائوں گا، سب سے بڑا خسارہ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مورد عتاب قرار پائے،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 اس کا سوال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انسان کو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کے سامنے،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 ہم تجھ سے پناہ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جن کا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کتنے اعمال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ان کے </w:t>
      </w:r>
      <w:r>
        <w:rPr>
          <w:rtl/>
          <w:lang w:bidi="ur-PK"/>
        </w:rPr>
        <w:lastRenderedPageBreak/>
        <w:t>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اعمال کتنے موثر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کو کہاں 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لئے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علما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اعمال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پر، انسان کے عمل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 ہے، اگر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کرے تو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کہاں تک مترتب ہوتا ہے نہ صرف اسے فائدہ پہنچتا ہے اس معاشرے کو بلکہ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آسمان کو فائدہ پہنچتا ہے اور اگر انسان گناہ کرنے لگے اس سے نہ صرف انسان کو نقصان ہو گا بلکہ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آسمان کو نقصان ہو گا۔ گناہوں سے دور اور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گناہ کے جتنے اثرات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 تباہ و برباد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کا کرم ہے 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انسان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آسمان کے دروازے کھول دوں گا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ارشاد رب العزت ہے کہو 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02DA6">
        <w:rPr>
          <w:rStyle w:val="libAieChar"/>
          <w:rFonts w:hint="eastAsia"/>
          <w:rtl/>
        </w:rPr>
        <w:t>لَو</w:t>
      </w:r>
      <w:r w:rsidR="00B56CAE" w:rsidRPr="00C02DA6">
        <w:rPr>
          <w:rStyle w:val="libAieChar"/>
          <w:rFonts w:hint="cs"/>
          <w:rtl/>
        </w:rPr>
        <w:t>ْأَنَّ</w:t>
      </w:r>
      <w:r w:rsidR="00B56CAE" w:rsidRPr="00C02DA6">
        <w:rPr>
          <w:rStyle w:val="libAieChar"/>
          <w:rtl/>
        </w:rPr>
        <w:t xml:space="preserve"> </w:t>
      </w:r>
      <w:r w:rsidR="00B56CAE" w:rsidRPr="00C02DA6">
        <w:rPr>
          <w:rStyle w:val="libAieChar"/>
          <w:rFonts w:hint="cs"/>
          <w:rtl/>
        </w:rPr>
        <w:t>أَهْلَ الْقُرى‏ آمَنُوا وَ اتَّقَوْا لَفَتَحْنا عَلَيْهِمْ بَرَكاتٍ مِنَ السَّماءِ وَ الْأَرْض</w:t>
      </w:r>
      <w:r w:rsidRPr="0029475F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شہروں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ہاتوں</w:t>
      </w:r>
      <w:r>
        <w:rPr>
          <w:rtl/>
          <w:lang w:bidi="ur-PK"/>
        </w:rPr>
        <w:t xml:space="preserve"> والے اللہ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تقوا اور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آسمان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دروازے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ان پر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ہونے لگے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قحط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مسائل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مشکلات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وجہ ہمارے اپنے اعمال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واضح طور پر فرما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جب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گناہ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پہلے ہوا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آج 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ماڈرن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جہاں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وسائل آ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گناہ آ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۔پہلے اس طرح کے گنا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کہاں تھے، اور آج کا انسان جو اپنے آپ کو روشن فکر  کہتا ہے،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کہتا ہے، </w:t>
      </w:r>
      <w:r>
        <w:rPr>
          <w:rtl/>
          <w:lang w:bidi="fa-IR"/>
        </w:rPr>
        <w:t>۲۱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ماڈرن انسان کہتا ہے، اس نے اپنے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کتنے ممالک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پر رسم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قانون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مرد مرد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سکتا ہے عورت عورت سے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کہاں ہے اس طرح، انواع و اقسام کے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گناہ ،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اگر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گناہ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پہلے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کرتے تھے نئے گناہ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نئے نئے عذابوں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اعمال سے، حضرت لوط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الہا،</w:t>
      </w:r>
    </w:p>
    <w:p w:rsidR="00B56CAE" w:rsidRDefault="00C02DA6" w:rsidP="007F6071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tl/>
        </w:rPr>
        <w:t>رَبِّ نَجِّن</w:t>
      </w:r>
      <w:r w:rsidR="00B56CAE" w:rsidRPr="00C02DA6">
        <w:rPr>
          <w:rStyle w:val="libAieChar"/>
          <w:rFonts w:hint="cs"/>
          <w:rtl/>
        </w:rPr>
        <w:t>ي‏ وَ أَهْلي‏ مِمَّا يَعْمَلُون</w:t>
      </w:r>
      <w:r w:rsidRPr="007F6071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مجھے بچا 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بچا لے اس عمل سے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صرف انسان خود کو بچائے گناہ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بلکہ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بچا لے ان کے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کرے،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صرف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خطرات سے بچا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خطرات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گناہ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فراز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کو ان اعمال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نہ صرف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بلکہ بدکاروں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 الہا !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سے بچا۔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برے انسان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انسان کو کہاں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حضرت نوح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جو غرق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نوح نے ،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سوال نہ کرو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بدکاروں سے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برا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اچھا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بروں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اظہار برائت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جناب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02DA6">
        <w:rPr>
          <w:rStyle w:val="libAieChar"/>
          <w:rFonts w:hint="eastAsia"/>
          <w:rtl/>
        </w:rPr>
        <w:t>رَبِّ</w:t>
      </w:r>
      <w:r w:rsidR="00B56CAE" w:rsidRPr="00C02DA6">
        <w:rPr>
          <w:rStyle w:val="libAieChar"/>
          <w:rtl/>
        </w:rPr>
        <w:t xml:space="preserve"> اب</w:t>
      </w:r>
      <w:r w:rsidR="00B56CAE" w:rsidRPr="00C02DA6">
        <w:rPr>
          <w:rStyle w:val="libAieChar"/>
          <w:rFonts w:hint="cs"/>
          <w:rtl/>
        </w:rPr>
        <w:t>ْنِ لي‏ عِنْدَكَ بَيْتاً فِي الْجَنَّة</w:t>
      </w:r>
      <w:r w:rsidRPr="0029475F">
        <w:rPr>
          <w:rFonts w:hint="cs"/>
          <w:rtl/>
        </w:rPr>
        <w:t xml:space="preserve"> 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!م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تمام مشکلات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کا سوال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بنادے، اور پھر مجھے نجات عطا فرما فرعون سے اور فرعون کے کارندوں سے، جگہ جگہ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موجود ہے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ظالموں سے نجات عطا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طرح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مظلوم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صرف ظالم نہ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ظلم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سکوت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خاموش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صالح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مگر، کتنے افراد تھے جو آکر ناقے کو انہوں نے نحر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ذبح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کتنے لوگ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(31)</w:t>
      </w:r>
      <w:r>
        <w:rPr>
          <w:rtl/>
          <w:lang w:bidi="ur-PK"/>
        </w:rPr>
        <w:t xml:space="preserve"> عذاب کتنوں پر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02DA6">
        <w:rPr>
          <w:rStyle w:val="libAieChar"/>
          <w:rFonts w:hint="eastAsia"/>
          <w:rtl/>
        </w:rPr>
        <w:t>فَعَقَرُو</w:t>
      </w:r>
      <w:r w:rsidR="00B56CAE" w:rsidRPr="00C02DA6">
        <w:rPr>
          <w:rStyle w:val="libAieChar"/>
          <w:rFonts w:hint="cs"/>
          <w:rtl/>
        </w:rPr>
        <w:t>ها</w:t>
      </w:r>
      <w:r w:rsidR="00B56CAE" w:rsidRPr="00C02DA6">
        <w:rPr>
          <w:rStyle w:val="libAieChar"/>
          <w:rtl/>
        </w:rPr>
        <w:t xml:space="preserve"> فَدَم</w:t>
      </w:r>
      <w:r w:rsidR="00B56CAE" w:rsidRPr="00C02DA6">
        <w:rPr>
          <w:rStyle w:val="libAieChar"/>
          <w:rFonts w:hint="cs"/>
          <w:rtl/>
        </w:rPr>
        <w:t>ْدَمَ عَلَيْهِمْ رَبُّهُمْ بِذَنْبِهِمْ فَسَوَّاها</w:t>
      </w:r>
      <w:r w:rsidR="00B56CAE" w:rsidRPr="0029475F">
        <w:rPr>
          <w:rFonts w:hint="cs"/>
          <w:rtl/>
        </w:rPr>
        <w:t xml:space="preserve"> ؛</w:t>
      </w:r>
      <w:r w:rsidRPr="00C02DA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ختم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کا سزا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کہا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کے ظلم پر خاموش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رہے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ظلم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تھے۔ اس لئے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 کو ظالم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بننا چاہئے مظلوم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بننا چاہئے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 الہ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ظالم کے شر سے نجات عطا فرما۔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آج کل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ظالم حکمران مغرب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جنٹ</w:t>
      </w:r>
      <w:r>
        <w:rPr>
          <w:rtl/>
          <w:lang w:bidi="ur-PK"/>
        </w:rPr>
        <w:t xml:space="preserve"> حکمران،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ان کے شر سے محفوظ رکھے امت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کو محفوظ رکھے،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مسلمان حکمران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پر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 ہوتا ہے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آواز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اٹھاتے بلکہ ان کے در</w:t>
      </w: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 فتوا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خلاف احتجاج کرنا حرام ہے، رسول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 احتجاج </w:t>
      </w:r>
      <w:r>
        <w:rPr>
          <w:rtl/>
          <w:lang w:bidi="ur-PK"/>
        </w:rPr>
        <w:lastRenderedPageBreak/>
        <w:t>کرنا حرام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وہاں سب واو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کرنے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ظالم جابر ان کے شر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اگر ہم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ہے؛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پناہ چاہتا ہوں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پورے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مطالعہ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امام نےت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نا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tl/>
        </w:rPr>
        <w:t xml:space="preserve"> اعوذ بک </w:t>
      </w:r>
      <w:r w:rsidRPr="00C02DA6">
        <w:rPr>
          <w:rStyle w:val="libArabicChar"/>
          <w:rFonts w:hint="cs"/>
          <w:rtl/>
        </w:rPr>
        <w:t>ی</w:t>
      </w:r>
      <w:r w:rsidRPr="00C02DA6">
        <w:rPr>
          <w:rStyle w:val="libArabicChar"/>
          <w:rFonts w:hint="eastAsia"/>
          <w:rtl/>
        </w:rPr>
        <w:t>ا</w:t>
      </w:r>
      <w:r w:rsidRPr="00C02DA6">
        <w:rPr>
          <w:rStyle w:val="libArabicChar"/>
          <w:rtl/>
        </w:rPr>
        <w:t xml:space="preserve"> رب من علم لا </w:t>
      </w:r>
      <w:r w:rsidRPr="00C02DA6">
        <w:rPr>
          <w:rStyle w:val="libArabicChar"/>
          <w:rFonts w:hint="cs"/>
          <w:rtl/>
        </w:rPr>
        <w:t>ی</w:t>
      </w:r>
      <w:r w:rsidRPr="00C02DA6">
        <w:rPr>
          <w:rStyle w:val="libArabicChar"/>
          <w:rFonts w:hint="eastAsia"/>
          <w:rtl/>
        </w:rPr>
        <w:t>نفع</w:t>
      </w:r>
      <w:r>
        <w:rPr>
          <w:rFonts w:hint="eastAsia"/>
          <w:rtl/>
          <w:lang w:bidi="ur-PK"/>
        </w:rPr>
        <w:t>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اس علم سے پناہ چاہتا ہوں جو فائدہ نہ دے، جو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نہ ہو، اس سے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وہ دل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خشوع و خضوع نہ ہو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و</w:t>
      </w:r>
      <w:r w:rsidRPr="00C02DA6">
        <w:rPr>
          <w:rStyle w:val="libArabicChar"/>
          <w:rtl/>
        </w:rPr>
        <w:t xml:space="preserve"> من قلب لا </w:t>
      </w:r>
      <w:r w:rsidRPr="00C02DA6">
        <w:rPr>
          <w:rStyle w:val="libArabicChar"/>
          <w:rFonts w:hint="cs"/>
          <w:rtl/>
        </w:rPr>
        <w:t>ی</w:t>
      </w:r>
      <w:r w:rsidRPr="00C02DA6">
        <w:rPr>
          <w:rStyle w:val="libArabicChar"/>
          <w:rFonts w:hint="eastAsia"/>
          <w:rtl/>
        </w:rPr>
        <w:t>خشع</w:t>
      </w:r>
      <w:r>
        <w:rPr>
          <w:rFonts w:hint="eastAsia"/>
          <w:rtl/>
          <w:lang w:bidi="ur-PK"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دعا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حمزہ ثمال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امام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غفلت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چاہتا 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اعمال انسان کو</w:t>
      </w:r>
    </w:p>
    <w:p w:rsidR="00B56CAE" w:rsidRPr="00C02DA6" w:rsidRDefault="00B56CAE" w:rsidP="00C02DA6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C02DA6">
        <w:rPr>
          <w:rtl/>
        </w:rPr>
        <w:t>خسر الدن</w:t>
      </w:r>
      <w:r w:rsidRPr="00C02DA6">
        <w:rPr>
          <w:rFonts w:hint="cs"/>
          <w:rtl/>
        </w:rPr>
        <w:t>ی</w:t>
      </w:r>
      <w:r w:rsidRPr="00C02DA6">
        <w:rPr>
          <w:rFonts w:hint="eastAsia"/>
          <w:rtl/>
        </w:rPr>
        <w:t>ا</w:t>
      </w:r>
      <w:r w:rsidRPr="00C02DA6">
        <w:rPr>
          <w:rtl/>
        </w:rPr>
        <w:t xml:space="preserve"> و الاخر</w:t>
      </w:r>
      <w:r w:rsidR="00C02DA6" w:rsidRPr="00C02DA6">
        <w:rPr>
          <w:rFonts w:hint="cs"/>
          <w:rtl/>
        </w:rPr>
        <w:t>ه</w:t>
      </w:r>
      <w:r w:rsidRPr="007F6071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کو آباد کرنا ہے تو ان اعمال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فرمائے۔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حمزہ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ہے</w:t>
      </w:r>
    </w:p>
    <w:p w:rsidR="00B56CAE" w:rsidRDefault="00C02DA6" w:rsidP="007F6071">
      <w:pPr>
        <w:pStyle w:val="libNormal"/>
        <w:rPr>
          <w:rtl/>
          <w:lang w:bidi="ur-PK"/>
        </w:rPr>
      </w:pPr>
      <w:r w:rsidRPr="00C02DA6">
        <w:rPr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rabicChar"/>
          <w:rtl/>
        </w:rPr>
        <w:t>اللَّ</w:t>
      </w:r>
      <w:r w:rsidR="00B56CAE" w:rsidRPr="00C02DA6">
        <w:rPr>
          <w:rStyle w:val="libArabicChar"/>
          <w:rFonts w:hint="cs"/>
          <w:rtl/>
        </w:rPr>
        <w:t>هُمَّ إِنِّي أَعُوذُ بِكَ مِنَ‏ الْكَسَلِ‏ وَ الْفَشَل</w:t>
      </w:r>
      <w:r w:rsidR="00B56CAE" w:rsidRPr="0029475F">
        <w:rPr>
          <w:rFonts w:hint="cs"/>
          <w:rtl/>
        </w:rPr>
        <w:t xml:space="preserve"> </w:t>
      </w:r>
      <w:r w:rsidRPr="00C02DA6">
        <w:rPr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!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چاہتا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 ہمت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آخرت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سست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واقعا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معارف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خزانے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چاہتا ہوں غصہ کے غالب آ جانے سے، حسد کے غالب آ جانے سے،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توجہ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ان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 مل کر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انسان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 خسارے کا سبب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C02DA6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C02DA6">
        <w:rPr>
          <w:rtl/>
        </w:rPr>
        <w:t>والسلام عل</w:t>
      </w:r>
      <w:r w:rsidRPr="00C02DA6">
        <w:rPr>
          <w:rFonts w:hint="cs"/>
          <w:rtl/>
        </w:rPr>
        <w:t>ی</w:t>
      </w:r>
      <w:r w:rsidRPr="00C02DA6">
        <w:rPr>
          <w:rFonts w:hint="eastAsia"/>
          <w:rtl/>
        </w:rPr>
        <w:t>کم</w:t>
      </w:r>
      <w:r w:rsidRPr="00C02DA6">
        <w:rPr>
          <w:rtl/>
        </w:rPr>
        <w:t xml:space="preserve"> رحمَة اللَّ</w:t>
      </w:r>
      <w:r w:rsidRPr="00C02DA6">
        <w:rPr>
          <w:rFonts w:hint="cs"/>
          <w:rtl/>
        </w:rPr>
        <w:t xml:space="preserve">هِ و برکاته </w:t>
      </w:r>
    </w:p>
    <w:p w:rsidR="00D9794E" w:rsidRDefault="00D9794E" w:rsidP="00CC5C79">
      <w:pPr>
        <w:pStyle w:val="libNormal"/>
        <w:rPr>
          <w:rtl/>
        </w:rPr>
      </w:pPr>
      <w:r>
        <w:rPr>
          <w:rtl/>
        </w:rPr>
        <w:br w:type="page"/>
      </w:r>
    </w:p>
    <w:p w:rsidR="00D9794E" w:rsidRPr="00D9794E" w:rsidRDefault="00D9794E" w:rsidP="00D9794E">
      <w:pPr>
        <w:pStyle w:val="libNormal"/>
        <w:rPr>
          <w:rtl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14" w:name="_Toc493163637"/>
      <w:r>
        <w:rPr>
          <w:rFonts w:hint="eastAsia"/>
          <w:rtl/>
          <w:lang w:bidi="ur-PK"/>
        </w:rPr>
        <w:t>عذاب</w:t>
      </w:r>
      <w:r>
        <w:rPr>
          <w:rtl/>
          <w:lang w:bidi="ur-PK"/>
        </w:rPr>
        <w:t xml:space="preserve"> دوزخ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4"/>
    </w:p>
    <w:p w:rsidR="00B56CAE" w:rsidRPr="00C02DA6" w:rsidRDefault="00B56CAE" w:rsidP="00C02DA6">
      <w:pPr>
        <w:pStyle w:val="libArabic"/>
        <w:rPr>
          <w:rtl/>
        </w:rPr>
      </w:pPr>
      <w:r w:rsidRPr="00C02DA6">
        <w:rPr>
          <w:rFonts w:hint="cs"/>
          <w:rtl/>
        </w:rPr>
        <w:t>أَعُوذُ</w:t>
      </w:r>
      <w:r w:rsidRPr="00C02DA6">
        <w:rPr>
          <w:rtl/>
        </w:rPr>
        <w:t xml:space="preserve"> بِالل</w:t>
      </w:r>
      <w:r w:rsidRPr="00C02DA6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</w:t>
      </w:r>
      <w:r w:rsidRPr="00C02DA6">
        <w:rPr>
          <w:rStyle w:val="libArabicChar"/>
          <w:rtl/>
        </w:rPr>
        <w:t>َّ</w:t>
      </w:r>
      <w:r w:rsidRPr="00C02DA6">
        <w:rPr>
          <w:rStyle w:val="libArabicChar"/>
          <w:rFonts w:hint="cs"/>
          <w:rtl/>
        </w:rPr>
        <w:t>يْطَانِ الرَّجِيمِ</w:t>
      </w:r>
      <w:r w:rsidRPr="0029475F">
        <w:rPr>
          <w:rFonts w:hint="cs"/>
          <w:rtl/>
        </w:rPr>
        <w:t>.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 w:rsidR="00B56CAE" w:rsidRPr="00C02DA6">
        <w:rPr>
          <w:rStyle w:val="libAieChar"/>
          <w:rFonts w:hint="eastAsia"/>
          <w:rtl/>
        </w:rPr>
        <w:t>وَ</w:t>
      </w:r>
      <w:r w:rsidR="00B56CAE" w:rsidRPr="00C02DA6">
        <w:rPr>
          <w:rStyle w:val="libAieChar"/>
          <w:rtl/>
        </w:rPr>
        <w:t xml:space="preserve"> الَّذ</w:t>
      </w:r>
      <w:r w:rsidR="00B56CAE" w:rsidRPr="00C02DA6">
        <w:rPr>
          <w:rStyle w:val="libAieChar"/>
          <w:rFonts w:hint="cs"/>
          <w:rtl/>
        </w:rPr>
        <w:t>ينَ يَقُولُونَ رَبَّنَا اصْرِفْ عَنَّا عَذابَ جَهَنَّمَ إِنَّ عَذابَها كانَ غَراما</w:t>
      </w:r>
      <w:r w:rsidR="00B56CAE" w:rsidRPr="0029475F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اور دوزخ کے  عذاب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حوالے سے جو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اصلا خالق کائنات نے جہنم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اتنا بڑا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غفار ہے،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تمام گناہوں کو، جہنم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اگر جہنم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سزائوں کو مقرر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جہنم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خالد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یِ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ِا</w:t>
      </w:r>
      <w:r>
        <w:rPr>
          <w:rtl/>
          <w:lang w:bidi="ur-PK"/>
        </w:rPr>
        <w:t xml:space="preserve">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اور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عذاب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Fonts w:hint="cs"/>
          <w:rtl/>
        </w:rPr>
        <w:t>إِذِ الْأَغْلالُ‏ في‏ أَعْناقِهِمْ وَ السَّلاسِلُ يُسْحَبُون</w:t>
      </w:r>
      <w:r w:rsidRPr="0029475F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گردن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ابلا ہوا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کھال جل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تمنا کرے گا کہ مر 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اسے موت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جل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فورا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کہا جائے گا چکھو عذاب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جہنم کا وجود لطف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اشکال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خداوند متعال نے اس کائنات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مقصد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افحبتم انما خلقناکم ابثا،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ہو کہ ہم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،صرف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کھائو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ئو</w:t>
      </w:r>
      <w:r>
        <w:rPr>
          <w:rtl/>
          <w:lang w:bidi="ur-PK"/>
        </w:rPr>
        <w:t xml:space="preserve"> منوں ٹن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کھانے کو خرچ کرو،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 اور سکھ برداشت کرو پھر جا کر سو جائو بات ختم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تماشا تھا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مقصد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ہدف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کمال کو پہنچنا۔ خالق کائنات چاہتا  ہے کہ ہر مخلوق اپنے کمال کو پہنچے، کمال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حاصل ہوگا؟ جب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رضائے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حاصل کر لے گا، 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lastRenderedPageBreak/>
        <w:t>(</w:t>
      </w:r>
      <w:r w:rsidR="00B56CAE" w:rsidRPr="00C02DA6">
        <w:rPr>
          <w:rStyle w:val="libAieChar"/>
          <w:rFonts w:hint="eastAsia"/>
          <w:rtl/>
        </w:rPr>
        <w:t>و</w:t>
      </w:r>
      <w:r w:rsidR="00B56CAE" w:rsidRPr="00C02DA6">
        <w:rPr>
          <w:rStyle w:val="libAieChar"/>
          <w:rtl/>
        </w:rPr>
        <w:t xml:space="preserve"> ما خلقت الجن و الانس الا ل</w:t>
      </w:r>
      <w:r w:rsidR="00B56CAE" w:rsidRPr="00C02DA6">
        <w:rPr>
          <w:rStyle w:val="libAieChar"/>
          <w:rFonts w:hint="cs"/>
          <w:rtl/>
        </w:rPr>
        <w:t>ی</w:t>
      </w:r>
      <w:r w:rsidR="00B56CAE" w:rsidRPr="00C02DA6">
        <w:rPr>
          <w:rStyle w:val="libAieChar"/>
          <w:rFonts w:hint="eastAsia"/>
          <w:rtl/>
        </w:rPr>
        <w:t>عبدون</w:t>
      </w:r>
      <w:r w:rsidR="00B56CAE">
        <w:rPr>
          <w:rFonts w:hint="eastAsia"/>
          <w:rtl/>
          <w:lang w:bidi="ur-PK"/>
        </w:rPr>
        <w:t>،</w:t>
      </w:r>
      <w:r w:rsidR="00B56CAE">
        <w:rPr>
          <w:rtl/>
          <w:lang w:bidi="ur-PK"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>
        <w:rPr>
          <w:rFonts w:hint="cs"/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انس اور جن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سوائے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، کب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معرفت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خدا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</w:p>
    <w:p w:rsidR="00B56CAE" w:rsidRDefault="00B56CAE" w:rsidP="00C02DA6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خلقت</w:t>
      </w:r>
      <w:r>
        <w:rPr>
          <w:rtl/>
          <w:lang w:bidi="ur-PK"/>
        </w:rPr>
        <w:t xml:space="preserve"> الاش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لاجلک و خلقتک ل</w:t>
      </w:r>
      <w:r>
        <w:rPr>
          <w:rFonts w:hint="cs"/>
          <w:rtl/>
          <w:lang w:bidi="ur-PK"/>
        </w:rPr>
        <w:t>ی</w:t>
      </w:r>
    </w:p>
    <w:p w:rsidR="00B56CAE" w:rsidRDefault="00B56CAE" w:rsidP="007F6071">
      <w:pPr>
        <w:pStyle w:val="libFootnotenum"/>
        <w:rPr>
          <w:rtl/>
        </w:rPr>
      </w:pPr>
      <w:r>
        <w:rPr>
          <w:rtl/>
        </w:rPr>
        <w:t>(34)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کو تمہارے لئے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ہے۔حساب و کتاب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حساب و کتاب نہ ہو تو مقصد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کا۔ اگر حساب و کتاب نہ ہو تو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ظالم کو پتا ہو کہ اس کے ظلم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گا، اگر مظلوم کو پتا ہو کہ جو وہ ظلم برداشت کر رہا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 تو کس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صبر کرے گا،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جو ظالم کو روک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ظلم سے، مظلوم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دلا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حساب و کتاب ہے۔ اعمال کا حساب و کتاب ۔</w:t>
      </w:r>
    </w:p>
    <w:p w:rsidR="00B56CAE" w:rsidRDefault="00C02DA6" w:rsidP="007F6071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tl/>
        </w:rPr>
        <w:t>فَمَن</w:t>
      </w:r>
      <w:r w:rsidR="00B56CAE" w:rsidRPr="00C02DA6">
        <w:rPr>
          <w:rStyle w:val="libAieChar"/>
          <w:rFonts w:hint="cs"/>
          <w:rtl/>
        </w:rPr>
        <w:t>ْ يَعْمَلْ مِثْقالَ‏ ذ</w:t>
      </w:r>
      <w:r w:rsidR="00B56CAE" w:rsidRPr="00C02DA6">
        <w:rPr>
          <w:rStyle w:val="libAieChar"/>
          <w:rtl/>
        </w:rPr>
        <w:t>َرَّةٍ خَ</w:t>
      </w:r>
      <w:r w:rsidR="00B56CAE" w:rsidRPr="00C02DA6">
        <w:rPr>
          <w:rStyle w:val="libAieChar"/>
          <w:rFonts w:hint="cs"/>
          <w:rtl/>
        </w:rPr>
        <w:t>يْراً يَرَه</w:t>
      </w:r>
      <w:r w:rsidRPr="007F6071">
        <w:rPr>
          <w:rFonts w:hint="cs"/>
          <w:rtl/>
        </w:rPr>
        <w:t xml:space="preserve">  </w:t>
      </w:r>
      <w:r w:rsidRPr="00C02DA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(35)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ذرہ</w:t>
      </w:r>
      <w:r>
        <w:rPr>
          <w:rtl/>
          <w:lang w:bidi="ur-PK"/>
        </w:rPr>
        <w:t xml:space="preserve"> برابر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تو اسے اس کا بدلہ ملے گا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02DA6">
        <w:rPr>
          <w:rStyle w:val="libAieChar"/>
          <w:rFonts w:hint="eastAsia"/>
          <w:rtl/>
        </w:rPr>
        <w:t>وَ</w:t>
      </w:r>
      <w:r w:rsidR="00B56CAE" w:rsidRPr="00C02DA6">
        <w:rPr>
          <w:rStyle w:val="libAieChar"/>
          <w:rtl/>
        </w:rPr>
        <w:t xml:space="preserve"> مَن</w:t>
      </w:r>
      <w:r w:rsidR="00B56CAE" w:rsidRPr="00C02DA6">
        <w:rPr>
          <w:rStyle w:val="libAieChar"/>
          <w:rFonts w:hint="cs"/>
          <w:rtl/>
        </w:rPr>
        <w:t>ْ يَعْمَلْ مِثْقالَ‏ ذَرَّةٍ شَرًّا يَرَه‏</w:t>
      </w:r>
      <w:r w:rsidRPr="007F6071">
        <w:rPr>
          <w:rFonts w:hint="cs"/>
          <w:rtl/>
        </w:rPr>
        <w:t xml:space="preserve">  </w:t>
      </w:r>
      <w:r w:rsidRPr="00C02DA6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تو اس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پڑا گا،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" w:name="_Toc493163638"/>
      <w:r>
        <w:rPr>
          <w:rFonts w:hint="eastAsia"/>
          <w:rtl/>
          <w:lang w:bidi="ur-PK"/>
        </w:rPr>
        <w:t>دوزخ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bookmarkEnd w:id="1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محقق متکلم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 خدا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طرح، بلکہ جو ہمارا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تجسم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اعمال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ہمارا اپنا عمل ہے۔ انسان جب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مال کھاتا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آگ کھا رہا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 کے جتنے سارے عذاب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ہوں، کہ عمل کچھ ہے سزا کچھ اور ہے، جہنم کے عذاب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انسان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بار بار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 جو تم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ہے جو تو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جہنم اور اس کا عذاب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الگ سے سزا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طرح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ہم 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استعمال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رابطہ تکو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گناہ اور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اب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ہاتھ سے کلہاڑ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 کر </w:t>
      </w:r>
      <w:r>
        <w:rPr>
          <w:rFonts w:hint="eastAsia"/>
          <w:rtl/>
          <w:lang w:bidi="ur-PK"/>
        </w:rPr>
        <w:t>اپنا</w:t>
      </w:r>
      <w:r>
        <w:rPr>
          <w:rtl/>
          <w:lang w:bidi="ur-PK"/>
        </w:rPr>
        <w:t xml:space="preserve"> پائوں کاٹ 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کہہ سکتا ہے خدا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کا غلط فائدہ اٹھاتے ہوے خود کو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 کے رحم و کرم کا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دخل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خدا نے تو صرف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تمام وسائل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کئے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Fonts w:hint="cs"/>
          <w:rtl/>
        </w:rPr>
        <w:t>إِنَّا هَدَيْناهُ‏ السَّبيلَ إِمَّا شاكِراً وَ إِمَّا كَفُورا</w:t>
      </w:r>
      <w:r w:rsidRPr="0029475F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(37)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راستہ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انسان پر ہے کہ کس راستے پر چلتا ہے،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جہنم اور اس کے عذاب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C02DA6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>
        <w:rPr>
          <w:rtl/>
          <w:lang w:bidi="ur-PK"/>
        </w:rPr>
        <w:t xml:space="preserve"> </w:t>
      </w:r>
      <w:r w:rsidR="00B56CAE" w:rsidRPr="00C02DA6">
        <w:rPr>
          <w:rStyle w:val="libAieChar"/>
          <w:rtl/>
        </w:rPr>
        <w:t xml:space="preserve">وَ لا </w:t>
      </w:r>
      <w:r w:rsidR="00B56CAE" w:rsidRPr="00C02DA6">
        <w:rPr>
          <w:rStyle w:val="libAieChar"/>
          <w:rFonts w:hint="cs"/>
          <w:rtl/>
        </w:rPr>
        <w:t>يَغْتَبْ‏ بَعْضُكُمْ بَعْضا</w:t>
      </w:r>
      <w:r w:rsidRPr="0029475F">
        <w:rPr>
          <w:rFonts w:hint="cs"/>
          <w:rtl/>
        </w:rPr>
        <w:t xml:space="preserve"> </w:t>
      </w:r>
      <w:r w:rsidRPr="00C02DA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نہ کرو؛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گوشت کھانے کے مترادف ہے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 رہا ہے کہ اس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 رہا ہے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اپنے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گوشت کھا رہا ہے؛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آخرت کا عذاب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ہے،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الگ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اپنے اعمال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ظلم ، ظلمات ہے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عمل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وہ روپ اپنا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۔جس طرح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جسم بن جائے گا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قر</w:t>
      </w:r>
      <w:r>
        <w:rPr>
          <w:rFonts w:hint="eastAsia"/>
          <w:rtl/>
          <w:lang w:bidi="ur-PK"/>
        </w:rPr>
        <w:t>آن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کرتے ہے تو اچھے خوبصورت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پاس آکر اسے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ہوں، </w:t>
      </w:r>
      <w:r w:rsidRPr="007F6071">
        <w:rPr>
          <w:rStyle w:val="libFootnotenumChar"/>
          <w:rtl/>
        </w:rPr>
        <w:t>(39)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وہاں جتنے نور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 اس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ہوگا جو وہ وہاں انجام دے چکا ہو گا، عذاب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ہوگا،در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انسان اپنے اعمال سے خود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کرتا ہے۔بلکہ خالق کائنات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 کو رکھا ہے کہ انسان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راستے پر چلتا رہ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علامہ جواد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جہنم کو جا کر بوسے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کہ تمہارے 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ہم نے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Pr="007F6071">
        <w:rPr>
          <w:rStyle w:val="libFootnotenumChar"/>
          <w:rtl/>
        </w:rPr>
        <w:t>(40)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اپنا درجہ ہوتا ہے کچھ خوف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لالچ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فرمان کے مطابق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لالچ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جہنم کے خوف سے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بل</w:t>
      </w:r>
      <w:r w:rsidRPr="00C02DA6">
        <w:rPr>
          <w:rStyle w:val="libArabicChar"/>
          <w:rtl/>
        </w:rPr>
        <w:t xml:space="preserve"> وجدتک ا</w:t>
      </w:r>
      <w:r w:rsidRPr="00C02DA6">
        <w:rPr>
          <w:rStyle w:val="libArabicChar"/>
          <w:rFonts w:hint="cs"/>
          <w:rtl/>
        </w:rPr>
        <w:t>هلا للعباد</w:t>
      </w:r>
      <w:r w:rsidR="007F6071" w:rsidRPr="007F6071">
        <w:rPr>
          <w:rStyle w:val="libArabicChar"/>
          <w:rFonts w:hint="cs"/>
          <w:rtl/>
        </w:rPr>
        <w:t>ه</w:t>
      </w:r>
      <w:r w:rsidRPr="007F6071">
        <w:rPr>
          <w:rStyle w:val="libFootnotenumChar"/>
          <w:rFonts w:hint="cs"/>
          <w:rtl/>
        </w:rPr>
        <w:t>(41)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بلکہ اس لئے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تو اہل عبادت ہے۔اس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رابطہ تکو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جزا و سزا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" w:name="_Toc493163639"/>
      <w:r>
        <w:rPr>
          <w:rFonts w:hint="eastAsia"/>
          <w:rtl/>
          <w:lang w:bidi="ur-PK"/>
        </w:rPr>
        <w:t>دوزخ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bookmarkEnd w:id="1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 اس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اگرچہ انسان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کا ارادہ تو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ہے۔ہر انسان کو پتا ہے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رہوں گا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گا،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کہتا ہے جب تک رہوں گا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رہوں گا، برے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حساب و کتاب ہے 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</w:t>
      </w:r>
      <w:r w:rsidRPr="007F6071">
        <w:rPr>
          <w:rStyle w:val="libFootnotenumChar"/>
          <w:rtl/>
        </w:rPr>
        <w:t>(42)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گناہ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منٹوں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جواب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چلا کر قتل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جاتا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جتنے م</w:t>
      </w:r>
      <w:r>
        <w:rPr>
          <w:rFonts w:hint="eastAsia"/>
          <w:rtl/>
          <w:lang w:bidi="ur-PK"/>
        </w:rPr>
        <w:t>نٹ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گناہ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 ئے گا کہ کتنا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گا، اس کے مطابق سزا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۔گناہ اور آخرت کا عذاب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 الرحمن اور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اللہ کے بندے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تواضعانہ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C02DA6" w:rsidP="00B56CAE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DA1D41">
        <w:rPr>
          <w:rStyle w:val="libAieChar"/>
          <w:rFonts w:hint="eastAsia"/>
          <w:rtl/>
        </w:rPr>
        <w:t>عباد</w:t>
      </w:r>
      <w:r w:rsidR="00B56CAE" w:rsidRPr="00DA1D41">
        <w:rPr>
          <w:rStyle w:val="libAieChar"/>
          <w:rtl/>
        </w:rPr>
        <w:t xml:space="preserve"> الرحمن الذ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Fonts w:hint="eastAsia"/>
          <w:rtl/>
        </w:rPr>
        <w:t>ن</w:t>
      </w:r>
      <w:r w:rsidR="00B56CAE" w:rsidRPr="00DA1D41">
        <w:rPr>
          <w:rStyle w:val="libAieChar"/>
          <w:rtl/>
        </w:rPr>
        <w:t xml:space="preserve"> 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Fonts w:hint="eastAsia"/>
          <w:rtl/>
        </w:rPr>
        <w:t>مشون</w:t>
      </w:r>
      <w:r w:rsidR="00B56CAE" w:rsidRPr="00DA1D41">
        <w:rPr>
          <w:rStyle w:val="libAieChar"/>
          <w:rtl/>
        </w:rPr>
        <w:t xml:space="preserve"> عل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tl/>
        </w:rPr>
        <w:t xml:space="preserve"> الارض </w:t>
      </w:r>
      <w:r w:rsidR="00B56CAE" w:rsidRPr="00DA1D41">
        <w:rPr>
          <w:rStyle w:val="libAieChar"/>
          <w:rFonts w:hint="cs"/>
          <w:rtl/>
        </w:rPr>
        <w:t>هونا؛ وَ إِذا خاطَبَهُمُ‏ الْجاهِلُونَ قالُوا سَلاما</w:t>
      </w:r>
      <w:r w:rsidRPr="0029475F">
        <w:rPr>
          <w:rFonts w:hint="cs"/>
          <w:rtl/>
        </w:rPr>
        <w:t xml:space="preserve"> </w:t>
      </w:r>
      <w:r w:rsidRPr="00DA1D41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(43)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رحمن کے بندے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متواضعانہ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جب جاہل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آکر ان سے خطاب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 پر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جاہلوں سے جاہلانہ سلوک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جاہل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، بلکل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جب حضرت لقمان سے پوچھا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نے ادب کس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بے ادبوں سے،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بر عکس کر کے با ادب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ہوں۔</w:t>
      </w:r>
    </w:p>
    <w:p w:rsidR="00DA1D41" w:rsidRDefault="00DA1D41" w:rsidP="00B56CAE">
      <w:pPr>
        <w:pStyle w:val="libNormal"/>
        <w:rPr>
          <w:rtl/>
          <w:lang w:bidi="ur-PK"/>
        </w:rPr>
      </w:pPr>
    </w:p>
    <w:p w:rsidR="00DA1D41" w:rsidRDefault="00DA1D41" w:rsidP="00B56CAE">
      <w:pPr>
        <w:pStyle w:val="libNormal"/>
        <w:rPr>
          <w:rtl/>
          <w:lang w:bidi="ur-PK"/>
        </w:rPr>
      </w:pPr>
    </w:p>
    <w:p w:rsidR="00B56CAE" w:rsidRDefault="00B56CAE" w:rsidP="00DA1D41">
      <w:pPr>
        <w:pStyle w:val="Heading2Center"/>
        <w:rPr>
          <w:rtl/>
          <w:lang w:bidi="ur-PK"/>
        </w:rPr>
      </w:pPr>
      <w:bookmarkStart w:id="17" w:name="_Toc493163640"/>
      <w:r>
        <w:rPr>
          <w:rFonts w:hint="eastAsia"/>
          <w:rtl/>
          <w:lang w:bidi="ur-PK"/>
        </w:rPr>
        <w:t>جہنم</w:t>
      </w:r>
      <w:r>
        <w:rPr>
          <w:rtl/>
          <w:lang w:bidi="ur-PK"/>
        </w:rPr>
        <w:t xml:space="preserve"> کے عذاب</w:t>
      </w:r>
      <w:bookmarkEnd w:id="1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رحمن</w:t>
      </w:r>
      <w:r>
        <w:rPr>
          <w:rtl/>
          <w:lang w:bidi="ur-PK"/>
        </w:rPr>
        <w:t xml:space="preserve"> کے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جاہلوں سے جاہلانہ سلوک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</w:t>
      </w:r>
    </w:p>
    <w:p w:rsidR="00B56CAE" w:rsidRDefault="00B56CAE" w:rsidP="00DA1D4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DA1D41" w:rsidRPr="00DA1D41">
        <w:rPr>
          <w:rStyle w:val="libAlaemChar"/>
          <w:rFonts w:hint="cs"/>
          <w:rtl/>
        </w:rPr>
        <w:t>(</w:t>
      </w:r>
      <w:r w:rsidR="00DA1D41" w:rsidRPr="007F6071">
        <w:rPr>
          <w:rFonts w:hint="cs"/>
          <w:rtl/>
        </w:rPr>
        <w:t xml:space="preserve"> </w:t>
      </w:r>
      <w:r w:rsidRPr="00DA1D41">
        <w:rPr>
          <w:rStyle w:val="libAieChar"/>
          <w:rFonts w:hint="cs"/>
          <w:rtl/>
        </w:rPr>
        <w:t>وَ الَّذينَ يَقُولُونَ رَبَّنَا اصْرِفْ عَنَّا عَذابَ جَهَنَّمَ إِنَّ عَذابَها كانَ غَراما</w:t>
      </w:r>
      <w:r w:rsidR="00DA1D41" w:rsidRPr="00DA1D41">
        <w:rPr>
          <w:rStyle w:val="libAlaemChar"/>
          <w:rFonts w:hint="cs"/>
          <w:rtl/>
        </w:rPr>
        <w:t>)</w:t>
      </w:r>
      <w:r w:rsidR="00DA1D41" w:rsidRPr="007F6071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(44)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اور</w:t>
      </w:r>
      <w:r>
        <w:rPr>
          <w:rtl/>
          <w:lang w:bidi="ur-PK"/>
        </w:rPr>
        <w:t xml:space="preserve"> عباد الرحمن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اے ہمارے پروردگار! عذاب جہنم کو ہم سے دور کر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جہنم کا عذاب بہت بڑا عذاب ہے،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ہم بسا اوقات جو غفلت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لئے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 کہ جہنم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جہنم کے عذاب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غفلت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پتا چل جائے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جہنم؟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جہنم کے عذاب کے سامنے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انسان کتنا عذاب برداشت کر سکتا ہے جہنم کا،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 تو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برداشت کر سکے گا، </w:t>
      </w:r>
      <w:r w:rsidRPr="00DA1D41">
        <w:rPr>
          <w:rStyle w:val="libAieChar"/>
          <w:rtl/>
        </w:rPr>
        <w:t>نارٌ حامِ</w:t>
      </w:r>
      <w:r w:rsidRPr="00DA1D41">
        <w:rPr>
          <w:rStyle w:val="libAieChar"/>
          <w:rFonts w:hint="cs"/>
          <w:rtl/>
        </w:rPr>
        <w:t>يَة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(45)</w:t>
      </w:r>
      <w:r w:rsidRPr="0029475F">
        <w:rPr>
          <w:rFonts w:hint="cs"/>
          <w:rtl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جلد</w:t>
      </w:r>
      <w:r>
        <w:rPr>
          <w:rtl/>
          <w:lang w:bidi="ur-PK"/>
        </w:rPr>
        <w:t xml:space="preserve"> کو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دل تک جلا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وہاں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 کہ موت آجائے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انسان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برداشت کر کرکے مر جاتا ہے،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ختم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موت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 جلد ختم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ختم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" w:name="_Toc493163641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lang w:bidi="ur-PK"/>
        </w:rPr>
        <w:t>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جہنم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لئے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سجاد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! نعوذبک من الحسر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العظم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حسرت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انسان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کے اس کے بعد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کچھ کرنا تھا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تھا،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کرے گا، بار الہا ! مجھے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دے۔ اب اچھا بنوں </w:t>
      </w:r>
      <w:r>
        <w:rPr>
          <w:rFonts w:hint="eastAsia"/>
          <w:rtl/>
          <w:lang w:bidi="ur-PK"/>
        </w:rPr>
        <w:t>گا،</w:t>
      </w:r>
      <w:r>
        <w:rPr>
          <w:rtl/>
          <w:lang w:bidi="ur-PK"/>
        </w:rPr>
        <w:t xml:space="preserve"> تجھ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آتا ہوں،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رسولوں کو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اوامر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کروں گا، فرمانبردار بن جائوں گا، مجھے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دوبارہ موقعہ دے،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مہلت دے دے؛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مہلت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وہ دے چکے،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حسرت جس حسرت کے بعد کچھ 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سکتا۔ </w:t>
      </w:r>
    </w:p>
    <w:p w:rsidR="00B56CAE" w:rsidRDefault="00B56CAE" w:rsidP="00DA1D41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المص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بة</w:t>
      </w:r>
      <w:r>
        <w:rPr>
          <w:rtl/>
          <w:lang w:bidi="ur-PK"/>
        </w:rPr>
        <w:t xml:space="preserve"> الکبر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 اشق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بد</w:t>
      </w:r>
      <w:r>
        <w:rPr>
          <w:rtl/>
          <w:lang w:bidi="ur-PK"/>
        </w:rPr>
        <w:t xml:space="preserve"> 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حد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 کہ انسان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جائے،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کے الفاظ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DA1D41">
        <w:rPr>
          <w:rStyle w:val="libArabicChar"/>
          <w:rFonts w:hint="cs"/>
          <w:rtl/>
        </w:rPr>
        <w:t>و حرمان الثواب و حلول العقاب</w:t>
      </w:r>
      <w:r w:rsidRPr="007F6071">
        <w:rPr>
          <w:rStyle w:val="libFootnotenumChar"/>
          <w:rFonts w:hint="cs"/>
          <w:rtl/>
        </w:rPr>
        <w:t>(46)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؛بار</w:t>
      </w:r>
      <w:r>
        <w:rPr>
          <w:rtl/>
          <w:lang w:bidi="ur-PK"/>
        </w:rPr>
        <w:t xml:space="preserve"> الہا!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ثواب سے محروم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عذاب کے حقدار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قسم کے عذاب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بڑے عذاب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ہے، انسان جل رہا ہے ، اسے ابلتا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مہمان نواز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دعوت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کو دکھ کر انسان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اور دوسرا عذاب خدا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ہے،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عذاب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سے بہت بڑا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مولا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 نارک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صبر کرسکتا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فراق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لطف نظر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صبر کروں۔  واقعا بہت بڑا عذاب ہے انسان مومن،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لوگوں کو کہتا تھا تم کافر ہو تم مشرک </w:t>
      </w:r>
      <w:r>
        <w:rPr>
          <w:rFonts w:hint="eastAsia"/>
          <w:rtl/>
          <w:lang w:bidi="ur-PK"/>
        </w:rPr>
        <w:t>ہو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جائوگے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اپنے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جائے، وہ طعنے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تم تو کہتے تھے ہم مومن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آئے ہو۔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ڈبل عذاب ہے۔خدا سے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لطف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" w:name="_Toc49316364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lang w:bidi="ur-PK"/>
        </w:rPr>
        <w:t>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موجود ہے، </w:t>
      </w:r>
    </w:p>
    <w:p w:rsidR="00B56CAE" w:rsidRDefault="00DA1D41" w:rsidP="007F6071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 w:rsidRPr="00DA1D41">
        <w:rPr>
          <w:rStyle w:val="libAieChar"/>
          <w:rFonts w:hint="eastAsia"/>
          <w:rtl/>
        </w:rPr>
        <w:t>وَ</w:t>
      </w:r>
      <w:r w:rsidR="00B56CAE" w:rsidRPr="00DA1D41">
        <w:rPr>
          <w:rStyle w:val="libAieChar"/>
          <w:rtl/>
        </w:rPr>
        <w:t xml:space="preserve"> لا تُخ</w:t>
      </w:r>
      <w:r w:rsidR="00B56CAE" w:rsidRPr="00DA1D41">
        <w:rPr>
          <w:rStyle w:val="libAieChar"/>
          <w:rFonts w:hint="cs"/>
          <w:rtl/>
        </w:rPr>
        <w:t>ْزِني‏ يَوْمَ يُبْعَثُون</w:t>
      </w:r>
      <w:r w:rsidRPr="00DA1D41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(47)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!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مجھے رسوا نہ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عذاب اور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جائے، جہنم کے عذاب کو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برداشت کرے۔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اس لئے عباد الرحمن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 عذاب سے بچا لے۔</w:t>
      </w:r>
    </w:p>
    <w:p w:rsidR="00B56CAE" w:rsidRDefault="00B56CAE" w:rsidP="00DA1D41">
      <w:pPr>
        <w:pStyle w:val="Heading2Center"/>
        <w:rPr>
          <w:rtl/>
          <w:lang w:bidi="ur-PK"/>
        </w:rPr>
      </w:pPr>
      <w:bookmarkStart w:id="20" w:name="_Toc493163643"/>
      <w:r>
        <w:rPr>
          <w:rFonts w:hint="eastAsia"/>
          <w:rtl/>
          <w:lang w:bidi="ur-PK"/>
        </w:rPr>
        <w:t>فرشتوں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20"/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فرشتے مومنوں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جو فرشتے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بار الہا جو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 لے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جہنم کے عذاب سے بچا لے۔وہ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DA1D41" w:rsidRPr="00DA1D41">
        <w:rPr>
          <w:rStyle w:val="libAlaemChar"/>
          <w:rFonts w:hint="cs"/>
          <w:rtl/>
        </w:rPr>
        <w:t>(</w:t>
      </w:r>
      <w:r w:rsidRPr="0029475F">
        <w:rPr>
          <w:rFonts w:hint="cs"/>
          <w:rtl/>
        </w:rPr>
        <w:t xml:space="preserve"> </w:t>
      </w:r>
      <w:r w:rsidRPr="00DA1D41">
        <w:rPr>
          <w:rStyle w:val="libAieChar"/>
          <w:rFonts w:hint="cs"/>
          <w:rtl/>
        </w:rPr>
        <w:t>فَاغْفِرْ لِلَّذينَ تابُوا وَ اتَّبَعُوا سَبيلَكَ‏ وَ قِهِمْ عَذابَ الْجَحيم</w:t>
      </w:r>
      <w:r w:rsidR="00DA1D41" w:rsidRPr="00DA1D41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(48)</w:t>
      </w:r>
      <w:r w:rsidRPr="0029475F">
        <w:rPr>
          <w:rFonts w:hint="cs"/>
          <w:rtl/>
        </w:rPr>
        <w:t xml:space="preserve">  بار الہا توبہ کرنے والوں کو بخش دے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راستے پر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بخش دے وَ قِ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ِم عَذابَ الجَحم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 عذاب سے بچا لے۔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فرشتے</w:t>
      </w:r>
      <w:r>
        <w:rPr>
          <w:rtl/>
          <w:lang w:bidi="ur-PK"/>
        </w:rPr>
        <w:t xml:space="preserve">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کا عذاب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لہذا جب جب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 عذاب سے بچا لے۔ جہنم کا عذاب بہت بڑا عذاب ہے، خاص طور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مانگا کر</w:t>
      </w:r>
      <w:r>
        <w:rPr>
          <w:rFonts w:hint="eastAsia"/>
          <w:rtl/>
          <w:lang w:bidi="ur-PK"/>
        </w:rPr>
        <w:t>و،</w:t>
      </w:r>
      <w:r>
        <w:rPr>
          <w:rtl/>
          <w:lang w:bidi="ur-PK"/>
        </w:rPr>
        <w:t xml:space="preserve"> </w:t>
      </w:r>
    </w:p>
    <w:p w:rsidR="00B56CAE" w:rsidRDefault="00DA1D41" w:rsidP="00DA1D41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Pr="007F6071">
        <w:rPr>
          <w:rFonts w:hint="cs"/>
          <w:rtl/>
        </w:rPr>
        <w:t xml:space="preserve"> </w:t>
      </w:r>
      <w:r w:rsidR="00B56CAE" w:rsidRPr="00DA1D41">
        <w:rPr>
          <w:rStyle w:val="libAieChar"/>
          <w:rFonts w:hint="cs"/>
          <w:rtl/>
        </w:rPr>
        <w:t>ربنا</w:t>
      </w:r>
      <w:r w:rsidR="00B56CAE" w:rsidRPr="00DA1D41">
        <w:rPr>
          <w:rStyle w:val="libAieChar"/>
          <w:rtl/>
        </w:rPr>
        <w:t xml:space="preserve"> آتنا ف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tl/>
        </w:rPr>
        <w:t xml:space="preserve"> الدن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Fonts w:hint="eastAsia"/>
          <w:rtl/>
        </w:rPr>
        <w:t>ا</w:t>
      </w:r>
      <w:r w:rsidR="00B56CAE" w:rsidRPr="00DA1D41">
        <w:rPr>
          <w:rStyle w:val="libAieChar"/>
          <w:rtl/>
        </w:rPr>
        <w:t xml:space="preserve"> حسنة و ف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tl/>
        </w:rPr>
        <w:t xml:space="preserve"> الآخر</w:t>
      </w:r>
      <w:r w:rsidR="00CC5C79" w:rsidRPr="00CC5C79">
        <w:rPr>
          <w:rStyle w:val="libAieChar"/>
          <w:rFonts w:hint="cs"/>
          <w:rtl/>
        </w:rPr>
        <w:t>ة</w:t>
      </w:r>
      <w:r w:rsidR="00B56CAE" w:rsidRPr="00DA1D41">
        <w:rPr>
          <w:rStyle w:val="libAieChar"/>
          <w:rtl/>
        </w:rPr>
        <w:t xml:space="preserve"> حسنة و قنا عذاب النار</w:t>
      </w:r>
      <w:r w:rsidRPr="007F6071">
        <w:rPr>
          <w:rFonts w:hint="cs"/>
          <w:rtl/>
        </w:rPr>
        <w:t xml:space="preserve"> </w:t>
      </w:r>
      <w:r w:rsidRPr="00DA1D41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بار الہا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عطا فرما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سے جہنم کے عذاب سے بچا لے۔دن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ہے اور جہنم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ہے، حسنہ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حسنہ آخرت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ہے و قنا عذاب النار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ہے۔انسان کو </w:t>
      </w:r>
      <w:r>
        <w:rPr>
          <w:rFonts w:hint="eastAsia"/>
          <w:rtl/>
          <w:lang w:bidi="ur-PK"/>
        </w:rPr>
        <w:t>جہنم</w:t>
      </w:r>
      <w:r>
        <w:rPr>
          <w:rtl/>
          <w:lang w:bidi="ur-PK"/>
        </w:rPr>
        <w:t xml:space="preserve">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بار الہا اس عذاب نار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عطا فرما۔ اور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خسارہ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سب سے بڑا خسارہ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خسروا انفس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م؛ اپنے نفس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آپ کو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بڑا خسارہ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جائے۔جب کہ خداوند متعال بخشش کے اتنے سارے وسائل دے رکھے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آدم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تو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اسے مہلت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اسے مجھ پر مسلط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اے آدم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کرے،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کرتا رہے، اگر مرنے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پہلے توبہ کر 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ہوں۔ کہا رب زدن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کچھ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عطا فرما،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پہلے توبہ کر لے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کہا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ہفتہ پہلے توبہ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پہلے بلکہ موت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سے پہلے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توبہ کر لے تو اسے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قبول کر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نے کچھ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مومن توبہ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خدا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بھلوا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 کہ اس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ہمارے اعضا و جوارح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 اس نے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خدا، سب سے بڑا گناہ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ہوجائے۔اتن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رحمت کے باوجود ، </w:t>
      </w:r>
      <w:r w:rsidRPr="00DA1D41">
        <w:rPr>
          <w:rStyle w:val="libArabicChar"/>
          <w:rtl/>
        </w:rPr>
        <w:t>سبقت رحمتة غضبة</w:t>
      </w:r>
      <w:r w:rsidRPr="007F6071">
        <w:rPr>
          <w:rStyle w:val="libFootnotenumChar"/>
          <w:rtl/>
        </w:rPr>
        <w:t>(49)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اس کے غضب پر غالب ہے، اس رحمت واسعہ کے باوجود اگر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 تو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قرآن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خالد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بلکہ 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مومن اپنے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 کچھ عرصہ رہے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ہونے کے بعد اسے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پھر اسے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جو سرکش تھے، جانتے بوجھتے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تھے، خدا کو ماننا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</w:t>
      </w:r>
      <w:r w:rsidR="00DA1D41">
        <w:rPr>
          <w:rFonts w:hint="cs"/>
          <w:rtl/>
          <w:lang w:bidi="ur-PK"/>
        </w:rPr>
        <w:t xml:space="preserve"> </w:t>
      </w:r>
      <w:r w:rsidR="00DA1D41" w:rsidRPr="00DA1D41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DA1D41">
        <w:rPr>
          <w:rStyle w:val="libAieChar"/>
          <w:rtl/>
        </w:rPr>
        <w:t xml:space="preserve">فَقالَ </w:t>
      </w:r>
      <w:r w:rsidRPr="00DA1D41">
        <w:rPr>
          <w:rStyle w:val="libAieChar"/>
          <w:rFonts w:hint="cs"/>
          <w:rtl/>
        </w:rPr>
        <w:t>أَنَا رَبُّكُمُ الْأَعْلى</w:t>
      </w:r>
      <w:r w:rsidRPr="0029475F">
        <w:rPr>
          <w:rFonts w:hint="cs"/>
          <w:rtl/>
        </w:rPr>
        <w:t xml:space="preserve"> </w:t>
      </w:r>
      <w:r w:rsidR="00DA1D41" w:rsidRPr="00DA1D41">
        <w:rPr>
          <w:rStyle w:val="libAlaemChar"/>
          <w:rFonts w:hint="cs"/>
          <w:rtl/>
        </w:rPr>
        <w:t>)</w:t>
      </w:r>
      <w:r w:rsidRPr="007F6071">
        <w:rPr>
          <w:rStyle w:val="libFootnotenumChar"/>
          <w:rFonts w:hint="cs"/>
          <w:rtl/>
        </w:rPr>
        <w:t>(50)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طاغوت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خالد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ناختم ہونا بلکہ بہت بڑا زمانہ ہوگا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ہمارے  پاس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فرصت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نمونہ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تمام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جب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تو معلوم ہوتا ہے کہ مراتب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ہر چھوٹا بڑا گناہ خالد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</w:t>
      </w:r>
      <w:r>
        <w:rPr>
          <w:rtl/>
          <w:lang w:bidi="ur-PK"/>
        </w:rPr>
        <w:t xml:space="preserve"> کا سبب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بنتا،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تو اتنا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جب حساب کتاب ہو چکا ہوگا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جائے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لے جائو، وہ جاتے پلٹ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گا، آواز قدرت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ہو، کہا بار الہا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تھا ، تو خدا اسے بخش دے گا، اگر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ہو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بہت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باوجود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بدبخت بن کر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 تو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قصورنہ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آئمہ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رہا کرو بار الہا </w:t>
      </w:r>
    </w:p>
    <w:p w:rsidR="00B56CAE" w:rsidRDefault="00DA1D41" w:rsidP="00DA1D41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A1D41">
        <w:rPr>
          <w:rStyle w:val="libAieChar"/>
          <w:rtl/>
        </w:rPr>
        <w:t>فَاغ</w:t>
      </w:r>
      <w:r w:rsidR="00B56CAE" w:rsidRPr="00DA1D41">
        <w:rPr>
          <w:rStyle w:val="libAieChar"/>
          <w:rFonts w:hint="cs"/>
          <w:rtl/>
        </w:rPr>
        <w:t>ْفِرْ لِلَّذينَ تابُوا وَ اتَّبَعُوا سَبيلَكَ‏ وَ قِهِمْ عَذابَ الْجَحيم‏</w:t>
      </w:r>
      <w:r w:rsidRPr="0029475F">
        <w:rPr>
          <w:rFonts w:hint="cs"/>
          <w:rtl/>
        </w:rPr>
        <w:t xml:space="preserve"> </w:t>
      </w:r>
      <w:r w:rsidRPr="00DA1D41">
        <w:rPr>
          <w:rStyle w:val="libAlaemChar"/>
          <w:rFonts w:hint="cs"/>
          <w:rtl/>
        </w:rPr>
        <w:t>)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1" w:name="_Toc493163644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bookmarkEnd w:id="2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اپنے کتنے باغ وقف کر دئے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صرف فاتح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tl/>
          <w:lang w:bidi="ur-PK"/>
        </w:rPr>
        <w:t xml:space="preserve"> نہ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کتنے</w:t>
      </w:r>
      <w:r>
        <w:rPr>
          <w:rtl/>
          <w:lang w:bidi="ur-PK"/>
        </w:rPr>
        <w:t xml:space="preserve"> باغ بنائے سب کو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جب وقف نامہ لکھتے تھے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لکھتے تھے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باغ کو وقف کر رہا ہوں تا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جہنم کے عذاب سے محفوظ رہوں۔ </w:t>
      </w:r>
      <w:r w:rsidRPr="007F6071">
        <w:rPr>
          <w:rStyle w:val="libFootnotenumChar"/>
          <w:rtl/>
        </w:rPr>
        <w:t>(51)</w:t>
      </w:r>
    </w:p>
    <w:p w:rsidR="00DA1D41" w:rsidRDefault="00DA1D41" w:rsidP="00B56CAE">
      <w:pPr>
        <w:pStyle w:val="libNormal"/>
        <w:rPr>
          <w:rtl/>
          <w:lang w:bidi="ur-PK"/>
        </w:rPr>
      </w:pPr>
    </w:p>
    <w:p w:rsidR="00DA1D41" w:rsidRDefault="00DA1D41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22" w:name="_Toc493163645"/>
      <w:r>
        <w:rPr>
          <w:rFonts w:hint="eastAsia"/>
          <w:rtl/>
          <w:lang w:bidi="ur-PK"/>
        </w:rPr>
        <w:t>نگاہ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  <w:bookmarkEnd w:id="2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جب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روزا رکھا بچوں بڑوں نے افطار کے وقت اپنا سب کچھ اٹھا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کہ </w:t>
      </w:r>
    </w:p>
    <w:p w:rsidR="00B56CAE" w:rsidRDefault="00DA1D41" w:rsidP="00B56CAE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Pr="007F6071">
        <w:rPr>
          <w:rFonts w:hint="cs"/>
          <w:rtl/>
        </w:rPr>
        <w:t xml:space="preserve"> </w:t>
      </w:r>
      <w:r w:rsidR="00B56CAE" w:rsidRPr="00DA1D41">
        <w:rPr>
          <w:rStyle w:val="libAieChar"/>
          <w:rFonts w:hint="cs"/>
          <w:rtl/>
        </w:rPr>
        <w:t>إِنَّما</w:t>
      </w:r>
      <w:r w:rsidR="00B56CAE" w:rsidRPr="00DA1D41">
        <w:rPr>
          <w:rStyle w:val="libAieChar"/>
          <w:rtl/>
        </w:rPr>
        <w:t xml:space="preserve"> نُط</w:t>
      </w:r>
      <w:r w:rsidR="00B56CAE" w:rsidRPr="00DA1D41">
        <w:rPr>
          <w:rStyle w:val="libAieChar"/>
          <w:rFonts w:hint="cs"/>
          <w:rtl/>
        </w:rPr>
        <w:t>ْعِمُكُمْ‏ لِوَجْهِ اللَّهِ لا نُريدُ مِنْكُمْ جَزاءً وَ لا شُكُورا</w:t>
      </w:r>
      <w:r w:rsidRPr="0029475F">
        <w:rPr>
          <w:rFonts w:hint="cs"/>
          <w:rtl/>
        </w:rPr>
        <w:t xml:space="preserve"> </w:t>
      </w:r>
      <w:r w:rsidRPr="00DA1D41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(52)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اللہ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ہم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عذاب سے ڈرتے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بسا اوقات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ہم بڑے محفوظ اور مطمئن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عذاب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</w:p>
    <w:p w:rsidR="00B56CAE" w:rsidRDefault="00DA1D41" w:rsidP="00B56CAE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A1D41">
        <w:rPr>
          <w:rStyle w:val="libAieChar"/>
          <w:rtl/>
        </w:rPr>
        <w:t>فَاغ</w:t>
      </w:r>
      <w:r w:rsidR="00B56CAE" w:rsidRPr="00DA1D41">
        <w:rPr>
          <w:rStyle w:val="libAieChar"/>
          <w:rFonts w:hint="cs"/>
          <w:rtl/>
        </w:rPr>
        <w:t>ْفِرْ لِلَّذينَ تابُوا وَ اتَّبَعُوا سَبيلَک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DA1D41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(53)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سمجھ لے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جائوں گا، جہنم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ہر وقت انسان کو متوجہ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دہوکہ نہ دے۔ قرآن نے واضح طور 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ابن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دوزخ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تو چند دن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ہمارا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ہے،ہمارا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</w:p>
    <w:p w:rsidR="00B56CAE" w:rsidRDefault="00DA1D41" w:rsidP="007F6071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A1D41">
        <w:rPr>
          <w:rStyle w:val="libAieChar"/>
          <w:rtl/>
        </w:rPr>
        <w:t xml:space="preserve">من 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Fonts w:hint="eastAsia"/>
          <w:rtl/>
        </w:rPr>
        <w:t>عمل</w:t>
      </w:r>
      <w:r w:rsidR="00B56CAE" w:rsidRPr="00DA1D41">
        <w:rPr>
          <w:rStyle w:val="libAieChar"/>
          <w:rtl/>
        </w:rPr>
        <w:t xml:space="preserve"> ذر</w:t>
      </w:r>
      <w:r w:rsidR="00CC5C79" w:rsidRPr="00CC5C79">
        <w:rPr>
          <w:rStyle w:val="libAieChar"/>
          <w:rFonts w:hint="cs"/>
          <w:rtl/>
        </w:rPr>
        <w:t>ة</w:t>
      </w:r>
      <w:r w:rsidR="00B56CAE" w:rsidRPr="00DA1D41">
        <w:rPr>
          <w:rStyle w:val="libAieChar"/>
          <w:rtl/>
        </w:rPr>
        <w:t xml:space="preserve"> خ</w:t>
      </w:r>
      <w:r w:rsidR="00B56CAE" w:rsidRPr="00DA1D41">
        <w:rPr>
          <w:rStyle w:val="libAieChar"/>
          <w:rFonts w:hint="cs"/>
          <w:rtl/>
        </w:rPr>
        <w:t>ی</w:t>
      </w:r>
      <w:r w:rsidR="00B56CAE" w:rsidRPr="00DA1D41">
        <w:rPr>
          <w:rStyle w:val="libAieChar"/>
          <w:rFonts w:hint="eastAsia"/>
          <w:rtl/>
        </w:rPr>
        <w:t>را</w:t>
      </w:r>
      <w:r w:rsidR="00B56CAE" w:rsidRPr="00DA1D41">
        <w:rPr>
          <w:rStyle w:val="libAieChar"/>
          <w:rtl/>
        </w:rPr>
        <w:t xml:space="preserve"> </w:t>
      </w:r>
      <w:r w:rsidR="00B56CAE" w:rsidRPr="007F6071">
        <w:rPr>
          <w:rStyle w:val="libAieChar"/>
          <w:rFonts w:hint="cs"/>
          <w:rtl/>
        </w:rPr>
        <w:t>ی</w:t>
      </w:r>
      <w:r w:rsidR="00B56CAE" w:rsidRPr="007F6071">
        <w:rPr>
          <w:rStyle w:val="libAieChar"/>
          <w:rFonts w:hint="eastAsia"/>
          <w:rtl/>
        </w:rPr>
        <w:t>ر</w:t>
      </w:r>
      <w:r w:rsidR="007F6071" w:rsidRPr="007F6071">
        <w:rPr>
          <w:rStyle w:val="libAieChar"/>
          <w:rFonts w:hint="cs"/>
          <w:rtl/>
        </w:rPr>
        <w:t>ه</w:t>
      </w:r>
      <w:r w:rsidR="00B56CAE" w:rsidRPr="007F6071">
        <w:rPr>
          <w:rStyle w:val="libAieChar"/>
          <w:rtl/>
        </w:rPr>
        <w:t xml:space="preserve"> و من </w:t>
      </w:r>
      <w:r w:rsidR="00B56CAE" w:rsidRPr="007F6071">
        <w:rPr>
          <w:rStyle w:val="libAieChar"/>
          <w:rFonts w:hint="cs"/>
          <w:rtl/>
        </w:rPr>
        <w:t>ی</w:t>
      </w:r>
      <w:r w:rsidR="00B56CAE" w:rsidRPr="007F6071">
        <w:rPr>
          <w:rStyle w:val="libAieChar"/>
          <w:rFonts w:hint="eastAsia"/>
          <w:rtl/>
        </w:rPr>
        <w:t>عمل</w:t>
      </w:r>
      <w:r w:rsidR="00B56CAE" w:rsidRPr="007F6071">
        <w:rPr>
          <w:rStyle w:val="libAieChar"/>
          <w:rtl/>
        </w:rPr>
        <w:t xml:space="preserve"> مثقال ذر</w:t>
      </w:r>
      <w:r w:rsidR="00CC5C79" w:rsidRPr="007F6071">
        <w:rPr>
          <w:rStyle w:val="libAieChar"/>
          <w:rFonts w:hint="cs"/>
          <w:rtl/>
        </w:rPr>
        <w:t>ة</w:t>
      </w:r>
      <w:r w:rsidR="00B56CAE" w:rsidRPr="007F6071">
        <w:rPr>
          <w:rStyle w:val="libAieChar"/>
          <w:rtl/>
        </w:rPr>
        <w:t xml:space="preserve"> </w:t>
      </w:r>
      <w:r w:rsidRPr="007F6071">
        <w:rPr>
          <w:rStyle w:val="libAieChar"/>
          <w:rFonts w:hint="cs"/>
          <w:rtl/>
        </w:rPr>
        <w:t>ش</w:t>
      </w:r>
      <w:r w:rsidR="00B56CAE" w:rsidRPr="007F6071">
        <w:rPr>
          <w:rStyle w:val="libAieChar"/>
          <w:rtl/>
        </w:rPr>
        <w:t xml:space="preserve">ر </w:t>
      </w:r>
      <w:r w:rsidR="00B56CAE" w:rsidRPr="007F6071">
        <w:rPr>
          <w:rStyle w:val="libAieChar"/>
          <w:rFonts w:hint="cs"/>
          <w:rtl/>
        </w:rPr>
        <w:t>ی</w:t>
      </w:r>
      <w:r w:rsidR="00B56CAE" w:rsidRPr="007F6071">
        <w:rPr>
          <w:rStyle w:val="libAieChar"/>
          <w:rFonts w:hint="eastAsia"/>
          <w:rtl/>
        </w:rPr>
        <w:t>ر</w:t>
      </w:r>
      <w:r w:rsidR="007F6071" w:rsidRPr="007F6071">
        <w:rPr>
          <w:rStyle w:val="libAieChar"/>
          <w:rFonts w:hint="cs"/>
          <w:rtl/>
        </w:rPr>
        <w:t>ه</w:t>
      </w:r>
      <w:r w:rsidR="00B56CAE" w:rsidRPr="007F6071">
        <w:rPr>
          <w:rStyle w:val="libAieChar"/>
          <w:rFonts w:hint="cs"/>
          <w:rtl/>
        </w:rPr>
        <w:t>،</w:t>
      </w:r>
      <w:r w:rsidR="00B56CAE">
        <w:rPr>
          <w:rtl/>
          <w:lang w:bidi="ur-PK"/>
        </w:rPr>
        <w:t xml:space="preserve"> </w:t>
      </w:r>
      <w:r w:rsidRPr="00DA1D41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 شدہ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ہےاور آئمہ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ہمارے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سمجھنا کہ رشتہ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تم بخش دئے جائو گے۔ ہم سے نسبت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بخش دئے جائوگے۔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3" w:name="_Toc493163646"/>
      <w:r>
        <w:rPr>
          <w:rFonts w:hint="eastAsia"/>
          <w:rtl/>
          <w:lang w:bidi="ur-PK"/>
        </w:rPr>
        <w:t>داستان</w:t>
      </w:r>
      <w:r>
        <w:rPr>
          <w:rtl/>
          <w:lang w:bidi="ur-PK"/>
        </w:rPr>
        <w:t xml:space="preserve"> حاجب</w:t>
      </w:r>
      <w:bookmarkEnd w:id="2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شفاعت حق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شفاعت کا بہانا بنا کر گناہ کرنا جائز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ہے،حاجب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بڑے شاعر تھا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شعر کہا کہ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حاجب</w:t>
      </w:r>
      <w:r>
        <w:rPr>
          <w:rtl/>
          <w:lang w:bidi="ur-PK"/>
        </w:rPr>
        <w:t xml:space="preserve">  اگر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حساب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کرنا ہے تو پھر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حساب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ہے۔سو گئے رات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نند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جعفر سبحان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شعر کہا ہے؟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ہے کہ حاجب اگر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حساب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کرنا ہے تو گھبرانے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 کہ حاجب اگر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حساب کرنا ہے تو شرم کرو،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منہ دکھائوگے۔ک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کہوگے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تمہارا ماننے والا ہوں۔ </w:t>
      </w:r>
      <w:r w:rsidRPr="007F6071">
        <w:rPr>
          <w:rStyle w:val="libFootnotenumChar"/>
          <w:rtl/>
        </w:rPr>
        <w:t>(54)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عذاب کو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قرآن نے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حالت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کا کھانا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ہوگا،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انسان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کے عذاب سے محفوظ فرما۔ </w:t>
      </w:r>
    </w:p>
    <w:p w:rsidR="00B56CAE" w:rsidRPr="007F6071" w:rsidRDefault="00B56CAE" w:rsidP="007F6071">
      <w:pPr>
        <w:pStyle w:val="libArabic"/>
        <w:rPr>
          <w:rtl/>
        </w:rPr>
      </w:pPr>
      <w:r w:rsidRPr="007F6071">
        <w:rPr>
          <w:rFonts w:hint="eastAsia"/>
          <w:rtl/>
        </w:rPr>
        <w:lastRenderedPageBreak/>
        <w:t>والسلام</w:t>
      </w:r>
      <w:r w:rsidRPr="007F6071">
        <w:rPr>
          <w:rtl/>
        </w:rPr>
        <w:t xml:space="preserve"> عل</w:t>
      </w:r>
      <w:r w:rsidRPr="007F6071">
        <w:rPr>
          <w:rFonts w:hint="cs"/>
          <w:rtl/>
        </w:rPr>
        <w:t>ی</w:t>
      </w:r>
      <w:r w:rsidRPr="007F6071">
        <w:rPr>
          <w:rFonts w:hint="eastAsia"/>
          <w:rtl/>
        </w:rPr>
        <w:t>کم</w:t>
      </w:r>
      <w:r w:rsidRPr="007F6071">
        <w:rPr>
          <w:rtl/>
        </w:rPr>
        <w:t xml:space="preserve"> و رحمة اللَّ</w:t>
      </w:r>
      <w:r w:rsidRPr="007F6071">
        <w:rPr>
          <w:rFonts w:hint="cs"/>
          <w:rtl/>
        </w:rPr>
        <w:t xml:space="preserve">ه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4" w:name="_Toc493163647"/>
      <w:r>
        <w:rPr>
          <w:rFonts w:hint="eastAsia"/>
          <w:rtl/>
          <w:lang w:bidi="ur-PK"/>
        </w:rPr>
        <w:t>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24"/>
      <w:r>
        <w:rPr>
          <w:rtl/>
          <w:lang w:bidi="ur-PK"/>
        </w:rPr>
        <w:t xml:space="preserve"> </w:t>
      </w:r>
    </w:p>
    <w:p w:rsidR="00B56CAE" w:rsidRPr="00DA1D41" w:rsidRDefault="00B56CAE" w:rsidP="00DA1D41">
      <w:pPr>
        <w:pStyle w:val="libArabic"/>
        <w:rPr>
          <w:rtl/>
        </w:rPr>
      </w:pPr>
      <w:r w:rsidRPr="00DA1D41">
        <w:rPr>
          <w:rFonts w:hint="cs"/>
          <w:rtl/>
        </w:rPr>
        <w:t>أَعُوذُ</w:t>
      </w:r>
      <w:r w:rsidRPr="00DA1D41">
        <w:rPr>
          <w:rtl/>
        </w:rPr>
        <w:t xml:space="preserve"> بِالل</w:t>
      </w:r>
      <w:r w:rsidRPr="00DA1D41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DA1D41" w:rsidP="00DA1D41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 w:rsidRPr="00DA1D41">
        <w:rPr>
          <w:rStyle w:val="libAieChar"/>
          <w:rFonts w:hint="cs"/>
          <w:rtl/>
        </w:rPr>
        <w:t>رَبَّنا</w:t>
      </w:r>
      <w:r w:rsidR="00B56CAE" w:rsidRPr="00DA1D41">
        <w:rPr>
          <w:rStyle w:val="libAieChar"/>
          <w:rtl/>
        </w:rPr>
        <w:t xml:space="preserve"> وَ آتِنا ما وَعَد</w:t>
      </w:r>
      <w:r w:rsidR="00B56CAE" w:rsidRPr="00DA1D41">
        <w:rPr>
          <w:rStyle w:val="libAieChar"/>
          <w:rFonts w:hint="cs"/>
          <w:rtl/>
        </w:rPr>
        <w:t>ْتَنا عَلى‏ رُسُلِكَ وَ لا تُخْزِنا يَوْمَ الْقِيامَةِ إِنَّكَ لا تُخْلِفُ الْميعاد</w:t>
      </w:r>
      <w:r w:rsidRPr="00DA1D41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(55)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کا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اور آبرو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جو ہم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اولو الالباب کے عنوان سے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اولا الاباب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صاحبان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عطا فرما جس کا تو نے اپنے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ہم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</w:t>
      </w:r>
      <w:r w:rsidR="00DA1D41" w:rsidRPr="00DA1D41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DA1D41">
        <w:rPr>
          <w:rStyle w:val="libAieChar"/>
          <w:rtl/>
        </w:rPr>
        <w:t xml:space="preserve">ولا تخزنا </w:t>
      </w:r>
      <w:r w:rsidRPr="00DA1D41">
        <w:rPr>
          <w:rStyle w:val="libAieChar"/>
          <w:rFonts w:hint="cs"/>
          <w:rtl/>
        </w:rPr>
        <w:t>ی</w:t>
      </w:r>
      <w:r w:rsidRPr="00DA1D41">
        <w:rPr>
          <w:rStyle w:val="libAieChar"/>
          <w:rFonts w:hint="eastAsia"/>
          <w:rtl/>
        </w:rPr>
        <w:t>وم</w:t>
      </w:r>
      <w:r w:rsidRPr="00DA1D41">
        <w:rPr>
          <w:rStyle w:val="libAieChar"/>
          <w:rtl/>
        </w:rPr>
        <w:t xml:space="preserve"> الق</w:t>
      </w:r>
      <w:r w:rsidRPr="00DA1D41">
        <w:rPr>
          <w:rStyle w:val="libAieChar"/>
          <w:rFonts w:hint="cs"/>
          <w:rtl/>
        </w:rPr>
        <w:t>ی</w:t>
      </w:r>
      <w:r w:rsidRPr="00DA1D41">
        <w:rPr>
          <w:rStyle w:val="libAieChar"/>
          <w:rFonts w:hint="eastAsia"/>
          <w:rtl/>
        </w:rPr>
        <w:t>امة</w:t>
      </w:r>
      <w:r>
        <w:rPr>
          <w:rFonts w:hint="eastAsia"/>
          <w:rtl/>
          <w:lang w:bidi="ur-PK"/>
        </w:rPr>
        <w:t>؛</w:t>
      </w:r>
      <w:r w:rsidR="00DA1D41" w:rsidRPr="00DA1D41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رسوا نہ فرما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</w:t>
      </w:r>
      <w:r>
        <w:rPr>
          <w:rtl/>
          <w:lang w:bidi="ur-PK"/>
        </w:rPr>
        <w:t xml:space="preserve"> تو وعدہ کے خلاف ورز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صاحبان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اور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دعا ہے،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اور آبرو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کہا جا رہا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سب کچھ عطا فرما جس کا وعدہ تو نے اپنے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DA1D41" w:rsidRDefault="00DA1D41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25" w:name="_Toc493163648"/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2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کے ماننے والوں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مسئلہ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 کرتا  تھا کہ ان کا تعلق عام طور پر نچلے طبقہ سے ہوا کرتا تھا،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پر نظر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اکثر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طبقہ سے تعلق رکھتے تھے،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افراد تھے،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کے ماننے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عام طور پر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اور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 ان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آتھے تھے جن کا دل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جن کا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تھا،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ان کے فطرت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</w:t>
      </w:r>
      <w:r>
        <w:rPr>
          <w:rtl/>
          <w:lang w:bidi="ur-PK"/>
        </w:rPr>
        <w:lastRenderedPageBreak/>
        <w:t>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اور ان کو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امرا، شرفا اور حکمرانوں کا طبقہ ہوا کرتا تھا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لگتا تھا،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بعض اوقات ہم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پاس جب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 آئے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خود رسول اکرم نے خود جب ان کو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پروگرام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جائو، مجھ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آئو، ان کو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کے پاس،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ان 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لوگوں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طبقہ کے ل</w:t>
      </w:r>
      <w:r>
        <w:rPr>
          <w:rFonts w:hint="eastAsia"/>
          <w:rtl/>
          <w:lang w:bidi="ur-PK"/>
        </w:rPr>
        <w:t>وگ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ہمارا درجہ بلند ہے، ہمارا اسٹ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ٹس</w:t>
      </w:r>
      <w:r>
        <w:rPr>
          <w:rtl/>
          <w:lang w:bidi="ur-PK"/>
        </w:rPr>
        <w:t xml:space="preserve"> الگ ہے، ہما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ساتھ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لہذا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ان کا مزاق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جب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 دوسروں کو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آئو وہ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کہ تم پر کون کون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 اراذل کے نام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 کے کہتے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پست پست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آکر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مشکل مرحلہ تھا جب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دعا مانگتے تھے، بار الہا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کرنے لگے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ہمارا مزاق اڑا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مسخرہ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آبرو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وعدہ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تو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کرتا ہے،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وعدہ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تو صالح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کو محفوظ رکھے گا اور دوسروں پر ان کو غالب کر دے گا، لہذا </w:t>
      </w:r>
      <w:r>
        <w:rPr>
          <w:rFonts w:hint="eastAsia"/>
          <w:rtl/>
          <w:lang w:bidi="ur-PK"/>
        </w:rPr>
        <w:t>پروردگارا</w:t>
      </w:r>
      <w:r>
        <w:rPr>
          <w:rtl/>
          <w:lang w:bidi="ur-PK"/>
        </w:rPr>
        <w:t xml:space="preserve"> اپنے وعدہ کو سچ کر دکھا؛ وہ کونسا وعدہ تھا جو خالق کائنات اپنے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انسانوں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وعدہ ہے جو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ہوا،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:</w:t>
      </w:r>
    </w:p>
    <w:p w:rsidR="00B56CAE" w:rsidRDefault="00DA1D41" w:rsidP="00B56CAE">
      <w:pPr>
        <w:pStyle w:val="libNormal"/>
        <w:rPr>
          <w:rtl/>
          <w:lang w:bidi="ur-PK"/>
        </w:rPr>
      </w:pPr>
      <w:r w:rsidRPr="00DA1D41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A1D41">
        <w:rPr>
          <w:rStyle w:val="libAieChar"/>
          <w:rFonts w:hint="cs"/>
          <w:rtl/>
        </w:rPr>
        <w:t>إِنَّا لَنَنْصُرُ رُسُلَنا وَ الَّذينَ آمَنُوا فِي الْحَياةِ الدُّنْيا وَ يَوْمَ يَقُومُ الْأَشْهادُ</w:t>
      </w:r>
      <w:r w:rsidRPr="00DA1D41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(56)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ضرور بضرور اپنے رسولوں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ہم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اور خالق کائنات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کافروں کو عذاب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فرمائے گا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بدلہ ہے جو تم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مومنوں کا مزاق اڑا کرتے تھے، آج تمہارا مزاق اڑا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تم کل مومنوں کو رسوا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کرتے</w:t>
      </w:r>
      <w:r>
        <w:rPr>
          <w:rtl/>
          <w:lang w:bidi="ur-PK"/>
        </w:rPr>
        <w:t xml:space="preserve"> تھے، آج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عزت اور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اہم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عزت بہت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اور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چاہتا، خاص طور اگر وہ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گذر جا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مسئلہ اس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 جو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ہے،وہاں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سکتا، اصلا قابل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قابل ذکر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اصل عزت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عطا فرماتا ہے، اور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،سب</w:t>
      </w:r>
      <w:r>
        <w:rPr>
          <w:rtl/>
          <w:lang w:bidi="ur-PK"/>
        </w:rPr>
        <w:t xml:space="preserve"> عمل دوسروں کے سامنے لائے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6" w:name="_Toc493163649"/>
      <w:r>
        <w:rPr>
          <w:rFonts w:hint="eastAsia"/>
          <w:rtl/>
          <w:lang w:bidi="ur-PK"/>
        </w:rPr>
        <w:lastRenderedPageBreak/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پردہ پوش</w:t>
      </w:r>
      <w:r>
        <w:rPr>
          <w:rFonts w:hint="cs"/>
          <w:rtl/>
          <w:lang w:bidi="ur-PK"/>
        </w:rPr>
        <w:t>ی</w:t>
      </w:r>
      <w:bookmarkEnd w:id="2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 تبل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السرائر ہے، </w:t>
      </w:r>
      <w:r w:rsidR="00DA1D41" w:rsidRPr="00DA1D41">
        <w:rPr>
          <w:rStyle w:val="libAlaemChar"/>
          <w:rFonts w:hint="cs"/>
          <w:rtl/>
        </w:rPr>
        <w:t>(</w:t>
      </w:r>
      <w:r w:rsidRPr="00DA1D41">
        <w:rPr>
          <w:rStyle w:val="libAieChar"/>
          <w:rFonts w:hint="cs"/>
          <w:rtl/>
        </w:rPr>
        <w:t>يَوْمَ تُبْلَى‏ السَّرائِر؛</w:t>
      </w:r>
      <w:r w:rsidRPr="0029475F">
        <w:rPr>
          <w:rFonts w:hint="cs"/>
          <w:rtl/>
        </w:rPr>
        <w:t xml:space="preserve"> </w:t>
      </w:r>
      <w:r w:rsidR="00DA1D41" w:rsidRPr="00DA1D41">
        <w:rPr>
          <w:rStyle w:val="libAlaemChar"/>
          <w:rFonts w:hint="cs"/>
          <w:rtl/>
        </w:rPr>
        <w:t>)</w:t>
      </w:r>
      <w:r w:rsidR="00DA1D41"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(57)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رازوں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ابھر کر سامنے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خداوند متعال بہت پردوں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ہے، خدا نہ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پردے ہٹا 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چاہتے، خدا نے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F36FE0">
        <w:rPr>
          <w:rStyle w:val="libArabicChar"/>
          <w:rFonts w:hint="eastAsia"/>
          <w:rtl/>
        </w:rPr>
        <w:t>الحذر</w:t>
      </w:r>
      <w:r w:rsidRPr="00F36FE0">
        <w:rPr>
          <w:rStyle w:val="libArabicChar"/>
          <w:rtl/>
        </w:rPr>
        <w:t xml:space="preserve"> الحذر فوالل</w:t>
      </w:r>
      <w:r w:rsidRPr="00F36FE0">
        <w:rPr>
          <w:rStyle w:val="libArabicChar"/>
          <w:rFonts w:hint="cs"/>
          <w:rtl/>
        </w:rPr>
        <w:t>ه لقد ستر، حتی</w:t>
      </w:r>
      <w:r w:rsidRPr="00F36FE0">
        <w:rPr>
          <w:rStyle w:val="libArabicChar"/>
          <w:rtl/>
        </w:rPr>
        <w:t xml:space="preserve"> کان</w:t>
      </w:r>
      <w:r w:rsidRPr="00F36FE0">
        <w:rPr>
          <w:rStyle w:val="libArabicChar"/>
          <w:rFonts w:hint="cs"/>
          <w:rtl/>
        </w:rPr>
        <w:t>ه قد غفر</w:t>
      </w:r>
      <w:r w:rsidRPr="0029475F">
        <w:rPr>
          <w:rFonts w:hint="cs"/>
          <w:rtl/>
        </w:rPr>
        <w:t xml:space="preserve">؛ </w:t>
      </w:r>
      <w:r w:rsidRPr="007F6071">
        <w:rPr>
          <w:rStyle w:val="libFootnotenumChar"/>
          <w:rFonts w:hint="cs"/>
          <w:rtl/>
        </w:rPr>
        <w:t>(58)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ڈرو خدا سے ڈرواس نے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پردہ 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حجاب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خدا نہ خواستہ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حجاب ہٹا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قابل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کے سامنے رہ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احترام،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عزت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 خالق کائنات نے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خدا اس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رکھے، اور ہمارے گناہوں کو بخش دے، بلکہ گناہوں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فرمائے، وہ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کے سامنے نامہ اعمال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لہذا اولو الالباب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عطا فرما،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جس کا وعدہ تو نے اپنے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ہم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کو پورا فرما،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فرما،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نصرف فرما، وہ </w:t>
      </w:r>
      <w:r>
        <w:rPr>
          <w:rFonts w:hint="eastAsia"/>
          <w:rtl/>
          <w:lang w:bidi="ur-PK"/>
        </w:rPr>
        <w:t>سمجھتے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کمزور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فرما، خدا کس طرح مدد فرماتا ہے، کل جو غلام بنا کر بازار مصر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بکنے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خدا اس طرح عزت عطا فرماتا ہے کہ اس کو بادشاہ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اور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خالص نہ ہو ان کو غ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وعدہ ہے جو خدا نے اپنے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رسولوں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اگر تم ان کا ساتھ دو تو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صاحب عزت رہوگے، کم ہوتے ہوئے دوسروں پر غالب رہوگے،</w:t>
      </w:r>
    </w:p>
    <w:p w:rsidR="00B56CAE" w:rsidRDefault="00F36FE0" w:rsidP="00F36FE0">
      <w:pPr>
        <w:pStyle w:val="libNormal"/>
        <w:rPr>
          <w:rtl/>
          <w:lang w:bidi="ur-PK"/>
        </w:rPr>
      </w:pPr>
      <w:r w:rsidRPr="00F36F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36FE0">
        <w:rPr>
          <w:rStyle w:val="libAieChar"/>
          <w:rFonts w:hint="cs"/>
          <w:rtl/>
        </w:rPr>
        <w:t>كَمْ مِنْ فِئَةٍ قَليلَةٍ غَلَبَتْ‏ فِئَةً كَثيرَة</w:t>
      </w:r>
      <w:r w:rsidRPr="00F36F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(59)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کتنے چھوٹے گروہ بڑے گروہوں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نے ا ن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عطا فرما،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مغلوب نہ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خدا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وعدہ ہے وہ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غالب کر کے رہے گا ، خدا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وعدہ ہے جو </w:t>
      </w:r>
      <w:r>
        <w:rPr>
          <w:rtl/>
          <w:lang w:bidi="ur-PK"/>
        </w:rPr>
        <w:lastRenderedPageBreak/>
        <w:t>رسول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خدا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ہم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خدا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والے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مشرکوں کو جتنا گراں گذرے،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کے ارادہ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غالب ہوکر رہے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کچھ عطا فرما جس کا تو نے  رسولوں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ہم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ہے،لا تخزنا 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رسوا نہ فرما،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کو محفوظ رکھ، جس دن رازوں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بار الہا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ان گناہوں کو بخش دے جو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دوسروں کے سامنے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رسوا و خوار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F36FE0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جب دعا مانبا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 w:rsidR="007F6071" w:rsidRPr="007F6071">
        <w:rPr>
          <w:rFonts w:hint="cs"/>
          <w:rtl/>
        </w:rPr>
        <w:t>ہ</w:t>
      </w:r>
      <w:r w:rsidR="00F36FE0" w:rsidRPr="007F6071">
        <w:rPr>
          <w:rFonts w:hint="cs"/>
          <w:rtl/>
        </w:rPr>
        <w:t xml:space="preserve"> </w:t>
      </w:r>
      <w:r w:rsidR="00F36FE0" w:rsidRPr="00F36FE0">
        <w:rPr>
          <w:rStyle w:val="libAlaemChar"/>
          <w:rFonts w:hint="cs"/>
          <w:rtl/>
        </w:rPr>
        <w:t>(</w:t>
      </w:r>
      <w:r w:rsidRPr="00F36FE0">
        <w:rPr>
          <w:rStyle w:val="libAieChar"/>
          <w:rFonts w:hint="cs"/>
          <w:rtl/>
        </w:rPr>
        <w:t>و لا تُخْزِني‏ يَوْمَ يُبْعَثُون</w:t>
      </w:r>
      <w:r w:rsidR="00F36FE0" w:rsidRPr="00F36F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(60)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الہا!مبعوث ہونے والے دن، محشور ہونے والے دن،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دن، مجھے رسوا نہ کرنا،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حوالے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جہنم کے عذاب کا تذکرہ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سزائوں کا ذکر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فرماتے،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کا ذکر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انواع اور اقسام کے عذابوں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جو دعا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موقعہ ملتا ہے کہ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دوبارہ کچھ کوشش کرلے،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کام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دوبارہ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ہمشہ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 لوگوں کے سامنے چند دنوں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وہاں سب کے سامنے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آپ نے ابن مسعود کو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اے ابن مسعود! ڈرو اس دن سے، جس دن پردوں کو ہٹا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</w:t>
      </w:r>
      <w:r w:rsidRPr="007F6071">
        <w:rPr>
          <w:rStyle w:val="libFootnotenumChar"/>
          <w:rtl/>
        </w:rPr>
        <w:t>(61)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وہ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دن ہوگا،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عدل کو نصب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اعمال تولے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نگے،راز</w:t>
      </w:r>
      <w:r>
        <w:rPr>
          <w:rtl/>
          <w:lang w:bidi="ur-PK"/>
        </w:rPr>
        <w:t xml:space="preserve">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اپنا سب کچھ اگل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</w:p>
    <w:p w:rsidR="00B56CAE" w:rsidRDefault="00F36FE0" w:rsidP="00B56CAE">
      <w:pPr>
        <w:pStyle w:val="libNormal"/>
        <w:rPr>
          <w:rtl/>
          <w:lang w:bidi="ur-PK"/>
        </w:rPr>
      </w:pPr>
      <w:r w:rsidRPr="00F36FE0">
        <w:rPr>
          <w:rStyle w:val="libAlaemChar"/>
          <w:rFonts w:hint="cs"/>
          <w:rtl/>
        </w:rPr>
        <w:t>(</w:t>
      </w:r>
      <w:r w:rsidR="00B56CAE" w:rsidRPr="00F36FE0">
        <w:rPr>
          <w:rStyle w:val="libAieChar"/>
          <w:rFonts w:hint="eastAsia"/>
          <w:rtl/>
        </w:rPr>
        <w:t>وَ</w:t>
      </w:r>
      <w:r w:rsidR="00B56CAE" w:rsidRPr="00F36FE0">
        <w:rPr>
          <w:rStyle w:val="libAieChar"/>
          <w:rtl/>
        </w:rPr>
        <w:t xml:space="preserve"> </w:t>
      </w:r>
      <w:r w:rsidR="00B56CAE" w:rsidRPr="00F36FE0">
        <w:rPr>
          <w:rStyle w:val="libAieChar"/>
          <w:rFonts w:hint="cs"/>
          <w:rtl/>
        </w:rPr>
        <w:t>أَخْرَجَتِ الْأَرْضُ أَثْقالَها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F36F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(62)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سب کچھ اگل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رازوں کو ظاہر کر 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پھر وہاں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عطا فرما،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ائےا</w:t>
      </w:r>
      <w:r>
        <w:rPr>
          <w:rtl/>
          <w:lang w:bidi="ur-PK"/>
        </w:rPr>
        <w:t xml:space="preserve"> 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آئمہ کے راستہ پر چلنے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جو ان کے راستہ پر چلے گا جو ان کے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کرے 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ان کو عزت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عزت تو ہے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</w:p>
    <w:p w:rsidR="00B56CAE" w:rsidRDefault="00F36FE0" w:rsidP="00B56CAE">
      <w:pPr>
        <w:pStyle w:val="libNormal"/>
        <w:rPr>
          <w:rtl/>
          <w:lang w:bidi="ur-PK"/>
        </w:rPr>
      </w:pPr>
      <w:r w:rsidRPr="00F36FE0">
        <w:rPr>
          <w:rStyle w:val="libAlaemChar"/>
          <w:rFonts w:hint="cs"/>
          <w:rtl/>
        </w:rPr>
        <w:lastRenderedPageBreak/>
        <w:t>(</w:t>
      </w:r>
      <w:r w:rsidR="00B56CAE">
        <w:rPr>
          <w:rtl/>
          <w:lang w:bidi="ur-PK"/>
        </w:rPr>
        <w:t xml:space="preserve"> </w:t>
      </w:r>
      <w:r w:rsidR="00B56CAE" w:rsidRPr="00F36FE0">
        <w:rPr>
          <w:rStyle w:val="libAieChar"/>
          <w:rtl/>
        </w:rPr>
        <w:t>وَ لِلَّ</w:t>
      </w:r>
      <w:r w:rsidR="00B56CAE" w:rsidRPr="00F36FE0">
        <w:rPr>
          <w:rStyle w:val="libAieChar"/>
          <w:rFonts w:hint="cs"/>
          <w:rtl/>
        </w:rPr>
        <w:t>هِ الْعِزَّةُ وَ لِرَسُولِهِ وَ لِلْمُؤْمِنين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F36F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(63)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عزت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اس کے رسول ہے اور پھر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خدا اور اس کے رسول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 اب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دور آجائے کہ انسان کو انتخاب کرنا پڑے کہ وہ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مر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ذلت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کرے، تو وہاں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 درس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ذلت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بہتر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عزت نہ ہو، وہاں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جہاں انسان ظالم کا ظلم برداشت کرے اور کچھ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سکے، کہنے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اقدار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کا نام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کو زندہ کہا ہے،</w:t>
      </w:r>
    </w:p>
    <w:p w:rsidR="00B56CAE" w:rsidRDefault="00F36FE0" w:rsidP="00B56CAE">
      <w:pPr>
        <w:pStyle w:val="libNormal"/>
        <w:rPr>
          <w:rtl/>
          <w:lang w:bidi="ur-PK"/>
        </w:rPr>
      </w:pPr>
      <w:r w:rsidRPr="00F36F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36FE0">
        <w:rPr>
          <w:rStyle w:val="libAieChar"/>
          <w:rtl/>
        </w:rPr>
        <w:t>وَلا تَح</w:t>
      </w:r>
      <w:r w:rsidR="00B56CAE" w:rsidRPr="00F36FE0">
        <w:rPr>
          <w:rStyle w:val="libAieChar"/>
          <w:rFonts w:hint="cs"/>
          <w:rtl/>
        </w:rPr>
        <w:t>ْسَبَنَ‏ الَّذينَ قُتِلُوا في‏ سَبيلِ اللَّهِ أَمْواتاً ب</w:t>
      </w:r>
      <w:r w:rsidR="00B56CAE" w:rsidRPr="00F36FE0">
        <w:rPr>
          <w:rStyle w:val="libAieChar"/>
          <w:rtl/>
        </w:rPr>
        <w:t>َل</w:t>
      </w:r>
      <w:r w:rsidR="00B56CAE" w:rsidRPr="00F36FE0">
        <w:rPr>
          <w:rStyle w:val="libAieChar"/>
          <w:rFonts w:hint="cs"/>
          <w:rtl/>
        </w:rPr>
        <w:t>ْ أَحْياء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F36F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(64)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مردہ فکر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کرو، وہ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نے،</w:t>
      </w:r>
      <w:r>
        <w:rPr>
          <w:rtl/>
          <w:lang w:bidi="ur-PK"/>
        </w:rPr>
        <w:t xml:space="preserve"> کھانے،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نے،</w:t>
      </w:r>
      <w:r>
        <w:rPr>
          <w:rtl/>
          <w:lang w:bidi="ur-PK"/>
        </w:rPr>
        <w:t xml:space="preserve"> اٹھنے،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جب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کو دربار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وہاں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غرور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رہا تھا، وہ اس بڑ</w:t>
      </w:r>
      <w:r>
        <w:rPr>
          <w:rFonts w:hint="eastAsia"/>
          <w:rtl/>
          <w:lang w:bidi="ur-PK"/>
        </w:rPr>
        <w:t>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 ہو رہا تھا کہ ہم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گئے، ہم نے اپنے دشمن  کو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ذکر کو مٹا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</w:t>
      </w:r>
      <w:r w:rsidRPr="007F6071">
        <w:rPr>
          <w:rStyle w:val="libFootnotenumChar"/>
          <w:rtl/>
        </w:rPr>
        <w:t>(65)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نے تو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کے ان کو وہ مقام دلا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محبوب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کا مقام ہے، اس شہادت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انہوں نے عزت حاصل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تو نے ذلت اور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اپنا مقدر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ہے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 لے،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آبرو 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7" w:name="_Toc493163650"/>
      <w:r>
        <w:rPr>
          <w:rFonts w:hint="eastAsia"/>
          <w:rtl/>
          <w:lang w:bidi="ur-PK"/>
        </w:rPr>
        <w:t>خوف</w:t>
      </w:r>
      <w:r>
        <w:rPr>
          <w:rtl/>
          <w:lang w:bidi="ur-PK"/>
        </w:rPr>
        <w:t xml:space="preserve"> و رجا</w:t>
      </w:r>
      <w:bookmarkEnd w:id="2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نکتہ جو اس دعا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 جو اولو الالباب نے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خوف اور رجا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اور ڈرنا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انسان اتنا پر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جائے 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سمجھنے لگے کہ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کرلوں خدا بڑا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مجھے بخش دے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پر بھروسہ کرتے ہوئے کھلے عام گناہوں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جائے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خدا کے ڈرنے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خوف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سےاتنا ڈر جائے کہ وہ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ہوجائے، بلکہ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مومن کے اندر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صفت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برابر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مومن خوف اور رجا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tl/>
          <w:lang w:bidi="ur-PK"/>
        </w:rPr>
        <w:lastRenderedPageBreak/>
        <w:t>اور خوف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اساس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ہے۔اس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حاصل کرتا ہے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نہ چلا جائے۔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28" w:name="_Toc493163651"/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بش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2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لہذا خالق کائنات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اؑ</w:t>
      </w:r>
      <w:r>
        <w:rPr>
          <w:rtl/>
          <w:lang w:bidi="ur-PK"/>
        </w:rPr>
        <w:t xml:space="preserve"> کو جو دو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انسان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رہے ہوں،  سمجھ رہے ہوں سب کچھ ختم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کچھ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رہا، اب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سکتا، ان کو بشارت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نہ گھبرائو،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جو صرف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سمجھتے ہوئے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و عشرت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ڈراتے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ں،انذار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 ح خدا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ان دو صفتوں کے ساتھ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ہے بش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</w:t>
      </w:r>
      <w:r>
        <w:rPr>
          <w:rFonts w:hint="eastAsia"/>
          <w:rtl/>
          <w:lang w:bidi="ur-PK"/>
        </w:rPr>
        <w:t>چاہتا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مومن کے اندر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صفت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 اس کے اندر خوف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اتنا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جائے۔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گناہوں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ڈرنا چھوڑ دے اور گناہوں کا مرتکب ہوتا چلا جائے۔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غالب ہونا چا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تو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سہارا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غالب آنا چاہے تو اس کا سہارا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اور اس طرح ان دونوں احساسات کو برابر رکھتے ہوئے انسان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 تو اسے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آخرت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مل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اہم نکتہ ہے جو ان دعائوں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ہے، خدا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بنو۔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پر گناہوں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بے باک اور نڈر نہ بن جائو۔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مومن کے اندر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خوف اور رجا۔ ان کو اگر تولا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برابر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(66)</w:t>
      </w:r>
    </w:p>
    <w:p w:rsidR="00D9794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انسان کو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پرواز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اگر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پرواز کرنا چاہتے ہو تو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پر درکار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اور رجا دونوں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تمہارے پاس، اور خوف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پرواز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جہاں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صفت رہےوہاں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مقدر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ہے۔لہذا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نہ گھبرائو ہم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ڈراتے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سمجھنا کہ ہمارے اور خدا کے د</w:t>
      </w:r>
      <w:r>
        <w:rPr>
          <w:rFonts w:hint="eastAsia"/>
          <w:rtl/>
          <w:lang w:bidi="ur-PK"/>
        </w:rPr>
        <w:t>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 ہے اس رشتہ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فہم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صفت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برابر </w:t>
      </w:r>
      <w:r>
        <w:rPr>
          <w:rtl/>
          <w:lang w:bidi="ur-PK"/>
        </w:rPr>
        <w:lastRenderedPageBreak/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رہنا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کا مقصد ہے کہ بشارت اور انذار دونوں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خوف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اگر ابرابر طور پر انسان کے اندر ہوں 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اولو الالباب اورانب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دعا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ولا تخزن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بعثون</w:t>
      </w:r>
      <w:r>
        <w:rPr>
          <w:rtl/>
          <w:lang w:bidi="ur-PK"/>
        </w:rPr>
        <w:t>۔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ہے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رکھے۔   </w:t>
      </w:r>
    </w:p>
    <w:p w:rsidR="00B56CAE" w:rsidRPr="0029475F" w:rsidRDefault="00B56CAE" w:rsidP="00B56CAE">
      <w:pPr>
        <w:pStyle w:val="libNormal"/>
        <w:rPr>
          <w:rtl/>
        </w:rPr>
      </w:pPr>
      <w:r>
        <w:rPr>
          <w:rtl/>
          <w:lang w:bidi="ur-PK"/>
        </w:rPr>
        <w:t xml:space="preserve">  </w:t>
      </w:r>
      <w:r w:rsidRPr="00DA1D41">
        <w:rPr>
          <w:rStyle w:val="libArabicChar"/>
          <w:rtl/>
        </w:rPr>
        <w:t>والسلام عل</w:t>
      </w:r>
      <w:r w:rsidRPr="00DA1D41">
        <w:rPr>
          <w:rStyle w:val="libArabicChar"/>
          <w:rFonts w:hint="cs"/>
          <w:rtl/>
        </w:rPr>
        <w:t>ی</w:t>
      </w:r>
      <w:r w:rsidRPr="00DA1D41">
        <w:rPr>
          <w:rStyle w:val="libArabicChar"/>
          <w:rFonts w:hint="eastAsia"/>
          <w:rtl/>
        </w:rPr>
        <w:t>کم</w:t>
      </w:r>
      <w:r w:rsidRPr="00DA1D41">
        <w:rPr>
          <w:rStyle w:val="libArabicChar"/>
          <w:rtl/>
        </w:rPr>
        <w:t xml:space="preserve"> و رحمة اللَّ</w:t>
      </w:r>
      <w:r w:rsidRPr="00DA1D41">
        <w:rPr>
          <w:rStyle w:val="libArabicChar"/>
          <w:rFonts w:hint="cs"/>
          <w:rtl/>
        </w:rPr>
        <w:t>هِ و برکاته</w:t>
      </w:r>
      <w:r w:rsidRPr="0029475F">
        <w:rPr>
          <w:rFonts w:hint="cs"/>
          <w:rtl/>
        </w:rPr>
        <w:t xml:space="preserve">  </w:t>
      </w:r>
    </w:p>
    <w:p w:rsidR="00D9794E" w:rsidRDefault="00D9794E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D9794E" w:rsidRDefault="00D9794E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29" w:name="_Toc493163652"/>
      <w:r>
        <w:rPr>
          <w:rFonts w:hint="eastAsia"/>
          <w:rtl/>
          <w:lang w:bidi="ur-PK"/>
        </w:rPr>
        <w:t>حصول</w:t>
      </w:r>
      <w:r>
        <w:rPr>
          <w:rtl/>
          <w:lang w:bidi="ur-PK"/>
        </w:rPr>
        <w:t xml:space="preserve">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29"/>
      <w:r>
        <w:rPr>
          <w:rtl/>
          <w:lang w:bidi="ur-PK"/>
        </w:rPr>
        <w:t xml:space="preserve"> </w:t>
      </w:r>
    </w:p>
    <w:p w:rsidR="00B56CAE" w:rsidRPr="00F36FE0" w:rsidRDefault="00B56CAE" w:rsidP="00F36FE0">
      <w:pPr>
        <w:pStyle w:val="libArabic"/>
        <w:rPr>
          <w:rtl/>
        </w:rPr>
      </w:pPr>
      <w:r w:rsidRPr="00F36FE0">
        <w:rPr>
          <w:rFonts w:hint="cs"/>
          <w:rtl/>
        </w:rPr>
        <w:t>أَعُوذُ</w:t>
      </w:r>
      <w:r w:rsidRPr="00F36FE0">
        <w:rPr>
          <w:rtl/>
        </w:rPr>
        <w:t xml:space="preserve"> بِالل</w:t>
      </w:r>
      <w:r w:rsidRPr="00F36FE0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</w:t>
      </w:r>
      <w:r w:rsidRPr="00C02DA6">
        <w:rPr>
          <w:rStyle w:val="libArabicChar"/>
          <w:rtl/>
        </w:rPr>
        <w:t>لَ</w:t>
      </w:r>
      <w:r w:rsidRPr="00C02DA6">
        <w:rPr>
          <w:rStyle w:val="libArabicChar"/>
          <w:rFonts w:hint="cs"/>
          <w:rtl/>
        </w:rPr>
        <w:t>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F36FE0" w:rsidP="00B56CAE">
      <w:pPr>
        <w:pStyle w:val="libNormal"/>
        <w:rPr>
          <w:rtl/>
          <w:lang w:bidi="ur-PK"/>
        </w:rPr>
      </w:pPr>
      <w:r w:rsidRPr="00DD3747">
        <w:rPr>
          <w:rStyle w:val="libAlaemChar"/>
          <w:rFonts w:hint="cs"/>
          <w:rtl/>
        </w:rPr>
        <w:t>(</w:t>
      </w:r>
      <w:r w:rsidR="00B56CAE" w:rsidRPr="00DD3747">
        <w:rPr>
          <w:rStyle w:val="libAieChar"/>
          <w:rFonts w:hint="eastAsia"/>
          <w:rtl/>
        </w:rPr>
        <w:t>وَ</w:t>
      </w:r>
      <w:r w:rsidR="00B56CAE" w:rsidRPr="00DD3747">
        <w:rPr>
          <w:rStyle w:val="libAieChar"/>
          <w:rtl/>
        </w:rPr>
        <w:t xml:space="preserve"> اج</w:t>
      </w:r>
      <w:r w:rsidR="00B56CAE" w:rsidRPr="00DD3747">
        <w:rPr>
          <w:rStyle w:val="libAieChar"/>
          <w:rFonts w:hint="cs"/>
          <w:rtl/>
        </w:rPr>
        <w:t>ْعَلْني‏ مِنْ وَرَثَةِ جَنَّةِ النَّعيم‏</w:t>
      </w:r>
      <w:r w:rsidR="00B56CAE" w:rsidRPr="0029475F">
        <w:rPr>
          <w:rFonts w:hint="cs"/>
          <w:rtl/>
        </w:rPr>
        <w:t xml:space="preserve"> </w:t>
      </w:r>
      <w:r w:rsidRPr="00DD3747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(67)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دعا کو ذکر کرنا ہے جو کہ حصول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ہے۔،جنت کو حاصل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کرنا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دے،بہشت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دے، جنت کے حوالے سے اتنے سوالات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اٹھائے جاتے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اور فطرتا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خوشحال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 کا نام و نشان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ہو۔ تو اس حوالے سے بہشت بنانا اور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انواع و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حوالے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سوالات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کہ ہم اس جہت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جب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نگاہ کرتا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 کہ کاش جنت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،ہر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بہشت بن جائے۔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امن امان ہو،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سرحال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عدالت اور انصاف ہو، سب کو ان کے حقوق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ہر انسان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فطرت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ہم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نظر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تزاحم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تمانع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سب کے اپنے مفادات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اپنا مفاد حاصل کرے۔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گذارے، چاہے دوسروں کے حقوق پامال ہو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دوسروں کو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ہو،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ہو۔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گذرے۔ تو پھر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دوسروں پر غالب آجاتا ہے، حکومت کرتا ہے، ظلم کرتا ہے دوسروں کے حقوق کو پامال کرتا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0" w:name="_Toc493163653"/>
      <w:r>
        <w:rPr>
          <w:rFonts w:hint="eastAsia"/>
          <w:rtl/>
          <w:lang w:bidi="ur-PK"/>
        </w:rPr>
        <w:t>جنت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30"/>
    </w:p>
    <w:p w:rsidR="00B56CAE" w:rsidRDefault="00B56CAE" w:rsidP="00090FB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خالص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نہ غم،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غم ملے ہوے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خوش ہوتے ہوے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مغموم ہوا کرتاہے۔ محزون ہوا کرتا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کڑوں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کام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محسوس کرتا ہے۔ </w:t>
      </w:r>
      <w:r>
        <w:rPr>
          <w:rtl/>
          <w:lang w:bidi="ur-PK"/>
        </w:rPr>
        <w:lastRenderedPageBreak/>
        <w:t>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اندر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نہ خالص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خالص غم ہے۔انسان چاہتا ہے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خالق کائنات نے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جنت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 جنت ہے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فضل خدا۔خالق کائنات نے جو جنت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انواع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 w:rsidR="00090FB3">
        <w:rPr>
          <w:rStyle w:val="libAlaemChar"/>
          <w:rFonts w:hint="cs"/>
          <w:rtl/>
        </w:rPr>
        <w:t>(</w:t>
      </w:r>
      <w:r w:rsidRPr="00090FB3">
        <w:rPr>
          <w:rStyle w:val="libAieChar"/>
          <w:rtl/>
        </w:rPr>
        <w:t>جَنَّاتٍ تَج</w:t>
      </w:r>
      <w:r w:rsidRPr="00090FB3">
        <w:rPr>
          <w:rStyle w:val="libAieChar"/>
          <w:rFonts w:hint="cs"/>
          <w:rtl/>
        </w:rPr>
        <w:t>ْري‏ مِنْ تَحْتِهَا الْأَنْهار</w:t>
      </w:r>
      <w:r w:rsidRPr="0029475F">
        <w:rPr>
          <w:rFonts w:hint="cs"/>
          <w:rtl/>
        </w:rPr>
        <w:t xml:space="preserve"> </w:t>
      </w:r>
      <w:r w:rsidR="00090FB3" w:rsidRPr="0029475F">
        <w:t xml:space="preserve"> </w:t>
      </w:r>
      <w:r w:rsidR="00090FB3">
        <w:rPr>
          <w:rStyle w:val="libAlaemChar"/>
          <w:rFonts w:hint="cs"/>
          <w:rtl/>
        </w:rPr>
        <w:t>)</w:t>
      </w:r>
      <w:r w:rsidR="00090FB3" w:rsidRPr="0029475F">
        <w:t xml:space="preserve"> </w:t>
      </w:r>
      <w:r w:rsidRPr="007F6071">
        <w:rPr>
          <w:rStyle w:val="libFootnotenumChar"/>
          <w:rFonts w:hint="cs"/>
          <w:rtl/>
        </w:rPr>
        <w:t>(68)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وہاں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مسندوں پر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لگائے ہوئے ہوں گے۔ ان کے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غلمان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ہونگے، خدا ان کو بہشت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فرمائے گا،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مشکل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البتہ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قسم کا تذکرہ ملتا ہے کہ اگر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جھلک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دکھا دے تو وہ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کا حسن برداشت نہ کر سکے اور بے ہوش ہو جائے۔ </w:t>
      </w:r>
      <w:r w:rsidRPr="007F6071">
        <w:rPr>
          <w:rStyle w:val="libFootnotenumChar"/>
          <w:rtl/>
        </w:rPr>
        <w:t>(69)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خوبصورت حور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تمام انواع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مکمل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انواع و اقسام کے کھانے ہونگے، پرندوں کا بھنا ہوا گوشت ہوگا </w:t>
      </w:r>
    </w:p>
    <w:p w:rsidR="00B56CAE" w:rsidRDefault="00090FB3" w:rsidP="00B56CAE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 w:rsidR="00B56CAE" w:rsidRPr="00090FB3">
        <w:rPr>
          <w:rStyle w:val="libAieChar"/>
          <w:rFonts w:hint="eastAsia"/>
          <w:rtl/>
        </w:rPr>
        <w:t>و</w:t>
      </w:r>
      <w:r w:rsidR="00B56CAE" w:rsidRPr="00090FB3">
        <w:rPr>
          <w:rStyle w:val="libAieChar"/>
          <w:rtl/>
        </w:rPr>
        <w:t xml:space="preserve"> وَلَح</w:t>
      </w:r>
      <w:r w:rsidR="00B56CAE" w:rsidRPr="00090FB3">
        <w:rPr>
          <w:rStyle w:val="libAieChar"/>
          <w:rFonts w:hint="cs"/>
          <w:rtl/>
        </w:rPr>
        <w:t>ْمِ طَيْرٍ مِمَّا يَشْتَهُون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090FB3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(70)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 ملے گا ان کو،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انواع و اقسام کے مشروبات ہونگے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کے خدا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شراب طہور پلائے گا،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جام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وہاں پر، جنت کو خالق کائنات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ہر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اسے مل جائے۔سب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جو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باغات ہونگے،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انواع و اقسام کے پھل اورم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جات ہونگے،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ہونگے،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گا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پھل کو تناول کرے تو ٹہن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جھک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پھل اس کے ہاتھوں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آجائے گا،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دوسرا پھل وہاں لگ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1" w:name="_Toc493163654"/>
      <w:r>
        <w:rPr>
          <w:rFonts w:hint="eastAsia"/>
          <w:rtl/>
          <w:lang w:bidi="ur-PK"/>
        </w:rPr>
        <w:t>جنت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bookmarkEnd w:id="3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روح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نعمت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مجھے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ٹھوں</w:t>
      </w:r>
      <w:r>
        <w:rPr>
          <w:rtl/>
          <w:lang w:bidi="ur-PK"/>
        </w:rPr>
        <w:t xml:space="preserve"> ،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کو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دونگا،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فرم</w:t>
      </w:r>
      <w:r>
        <w:rPr>
          <w:rFonts w:hint="eastAsia"/>
          <w:rtl/>
          <w:lang w:bidi="ur-PK"/>
        </w:rPr>
        <w:t>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سے بہتر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نفس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جبکہ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ہوگا۔ </w:t>
      </w:r>
      <w:r w:rsidRPr="007F6071">
        <w:rPr>
          <w:rStyle w:val="libFootnotenumChar"/>
          <w:rtl/>
        </w:rPr>
        <w:t>(71)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عرفا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اہل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رب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رضوان من اللّ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کے دوستوں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آئمہ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ان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ہوگا۔ خدا کا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جو کہ انسان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جنت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آراستہ و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تو قطعا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کرتا ہے کہ خدا جنت عطا فرمائے اور خدا نے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گا عمل صالح کرے گا خدا اسے جنت عطا کرے گا، البتہ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زا</w:t>
      </w:r>
      <w:r>
        <w:rPr>
          <w:rtl/>
          <w:lang w:bidi="ur-PK"/>
        </w:rPr>
        <w:t xml:space="preserve"> مل سکے۔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بہت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بہت پست ہے، بہت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مختصر ہے۔ اللہ نے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اپنے دوستوں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نے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جنت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واجعلن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ورثة ج</w:t>
      </w:r>
      <w:r>
        <w:rPr>
          <w:rFonts w:hint="eastAsia"/>
          <w:rtl/>
          <w:lang w:bidi="ur-PK"/>
        </w:rPr>
        <w:t>ن</w:t>
      </w:r>
      <w:r w:rsidR="007F6071" w:rsidRPr="007F6071">
        <w:rPr>
          <w:rFonts w:hint="cs"/>
          <w:rtl/>
        </w:rPr>
        <w:t>ہ</w:t>
      </w:r>
      <w:r>
        <w:rPr>
          <w:rtl/>
          <w:lang w:bidi="ur-PK"/>
        </w:rPr>
        <w:t xml:space="preserve"> النع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م؛</w:t>
      </w:r>
      <w:r>
        <w:rPr>
          <w:rtl/>
          <w:lang w:bidi="ur-PK"/>
        </w:rPr>
        <w:t xml:space="preserve"> خدا مجھے جنت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وارث بنا دے، مجھے جنت کا وارث بنا دے۔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2" w:name="_Toc493163655"/>
      <w:r>
        <w:rPr>
          <w:rFonts w:hint="eastAsia"/>
          <w:rtl/>
          <w:lang w:bidi="ur-PK"/>
        </w:rPr>
        <w:t>وراثت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3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وارث،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ملے،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کے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دوسروں کا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مل جائے 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کہا جاتا ہے، خدا نہ کرے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والد کا انتقال ہو جائے اس کا مال متاع سب کچھ اسے ملتا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زحمت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عمل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ہمارے اعمال کا وہ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لطف ہے کہ وہ ہمارے ناقص اعمال کو قبول کرتا ہے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جزا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جزا،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خدا کا فضل و لطف و احسان و اکرام ہے۔ وگرنہ ہمارے عمل اس قابل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حقدار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اعمال۔ اس کے حقدار تو قطعا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اسے جنت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لہذا جنت سراسر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سراسر اللہ کا فضل و احسان 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3" w:name="_Toc493163656"/>
      <w:r>
        <w:rPr>
          <w:rFonts w:hint="eastAsia"/>
          <w:rtl/>
          <w:lang w:bidi="ur-PK"/>
        </w:rPr>
        <w:t>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bookmarkEnd w:id="3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عدالت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مثال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ذرا انسان محاسبہ کر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تجارت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عبادت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خدا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کرو نماز پڑہو روزا رکھو،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حج کرو، دوسروں پر ظلم نہ کرو، اگر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تاج</w:t>
      </w:r>
      <w:r>
        <w:rPr>
          <w:rFonts w:hint="eastAsia"/>
          <w:rtl/>
          <w:lang w:bidi="ur-PK"/>
        </w:rPr>
        <w:t>رانہ</w:t>
      </w:r>
      <w:r>
        <w:rPr>
          <w:rtl/>
          <w:lang w:bidi="ur-PK"/>
        </w:rPr>
        <w:t xml:space="preserve"> نگاہ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عبادات پر، ان عبادتوں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فرض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روزا نماز پڑہتا ہے صرف واجب نمازوں کو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رکعات صبح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،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ظہر و عصر، </w:t>
      </w:r>
      <w:r>
        <w:rPr>
          <w:rtl/>
          <w:lang w:bidi="fa-IR"/>
        </w:rPr>
        <w:t>۳</w:t>
      </w:r>
      <w:r>
        <w:rPr>
          <w:rtl/>
          <w:lang w:bidi="ur-PK"/>
        </w:rPr>
        <w:t xml:space="preserve"> مغرب </w:t>
      </w:r>
      <w:r>
        <w:rPr>
          <w:rtl/>
          <w:lang w:bidi="fa-IR"/>
        </w:rPr>
        <w:t>۴</w:t>
      </w:r>
      <w:r>
        <w:rPr>
          <w:rtl/>
          <w:lang w:bidi="ur-PK"/>
        </w:rPr>
        <w:t xml:space="preserve"> عشا، نماز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واجب نمازوں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۱۷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رکعت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کتنا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لگے گا، اچھا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جب انتقال ہو جاتا ہے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کے وارث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مراجع کے دفتر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قضا نماز پڑہوان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آپ کا اتفاق ہوا ہو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نمازوں کے کتنے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جگہ کا ہر علائقہ کا اپنا اپنا حسا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اس نکتہ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کرنا چاہتا ہوں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ہمارے عمل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اگر پئسے 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ہزار روپے، کم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ہزار، حساب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ہزا؛سال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وزا</w:t>
      </w:r>
      <w:r>
        <w:rPr>
          <w:rtl/>
          <w:lang w:bidi="ur-PK"/>
        </w:rPr>
        <w:t xml:space="preserve"> رکھنے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کتنا حساب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ہزار؛زندگ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حج کرنا ہے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لاکھ روپے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کے روزے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ہزار،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ہوا،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آپ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و روزے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بالفرض آپ خمس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زکوات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صدقات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صلہ رحم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کام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اور لگا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لاکھ ، ہر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لاکھ خرچ کر تا ہے اللھ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 متوسط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آجکل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سے مختصر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۷۰</w:t>
      </w:r>
      <w:r>
        <w:rPr>
          <w:rtl/>
          <w:lang w:bidi="ur-PK"/>
        </w:rPr>
        <w:t xml:space="preserve"> ،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</w:t>
      </w:r>
      <w:r>
        <w:rPr>
          <w:rtl/>
          <w:lang w:bidi="fa-IR"/>
        </w:rPr>
        <w:t>۷۰</w:t>
      </w:r>
      <w:r>
        <w:rPr>
          <w:rtl/>
          <w:lang w:bidi="ur-PK"/>
        </w:rPr>
        <w:t xml:space="preserve"> سال ہو تو پہلے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سال مکلف ہوتا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پر نماز روزہ واجب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ان کو نکال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علاوہ </w:t>
      </w:r>
      <w:r>
        <w:rPr>
          <w:rtl/>
          <w:lang w:bidi="fa-IR"/>
        </w:rPr>
        <w:t>۵۵</w:t>
      </w:r>
      <w:r>
        <w:rPr>
          <w:rtl/>
          <w:lang w:bidi="ur-PK"/>
        </w:rPr>
        <w:t xml:space="preserve"> سال، </w:t>
      </w:r>
      <w:r>
        <w:rPr>
          <w:rtl/>
          <w:lang w:bidi="fa-IR"/>
        </w:rPr>
        <w:t>۵۵</w:t>
      </w:r>
      <w:r>
        <w:rPr>
          <w:rtl/>
          <w:lang w:bidi="ur-PK"/>
        </w:rPr>
        <w:t xml:space="preserve">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ہر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</w:t>
      </w:r>
      <w:r>
        <w:rPr>
          <w:rtl/>
          <w:lang w:bidi="ur-PK"/>
        </w:rPr>
        <w:t xml:space="preserve"> لاکھ خرچ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بنے </w:t>
      </w:r>
      <w:r>
        <w:rPr>
          <w:rtl/>
          <w:lang w:bidi="fa-IR"/>
        </w:rPr>
        <w:t>۱۱۰</w:t>
      </w:r>
      <w:r>
        <w:rPr>
          <w:rtl/>
          <w:lang w:bidi="ur-PK"/>
        </w:rPr>
        <w:t xml:space="preserve"> لاکھ، </w:t>
      </w:r>
      <w:r>
        <w:rPr>
          <w:rtl/>
          <w:lang w:bidi="fa-IR"/>
        </w:rPr>
        <w:t>۱۰</w:t>
      </w:r>
      <w:r>
        <w:rPr>
          <w:rtl/>
          <w:lang w:bidi="ur-PK"/>
        </w:rPr>
        <w:t xml:space="preserve"> لاکھ حج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خرچ ہوا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کروڑ۔ ان 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مہنگے علائقے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جنت دے رہا ہے،بنا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سب کچھ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کہا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کرو پھر جزا دوں گا جنت دونگا، جنت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عرضھا السموات و الارض،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نسان،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کو ملنے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بڑہ کر ہے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ہے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پر کہ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ہمارے تصور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 کر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اعمال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خدا تو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 ہم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استعمال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بل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پڑتا ہے،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استفادہ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شب و روز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اناج،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بارش،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وسم،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انواع و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ظاہر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شکر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خدا عدل و انصاف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چاہے تو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کون ہے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رزق کا حقدار ہو۔رزق کا حقدار ہو سکے، خالق نے لطف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فضل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رزق ہمارے عمل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دے رہا ہے وگرنہ ہمارے عمل اس قابل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گھ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نوکر رکھتا ہے، </w:t>
      </w:r>
      <w:r>
        <w:rPr>
          <w:rtl/>
          <w:lang w:bidi="fa-IR"/>
        </w:rPr>
        <w:t>۸</w:t>
      </w:r>
      <w:r>
        <w:rPr>
          <w:rtl/>
          <w:lang w:bidi="ur-PK"/>
        </w:rPr>
        <w:t xml:space="preserve"> گھنٹے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کرواتا ہے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وہ فضل پر فضل کئے جا رہا ہے۔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خدا سے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اپنے فضل سے عطا کرے گا۔ اس نے اعلان فرما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آئےعمل صالح </w:t>
      </w:r>
      <w:r>
        <w:rPr>
          <w:rFonts w:hint="eastAsia"/>
          <w:rtl/>
          <w:lang w:bidi="ur-PK"/>
        </w:rPr>
        <w:t>کرے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جنات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ورثة جنة النع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بار الہا مجھے جنت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وارث بنا دے،مجھے اپنے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مستحق قرار دے، جس طرح تو نے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 پر فضل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احسان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فضل اور احسان کا حقدار بنا 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اعمال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ہوں کہ جن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جنت نکلے۔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4" w:name="_Toc493163657"/>
      <w:r>
        <w:rPr>
          <w:rFonts w:hint="eastAsia"/>
          <w:rtl/>
          <w:lang w:bidi="ur-PK"/>
        </w:rPr>
        <w:t>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bookmarkEnd w:id="3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پڑتا ہے کہ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عمل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اس کا خاتمہ ہوا کرتا ہے،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ہوا کرتا ہے،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090FB3">
        <w:rPr>
          <w:rStyle w:val="libArabicChar"/>
          <w:rtl/>
        </w:rPr>
        <w:t>ملاک العمل خوات</w:t>
      </w:r>
      <w:r w:rsidRPr="00090FB3">
        <w:rPr>
          <w:rStyle w:val="libArabicChar"/>
          <w:rFonts w:hint="cs"/>
          <w:rtl/>
        </w:rPr>
        <w:t>ی</w:t>
      </w:r>
      <w:r w:rsidRPr="00090FB3">
        <w:rPr>
          <w:rStyle w:val="libArabicChar"/>
          <w:rFonts w:hint="eastAsia"/>
          <w:rtl/>
        </w:rPr>
        <w:t>م</w:t>
      </w:r>
      <w:r w:rsidRPr="00090FB3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(72)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عمل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نکلا،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نکلا، اگر جنت ہے تو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سعادت ہے، خدا نخواستہ اگر جہنم ہے تو پھر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حوالے سے امام صادق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الامور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</w:t>
      </w:r>
      <w:r>
        <w:rPr>
          <w:rtl/>
          <w:lang w:bidi="ur-PK"/>
        </w:rPr>
        <w:t xml:space="preserve"> عاقبة </w:t>
      </w:r>
      <w:r w:rsidRPr="007F6071">
        <w:rPr>
          <w:rStyle w:val="libFootnotenumChar"/>
          <w:rtl/>
        </w:rPr>
        <w:t>(73)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وہ ہے جس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ہو، سب سے بڑہ کر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جنت کے علاوہ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سکتا ہے،والعاقبة للمتق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: اچھا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محدود ہے،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کٹ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ختم ہو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ہم خسارہ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چند دنوں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بہشت وہ رضوان خدا، وہ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پروردگار،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ملے، ان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،سراب، اس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واہشات</w:t>
      </w:r>
      <w:r>
        <w:rPr>
          <w:rtl/>
          <w:lang w:bidi="ur-PK"/>
        </w:rPr>
        <w:t xml:space="preserve"> سراب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سراب، سراب آپ سمجھ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نہ، </w:t>
      </w:r>
      <w:r w:rsidRPr="0029475F">
        <w:rPr>
          <w:rFonts w:hint="cs"/>
          <w:rtl/>
        </w:rPr>
        <w:t>َحسَبُ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ُ الظَّمآنُ ماءً </w:t>
      </w:r>
      <w:r w:rsidRPr="007F6071">
        <w:rPr>
          <w:rStyle w:val="libFootnotenumChar"/>
          <w:rFonts w:hint="cs"/>
          <w:rtl/>
        </w:rPr>
        <w:t>(74)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دور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اگر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تو اسے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ملتا ہے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اس کا نفس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اور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کچھ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سراب ہے، ہم اسے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سمجھتے تھے۔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بجھ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ومان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شبعان؛</w:t>
      </w:r>
      <w:r>
        <w:rPr>
          <w:rtl/>
          <w:lang w:bidi="ur-PK"/>
        </w:rPr>
        <w:t xml:space="preserve"> دو بھوکھے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طالب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طالب علم، طالب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جو مل جائے تو انسان کا نفس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سراب ہے، دھوکہ ہے نظروں کا دھوکہ ہے </w:t>
      </w:r>
      <w:r>
        <w:rPr>
          <w:rtl/>
          <w:lang w:bidi="ur-PK"/>
        </w:rPr>
        <w:lastRenderedPageBreak/>
        <w:t>وہم اور گمان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ہے۔انسان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سمجھتا ہے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کچھ مل جائے گا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ملتا۔لہذا اگر انسان آخرت کو مد نظر رکھے وہان سب کچھ ہے،اس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5" w:name="_Toc493163658"/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3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جناب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اسوہ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بنا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سورہ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090FB3">
        <w:rPr>
          <w:rFonts w:hint="cs"/>
          <w:rtl/>
          <w:lang w:bidi="ur-PK"/>
        </w:rPr>
        <w:t xml:space="preserve"> </w:t>
      </w:r>
      <w:r w:rsidR="00090FB3" w:rsidRPr="00090FB3">
        <w:rPr>
          <w:rStyle w:val="libAlaemChar"/>
          <w:rFonts w:hint="cs"/>
          <w:rtl/>
        </w:rPr>
        <w:t>(</w:t>
      </w:r>
      <w:r w:rsidR="00090FB3">
        <w:rPr>
          <w:rFonts w:hint="cs"/>
          <w:rtl/>
          <w:lang w:bidi="ur-PK"/>
        </w:rPr>
        <w:t xml:space="preserve"> </w:t>
      </w:r>
      <w:r w:rsidRPr="00090FB3">
        <w:rPr>
          <w:rStyle w:val="libAieChar"/>
          <w:rtl/>
        </w:rPr>
        <w:t>وَضَرَبَ اللَّ</w:t>
      </w:r>
      <w:r w:rsidRPr="00090FB3">
        <w:rPr>
          <w:rStyle w:val="libAieChar"/>
          <w:rFonts w:hint="cs"/>
          <w:rtl/>
        </w:rPr>
        <w:t>هُ مَثَلاً لِلَّذينَ آمَنُوا امْرَأَتَ‏ فِرْعَوْن</w:t>
      </w:r>
      <w:r w:rsidR="00090FB3" w:rsidRPr="00090FB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(75)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رہا ہے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فرعون کتنا بڑا بدبخت اور جناب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خوشبخت اور خوش قسمت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سکتا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والے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وہ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فرعون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تھا۔انسانوں کو اپنا غلام اور نوکر سمجھنے والا تھا، انسانوں کو اپنے سامنے سجدہ کرانے والا تھا۔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معجزہ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جادوگر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آئے، جناب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فرعون نے بہت دھمک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جادوگروں کو کہا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مروادونگا، تمہارے ہاتھ اور پائوں کٹوا دوں گا۔ کہا جو کرنا ہے کرلے۔ہم نے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سمجھ رہے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مار دے گا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سکتا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موت کا پھر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 ہمارے لئے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حرف آخر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انتقال ہے،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کا نام ہے اور اگر وہ شہادت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موت ہو تو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پروردگار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ڈرتے ، فرعون کو جو کرنا تھا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جناب  آس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تپت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لٹا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جسم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سے بند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اذ قالت رب ابن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عندک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الجنة؛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بنا دے گھر بنا دے ، وہ سمجھت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بادشاہ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ملکہ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ملکہ، سب کچھ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ہے،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کے حکم صادر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سب </w:t>
      </w:r>
      <w:r>
        <w:rPr>
          <w:rFonts w:hint="eastAsia"/>
          <w:rtl/>
          <w:lang w:bidi="ur-PK"/>
        </w:rPr>
        <w:t>کچھ</w:t>
      </w:r>
      <w:r>
        <w:rPr>
          <w:rtl/>
          <w:lang w:bidi="ur-PK"/>
        </w:rPr>
        <w:t xml:space="preserve"> حاضر ہوگا، کہا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بار الہا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پر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 ہوگا نہ غم ہوگا، نہ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سکھ ہونگے،اور پروردگار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6" w:name="_Toc493163659"/>
      <w:r>
        <w:rPr>
          <w:rFonts w:hint="eastAsia"/>
          <w:rtl/>
          <w:lang w:bidi="ur-PK"/>
        </w:rPr>
        <w:t>جنت</w:t>
      </w:r>
      <w:r>
        <w:rPr>
          <w:rtl/>
          <w:lang w:bidi="ur-PK"/>
        </w:rPr>
        <w:t xml:space="preserve"> کے درجات</w:t>
      </w:r>
      <w:bookmarkEnd w:id="3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بات کو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تو سب کچھ مل جاتا ہے انسان کو، وہ اگر ناراض ہے تو سب کچھ ہوتے ہوے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جنت کے مراتب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درجات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ہم قرآن مج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پر غور 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مختلف جنتوں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ورثةُ جنةُ النع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جنت نع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جنات عدن ہے، مختلف درجات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خالق کائنات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جو صاحب نفس مطمئنہ ہوا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بار الہا جنت دے دے اور نفس مطمئنہ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دعوت نامہ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ہےسورہ فجر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خطاب کرتا ہے </w:t>
      </w:r>
    </w:p>
    <w:p w:rsidR="00B56CAE" w:rsidRDefault="00090FB3" w:rsidP="007F6071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 w:rsidR="00B56CAE" w:rsidRPr="00090FB3">
        <w:rPr>
          <w:rStyle w:val="libAieChar"/>
          <w:rFonts w:hint="cs"/>
          <w:rtl/>
        </w:rPr>
        <w:t>يا</w:t>
      </w:r>
      <w:r w:rsidR="00B56CAE" w:rsidRPr="00090FB3">
        <w:rPr>
          <w:rStyle w:val="libAieChar"/>
          <w:rtl/>
        </w:rPr>
        <w:t xml:space="preserve"> </w:t>
      </w:r>
      <w:r w:rsidR="00B56CAE" w:rsidRPr="00090FB3">
        <w:rPr>
          <w:rStyle w:val="libAieChar"/>
          <w:rFonts w:hint="cs"/>
          <w:rtl/>
        </w:rPr>
        <w:t>أَيَّتُهَا النَّفْسُ الْمُطْمَئِنَّةُ ارْجِعي‏ إِلى‏ رَبِّكِ راضِيَةً مَرْضِيَّةً فَادْخُلي‏ في‏ عِبادي وَ ادْخُلي‏ جَنَّتي</w:t>
      </w:r>
      <w:r w:rsidRPr="00090FB3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(76)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نفس مطمئنہ پلٹ آ اپنے 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تو اپنے رب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تجھ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ہوجا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عام انسان جس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جنت کچھ اور ہے اور خالق کائنات جس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دے رہا ہے ن</w:t>
      </w:r>
      <w:r>
        <w:rPr>
          <w:rFonts w:hint="eastAsia"/>
          <w:rtl/>
          <w:lang w:bidi="ur-PK"/>
        </w:rPr>
        <w:t>فس</w:t>
      </w:r>
      <w:r>
        <w:rPr>
          <w:rtl/>
          <w:lang w:bidi="ur-PK"/>
        </w:rPr>
        <w:t xml:space="preserve"> مطمئنہ کو وہ جنت کچھ اور ہے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پر جنات کا لفظ ملتا ہے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جنات تجر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تحت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 الان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نعمت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اصل جنت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نفس مطمئنہ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فرمائے فادخل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جا۔نفس م</w:t>
      </w:r>
      <w:r>
        <w:rPr>
          <w:rFonts w:hint="eastAsia"/>
          <w:rtl/>
          <w:lang w:bidi="ur-PK"/>
        </w:rPr>
        <w:t>طمئنہ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اس سورت کو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 ، سور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انعام و اکرام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فادخل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کا جو لقب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ہے۔انسان نفس مطمئن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مالک بن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 سکتا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ممکن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قرآن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</w:p>
    <w:p w:rsidR="00B56CAE" w:rsidRDefault="00090FB3" w:rsidP="00B56CAE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 w:rsidR="00B56CAE" w:rsidRPr="00090FB3">
        <w:rPr>
          <w:rStyle w:val="libAieChar"/>
          <w:rFonts w:hint="cs"/>
          <w:rtl/>
        </w:rPr>
        <w:t>أَلا</w:t>
      </w:r>
      <w:r w:rsidR="00B56CAE" w:rsidRPr="00090FB3">
        <w:rPr>
          <w:rStyle w:val="libAieChar"/>
          <w:rtl/>
        </w:rPr>
        <w:t xml:space="preserve"> بِذِ</w:t>
      </w:r>
      <w:r w:rsidR="00B56CAE" w:rsidRPr="00090FB3">
        <w:rPr>
          <w:rStyle w:val="libAieChar"/>
          <w:rFonts w:hint="cs"/>
          <w:rtl/>
        </w:rPr>
        <w:t>كْرِ اللَّهِ تَطْمَئِنُّ الْقُلُوب‏؛</w:t>
      </w:r>
      <w:r w:rsidRPr="00090FB3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(77)</w:t>
      </w:r>
    </w:p>
    <w:p w:rsidR="00B56CAE" w:rsidRDefault="00B56CAE" w:rsidP="00090FB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انسان اس منزل پر پہنچ سکتا ہے کہ صاحب نفس مطمئنہ بن جائے، قلب مطمئنہ کا مالک بن جائے اور پھر جنت کا حقدار بن جائے،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ذاکر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سب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شکر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 سجدے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سبحان 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ذاکر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وہ قار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تھا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تلاوت کرتا رہا بعد از شہادت نوک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 رہا ہے۔  خدا اگر طرح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انعام اور اکرام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سا،</w:t>
      </w:r>
      <w:r>
        <w:rPr>
          <w:rtl/>
          <w:lang w:bidi="ur-PK"/>
        </w:rPr>
        <w:t xml:space="preserve">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ذاکر بن جائے، خدا اس کا ذاکر بن جاتا ہے، </w:t>
      </w:r>
      <w:r w:rsidR="00090FB3" w:rsidRPr="00090FB3">
        <w:rPr>
          <w:rStyle w:val="libAlaemChar"/>
          <w:rFonts w:hint="cs"/>
          <w:rtl/>
        </w:rPr>
        <w:t>(</w:t>
      </w:r>
      <w:r w:rsidRPr="00090FB3">
        <w:rPr>
          <w:rStyle w:val="libAieChar"/>
          <w:rtl/>
        </w:rPr>
        <w:t>فَاذ</w:t>
      </w:r>
      <w:r w:rsidRPr="00090FB3">
        <w:rPr>
          <w:rStyle w:val="libAieChar"/>
          <w:rFonts w:hint="cs"/>
          <w:rtl/>
        </w:rPr>
        <w:t>ْكُرُوني‏ أَذْكُرْكُم‏</w:t>
      </w:r>
      <w:r w:rsidR="00090FB3" w:rsidRPr="00090FB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(78)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ذکر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تمہارا ذکر کروں گا۔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قدردان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چھوڑ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عمل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</w:t>
      </w:r>
    </w:p>
    <w:p w:rsidR="00B56CAE" w:rsidRDefault="00090FB3" w:rsidP="00090FB3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 w:rsidR="00B56CAE" w:rsidRPr="00090FB3">
        <w:rPr>
          <w:rStyle w:val="libAlaemChar"/>
          <w:rtl/>
        </w:rPr>
        <w:t xml:space="preserve"> </w:t>
      </w:r>
      <w:r w:rsidR="00B56CAE" w:rsidRPr="00090FB3">
        <w:rPr>
          <w:rStyle w:val="libAieChar"/>
          <w:rtl/>
        </w:rPr>
        <w:t>فَ</w:t>
      </w:r>
      <w:r w:rsidR="00B56CAE" w:rsidRPr="00090FB3">
        <w:rPr>
          <w:rStyle w:val="libAieChar"/>
          <w:rFonts w:hint="cs"/>
          <w:rtl/>
        </w:rPr>
        <w:t>إِنَّ اللَّهَ</w:t>
      </w:r>
      <w:r w:rsidR="00B56CAE" w:rsidRPr="00090FB3">
        <w:rPr>
          <w:rStyle w:val="libAieChar"/>
          <w:rtl/>
        </w:rPr>
        <w:t xml:space="preserve"> لا </w:t>
      </w:r>
      <w:r w:rsidR="00B56CAE" w:rsidRPr="00090FB3">
        <w:rPr>
          <w:rStyle w:val="libAieChar"/>
          <w:rFonts w:hint="cs"/>
          <w:rtl/>
        </w:rPr>
        <w:t>يُضيعُ‏ أَجْرَ الْمُحْسِنين</w:t>
      </w:r>
      <w:r w:rsidRPr="00090FB3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(79)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اجر محسن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7" w:name="_Toc493163660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مثال</w:t>
      </w:r>
      <w:bookmarkEnd w:id="3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ہے جو انسان کو دھوکا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بلاتا ہے اور پھر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دلچسپ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ہے کہ وہ انسان کو کہتا ہے</w:t>
      </w:r>
    </w:p>
    <w:p w:rsidR="00B56CAE" w:rsidRDefault="00090FB3" w:rsidP="007F6071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>
        <w:rPr>
          <w:rtl/>
          <w:lang w:bidi="ur-PK"/>
        </w:rPr>
        <w:t xml:space="preserve"> </w:t>
      </w:r>
      <w:r w:rsidR="00B56CAE" w:rsidRPr="00090FB3">
        <w:rPr>
          <w:rStyle w:val="libAieChar"/>
          <w:rFonts w:hint="cs"/>
          <w:rtl/>
        </w:rPr>
        <w:t>إِذْ قالَ لِلْإِنْسانِ‏ اكْفُرْ فَلَمَّا كَفَرَ قالَ إِنِّي بَري‏ءٌ مِنْك</w:t>
      </w:r>
      <w:r w:rsidRPr="007F6071">
        <w:rPr>
          <w:rFonts w:hint="cs"/>
          <w:rtl/>
        </w:rPr>
        <w:t xml:space="preserve"> </w:t>
      </w:r>
      <w:r w:rsidRPr="00090FB3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(80)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کافر بن جائو،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کفر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انسان کفر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کہتا ہے کہ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منک؛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ہے۔اور وہ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 اگر خلوص دل سے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بلاتا 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 مرتبہ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کہتا ہوں،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حوالے سے ہم نے سوچا،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خدا کا ہوجائے، جنت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اصل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رضوان من اللہ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پروردگار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 حاصل ہوجائے،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سب کچھ ہے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وہ رضائے رب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ہے،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تکبر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غرور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سا،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سب کچھ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ہے، تو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فکر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گذارے کہ وہ مخلوق ہے وہ عبد ہے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 ہے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اور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اس دعا کو پڑہتا رہے </w:t>
      </w:r>
      <w:r w:rsidRPr="00090FB3">
        <w:rPr>
          <w:rStyle w:val="libAieChar"/>
          <w:rtl/>
        </w:rPr>
        <w:t>واجعلن</w:t>
      </w:r>
      <w:r w:rsidRPr="00090FB3">
        <w:rPr>
          <w:rStyle w:val="libAieChar"/>
          <w:rFonts w:hint="cs"/>
          <w:rtl/>
        </w:rPr>
        <w:t>ی</w:t>
      </w:r>
      <w:r w:rsidRPr="00090FB3">
        <w:rPr>
          <w:rStyle w:val="libAieChar"/>
          <w:rtl/>
        </w:rPr>
        <w:t xml:space="preserve"> من ورثة جنة النع</w:t>
      </w:r>
      <w:r w:rsidRPr="00090FB3">
        <w:rPr>
          <w:rStyle w:val="libAieChar"/>
          <w:rFonts w:hint="cs"/>
          <w:rtl/>
        </w:rPr>
        <w:t>ی</w:t>
      </w:r>
      <w:r w:rsidRPr="00090FB3">
        <w:rPr>
          <w:rStyle w:val="libAieChar"/>
          <w:rFonts w:hint="eastAsia"/>
          <w:rtl/>
        </w:rPr>
        <w:t>م</w:t>
      </w:r>
      <w:r>
        <w:rPr>
          <w:rFonts w:hint="eastAsia"/>
          <w:rtl/>
          <w:lang w:bidi="ur-PK"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دعا ہے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آپ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کہ ہم خلوص دل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خداوند متعال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مستجاب فرمائے۔ </w:t>
      </w:r>
    </w:p>
    <w:p w:rsidR="00B56CAE" w:rsidRPr="00090FB3" w:rsidRDefault="00B56CAE" w:rsidP="00090FB3">
      <w:pPr>
        <w:pStyle w:val="libArabic"/>
        <w:rPr>
          <w:rtl/>
        </w:rPr>
      </w:pPr>
      <w:r w:rsidRPr="00090FB3">
        <w:rPr>
          <w:rFonts w:hint="eastAsia"/>
          <w:rtl/>
        </w:rPr>
        <w:t>والسلام</w:t>
      </w:r>
      <w:r w:rsidRPr="00090FB3">
        <w:rPr>
          <w:rtl/>
        </w:rPr>
        <w:t xml:space="preserve"> عل</w:t>
      </w:r>
      <w:r w:rsidRPr="00090FB3">
        <w:rPr>
          <w:rFonts w:hint="cs"/>
          <w:rtl/>
        </w:rPr>
        <w:t>ی</w:t>
      </w:r>
      <w:r w:rsidRPr="00090FB3">
        <w:rPr>
          <w:rFonts w:hint="eastAsia"/>
          <w:rtl/>
        </w:rPr>
        <w:t>کم</w:t>
      </w:r>
      <w:r w:rsidRPr="00090FB3">
        <w:rPr>
          <w:rtl/>
        </w:rPr>
        <w:t xml:space="preserve"> و رحمة اللَّ</w:t>
      </w:r>
      <w:r w:rsidRPr="00090FB3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8" w:name="_Toc493163661"/>
      <w:r>
        <w:rPr>
          <w:rFonts w:hint="eastAsia"/>
          <w:rtl/>
          <w:lang w:bidi="ur-PK"/>
        </w:rPr>
        <w:lastRenderedPageBreak/>
        <w:t>طلب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38"/>
      <w:r>
        <w:rPr>
          <w:rtl/>
          <w:lang w:bidi="ur-PK"/>
        </w:rPr>
        <w:t xml:space="preserve"> </w:t>
      </w:r>
    </w:p>
    <w:p w:rsidR="00B56CAE" w:rsidRPr="00090FB3" w:rsidRDefault="00B56CAE" w:rsidP="00090FB3">
      <w:pPr>
        <w:pStyle w:val="libArabic"/>
        <w:rPr>
          <w:rtl/>
        </w:rPr>
      </w:pPr>
      <w:r w:rsidRPr="00090FB3">
        <w:rPr>
          <w:rFonts w:hint="cs"/>
          <w:rtl/>
        </w:rPr>
        <w:t>أَعُوذُ</w:t>
      </w:r>
      <w:r w:rsidRPr="00090FB3">
        <w:rPr>
          <w:rtl/>
        </w:rPr>
        <w:t xml:space="preserve"> بِالل</w:t>
      </w:r>
      <w:r w:rsidRPr="00090FB3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090FB3" w:rsidP="00090FB3">
      <w:pPr>
        <w:pStyle w:val="libNormal"/>
        <w:rPr>
          <w:rtl/>
          <w:lang w:bidi="ur-PK"/>
        </w:rPr>
      </w:pPr>
      <w:r w:rsidRPr="00090FB3">
        <w:rPr>
          <w:rStyle w:val="libAlaemChar"/>
          <w:rFonts w:hint="cs"/>
          <w:rtl/>
        </w:rPr>
        <w:t>(</w:t>
      </w:r>
      <w:r w:rsidR="00B56CAE" w:rsidRPr="00090FB3">
        <w:rPr>
          <w:rStyle w:val="libAieChar"/>
          <w:rFonts w:hint="eastAsia"/>
          <w:rtl/>
        </w:rPr>
        <w:t>ا</w:t>
      </w:r>
      <w:r w:rsidR="00B56CAE" w:rsidRPr="00090FB3">
        <w:rPr>
          <w:rStyle w:val="libAieChar"/>
          <w:rFonts w:hint="cs"/>
          <w:rtl/>
        </w:rPr>
        <w:t>هْدِنَا</w:t>
      </w:r>
      <w:r w:rsidR="00B56CAE" w:rsidRPr="00090FB3">
        <w:rPr>
          <w:rStyle w:val="libAieChar"/>
          <w:rtl/>
        </w:rPr>
        <w:t xml:space="preserve"> الصِّراطَ ال</w:t>
      </w:r>
      <w:r w:rsidR="00B56CAE" w:rsidRPr="00090FB3">
        <w:rPr>
          <w:rStyle w:val="libAieChar"/>
          <w:rFonts w:hint="cs"/>
          <w:rtl/>
        </w:rPr>
        <w:t>ْمُسْتَقيمَ (*)صِراطَ الَّذينَ أَنْعَمْتَ عَلَيْهِمْ غَيْرِ الْمَغْضُوبِ عَلَيْهِمْ وَ لاَ الضَّالِّين</w:t>
      </w:r>
      <w:r w:rsidRPr="00090FB3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(81)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آج</w:t>
      </w:r>
      <w:r>
        <w:rPr>
          <w:rtl/>
          <w:lang w:bidi="ur-PK"/>
        </w:rPr>
        <w:t xml:space="preserve"> جس دعا کے حوالے سے گفتگو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طلب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لمحہ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محتاج ہے۔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کا فضل،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کرم انسان سے ہٹ جائے تو انسان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سقوط کرے گا۔ ہر لمحہ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کرم اس پر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ہر لمحہ وہ خدا سے ملا  رہے، متصل رہے۔اور اسے مرک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ہے جو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آپ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پورے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اگر خلاصہ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سورہ فاتحہ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سورہ حمد ۔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آداب دعا ذکر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پہلے حمد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</w:t>
      </w:r>
      <w:r>
        <w:rPr>
          <w:rFonts w:hint="eastAsia"/>
          <w:rtl/>
          <w:lang w:bidi="ur-PK"/>
        </w:rPr>
        <w:t>لحمد</w:t>
      </w:r>
      <w:r>
        <w:rPr>
          <w:rtl/>
          <w:lang w:bidi="ur-PK"/>
        </w:rPr>
        <w:t xml:space="preserve"> 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رب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پھر صفات خدا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رہا، الرحمن الرح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مالک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پھر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عبود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</w:t>
      </w:r>
      <w:r w:rsidRPr="00090FB3">
        <w:rPr>
          <w:rStyle w:val="libAieChar"/>
          <w:rtl/>
        </w:rPr>
        <w:t>ا</w:t>
      </w:r>
      <w:r w:rsidRPr="00090FB3">
        <w:rPr>
          <w:rStyle w:val="libAieChar"/>
          <w:rFonts w:hint="cs"/>
          <w:rtl/>
        </w:rPr>
        <w:t>ی</w:t>
      </w:r>
      <w:r w:rsidRPr="00090FB3">
        <w:rPr>
          <w:rStyle w:val="libAieChar"/>
          <w:rFonts w:hint="eastAsia"/>
          <w:rtl/>
        </w:rPr>
        <w:t>اک</w:t>
      </w:r>
      <w:r w:rsidRPr="00090FB3">
        <w:rPr>
          <w:rStyle w:val="libAieChar"/>
          <w:rtl/>
        </w:rPr>
        <w:t xml:space="preserve"> نعبد و ا</w:t>
      </w:r>
      <w:r w:rsidRPr="00090FB3">
        <w:rPr>
          <w:rStyle w:val="libAieChar"/>
          <w:rFonts w:hint="cs"/>
          <w:rtl/>
        </w:rPr>
        <w:t>ی</w:t>
      </w:r>
      <w:r w:rsidRPr="00090FB3">
        <w:rPr>
          <w:rStyle w:val="libAieChar"/>
          <w:rFonts w:hint="eastAsia"/>
          <w:rtl/>
        </w:rPr>
        <w:t>اک</w:t>
      </w:r>
      <w:r w:rsidRPr="00090FB3">
        <w:rPr>
          <w:rStyle w:val="libAieChar"/>
          <w:rtl/>
        </w:rPr>
        <w:t xml:space="preserve"> نستع</w:t>
      </w:r>
      <w:r w:rsidRPr="00090FB3">
        <w:rPr>
          <w:rStyle w:val="libAieChar"/>
          <w:rFonts w:hint="cs"/>
          <w:rtl/>
        </w:rPr>
        <w:t>ی</w:t>
      </w:r>
      <w:r w:rsidRPr="00090FB3">
        <w:rPr>
          <w:rStyle w:val="libAieChar"/>
          <w:rFonts w:hint="eastAsia"/>
          <w:rtl/>
        </w:rPr>
        <w:t>ن</w:t>
      </w:r>
      <w:r>
        <w:rPr>
          <w:rtl/>
          <w:lang w:bidi="ur-PK"/>
        </w:rPr>
        <w:t xml:space="preserve"> اورپھر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کردے، اس کے فورا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 w:rsidRPr="00090FB3">
        <w:rPr>
          <w:rStyle w:val="libAieChar"/>
          <w:rtl/>
        </w:rPr>
        <w:t>ا</w:t>
      </w:r>
      <w:r w:rsidRPr="00090FB3">
        <w:rPr>
          <w:rStyle w:val="libAieChar"/>
          <w:rFonts w:hint="cs"/>
          <w:rtl/>
        </w:rPr>
        <w:t>هدنا الصراط المستقی</w:t>
      </w:r>
      <w:r w:rsidRPr="00090FB3">
        <w:rPr>
          <w:rStyle w:val="libAieChar"/>
          <w:rFonts w:hint="eastAsia"/>
          <w:rtl/>
        </w:rPr>
        <w:t>م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مصداق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مورد اگر  ہو سکتا ہے تو وہ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اس لئے ہم طلب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090FB3">
        <w:rPr>
          <w:rStyle w:val="libAieChar"/>
          <w:rtl/>
        </w:rPr>
        <w:t>ا</w:t>
      </w:r>
      <w:r w:rsidRPr="00090FB3">
        <w:rPr>
          <w:rStyle w:val="libAieChar"/>
          <w:rFonts w:hint="cs"/>
          <w:rtl/>
        </w:rPr>
        <w:t>هدنا الصراط المستقی</w:t>
      </w:r>
      <w:r w:rsidRPr="00090FB3">
        <w:rPr>
          <w:rStyle w:val="libAieChar"/>
          <w:rFonts w:hint="eastAsia"/>
          <w:rtl/>
        </w:rPr>
        <w:t>م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فرما۔ اگرچہ بعض مترجم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ترجمہ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دہے</w:t>
      </w:r>
      <w:r>
        <w:rPr>
          <w:rtl/>
          <w:lang w:bidi="ur-PK"/>
        </w:rPr>
        <w:t xml:space="preserve"> راستے پر ثبات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استقامت عطا فرما،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اگر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کا مرتکب ہو،  غافل ہو جائے تو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اس کے سقوط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بڑے بڑے عابد زاہد عارف انسان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غفلت کر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بہت بڑے اچھے انسان کس طرح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و خوار ہو گئے۔ خدا نہ کرے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حال پر چھوڑ دے۔ اس لئے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خدا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</w:t>
      </w:r>
      <w:r w:rsidRPr="00090FB3">
        <w:rPr>
          <w:rStyle w:val="libArabicChar"/>
          <w:rtl/>
        </w:rPr>
        <w:t>لا تکلن</w:t>
      </w:r>
      <w:r w:rsidRPr="00090FB3">
        <w:rPr>
          <w:rStyle w:val="libArabicChar"/>
          <w:rFonts w:hint="cs"/>
          <w:rtl/>
        </w:rPr>
        <w:t>ی</w:t>
      </w:r>
      <w:r w:rsidRPr="00090FB3">
        <w:rPr>
          <w:rStyle w:val="libArabicChar"/>
          <w:rtl/>
        </w:rPr>
        <w:t xml:space="preserve"> ال</w:t>
      </w:r>
      <w:r w:rsidRPr="00090FB3">
        <w:rPr>
          <w:rStyle w:val="libArabicChar"/>
          <w:rFonts w:hint="cs"/>
          <w:rtl/>
        </w:rPr>
        <w:t>ی</w:t>
      </w:r>
      <w:r w:rsidRPr="00090FB3">
        <w:rPr>
          <w:rStyle w:val="libArabicChar"/>
          <w:rtl/>
        </w:rPr>
        <w:t xml:space="preserve"> نفس</w:t>
      </w:r>
      <w:r w:rsidRPr="00090FB3">
        <w:rPr>
          <w:rStyle w:val="libArabicChar"/>
          <w:rFonts w:hint="cs"/>
          <w:rtl/>
        </w:rPr>
        <w:t>ی</w:t>
      </w:r>
      <w:r w:rsidRPr="00090FB3">
        <w:rPr>
          <w:rStyle w:val="libArabicChar"/>
          <w:rtl/>
        </w:rPr>
        <w:t xml:space="preserve"> طرفة ع</w:t>
      </w:r>
      <w:r w:rsidRPr="00090FB3">
        <w:rPr>
          <w:rStyle w:val="libArabicChar"/>
          <w:rFonts w:hint="cs"/>
          <w:rtl/>
        </w:rPr>
        <w:t>ی</w:t>
      </w:r>
      <w:r w:rsidRPr="00090FB3">
        <w:rPr>
          <w:rStyle w:val="libArabicChar"/>
          <w:rFonts w:hint="eastAsia"/>
          <w:rtl/>
        </w:rPr>
        <w:t>ن</w:t>
      </w:r>
      <w:r w:rsidRPr="00090FB3">
        <w:rPr>
          <w:rStyle w:val="libArabicChar"/>
          <w:rtl/>
        </w:rPr>
        <w:t xml:space="preserve"> ابدا</w:t>
      </w:r>
      <w:r>
        <w:rPr>
          <w:rtl/>
          <w:lang w:bidi="ur-PK"/>
        </w:rPr>
        <w:t>؛</w:t>
      </w:r>
      <w:r w:rsidRPr="007F6071">
        <w:rPr>
          <w:rStyle w:val="libFootnotenumChar"/>
          <w:rtl/>
        </w:rPr>
        <w:t>(82)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پل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آنکھ جھپک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مقدار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حوالے نہ کر، ہم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حوالے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سقوط کے علاوہ،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علاوہ، اسفل السافل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پہنچنے کے علاوہ، ہم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کر سکتے۔ ہ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لمحہ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بلکل اس طرح ہے کہ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بلب ہوتا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لائٹ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اس وقت تک روشن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اس کا رابطہ مرکز سے، ٹرانسفرم سے،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سے اور پاور اسٹ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</w:t>
      </w:r>
      <w:r>
        <w:rPr>
          <w:rtl/>
          <w:lang w:bidi="ur-PK"/>
        </w:rPr>
        <w:t xml:space="preserve"> سے بنا رہے گا۔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رابطہ کٹ جائے تو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رابطہ منقطع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۔اس لئے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کو پڑہتے تھے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دنا الصراط المستق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آئمہ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اگرچہ معصوم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شک و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خدا نے ان کو محفوظ رکھا ہوا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موضوع اتنا اہم ہے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تھے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ہم خدا سے غافل ہو گئے تو وہ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لمحہ ہوگا۔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39" w:name="_Toc493163662"/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</w:t>
      </w:r>
      <w:bookmarkEnd w:id="3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مگر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مقرب بندا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مقرب مخلوق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فرشتوں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تھا،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فرشتے اس کا احترام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تھے، چھ ہزار سال اس نے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بقول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جو کہ  نہج البلاغہ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 w:rsidRPr="007F6071">
        <w:rPr>
          <w:rStyle w:val="libFootnotenumChar"/>
          <w:rtl/>
        </w:rPr>
        <w:t>(83)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چھ ہزار سال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سال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تھے کہ جس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۳۶۵</w:t>
      </w:r>
      <w:r>
        <w:rPr>
          <w:rtl/>
          <w:lang w:bidi="ur-PK"/>
        </w:rPr>
        <w:t xml:space="preserve"> دن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گھنٹے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آخرت کے 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تھے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ہزار سال کا ہوتا ہے۔ جب خدا سے غافل ہوا خدا کے مد مقابل آگ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سرکش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وہ عابد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زاہد ، استاد ملائکہ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ملعون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0" w:name="_Toc493163663"/>
      <w:r>
        <w:rPr>
          <w:rFonts w:hint="eastAsia"/>
          <w:rtl/>
          <w:lang w:bidi="ur-PK"/>
        </w:rPr>
        <w:t>بلعم</w:t>
      </w:r>
      <w:r>
        <w:rPr>
          <w:rtl/>
          <w:lang w:bidi="ur-PK"/>
        </w:rPr>
        <w:t xml:space="preserve"> باعور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</w:t>
      </w:r>
      <w:bookmarkEnd w:id="4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بلعم</w:t>
      </w:r>
      <w:r>
        <w:rPr>
          <w:rtl/>
          <w:lang w:bidi="ur-PK"/>
        </w:rPr>
        <w:t xml:space="preserve"> باعور  کا قصہ جس کو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مستجاب الدعا تھا، جو دعا کرتا تھا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کرتا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انسان غافل ہوجائے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دھوکے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آجائے،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 جائے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 شکار ہو جائے، مسخ ہو کر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ختم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کچھ۔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 پر ہے، بہت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سفر جا رہا ہے بہت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ساتھ، آپ تصور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چلت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۱۱۰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 اتر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کتنا بڑا سقوط ہے، ہر لمحہ انسان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سفر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جس راستہ پر انسان جا رہا ہے، وہ پر خطر ہے،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فراز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کانٹے و درخت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اگر  غفلت کرے تو وہ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سکتا ہے،ہر طرف سے اس کے شکار کرنے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دشمن، خود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طان،</w:t>
      </w:r>
      <w:r>
        <w:rPr>
          <w:rtl/>
          <w:lang w:bidi="ur-PK"/>
        </w:rPr>
        <w:t xml:space="preserve"> قسم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</w:t>
      </w:r>
      <w:r>
        <w:rPr>
          <w:rtl/>
          <w:lang w:bidi="ur-PK"/>
        </w:rPr>
        <w:lastRenderedPageBreak/>
        <w:t>دشمن،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لئے انسان کو مسلسل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رہنا ہے اور متوجہ رہنا ہے،خدا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بار الہا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دھے</w:t>
      </w:r>
      <w:r>
        <w:rPr>
          <w:rtl/>
          <w:lang w:bidi="ur-PK"/>
        </w:rPr>
        <w:t xml:space="preserve"> راستے 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قائم فرما، مسلسل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رہ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 w:rsidRPr="00C70A5C">
        <w:rPr>
          <w:rStyle w:val="libArabicChar"/>
          <w:rtl/>
        </w:rPr>
        <w:t>اعد</w:t>
      </w:r>
      <w:r w:rsidRPr="00C70A5C">
        <w:rPr>
          <w:rStyle w:val="libArabicChar"/>
          <w:rFonts w:hint="cs"/>
          <w:rtl/>
        </w:rPr>
        <w:t>ی</w:t>
      </w:r>
      <w:r w:rsidRPr="00C70A5C">
        <w:rPr>
          <w:rStyle w:val="libArabicChar"/>
          <w:rtl/>
        </w:rPr>
        <w:t xml:space="preserve"> عدوک نفسک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(84)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سب سے بڑا دشمن تو ہمارا نفس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توہمات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الات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آرزوئ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مہلک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خطرناک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دشمن ہے،انسان نما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اور اس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 خطر سفر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غفلت اور </w:t>
      </w:r>
      <w:r>
        <w:rPr>
          <w:rFonts w:hint="eastAsia"/>
          <w:rtl/>
          <w:lang w:bidi="ur-PK"/>
        </w:rPr>
        <w:t>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1" w:name="_Toc493163664"/>
      <w:r>
        <w:rPr>
          <w:rFonts w:hint="eastAsia"/>
          <w:rtl/>
          <w:lang w:bidi="ur-PK"/>
        </w:rPr>
        <w:t>صراط</w:t>
      </w:r>
      <w:r>
        <w:rPr>
          <w:rtl/>
          <w:lang w:bidi="ur-PK"/>
        </w:rPr>
        <w:t xml:space="preserve">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bookmarkEnd w:id="41"/>
    </w:p>
    <w:p w:rsidR="00B56CAE" w:rsidRDefault="00B56CAE" w:rsidP="00C70A5C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صراط مسق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جالب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صراط کا لفظ </w:t>
      </w:r>
      <w:r>
        <w:rPr>
          <w:rtl/>
          <w:lang w:bidi="fa-IR"/>
        </w:rPr>
        <w:t>۴۰</w:t>
      </w:r>
      <w:r>
        <w:rPr>
          <w:rtl/>
          <w:lang w:bidi="ur-PK"/>
        </w:rPr>
        <w:t xml:space="preserve"> بار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استعمال ہوا ہے، اور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اسے عام طور پر حق کے 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الف لام لگا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کا راستہ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ہے جو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ہے منحرف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افراط اور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ہے،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ہے، ان اعبدون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ھذا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م؛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راستہ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راستہ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رسول اللہ کا راستہ ہے،</w:t>
      </w:r>
      <w:r w:rsidR="00C70A5C" w:rsidRPr="00C70A5C">
        <w:rPr>
          <w:rStyle w:val="libAlaemChar"/>
          <w:rFonts w:hint="cs"/>
          <w:rtl/>
        </w:rPr>
        <w:t>(</w:t>
      </w:r>
      <w:r w:rsidRPr="0029475F">
        <w:rPr>
          <w:rFonts w:hint="cs"/>
          <w:rtl/>
        </w:rPr>
        <w:t xml:space="preserve"> </w:t>
      </w:r>
      <w:r w:rsidRPr="00C70A5C">
        <w:rPr>
          <w:rStyle w:val="libAieChar"/>
          <w:rFonts w:hint="cs"/>
          <w:rtl/>
        </w:rPr>
        <w:t>يس (*)وَ الْقُرْآنِ الْحَكيمِ (*)إِنَّكَ لَمِنَ الْمُرْسَلينَ (*)عَلى‏ صِراطٍ مُسْتَقيمٍ</w:t>
      </w:r>
      <w:r w:rsidR="00C70A5C" w:rsidRPr="00C70A5C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(85)</w:t>
      </w:r>
    </w:p>
    <w:p w:rsidR="00B56CAE" w:rsidRDefault="00B56CAE" w:rsidP="00DB7944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42" w:name="_Toc493163665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ہے،</w:t>
      </w:r>
      <w:bookmarkEnd w:id="42"/>
    </w:p>
    <w:p w:rsidR="00B56CAE" w:rsidRDefault="00B56CAE" w:rsidP="00C70A5C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C70A5C" w:rsidRPr="00C70A5C">
        <w:rPr>
          <w:rStyle w:val="libAlaemChar"/>
          <w:rFonts w:hint="cs"/>
          <w:rtl/>
        </w:rPr>
        <w:t>(</w:t>
      </w:r>
      <w:r w:rsidRPr="00C70A5C">
        <w:rPr>
          <w:rStyle w:val="libAieChar"/>
          <w:rFonts w:hint="cs"/>
          <w:rtl/>
        </w:rPr>
        <w:t>اهْدِنَا الصِّراطَ الْمُسْتَقيمَ صِراطَ الَّذينَ أَنْعَمْتَ عَلَيْهِمْ غَيْرِ الْمَغْضُوبِ عَلَيْهِمْ وَ لاَ الضَّالِّين</w:t>
      </w:r>
      <w:r w:rsidR="00C70A5C" w:rsidRPr="00C70A5C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 کا راستہ ہے جن پر 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کا راستہ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جن پر خدا کا غضب نازل ہوا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ان سے ناراض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ان پر عذاب نازل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راستہ ہے،اس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افراط اور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انحراف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اعوجاج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الامور اوسط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قرآن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تمہارے لئے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کلوا واشربوا  کھائو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ئو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 ولا تسرفوا؛  اسراف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اسراف کرنے والے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نے انسان کے اندر جتنے جذبات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ہو نفرت ہو 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اچھا لگتا ہے، ہر جذبہ کا اپنا موقعہ و </w:t>
      </w:r>
      <w:r>
        <w:rPr>
          <w:rtl/>
          <w:lang w:bidi="ur-PK"/>
        </w:rPr>
        <w:lastRenderedPageBreak/>
        <w:t>محل ہے، نفرت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 جہاں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محبت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جہاں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لئے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اصحاب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C70A5C" w:rsidP="00B56CAE">
      <w:pPr>
        <w:pStyle w:val="libNormal"/>
        <w:rPr>
          <w:rtl/>
          <w:lang w:bidi="ur-PK"/>
        </w:rPr>
      </w:pPr>
      <w:r w:rsidRPr="00C70A5C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70A5C">
        <w:rPr>
          <w:rStyle w:val="libAieChar"/>
          <w:rtl/>
        </w:rPr>
        <w:t>مُحَمَّدٌ رَسُولُ اللَّ</w:t>
      </w:r>
      <w:r w:rsidR="00B56CAE" w:rsidRPr="00C70A5C">
        <w:rPr>
          <w:rStyle w:val="libAieChar"/>
          <w:rFonts w:hint="cs"/>
          <w:rtl/>
        </w:rPr>
        <w:t>هِ وَ الَّذينَ مَعَهُ أَشِدَّاءُ عَلَى الْكُفَّارِ رُحَماءُ بَيْنَهُم</w:t>
      </w:r>
      <w:r w:rsidRPr="00C70A5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(86)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بنسبت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سخت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متزلزل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صلح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نرمدل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نرم مزاج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 اخلاق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اپنا اپنا محل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اعتدال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کرو، ان کا احترام کرو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مانگو </w:t>
      </w:r>
    </w:p>
    <w:p w:rsidR="00B56CAE" w:rsidRDefault="00C70A5C" w:rsidP="00B56CAE">
      <w:pPr>
        <w:pStyle w:val="libNormal"/>
        <w:rPr>
          <w:rtl/>
          <w:lang w:bidi="ur-PK"/>
        </w:rPr>
      </w:pPr>
      <w:r w:rsidRPr="00C70A5C">
        <w:rPr>
          <w:rStyle w:val="libAlaemChar"/>
          <w:rFonts w:hint="cs"/>
          <w:rtl/>
        </w:rPr>
        <w:t>(</w:t>
      </w:r>
      <w:r w:rsidR="00B56CAE" w:rsidRPr="00C70A5C">
        <w:rPr>
          <w:rStyle w:val="libAieChar"/>
          <w:rFonts w:hint="eastAsia"/>
          <w:rtl/>
        </w:rPr>
        <w:t>رَبِّ</w:t>
      </w:r>
      <w:r w:rsidR="00B56CAE" w:rsidRPr="00C70A5C">
        <w:rPr>
          <w:rStyle w:val="libAieChar"/>
          <w:rtl/>
        </w:rPr>
        <w:t xml:space="preserve"> ار</w:t>
      </w:r>
      <w:r w:rsidR="00B56CAE" w:rsidRPr="00C70A5C">
        <w:rPr>
          <w:rStyle w:val="libAieChar"/>
          <w:rFonts w:hint="cs"/>
          <w:rtl/>
        </w:rPr>
        <w:t>ْحَمْهُما كَما رَبَّياني‏ صَغيرا</w:t>
      </w:r>
      <w:r w:rsidRPr="00C70A5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(87)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ہاں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کافر بننے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گناہ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وہاں اطاعت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اطاعت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کے فرمان کے مطابق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70A5C">
        <w:rPr>
          <w:rStyle w:val="libArabicChar"/>
          <w:rFonts w:hint="eastAsia"/>
          <w:rtl/>
        </w:rPr>
        <w:t>لاطاعة</w:t>
      </w:r>
      <w:r w:rsidRPr="00C70A5C">
        <w:rPr>
          <w:rStyle w:val="libArabicChar"/>
          <w:rtl/>
        </w:rPr>
        <w:t xml:space="preserve"> لمخلوق ف</w:t>
      </w:r>
      <w:r w:rsidRPr="00C70A5C">
        <w:rPr>
          <w:rStyle w:val="libArabicChar"/>
          <w:rFonts w:hint="cs"/>
          <w:rtl/>
        </w:rPr>
        <w:t>ی</w:t>
      </w:r>
      <w:r w:rsidRPr="00C70A5C">
        <w:rPr>
          <w:rStyle w:val="libArabicChar"/>
          <w:rtl/>
        </w:rPr>
        <w:t xml:space="preserve"> معص</w:t>
      </w:r>
      <w:r w:rsidRPr="00C70A5C">
        <w:rPr>
          <w:rStyle w:val="libArabicChar"/>
          <w:rFonts w:hint="cs"/>
          <w:rtl/>
        </w:rPr>
        <w:t>ی</w:t>
      </w:r>
      <w:r w:rsidRPr="00C70A5C">
        <w:rPr>
          <w:rStyle w:val="libArabicChar"/>
          <w:rFonts w:hint="eastAsia"/>
          <w:rtl/>
        </w:rPr>
        <w:t>ة</w:t>
      </w:r>
      <w:r w:rsidRPr="00C70A5C">
        <w:rPr>
          <w:rStyle w:val="libArabicChar"/>
          <w:rtl/>
        </w:rPr>
        <w:t xml:space="preserve"> الخالق</w:t>
      </w:r>
      <w:r>
        <w:rPr>
          <w:rtl/>
          <w:lang w:bidi="ur-PK"/>
        </w:rPr>
        <w:t xml:space="preserve">؛  </w:t>
      </w:r>
      <w:r w:rsidRPr="007F6071">
        <w:rPr>
          <w:rStyle w:val="libFootnotenumChar"/>
          <w:rtl/>
        </w:rPr>
        <w:t>(88)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خدا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3" w:name="_Toc493163666"/>
      <w:r>
        <w:rPr>
          <w:rFonts w:hint="eastAsia"/>
          <w:rtl/>
          <w:lang w:bidi="ur-PK"/>
        </w:rPr>
        <w:t>حق</w:t>
      </w:r>
      <w:r>
        <w:rPr>
          <w:rtl/>
          <w:lang w:bidi="ur-PK"/>
        </w:rPr>
        <w:t xml:space="preserve"> اور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bookmarkEnd w:id="4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ہرلمحہ</w:t>
      </w:r>
      <w:r>
        <w:rPr>
          <w:rtl/>
          <w:lang w:bidi="ur-PK"/>
        </w:rPr>
        <w:t xml:space="preserve">  انسان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پہچان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تزاحم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تضاد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انواع و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اگر حق،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باطل،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تو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کرنا آسان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باطل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آتا، بلکہ حق کا لبادہ اوڑہ کر آتا ہے، حق کے لباس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ہے،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ہے۔ خود کو باطل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حق کہتا ہے۔ وہاں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مشکل ہو جاتا ہے، وہاں فرق کرنا مشکل ہو جاتا ہے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باطل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جنگ جمل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 کر مولا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پا رہا ہوں، </w:t>
      </w:r>
      <w:r w:rsidRPr="007F6071">
        <w:rPr>
          <w:rStyle w:val="libFootnotenumChar"/>
          <w:rtl/>
        </w:rPr>
        <w:t>(89)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آپ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اللہ کے، اخو رسول اللہ و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داماد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امبر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رسول ہے، کس طرح بات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مسئلا مشکل ہو جاتا ہے، وہاں پر فرق کرنا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جگہ ہے جہاں انسا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، اللہ سے توسل کرے اور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دست بہ دعا ہو، بار الہا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فرما، تو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عطا فرما،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معرفت عطا فرما، اور انسان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کرے، اللہ سے ڈرتا رہے، اللہ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 تو خداوند متعال اسے فرقان عطا ک</w:t>
      </w:r>
      <w:r>
        <w:rPr>
          <w:rFonts w:hint="eastAsia"/>
          <w:rtl/>
          <w:lang w:bidi="ur-PK"/>
        </w:rPr>
        <w:t>رتا</w:t>
      </w:r>
      <w:r>
        <w:rPr>
          <w:rtl/>
          <w:lang w:bidi="ur-PK"/>
        </w:rPr>
        <w:t xml:space="preserve"> ہے۔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عطا کرتا ہے کہ ہر وقت وہ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دے سکتا ہے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باطل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بڑے مشکل دور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بڑے مشکل موڑ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انسان پھسل جاتا ہے، بہک جاتا ہے، غافل ہو جاتا ہے،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کرپاتا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باطل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وہاں پر انسان دعا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لئے کارساز ہے ،مشکل گشا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حل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سے انسان طلب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کرے۔اور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ہر لمحہ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۔کبھ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سمجھے کہ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مستقل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پائوں پر کھڑا ہو سکتا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ہوں۔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اپنے آپ کو کچھ سمجھنے لگا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نقطہ اس کے تنزل کا نقطہ ہوتا ہے۔تکبر، بڑہائ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بہت بڑے دشمن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ہر لمحہ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  بہرحال جوکچھ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ہے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لطف ہے، کون ہے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خدا کے پاس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بڑہ کر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رکھتا ہو؟ منزلت رکھتا ہو آئمہ سے بڑہ کر؟ل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تھے اپن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فورا فرماتے تھے ولا فخر؛ (کنز العمال۔ ح</w:t>
      </w:r>
      <w:r>
        <w:rPr>
          <w:rtl/>
          <w:lang w:bidi="fa-IR"/>
        </w:rPr>
        <w:t>۳۱۸۸۳</w:t>
      </w:r>
      <w:r>
        <w:rPr>
          <w:rtl/>
          <w:lang w:bidi="ur-PK"/>
        </w:rPr>
        <w:t>۔)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تکبر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لطف خدا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تمہارا کرم ہے آقا۔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اساس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جو کچھ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اس کا فضل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ہوں،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ہوں، سب اس کا فضل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درس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آئمہ کا درس ہے، اپنا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اپنا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فضل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سب کچھ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تکبر کرنا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سا؟</w:t>
      </w: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4" w:name="_Toc493163667"/>
      <w:r>
        <w:rPr>
          <w:rFonts w:hint="eastAsia"/>
          <w:rtl/>
          <w:lang w:bidi="ur-PK"/>
        </w:rPr>
        <w:t>راسخون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44"/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دعا ہے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کہ ہم جن کے فضائل پڑہتے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عالم قرآن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مفسر قرآن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وارث قرآن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ناطق قرآ 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راسخون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سورہ آل عمران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ذکر ہوتا ہے کہ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محکم اور متشابہ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 سوائے راسخون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کے، بعد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ہوا ہے کہ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C70A5C" w:rsidP="00B56CAE">
      <w:pPr>
        <w:pStyle w:val="libNormal"/>
        <w:rPr>
          <w:rtl/>
          <w:lang w:bidi="ur-PK"/>
        </w:rPr>
      </w:pPr>
      <w:r w:rsidRPr="00C70A5C">
        <w:rPr>
          <w:rStyle w:val="libAlaemChar"/>
          <w:rFonts w:hint="cs"/>
          <w:rtl/>
        </w:rPr>
        <w:t>(</w:t>
      </w:r>
      <w:r w:rsidR="00B56CAE" w:rsidRPr="00C70A5C">
        <w:rPr>
          <w:rStyle w:val="libAieChar"/>
          <w:rFonts w:hint="eastAsia"/>
          <w:rtl/>
        </w:rPr>
        <w:t>رَبَّنا</w:t>
      </w:r>
      <w:r w:rsidR="00B56CAE" w:rsidRPr="00C70A5C">
        <w:rPr>
          <w:rStyle w:val="libAieChar"/>
          <w:rtl/>
        </w:rPr>
        <w:t xml:space="preserve"> لاتُزِغ</w:t>
      </w:r>
      <w:r w:rsidR="00B56CAE" w:rsidRPr="00C70A5C">
        <w:rPr>
          <w:rStyle w:val="libAieChar"/>
          <w:rFonts w:hint="cs"/>
          <w:rtl/>
        </w:rPr>
        <w:t>ْ‏ قُلُوبَنا بَعْدَ إِذْ هَدَيْتَنا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C70A5C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(90)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جب تم نے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بعد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قلوب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و زنگ سے  محفوظ فرما، اب ہم منحرف اور گمراہ نہ ہونے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ہم پر غلبہ نہ ہونے پائے۔ہدا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بعد استقامت اور استمرار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ہے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خزانہ ہمارے پاس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معرفت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ہمارے پاس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پانے کے بعد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مشکل ہوتا ہے۔ اور راسخون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 </w:t>
      </w:r>
      <w:r w:rsidRPr="00C70A5C">
        <w:rPr>
          <w:rStyle w:val="libAieChar"/>
          <w:rtl/>
        </w:rPr>
        <w:t>ربنا لا تزغ قلوبنا</w:t>
      </w:r>
      <w:r>
        <w:rPr>
          <w:rtl/>
          <w:lang w:bidi="ur-PK"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ہمارے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 ہونے پائے، ہم منحرف نہ ہونے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پھر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بہکا نہ دے سبز باغ دکھا کر، دھوکا دے کر، جال بچھا کر، شکار نہ کر دے۔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علم اور راسخون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 نور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آ چکا ہے،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نور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ہمارے پاس رہے،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خالق کائنات نے انسان کو انا ھد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ناہ</w:t>
      </w:r>
      <w:r>
        <w:rPr>
          <w:rtl/>
          <w:lang w:bidi="ur-PK"/>
        </w:rPr>
        <w:t xml:space="preserve"> السب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ل؛</w:t>
      </w:r>
      <w:r>
        <w:rPr>
          <w:rtl/>
          <w:lang w:bidi="ur-PK"/>
        </w:rPr>
        <w:t xml:space="preserve"> 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فطرت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قلب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اندرون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وسائل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وہاں سے آئمہ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کتب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ہے، انسان ہر لمحہ اگر ان سے متمسک رہے تو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موقعہ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 کہ اسے گمراہ کر سکے۔ اور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کچھ لمحوں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eastAsia"/>
          <w:rtl/>
          <w:lang w:bidi="ur-PK"/>
        </w:rPr>
        <w:t>نس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خدا کے دوستوں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،محبان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اہل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 کرنا چاہتا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متوجہ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غفلت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سب سے بڑا خطرہ غفلت ہے، ہر لمحہ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، اگر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لے کہ استقامت کے کتنے فائدے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نے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ثابت قدم رہنے والوں کو، جنہوں نے جان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معرفت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عمل صالح کرنے لگے اب ظاہر ہے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پھر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رکاوٹ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انسان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کرے، خطرہ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کرے،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ہوجائے، اللہ پر توکل کرتے ہوے بھروسہ کرتے ہوے ان کا مقابلہ کرے۔ اگر انسان استقامت کا مظاہرہ کرے تو خالق کائنات فرماتا ہے کہ </w:t>
      </w:r>
      <w:r w:rsidRPr="00C70A5C">
        <w:rPr>
          <w:rStyle w:val="libArabicChar"/>
          <w:rFonts w:hint="eastAsia"/>
          <w:rtl/>
        </w:rPr>
        <w:t>تتنزل</w:t>
      </w:r>
      <w:r w:rsidRPr="00C70A5C">
        <w:rPr>
          <w:rStyle w:val="libArabicChar"/>
          <w:rtl/>
        </w:rPr>
        <w:t xml:space="preserve"> عل</w:t>
      </w:r>
      <w:r w:rsidRPr="00C70A5C">
        <w:rPr>
          <w:rStyle w:val="libArabicChar"/>
          <w:rFonts w:hint="cs"/>
          <w:rtl/>
        </w:rPr>
        <w:t>یهم</w:t>
      </w:r>
      <w:r w:rsidRPr="00C70A5C">
        <w:rPr>
          <w:rStyle w:val="libArabicChar"/>
          <w:rtl/>
        </w:rPr>
        <w:t xml:space="preserve"> الملائکة</w:t>
      </w:r>
      <w:r>
        <w:rPr>
          <w:rtl/>
          <w:lang w:bidi="ur-PK"/>
        </w:rPr>
        <w:t xml:space="preserve"> 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ثم استقاموا پھر انہوں نے استقامت کا 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 ڈٹے رہے، اپنے راستے سے اپنے مقصد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دور نہ کر سکے، نہ لالچ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گمراہ ہو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ڈر اور خوف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ڈرا سکے،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کا اعتبار خداپر ہوتا ہے۔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آئمہ کو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لالچ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لالچ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منحرف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5" w:name="_Toc493163668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اکرم(ص)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استقامت</w:t>
      </w:r>
      <w:bookmarkEnd w:id="4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اگر آپ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خوبصورت خاتون سے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ہم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آپ کو انواع و اقسام کے وسائل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خوشحال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شاہانہ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ہمارے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ہمارے آباء اور اجداد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فرماتے تھے، سورج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چاند کو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ہاتھ پر رکھ دو تب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سے دستبردار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ہونگا  </w:t>
      </w:r>
      <w:r w:rsidRPr="007F6071">
        <w:rPr>
          <w:rStyle w:val="libFootnotenumChar"/>
          <w:rtl/>
        </w:rPr>
        <w:t>(91)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استقامت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منحرف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،اپنے مقصد سے دور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اگر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استقامت کا مظاہرہ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استقاموا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تتنزل عل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</w:t>
      </w:r>
      <w:r>
        <w:rPr>
          <w:rtl/>
          <w:lang w:bidi="ur-PK"/>
        </w:rPr>
        <w:t xml:space="preserve"> الملائکة ، ملائکہ ان پر نازل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نہ کھائو، ڈرو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بشارت ہو،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ملائکہ نازل ہو کر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شوق دلاتے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حوصلہ افزائ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تو ملائکہ دعا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سکان السموات و الارض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آسمان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رہنے والے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آتا ہے کہ آخر خدا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کرتا؟ بڑا اہم نکتہ ہے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زو،</w:t>
      </w:r>
      <w:r>
        <w:rPr>
          <w:rtl/>
          <w:lang w:bidi="ur-PK"/>
        </w:rPr>
        <w:t xml:space="preserve">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دوست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آئمہ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مشکلات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خدا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اگرچہ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 تک،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خالق کائنات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استقامت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آپ سورہ فاتحہ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C70A5C">
        <w:rPr>
          <w:rStyle w:val="libAieChar"/>
          <w:rtl/>
        </w:rPr>
        <w:t>ا</w:t>
      </w:r>
      <w:r w:rsidRPr="00C70A5C">
        <w:rPr>
          <w:rStyle w:val="libAieChar"/>
          <w:rFonts w:hint="cs"/>
          <w:rtl/>
        </w:rPr>
        <w:t>ی</w:t>
      </w:r>
      <w:r w:rsidRPr="00C70A5C">
        <w:rPr>
          <w:rStyle w:val="libAieChar"/>
          <w:rFonts w:hint="eastAsia"/>
          <w:rtl/>
        </w:rPr>
        <w:t>اک</w:t>
      </w:r>
      <w:r w:rsidRPr="00C70A5C">
        <w:rPr>
          <w:rStyle w:val="libAieChar"/>
          <w:rtl/>
        </w:rPr>
        <w:t xml:space="preserve"> نعبد و ا</w:t>
      </w:r>
      <w:r w:rsidRPr="00C70A5C">
        <w:rPr>
          <w:rStyle w:val="libAieChar"/>
          <w:rFonts w:hint="cs"/>
          <w:rtl/>
        </w:rPr>
        <w:t>ی</w:t>
      </w:r>
      <w:r w:rsidRPr="00C70A5C">
        <w:rPr>
          <w:rStyle w:val="libAieChar"/>
          <w:rFonts w:hint="eastAsia"/>
          <w:rtl/>
        </w:rPr>
        <w:t>اک</w:t>
      </w:r>
      <w:r w:rsidRPr="00C70A5C">
        <w:rPr>
          <w:rStyle w:val="libAieChar"/>
          <w:rtl/>
        </w:rPr>
        <w:t xml:space="preserve"> نستع</w:t>
      </w:r>
      <w:r w:rsidRPr="00C70A5C">
        <w:rPr>
          <w:rStyle w:val="libAieChar"/>
          <w:rFonts w:hint="cs"/>
          <w:rtl/>
        </w:rPr>
        <w:t>ی</w:t>
      </w:r>
      <w:r w:rsidRPr="00C70A5C">
        <w:rPr>
          <w:rStyle w:val="libAieChar"/>
          <w:rFonts w:hint="eastAsia"/>
          <w:rtl/>
        </w:rPr>
        <w:t>ن</w:t>
      </w:r>
      <w:r w:rsidRPr="00C70A5C">
        <w:rPr>
          <w:rStyle w:val="libAieChar"/>
          <w:rtl/>
        </w:rPr>
        <w:t xml:space="preserve"> ا</w:t>
      </w:r>
      <w:r w:rsidRPr="00C70A5C">
        <w:rPr>
          <w:rStyle w:val="libAieChar"/>
          <w:rFonts w:hint="cs"/>
          <w:rtl/>
        </w:rPr>
        <w:t>هدنا الصراط المستقی</w:t>
      </w:r>
      <w:r w:rsidRPr="00C70A5C">
        <w:rPr>
          <w:rStyle w:val="libAieChar"/>
          <w:rFonts w:hint="eastAsia"/>
          <w:rtl/>
        </w:rPr>
        <w:t>م</w:t>
      </w:r>
      <w:r>
        <w:rPr>
          <w:rtl/>
          <w:lang w:bidi="ur-PK"/>
        </w:rPr>
        <w:t xml:space="preserve"> ؛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اپنے دوستوں کو،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،آئ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کو،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رہتا ہے،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ثبات قدم عطا کرتا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راستہ سے منحرف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سب کچھ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مطمئن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باطل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نشن</w:t>
      </w:r>
      <w:r>
        <w:rPr>
          <w:rtl/>
          <w:lang w:bidi="ur-PK"/>
        </w:rPr>
        <w:t xml:space="preserve">  اسٹرس کے علاوہ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ملتا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آپ سب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مطمئن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دوست دے کر، احباب دے کر، انصار دے کر، بچے دے کر، جوان دے کر، نوجون دے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کتنے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سے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کربلا پر سجدہ ک</w:t>
      </w:r>
      <w:r>
        <w:rPr>
          <w:rFonts w:hint="eastAsia"/>
          <w:rtl/>
          <w:lang w:bidi="ur-PK"/>
        </w:rPr>
        <w:t>رتا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سبحان 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بحمد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کو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خط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مشکلات کا حل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سے لو لگا ئے رکھو، خدا سے متصل رہو، اس مرکز سے تمہارا رابطہ رہے،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رابطہ کٹنے نہ پائے، منقطع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نہ کرو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سگنل جو تمہارے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ختم ہونے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رابطہ منقطع ہونے لگے،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عبادت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خدا سے متصل رہے، رابطہ رکھے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کرتا رہے </w:t>
      </w:r>
      <w:r w:rsidR="00C70A5C" w:rsidRPr="00C70A5C">
        <w:rPr>
          <w:rStyle w:val="libAlaemChar"/>
          <w:rFonts w:hint="cs"/>
          <w:rtl/>
        </w:rPr>
        <w:t>(</w:t>
      </w:r>
      <w:r w:rsidRPr="00C70A5C">
        <w:rPr>
          <w:rStyle w:val="libAieChar"/>
          <w:rtl/>
        </w:rPr>
        <w:t>ا</w:t>
      </w:r>
      <w:r w:rsidRPr="00C70A5C">
        <w:rPr>
          <w:rStyle w:val="libAieChar"/>
          <w:rFonts w:hint="cs"/>
          <w:rtl/>
        </w:rPr>
        <w:t>هدنا الصراط المستقی</w:t>
      </w:r>
      <w:r w:rsidRPr="00C70A5C">
        <w:rPr>
          <w:rStyle w:val="libAieChar"/>
          <w:rFonts w:hint="eastAsia"/>
          <w:rtl/>
        </w:rPr>
        <w:t>م</w:t>
      </w:r>
      <w:r w:rsidR="00C70A5C" w:rsidRPr="00C70A5C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کرتا رہے </w:t>
      </w:r>
      <w:r w:rsidR="00C70A5C" w:rsidRPr="00C70A5C">
        <w:rPr>
          <w:rStyle w:val="libAlaemChar"/>
          <w:rFonts w:hint="cs"/>
          <w:rtl/>
        </w:rPr>
        <w:t>(</w:t>
      </w:r>
      <w:r w:rsidRPr="00C70A5C">
        <w:rPr>
          <w:rStyle w:val="libAieChar"/>
          <w:rtl/>
        </w:rPr>
        <w:t>رَبَّنا لا تُزِغ</w:t>
      </w:r>
      <w:r w:rsidRPr="00C70A5C">
        <w:rPr>
          <w:rStyle w:val="libAieChar"/>
          <w:rFonts w:hint="cs"/>
          <w:rtl/>
        </w:rPr>
        <w:t>ْ‏ قُلُوبَنا ب</w:t>
      </w:r>
      <w:r w:rsidRPr="00C70A5C">
        <w:rPr>
          <w:rStyle w:val="libAieChar"/>
          <w:rFonts w:hint="eastAsia"/>
          <w:rtl/>
        </w:rPr>
        <w:t>َع</w:t>
      </w:r>
      <w:r w:rsidRPr="00C70A5C">
        <w:rPr>
          <w:rStyle w:val="libAieChar"/>
          <w:rFonts w:hint="cs"/>
          <w:rtl/>
        </w:rPr>
        <w:t>ْدَ</w:t>
      </w:r>
      <w:r w:rsidRPr="00C70A5C">
        <w:rPr>
          <w:rStyle w:val="libAieChar"/>
          <w:rtl/>
        </w:rPr>
        <w:t xml:space="preserve"> </w:t>
      </w:r>
      <w:r w:rsidRPr="00C70A5C">
        <w:rPr>
          <w:rStyle w:val="libAieChar"/>
          <w:rFonts w:hint="cs"/>
          <w:rtl/>
        </w:rPr>
        <w:t>إِذْ هَدَيْتَنا؛</w:t>
      </w:r>
      <w:r w:rsidR="00C70A5C" w:rsidRPr="00C70A5C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دعا ہے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آپ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راستے پر ثابت قدم فرمائے۔ </w:t>
      </w:r>
    </w:p>
    <w:p w:rsidR="00B56CAE" w:rsidRPr="00C70A5C" w:rsidRDefault="00B56CAE" w:rsidP="00C70A5C">
      <w:pPr>
        <w:pStyle w:val="libArabic"/>
        <w:rPr>
          <w:rtl/>
        </w:rPr>
      </w:pPr>
      <w:r w:rsidRPr="00C70A5C">
        <w:rPr>
          <w:rFonts w:hint="eastAsia"/>
          <w:rtl/>
        </w:rPr>
        <w:t>والسلام</w:t>
      </w:r>
      <w:r w:rsidRPr="00C70A5C">
        <w:rPr>
          <w:rtl/>
        </w:rPr>
        <w:t xml:space="preserve"> عل</w:t>
      </w:r>
      <w:r w:rsidRPr="00C70A5C">
        <w:rPr>
          <w:rFonts w:hint="cs"/>
          <w:rtl/>
        </w:rPr>
        <w:t>ی</w:t>
      </w:r>
      <w:r w:rsidRPr="00C70A5C">
        <w:rPr>
          <w:rFonts w:hint="eastAsia"/>
          <w:rtl/>
        </w:rPr>
        <w:t>کم</w:t>
      </w:r>
      <w:r w:rsidRPr="00C70A5C">
        <w:rPr>
          <w:rtl/>
        </w:rPr>
        <w:t xml:space="preserve"> و رحمة اللَّ</w:t>
      </w:r>
      <w:r w:rsidRPr="00C70A5C">
        <w:rPr>
          <w:rFonts w:hint="cs"/>
          <w:rtl/>
        </w:rPr>
        <w:t>هِ و برکاته</w:t>
      </w:r>
    </w:p>
    <w:p w:rsidR="00D9794E" w:rsidRDefault="00D9794E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56CAE" w:rsidRDefault="00B56CAE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46" w:name="_Toc493163669"/>
      <w:r>
        <w:rPr>
          <w:rFonts w:hint="eastAsia"/>
          <w:rtl/>
          <w:lang w:bidi="ur-PK"/>
        </w:rPr>
        <w:t>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46"/>
      <w:r>
        <w:rPr>
          <w:rtl/>
          <w:lang w:bidi="ur-PK"/>
        </w:rPr>
        <w:t xml:space="preserve"> </w:t>
      </w:r>
    </w:p>
    <w:p w:rsidR="00B56CAE" w:rsidRPr="00C70A5C" w:rsidRDefault="00B56CAE" w:rsidP="00C70A5C">
      <w:pPr>
        <w:pStyle w:val="libArabic"/>
        <w:rPr>
          <w:rtl/>
        </w:rPr>
      </w:pPr>
      <w:r w:rsidRPr="00C70A5C">
        <w:rPr>
          <w:rFonts w:hint="cs"/>
          <w:rtl/>
        </w:rPr>
        <w:t>أَعُوذُ</w:t>
      </w:r>
      <w:r w:rsidRPr="00C70A5C">
        <w:rPr>
          <w:rtl/>
        </w:rPr>
        <w:t xml:space="preserve"> بِالل</w:t>
      </w:r>
      <w:r w:rsidRPr="00C70A5C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C70A5C" w:rsidP="007F6071">
      <w:pPr>
        <w:pStyle w:val="libNormal"/>
        <w:rPr>
          <w:rtl/>
          <w:lang w:bidi="ur-PK"/>
        </w:rPr>
      </w:pPr>
      <w:r w:rsidRPr="00C70A5C">
        <w:rPr>
          <w:rStyle w:val="libAlaemChar"/>
          <w:rFonts w:hint="cs"/>
          <w:rtl/>
        </w:rPr>
        <w:t>(</w:t>
      </w:r>
      <w:r>
        <w:rPr>
          <w:rFonts w:hint="cs"/>
          <w:rtl/>
          <w:lang w:bidi="ur-PK"/>
        </w:rPr>
        <w:t xml:space="preserve"> </w:t>
      </w:r>
      <w:r w:rsidR="00B56CAE" w:rsidRPr="00C70A5C">
        <w:rPr>
          <w:rStyle w:val="libAieChar"/>
          <w:rFonts w:hint="eastAsia"/>
          <w:rtl/>
        </w:rPr>
        <w:t>وَ</w:t>
      </w:r>
      <w:r w:rsidR="00B56CAE" w:rsidRPr="00C70A5C">
        <w:rPr>
          <w:rStyle w:val="libAieChar"/>
          <w:rtl/>
        </w:rPr>
        <w:t xml:space="preserve"> قُل</w:t>
      </w:r>
      <w:r w:rsidR="00B56CAE" w:rsidRPr="00C70A5C">
        <w:rPr>
          <w:rStyle w:val="libAieChar"/>
          <w:rFonts w:hint="cs"/>
          <w:rtl/>
        </w:rPr>
        <w:t>ْ رَبِّ اغْفِرْ وَ ارْحَمْ‏ وَ أَنْتَ خَيْرُ الرَّاحِمين</w:t>
      </w:r>
      <w:r w:rsidRPr="007F6071">
        <w:rPr>
          <w:rFonts w:hint="cs"/>
          <w:rtl/>
        </w:rPr>
        <w:t xml:space="preserve"> </w:t>
      </w:r>
      <w:r w:rsidRPr="00C70A5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(92)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!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مختلف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مخلوقات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اقسام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ہوئے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خداوند متعال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مخلوق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عقل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خواہشات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و نشام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مخلوق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اور صرف خواہشات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عقل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ہے۔اور وہ 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مخلوق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نے عقل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 اور خواہشات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عقل،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خواہشات اور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 مخلوق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عقل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فرشتے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ملائکہ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صرف عقلان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عقل کا وجود ہے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وجود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فرشتوں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جاتے مثلا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سے گناہ کا صادر ہونا ممکن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مختلف وا</w:t>
      </w:r>
      <w:r>
        <w:rPr>
          <w:rFonts w:hint="eastAsia"/>
          <w:rtl/>
          <w:lang w:bidi="ur-PK"/>
        </w:rPr>
        <w:t>قعات</w:t>
      </w:r>
      <w:r>
        <w:rPr>
          <w:rtl/>
          <w:lang w:bidi="ur-PK"/>
        </w:rPr>
        <w:t xml:space="preserve"> جو اس حوالے سے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فرشتے وہ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ہے۔اور وہاں سے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وہ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خواہشات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اب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حضرت انسان ہے، 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خواہشات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انسان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اگر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پر غالب کر دے،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کو غالب اور خواہشات کو مغلوب بنا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سوچے کہ عقل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قاضا</w:t>
      </w:r>
      <w:r>
        <w:rPr>
          <w:rtl/>
          <w:lang w:bidi="ur-PK"/>
        </w:rPr>
        <w:t xml:space="preserve"> ہے،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کونسا ہے،خواہشات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فرشتوں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افضل ہے۔ک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افضل ہے؟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 نے خواہشات کے باوجود، ہوا و حوس کے باوجود، ان کو مغلوب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کا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عقل کے مطابق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فرشتوں سے </w:t>
      </w:r>
      <w:r>
        <w:rPr>
          <w:rtl/>
          <w:lang w:bidi="ur-PK"/>
        </w:rPr>
        <w:lastRenderedPageBreak/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بڑہ</w:t>
      </w:r>
      <w:r>
        <w:rPr>
          <w:rtl/>
          <w:lang w:bidi="ur-PK"/>
        </w:rPr>
        <w:t xml:space="preserve"> جاتا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کو غالب بنادے،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کو مغلوب بنا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 جاتا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عقل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عقل موجود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اس سے استفادہ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7" w:name="_Toc493163670"/>
      <w:r>
        <w:rPr>
          <w:rFonts w:hint="eastAsia"/>
          <w:rtl/>
          <w:lang w:bidi="ur-PK"/>
        </w:rPr>
        <w:t>جہاد</w:t>
      </w:r>
      <w:r>
        <w:rPr>
          <w:rtl/>
          <w:lang w:bidi="ur-PK"/>
        </w:rPr>
        <w:t xml:space="preserve"> اکبر</w:t>
      </w:r>
      <w:bookmarkEnd w:id="4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انسان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خواہشات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عقل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اسباب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عوامل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رحمان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 نفس وما سواھا،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ما فجور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 و تق</w:t>
      </w:r>
      <w:r>
        <w:rPr>
          <w:rFonts w:hint="eastAsia"/>
          <w:rtl/>
          <w:lang w:bidi="ur-PK"/>
        </w:rPr>
        <w:t>وا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ا؛</w:t>
      </w:r>
      <w:r>
        <w:rPr>
          <w:rtl/>
          <w:lang w:bidi="ur-PK"/>
        </w:rPr>
        <w:t xml:space="preserve"> فجور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اور تقو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مرکب ہے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، انسان کے اندر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ہر لمحہ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ہے۔ اس کے اندر مقابلہ ہو رہا کرتا ہے رحمان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قوتوں کا،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اپ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بلا رہا ہے، دعوت دے رہاہے۔جنود اللہ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اللہ کا لشکر اس کے اندر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جو اسے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بلا رہا ہے۔ جنود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باطل لشکر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جو اسے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ہر لمحہ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لئے رسول کائ</w:t>
      </w:r>
      <w:r>
        <w:rPr>
          <w:rFonts w:hint="eastAsia"/>
          <w:rtl/>
          <w:lang w:bidi="ur-PK"/>
        </w:rPr>
        <w:t>نات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جب جنگ سے لوٹ آنے والے 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استقبال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مرحبا بقوم ، خوش آمد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مرحبا ہو اس قوم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جہاد اصغر سے لو ٹ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 اکبر کرنا ہے۔ </w:t>
      </w:r>
      <w:r w:rsidRPr="007F6071">
        <w:rPr>
          <w:rStyle w:val="libFootnotenumChar"/>
          <w:rtl/>
        </w:rPr>
        <w:t>(93)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صحابہ</w:t>
      </w:r>
      <w:r>
        <w:rPr>
          <w:rtl/>
          <w:lang w:bidi="ur-PK"/>
        </w:rPr>
        <w:t xml:space="preserve"> نے پوچھا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وطن کو چھوڑنا، اپنے خاندان محلے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چھوڑ کر ان مشکل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کٹھن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مسافرت کرنا، جنگ کرنا،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کا نذرانہ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کرنا، زخموں کو برداشت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جہاد اصغر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جہاد اصغر ہے۔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جہاد اکبر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جہاد اصغر تھا، چند دنوں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تھا۔ تم لوٹ آئے ہو، تمہارا دشمن تمہارے سامنے تھا۔ تمہارے پاس اسباب اور وسائل تھے، تم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تھے،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اندازہ تھا۔ سب کچھ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نظروں کے سامنے تھا۔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جہاد اکبر ، محدود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لمحہ 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لمحہ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جہاد کرنا ہے، اور تمہارا دشمن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رہا ہے۔ تم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سے غفلت کرو وہ  تم سے غافل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جہاد ، جہاد اکبر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خلاصہ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: کہ جب انسان کے پاس خالق کائنات نے ان دونوں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رکھا ہے تو خداوند متعال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ساتھ انسان کے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ہر وقت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دروازوں کو کھلا رکھا ہے۔ </w:t>
      </w:r>
    </w:p>
    <w:p w:rsidR="00D9794E" w:rsidRDefault="00D9794E" w:rsidP="00B56CAE">
      <w:pPr>
        <w:pStyle w:val="libNormal"/>
        <w:rPr>
          <w:rtl/>
          <w:lang w:bidi="ur-PK"/>
        </w:rPr>
      </w:pPr>
    </w:p>
    <w:p w:rsidR="00D9794E" w:rsidRDefault="00D9794E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48" w:name="_Toc493163671"/>
      <w:r>
        <w:rPr>
          <w:rFonts w:hint="eastAsia"/>
          <w:rtl/>
          <w:lang w:bidi="ur-PK"/>
        </w:rPr>
        <w:lastRenderedPageBreak/>
        <w:t>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کفر ہے</w:t>
      </w:r>
      <w:bookmarkEnd w:id="4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بڑا گناہ، شرک کے بعد سب سے بڑا گناہ، اگر ہے تو وہ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ہونا ہے،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ہونا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ہوا کرو، سوائے گمراہ قوم کے، سوائے کافر قوم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ہوگا۔ال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ہے۔ اب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ان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منحرف ہو جائے،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خواہشات کے اثر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کا ارتکاب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گناہ کا مرتکب ہوجائے تو وہ گناہ اتنا بڑا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جتنا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ہونا گناہ ہے۔لہذا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توبہ کرو۔توبوا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توبہ کرو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صادر ہو جائے،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سمجھو کہ خدا سے تھوڑا دور ہو گئے تھے،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سمجھو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زرق و برق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فورا استغفار کرو، توبہ کرو، اللہ توبہ کرنے والوں کو پسند ک</w:t>
      </w:r>
      <w:r>
        <w:rPr>
          <w:rFonts w:hint="eastAsia"/>
          <w:rtl/>
          <w:lang w:bidi="ur-PK"/>
        </w:rPr>
        <w:t>رتا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49" w:name="_Toc493163672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bookmarkEnd w:id="4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جہاں وارد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رحمان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رحم اور 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مظہر ہے۔جہاں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رحم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تذکرہ ہےکہ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بھٹک </w:t>
      </w:r>
      <w:r>
        <w:rPr>
          <w:rFonts w:hint="eastAsia"/>
          <w:rtl/>
          <w:lang w:bidi="ur-PK"/>
        </w:rPr>
        <w:t>جائے،</w:t>
      </w:r>
      <w:r>
        <w:rPr>
          <w:rtl/>
          <w:lang w:bidi="ur-PK"/>
        </w:rPr>
        <w:t xml:space="preserve"> خدا سے دور ہو جائے تو خالق کائنات اس کا انتظار کرتا ہے۔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بندہ کب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 آئے گا،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لوٹنے کا نام،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پلٹنے کا نام توبہ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لوٹنا ہے، پلٹنا ہے۔توبوا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اللَّ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ِ  لوٹ آئو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طرف۔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ہے۔تمہار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انتہا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50" w:name="_Toc493163673"/>
      <w:r>
        <w:rPr>
          <w:rtl/>
          <w:lang w:bidi="ur-PK"/>
        </w:rPr>
        <w:t>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(ع)اور انا 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50"/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نے جو </w:t>
      </w:r>
      <w:r w:rsidRPr="00D9794E">
        <w:rPr>
          <w:rStyle w:val="libArabicChar"/>
          <w:rtl/>
        </w:rPr>
        <w:t>انا للَّ</w:t>
      </w:r>
      <w:r w:rsidRPr="00D9794E">
        <w:rPr>
          <w:rStyle w:val="libArabicChar"/>
          <w:rFonts w:hint="cs"/>
          <w:rtl/>
        </w:rPr>
        <w:t>هِ وانا الیهِ</w:t>
      </w:r>
      <w:r w:rsidRPr="00D9794E">
        <w:rPr>
          <w:rStyle w:val="libArabicChar"/>
          <w:rtl/>
        </w:rPr>
        <w:t xml:space="preserve"> راجعون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عام طور پر ہم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اس وقت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سنتے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انتقال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مظہر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ترجمان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 آغاز سفر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اختتام سفر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خالق کائنات نے توبہ کے دروازے کو کھول رکھا ہے۔ اور اسے وہ بندے بہت پسند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توبہ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محمد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نقل ہوا ہے کہ خدا فرما رہا ہے: کہ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 کر رہا ہو،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گم ہوجائے،ا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کچھ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دے رہا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گم </w:t>
      </w:r>
      <w:r>
        <w:rPr>
          <w:rFonts w:hint="eastAsia"/>
          <w:rtl/>
          <w:lang w:bidi="ur-PK"/>
        </w:rPr>
        <w:t>ہوجائے</w:t>
      </w:r>
      <w:r>
        <w:rPr>
          <w:rtl/>
          <w:lang w:bidi="ur-PK"/>
        </w:rPr>
        <w:t xml:space="preserve"> اور پھر وہ اسے ڈہونڈنے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اچانک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اسے مل جائے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(94)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گم کرنے کے بعد دوبارہ مل جائے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شخص کو حاصل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کم ہے جو مجھے اس وقت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توبہ کرتا ہے،جب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دوبارہ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آتا ہے مجھے چھوڑنے کے بعد، مجھ سے منحرف ہونے کے بعد،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کے بعد، جو مجھ سے دور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جب دوبارہ لوٹ آتا ہے، پلٹ ہوتا 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خوش ہوجاتا 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لئے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مخصوص راتوں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پکارت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اپنے آپ کو بخشوا دے،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مستحق بن جائے۔ چاہے وہ جمعرات ہو،و چاہے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شعبان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شب قدر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ہو۔ان راتوں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پکارت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گنہگارو آجائو آج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بخش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 آج تمہارے لئے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ہے۔تو خالق کائنات چاہتا ہے کہ انسان اس سے ملا  رہا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ہوا اور ہوس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خدا سے دور ہو جائے،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لوٹ آئے، پلٹ آئے، خدا سے رابطہ کو برقرار رکھے، لمحہ بہ لمحہ اس سے متصل رہے۔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1" w:name="_Toc493163674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کا حکم</w:t>
      </w:r>
      <w:bookmarkEnd w:id="5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لئے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 سلم 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سورہ مومنون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۱۱۸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Default="00D9794E" w:rsidP="00B56CAE">
      <w:pPr>
        <w:pStyle w:val="libNormal"/>
        <w:rPr>
          <w:rtl/>
          <w:lang w:bidi="ur-PK"/>
        </w:rPr>
      </w:pPr>
      <w:r w:rsidRPr="00D9794E">
        <w:rPr>
          <w:rStyle w:val="libAlaemChar"/>
          <w:rFonts w:hint="cs"/>
          <w:rtl/>
        </w:rPr>
        <w:t>(</w:t>
      </w:r>
      <w:r w:rsidR="00B56CAE" w:rsidRPr="00D9794E">
        <w:rPr>
          <w:rStyle w:val="libAieChar"/>
          <w:rFonts w:hint="eastAsia"/>
          <w:rtl/>
        </w:rPr>
        <w:t>و</w:t>
      </w:r>
      <w:r w:rsidR="00B56CAE" w:rsidRPr="00D9794E">
        <w:rPr>
          <w:rStyle w:val="libAieChar"/>
          <w:rtl/>
        </w:rPr>
        <w:t xml:space="preserve"> قُل</w:t>
      </w:r>
      <w:r w:rsidR="00B56CAE" w:rsidRPr="00D9794E">
        <w:rPr>
          <w:rStyle w:val="libAieChar"/>
          <w:rFonts w:hint="cs"/>
          <w:rtl/>
        </w:rPr>
        <w:t>ْ رَبِّ اغْفِرْ وَ ارْحَمْ‏ وَ أَنْتَ خَيْرُ الرّ</w:t>
      </w:r>
      <w:r w:rsidR="00B56CAE" w:rsidRPr="00D9794E">
        <w:rPr>
          <w:rStyle w:val="libAieChar"/>
          <w:rtl/>
        </w:rPr>
        <w:t>َاحِم</w:t>
      </w:r>
      <w:r w:rsidR="00B56CAE" w:rsidRPr="00D9794E">
        <w:rPr>
          <w:rStyle w:val="libAieChar"/>
          <w:rFonts w:hint="cs"/>
          <w:rtl/>
        </w:rPr>
        <w:t>ين‏؛</w:t>
      </w:r>
      <w:r w:rsidRPr="00D9794E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کہ بار الہا! رحم فرما بخش دے اور تو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رحم کرنے والا ہے۔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مخاطب قرار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معاذ اللہ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سےکوئ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صادر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اگرچہ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روزانہ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استغفر اللہ و اتوب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پڑہا کرتے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ہم نے خدا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اس کا حق ادا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ہو،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نسان</w:t>
      </w:r>
      <w:r>
        <w:rPr>
          <w:rtl/>
          <w:lang w:bidi="ur-PK"/>
        </w:rPr>
        <w:t xml:space="preserve"> مشغول ہوجائے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تھوڑا سا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دور ہونا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کے  درجہ </w:t>
      </w:r>
      <w:r>
        <w:rPr>
          <w:rtl/>
          <w:lang w:bidi="ur-PK"/>
        </w:rPr>
        <w:lastRenderedPageBreak/>
        <w:t>اورمعرفت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بے توجہ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اور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ہے۔ 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منقول ہے سب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رسول اکرم کو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</w:t>
      </w:r>
    </w:p>
    <w:p w:rsidR="00B56CAE" w:rsidRDefault="00D9794E" w:rsidP="007F6071">
      <w:pPr>
        <w:pStyle w:val="libNormal"/>
        <w:rPr>
          <w:rtl/>
          <w:lang w:bidi="ur-PK"/>
        </w:rPr>
      </w:pPr>
      <w:r w:rsidRPr="00D9794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9794E">
        <w:rPr>
          <w:rStyle w:val="libAieChar"/>
          <w:rtl/>
        </w:rPr>
        <w:t>وَ قُل</w:t>
      </w:r>
      <w:r w:rsidR="00B56CAE" w:rsidRPr="00D9794E">
        <w:rPr>
          <w:rStyle w:val="libAieChar"/>
          <w:rFonts w:hint="cs"/>
          <w:rtl/>
        </w:rPr>
        <w:t>ْ رَبِّ اغْفِرْ وَ ارْحَمْ‏ وَ أَنْتَ خَيْرُ الرَّاحِمين</w:t>
      </w:r>
      <w:r w:rsidR="00B56CAE" w:rsidRPr="0029475F">
        <w:rPr>
          <w:rFonts w:hint="cs"/>
          <w:rtl/>
        </w:rPr>
        <w:t>.</w:t>
      </w:r>
      <w:r w:rsidRPr="00D9794E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85190F" w:rsidP="007F6071">
      <w:pPr>
        <w:pStyle w:val="libNormal"/>
        <w:rPr>
          <w:rtl/>
          <w:lang w:bidi="ur-PK"/>
        </w:rPr>
      </w:pPr>
      <w:r w:rsidRPr="0085190F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85190F">
        <w:rPr>
          <w:rStyle w:val="libAieChar"/>
          <w:rtl/>
        </w:rPr>
        <w:t>قالَ رَبِّ اغ</w:t>
      </w:r>
      <w:r w:rsidR="00B56CAE" w:rsidRPr="0085190F">
        <w:rPr>
          <w:rStyle w:val="libAieChar"/>
          <w:rFonts w:hint="cs"/>
          <w:rtl/>
        </w:rPr>
        <w:t>ْفِرْ لي‏ وَلِأَخي</w:t>
      </w:r>
      <w:r w:rsidR="00D9794E" w:rsidRPr="007F6071">
        <w:rPr>
          <w:rFonts w:hint="cs"/>
          <w:rtl/>
        </w:rPr>
        <w:t xml:space="preserve"> </w:t>
      </w:r>
      <w:r w:rsidR="00D9794E" w:rsidRPr="0085190F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(95)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مغفرت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بخشش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ساتھ ملائے۔اور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کمال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حق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حقان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حق پر ہونے کا سب سے بڑا فائدہ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دوسروں کو ملا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اپنے ساتھ، چاہتا ہے کہ سب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قافلے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کارواں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کاروان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جہاں انسان دوسروں کے وجود کو برداشت نہ کرے، جہاں انسان اپنا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 بنائے، جہاں صرف اپنا سوچے، خود غرض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مظا ہرہ کرے اس سے پتا چلتا ہے کہ وہ حق کا راستہ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2" w:name="_Toc493163675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کو شامل کرنا</w:t>
      </w:r>
      <w:bookmarkEnd w:id="5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جب دعا کرو تو جتنا ممکن ہو سکے اس دعا کو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کرو۔ خواجہ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جملہ ہے، اس دعا کے حوالے سے </w:t>
      </w:r>
      <w:r w:rsidRPr="0085190F">
        <w:rPr>
          <w:rStyle w:val="libArabicChar"/>
          <w:rtl/>
        </w:rPr>
        <w:t>استوسعوا رحم</w:t>
      </w:r>
      <w:r w:rsidR="00CC5C79" w:rsidRPr="007F6071">
        <w:rPr>
          <w:rStyle w:val="libArabicChar"/>
          <w:rFonts w:hint="cs"/>
          <w:rtl/>
        </w:rPr>
        <w:t>ة</w:t>
      </w:r>
      <w:r w:rsidRPr="0085190F">
        <w:rPr>
          <w:rStyle w:val="libArabicChar"/>
          <w:rtl/>
        </w:rPr>
        <w:t xml:space="preserve"> الل</w:t>
      </w:r>
      <w:r w:rsidR="007F6071" w:rsidRPr="007F6071">
        <w:rPr>
          <w:rStyle w:val="libArabicChar"/>
          <w:rFonts w:hint="cs"/>
          <w:rtl/>
        </w:rPr>
        <w:t>ه</w:t>
      </w:r>
      <w:r>
        <w:rPr>
          <w:rtl/>
          <w:lang w:bidi="ur-PK"/>
        </w:rPr>
        <w:t>؛</w:t>
      </w:r>
      <w:r w:rsidRPr="007F6071">
        <w:rPr>
          <w:rStyle w:val="libFootnotenumChar"/>
          <w:rtl/>
        </w:rPr>
        <w:t>(96)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کو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کرو، محدود نہ کرو، صرف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نہ کرو،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خدا اگر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دے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خزانے ختم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دوسروں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دے 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ہے جس کے خزانے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ہوتے، وہ جتنا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چلا جاتا ہے اتنا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محدود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وہاں پر۔ لہذا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 الہا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دے، حضر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بخش دے۔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بہتر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کہوں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دائرہ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جائے،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فرما، اسے بخش دے۔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خطائوں سے درگذر فرما۔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جب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ہو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خالق کائنات نے اسے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کس طرح پاک اور معصو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تھا، اسے جب دوبارہ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جائےتو وہ پہلے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کروا چکا ہو۔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لہذا</w:t>
      </w:r>
      <w:r>
        <w:rPr>
          <w:rtl/>
          <w:lang w:bidi="ur-PK"/>
        </w:rPr>
        <w:t xml:space="preserve"> خالق کائنات نے مختلف  موقعے 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ماہ مبارک رمضان بہت بڑا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ہے۔حج کا موقعہ بہت بڑا انعام و اکرام ہے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سے۔ انسان ان خاص اوقات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تو خدا قبول کر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اگرچہ وہ ہر وقت ہر دعا کو سنتا ہے اسے قبول کرتا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مخصوص زمان و مکان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اس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بڑہ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استجابت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کے احتمالات 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تو انسان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کا مرتکب ہو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ک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وہ خدا سے تھوڑا سا دور ہو رہا ہے تو فورا اسے توجہ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استغفار اور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جائے اور ان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چاہے وہ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 جس کا خالق کائنات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چاہے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بار ا</w:t>
      </w:r>
      <w:r>
        <w:rPr>
          <w:rFonts w:hint="eastAsia"/>
          <w:rtl/>
          <w:lang w:bidi="ur-PK"/>
        </w:rPr>
        <w:t>لہا</w:t>
      </w:r>
      <w:r>
        <w:rPr>
          <w:rtl/>
          <w:lang w:bidi="ur-PK"/>
        </w:rPr>
        <w:t xml:space="preserve">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دے۔ چاہے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اور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 جب انہوں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0A027D" w:rsidP="00B56CAE">
      <w:pPr>
        <w:pStyle w:val="libNormal"/>
        <w:rPr>
          <w:rtl/>
          <w:lang w:bidi="ur-PK"/>
        </w:rPr>
      </w:pPr>
      <w:r w:rsidRPr="000A027D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0186">
        <w:rPr>
          <w:rStyle w:val="libAieChar"/>
          <w:rtl/>
        </w:rPr>
        <w:t xml:space="preserve">وَ </w:t>
      </w:r>
      <w:r w:rsidR="00B56CAE" w:rsidRPr="00D20186">
        <w:rPr>
          <w:rStyle w:val="libAieChar"/>
          <w:rFonts w:hint="cs"/>
          <w:rtl/>
        </w:rPr>
        <w:t>أَرِنا مَناسِكَنا وَتُبْ عَلَيْنا إِنَّكَ أَنْتَ التَّوَّابُ الرَّحيم</w:t>
      </w:r>
      <w:r w:rsidRPr="000A027D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(97)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مناسک حج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عطا فرما،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فرما، تو توبہ کو قبول کرنے والا ہے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ان سب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تذکرہ ہو رہا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تذکرہ ہو رہا ہے، تو </w:t>
      </w:r>
      <w:r>
        <w:rPr>
          <w:rFonts w:hint="eastAsia"/>
          <w:rtl/>
          <w:lang w:bidi="ur-PK"/>
        </w:rPr>
        <w:t>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تو توبہ کو قبول کرنے والا 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3" w:name="_Toc493163676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مناسبت سے صفات خدا کا ذکر</w:t>
      </w:r>
      <w:bookmarkEnd w:id="5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کو متعدد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آداب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ادب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کا واسطہ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کے ساتھ پکارو۔و 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الاسماء خدا کے تمام ن</w:t>
      </w:r>
      <w:r>
        <w:rPr>
          <w:rtl/>
          <w:lang w:bidi="ur-PK"/>
        </w:rPr>
        <w:t>ام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مثل و بے مثال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بڑہ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کا واسطہ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جب خدا سے طلب رحمت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کہو انت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الراحم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۔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اور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لؑ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</w:p>
    <w:p w:rsidR="00B56CAE" w:rsidRDefault="00D20186" w:rsidP="00B56CAE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0186">
        <w:rPr>
          <w:rStyle w:val="libAieChar"/>
          <w:rtl/>
        </w:rPr>
        <w:t>ربنا ارنا مناسکنا و تب عل</w:t>
      </w:r>
      <w:r w:rsidR="00B56CAE" w:rsidRPr="00D20186">
        <w:rPr>
          <w:rStyle w:val="libAieChar"/>
          <w:rFonts w:hint="cs"/>
          <w:rtl/>
        </w:rPr>
        <w:t>ی</w:t>
      </w:r>
      <w:r w:rsidR="00B56CAE" w:rsidRPr="00D20186">
        <w:rPr>
          <w:rStyle w:val="libAieChar"/>
          <w:rFonts w:hint="eastAsia"/>
          <w:rtl/>
        </w:rPr>
        <w:t>نا</w:t>
      </w:r>
      <w:r w:rsidR="00B56CAE" w:rsidRPr="00D20186">
        <w:rPr>
          <w:rStyle w:val="libAieChar"/>
          <w:rtl/>
        </w:rPr>
        <w:t xml:space="preserve"> انک انت التواب ،</w:t>
      </w:r>
      <w:r w:rsidR="00B56CAE">
        <w:rPr>
          <w:rtl/>
          <w:lang w:bidi="ur-PK"/>
        </w:rPr>
        <w:t xml:space="preserve"> </w:t>
      </w:r>
      <w:r w:rsidRPr="00D2018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جہاں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 تو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تواب کا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جہاں طلب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 انت ارحم الراحم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کر اس سے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، استجابت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کا واسطہ دے کر دعا کرو۔</w:t>
      </w:r>
    </w:p>
    <w:p w:rsidR="00D20186" w:rsidRDefault="00D20186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54" w:name="_Toc493163677"/>
      <w:r>
        <w:rPr>
          <w:rFonts w:hint="eastAsia"/>
          <w:rtl/>
          <w:lang w:bidi="ur-PK"/>
        </w:rPr>
        <w:lastRenderedPageBreak/>
        <w:t>دعا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توسل</w:t>
      </w:r>
      <w:bookmarkEnd w:id="5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اہم آداب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ادب خاص طور پر جب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ادب کو اپنا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اپنا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اول بشر حضرت آدم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جب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سے نکالا جاتا ہے ان کے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تو ارشاد ہوتا ہے</w:t>
      </w:r>
    </w:p>
    <w:p w:rsidR="00B56CAE" w:rsidRDefault="00D20186" w:rsidP="00B56CAE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0186">
        <w:rPr>
          <w:rStyle w:val="libAieChar"/>
          <w:rtl/>
        </w:rPr>
        <w:t>فَتَلَقَّ</w:t>
      </w:r>
      <w:r w:rsidR="00B56CAE" w:rsidRPr="00D20186">
        <w:rPr>
          <w:rStyle w:val="libAieChar"/>
          <w:rFonts w:hint="cs"/>
          <w:rtl/>
        </w:rPr>
        <w:t>ى‏ آدَمُ مِنْ رَبِّهِ كَلِماتٍ فَتابَ عَلَيْه</w:t>
      </w:r>
      <w:r w:rsidRPr="00D2018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(98)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آدم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کچھ کلمات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اسے کچھ کلمات عطا ہوے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کونسے کلمات تھے،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حضرات محمد و آل محمد کے اسام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تھے۔ </w:t>
      </w:r>
      <w:r w:rsidRPr="007F6071">
        <w:rPr>
          <w:rStyle w:val="libFootnotenumChar"/>
          <w:rtl/>
        </w:rPr>
        <w:t>(99)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آدم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 تم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اور بخشش کرانا چاہتا ہو، توبہ قبول کرنا چاہتے ہو تو خدا کو واسطہ دو محمد و آل محمد کا،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 آداب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 چاہتے ہو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ہو جائے،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وبہ</w:t>
      </w:r>
      <w:r>
        <w:rPr>
          <w:rtl/>
          <w:lang w:bidi="ur-PK"/>
        </w:rPr>
        <w:t xml:space="preserve"> خدا قبول کر لے تو خدا کو واسطہ دو محمد و آل محمدکا،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آداب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5" w:name="_Toc493163678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bookmarkEnd w:id="5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جو توبہ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خاص طور پر مد نظر رکھن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ملحوظ نظر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توبہ  الفاظ دہرانے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زبان سے استغفرا 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کہنے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ہے۔وہ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احساس ندامت،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توبہ ہے۔ انسان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ہو، اسے احساس ہو </w:t>
      </w:r>
      <w:r>
        <w:rPr>
          <w:rFonts w:hint="eastAsia"/>
          <w:rtl/>
          <w:lang w:bidi="ur-PK"/>
        </w:rPr>
        <w:t>جائے</w:t>
      </w:r>
      <w:r>
        <w:rPr>
          <w:rtl/>
          <w:lang w:bidi="ur-PK"/>
        </w:rPr>
        <w:t xml:space="preserve"> کہ اس نے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اسے احساس ہوجائے کہ وہ غلط راستے پر چل نکلا تھا، اسے احسان ہوجائے وہ خدا سے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خدا سے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ہوا، اس احساس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ہونا توبہ ہے۔اگر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انسان کے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رہا اور وہ زبان سے استغفر ال</w:t>
      </w:r>
      <w:r>
        <w:rPr>
          <w:rFonts w:hint="eastAsia"/>
          <w:rtl/>
          <w:lang w:bidi="ur-PK"/>
        </w:rPr>
        <w:t>ل</w:t>
      </w:r>
      <w:r w:rsidR="007F6071" w:rsidRPr="007F6071">
        <w:rPr>
          <w:rFonts w:hint="cs"/>
          <w:rtl/>
        </w:rPr>
        <w:t>ہ</w:t>
      </w:r>
      <w:r>
        <w:rPr>
          <w:rtl/>
          <w:lang w:bidi="ur-PK"/>
        </w:rPr>
        <w:t xml:space="preserve"> کہہ رہا ہے تو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خود اپنا استہزا کر رہا ہے </w:t>
      </w:r>
      <w:r w:rsidRPr="007F6071">
        <w:rPr>
          <w:rStyle w:val="libFootnotenumChar"/>
          <w:rtl/>
        </w:rPr>
        <w:t>(100)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عنصر توبہ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ہو، اور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نہ کرنے کا مضبوط ارادہ کر لے کہ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کرنا، اب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 خدا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کام کرے جس سے گذشتہ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سکے۔</w:t>
      </w:r>
    </w:p>
    <w:p w:rsidR="00D20186" w:rsidRDefault="00D20186" w:rsidP="00B56CAE">
      <w:pPr>
        <w:pStyle w:val="libNormal"/>
        <w:rPr>
          <w:rtl/>
          <w:lang w:bidi="ur-PK"/>
        </w:rPr>
      </w:pPr>
    </w:p>
    <w:p w:rsidR="00D20186" w:rsidRDefault="00D20186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56" w:name="_Toc493163679"/>
      <w:r>
        <w:rPr>
          <w:rtl/>
          <w:lang w:bidi="ur-PK"/>
        </w:rPr>
        <w:lastRenderedPageBreak/>
        <w:t>ہر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مختلف ہے</w:t>
      </w:r>
      <w:bookmarkEnd w:id="5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واضح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عرض کروں کہ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ہر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مختلف ہے۔اگر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حق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توبہ  کرنا چاہتا ہے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احساس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 اہم ہے اور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دوسروں کا حق ان تک پہنچا دےاگر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کس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مظلوم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،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کرے۔ اور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کو حاصل کرنے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تم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کرو،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کرو۔ دوسروں کے کام آئو،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خطائوں سے چشم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</w:t>
      </w:r>
      <w:r>
        <w:rPr>
          <w:rFonts w:hint="eastAsia"/>
          <w:rtl/>
          <w:lang w:bidi="ur-PK"/>
        </w:rPr>
        <w:t>اف</w:t>
      </w:r>
      <w:r>
        <w:rPr>
          <w:rtl/>
          <w:lang w:bidi="ur-PK"/>
        </w:rPr>
        <w:t xml:space="preserve"> کر دو۔ جب تم دوسروں کو معاف کرو گے جب تم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والوں کو معاف کروگے تو آسمان والا تم کو معاف کر دے گا۔قرآن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جو 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حل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 طرح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تو مختلف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ہر کام سے توبہ مختلف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مثلا خالق کائنات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رہا ہے کہ کچھ وہ افراد تھے جن کو پتا تھا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حق کو جاننے با وجود انہوں نے گناہ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حق کو ظاہر ہونے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دوسروں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ان کا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پردہ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اب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خدا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 تو خالق خائنات ان کا تذکرہ اس طرح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</w:t>
      </w:r>
    </w:p>
    <w:p w:rsidR="00B56CAE" w:rsidRDefault="00D20186" w:rsidP="00B56CAE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0186">
        <w:rPr>
          <w:rStyle w:val="libAieChar"/>
          <w:rFonts w:hint="cs"/>
          <w:rtl/>
        </w:rPr>
        <w:t>إلاَّ الَّذينَ تابُوا وَ أَصْلَحُوا وَ بَيَّنُوا</w:t>
      </w:r>
      <w:r w:rsidR="00B56CAE" w:rsidRPr="0029475F">
        <w:rPr>
          <w:rFonts w:hint="cs"/>
          <w:rtl/>
        </w:rPr>
        <w:t xml:space="preserve"> </w:t>
      </w:r>
      <w:r w:rsidRPr="00D2018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(101)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پہلے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خداوند متعال حق کو چھپانے والوں پر، کتمان حق کرنے والوں پر لعنت کرتا ہے۔ پھر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 وہ جو توبہ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اصلاح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پھر حق کو واضح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،اپنے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جو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انہوں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کتمان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چھپا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حق کو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کو واضح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تعارف کرائ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تو خدا فرما رہا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کرتا ہوں۔ </w:t>
      </w:r>
      <w:r w:rsidRPr="00D20186">
        <w:rPr>
          <w:rStyle w:val="libAieChar"/>
          <w:rtl/>
        </w:rPr>
        <w:t>اولئک اتوب عل</w:t>
      </w:r>
      <w:r w:rsidRPr="00D20186">
        <w:rPr>
          <w:rStyle w:val="libAieChar"/>
          <w:rFonts w:hint="cs"/>
          <w:rtl/>
        </w:rPr>
        <w:t>یهم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کرتا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جنہوں نے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گناہ ، گناہ اگر کتمان حق کا 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اب اس حق کو واضح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قبول کرتا ہوں 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توبہ۔ 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راستہ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جائے۔گناہوں کو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اگر انسان گناہوں کو چھوڑ دے تو خالق کائنات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خطائوں کو معاف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ہے۔ارشاد رب العزت ہو رہا ہے </w:t>
      </w:r>
      <w:r w:rsidR="00D20186">
        <w:rPr>
          <w:rFonts w:hint="cs"/>
          <w:rtl/>
          <w:lang w:bidi="ur-PK"/>
        </w:rPr>
        <w:t xml:space="preserve"> </w:t>
      </w:r>
      <w:r w:rsidR="00D20186" w:rsidRPr="00D20186">
        <w:rPr>
          <w:rStyle w:val="libAlaemChar"/>
          <w:rFonts w:hint="cs"/>
          <w:rtl/>
        </w:rPr>
        <w:t>(</w:t>
      </w:r>
      <w:r w:rsidRPr="00D20186">
        <w:rPr>
          <w:rStyle w:val="libAieChar"/>
          <w:rFonts w:hint="cs"/>
          <w:rtl/>
        </w:rPr>
        <w:t>إِنْ تَجْتَنِبُوا كَبائِرَ ما تُنْهَوْنَ عَنْهُ نُكَفِّرْ عَنْكُمْ سَيِّئاتِكُم</w:t>
      </w:r>
      <w:r w:rsidR="00D20186" w:rsidRPr="00D20186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(102)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اگر تم ان گناہوں کو چھوڑ دو جن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روکا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خالق کائنات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خطائوں کو معاف کر دے گا، گناہوں سے اجتناب کرنا گذشتہ گناہوں کو مٹا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عمل جو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کا سبب بنتا ہے،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انجام دے،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کرے،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گناہوں کو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کا مظہر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خداوند متعال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گناہوں کو ختم کرنے کا </w:t>
      </w:r>
      <w:r w:rsidR="00D20186" w:rsidRPr="00D20186">
        <w:rPr>
          <w:rStyle w:val="libAlaemChar"/>
          <w:rFonts w:hint="cs"/>
          <w:rtl/>
        </w:rPr>
        <w:t>(</w:t>
      </w:r>
      <w:r w:rsidRPr="00D20186">
        <w:rPr>
          <w:rStyle w:val="libAieChar"/>
          <w:rFonts w:hint="cs"/>
          <w:rtl/>
        </w:rPr>
        <w:t>إِنَّ الْحَسَناتِ يُذْهِبْنَ‏ السَّيِّئات</w:t>
      </w:r>
      <w:r w:rsidR="00D20186" w:rsidRPr="00D2018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(103)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گناہوں کو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گناہوں پر غالب آجات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سامنے کھڑے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سکتے۔ خداوند متعال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غالب بنا دے گناہوں پر، اور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خالق کائنات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ط</w:t>
      </w:r>
      <w:r>
        <w:rPr>
          <w:rFonts w:hint="eastAsia"/>
          <w:rtl/>
          <w:lang w:bidi="ur-PK"/>
        </w:rPr>
        <w:t>لب</w:t>
      </w:r>
      <w:r>
        <w:rPr>
          <w:rtl/>
          <w:lang w:bidi="ur-PK"/>
        </w:rPr>
        <w:t xml:space="preserve"> رحمت کرے گا،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گا، سچے دل سے توبہ کرے 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7" w:name="_Toc493163680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کا دروازا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کھلا ہے</w:t>
      </w:r>
      <w:bookmarkEnd w:id="5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کا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سے اہم صفت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قابل التوب ، تواب ؛توبہ کو قبول کرنے وا لا ہے،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توبہ قبول کرنے والا۔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اگر سچے دل سے توبہ کرے تو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چاہے کتنے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ہوں،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کے بعد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توڑ ڈالے تو خدا اسے نہ بخشے بلکہ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دروازے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کھلے ہوے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انسان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بہانے بخش دے۔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D20186">
        <w:rPr>
          <w:rStyle w:val="libArabicChar"/>
          <w:rtl/>
        </w:rPr>
        <w:t>التائب من الذنب کمن لا ذنب ل</w:t>
      </w:r>
      <w:r w:rsidRPr="00D20186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 ؛ </w:t>
      </w:r>
      <w:r w:rsidRPr="007F6071">
        <w:rPr>
          <w:rStyle w:val="libFootnotenumChar"/>
          <w:rFonts w:hint="cs"/>
          <w:rtl/>
        </w:rPr>
        <w:t>(104)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گناہ سے توبہ کرتا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 جاتا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نے گناہ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ہمارے ہاں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مثال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اگر ٹوٹ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اسے جوڑا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نشان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انسان سچے دل سے توبہ کر لے تو خدا ان نشانوں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اسے ب</w:t>
      </w:r>
      <w:r>
        <w:rPr>
          <w:rFonts w:hint="eastAsia"/>
          <w:rtl/>
          <w:lang w:bidi="ur-PK"/>
        </w:rPr>
        <w:t>لکل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وہ پہلے تھا۔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بات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خلوص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 آئے، اپنے گناہوں پر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 جائے، آئندہ گناہ نہ کرنے کاعزم کرلے اور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کرے۔ اگر انسان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جمع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خالق کائ</w:t>
      </w:r>
      <w:r>
        <w:rPr>
          <w:rFonts w:hint="eastAsia"/>
          <w:rtl/>
          <w:lang w:bidi="ur-PK"/>
        </w:rPr>
        <w:t>نات</w:t>
      </w:r>
      <w:r>
        <w:rPr>
          <w:rtl/>
          <w:lang w:bidi="ur-PK"/>
        </w:rPr>
        <w:t xml:space="preserve">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واسطہ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حضرات محمد و آل محمد سے توسل  کرتے ہوے دعا کرتا ہے،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ضرور قبول کرتا ہے۔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خالق کائنات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خطائوں سے درگذر فرمائے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دے۔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جو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جس کا اسے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B56CAE" w:rsidRDefault="00D20186" w:rsidP="00D20186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 w:rsidRPr="00D20186">
        <w:rPr>
          <w:rStyle w:val="libAieChar"/>
          <w:rFonts w:hint="eastAsia"/>
          <w:rtl/>
        </w:rPr>
        <w:t>و</w:t>
      </w:r>
      <w:r w:rsidR="00B56CAE" w:rsidRPr="00D20186">
        <w:rPr>
          <w:rStyle w:val="libAieChar"/>
          <w:rtl/>
        </w:rPr>
        <w:t xml:space="preserve"> قل رب اغفر و ارحم و انت خ</w:t>
      </w:r>
      <w:r w:rsidR="00B56CAE" w:rsidRPr="00D20186">
        <w:rPr>
          <w:rStyle w:val="libAieChar"/>
          <w:rFonts w:hint="cs"/>
          <w:rtl/>
        </w:rPr>
        <w:t>ی</w:t>
      </w:r>
      <w:r w:rsidR="00B56CAE" w:rsidRPr="00D20186">
        <w:rPr>
          <w:rStyle w:val="libAieChar"/>
          <w:rFonts w:hint="eastAsia"/>
          <w:rtl/>
        </w:rPr>
        <w:t>ر</w:t>
      </w:r>
      <w:r w:rsidR="00B56CAE" w:rsidRPr="00D20186">
        <w:rPr>
          <w:rStyle w:val="libAieChar"/>
          <w:rtl/>
        </w:rPr>
        <w:t xml:space="preserve"> الراحم</w:t>
      </w:r>
      <w:r w:rsidR="00B56CAE" w:rsidRPr="00D20186">
        <w:rPr>
          <w:rStyle w:val="libAieChar"/>
          <w:rFonts w:hint="cs"/>
          <w:rtl/>
        </w:rPr>
        <w:t>ی</w:t>
      </w:r>
      <w:r w:rsidR="00B56CAE" w:rsidRPr="00D20186">
        <w:rPr>
          <w:rStyle w:val="libAieChar"/>
          <w:rFonts w:hint="eastAsia"/>
          <w:rtl/>
        </w:rPr>
        <w:t>ن</w:t>
      </w:r>
      <w:r w:rsidRPr="00D20186">
        <w:rPr>
          <w:rStyle w:val="libAlaemChar"/>
          <w:rFonts w:hint="cs"/>
          <w:rtl/>
        </w:rPr>
        <w:t>)</w:t>
      </w:r>
    </w:p>
    <w:p w:rsidR="00B56CAE" w:rsidRPr="00D20186" w:rsidRDefault="00B56CAE" w:rsidP="00D20186">
      <w:pPr>
        <w:pStyle w:val="libArabic"/>
        <w:rPr>
          <w:rtl/>
        </w:rPr>
      </w:pPr>
      <w:r w:rsidRPr="00D20186">
        <w:rPr>
          <w:rtl/>
        </w:rPr>
        <w:t xml:space="preserve"> والسلام عل</w:t>
      </w:r>
      <w:r w:rsidRPr="00D20186">
        <w:rPr>
          <w:rFonts w:hint="cs"/>
          <w:rtl/>
        </w:rPr>
        <w:t>ی</w:t>
      </w:r>
      <w:r w:rsidRPr="00D20186">
        <w:rPr>
          <w:rFonts w:hint="eastAsia"/>
          <w:rtl/>
        </w:rPr>
        <w:t>کم</w:t>
      </w:r>
      <w:r w:rsidRPr="00D20186">
        <w:rPr>
          <w:rtl/>
        </w:rPr>
        <w:t xml:space="preserve"> و رحمة اللَّ</w:t>
      </w:r>
      <w:r w:rsidRPr="00D20186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8" w:name="_Toc493163681"/>
      <w:r>
        <w:rPr>
          <w:rFonts w:hint="eastAsia"/>
          <w:rtl/>
          <w:lang w:bidi="ur-PK"/>
        </w:rPr>
        <w:t>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58"/>
    </w:p>
    <w:p w:rsidR="00B56CAE" w:rsidRPr="00D20186" w:rsidRDefault="00B56CAE" w:rsidP="00D20186">
      <w:pPr>
        <w:pStyle w:val="libArabic"/>
        <w:rPr>
          <w:rtl/>
        </w:rPr>
      </w:pPr>
      <w:r w:rsidRPr="00D20186">
        <w:rPr>
          <w:rFonts w:hint="cs"/>
          <w:rtl/>
        </w:rPr>
        <w:t>أَعُوذُ</w:t>
      </w:r>
      <w:r w:rsidRPr="00D20186">
        <w:rPr>
          <w:rtl/>
        </w:rPr>
        <w:t xml:space="preserve"> بِالل</w:t>
      </w:r>
      <w:r w:rsidRPr="00D20186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</w:t>
      </w:r>
      <w:r w:rsidRPr="00C02DA6">
        <w:rPr>
          <w:rStyle w:val="libArabicChar"/>
          <w:rtl/>
        </w:rPr>
        <w:t>لَّ</w:t>
      </w:r>
      <w:r w:rsidRPr="00C02DA6">
        <w:rPr>
          <w:rStyle w:val="libArabicChar"/>
          <w:rFonts w:hint="cs"/>
          <w:rtl/>
        </w:rPr>
        <w:t>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D20186" w:rsidP="00B56CAE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 w:rsidRPr="00D20186">
        <w:rPr>
          <w:rStyle w:val="libAieChar"/>
          <w:rFonts w:hint="eastAsia"/>
          <w:rtl/>
        </w:rPr>
        <w:t>فَتَبَسَّمَ</w:t>
      </w:r>
      <w:r w:rsidR="00B56CAE" w:rsidRPr="00D20186">
        <w:rPr>
          <w:rStyle w:val="libAieChar"/>
          <w:rFonts w:hint="cs"/>
          <w:rtl/>
        </w:rPr>
        <w:t>‏</w:t>
      </w:r>
      <w:r w:rsidR="00B56CAE" w:rsidRPr="00D20186">
        <w:rPr>
          <w:rStyle w:val="libAieChar"/>
          <w:rtl/>
        </w:rPr>
        <w:t xml:space="preserve"> ضاحِ</w:t>
      </w:r>
      <w:r w:rsidR="00B56CAE" w:rsidRPr="00D20186">
        <w:rPr>
          <w:rStyle w:val="libAieChar"/>
          <w:rFonts w:hint="cs"/>
          <w:rtl/>
        </w:rPr>
        <w:t>كاً مِنْ قَوْلِها وَ قالَ رَبِّ أَوْزِعْني‏ أَنْ أَشْكُرَ نِعْمَتَكَ الَّتي‏ أَنْعَمْتَ عَلَيَّ وَ عَلى‏ والِدَيَّ وَ أَنْ أَعْمَ</w:t>
      </w:r>
      <w:r w:rsidR="00B56CAE" w:rsidRPr="00D20186">
        <w:rPr>
          <w:rStyle w:val="libAieChar"/>
          <w:rtl/>
        </w:rPr>
        <w:t>لَ صالِحاً تَر</w:t>
      </w:r>
      <w:r w:rsidR="00B56CAE" w:rsidRPr="00D20186">
        <w:rPr>
          <w:rStyle w:val="libAieChar"/>
          <w:rFonts w:hint="cs"/>
          <w:rtl/>
        </w:rPr>
        <w:t>ْضاهُ وَ أَدْخِلْني‏ بِرَحْمَتِكَ في‏ عِبادِكَ الصَّالِحينَ</w:t>
      </w:r>
      <w:r w:rsidR="00B56CAE" w:rsidRPr="0029475F">
        <w:rPr>
          <w:rFonts w:hint="cs"/>
          <w:rtl/>
        </w:rPr>
        <w:t xml:space="preserve"> </w:t>
      </w:r>
      <w:r w:rsidRPr="00D2018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(105)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گلدستہ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انسان، منصف المزاج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احسان کرتا ہے تو اس کے احسان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رکھتا ہے، اپنے محسن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رکھتا ہے اور احسان کا بدلہ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ہے۔فطرت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تقاضہ ہے۔ جب انسان پر احسان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تو انسان احسان کا بدلہ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ادا کرتا ہے۔ اور اگر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احسان کا بدلہ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ادا نہ کرسکے تو کم از کم اپنے محسن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ضرور رکھتا ہے۔اس کے احسان کو اگر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لوٹا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عے،</w:t>
      </w:r>
      <w:r>
        <w:rPr>
          <w:rtl/>
          <w:lang w:bidi="ur-PK"/>
        </w:rPr>
        <w:t xml:space="preserve"> اس کو اچھے لفظوں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کے اس کے احسان کا بدلہ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 ۔قرآن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اس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رہا ہے:</w:t>
      </w:r>
    </w:p>
    <w:p w:rsidR="00B56CAE" w:rsidRDefault="00D20186" w:rsidP="007F6071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 w:rsidRPr="00D20186">
        <w:rPr>
          <w:rStyle w:val="libAieChar"/>
          <w:rFonts w:hint="cs"/>
          <w:rtl/>
        </w:rPr>
        <w:t>هَلْ</w:t>
      </w:r>
      <w:r w:rsidR="00B56CAE" w:rsidRPr="00D20186">
        <w:rPr>
          <w:rStyle w:val="libAieChar"/>
          <w:rtl/>
        </w:rPr>
        <w:t xml:space="preserve"> جَزاءُ ال</w:t>
      </w:r>
      <w:r w:rsidR="00B56CAE" w:rsidRPr="00D20186">
        <w:rPr>
          <w:rStyle w:val="libAieChar"/>
          <w:rFonts w:hint="cs"/>
          <w:rtl/>
        </w:rPr>
        <w:t>ْإِحْسانِ‏ إِلاَّ الْإِحْسان</w:t>
      </w:r>
      <w:r w:rsidRPr="00D2018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(106)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احسان</w:t>
      </w:r>
      <w:r>
        <w:rPr>
          <w:rtl/>
          <w:lang w:bidi="ur-PK"/>
        </w:rPr>
        <w:t xml:space="preserve"> کا بدلہ احسان ہوا کرتا ہے۔اگر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کام آئے تو انسان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رکھتا ہے، اسے اچھے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کرتا ہے، اگر خدا نہ کرے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محسن پر برا وقت آن پڑے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کوششش کرتا ہے،اس کے کام آنے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فطرت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تقاضہ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قاعدہ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کے ہمارے اوپر </w:t>
      </w:r>
      <w:r>
        <w:rPr>
          <w:rtl/>
          <w:lang w:bidi="ur-PK"/>
        </w:rPr>
        <w:lastRenderedPageBreak/>
        <w:t>کتنے احسانات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نوازا ہے؟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سکتے، شمار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کرسکتے۔ ہم نے ان نعمتوں کو اتنا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ہے کہ انسان غافل ہوجاتا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59" w:name="_Toc493163682"/>
      <w:r>
        <w:rPr>
          <w:rFonts w:hint="eastAsia"/>
          <w:rtl/>
          <w:lang w:bidi="ur-PK"/>
        </w:rPr>
        <w:t>نعمت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دان</w:t>
      </w:r>
      <w:r>
        <w:rPr>
          <w:rFonts w:hint="cs"/>
          <w:rtl/>
          <w:lang w:bidi="ur-PK"/>
        </w:rPr>
        <w:t>ی</w:t>
      </w:r>
      <w:bookmarkEnd w:id="5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مثال ہے جو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شاعروں نے مطرح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استاد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 w:rsidRPr="007F6071">
        <w:rPr>
          <w:rStyle w:val="libFootnotenumChar"/>
          <w:rtl/>
        </w:rPr>
        <w:t>(107)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مچھل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اتفاق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ہوا کہ طوفان اٹھا اور موج بلند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موج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 ہو کر باہر جا کر ساحل پر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۔اور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تڑپنے، اب اسے احساس ہونے لگا کہ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ہےہم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اتنا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محسوس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ہے۔بجل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</w:t>
      </w:r>
      <w:r>
        <w:rPr>
          <w:rtl/>
          <w:lang w:bidi="fa-IR"/>
        </w:rPr>
        <w:t>۲۴</w:t>
      </w:r>
      <w:r>
        <w:rPr>
          <w:rtl/>
          <w:lang w:bidi="ur-PK"/>
        </w:rPr>
        <w:t xml:space="preserve"> گھنٹے رہے تو محسوس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ہے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بار بار آنے جانے لگے کہ پتا چلتا ہے کہ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ہے۔گرم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موسم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</w:t>
      </w:r>
      <w:r>
        <w:rPr>
          <w:rtl/>
          <w:lang w:bidi="fa-IR"/>
        </w:rPr>
        <w:t>۵۰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وہاں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انسان پکنے لگے، تڑپنے لگے تو پتا چلتا ہے کہ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ہے۔اگر 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پتا چلتا ہے کہ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ہم نے خالق </w:t>
      </w:r>
      <w:r>
        <w:rPr>
          <w:rFonts w:hint="eastAsia"/>
          <w:rtl/>
          <w:lang w:bidi="ur-PK"/>
        </w:rPr>
        <w:t>کائنات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اندازہ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سورج، چاند ستارے،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بہتے ہوے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کتنے بڑے احسانات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ہم پر، اگر ہم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اس کا بدلہ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سکتے اور دے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ہے، کم از کم  عقل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تقاضا ہے، فطرت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ہے کہ اس کا شکر تو ادا کرو، مان تو لو اس نے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اتنے احسان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 پر، وہ انسان کتنا پست ہے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بھلا دے،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سب سے بڑے محسن کو فراموش کر دے۔ جوخدا کا شکر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وہ محسن فراموش ہے، اس نے اپنے سب سے بڑے محسن کو پہچانا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ہے، لمحہ بہ لمحہ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استفادہ کر رہا ہے۔</w:t>
      </w:r>
    </w:p>
    <w:p w:rsidR="00D20186" w:rsidRDefault="00D20186" w:rsidP="00B56CAE">
      <w:pPr>
        <w:pStyle w:val="libNormal"/>
        <w:rPr>
          <w:rtl/>
          <w:lang w:bidi="ur-PK"/>
        </w:rPr>
      </w:pPr>
    </w:p>
    <w:p w:rsidR="00D20186" w:rsidRDefault="00D20186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60" w:name="_Toc493163683"/>
      <w:r>
        <w:rPr>
          <w:rFonts w:hint="eastAsia"/>
          <w:rtl/>
          <w:lang w:bidi="ur-PK"/>
        </w:rPr>
        <w:lastRenderedPageBreak/>
        <w:t>شکر</w:t>
      </w:r>
      <w:r>
        <w:rPr>
          <w:rtl/>
          <w:lang w:bidi="ur-PK"/>
        </w:rPr>
        <w:t xml:space="preserve">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ہے</w:t>
      </w:r>
      <w:bookmarkEnd w:id="6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لہذا شکر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ہے اور پھر اس شکر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شکر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عرفان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اور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کہ خدا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ذکر سننا چاہتا ہے تو اسے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فرماتا ہے، خدا کو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شکر اچھا لگتا ہے تو اسے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ذکر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جب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ذکر کرنے لگتا ہے خدا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کرنے لگتا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انسان خدا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 مرتبہ خدا نے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ذکر کرے وہ اس کا ذکر سن رہا ہے انسان کے ہر ذکر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 ذکر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خدا دو بار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 رہا ہے ،شکر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دے رہا ہے۔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فرمائے۔ حق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کہے کہ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1" w:name="_Toc493163684"/>
      <w:r>
        <w:rPr>
          <w:rFonts w:hint="eastAsia"/>
          <w:rtl/>
          <w:lang w:bidi="ur-PK"/>
        </w:rPr>
        <w:t>شکر</w:t>
      </w:r>
      <w:r>
        <w:rPr>
          <w:rtl/>
          <w:lang w:bidi="ur-PK"/>
        </w:rPr>
        <w:t xml:space="preserve"> کا حق</w:t>
      </w:r>
      <w:bookmarkEnd w:id="6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قدس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خالق کائنات نے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شکر کرو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شکر کرنے کا حق ہے۔   </w:t>
      </w:r>
      <w:r w:rsidRPr="007F6071">
        <w:rPr>
          <w:rStyle w:val="libFootnotenumChar"/>
          <w:rtl/>
        </w:rPr>
        <w:t>(108)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کہا خدا!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بہت بڑے احسانات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وہ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سکتا۔ جب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شکر کا حق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نے حق ادا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عاجز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و اقرار کرے کہ بار الہا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اتنے اح</w:t>
      </w:r>
      <w:r>
        <w:rPr>
          <w:rFonts w:hint="eastAsia"/>
          <w:rtl/>
          <w:lang w:bidi="ur-PK"/>
        </w:rPr>
        <w:t>سانات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کر سکتے،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کا حق ہے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2" w:name="_Toc49316368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پر خدا کے انعامات</w:t>
      </w:r>
      <w:bookmarkEnd w:id="6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سرنامہ کلام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اسے خداوند متعال نے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اپنا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تمام مخلوقات پر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تصرف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حق سلطنت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تمام مخلوقات پر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ہر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کو جانتے تھ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کے کلام کو سمجھتے تھے،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گذرے، وہاں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۔اور مسکرا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فتبسم من قول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 ضاحکا؛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سن کر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مسکرا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 قال  رب اوزعن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نمل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۱۹</w:t>
      </w:r>
      <w:r>
        <w:rPr>
          <w:rtl/>
          <w:lang w:bidi="ur-PK"/>
        </w:rPr>
        <w:t xml:space="preserve"> بار الہا مجھے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نعمتوں کا شکر ادا کر سکوں جو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نے مجھے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نہ صرف شکر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بار الہا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کر سکوں، اوزعن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اشکر نعمتک الت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انعمت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نے جب مجھے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نعمت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کہ مجھے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 شکر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ہے، اس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،بار الہا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نعمت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کروں، شکرگذار بندہ بنوں۔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کے باوجود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نوافل پڑہتے تھے بعض اوقات صحابہ تعجب کرتے تھے، آپ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درجے پر فائز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کہ عس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بعثک</w:t>
      </w:r>
      <w:r>
        <w:rPr>
          <w:rtl/>
          <w:lang w:bidi="ur-PK"/>
        </w:rPr>
        <w:t xml:space="preserve"> ربک مقاما محمودا؛ اس سے بڑہ 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درجہ ہے آپ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رماتے</w:t>
      </w:r>
      <w:r>
        <w:rPr>
          <w:rtl/>
          <w:lang w:bidi="ur-PK"/>
        </w:rPr>
        <w:t xml:space="preserve"> تھے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کا شکرگذار بندہ بنوں۔</w:t>
      </w:r>
      <w:r w:rsidRPr="00D20186">
        <w:rPr>
          <w:rStyle w:val="libArabicChar"/>
          <w:rtl/>
        </w:rPr>
        <w:t>الم اکن عبدا شکورا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(109)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احسانات کا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انعامات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اکرامات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شکر ادا کروں،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شکر صرف ان نعمتوں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خدا نے مجھے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D20186" w:rsidRPr="00D20186">
        <w:rPr>
          <w:rStyle w:val="libAlaemChar"/>
          <w:rFonts w:hint="cs"/>
          <w:rtl/>
        </w:rPr>
        <w:t>(</w:t>
      </w:r>
      <w:r w:rsidRPr="00D20186">
        <w:rPr>
          <w:rStyle w:val="libAieChar"/>
          <w:rtl/>
        </w:rPr>
        <w:t>اشکر نعمتک الت</w:t>
      </w:r>
      <w:r w:rsidRPr="00D20186">
        <w:rPr>
          <w:rStyle w:val="libAieChar"/>
          <w:rFonts w:hint="cs"/>
          <w:rtl/>
        </w:rPr>
        <w:t>ی</w:t>
      </w:r>
      <w:r w:rsidRPr="00D20186">
        <w:rPr>
          <w:rStyle w:val="libAieChar"/>
          <w:rtl/>
        </w:rPr>
        <w:t xml:space="preserve"> انعمت عل</w:t>
      </w:r>
      <w:r w:rsidRPr="00D20186">
        <w:rPr>
          <w:rStyle w:val="libAieChar"/>
          <w:rFonts w:hint="cs"/>
          <w:rtl/>
        </w:rPr>
        <w:t>ی</w:t>
      </w:r>
      <w:r w:rsidRPr="00D20186">
        <w:rPr>
          <w:rStyle w:val="libAieChar"/>
          <w:rtl/>
        </w:rPr>
        <w:t xml:space="preserve"> و عل</w:t>
      </w:r>
      <w:r w:rsidRPr="00D20186">
        <w:rPr>
          <w:rStyle w:val="libAieChar"/>
          <w:rFonts w:hint="cs"/>
          <w:rtl/>
        </w:rPr>
        <w:t>ی</w:t>
      </w:r>
      <w:r w:rsidRPr="00D20186">
        <w:rPr>
          <w:rStyle w:val="libAieChar"/>
          <w:rtl/>
        </w:rPr>
        <w:t xml:space="preserve"> والد</w:t>
      </w:r>
      <w:r w:rsidRPr="00D20186">
        <w:rPr>
          <w:rStyle w:val="libAieChar"/>
          <w:rFonts w:hint="cs"/>
          <w:rtl/>
        </w:rPr>
        <w:t>ی</w:t>
      </w:r>
      <w:r w:rsidRPr="00D20186">
        <w:rPr>
          <w:rStyle w:val="libAieChar"/>
          <w:rFonts w:hint="eastAsia"/>
          <w:rtl/>
        </w:rPr>
        <w:t>؛</w:t>
      </w:r>
      <w:r w:rsidR="00D20186" w:rsidRPr="00D20186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انعام و اکرام تو نے مجھ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انسان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ہے،والد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اولاد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پر پہنچات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کہا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نعمتوں کا شکر کر سکوں جو تو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 اس بات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اندازہ ہوتا ہے کہ انسان صرف اپنے آپ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ان زحمتوں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کرے، ان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کرے جو خداوند متعال نے اس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عطا فرما۔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3" w:name="_Toc493163686"/>
      <w:r>
        <w:rPr>
          <w:rFonts w:hint="eastAsia"/>
          <w:rtl/>
          <w:lang w:bidi="ur-PK"/>
        </w:rPr>
        <w:t>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پروردگار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6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صرف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زبان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کر سکوں۔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ان اعمل صالحا؛ اور مجھے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کروں۔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عمل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 جس 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 ۔ فرق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آپ عمل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ہوجائے، عمل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آسان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عمل کو خالص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صرف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اس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بہت مشکل ہے۔ بہت بڑے بڑے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کرنے والے بسا اوقات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بہکاوے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 لوگوں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دکھانے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اخبار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ٖفوٹو کھنچوانے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کروانے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 مجھے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وان اعمل صالحا ترضاہ؛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جس سے تو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خالص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ہو۔ صرف اور صرف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ہو، اور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صرف اور صرف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ہو، جو کام صرف اور صرف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وہ بڑا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جاتا ہے۔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صرف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ہوتا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نذر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 ان کو شفا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روزے رکھے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حضرت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جناب زہرا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ہا،</w:t>
      </w:r>
      <w:r>
        <w:rPr>
          <w:rtl/>
          <w:lang w:bidi="ur-PK"/>
        </w:rPr>
        <w:t xml:space="preserve"> امام حسن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جناب فضہ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روزہ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افطار کا وقت آتا </w:t>
      </w:r>
      <w:r>
        <w:rPr>
          <w:rtl/>
          <w:lang w:bidi="ur-PK"/>
        </w:rPr>
        <w:lastRenderedPageBreak/>
        <w:t>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آتا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آتا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آتا ہے،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تک کھانا مانگنے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اپنا کھانا اٹھا کر اسے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نے اسے اپنے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جز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اس کا تذکرہ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رکھا، ان کے خلوص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انہوں نے اس نعمت کا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جو نعمت خدا نے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خدا کے نام پر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 w:rsidR="00D20186" w:rsidRPr="00D20186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D20186">
        <w:rPr>
          <w:rStyle w:val="libAieChar"/>
          <w:rtl/>
        </w:rPr>
        <w:t>انما نطعمکم لوج</w:t>
      </w:r>
      <w:r w:rsidRPr="00D20186">
        <w:rPr>
          <w:rStyle w:val="libAieChar"/>
          <w:rFonts w:hint="cs"/>
          <w:rtl/>
        </w:rPr>
        <w:t>هِ اللَّهِ</w:t>
      </w:r>
      <w:r w:rsidR="00D20186" w:rsidRPr="00D2018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رکھتے۔ تو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 جو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 بار الہا مجھے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جس سے تو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4" w:name="_Toc493163687"/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کے ساتھ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  <w:bookmarkEnd w:id="6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مجھے شکر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کروں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کرسکوں ،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 اور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کروں؛ ان اعمل صالحا، بسا اوقات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کام دعا کرنا ہے۔ج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دعا کرنے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اب ہم عمل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اپنے واجبات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دعا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کرنے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نے، نماز جمعہ کے وقت کاروبار کو بند کر دو اللہ کے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آئو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ذکر پورا ہو جائے</w:t>
      </w:r>
    </w:p>
    <w:p w:rsidR="00B56CAE" w:rsidRDefault="00D20186" w:rsidP="007F6071">
      <w:pPr>
        <w:pStyle w:val="libNormal"/>
        <w:rPr>
          <w:rtl/>
          <w:lang w:bidi="ur-PK"/>
        </w:rPr>
      </w:pPr>
      <w:r w:rsidRPr="00D2018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0186">
        <w:rPr>
          <w:rStyle w:val="libAieChar"/>
          <w:rtl/>
        </w:rPr>
        <w:t>فَ</w:t>
      </w:r>
      <w:r w:rsidR="00B56CAE" w:rsidRPr="00D20186">
        <w:rPr>
          <w:rStyle w:val="libAieChar"/>
          <w:rFonts w:hint="cs"/>
          <w:rtl/>
        </w:rPr>
        <w:t>إِذا قُضِيَتِ الصَّلاةُ فَانْتَشِرُوا فِي الْأَرْضِ وَ ابْتَغُوا مِنْ فَضْلِ اللَّه</w:t>
      </w:r>
      <w:r w:rsidRPr="00D2018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اللہ اب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جائو اور رزق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کرو۔وہاں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کرو۔ دعا اور دوا دونوں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اگرشفا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اللہ سے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دوا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وسائل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استفادہ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کہ ان دونوں کو خدا 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شرک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خدا نے ان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 پر ان سے فائدہ اٹھانا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ہے۔</w:t>
      </w:r>
    </w:p>
    <w:p w:rsidR="00B56CAE" w:rsidRPr="00076DDA" w:rsidRDefault="00B56CAE" w:rsidP="00B56CAE">
      <w:pPr>
        <w:pStyle w:val="libNormal"/>
        <w:rPr>
          <w:rStyle w:val="libAlaemChar"/>
          <w:rtl/>
        </w:rPr>
      </w:pP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دعاکر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عطا فرما اور عمل صالح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دے دے جس سے تو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جائے، </w:t>
      </w:r>
      <w:r w:rsidR="00076DDA" w:rsidRPr="00076DDA">
        <w:rPr>
          <w:rStyle w:val="libAlaemChar"/>
          <w:rFonts w:hint="cs"/>
          <w:rtl/>
        </w:rPr>
        <w:t>(</w:t>
      </w:r>
      <w:r w:rsidRPr="00076DDA">
        <w:rPr>
          <w:rStyle w:val="libAieChar"/>
          <w:rtl/>
        </w:rPr>
        <w:t>و ادخلن</w:t>
      </w:r>
      <w:r w:rsidRPr="00076DDA">
        <w:rPr>
          <w:rStyle w:val="libAieChar"/>
          <w:rFonts w:hint="cs"/>
          <w:rtl/>
        </w:rPr>
        <w:t>ی</w:t>
      </w:r>
      <w:r w:rsidRPr="00076DDA">
        <w:rPr>
          <w:rStyle w:val="libAieChar"/>
          <w:rtl/>
        </w:rPr>
        <w:t xml:space="preserve"> برحمتک ف</w:t>
      </w:r>
      <w:r w:rsidRPr="00076DDA">
        <w:rPr>
          <w:rStyle w:val="libAieChar"/>
          <w:rFonts w:hint="cs"/>
          <w:rtl/>
        </w:rPr>
        <w:t>ی</w:t>
      </w:r>
      <w:r w:rsidRPr="00076DDA">
        <w:rPr>
          <w:rStyle w:val="libAieChar"/>
          <w:rtl/>
        </w:rPr>
        <w:t xml:space="preserve"> عبادک الصالح</w:t>
      </w:r>
      <w:r w:rsidRPr="00076DDA">
        <w:rPr>
          <w:rStyle w:val="libAieChar"/>
          <w:rFonts w:hint="cs"/>
          <w:rtl/>
        </w:rPr>
        <w:t>ی</w:t>
      </w:r>
      <w:r w:rsidRPr="00076DDA">
        <w:rPr>
          <w:rStyle w:val="libAieChar"/>
          <w:rFonts w:hint="eastAsia"/>
          <w:rtl/>
        </w:rPr>
        <w:t>ن</w:t>
      </w:r>
      <w:r w:rsidRPr="00076DDA">
        <w:rPr>
          <w:rStyle w:val="libAlaemChar"/>
          <w:rFonts w:hint="eastAsia"/>
          <w:rtl/>
        </w:rPr>
        <w:t>؛</w:t>
      </w:r>
      <w:r w:rsidR="00076DDA" w:rsidRPr="00076DDA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اور رپن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مجھے صالح بندوں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فرما۔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سےبن جائوں۔اس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صرف اپنے آپ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اس کے ساتھ دوسرے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5" w:name="_Toc493163688"/>
      <w:r>
        <w:rPr>
          <w:rFonts w:hint="eastAsia"/>
          <w:rtl/>
          <w:lang w:bidi="ur-PK"/>
        </w:rPr>
        <w:t>شکر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اقسام</w:t>
      </w:r>
      <w:bookmarkEnd w:id="6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تو اہم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کرے۔ بار الہا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شکر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زبان سے کہہ دے۔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کرے اور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اس نعمت کو اس طرح استعمال کرے جس طرح خدا چاہتا ہے۔اس نعمت کو گناہ کے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ستعمال</w:t>
      </w:r>
      <w:r>
        <w:rPr>
          <w:rtl/>
          <w:lang w:bidi="ur-PK"/>
        </w:rPr>
        <w:t xml:space="preserve"> نہ کرے۔جو نعمت خدا نے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نہ کرے۔خدا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ان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کرے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استعمال کرتے ہوے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خالق کائنات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076DDA">
        <w:rPr>
          <w:rFonts w:hint="cs"/>
          <w:rtl/>
          <w:lang w:bidi="ur-PK"/>
        </w:rPr>
        <w:t xml:space="preserve"> </w:t>
      </w:r>
      <w:r w:rsidR="00076DDA" w:rsidRPr="00076DDA">
        <w:rPr>
          <w:rStyle w:val="libAlaemChar"/>
          <w:rFonts w:hint="cs"/>
          <w:rtl/>
        </w:rPr>
        <w:t>(</w:t>
      </w:r>
      <w:r w:rsidRPr="00076DDA">
        <w:rPr>
          <w:rStyle w:val="libAieChar"/>
          <w:rFonts w:hint="cs"/>
          <w:rtl/>
        </w:rPr>
        <w:t>إِنَّا أَعْطَيْناكَ الْكَوْثَ</w:t>
      </w:r>
      <w:r w:rsidRPr="00076DDA">
        <w:rPr>
          <w:rStyle w:val="libAieChar"/>
          <w:rtl/>
        </w:rPr>
        <w:t xml:space="preserve">ر </w:t>
      </w:r>
      <w:r w:rsidR="00076DDA" w:rsidRPr="00076DDA">
        <w:rPr>
          <w:rStyle w:val="libAlaemChar"/>
          <w:rFonts w:hint="cs"/>
          <w:rtl/>
        </w:rPr>
        <w:t>)</w:t>
      </w:r>
      <w:r w:rsidRPr="007F6071">
        <w:rPr>
          <w:rStyle w:val="libFootnotenumChar"/>
          <w:rtl/>
        </w:rPr>
        <w:t>(111)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کوثر عطا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کوثر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ہے۔ سورہ کوثر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مختصر سورہ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خالق کائنات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کا حوالہ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کہ ہم نے </w:t>
      </w:r>
      <w:r>
        <w:rPr>
          <w:rFonts w:hint="eastAsia"/>
          <w:rtl/>
          <w:lang w:bidi="ur-PK"/>
        </w:rPr>
        <w:t>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سورہ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اق</w:t>
      </w:r>
      <w:r>
        <w:rPr>
          <w:rtl/>
          <w:lang w:bidi="ur-PK"/>
        </w:rPr>
        <w:t xml:space="preserve"> اور سباق لب اور لہجہ اور انداز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تو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منفرد سورہ ہے۔اس لب و لہجہ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الفاظ جو اس سورہ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پورے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لفظ کوثر پور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انا اعط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</w:t>
      </w:r>
      <w:r>
        <w:rPr>
          <w:rtl/>
          <w:lang w:bidi="ur-PK"/>
        </w:rPr>
        <w:t xml:space="preserve"> الکوثر؛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کوثر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ہے۔اب چاہے کوثر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ہو، نہر ہو جنت 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نسل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نسل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والا احتمال بہت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آخر سورہ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ان شانئک  تمہارا </w:t>
      </w:r>
      <w:r>
        <w:rPr>
          <w:rFonts w:hint="eastAsia"/>
          <w:rtl/>
          <w:lang w:bidi="ur-PK"/>
        </w:rPr>
        <w:t>دشمن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ابتر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ختم ہو جائ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سے پتا چلتا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نسل کا تذکرہ ہو رہا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جو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رسول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نعوذ بالل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من ذالک ابتر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کا ذکر ختم ہو جائے گا۔ اس کا ہدف ختم ہو جائے گا،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ہ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کوثر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نسل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ختم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خداوند متعال نے۔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ساتھ شکرانہ چاہا، جب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ہے تو اس کا شکر کرو ،اس کا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فصل لربک وانحر؛ نما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پڑہو اپنے رب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اس کے سامنے سجدہ کرو اس نعمت کا شکر ادا کرو، اور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بہت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رابطہ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شکر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کا سب سے بڑا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دوسروں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آئو جو نعمت اللہ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نعم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کرو، اس نعمت کا دوسروں تک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پہنچے، اگر خدا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علم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علم کو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لائو،</w:t>
      </w:r>
      <w:r>
        <w:rPr>
          <w:rtl/>
          <w:lang w:bidi="ur-PK"/>
        </w:rPr>
        <w:t xml:space="preserve"> دوسروں تک پہنچائو۔ جو نعمت خدا دے رہا ہے اس کا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اسے انسان دوسروں تک پہنچائے۔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خدا نے جو نعمت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وانحر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دوسروں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آئو،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ختم ہوں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ہو،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کھانا پہنچے ، اور بڑے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اسلام نے جو کھانا کھلانے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کا فائدہ </w:t>
      </w:r>
      <w:r>
        <w:rPr>
          <w:rFonts w:hint="eastAsia"/>
          <w:rtl/>
          <w:lang w:bidi="ur-PK"/>
        </w:rPr>
        <w:t>دوسروں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پہنچے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تو اس کا 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بڑا ہے،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سب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نماز شکرانے کے طور پر پڑہ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 نعمت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انا اعط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الکوثر شکر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فصل لربک اور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وانحر۔شکر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ہو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ہو 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پہنچے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6" w:name="_Toc493163689"/>
      <w:r>
        <w:rPr>
          <w:rFonts w:hint="eastAsia"/>
          <w:rtl/>
          <w:lang w:bidi="ur-PK"/>
        </w:rPr>
        <w:t>کوثر</w:t>
      </w:r>
      <w:r>
        <w:rPr>
          <w:rtl/>
          <w:lang w:bidi="ur-PK"/>
        </w:rPr>
        <w:t xml:space="preserve"> اور تکاثر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</w:t>
      </w:r>
      <w:bookmarkEnd w:id="6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نقطہ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انا اعط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</w:t>
      </w:r>
      <w:r>
        <w:rPr>
          <w:rtl/>
          <w:lang w:bidi="ur-PK"/>
        </w:rPr>
        <w:t xml:space="preserve"> الکوثر، کوثر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فصل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کوثر انسان کو مسجد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کوثر اور تکاثر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کوثر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تکا</w:t>
      </w:r>
      <w:r>
        <w:rPr>
          <w:rFonts w:hint="eastAsia"/>
          <w:rtl/>
          <w:lang w:bidi="ur-PK"/>
        </w:rPr>
        <w:t>ثر</w:t>
      </w:r>
      <w:r>
        <w:rPr>
          <w:rtl/>
          <w:lang w:bidi="ur-PK"/>
        </w:rPr>
        <w:t xml:space="preserve"> ناحق اضافہ کو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سورہ تکاثر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ہوتا ہے کہ </w:t>
      </w:r>
      <w:r w:rsidR="00076DDA" w:rsidRPr="00076DDA">
        <w:rPr>
          <w:rStyle w:val="libAlaemChar"/>
          <w:rFonts w:hint="cs"/>
          <w:rtl/>
        </w:rPr>
        <w:t>(</w:t>
      </w:r>
      <w:r w:rsidRPr="00076DDA">
        <w:rPr>
          <w:rStyle w:val="libAieChar"/>
          <w:rFonts w:hint="cs"/>
          <w:rtl/>
        </w:rPr>
        <w:t>أَلْهاكُمُ التَّكاثُر</w:t>
      </w:r>
      <w:r w:rsidR="00076DDA" w:rsidRPr="00076DD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(112)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تکاثر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ہم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ہے، ہمارا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بڑا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قبروں تک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زرتم المقابر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تکاثر بے جا فخر فروش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بے جا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،ناحق اضافہ، انسان کو قبرستان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جاتا ہے کہ </w:t>
      </w: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قبروں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گننے لگتا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کوثر انسان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لے جاتا ہے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فصل ،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جانوروں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خداوند متعال نے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وانحر، 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کہا جاتا ہے۔عبادات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عبادت، نماز ہے نماز اور 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انا اعط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ناک</w:t>
      </w:r>
      <w:r>
        <w:rPr>
          <w:rtl/>
          <w:lang w:bidi="ur-PK"/>
        </w:rPr>
        <w:t xml:space="preserve"> الکوثر کا، وانحر 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کہا جاتا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اونٹ کو خدا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معرفت کا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افلا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نظرون</w:t>
      </w:r>
      <w:r>
        <w:rPr>
          <w:rtl/>
          <w:lang w:bidi="ur-PK"/>
        </w:rPr>
        <w:t xml:space="preserve"> خلقت۔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اونٹ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خالق کائنات نے اسے کس طرح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اونٹ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مخلوق ہے ،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حکمت کا اندازہ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 xml:space="preserve">سے، وہ اس کا </w:t>
      </w: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ہے۔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کا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اسے انسانوں کو فائدہ پہنچانے کاذر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 کے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تذکرہ ہوا تو وہاں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جانور شعائر خدا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شعائر اللہ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B56CAE" w:rsidRDefault="00076DDA" w:rsidP="00B56CAE">
      <w:pPr>
        <w:pStyle w:val="libNormal"/>
        <w:rPr>
          <w:rtl/>
          <w:lang w:bidi="ur-PK"/>
        </w:rPr>
      </w:pPr>
      <w:r w:rsidRPr="00076DD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76DDA">
        <w:rPr>
          <w:rStyle w:val="libAieChar"/>
          <w:rtl/>
        </w:rPr>
        <w:t>ذلِ</w:t>
      </w:r>
      <w:r w:rsidR="00B56CAE" w:rsidRPr="00076DDA">
        <w:rPr>
          <w:rStyle w:val="libAieChar"/>
          <w:rFonts w:hint="cs"/>
          <w:rtl/>
        </w:rPr>
        <w:t>كَ وَ مَنْ يُعَظِّمْ‏ شَعائِرَ اللَّهِ فَإِنَّها مِنْ تَقْوَى الْقُلُوب‏</w:t>
      </w:r>
      <w:r w:rsidRPr="007F6071">
        <w:rPr>
          <w:rFonts w:hint="cs"/>
          <w:rtl/>
        </w:rPr>
        <w:t xml:space="preserve"> </w:t>
      </w:r>
      <w:r w:rsidRPr="00076DD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(113)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مخصوص جانور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تقوا ہے،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کا مرحلہ آتا ہے وہاں نعمت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کرنا اس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کرنا،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اسے خدا نے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دوسروں کو فائدہ پہنچانا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ہے۔اور اس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خالق کائنات فور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ہے، جس انسان کو نعمت ملے انسان کو فورا شکر ادا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076DDA">
        <w:rPr>
          <w:rStyle w:val="libArabicChar"/>
          <w:rFonts w:hint="eastAsia"/>
          <w:rtl/>
        </w:rPr>
        <w:t>انا</w:t>
      </w:r>
      <w:r w:rsidRPr="00076DDA">
        <w:rPr>
          <w:rStyle w:val="libArabicChar"/>
          <w:rtl/>
        </w:rPr>
        <w:t xml:space="preserve"> اعط</w:t>
      </w:r>
      <w:r w:rsidRPr="00076DDA">
        <w:rPr>
          <w:rStyle w:val="libArabicChar"/>
          <w:rFonts w:hint="cs"/>
          <w:rtl/>
        </w:rPr>
        <w:t>ی</w:t>
      </w:r>
      <w:r w:rsidRPr="00076DDA">
        <w:rPr>
          <w:rStyle w:val="libArabicChar"/>
          <w:rFonts w:hint="eastAsia"/>
          <w:rtl/>
        </w:rPr>
        <w:t>ناک</w:t>
      </w:r>
      <w:r w:rsidRPr="00076DDA">
        <w:rPr>
          <w:rStyle w:val="libArabicChar"/>
          <w:rtl/>
        </w:rPr>
        <w:t xml:space="preserve"> الکوثر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ملے شکر ادا کرو۔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پھر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جب نعمت خدا نے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فورا شکر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7" w:name="_Toc493163690"/>
      <w:r>
        <w:rPr>
          <w:rFonts w:hint="eastAsia"/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پر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bookmarkEnd w:id="6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دے، ہم اکثر اوقات جو گلا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شکوہ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وہ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ہوتے۔ خدا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سمجھتے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نے ہمارے لئے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 بدبخت ہو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تنگ 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کا ہے، تنگ نظر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 انسان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تو اس کے اوپر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 مدت تک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انسان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گلا شکوہ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کرے؟شکر گذار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انسان اپنا وقت صرف کرے تو خدا 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اضافہ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</w:t>
      </w:r>
    </w:p>
    <w:p w:rsidR="00B56CAE" w:rsidRDefault="00076DDA" w:rsidP="00B56CAE">
      <w:pPr>
        <w:pStyle w:val="libNormal"/>
        <w:rPr>
          <w:rtl/>
          <w:lang w:bidi="ur-PK"/>
        </w:rPr>
      </w:pPr>
      <w:r w:rsidRPr="00076DD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76DDA">
        <w:rPr>
          <w:rStyle w:val="libAieChar"/>
          <w:rtl/>
        </w:rPr>
        <w:t>لَئِن</w:t>
      </w:r>
      <w:r w:rsidR="00B56CAE" w:rsidRPr="00076DDA">
        <w:rPr>
          <w:rStyle w:val="libAieChar"/>
          <w:rFonts w:hint="cs"/>
          <w:rtl/>
        </w:rPr>
        <w:t>ْ شَكَرْتُمْ‏ لَأَزيدَنَّكُم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076DD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(114)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جتنا شکر کروگے اللہ اتنا اضافہ کرے گا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عطا فرمائے 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تم کفر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کروگے،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کروگے تو جان لو کہ اللہ کا عذاب سخت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عذاب خدا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خدا پھر اس سے اپنے ذکر کو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اوقات ہمارے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وہ فلان ظالم ہے، فاسق و فاجر ہے، اس کے پاس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اللہ نے بہت بڑا عذاب جو اسے دے رکھا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بہت بڑا عذاب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انسان مومن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نعمت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 نے اسے شکر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نے کہا سورہ نمل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اور سورہ احقاب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۱۵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ہے</w:t>
      </w:r>
    </w:p>
    <w:p w:rsidR="00B56CAE" w:rsidRDefault="00076DDA" w:rsidP="00B56CAE">
      <w:pPr>
        <w:pStyle w:val="libNormal"/>
        <w:rPr>
          <w:rtl/>
          <w:lang w:bidi="ur-PK"/>
        </w:rPr>
      </w:pPr>
      <w:r w:rsidRPr="00076DD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76DDA">
        <w:rPr>
          <w:rStyle w:val="libAieChar"/>
          <w:rtl/>
        </w:rPr>
        <w:t>رب اوزعن</w:t>
      </w:r>
      <w:r w:rsidR="00B56CAE" w:rsidRPr="00076DDA">
        <w:rPr>
          <w:rStyle w:val="libAieChar"/>
          <w:rFonts w:hint="cs"/>
          <w:rtl/>
        </w:rPr>
        <w:t>ی</w:t>
      </w:r>
      <w:r w:rsidR="00B56CAE" w:rsidRPr="00076DDA">
        <w:rPr>
          <w:rStyle w:val="libAieChar"/>
          <w:rtl/>
        </w:rPr>
        <w:t xml:space="preserve"> ان اشکر نعتمک الت</w:t>
      </w:r>
      <w:r w:rsidR="00B56CAE" w:rsidRPr="00076DDA">
        <w:rPr>
          <w:rStyle w:val="libAieChar"/>
          <w:rFonts w:hint="cs"/>
          <w:rtl/>
        </w:rPr>
        <w:t>ی</w:t>
      </w:r>
      <w:r w:rsidR="00B56CAE" w:rsidRPr="00076DDA">
        <w:rPr>
          <w:rStyle w:val="libAieChar"/>
          <w:rtl/>
        </w:rPr>
        <w:t xml:space="preserve"> انعمت عل</w:t>
      </w:r>
      <w:r w:rsidR="00B56CAE" w:rsidRPr="00076DDA">
        <w:rPr>
          <w:rStyle w:val="libAieChar"/>
          <w:rFonts w:hint="cs"/>
          <w:rtl/>
        </w:rPr>
        <w:t>ی</w:t>
      </w:r>
      <w:r w:rsidR="00B56CAE">
        <w:rPr>
          <w:rtl/>
          <w:lang w:bidi="ur-PK"/>
        </w:rPr>
        <w:t xml:space="preserve"> </w:t>
      </w:r>
      <w:r w:rsidRPr="00076DDA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عطا فرما،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عطا فرمائے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جہاں اس نعمت کا حق بنتا ہے۔ </w:t>
      </w:r>
    </w:p>
    <w:p w:rsidR="00B56CAE" w:rsidRPr="00501099" w:rsidRDefault="00B56CAE" w:rsidP="00501099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501099">
        <w:rPr>
          <w:rtl/>
        </w:rPr>
        <w:t>والسلام عل</w:t>
      </w:r>
      <w:r w:rsidRPr="00501099">
        <w:rPr>
          <w:rFonts w:hint="cs"/>
          <w:rtl/>
        </w:rPr>
        <w:t>ی</w:t>
      </w:r>
      <w:r w:rsidRPr="00501099">
        <w:rPr>
          <w:rFonts w:hint="eastAsia"/>
          <w:rtl/>
        </w:rPr>
        <w:t>کم</w:t>
      </w:r>
      <w:r w:rsidRPr="00501099">
        <w:rPr>
          <w:rtl/>
        </w:rPr>
        <w:t xml:space="preserve"> و رحمة اللَّ</w:t>
      </w:r>
      <w:r w:rsidRPr="00501099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8" w:name="_Toc493163691"/>
      <w:r>
        <w:rPr>
          <w:rFonts w:hint="eastAsia"/>
          <w:rtl/>
          <w:lang w:bidi="ur-PK"/>
        </w:rPr>
        <w:t>دشمنوں</w:t>
      </w:r>
      <w:r>
        <w:rPr>
          <w:rtl/>
          <w:lang w:bidi="ur-PK"/>
        </w:rPr>
        <w:t xml:space="preserve">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68"/>
      <w:r>
        <w:rPr>
          <w:rtl/>
          <w:lang w:bidi="ur-PK"/>
        </w:rPr>
        <w:t xml:space="preserve"> </w:t>
      </w:r>
    </w:p>
    <w:p w:rsidR="00B56CAE" w:rsidRPr="00501099" w:rsidRDefault="00B56CAE" w:rsidP="00501099">
      <w:pPr>
        <w:pStyle w:val="libArabic"/>
        <w:rPr>
          <w:rtl/>
        </w:rPr>
      </w:pPr>
      <w:r w:rsidRPr="00501099">
        <w:rPr>
          <w:rFonts w:hint="cs"/>
          <w:rtl/>
        </w:rPr>
        <w:t>أَعُوذُ</w:t>
      </w:r>
      <w:r w:rsidRPr="00501099">
        <w:rPr>
          <w:rtl/>
        </w:rPr>
        <w:t xml:space="preserve"> بِالل</w:t>
      </w:r>
      <w:r w:rsidRPr="00501099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501099" w:rsidP="007F6071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 w:rsidRPr="00501099">
        <w:rPr>
          <w:rStyle w:val="libAieChar"/>
          <w:rFonts w:hint="eastAsia"/>
          <w:rtl/>
        </w:rPr>
        <w:t>فَاف</w:t>
      </w:r>
      <w:r w:rsidR="00B56CAE" w:rsidRPr="00501099">
        <w:rPr>
          <w:rStyle w:val="libAieChar"/>
          <w:rFonts w:hint="cs"/>
          <w:rtl/>
        </w:rPr>
        <w:t>ْتَحْ‏</w:t>
      </w:r>
      <w:r w:rsidR="00B56CAE" w:rsidRPr="00501099">
        <w:rPr>
          <w:rStyle w:val="libAieChar"/>
          <w:rtl/>
        </w:rPr>
        <w:t xml:space="preserve"> بَ</w:t>
      </w:r>
      <w:r w:rsidR="00B56CAE" w:rsidRPr="00501099">
        <w:rPr>
          <w:rStyle w:val="libAieChar"/>
          <w:rFonts w:hint="cs"/>
          <w:rtl/>
        </w:rPr>
        <w:t>يْني‏ وَ بَيْنَهُمْ فَتْحاً وَ نَجِّني‏ وَ مَنْ مَعِيَ مِنَ الْمُؤْمِنين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ختم کرنے کا نسخہ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کس طرح ہم ان مشکلات کو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دعا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حل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دعا در واقع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حلال مشکلات ہے۔مشکلات کو ختم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آ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جس دعا کو جس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نسخے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دشمنوں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69" w:name="_Toc493163692"/>
      <w:r>
        <w:rPr>
          <w:rFonts w:hint="eastAsia"/>
          <w:rtl/>
          <w:lang w:bidi="ur-PK"/>
        </w:rPr>
        <w:t>حق</w:t>
      </w:r>
      <w:r>
        <w:rPr>
          <w:rtl/>
          <w:lang w:bidi="ur-PK"/>
        </w:rPr>
        <w:t xml:space="preserve"> اور باطل کا جھگڑا</w:t>
      </w:r>
      <w:bookmarkEnd w:id="6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ازل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اور باطل کا جھگڑا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جنگ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آج تک اور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حق اور باطل دو الگ الگ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صلح و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صلح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کچھ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کرے، اپنے کچھ حقوق سے دستبردار ہ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جائے تا کہ صلح و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 اپنے حق ہونے سے دستبردار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اور باطل اپنے باطل ہونے سے دست بردار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 اس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جنگ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جس طرح حق و باطل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اہل حق و اہل باطل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آئمہ کاروان حق کے سربراہ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وہاں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باطل کے سربراہ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قافلے سے ملحق ہوتے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جس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اس سے ملحق ہوتے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سوچ سمجھ کے قدم اٹھانا ہے کہ وہ حق کا ساتھ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باطل اور ناحق قوتوں کا ساتھ دے۔ اگرچہ حق والے بہت کم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کا اصول رہا ہے، حق والے بہت کم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پاس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ساز سامان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رہا ہے۔ مال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افراد قوت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ادہر سے باطل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باطل کے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سے کثرت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اکثر انسانوں نے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ہوے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برداشت نہ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باطل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حق کے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مشکلات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برداشت کرنا پڑتا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تو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غالب ہے، حق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ہے حق کا </w:t>
      </w:r>
      <w:r>
        <w:rPr>
          <w:rFonts w:hint="eastAsia"/>
          <w:rtl/>
          <w:lang w:bidi="ur-PK"/>
        </w:rPr>
        <w:t>مقام</w:t>
      </w:r>
      <w:r>
        <w:rPr>
          <w:rtl/>
          <w:lang w:bidi="ur-PK"/>
        </w:rPr>
        <w:t xml:space="preserve"> ہے، حق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حق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رہنا ہے اسے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سکتا۔ باطل والے اہل باطل کچھ دنوں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چند دن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لوگوں کو اپنے سامنے جھکنے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مجبور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باطل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اس 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ختم ہونا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0" w:name="_Toc493163693"/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کے لئے</w:t>
      </w:r>
      <w:bookmarkEnd w:id="70"/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فرمان کے مطابق </w:t>
      </w:r>
      <w:r w:rsidRPr="00501099">
        <w:rPr>
          <w:rStyle w:val="libArabicChar"/>
          <w:rtl/>
        </w:rPr>
        <w:t>للحق دولة و للباطل جولة</w:t>
      </w:r>
      <w:r>
        <w:rPr>
          <w:rtl/>
          <w:lang w:bidi="ur-PK"/>
        </w:rPr>
        <w:t xml:space="preserve">  </w:t>
      </w:r>
      <w:r w:rsidRPr="007F6071">
        <w:rPr>
          <w:rStyle w:val="libFootnotenumChar"/>
          <w:rtl/>
        </w:rPr>
        <w:t>(116)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tl/>
          <w:lang w:bidi="ur-PK"/>
        </w:rPr>
        <w:t xml:space="preserve"> کو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باطل کو  آنے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کے بل بوتے پر،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دکھاوے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تک، اگرچہ حق والے کم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حق، حق ہے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ہے۔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شکنجوں کا سامنا کرنا پڑ رہا ہے، ان کا محاصرہ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چکا ہے، ان کا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ان کے وسائل کو قلع و قمع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حق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پر ثابت قدم رہتا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حق والوں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اسلحہ کتنا ہے، ساز سامان کتنا ہے۔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ہمارے پاس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پارٹ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انہوں نے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 اگر انہوں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صرف اس بات کو کہ ہم حق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صرف اس بات کو کہ ہم خدا کے راستے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خدا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کرنے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لئے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جب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 حق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ہمارے ساتھ ہے تو پھر انہوں نے نہ اسلحہ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نہ افراد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صرف حق پر ہوتے ہوے خدا پر بھروسہ کرتے ہوے، توکل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کرتے </w:t>
      </w:r>
      <w:r>
        <w:rPr>
          <w:rtl/>
          <w:lang w:bidi="ur-PK"/>
        </w:rPr>
        <w:lastRenderedPageBreak/>
        <w:t>ہوے،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کود پڑے۔ اگرچہ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گئے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نام ان کا رہے گا، حکومت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باطل</w:t>
      </w:r>
      <w:r>
        <w:rPr>
          <w:rtl/>
          <w:lang w:bidi="ur-PK"/>
        </w:rPr>
        <w:t xml:space="preserve"> والے اگرچہ چند دن اپنے آپ کو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کہلوائ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تک ان کے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وسائل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حکومت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ان کا مقدر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کے جانے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بلکہ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برے لفظوں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ہے،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باطل والے چند دن دکھاوے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سامنے آ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ناکام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شکست ان کا مقدر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حق والوں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اسباب اور وسائل فراہم کرنے پڑتے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اہم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دعا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قادر مطلق سے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کا تعلق اس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ہو جاتا ہے جسے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دے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 وہ غالب ہے، قہار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سامنے ٹہر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کتا،</w:t>
      </w:r>
      <w:r>
        <w:rPr>
          <w:rtl/>
          <w:lang w:bidi="ur-PK"/>
        </w:rPr>
        <w:t xml:space="preserve"> خالق کائنات نے شروع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 رکھا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باطل قوت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لشکروں کو جمع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کے سامنے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 w:rsidR="00501099" w:rsidRPr="00501099">
        <w:rPr>
          <w:rStyle w:val="libAlaemChar"/>
          <w:rFonts w:hint="cs"/>
          <w:rtl/>
        </w:rPr>
        <w:t>(</w:t>
      </w:r>
      <w:r w:rsidR="00501099">
        <w:rPr>
          <w:rFonts w:hint="cs"/>
          <w:rtl/>
          <w:lang w:bidi="ur-PK"/>
        </w:rPr>
        <w:t xml:space="preserve"> 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ر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دون</w:t>
      </w:r>
      <w:r w:rsidRPr="00501099">
        <w:rPr>
          <w:rStyle w:val="libAieChar"/>
          <w:rtl/>
        </w:rPr>
        <w:t xml:space="preserve"> ان 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طفو</w:t>
      </w:r>
      <w:r w:rsidRPr="00501099">
        <w:rPr>
          <w:rStyle w:val="libAieChar"/>
          <w:rtl/>
        </w:rPr>
        <w:t xml:space="preserve"> بافوا</w:t>
      </w:r>
      <w:r w:rsidRPr="00501099">
        <w:rPr>
          <w:rStyle w:val="libAieChar"/>
          <w:rFonts w:hint="cs"/>
          <w:rtl/>
        </w:rPr>
        <w:t>ههم</w:t>
      </w:r>
      <w:r w:rsidR="00501099" w:rsidRPr="00501099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اللہ کے نور کو،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کو، اللہ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کو، اللہ کے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ندوں</w:t>
      </w:r>
      <w:r>
        <w:rPr>
          <w:rtl/>
          <w:lang w:bidi="ur-PK"/>
        </w:rPr>
        <w:t xml:space="preserve"> کو، اللہ کے رسول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پھونکوں سے بجھا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و نابود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خالق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محدود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لا محدود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محدود ہے جبکہ اس کا حکم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ہے:</w:t>
      </w:r>
    </w:p>
    <w:p w:rsidR="00B56CAE" w:rsidRDefault="00501099" w:rsidP="00B56CAE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Fonts w:hint="cs"/>
          <w:rtl/>
        </w:rPr>
        <w:t>إِنَّما أَمْرُهُ‏ إِذا أَرادَ شَيْئاً أَنْ يَقُولَ لَهُ كُنْ فَيَكُونُ</w:t>
      </w:r>
      <w:r w:rsidR="00B56CAE" w:rsidRPr="0029475F">
        <w:rPr>
          <w:rFonts w:hint="cs"/>
          <w:rtl/>
        </w:rPr>
        <w:t xml:space="preserve"> 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(117)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صرف</w:t>
      </w:r>
      <w:r>
        <w:rPr>
          <w:rtl/>
          <w:lang w:bidi="ur-PK"/>
        </w:rPr>
        <w:t xml:space="preserve"> کن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حق والے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راستے پر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انہوں 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 پر بھروسہ کرتے ہوئے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نے ان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اہم نسخہ دشمنوں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خالق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ہاتھ اٹھائے اور اس 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ملحق ہو جائے، متصل ہو جائے، اس سے جس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جھکا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شکست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1" w:name="_Toc493163694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دعا</w:t>
      </w:r>
      <w:bookmarkEnd w:id="7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مسلسل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کڑوں</w:t>
      </w:r>
      <w:r>
        <w:rPr>
          <w:rtl/>
          <w:lang w:bidi="ur-PK"/>
        </w:rPr>
        <w:t xml:space="preserve"> سال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 رہے،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بلاتے رہے،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خالق وحدہ لا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رہے۔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بتوں کے سامنے ، پتھر کے بتوں کے </w:t>
      </w:r>
      <w:r>
        <w:rPr>
          <w:rtl/>
          <w:lang w:bidi="ur-PK"/>
        </w:rPr>
        <w:lastRenderedPageBreak/>
        <w:t>سامنے، کچھ نہ کرنے والے بتوں کے سامنے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جھکنے  سے روکتے رہے۔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مانے، استہزا کرتے رہے، مذاق اڑاتے رہے، مسخرے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رہے۔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اب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501099">
        <w:rPr>
          <w:rStyle w:val="libArabicChar"/>
          <w:rFonts w:hint="eastAsia"/>
          <w:rtl/>
        </w:rPr>
        <w:t>فافتح</w:t>
      </w:r>
      <w:r w:rsidRPr="00501099">
        <w:rPr>
          <w:rStyle w:val="libArabicChar"/>
          <w:rtl/>
        </w:rPr>
        <w:t xml:space="preserve"> ب</w:t>
      </w:r>
      <w:r w:rsidRPr="00501099">
        <w:rPr>
          <w:rStyle w:val="libArabicChar"/>
          <w:rFonts w:hint="cs"/>
          <w:rtl/>
        </w:rPr>
        <w:t>ی</w:t>
      </w:r>
      <w:r w:rsidRPr="00501099">
        <w:rPr>
          <w:rStyle w:val="libArabicChar"/>
          <w:rFonts w:hint="eastAsia"/>
          <w:rtl/>
        </w:rPr>
        <w:t>ن</w:t>
      </w:r>
      <w:r w:rsidRPr="00501099">
        <w:rPr>
          <w:rStyle w:val="libArabicChar"/>
          <w:rFonts w:hint="cs"/>
          <w:rtl/>
        </w:rPr>
        <w:t>ی</w:t>
      </w:r>
      <w:r w:rsidRPr="00501099">
        <w:rPr>
          <w:rStyle w:val="libArabicChar"/>
          <w:rtl/>
        </w:rPr>
        <w:t xml:space="preserve"> و ب</w:t>
      </w:r>
      <w:r w:rsidRPr="00501099">
        <w:rPr>
          <w:rStyle w:val="libArabicChar"/>
          <w:rFonts w:hint="cs"/>
          <w:rtl/>
        </w:rPr>
        <w:t>ی</w:t>
      </w:r>
      <w:r w:rsidRPr="00501099">
        <w:rPr>
          <w:rStyle w:val="libArabicChar"/>
          <w:rFonts w:hint="eastAsia"/>
          <w:rtl/>
        </w:rPr>
        <w:t>ن</w:t>
      </w:r>
      <w:r w:rsidRPr="00501099">
        <w:rPr>
          <w:rStyle w:val="libArabicChar"/>
          <w:rFonts w:hint="cs"/>
          <w:rtl/>
        </w:rPr>
        <w:t>هم</w:t>
      </w:r>
      <w:r w:rsidRPr="00501099">
        <w:rPr>
          <w:rStyle w:val="libArabicChar"/>
          <w:rtl/>
        </w:rPr>
        <w:t xml:space="preserve"> فتحا</w:t>
      </w:r>
      <w:r>
        <w:rPr>
          <w:rtl/>
          <w:lang w:bidi="ur-PK"/>
        </w:rPr>
        <w:t xml:space="preserve"> ،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 دے۔ اب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کا وقت آ چکا ہے، اب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آج کے بعد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کے راستے پر آنے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وہ نور نبوت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تھے کہ جن کے اندر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آ چکا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دل پتھر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کے گناہوں نے ان کے قلوب پر قبضہ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جن کے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ان کے اوپر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اثر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بار الہا!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 دے 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جتنے مومن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نجات عطا کر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حضرت نے اس وقت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آنے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نکتہ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آتا ہے کہ انہوں نے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، نفرت اور تعصب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انہوں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اب ان پر حق کا اثر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سکتا، اب ان کے اندر وہ گنجائش اور ظرف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حق کے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قبول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تو اس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بد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ہے: نجن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 الہا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عطا فرما،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دشمنوں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دشمن اپنے ساز سامان پر غرور کا شکار تھا، وہ اپنے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 تھا، اسے پرواہ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شکست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 نے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ہے کہ آ جائو انہوں نے کہا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ہم بڑے بڑے پہاڑوں پر جا کر پناہ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اب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 چکا تھا، اب مقدر بنا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چکا تھا، 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حل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۔لہذا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حضرت نوح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نے دعا قبول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B56CAE" w:rsidRDefault="00501099" w:rsidP="00B56CAE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tl/>
        </w:rPr>
        <w:t>فَ</w:t>
      </w:r>
      <w:r w:rsidR="00B56CAE" w:rsidRPr="00501099">
        <w:rPr>
          <w:rStyle w:val="libAieChar"/>
          <w:rFonts w:hint="cs"/>
          <w:rtl/>
        </w:rPr>
        <w:t>أَنْجَيْناهُ‏ وَ مَنْ مَعَهُ فِي الْفُلْكِ الْمَشْحُون‏</w:t>
      </w:r>
      <w:r w:rsidRPr="007F6071">
        <w:rPr>
          <w:rFonts w:hint="cs"/>
          <w:rtl/>
        </w:rPr>
        <w:t xml:space="preserve"> 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بار لادا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کتنے انسان تھے؟ کتنے جانور تھے؟ کتنا ساز سامان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 و خوراک کا سامان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بلند سے بلندتر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اوپر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 غرق </w:t>
      </w:r>
      <w:r>
        <w:rPr>
          <w:rtl/>
          <w:lang w:bidi="ur-PK"/>
        </w:rPr>
        <w:lastRenderedPageBreak/>
        <w:t>ہوتے رہے، جو بڑے بڑے پہاڑوں پر تھے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نابود ہو گئے۔ اس طرح اگر انسان خدا پر توکل کرتے ہوے دشمنوں کے خلاف دعا کرے خالق کائنات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کرتا ہے اور حق کا دشمن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و نابود ہو جاتا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2" w:name="_Toc493163695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دعا</w:t>
      </w:r>
      <w:bookmarkEnd w:id="7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نمونے کم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نوحؑ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۔ادہر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 فرعون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 اپنا غلام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ذرہ برابر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سہولت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 کے مردوں کو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عورتوں کو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زندہ رکھا جاتا تھا۔ اب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خداوند متعال نے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 کے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دکھانا چاہتا ہے،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دکھانا چاہتا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جتنا چاہے اپنا زور آزما لے،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خدا چاہے گا تو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دشمن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پروران چڑہا سکتا ہے۔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فرعون کے ہاں پلے بڑہے اور وہ وقت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فرعون کو کہ 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دستبردار ہو جائو، حق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قبول کر لو، خالق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</w:t>
      </w:r>
      <w:r>
        <w:rPr>
          <w:rtl/>
          <w:lang w:bidi="ur-PK"/>
        </w:rPr>
        <w:t xml:space="preserve"> کے سامنے سجدہ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ہو جائو۔ ان</w:t>
      </w:r>
      <w:r>
        <w:rPr>
          <w:rFonts w:hint="eastAsia"/>
          <w:rtl/>
          <w:lang w:bidi="ur-PK"/>
        </w:rPr>
        <w:t>سانوں</w:t>
      </w:r>
      <w:r>
        <w:rPr>
          <w:rtl/>
          <w:lang w:bidi="ur-PK"/>
        </w:rPr>
        <w:t xml:space="preserve"> کو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دے دو،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ہو، مخلوق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پر حکمران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ہے۔فرعون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 تھا کہ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</w:t>
      </w:r>
    </w:p>
    <w:p w:rsidR="00B56CAE" w:rsidRDefault="00501099" w:rsidP="007F6071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tl/>
        </w:rPr>
        <w:t>وَ قالَ مُوس</w:t>
      </w:r>
      <w:r w:rsidR="00B56CAE" w:rsidRPr="00501099">
        <w:rPr>
          <w:rStyle w:val="libAieChar"/>
          <w:rFonts w:hint="cs"/>
          <w:rtl/>
        </w:rPr>
        <w:t>ى‏ رَبَّنا إِنَّكَ آتَيْتَ‏ فِرْعَوْنَ وَ مَلَأَهُ زينَةً وَ أَمْوالاً فِي الْحَياةِ الدُّنْيا رَبَّنا لِيُضِلُّوا عَنْ سَبيلِكَ رَبَّنَا اطْمِسْ عَلى‏ أَمْوالِهِمْ وَ اشْدُدْ عَلى‏ قُلُوبِهِمْ فَلا يُؤْمِنُوا حَتَّى يَرَوُا الْعَذابَ الْأَليم</w:t>
      </w:r>
      <w:r w:rsidRPr="00501099">
        <w:rPr>
          <w:rStyle w:val="libAlaemChar"/>
          <w:rFonts w:hint="cs"/>
          <w:rtl/>
        </w:rPr>
        <w:t>)</w:t>
      </w:r>
      <w:r w:rsidRPr="007F6071">
        <w:rPr>
          <w:rFonts w:hint="cs"/>
          <w:rtl/>
        </w:rPr>
        <w:t xml:space="preserve"> 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(119)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>بار الہا! تو نے فرعون اور اس کے 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اس کے دربار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دے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دے رکھا ہے۔ بار الہا! تو نے جو نعمت ان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استفادہ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عبادت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انہوں نے اس راستے کو پہچانا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انہوں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 کو پہچانا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انہوں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خدا تھا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نعمتوں پر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کے دل سخت سے سخت ہوتے چلے گئے انہوں نے نہ صرف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انکار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اپنے آپ کو رب کہنے لگے تو نے نعم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ضلوا</w:t>
      </w:r>
      <w:r>
        <w:rPr>
          <w:rtl/>
          <w:lang w:bidi="ur-PK"/>
        </w:rPr>
        <w:t xml:space="preserve"> عن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لک</w:t>
      </w:r>
      <w:r>
        <w:rPr>
          <w:rtl/>
          <w:lang w:bidi="ur-PK"/>
        </w:rPr>
        <w:t xml:space="preserve"> ؛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لوگوں کو تمہارے راستے سے دور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لوگوں کو حق سے منحرف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لوگوں کو گمراہ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اب آگے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501099">
        <w:rPr>
          <w:rStyle w:val="libAieChar"/>
          <w:rtl/>
        </w:rPr>
        <w:t>ربنا اطمس عل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tl/>
        </w:rPr>
        <w:t xml:space="preserve"> اموال</w:t>
      </w:r>
      <w:r w:rsidRPr="00501099">
        <w:rPr>
          <w:rStyle w:val="libAieChar"/>
          <w:rFonts w:hint="cs"/>
          <w:rtl/>
        </w:rPr>
        <w:t>هم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ان کے مال کو بے اثر بنا دے، جس مال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بل بوتے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تکبر کا شکار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غرور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اساس کو بے اثر بنا دے ۔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جتنے مال، اشرف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درہم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تنا</w:t>
      </w:r>
      <w:r>
        <w:rPr>
          <w:rtl/>
          <w:lang w:bidi="ur-PK"/>
        </w:rPr>
        <w:t xml:space="preserve"> 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تھا، چاہے سون و چاند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وجواہر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خالق کائنات نے سب کے سب پتھر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بے ارزش اور بے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پتھر بنا 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(120)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 کے پاس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مہنگائ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 کہ انسان اگر حق پر استقامت کا مظاہرہ کرے اور دشمن کو بار بار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رہے ، پھر انسان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کرے اور کہے ربنا ا</w:t>
      </w:r>
      <w:r>
        <w:rPr>
          <w:rFonts w:hint="eastAsia"/>
          <w:rtl/>
          <w:lang w:bidi="ur-PK"/>
        </w:rPr>
        <w:t>طمس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اموال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م، ان کے مال کو بے اثر کر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مال کے بل بوتے پر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جمانا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آپ کو خدا ثابت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اس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کو ختم کر دے ۔</w:t>
      </w:r>
    </w:p>
    <w:p w:rsidR="00B56CAE" w:rsidRDefault="00B56CAE" w:rsidP="00501099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501099">
        <w:rPr>
          <w:rStyle w:val="libArabicChar"/>
          <w:rtl/>
        </w:rPr>
        <w:t>و اشدد عل</w:t>
      </w:r>
      <w:r w:rsidRPr="00501099">
        <w:rPr>
          <w:rStyle w:val="libArabicChar"/>
          <w:rFonts w:hint="cs"/>
          <w:rtl/>
        </w:rPr>
        <w:t>ی</w:t>
      </w:r>
      <w:r w:rsidRPr="00501099">
        <w:rPr>
          <w:rStyle w:val="libArabicChar"/>
          <w:rtl/>
        </w:rPr>
        <w:t xml:space="preserve"> قلوب</w:t>
      </w:r>
      <w:r w:rsidRPr="00501099">
        <w:rPr>
          <w:rStyle w:val="libArabicChar"/>
          <w:rFonts w:hint="cs"/>
          <w:rtl/>
        </w:rPr>
        <w:t>هم</w:t>
      </w:r>
      <w:r w:rsidRPr="0029475F">
        <w:rPr>
          <w:rFonts w:hint="cs"/>
          <w:rtl/>
        </w:rPr>
        <w:t xml:space="preserve">؛ ان کے مغزوں کو بے فکر بنا دے، ان کے دلوں کو سخت بنا 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سمجھ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ذہن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جس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نقشہ بناتے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لوگوں کو غلام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نقشہ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۔قوموں کو اپنا غلام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کے اس مغز کو، اس دماغ کو، ان سے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لے۔ ان کے سوچنے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ختم کر دے۔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سوچ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حق والوں کو ختم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حق کو کمزور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حق کو مغلوب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نقشہ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بنا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ہونے پائے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واشدد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قلوبھم ان کے سوچن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ختم کر دے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جو دشمن کے خلاف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ہمارے دشمن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تعصب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بد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حسد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بد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اور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بددعا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بلکہ حق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انہوں نے اب حق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انہوں نے اب حق قبول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ہے، لہذا اب ان کے ز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رہنا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بنتا، ان کا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استفادہ کرنے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501099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بنتا</w:t>
      </w:r>
      <w:r>
        <w:rPr>
          <w:rtl/>
          <w:lang w:bidi="ur-PK"/>
        </w:rPr>
        <w:t xml:space="preserve"> </w:t>
      </w:r>
      <w:r w:rsidR="00501099">
        <w:rPr>
          <w:rFonts w:hint="cs"/>
          <w:rtl/>
          <w:lang w:bidi="ur-PK"/>
        </w:rPr>
        <w:t xml:space="preserve"> </w:t>
      </w:r>
      <w:r w:rsidR="00501099" w:rsidRPr="00501099">
        <w:rPr>
          <w:rStyle w:val="libAlaemChar"/>
          <w:rFonts w:hint="cs"/>
          <w:rtl/>
        </w:rPr>
        <w:t>(</w:t>
      </w:r>
      <w:r w:rsidR="00501099">
        <w:rPr>
          <w:rFonts w:hint="cs"/>
          <w:rtl/>
          <w:lang w:bidi="ur-PK"/>
        </w:rPr>
        <w:t xml:space="preserve"> </w:t>
      </w:r>
      <w:r w:rsidRPr="00501099">
        <w:rPr>
          <w:rStyle w:val="libAieChar"/>
          <w:rtl/>
        </w:rPr>
        <w:t xml:space="preserve">فلا 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ومنو</w:t>
      </w:r>
      <w:r w:rsidRPr="00501099">
        <w:rPr>
          <w:rStyle w:val="libAieChar"/>
          <w:rtl/>
        </w:rPr>
        <w:t xml:space="preserve"> احت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tl/>
        </w:rPr>
        <w:t xml:space="preserve"> 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روا</w:t>
      </w:r>
      <w:r w:rsidRPr="00501099">
        <w:rPr>
          <w:rStyle w:val="libAieChar"/>
          <w:rtl/>
        </w:rPr>
        <w:t xml:space="preserve"> العذاب الال</w:t>
      </w:r>
      <w:r w:rsidRPr="00501099">
        <w:rPr>
          <w:rStyle w:val="libAieChar"/>
          <w:rFonts w:hint="cs"/>
          <w:rtl/>
        </w:rPr>
        <w:t>ی</w:t>
      </w:r>
      <w:r w:rsidRPr="00501099">
        <w:rPr>
          <w:rStyle w:val="libAieChar"/>
          <w:rFonts w:hint="eastAsia"/>
          <w:rtl/>
        </w:rPr>
        <w:t>م</w:t>
      </w:r>
      <w:r w:rsidR="00501099" w:rsidRPr="00501099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وقت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تک دردناک عذاب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تک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محسوس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ہارون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پر آم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کہا تو خالق کائنات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ہمارے دشمنوں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ذرہ برابر </w:t>
      </w:r>
      <w:r>
        <w:rPr>
          <w:rtl/>
          <w:lang w:bidi="ur-PK"/>
        </w:rPr>
        <w:lastRenderedPageBreak/>
        <w:t>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 ان کے دل پتھر بن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استفادہ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نعمتوں کو </w:t>
      </w: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خلاف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استفادہ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بنتا۔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نے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نے دعا سن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3" w:name="_Toc493163696"/>
      <w:r>
        <w:rPr>
          <w:rFonts w:hint="eastAsia"/>
          <w:rtl/>
          <w:lang w:bidi="ur-PK"/>
        </w:rPr>
        <w:t>فرعون</w:t>
      </w:r>
      <w:r>
        <w:rPr>
          <w:rtl/>
          <w:lang w:bidi="ur-PK"/>
        </w:rPr>
        <w:t xml:space="preserve"> کا عبرتناک انجام</w:t>
      </w:r>
      <w:bookmarkEnd w:id="7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فرعون ڈوبنے لگا تب متوجہ ہوا،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اس وقت احساس ہوتا ہے جب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سے گذر جاتا ہے،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تو خدا بڑا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جب تک موقع ہے خدا سنتا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انہوں نے تو حق کے قلعہ قمع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جب ڈوبنے لگا اور غرق ہونے ل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اب کہا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آتا ہوں۔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اب تمہارا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آنا، اب تو تم تباہ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کنارے پر ہو، اس وقت خداوند نے اعلان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قرآن نے اسے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تم ڈوب رہے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تمہارے بدن کو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اور ت</w:t>
      </w:r>
      <w:r>
        <w:rPr>
          <w:rFonts w:hint="eastAsia"/>
          <w:rtl/>
          <w:lang w:bidi="ur-PK"/>
        </w:rPr>
        <w:t>مام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نمونہ عبرت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گا،</w:t>
      </w:r>
    </w:p>
    <w:p w:rsidR="00B56CAE" w:rsidRDefault="00501099" w:rsidP="00B56CAE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tl/>
        </w:rPr>
        <w:t>فَال</w:t>
      </w:r>
      <w:r w:rsidR="00B56CAE" w:rsidRPr="00501099">
        <w:rPr>
          <w:rStyle w:val="libAieChar"/>
          <w:rFonts w:hint="cs"/>
          <w:rtl/>
        </w:rPr>
        <w:t>ْيَوْمَ نُنَجِّيكَ‏ بِبَدَنِكَ لِتَكُونَ لِمَنْ خَلْفَكَ آيَةً</w:t>
      </w:r>
      <w:r w:rsidRPr="0029475F">
        <w:rPr>
          <w:rFonts w:hint="cs"/>
          <w:rtl/>
        </w:rPr>
        <w:t xml:space="preserve"> 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(121)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تمہارے بدن کو نجات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آج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بدن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عبرت ہے۔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انجام و حشر ہوتا ہے۔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سکتا، اگر اہل حق، حق پر استقامت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4" w:name="_Toc49316369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طالوت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دعا</w:t>
      </w:r>
      <w:bookmarkEnd w:id="7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حضرت طالوت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جب وہ جالوت کے خلاف لشکر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لگے، اس کے پاس بہت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لشکر تھا حق والے بہت کم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نقل کر رہا ہے،</w:t>
      </w:r>
    </w:p>
    <w:p w:rsidR="00B56CAE" w:rsidRDefault="00501099" w:rsidP="007F6071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tl/>
        </w:rPr>
        <w:t>وَ لَمَّا بَرَزُوا لِجالُوتَ</w:t>
      </w:r>
      <w:r w:rsidR="00B56CAE" w:rsidRPr="00501099">
        <w:rPr>
          <w:rStyle w:val="libAieChar"/>
          <w:rFonts w:hint="cs"/>
          <w:rtl/>
        </w:rPr>
        <w:t>‏ وَ جُنُودِهِ قالُوا رَبَّنا أَفْرِغْ عَلَيْنا صَبْراً وَ ثَبِّتْ أَقْدامَنا وَ انْصُرْنا عَلَى الْقَوْمِ الْكافِرين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(122)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جالوت اور اس کے لشکر کے پاس جا کھڑے ہوے، لشکر کو آمادہ کر کے لے گئے، جنگ کا وقت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حوصلہ اور صبر عطا فرما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مدد دے، کافر قوم کے خلاف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ان تمام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 ہوتا ہے کہ جو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عمل کرنے کے بعد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اہم نکتا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کرو، اپنے وظائف کو انجام دو جو تم سے ہو سکتا ہے پھر توکل کرتے ہوے دعا کرو۔  خالق کائنات تم کو </w:t>
      </w:r>
      <w:r>
        <w:rPr>
          <w:rtl/>
          <w:lang w:bidi="ur-PK"/>
        </w:rPr>
        <w:lastRenderedPageBreak/>
        <w:t>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فرمائے گا، آج تک خالق نے اس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اپنے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محصور ہو جائے، ہاتھ پر ہاتھ رکھ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 اور فقط دعا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 خدا اس و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بدلتا جب تک خود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کا احساس نہ ہو،</w:t>
      </w:r>
    </w:p>
    <w:p w:rsidR="00B56CAE" w:rsidRDefault="00501099" w:rsidP="00B56CAE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Fonts w:hint="cs"/>
          <w:rtl/>
        </w:rPr>
        <w:t>إِنَّ اللَّهَ لا يُغَيِّرُ ما بِقَوْمٍ حَتَّى يُغَيِّرُوا ما بِأَنْفُسِهِم‏</w:t>
      </w:r>
      <w:r w:rsidRPr="007F6071">
        <w:rPr>
          <w:rFonts w:hint="cs"/>
          <w:rtl/>
        </w:rPr>
        <w:t xml:space="preserve"> 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آغاز انسان شروع کرتا ہے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دشمن کے خلاف لشکر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لشکر جمع کرنا حوصلے بلند رکھنا انسان کا کام ہوتا ہے، مومن کا کام ہوتا ہے،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 کا کام ہوتا ہے۔ دشمن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5" w:name="_Toc493163698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اللہ(صلعم)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بددعا</w:t>
      </w:r>
      <w:bookmarkEnd w:id="7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جنگ</w:t>
      </w:r>
      <w:r>
        <w:rPr>
          <w:rtl/>
          <w:lang w:bidi="ur-PK"/>
        </w:rPr>
        <w:t xml:space="preserve"> بدر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جنگ بدر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محمدود </w:t>
      </w:r>
      <w:r>
        <w:rPr>
          <w:rtl/>
          <w:lang w:bidi="fa-IR"/>
        </w:rPr>
        <w:t>۳۱۳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کافروں</w:t>
      </w:r>
      <w:r>
        <w:rPr>
          <w:rtl/>
          <w:lang w:bidi="ur-PK"/>
        </w:rPr>
        <w:t xml:space="preserve"> کا لشکر </w:t>
      </w:r>
      <w:r>
        <w:rPr>
          <w:rtl/>
          <w:lang w:bidi="fa-IR"/>
        </w:rPr>
        <w:t>۱۰۰۰</w:t>
      </w:r>
      <w:r>
        <w:rPr>
          <w:rtl/>
          <w:lang w:bidi="ur-PK"/>
        </w:rPr>
        <w:t>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برابر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 ان کے پاس سازسامان ہے، وہ اسلحہ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مکمل طور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 کے پاس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گھوڑے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۔ان کے پاس اسلحہ و ساز سامان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بوڑہوں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جس پر رسول اللہ نے اعلا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خضاب کرو، تا کہ ان کو لگے جوان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ان کے پاس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لوگ مل کر سوار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501099" w:rsidP="007F6071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01099">
        <w:rPr>
          <w:rStyle w:val="libAieChar"/>
          <w:rFonts w:hint="cs"/>
          <w:rtl/>
        </w:rPr>
        <w:t xml:space="preserve">إِذْ تَسْتَغيثُونَ‏ رَبَّكُمْ فَاسْتَجابَ لَكُمْ أَنِّي مُمِدُّكُمْ </w:t>
      </w:r>
      <w:r w:rsidR="00B56CAE" w:rsidRPr="00501099">
        <w:rPr>
          <w:rStyle w:val="libAieChar"/>
          <w:rtl/>
        </w:rPr>
        <w:t>بِ</w:t>
      </w:r>
      <w:r w:rsidR="00B56CAE" w:rsidRPr="00501099">
        <w:rPr>
          <w:rStyle w:val="libAieChar"/>
          <w:rFonts w:hint="cs"/>
          <w:rtl/>
        </w:rPr>
        <w:t>أَلْفٍ مِنَ الْمَلائِكَةِ مُرْدِفين</w:t>
      </w:r>
      <w:r w:rsidR="00B56CAE" w:rsidRPr="0029475F">
        <w:rPr>
          <w:rFonts w:hint="cs"/>
          <w:rtl/>
        </w:rPr>
        <w:t xml:space="preserve"> </w:t>
      </w:r>
      <w:r w:rsidRPr="00501099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(124)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جب تم دعا کر رہے تھے ، جب تم اپنے رب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 رہے تھے خالق کائنات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ہزا فرشتوں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کروں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اس طرح دعا قبول کرتا ہے ،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اگر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جنگ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اور نصرت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جذبے سے، ورنہ نہ ان کے پاس طاقت ہے نہ لشکر ہے، نہ اسحلہ ہے نہ سازسامان ہے،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مگر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ہے، حق پر ہونے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خدا پر توکل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وقت تھا جب رسول اللھ نے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ہاتھ بلند ک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501099">
        <w:rPr>
          <w:rStyle w:val="libArabicChar"/>
          <w:rtl/>
        </w:rPr>
        <w:t>الل</w:t>
      </w:r>
      <w:r w:rsidRPr="00501099">
        <w:rPr>
          <w:rStyle w:val="libArabicChar"/>
          <w:rFonts w:hint="cs"/>
          <w:rtl/>
        </w:rPr>
        <w:t>هم انجز ما وعدتنی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(125)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بارالہا</w:t>
      </w:r>
      <w:r>
        <w:rPr>
          <w:rtl/>
          <w:lang w:bidi="ur-PK"/>
        </w:rPr>
        <w:t xml:space="preserve"> تو نے جو مجھ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اسے پورا فرما :</w:t>
      </w:r>
    </w:p>
    <w:p w:rsidR="00B56CAE" w:rsidRPr="00501099" w:rsidRDefault="00B56CAE" w:rsidP="00501099">
      <w:pPr>
        <w:pStyle w:val="libArabic"/>
        <w:rPr>
          <w:rtl/>
        </w:rPr>
      </w:pPr>
      <w:r w:rsidRPr="00501099">
        <w:rPr>
          <w:rtl/>
        </w:rPr>
        <w:t xml:space="preserve"> اللَّ</w:t>
      </w:r>
      <w:r w:rsidRPr="00501099">
        <w:rPr>
          <w:rFonts w:hint="cs"/>
          <w:rtl/>
        </w:rPr>
        <w:t xml:space="preserve">هم ان تهلک هذه العصابه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لشکر جو آج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حاضر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اگر قتل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فرما۔</w:t>
      </w:r>
    </w:p>
    <w:p w:rsidR="00B56CAE" w:rsidRPr="009C7935" w:rsidRDefault="00B56CAE" w:rsidP="00B56CAE">
      <w:pPr>
        <w:pStyle w:val="libNormal"/>
        <w:rPr>
          <w:rStyle w:val="libArabicChar"/>
          <w:rtl/>
        </w:rPr>
      </w:pPr>
      <w:r>
        <w:rPr>
          <w:rFonts w:hint="eastAsia"/>
          <w:rtl/>
          <w:lang w:bidi="ur-PK"/>
        </w:rPr>
        <w:lastRenderedPageBreak/>
        <w:t>رسول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دشمنوں پر مدد فرما، خدا نے ہزار فرشتے نازل فرمائے،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فرشتے نازل ہوے انہوں نے جنگ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انہوں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قتل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نازل کئے؟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آئے؟ ان کے نازل ہونے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مسلمانوں کا حوصلہ ب</w:t>
      </w:r>
      <w:r>
        <w:rPr>
          <w:rFonts w:hint="eastAsia"/>
          <w:rtl/>
          <w:lang w:bidi="ur-PK"/>
        </w:rPr>
        <w:t>لند</w:t>
      </w:r>
      <w:r>
        <w:rPr>
          <w:rtl/>
          <w:lang w:bidi="ur-PK"/>
        </w:rPr>
        <w:t xml:space="preserve"> ہو جائے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ملے اور کافروں کے حوصلے پست ہوں، خدا نے ان کے نزول کا فلسفہ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بتاتا ہے </w:t>
      </w:r>
      <w:r w:rsidRPr="009C7935">
        <w:rPr>
          <w:rStyle w:val="libArabicChar"/>
          <w:rtl/>
        </w:rPr>
        <w:t>الا بشر</w:t>
      </w:r>
      <w:r w:rsidRPr="009C7935">
        <w:rPr>
          <w:rStyle w:val="libArabicChar"/>
          <w:rFonts w:hint="cs"/>
          <w:rtl/>
        </w:rPr>
        <w:t>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خوشخبر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نازل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تمہارے دلوں کو مطمئن کرنا چاہتا ہے، تمہارے حوصلوں کو بلند کرنا چاہتا ہے،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کرنا چاہتا ہے، جنگ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حوصلوں کے بلند ہونے سے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جس قوم کے حوصلے بلندں ہوں، اسے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 فرش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آنے سے مسلمانوں کا حوصلہ بلند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مسلمانوں کو واضح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حق پر استقامت کا مظاہرہ کرتے ہوے خدا پر توکل کرتے ہوے دعا کرکے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رکھا، 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قدم چومنے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غرور کا شکار ہوے، جب انہوں نے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مقصد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کشور گشائ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مال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کو مقصدبنا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شکست کا سامنا ہوا۔ </w:t>
      </w:r>
      <w:r w:rsidRPr="007F6071">
        <w:rPr>
          <w:rStyle w:val="libFootnotenumChar"/>
          <w:rtl/>
        </w:rPr>
        <w:t>(126)</w:t>
      </w:r>
    </w:p>
    <w:p w:rsidR="009C7935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جنگ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جنگ احد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جب مسلمان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راغب ہونے لگے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شکست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دشمن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اصول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حوصلوں کو بلند رکھو،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بل بوتے پر خدا پر بھروسہ کرتے ہوئےدعا کرو، خدا تمہارے دش</w:t>
      </w:r>
      <w:r>
        <w:rPr>
          <w:rFonts w:hint="eastAsia"/>
          <w:rtl/>
          <w:lang w:bidi="ur-PK"/>
        </w:rPr>
        <w:t>منوں</w:t>
      </w:r>
      <w:r>
        <w:rPr>
          <w:rtl/>
          <w:lang w:bidi="ur-PK"/>
        </w:rPr>
        <w:t xml:space="preserve"> کو ناکام کرے گا۔ </w:t>
      </w:r>
    </w:p>
    <w:p w:rsidR="00B56CAE" w:rsidRPr="0029475F" w:rsidRDefault="00B56CAE" w:rsidP="00B56CAE">
      <w:pPr>
        <w:pStyle w:val="libNormal"/>
        <w:rPr>
          <w:rtl/>
        </w:rPr>
      </w:pPr>
      <w:r>
        <w:rPr>
          <w:rtl/>
          <w:lang w:bidi="ur-PK"/>
        </w:rPr>
        <w:t xml:space="preserve"> </w:t>
      </w:r>
      <w:r w:rsidRPr="00DA1D41">
        <w:rPr>
          <w:rStyle w:val="libArabicChar"/>
          <w:rtl/>
        </w:rPr>
        <w:t>والسلام عل</w:t>
      </w:r>
      <w:r w:rsidRPr="00DA1D41">
        <w:rPr>
          <w:rStyle w:val="libArabicChar"/>
          <w:rFonts w:hint="cs"/>
          <w:rtl/>
        </w:rPr>
        <w:t>ی</w:t>
      </w:r>
      <w:r w:rsidRPr="00DA1D41">
        <w:rPr>
          <w:rStyle w:val="libArabicChar"/>
          <w:rFonts w:hint="eastAsia"/>
          <w:rtl/>
        </w:rPr>
        <w:t>کم</w:t>
      </w:r>
      <w:r w:rsidRPr="00DA1D41">
        <w:rPr>
          <w:rStyle w:val="libArabicChar"/>
          <w:rtl/>
        </w:rPr>
        <w:t xml:space="preserve"> و رحمة اللَّ</w:t>
      </w:r>
      <w:r w:rsidRPr="00DA1D41">
        <w:rPr>
          <w:rStyle w:val="libArabicChar"/>
          <w:rFonts w:hint="cs"/>
          <w:rtl/>
        </w:rPr>
        <w:t>هِ و برکاته</w:t>
      </w:r>
      <w:r w:rsidRPr="0029475F">
        <w:rPr>
          <w:rFonts w:hint="cs"/>
          <w:rtl/>
        </w:rPr>
        <w:t xml:space="preserve"> </w:t>
      </w:r>
    </w:p>
    <w:p w:rsidR="009C7935" w:rsidRDefault="009C7935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9C7935" w:rsidRDefault="009C7935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76" w:name="_Toc493163699"/>
      <w:r>
        <w:rPr>
          <w:rFonts w:hint="eastAsia"/>
          <w:rtl/>
          <w:lang w:bidi="ur-PK"/>
        </w:rPr>
        <w:t>وسعت</w:t>
      </w:r>
      <w:r>
        <w:rPr>
          <w:rtl/>
          <w:lang w:bidi="ur-PK"/>
        </w:rPr>
        <w:t xml:space="preserve">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76"/>
    </w:p>
    <w:p w:rsidR="00B56CAE" w:rsidRPr="00501099" w:rsidRDefault="00B56CAE" w:rsidP="00501099">
      <w:pPr>
        <w:pStyle w:val="libArabic"/>
        <w:rPr>
          <w:rtl/>
        </w:rPr>
      </w:pPr>
      <w:r w:rsidRPr="00501099">
        <w:rPr>
          <w:rFonts w:hint="cs"/>
          <w:rtl/>
        </w:rPr>
        <w:t>أَعُوذُ</w:t>
      </w:r>
      <w:r w:rsidRPr="00501099">
        <w:rPr>
          <w:rtl/>
        </w:rPr>
        <w:t xml:space="preserve"> بِالل</w:t>
      </w:r>
      <w:r w:rsidRPr="00501099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</w:t>
      </w:r>
      <w:r w:rsidRPr="00C02DA6">
        <w:rPr>
          <w:rStyle w:val="libArabicChar"/>
          <w:rtl/>
        </w:rPr>
        <w:t>لَّ</w:t>
      </w:r>
      <w:r w:rsidRPr="00C02DA6">
        <w:rPr>
          <w:rStyle w:val="libArabicChar"/>
          <w:rFonts w:hint="cs"/>
          <w:rtl/>
        </w:rPr>
        <w:t>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501099" w:rsidP="00B56CAE">
      <w:pPr>
        <w:pStyle w:val="libNormal"/>
        <w:rPr>
          <w:rtl/>
          <w:lang w:bidi="ur-PK"/>
        </w:rPr>
      </w:pPr>
      <w:r w:rsidRPr="00501099">
        <w:rPr>
          <w:rStyle w:val="libAlaemChar"/>
          <w:rFonts w:hint="cs"/>
          <w:rtl/>
        </w:rPr>
        <w:t>(</w:t>
      </w:r>
      <w:r w:rsidR="00B56CAE" w:rsidRPr="00501099">
        <w:rPr>
          <w:rStyle w:val="libAieChar"/>
          <w:rFonts w:hint="eastAsia"/>
          <w:rtl/>
        </w:rPr>
        <w:t>فَقالَ</w:t>
      </w:r>
      <w:r w:rsidR="00B56CAE" w:rsidRPr="00501099">
        <w:rPr>
          <w:rStyle w:val="libAieChar"/>
          <w:rtl/>
        </w:rPr>
        <w:t xml:space="preserve"> رَبِّ </w:t>
      </w:r>
      <w:r w:rsidR="00B56CAE" w:rsidRPr="00501099">
        <w:rPr>
          <w:rStyle w:val="libAieChar"/>
          <w:rFonts w:hint="cs"/>
          <w:rtl/>
        </w:rPr>
        <w:t>إِنِّي لِما أَنْزَلْتَ‏ إِلَيَّ مِنْ خَيْرٍ فَقير</w:t>
      </w:r>
      <w:r w:rsidRPr="0050109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آج</w:t>
      </w:r>
      <w:r>
        <w:rPr>
          <w:rtl/>
          <w:lang w:bidi="ur-PK"/>
        </w:rPr>
        <w:t xml:space="preserve"> جس مشکل کا حل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ہے، جس دعاکو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ہے، وہ وسعت رزق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رزق و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معاملہ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معاملہ ہے ،بسا اوقات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عدالت پر اعتراض کئے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اعتراض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آخر خالق کائنات نے 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جتنا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اتنا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کہ اسے گننے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دانے کو ترستا ہے۔  اتنا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نظر آتا ہے؟ اتنا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نظر آتا ہے؟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جانوروں کا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کتے کا 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کا علاج ہوتا ہے،جس پر ہزاروں ڈالر خرچ ہوتا ہے۔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کو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تڑپ تڑپ کر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ہر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اس کے پاس دولت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ہو، اس کا 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وسعت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ئے؟ رزق کا موضوع واقعا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موضوع ہے، خالق کائنات نے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جو کچھ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7" w:name="_Toc493163700"/>
      <w:r>
        <w:rPr>
          <w:rFonts w:hint="eastAsia"/>
          <w:rtl/>
          <w:lang w:bidi="ur-PK"/>
        </w:rPr>
        <w:t>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انسان نے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  <w:bookmarkEnd w:id="7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 نظر آتا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طبقات نظر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خود انسانوں کے اپنے بنائے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خالق نے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کچھ لوگ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کا غلط استعمال کرتے ہوئے وسائل پر قبضہ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دوسروں کو محروم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ں۔ خدا نے جو کچھ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اختلاف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عوامل و اسباب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لوگوں نے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جدوجہد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استفادے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وسائل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بنائے۔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اسباب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بہرحال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رزق و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خدا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8" w:name="_Toc493163701"/>
      <w:r>
        <w:rPr>
          <w:rFonts w:hint="eastAsia"/>
          <w:rtl/>
          <w:lang w:bidi="ur-PK"/>
        </w:rPr>
        <w:lastRenderedPageBreak/>
        <w:t>رزق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امتحان</w:t>
      </w:r>
      <w:bookmarkEnd w:id="7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کا ارشاد ہے: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کرنے والا جانور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کا رزق اللہ کے ذمے پر ہے،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وَما مِن</w:t>
      </w:r>
      <w:r w:rsidR="00B56CAE" w:rsidRPr="009C7935">
        <w:rPr>
          <w:rStyle w:val="libAieChar"/>
          <w:rFonts w:hint="cs"/>
          <w:rtl/>
        </w:rPr>
        <w:t>ْ دَابَّةٍ فِي الْأَرْضِ إِلاَّ عَلَى اللَّهِ رِزْقُها</w:t>
      </w:r>
      <w:r w:rsidR="00B56CAE" w:rsidRPr="0029475F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(128)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رزق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ہے۔ البتہ وہ جس کو چاہتا ہے 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جس کو چاہتا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 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 w:rsidRPr="009C7935">
        <w:rPr>
          <w:rStyle w:val="libAieChar"/>
          <w:rFonts w:hint="eastAsia"/>
          <w:rtl/>
        </w:rPr>
        <w:t>اللَّ</w:t>
      </w:r>
      <w:r w:rsidR="00B56CAE" w:rsidRPr="009C7935">
        <w:rPr>
          <w:rStyle w:val="libAieChar"/>
          <w:rFonts w:hint="cs"/>
          <w:rtl/>
        </w:rPr>
        <w:t>هُ</w:t>
      </w:r>
      <w:r w:rsidR="00B56CAE" w:rsidRPr="009C7935">
        <w:rPr>
          <w:rStyle w:val="libAieChar"/>
          <w:rtl/>
        </w:rPr>
        <w:t xml:space="preserve"> </w:t>
      </w:r>
      <w:r w:rsidR="00B56CAE" w:rsidRPr="009C7935">
        <w:rPr>
          <w:rStyle w:val="libAieChar"/>
          <w:rFonts w:hint="cs"/>
          <w:rtl/>
        </w:rPr>
        <w:t>يَبْسُطُ الرِّزْقَ لِمَنْ يَشاءُ وَ يَقْدِر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(129)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جسے چاہتا ہے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جسے چاہتا ہے 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کہ خدا جس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امتحان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ہوتا ہے ، آزمائش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ہوتا ہے۔ جسے 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امتحان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ہوتا ہے۔ نہ جسے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جا رہا ہے وہ اس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</w:t>
      </w:r>
      <w:r>
        <w:rPr>
          <w:rFonts w:hint="eastAsia"/>
          <w:rtl/>
          <w:lang w:bidi="ur-PK"/>
        </w:rPr>
        <w:t>خوش</w:t>
      </w:r>
      <w:r>
        <w:rPr>
          <w:rtl/>
          <w:lang w:bidi="ur-PK"/>
        </w:rPr>
        <w:t xml:space="preserve"> ہو جائے کہ وہ منظور کرم ہے اور نہ جسے 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وہ اس بات پر نالاں رہے کہ خدا اس سے ناراض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امتحان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نے امتحان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وَ لَنَب</w:t>
      </w:r>
      <w:r w:rsidR="00B56CAE" w:rsidRPr="009C7935">
        <w:rPr>
          <w:rStyle w:val="libAieChar"/>
          <w:rFonts w:hint="cs"/>
          <w:rtl/>
        </w:rPr>
        <w:t>ْلُوَنَّكُمْ‏ بِشَيْ‏ءٍ مِنَ الْخَوْفِ وَ الْجُوعِ وَ نَقْصٍ مِنَ الْأَمْوالِ وَ الْأَنْفُسِ وَ الثَّمَراتِ وَ بَشِّرِ الصَّابِرين‏</w:t>
      </w:r>
      <w:r w:rsidR="00B56CAE" w:rsidRPr="0029475F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(130)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امتحان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ضرور بضرور تمہارا امتحان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خوف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ڈر،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نفوس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ثمرات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اور پھر بشارت دے دو صابر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جن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دونوں امتحان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دے کر آزما رہا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لے کر آزما رہا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توجہ ہے کہ جب خدا نہ دے کر آزمائےتو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امتحان آسان ہوتا ہے۔ بلکل ہمارے بر عکس،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ہمارے پاس آ جائے تو آسان ہے۔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کم دے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 دے تو آسان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متوجہ رہتا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وہ اللہ اللہ کرتا ہے وہ خدا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رکھتا ہے، اور جسے اگر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Fonts w:hint="cs"/>
          <w:rtl/>
        </w:rPr>
        <w:t>كَلاَّ إِنَّ الْإِنْسانَ لَيَطْغى‏،أَنْ رَآهُ اسْتَغْنى‏</w:t>
      </w:r>
      <w:r w:rsidRPr="007F6071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انسان اپنے آپ کو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ہے، 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ہے، سرکش بن جاتا ہے۔ پھر خدا کو بھول جاتا ہے، وہ کہتا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بل بوتے پر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۔بلکل قارون و ہامان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تھے جو کچھ ہمارے پاس ہے وہ 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7F6071" w:rsidRPr="007F6071">
        <w:rPr>
          <w:rFonts w:hint="cs"/>
          <w:rtl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خد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ہے۔ البتہ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دخل ہوتا ہے،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محنت، انسان کو کوشش، انسان کا ارادہ مختلف عوامل و اسباب ، سب سے اہم دعا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وسعت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موثر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انسان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محتاج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کو اپنے مال پر غرور </w:t>
      </w:r>
      <w:r>
        <w:rPr>
          <w:rFonts w:hint="eastAsia"/>
          <w:rtl/>
          <w:lang w:bidi="ur-PK"/>
        </w:rPr>
        <w:t>آجائے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 لمحے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غرور ختم ہو سکتا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آفت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ختم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ہمارا روز کا مشاہدہ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کتنے امرا اور روسا تھے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بن گئے؟ کتنے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تھے کہ زمانے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گردش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بادشاہ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انسان خدا سے متوسل رہے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مرتبط رہے تو ہر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 رہے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9C7935">
        <w:rPr>
          <w:rStyle w:val="libArabicChar"/>
          <w:rtl/>
        </w:rPr>
        <w:t xml:space="preserve"> سلو الل</w:t>
      </w:r>
      <w:r w:rsidRPr="009C7935">
        <w:rPr>
          <w:rStyle w:val="libArabicChar"/>
          <w:rFonts w:hint="cs"/>
          <w:rtl/>
        </w:rPr>
        <w:t>ه ما بدا بکم من حوائجکم حتی</w:t>
      </w:r>
      <w:r w:rsidRPr="009C7935">
        <w:rPr>
          <w:rStyle w:val="libArabicChar"/>
          <w:rtl/>
        </w:rPr>
        <w:t xml:space="preserve"> شسع النعل فان</w:t>
      </w:r>
      <w:r w:rsidRPr="009C7935">
        <w:rPr>
          <w:rStyle w:val="libArabicChar"/>
          <w:rFonts w:hint="cs"/>
          <w:rtl/>
        </w:rPr>
        <w:t>ه ان لم ی</w:t>
      </w:r>
      <w:r w:rsidRPr="009C7935">
        <w:rPr>
          <w:rStyle w:val="libArabicChar"/>
          <w:rFonts w:hint="eastAsia"/>
          <w:rtl/>
        </w:rPr>
        <w:t>سر</w:t>
      </w:r>
      <w:r w:rsidRPr="009C7935">
        <w:rPr>
          <w:rStyle w:val="libArabicChar"/>
          <w:rFonts w:hint="cs"/>
          <w:rtl/>
        </w:rPr>
        <w:t>ه</w:t>
      </w:r>
      <w:r w:rsidRPr="009C7935">
        <w:rPr>
          <w:rStyle w:val="libArabicChar"/>
          <w:rtl/>
        </w:rPr>
        <w:t xml:space="preserve"> لم </w:t>
      </w:r>
      <w:r w:rsidRPr="009C7935">
        <w:rPr>
          <w:rStyle w:val="libArabicChar"/>
          <w:rFonts w:hint="cs"/>
          <w:rtl/>
        </w:rPr>
        <w:t>ی</w:t>
      </w:r>
      <w:r w:rsidRPr="009C7935">
        <w:rPr>
          <w:rStyle w:val="libArabicChar"/>
          <w:rFonts w:hint="eastAsia"/>
          <w:rtl/>
        </w:rPr>
        <w:t>ت</w:t>
      </w:r>
      <w:r w:rsidRPr="009C7935">
        <w:rPr>
          <w:rStyle w:val="libArabicChar"/>
          <w:rFonts w:hint="cs"/>
          <w:rtl/>
        </w:rPr>
        <w:t>ی</w:t>
      </w:r>
      <w:r w:rsidRPr="009C7935">
        <w:rPr>
          <w:rStyle w:val="libArabicChar"/>
          <w:rFonts w:hint="eastAsia"/>
          <w:rtl/>
        </w:rPr>
        <w:t>سر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(132)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 خدا سے مانگو،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سے مانگو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کر لوں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سے مانگ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ہم کون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کے ارادے کےسامنے،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کے سامنے،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سے مانگو،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اگر تمہارے جوتے کا تسمہ ٹوٹ جائے تو اس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خدا سے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 خدا اسے ممکن نہ بنائے، آسان نہ بنائے، وہ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آسان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ہے، اگر بھروسہ کرنا ہے تو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پر بھروسہ کرو۔ اس پر توکل کرو،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بھروسہ نہ کرو؛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دوکھا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ہوتا ہے کہ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دوکھا کھاجاتا ہے، غفلت کا شکار ہو جاتا ہے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بہرحال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سے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جا سکتا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>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خداوند متعال کا تعارف کراتے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وَ الَّذ</w:t>
      </w:r>
      <w:r w:rsidR="00B56CAE" w:rsidRPr="009C7935">
        <w:rPr>
          <w:rStyle w:val="libAieChar"/>
          <w:rFonts w:hint="cs"/>
          <w:rtl/>
        </w:rPr>
        <w:t>ي هُوَ يُطْعِمُني‏ وَ يَسْقين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مجھے کھلاتا ہے اور پلاتا ہے، کھانا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ہے،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جسے ہم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کھانے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بہت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اپنا تعارف کروا رہا ہے۔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جگہوں پر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لوگو جس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تم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ہو اگر ہم اسے تلخ اور کڑوا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کون ہے جو اس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گوارا بنا سکے۔ 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سے اس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قابل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سمندر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کڑوا بن جائے، کون </w:t>
      </w:r>
      <w:r>
        <w:rPr>
          <w:rtl/>
          <w:lang w:bidi="ur-PK"/>
        </w:rPr>
        <w:lastRenderedPageBreak/>
        <w:t>اسے پھر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قابل بنا سکے؟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آسان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جاتا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قدر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وقت  قدر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کچھ نہ ملے تب پتا چلتا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پلاتا ہے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و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سوال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کرے۔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79" w:name="_Toc49316370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 رزق کے لئے دعا</w:t>
      </w:r>
      <w:bookmarkEnd w:id="7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فرعون کے شر سے فرار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نکل پڑے وہاں سے، صحرا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 کرتے رہے، اس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بندوبست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صحرا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ملا کھا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زندہ رہنے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جب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پہنچے اور باہر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باہر انہوں نے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منظر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ہت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کنواں ہے لوگ جمع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پر، دو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tl/>
          <w:lang w:bidi="ur-PK"/>
        </w:rPr>
        <w:t xml:space="preserve"> پر کھڑ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مرد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پہلے آ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اپنے جانوروں کو پلا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</w:t>
      </w:r>
      <w:r>
        <w:rPr>
          <w:rtl/>
          <w:lang w:bidi="ur-PK"/>
        </w:rPr>
        <w:t xml:space="preserve"> پر کھڑ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ان کے پاس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ہے؟ خاتون کو اسلام گھر سے باہر نکلنے سے روکتا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خدا نے روکا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اگر نکلنے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 تو نکلے۔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ادب کے ساتھ، اپنے پردے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ہوے، اپنے وقار کو محفوظ رکھتے ہوے،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جب سب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تب ہم 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۔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اگر ضرورت ہے مرد بوڑھا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کرنے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عورت ،خاتون باہر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انجام دے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پردے کے ساتھ نکلنے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مردوں کے ساتھ مخلوط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وقار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ہوئے ہے، حضرت </w:t>
      </w:r>
      <w:r>
        <w:rPr>
          <w:rFonts w:hint="eastAsia"/>
          <w:rtl/>
          <w:lang w:bidi="ur-PK"/>
        </w:rPr>
        <w:t>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ان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جب لے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باپ کو احساس ہو جاتا ہے کہ آج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گھر سے باہر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رہے کہ وہ کب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کب تک آ جانا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آج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اگ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>۔ماں باپ اگر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اولاد فاسد ہو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شمار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اسلام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 کہ بچ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اجازت نہ دو کہ علم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حاصل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ضرورت کے مطابق ادب و احترام کے سا</w:t>
      </w:r>
      <w:r>
        <w:rPr>
          <w:rFonts w:hint="eastAsia"/>
          <w:rtl/>
          <w:lang w:bidi="ur-PK"/>
        </w:rPr>
        <w:t>تھ</w:t>
      </w:r>
      <w:r>
        <w:rPr>
          <w:rtl/>
          <w:lang w:bidi="ur-PK"/>
        </w:rPr>
        <w:t xml:space="preserve"> حجاب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رکھتے ہوے نکل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البتہ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موقع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ان پر قابو پا سکے۔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انہوں</w:t>
      </w:r>
      <w:r>
        <w:rPr>
          <w:rtl/>
          <w:lang w:bidi="ur-PK"/>
        </w:rPr>
        <w:t xml:space="preserve"> نے کہا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جو کہ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با ادب تھا، اس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بھر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 ہو کہ آپ اسے اپنے ہاں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کو بلا کر آئو،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وقت تھا جس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کر دعا کرنے لگے: رب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لما انزلت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بار</w:t>
      </w:r>
      <w:r>
        <w:rPr>
          <w:rtl/>
          <w:lang w:bidi="ur-PK"/>
        </w:rPr>
        <w:t xml:space="preserve"> الہا!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رزق کا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محتاج ہوں جو تو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عطا کرے،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 نان و نفقہ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 w:rsidRPr="007F6071">
        <w:rPr>
          <w:rStyle w:val="libFootnotenumChar"/>
          <w:rtl/>
        </w:rPr>
        <w:t>(134)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اتنے کمزور پڑہ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صحرا و جنگل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سفر کرتے ہوئے وہاں جو کچھ ملا تھا کھا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اب بہت نقاہت آ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دست بلند کر کے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فسق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ما؛ پہلے ان دونوں عورتوں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ثم تول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الظل پھر آ کے س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دعا کرنے لگے رب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محتاج ہوں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محتاج ہوں۔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احساس اس لئے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ہم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سامنا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آج کل تو ارتباط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ہے تو ان ممالک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استکبار نے قبضہ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جہاں لوگ دانے دانے کو ترستے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علاج کے وسائل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ہوتے، سالانہ کتنے لوگ بھوک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کتنے ٹن غذا نام نہاد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ملکوں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اسراف و ضائع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مسئول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احساس ہو خدا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دکھانا چاہتا ہے تا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احساس ہو،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سوال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واپس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 کر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کو بابا بلا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حضرت ان کے ساتھ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راستہ کا انکو پتا ہے وہ آگے آگے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حضرت کا ادب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کھئے،</w:t>
      </w:r>
      <w:r>
        <w:rPr>
          <w:rtl/>
          <w:lang w:bidi="ur-PK"/>
        </w:rPr>
        <w:t xml:space="preserve"> ان آداب کو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اگر عورت کے ساتھ جانا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پڑے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آگے آگے چلنا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اگرچہ پتا نہ ہو وہ بتات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ادب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ضرورت کے مطابق خوات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باہر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مردوں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ان کے وقار و عزت کو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عورت کا اصل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کا دامن ہوتا ہے پاکدامن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تھا حضرت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اسے اپنے ہاں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نکاح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اپنا سب کچھ اسے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اس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</w:t>
      </w:r>
      <w:r w:rsidRPr="007F6071">
        <w:rPr>
          <w:rStyle w:val="libFootnotenumChar"/>
          <w:rtl/>
        </w:rPr>
        <w:t>(135)</w:t>
      </w:r>
      <w:r>
        <w:rPr>
          <w:rtl/>
          <w:lang w:bidi="ur-PK"/>
        </w:rPr>
        <w:t>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</w:t>
      </w:r>
      <w:r>
        <w:rPr>
          <w:rtl/>
          <w:lang w:bidi="ur-PK"/>
        </w:rPr>
        <w:t xml:space="preserve"> 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تو فقط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نے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انتظام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0" w:name="_Toc493163703"/>
      <w:r>
        <w:rPr>
          <w:rFonts w:hint="eastAsia"/>
          <w:rtl/>
          <w:lang w:bidi="ur-PK"/>
        </w:rPr>
        <w:t>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دعا</w:t>
      </w:r>
      <w:bookmarkEnd w:id="8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پھر جب وہ وقت آتا ہے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قحط کا وقت آتا ہے تو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 xml:space="preserve">وَ </w:t>
      </w:r>
      <w:r w:rsidR="00B56CAE" w:rsidRPr="009C7935">
        <w:rPr>
          <w:rStyle w:val="libAieChar"/>
          <w:rFonts w:hint="cs"/>
          <w:rtl/>
        </w:rPr>
        <w:t>إِذِ اسْتَسْقى‏ مُوسى‏ لِقَوْمِه‏</w:t>
      </w:r>
      <w:r w:rsidR="00B56CAE" w:rsidRPr="0029475F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وہ وقت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جب جناب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ہے۔ </w:t>
      </w:r>
      <w:r w:rsidR="009C7935" w:rsidRPr="009C7935">
        <w:rPr>
          <w:rStyle w:val="libAlaemChar"/>
          <w:rFonts w:hint="cs"/>
          <w:rtl/>
        </w:rPr>
        <w:t>(</w:t>
      </w:r>
      <w:r w:rsidRPr="009C7935">
        <w:rPr>
          <w:rStyle w:val="libAieChar"/>
          <w:rtl/>
        </w:rPr>
        <w:t>وَ جَعَل</w:t>
      </w:r>
      <w:r w:rsidRPr="009C7935">
        <w:rPr>
          <w:rStyle w:val="libAieChar"/>
          <w:rFonts w:hint="cs"/>
          <w:rtl/>
        </w:rPr>
        <w:t>ْنا مِنَ الْماءِ كُلَّ شَيْ‏ءٍ حَي</w:t>
      </w:r>
      <w:r w:rsidRPr="0029475F">
        <w:rPr>
          <w:rFonts w:hint="cs"/>
          <w:rtl/>
        </w:rPr>
        <w:t>،</w:t>
      </w:r>
      <w:r w:rsidR="009C7935" w:rsidRPr="009C7935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ہر زندہ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ہے۔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تو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الہا!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ہے، خشک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جانور مر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بچے گڑگڑا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خوا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اور نالا بلند ہے، مرد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خالق کائنات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پتھر پرعص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مارو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 w:rsidRPr="009C7935">
        <w:rPr>
          <w:rStyle w:val="libAieChar"/>
          <w:rFonts w:hint="eastAsia"/>
          <w:rtl/>
        </w:rPr>
        <w:t>فانفجرت</w:t>
      </w:r>
      <w:r w:rsidR="00B56CAE" w:rsidRPr="009C7935">
        <w:rPr>
          <w:rStyle w:val="libAieChar"/>
          <w:rtl/>
        </w:rPr>
        <w:t xml:space="preserve"> من</w:t>
      </w:r>
      <w:r w:rsidR="00B56CAE" w:rsidRPr="009C7935">
        <w:rPr>
          <w:rStyle w:val="libAieChar"/>
          <w:rFonts w:hint="cs"/>
          <w:rtl/>
        </w:rPr>
        <w:t>ه اثنتا عشر</w:t>
      </w:r>
      <w:r w:rsidR="00CC5C79" w:rsidRPr="00CC5C79">
        <w:rPr>
          <w:rStyle w:val="libAieChar"/>
          <w:rFonts w:hint="cs"/>
          <w:rtl/>
        </w:rPr>
        <w:t>ة</w:t>
      </w:r>
      <w:r w:rsidR="00B56CAE" w:rsidRPr="009C7935">
        <w:rPr>
          <w:rStyle w:val="libAieChar"/>
          <w:rtl/>
        </w:rPr>
        <w:t xml:space="preserve"> ع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Fonts w:hint="eastAsia"/>
          <w:rtl/>
        </w:rPr>
        <w:t>نا؛</w:t>
      </w:r>
      <w:r w:rsidR="00B56CAE">
        <w:rPr>
          <w:rtl/>
          <w:lang w:bidi="ur-PK"/>
        </w:rPr>
        <w:t xml:space="preserve"> </w:t>
      </w:r>
      <w:r w:rsidRPr="009C7935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پتھر سے بارہ چشمہ پھوٹ پڑے،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مالا مال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ضروت ہو خدا سے مانگو۔ البتہ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آداب مد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آداب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کے جو ہم پہلے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توسل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پر،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قوم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سامنے،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توسل</w:t>
      </w:r>
      <w:r>
        <w:rPr>
          <w:rtl/>
          <w:lang w:bidi="ur-PK"/>
        </w:rPr>
        <w:t xml:space="preserve"> اصل و اساس ہے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اسلام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رکھا ہے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قحط ہو خشک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،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ہو تو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خاص نماز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نماز استسقا، طلب باران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بارش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دور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قحط ہوتا تھا لوگ رسول کے پاس آکر دعا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رحلت کے بعد لوگ آپ کے روضہ پر آتے تھے اور آج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قحط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روضہ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اوپر جو گنبد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جب کھلے آسمان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آجات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مسلمان ہاتھ بلند کر کے خدا سے بارش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خالق کائنات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کا نزول فرماتا ہے۔ طلب باران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ہے، خاص نماز ہے ،دعا کرو،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روزہ رکھو، مرد عورت جدا ہوں، بچے جدا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جانور ج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سب گڑگڑائ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نالا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کا نزول فرمائے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قحط اور خشک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گناہوں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 نئے نئے گناہوں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نئے نئے عذاب ان پر نازل کرتا ہے۔ ان کو نئے نئے عذابوں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نئ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</w:t>
      </w:r>
      <w:r>
        <w:rPr>
          <w:rFonts w:hint="eastAsia"/>
          <w:rtl/>
          <w:lang w:bidi="ur-PK"/>
        </w:rPr>
        <w:t>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نئے نئے مسائل کھڑے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قسم کے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رزق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آئمہ نے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ہےرزق کے معاملے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ہو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ذمہ خدا </w:t>
      </w:r>
      <w:r>
        <w:rPr>
          <w:rtl/>
          <w:lang w:bidi="ur-PK"/>
        </w:rPr>
        <w:lastRenderedPageBreak/>
        <w:t>نے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 سوچ کر اپنے واجبات سے غافل نہ ہو جانا،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اتنا منہمک ہو جائو، اتنے مدہوش ہو جائو، اتنے غافل ہو جائو، اپنے و</w:t>
      </w:r>
      <w:r>
        <w:rPr>
          <w:rFonts w:hint="eastAsia"/>
          <w:rtl/>
          <w:lang w:bidi="ur-PK"/>
        </w:rPr>
        <w:t>اجبات</w:t>
      </w:r>
      <w:r>
        <w:rPr>
          <w:rtl/>
          <w:lang w:bidi="ur-PK"/>
        </w:rPr>
        <w:t xml:space="preserve"> کو چھوڑ دو،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کرو، کوشش کرو،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کرو۔ اللہ پر بھروسہ اور توکل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طلوع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آذان فجر سے طلوع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اگر اس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دعا کرے اور سورج نکلنے کے بعد جا کر کام کرے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اس کے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7F6071">
        <w:rPr>
          <w:rStyle w:val="libFootnotenumChar"/>
          <w:rtl/>
        </w:rPr>
        <w:t>(137)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کا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دعا کرے گا اس کے ہاں برکت آئے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آج کل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 چکا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نزول کا وقت ہوتا ہے۔ انسان اگر فطرت کے برخلاف قدم اٹھائے گا تو  اسے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معاملات کا سامنا کرن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پڑے گا۔ خدا نے دن کو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جمعہ کے دن نماز جمعہ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جمع ہو جائو</w:t>
      </w:r>
    </w:p>
    <w:p w:rsidR="00B56CAE" w:rsidRDefault="009C7935" w:rsidP="007F6071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فَ</w:t>
      </w:r>
      <w:r w:rsidR="00B56CAE" w:rsidRPr="009C7935">
        <w:rPr>
          <w:rStyle w:val="libAieChar"/>
          <w:rFonts w:hint="cs"/>
          <w:rtl/>
        </w:rPr>
        <w:t>إِذا قُضِيَتِ‏ الصَّلاةُ فَانْتَشِرُوا فِي الْأَرْضِ وَ ابْتَغُوا مِنْ فَضْلِ الله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(138)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نماز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تو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جائو، جائو رزق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کرو۔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کچھ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مستجاب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کرتا؛ا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شخص جو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ہاتھ پر ہاتھ رکھ کر دعا کرے کہ بار الہا!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وسعت عطا فرما۔ اس کے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(139)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کرو پھر خدا سے سوال کرو،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کرتا ہے۔ہم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غفلت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ارادے کا غلط استعمال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اور رزق کو بڑہانے اور گھٹان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ہمارا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دخل ہوتا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1" w:name="_Toc493163704"/>
      <w:r>
        <w:rPr>
          <w:rFonts w:hint="eastAsia"/>
          <w:rtl/>
          <w:lang w:bidi="ur-PK"/>
        </w:rPr>
        <w:t>صدقہ</w:t>
      </w:r>
      <w:r>
        <w:rPr>
          <w:rtl/>
          <w:lang w:bidi="ur-PK"/>
        </w:rPr>
        <w:t xml:space="preserve"> اور وسعت رزق</w:t>
      </w:r>
      <w:bookmarkEnd w:id="8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نےنہج البلاغہ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حکمت ارشاد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9C7935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(</w:t>
      </w:r>
      <w:r w:rsidR="00B56CAE" w:rsidRPr="009C7935">
        <w:rPr>
          <w:rStyle w:val="libArabicChar"/>
          <w:rFonts w:hint="eastAsia"/>
          <w:rtl/>
        </w:rPr>
        <w:t>اذا</w:t>
      </w:r>
      <w:r w:rsidR="00B56CAE" w:rsidRPr="009C7935">
        <w:rPr>
          <w:rStyle w:val="libArabicChar"/>
          <w:rtl/>
        </w:rPr>
        <w:t xml:space="preserve"> املقتم فتاجروا الل</w:t>
      </w:r>
      <w:r w:rsidR="00B56CAE" w:rsidRPr="009C7935">
        <w:rPr>
          <w:rStyle w:val="libArabicChar"/>
          <w:rFonts w:hint="cs"/>
          <w:rtl/>
        </w:rPr>
        <w:t>ه بالصدقة؛</w:t>
      </w:r>
      <w:r w:rsidRPr="0029475F">
        <w:rPr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جب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غربت کا سامنا ہو، جب 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آجائے تمہارے پاس، اب خدا سے معاملہ کرو۔ تجارت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خدا سے تجارت کرو، تجارت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تھوڑا بہت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پھر اس پر منفعت اور فائدہ حاصل ہوتا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لے تو خدا سے مع</w:t>
      </w:r>
      <w:r>
        <w:rPr>
          <w:rFonts w:hint="eastAsia"/>
          <w:rtl/>
          <w:lang w:bidi="ur-PK"/>
        </w:rPr>
        <w:t>املہ</w:t>
      </w:r>
      <w:r>
        <w:rPr>
          <w:rtl/>
          <w:lang w:bidi="ur-PK"/>
        </w:rPr>
        <w:t xml:space="preserve"> کرو، صدقہ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تھوڑا سا دو اللہ برکت عطا فرمائے گا۔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کو بڑہانے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صدقہ دو اللہ کے نام پر دو۔ جس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رکھو، شکرانے کے طور پر کچھ اس کے نام پر دو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وعدہ ہے کہ لئن شکرتم لاز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دنکم</w:t>
      </w:r>
      <w:r>
        <w:rPr>
          <w:rtl/>
          <w:lang w:bidi="ur-PK"/>
        </w:rPr>
        <w:t>: تم شکر کرو شکرانہ کے طور پر اس نعمت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کو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 لو خدا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برکت ڈالے گا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برکت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جائے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نہ ہو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eastAsia"/>
          <w:rtl/>
          <w:lang w:bidi="ur-PK"/>
        </w:rPr>
        <w:t>مختصر</w:t>
      </w:r>
      <w:r>
        <w:rPr>
          <w:rtl/>
          <w:lang w:bidi="ur-PK"/>
        </w:rPr>
        <w:t xml:space="preserve">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کا لطف شامل ہو فضل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وہ 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جاتا ہے ورنہ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اما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9C7935">
        <w:rPr>
          <w:rStyle w:val="libArabicChar"/>
          <w:rtl/>
        </w:rPr>
        <w:t>استنزلوا الرزق بالصدقة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(141)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تم چاہتے ہو کہ آسمان سے تمہارے لئے رزق نازل ہو تو صدقہ دو، وسعت رزق کے بہت سارے اسباب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کرو۔ اللہ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گا۔ جتنا شکر کروگے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عطا فرمائے گا،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تھوڑا ہوتے ہوے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ہوگا، وگرنہ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ہوتے ہوے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 اور انسان کے پاس جتنا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 جائے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وہ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ہونے کا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رزق مقصد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 کے حصول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ہمارے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کرے،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مقصد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دور کر دے  علامہ اقبال کے بقول اے طائر لاہوت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رزق سے موت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رزق سے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پرواز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۔جو رزق انسان کو مقصد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سے دور کردے ،وہ حرام رزق،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</w:t>
      </w:r>
      <w:r>
        <w:rPr>
          <w:rFonts w:hint="eastAsia"/>
          <w:rtl/>
          <w:lang w:bidi="ur-PK"/>
        </w:rPr>
        <w:t>سکتا</w:t>
      </w:r>
      <w:r>
        <w:rPr>
          <w:rtl/>
          <w:lang w:bidi="ur-PK"/>
        </w:rPr>
        <w:t>۔ بار الہا ہم سب کو رزق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وسعت عطا فرما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رزق عطا کر دے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کر دے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فرمائے۔</w:t>
      </w:r>
    </w:p>
    <w:p w:rsidR="00B56CAE" w:rsidRDefault="00B56CAE" w:rsidP="009C7935">
      <w:pPr>
        <w:pStyle w:val="libArabic"/>
        <w:rPr>
          <w:rtl/>
        </w:rPr>
      </w:pPr>
      <w:r w:rsidRPr="009C7935">
        <w:rPr>
          <w:rFonts w:hint="eastAsia"/>
          <w:rtl/>
        </w:rPr>
        <w:t>والسلام</w:t>
      </w:r>
      <w:r w:rsidRPr="009C7935">
        <w:rPr>
          <w:rtl/>
        </w:rPr>
        <w:t xml:space="preserve"> عل</w:t>
      </w:r>
      <w:r w:rsidRPr="009C7935">
        <w:rPr>
          <w:rFonts w:hint="cs"/>
          <w:rtl/>
        </w:rPr>
        <w:t>ی</w:t>
      </w:r>
      <w:r w:rsidRPr="009C7935">
        <w:rPr>
          <w:rFonts w:hint="eastAsia"/>
          <w:rtl/>
        </w:rPr>
        <w:t>کم</w:t>
      </w:r>
      <w:r w:rsidRPr="009C7935">
        <w:rPr>
          <w:rtl/>
        </w:rPr>
        <w:t xml:space="preserve"> و رحمة اللَّ</w:t>
      </w:r>
      <w:r w:rsidRPr="009C7935">
        <w:rPr>
          <w:rFonts w:hint="cs"/>
          <w:rtl/>
        </w:rPr>
        <w:t xml:space="preserve">هِ و برکاته   </w:t>
      </w:r>
    </w:p>
    <w:p w:rsidR="009C7935" w:rsidRDefault="009C7935" w:rsidP="009C7935">
      <w:pPr>
        <w:pStyle w:val="libNormal"/>
        <w:rPr>
          <w:rtl/>
        </w:rPr>
      </w:pPr>
    </w:p>
    <w:p w:rsidR="009C7935" w:rsidRDefault="009C7935" w:rsidP="00CC5C79">
      <w:pPr>
        <w:pStyle w:val="libNormal"/>
        <w:rPr>
          <w:rtl/>
        </w:rPr>
      </w:pPr>
      <w:r>
        <w:rPr>
          <w:rtl/>
        </w:rPr>
        <w:br w:type="page"/>
      </w:r>
    </w:p>
    <w:p w:rsidR="009C7935" w:rsidRPr="009C7935" w:rsidRDefault="009C7935" w:rsidP="009C7935">
      <w:pPr>
        <w:pStyle w:val="libNormal"/>
        <w:rPr>
          <w:rtl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82" w:name="_Toc493163705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82"/>
      <w:r>
        <w:rPr>
          <w:rtl/>
          <w:lang w:bidi="ur-PK"/>
        </w:rPr>
        <w:t xml:space="preserve"> </w:t>
      </w:r>
    </w:p>
    <w:p w:rsidR="00B56CAE" w:rsidRPr="009C7935" w:rsidRDefault="00B56CAE" w:rsidP="009C7935">
      <w:pPr>
        <w:pStyle w:val="libArabic"/>
        <w:rPr>
          <w:rtl/>
        </w:rPr>
      </w:pPr>
      <w:r w:rsidRPr="009C7935">
        <w:rPr>
          <w:rFonts w:hint="cs"/>
          <w:rtl/>
        </w:rPr>
        <w:t>أَعُوذُ</w:t>
      </w:r>
      <w:r w:rsidRPr="009C7935">
        <w:rPr>
          <w:rtl/>
        </w:rPr>
        <w:t xml:space="preserve"> بِالل</w:t>
      </w:r>
      <w:r w:rsidRPr="009C7935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 xml:space="preserve">هِ </w:t>
      </w:r>
      <w:r w:rsidRPr="00C02DA6">
        <w:rPr>
          <w:rStyle w:val="libArabicChar"/>
          <w:rtl/>
        </w:rPr>
        <w:t>الرَّح</w:t>
      </w:r>
      <w:r w:rsidRPr="00C02DA6">
        <w:rPr>
          <w:rStyle w:val="libArabicChar"/>
          <w:rFonts w:hint="cs"/>
          <w:rtl/>
        </w:rPr>
        <w:t>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 w:rsidRPr="009C7935">
        <w:rPr>
          <w:rStyle w:val="libAieChar"/>
          <w:rFonts w:hint="eastAsia"/>
          <w:rtl/>
        </w:rPr>
        <w:t>وَ</w:t>
      </w:r>
      <w:r w:rsidR="00B56CAE" w:rsidRPr="009C7935">
        <w:rPr>
          <w:rStyle w:val="libAieChar"/>
          <w:rtl/>
        </w:rPr>
        <w:t xml:space="preserve"> قُل</w:t>
      </w:r>
      <w:r w:rsidR="00B56CAE" w:rsidRPr="009C7935">
        <w:rPr>
          <w:rStyle w:val="libAieChar"/>
          <w:rFonts w:hint="cs"/>
          <w:rtl/>
        </w:rPr>
        <w:t>ْ رَبِّ زِدْني‏ عِلْما</w:t>
      </w:r>
      <w:r w:rsidR="00B56CAE" w:rsidRPr="0029475F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طورپر جو احساسات اور جذبات انسان کے اندر رکھے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جذبہ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تلاش کرنے کا ہے۔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سامنے آجائے اس کو جاننا، اس کے اسباب اور عوامل کو تلاش کرنا،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ہر انسان جاننا چاہتا ہے ، وہ علم حاصل کرنا چاہتا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بات ہے کہ خاندان کے آداب اور رسومات، اقوام کے عقائد اور افکار کا اثر ہو جائے تو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 تک دب جائے۔ل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ہر انسان جاننا چاہتا ہے، اور اسلام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ہے لہذا اسلام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</w:t>
      </w:r>
      <w:r>
        <w:rPr>
          <w:rFonts w:hint="eastAsia"/>
          <w:rtl/>
          <w:lang w:bidi="ur-PK"/>
        </w:rPr>
        <w:t>ہت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ہے۔علم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کہا جائے تو بہتر ہوگا کہ اسلام علم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اور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غور فکر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پتا چلے گا قرآ ن نے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ہے۔انسان کو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بنانےم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کا کردار ہے۔انسان کو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حاصل ہونے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کا کردار ہے۔انسان جو مسجود ملائکہ بنا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کا کردار ہے۔ج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ارشاد رب العزت ہوتا ہے :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وَعَلَّمَ آدَمَ ال</w:t>
      </w:r>
      <w:r w:rsidR="00B56CAE" w:rsidRPr="009C7935">
        <w:rPr>
          <w:rStyle w:val="libAieChar"/>
          <w:rFonts w:hint="cs"/>
          <w:rtl/>
        </w:rPr>
        <w:t>ْأَسْماءَ كُلَّها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تمام اسماء اور حقائق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جناب آدم کو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 ملائکہ سے پوچھا تم بتائو ان اسما کو، 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 سکے، جناب آدم نے 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جناب آدم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فرشتوں پر ثابت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پر؟علم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انسان بناتا ہے۔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عمل کو معنا بخش بناتا ہے،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کو آباد کرتا ہے۔نہ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ممکن ہے اور نہ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معنا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جب تک علم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آجاتا، جب تک انسان حقائق کو جان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پہچا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اس کے آگے بڑہنے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چاہے وہ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چاہے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محال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3" w:name="_Toc493163706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8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طور پر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سبب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Fonts w:hint="cs"/>
          <w:rtl/>
        </w:rPr>
        <w:t>هُوَ الَّذي بَعَثَ‏ فِي الْأُمِّيِّينَ رَسُولاً مِنْهُمْ يَتْلُوا عَلَيْهِمْ آياتِهِ وَ يُزَكِّيهِمْ وَ يُعَلِّمُهُمُ الْكِتابَ وَ الْحِكْمَةَ</w:t>
      </w:r>
      <w:r w:rsidR="00B56CAE" w:rsidRPr="0029475F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ہے جس نے اپنا رسول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مکہ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تا کہ ان کے پاس آکر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کرے۔ان کو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 ، ان کے نفوس کو پاک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بنائے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نفس کرے ان کا۔ تو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سبب ت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ہے۔انسان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ہے؛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قل ھل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۔لون۔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ممکن ہے کہ جاننے والے اور نہ جاننے والے برابر ہوں ،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برابر ہوں۔ بلکہ جاننے والوں کو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حاصل ہے۔ جاننے والے </w:t>
      </w:r>
      <w:r>
        <w:rPr>
          <w:rFonts w:hint="eastAsia"/>
          <w:rtl/>
          <w:lang w:bidi="ur-PK"/>
        </w:rPr>
        <w:t>بہتر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جاننے والوں سے۔ جو بہتر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پسند کرتا ہے جو بہتر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ان کے مراتب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 ہے۔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 رہا ہے کہ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9C7935" w:rsidRPr="009C7935">
        <w:rPr>
          <w:rStyle w:val="libAlaemChar"/>
          <w:rFonts w:hint="cs"/>
          <w:rtl/>
        </w:rPr>
        <w:t>(</w:t>
      </w:r>
      <w:r w:rsidRPr="009C7935">
        <w:rPr>
          <w:rStyle w:val="libAieChar"/>
          <w:rFonts w:hint="cs"/>
          <w:rtl/>
        </w:rPr>
        <w:t>يَرْفَعِ‏ اللَّهُ الَّذينَ آمَنُوا مِنْكُمْ وَ الَّذينَ أُوتُوا الْعِلْمَ دَرَجات</w:t>
      </w:r>
      <w:r w:rsidRPr="0029475F">
        <w:rPr>
          <w:rFonts w:hint="cs"/>
          <w:rtl/>
        </w:rPr>
        <w:t xml:space="preserve"> </w:t>
      </w:r>
      <w:r w:rsidR="009C7935" w:rsidRPr="009C7935">
        <w:rPr>
          <w:rStyle w:val="libAlaemChar"/>
          <w:rFonts w:hint="cs"/>
          <w:rtl/>
        </w:rPr>
        <w:t>)</w:t>
      </w:r>
      <w:r w:rsidR="009C7935"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(145)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آنے والوں کو اور وہ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 کو درجات عطا کرتا ہے۔ ان کے درجات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کرتا ہے، ان کو بلند مراتب پر فائز کرتا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برتر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لت،</w:t>
      </w:r>
      <w:r>
        <w:rPr>
          <w:rtl/>
          <w:lang w:bidi="ur-PK"/>
        </w:rPr>
        <w:t xml:space="preserve"> ان کا بالا مقام تک پہنچنا،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ہے۔ اللہ جو درجات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 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علم ہے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ہے۔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اہے،</w:t>
      </w:r>
      <w:r>
        <w:rPr>
          <w:rtl/>
          <w:lang w:bidi="ur-PK"/>
        </w:rPr>
        <w:t xml:space="preserve"> اتنے بلند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نے جب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عدالت اور انصاف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چاہا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عدالت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فرشتے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اہل علم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علم کا تذکرہ خالق کائنات نے ملائکہ اور اپنے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ہے۔علم والے اتنے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کا تذکرہ فرشتوں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اتنے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کے ساتھ ان کا ذکر کر رہا ہے</w:t>
      </w:r>
    </w:p>
    <w:p w:rsidR="00B56CAE" w:rsidRDefault="009C7935" w:rsidP="007F6071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شَ</w:t>
      </w:r>
      <w:r w:rsidR="00B56CAE" w:rsidRPr="009C7935">
        <w:rPr>
          <w:rStyle w:val="libAieChar"/>
          <w:rFonts w:hint="cs"/>
          <w:rtl/>
        </w:rPr>
        <w:t>هِدَ اللَّهُ أَنَّهُ لا إِلهَ إِلاَّ هُوَ وَ الْمَلائِكَةُ وَ أُولُوا الْعِلْمِ قائِماً بِالْقِسْطِ لا إِلهَ إِلاَّ هُوَ الْعَزيزُ الْحَكيم</w:t>
      </w:r>
      <w:r w:rsidRPr="007F6071">
        <w:rPr>
          <w:rFonts w:hint="cs"/>
          <w:rtl/>
        </w:rPr>
        <w:t xml:space="preserve"> 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(146)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خداوند</w:t>
      </w:r>
      <w:r>
        <w:rPr>
          <w:rtl/>
          <w:lang w:bidi="ur-PK"/>
        </w:rPr>
        <w:t xml:space="preserve"> متعال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 کہ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معبود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کے فرشتے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کو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اس قدر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ان کا تذکرہ اپنے ساتھ کر رہا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4" w:name="_Toc493163707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اساس عمل</w:t>
      </w:r>
      <w:bookmarkEnd w:id="8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ظاہر</w:t>
      </w:r>
      <w:r>
        <w:rPr>
          <w:rtl/>
          <w:lang w:bidi="ur-PK"/>
        </w:rPr>
        <w:t xml:space="preserve"> ہے جب تک علم نہ آئے تو عمل کا تو سوال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مقدمہ ہوتا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کا، لہذا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ہوے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9C7935">
        <w:rPr>
          <w:rStyle w:val="libArabicChar"/>
          <w:rFonts w:hint="eastAsia"/>
          <w:rtl/>
        </w:rPr>
        <w:t>العلم</w:t>
      </w:r>
      <w:r w:rsidRPr="009C7935">
        <w:rPr>
          <w:rStyle w:val="libArabicChar"/>
          <w:rtl/>
        </w:rPr>
        <w:t xml:space="preserve"> اصل کل خ</w:t>
      </w:r>
      <w:r w:rsidRPr="009C7935">
        <w:rPr>
          <w:rStyle w:val="libArabicChar"/>
          <w:rFonts w:hint="cs"/>
          <w:rtl/>
        </w:rPr>
        <w:t>ی</w:t>
      </w:r>
      <w:r w:rsidRPr="009C7935">
        <w:rPr>
          <w:rStyle w:val="libArabicChar"/>
          <w:rFonts w:hint="eastAsia"/>
          <w:rtl/>
        </w:rPr>
        <w:t>ر؛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(147)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علم ہے۔ہر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، اساس علم ہے،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بناتا ہے، اگر علم نہ ہو تو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کس طرح ممکن ہو سکتا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کو دوسروں سے الگ کرتا ہے جدا کرتا ہے اور ممتاز مقام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کرت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اتنا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پر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نازل ہونے والا پہلا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تھا: </w:t>
      </w:r>
      <w:r w:rsidR="009C7935" w:rsidRPr="009C7935">
        <w:rPr>
          <w:rStyle w:val="libAlaemChar"/>
          <w:rFonts w:hint="cs"/>
          <w:rtl/>
        </w:rPr>
        <w:t>(</w:t>
      </w:r>
      <w:r w:rsidRPr="009C7935">
        <w:rPr>
          <w:rStyle w:val="libAieChar"/>
          <w:rtl/>
        </w:rPr>
        <w:t>اق</w:t>
      </w:r>
      <w:r w:rsidRPr="009C7935">
        <w:rPr>
          <w:rStyle w:val="libAieChar"/>
          <w:rFonts w:hint="cs"/>
          <w:rtl/>
        </w:rPr>
        <w:t>ْرَأْ بِاسْمِ رَبِّكَ الَّذي خَلَق</w:t>
      </w:r>
      <w:r w:rsidRPr="0029475F">
        <w:rPr>
          <w:rFonts w:hint="cs"/>
          <w:rtl/>
        </w:rPr>
        <w:t xml:space="preserve"> </w:t>
      </w:r>
      <w:r w:rsidR="009C7935" w:rsidRPr="009C7935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(148)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پڑہو اس رب کے نام سے جس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پہلا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پڑہنے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نہ صرف خدا کے کلام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علم سے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بلکہ خدا  جو اپنے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معراج پر لے جاتا ہے آسمانوں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کراتا ہے، بہشت اور دوزخ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رسول اللہ کو،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جو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ہو، ارشاد رب العزت ہو رہا ہے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C7935">
        <w:rPr>
          <w:rStyle w:val="libAieChar"/>
          <w:rtl/>
        </w:rPr>
        <w:t>سُب</w:t>
      </w:r>
      <w:r w:rsidR="00B56CAE" w:rsidRPr="009C7935">
        <w:rPr>
          <w:rStyle w:val="libAieChar"/>
          <w:rFonts w:hint="cs"/>
          <w:rtl/>
        </w:rPr>
        <w:t>ْحانَ الَّذي أَسْرى‏ بِعَبْدِهِ لَيْلاً مِنَ الْمَسْجِدِ الْحَرامِ إِلَى الْمَسْجِدِ الْأَقْصَى الَّذي بارَكْنا حَوْلَهُ لِنُرِيَهُ مِنْ آياتِنا إِنَّهُ هُوَ السَّميعُ الْبَصير</w:t>
      </w:r>
      <w:r w:rsidRPr="009C793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(149)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پاک</w:t>
      </w:r>
      <w:r>
        <w:rPr>
          <w:rtl/>
          <w:lang w:bidi="ur-PK"/>
        </w:rPr>
        <w:t xml:space="preserve"> ہے وہ ذات جو پنے عبد کو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حرام سے مسجد اقص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اور پھر وہاں سے معراج کا جو پورا سفر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تھا کہ لنر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تنا</w:t>
      </w:r>
      <w:r>
        <w:rPr>
          <w:rtl/>
          <w:lang w:bidi="ur-PK"/>
        </w:rPr>
        <w:t xml:space="preserve"> تا کہ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ہمارے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طرح اس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 ، معراج ع</w:t>
      </w:r>
      <w:r>
        <w:rPr>
          <w:rFonts w:hint="eastAsia"/>
          <w:rtl/>
          <w:lang w:bidi="ur-PK"/>
        </w:rPr>
        <w:t>لم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تھا، اس طرح کا معراج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خداوند متعال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خدا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معراج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</w:t>
      </w:r>
      <w:r>
        <w:rPr>
          <w:rtl/>
          <w:lang w:bidi="ur-PK"/>
        </w:rPr>
        <w:lastRenderedPageBreak/>
        <w:t>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ضائل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پورے معراج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علم اور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ہے۔خالق کائنات چاہتا تھا اپنے رسول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کرے، نہ صرف اس کا رسول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آگاہ ہو بلکہ فضائوں سے کہکشائوں سے آسمانوں سے جنت اور دوزخ سے ان تمام مراحل کون و مکان سے آگاہ رہے۔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5" w:name="_Toc493163708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اکرم(صعلم)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8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باوجود اس کے کہ رسول اللہ کو کتنا علم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جسے خدا علم عطا کرتا ہے اسے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عطا کرتا ہے </w:t>
      </w:r>
    </w:p>
    <w:p w:rsidR="00B56CAE" w:rsidRDefault="009C7935" w:rsidP="00B56CAE">
      <w:pPr>
        <w:pStyle w:val="libNormal"/>
        <w:rPr>
          <w:rtl/>
          <w:lang w:bidi="ur-PK"/>
        </w:rPr>
      </w:pPr>
      <w:r w:rsidRPr="009C7935">
        <w:rPr>
          <w:rStyle w:val="libAlaemChar"/>
          <w:rFonts w:hint="cs"/>
          <w:rtl/>
        </w:rPr>
        <w:t>(</w:t>
      </w:r>
      <w:r w:rsidR="00B56CAE" w:rsidRPr="009C7935">
        <w:rPr>
          <w:rStyle w:val="libAieChar"/>
          <w:rFonts w:hint="eastAsia"/>
          <w:rtl/>
        </w:rPr>
        <w:t>و</w:t>
      </w:r>
      <w:r w:rsidR="00B56CAE" w:rsidRPr="009C7935">
        <w:rPr>
          <w:rStyle w:val="libAieChar"/>
          <w:rtl/>
        </w:rPr>
        <w:t xml:space="preserve"> من 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Fonts w:hint="eastAsia"/>
          <w:rtl/>
        </w:rPr>
        <w:t>وت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tl/>
        </w:rPr>
        <w:t xml:space="preserve"> الحکمة فقط اوت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tl/>
        </w:rPr>
        <w:t xml:space="preserve"> خ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Fonts w:hint="eastAsia"/>
          <w:rtl/>
        </w:rPr>
        <w:t>را</w:t>
      </w:r>
      <w:r w:rsidR="00B56CAE" w:rsidRPr="009C7935">
        <w:rPr>
          <w:rStyle w:val="libAieChar"/>
          <w:rtl/>
        </w:rPr>
        <w:t xml:space="preserve"> کث</w:t>
      </w:r>
      <w:r w:rsidR="00B56CAE" w:rsidRPr="009C7935">
        <w:rPr>
          <w:rStyle w:val="libAieChar"/>
          <w:rFonts w:hint="cs"/>
          <w:rtl/>
        </w:rPr>
        <w:t>ی</w:t>
      </w:r>
      <w:r w:rsidR="00B56CAE" w:rsidRPr="009C7935">
        <w:rPr>
          <w:rStyle w:val="libAieChar"/>
          <w:rFonts w:hint="eastAsia"/>
          <w:rtl/>
        </w:rPr>
        <w:t>را؛</w:t>
      </w:r>
      <w:r w:rsidRPr="009C7935">
        <w:rPr>
          <w:rStyle w:val="libAlaemChar"/>
          <w:rFonts w:hint="cs"/>
          <w:rtl/>
        </w:rPr>
        <w:t>)</w:t>
      </w:r>
      <w:r w:rsidR="00B56CAE"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جسے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اسے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ہے۔اس مقام پر فائز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باوجود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دعا جس دعا کرنے کا خالق کائنات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مانگتے رہو، و قل رب زدن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علما؛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اضافہ فرما؛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اضافہ فرما۔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کمالات کا مقدمہ علم ہے ؛ جتنا علم آجائے اسے حرف آخر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آگاہ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کا سلسلہ ختم ہونے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ہر لمحہ انسان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دن جس دن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نہ ہو وہ دن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خسارہ کا دن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کم سے کم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نہ ہو تو اس وقت خسارہ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الساجد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ہر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تھے بار الہا مجھے عقل کامل قلب پاک اور علم فراوان عطا فرما۔ </w:t>
      </w:r>
      <w:r w:rsidRPr="007F6071">
        <w:rPr>
          <w:rStyle w:val="libFootnotenumChar"/>
          <w:rtl/>
        </w:rPr>
        <w:t>(150)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انسان کا عقل کامل ہو جائے، معرفت کے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پر جا پہنچے،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پہچان سکے حقائق عالم کو جان سکے۔ عقل کامل اور اس کے ساتھ ساتھ پاک دل، صاف دل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دل جس طرح انسان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 اس کا دل پاک آتا ہے آلودہ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ہوتا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سے، اس طرح پاک دل، اور پھر علم فراوان عطا فرما۔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دعا ہے جو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ہر رات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علم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 کمالات کا سبب بنتا ہے۔ </w:t>
      </w:r>
    </w:p>
    <w:p w:rsidR="00287D43" w:rsidRDefault="00287D43" w:rsidP="00B56CAE">
      <w:pPr>
        <w:pStyle w:val="libNormal"/>
        <w:rPr>
          <w:rtl/>
          <w:lang w:bidi="ur-PK"/>
        </w:rPr>
      </w:pPr>
    </w:p>
    <w:p w:rsidR="00287D43" w:rsidRDefault="00287D43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86" w:name="_Toc493163709"/>
      <w:r>
        <w:rPr>
          <w:rFonts w:hint="eastAsia"/>
          <w:rtl/>
          <w:lang w:bidi="ur-PK"/>
        </w:rPr>
        <w:lastRenderedPageBreak/>
        <w:t>علم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bookmarkEnd w:id="8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علم سے مراد لفظ پڑہنا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الفاظ کو رٹنا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اصطلاحات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الفاظ کو جاننا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ہےبلکہ حقائق کو جاننا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آشنائ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الفاظ آپ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طوطے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رٹوا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رٹ دے 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اصل سمجھنا ہے، ان حقائق کو درک کرنا، ان کا </w:t>
      </w:r>
      <w:r>
        <w:rPr>
          <w:rFonts w:hint="eastAsia"/>
          <w:rtl/>
          <w:lang w:bidi="ur-PK"/>
        </w:rPr>
        <w:t>ادراک</w:t>
      </w:r>
      <w:r>
        <w:rPr>
          <w:rtl/>
          <w:lang w:bidi="ur-PK"/>
        </w:rPr>
        <w:t xml:space="preserve"> ، فہم اور شعور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 علم ہے۔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56CAE" w:rsidRDefault="00287D43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(</w:t>
      </w:r>
      <w:r w:rsidR="00B56CAE" w:rsidRPr="00287D43">
        <w:rPr>
          <w:rStyle w:val="libArabicChar"/>
          <w:rFonts w:hint="eastAsia"/>
          <w:rtl/>
        </w:rPr>
        <w:t>العلم</w:t>
      </w:r>
      <w:r w:rsidR="00B56CAE" w:rsidRPr="00287D43">
        <w:rPr>
          <w:rStyle w:val="libArabicChar"/>
          <w:rtl/>
        </w:rPr>
        <w:t xml:space="preserve"> نور </w:t>
      </w:r>
      <w:r w:rsidR="00B56CAE" w:rsidRPr="00287D43">
        <w:rPr>
          <w:rStyle w:val="libArabicChar"/>
          <w:rFonts w:hint="cs"/>
          <w:rtl/>
        </w:rPr>
        <w:t>ی</w:t>
      </w:r>
      <w:r w:rsidR="00B56CAE" w:rsidRPr="00287D43">
        <w:rPr>
          <w:rStyle w:val="libArabicChar"/>
          <w:rFonts w:hint="eastAsia"/>
          <w:rtl/>
        </w:rPr>
        <w:t>قذف</w:t>
      </w:r>
      <w:r w:rsidR="00B56CAE" w:rsidRPr="00287D43">
        <w:rPr>
          <w:rStyle w:val="libArabicChar"/>
          <w:rFonts w:hint="cs"/>
          <w:rtl/>
        </w:rPr>
        <w:t>ه</w:t>
      </w:r>
      <w:r w:rsidR="00B56CAE" w:rsidRPr="00287D43">
        <w:rPr>
          <w:rStyle w:val="libArabicChar"/>
          <w:rtl/>
        </w:rPr>
        <w:t xml:space="preserve"> الل</w:t>
      </w:r>
      <w:r w:rsidR="00B56CAE" w:rsidRPr="00287D43">
        <w:rPr>
          <w:rStyle w:val="libArabicChar"/>
          <w:rFonts w:hint="cs"/>
          <w:rtl/>
        </w:rPr>
        <w:t>ه فی</w:t>
      </w:r>
      <w:r w:rsidR="00B56CAE" w:rsidRPr="00287D43">
        <w:rPr>
          <w:rStyle w:val="libArabicChar"/>
          <w:rtl/>
        </w:rPr>
        <w:t xml:space="preserve"> قبل من </w:t>
      </w:r>
      <w:r w:rsidR="00B56CAE" w:rsidRPr="00287D43">
        <w:rPr>
          <w:rStyle w:val="libArabicChar"/>
          <w:rFonts w:hint="cs"/>
          <w:rtl/>
        </w:rPr>
        <w:t>ی</w:t>
      </w:r>
      <w:r w:rsidR="00B56CAE" w:rsidRPr="00287D43">
        <w:rPr>
          <w:rStyle w:val="libArabicChar"/>
          <w:rFonts w:hint="eastAsia"/>
          <w:rtl/>
        </w:rPr>
        <w:t>شاء</w:t>
      </w:r>
      <w:r>
        <w:rPr>
          <w:rFonts w:hint="cs"/>
          <w:rtl/>
          <w:lang w:bidi="ur-PK"/>
        </w:rPr>
        <w:t>)</w:t>
      </w:r>
      <w:r w:rsidR="00B56CAE">
        <w:rPr>
          <w:rtl/>
          <w:lang w:bidi="ur-PK"/>
        </w:rPr>
        <w:t xml:space="preserve"> </w:t>
      </w:r>
      <w:r w:rsidR="00B56CAE" w:rsidRPr="007F6071">
        <w:rPr>
          <w:rStyle w:val="libFootnotenumChar"/>
          <w:rtl/>
        </w:rPr>
        <w:t>(151)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نور ہے اللہ جس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ہے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اپنے دل کو پاک کرے، صاف کرے، خدا سے ارتباط قائم کرے، تقوا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کرے،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بنائے خدا خود اسے اہل جانتے ہوے علم عطا فرماتا ہے۔حق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خدا عطا کرے۔ الفاظ جانن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بنتا، ارشاد رب العزت ہو رہا ہے </w:t>
      </w:r>
    </w:p>
    <w:p w:rsidR="00B56CAE" w:rsidRDefault="00287D43" w:rsidP="007F6071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 w:rsidRPr="00287D43">
        <w:rPr>
          <w:rStyle w:val="libAieChar"/>
          <w:rFonts w:hint="eastAsia"/>
          <w:rtl/>
        </w:rPr>
        <w:t>وَ</w:t>
      </w:r>
      <w:r w:rsidR="00B56CAE" w:rsidRPr="00287D43">
        <w:rPr>
          <w:rStyle w:val="libAieChar"/>
          <w:rtl/>
        </w:rPr>
        <w:t xml:space="preserve"> اتَّقُوا اللَّ</w:t>
      </w:r>
      <w:r w:rsidR="00B56CAE" w:rsidRPr="00287D43">
        <w:rPr>
          <w:rStyle w:val="libAieChar"/>
          <w:rFonts w:hint="cs"/>
          <w:rtl/>
        </w:rPr>
        <w:t>هَ وَ يُعَلِّمُكُمُ‏ اللَّه</w:t>
      </w:r>
      <w:r w:rsidRPr="00287D43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(152)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سے ڈرو تقوائے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کرو،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خالق کائنا تمہارے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ہ علم ہوگا جو کتابوں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بلکہ جو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نفس سے ملتا ہے، دل کو پاک کرنے سے ملتا ہے۔ اگر انسان اپنے قلب کو جو کہ حرم اللہ عرش اللہ ہے مومن کا د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حرم اللہ ہے، عرش اللہ ہے، اگر انسان اسے اغ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پاک کر دے،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اللہ سے صاف کر دے تو خالق کائنات اسے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نازل کرتا ہے اور اسے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عطا فرماتا ہے۔ ان لوگوں پر خدا الہام کرتا رہتا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7" w:name="_Toc493163710"/>
      <w:r>
        <w:rPr>
          <w:rFonts w:hint="eastAsia"/>
          <w:rtl/>
          <w:lang w:bidi="ur-PK"/>
        </w:rPr>
        <w:t>حکمت</w:t>
      </w:r>
      <w:r>
        <w:rPr>
          <w:rtl/>
          <w:lang w:bidi="ur-PK"/>
        </w:rPr>
        <w:t xml:space="preserve">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8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مومن نہ صرف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کرتا ہے بلکہ  حقائق کو جاننے پہچاننے حق اور باطل کو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حق پر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طلب کرتا ہے، جسے بعض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کے مطابق حکمت کہا جاتا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جو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 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حکما و الحقن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ن؛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مجھے علم و حکمت عطا فرما،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حکمت علم سے بڑہ کر ہے، صرف جاننا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پر،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ہو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دے سکے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باطل ہے، جب وہ مشخص کر سکے تو اس کے پاس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حق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کرسکے۔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 و حوس،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رسومات اور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بسا اوقات وہ حق کو جانتے ہوئے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اور مصلحت کا شکار ہو جاتا ہے ۔ حکمت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پاس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ساتھ حق پر عمل کرن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ہوجائے وہ حق کو جان سکے پہچان سکے اس پر عمل کر سکے،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تعصب انسان کو کہاں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خالق کائنات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جنہوں نے حق کوپہچان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بجائے اس کے کہ وہ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فرما، کہنے لگے</w:t>
      </w:r>
    </w:p>
    <w:p w:rsidR="00B56CAE" w:rsidRDefault="00287D43" w:rsidP="007F6071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87D43">
        <w:rPr>
          <w:rStyle w:val="libAieChar"/>
          <w:rtl/>
        </w:rPr>
        <w:t xml:space="preserve">وَ </w:t>
      </w:r>
      <w:r w:rsidR="00B56CAE" w:rsidRPr="00287D43">
        <w:rPr>
          <w:rStyle w:val="libAieChar"/>
          <w:rFonts w:hint="cs"/>
          <w:rtl/>
        </w:rPr>
        <w:t>إِذْ قالُوا اللَّهُمَّ إِنْ كانَ هذا هُوَ الْحَقَّ مِنْ عِنْ</w:t>
      </w:r>
      <w:r w:rsidR="00B56CAE" w:rsidRPr="00287D43">
        <w:rPr>
          <w:rStyle w:val="libAieChar"/>
          <w:rtl/>
        </w:rPr>
        <w:t>دِ</w:t>
      </w:r>
      <w:r w:rsidR="00B56CAE" w:rsidRPr="00287D43">
        <w:rPr>
          <w:rStyle w:val="libAieChar"/>
          <w:rFonts w:hint="cs"/>
          <w:rtl/>
        </w:rPr>
        <w:t>كَ فَأَمْطِرْ عَلَيْنا حِجارَةً مِنَ السَّماءِ أَوِ ائْتِنا بِعَذابٍ أَليم</w:t>
      </w:r>
      <w:r w:rsidR="00B56CAE" w:rsidRPr="0029475F">
        <w:rPr>
          <w:rFonts w:hint="cs"/>
          <w:rtl/>
        </w:rPr>
        <w:t xml:space="preserve"> </w:t>
      </w:r>
      <w:r w:rsidRPr="00287D4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(153)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!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ہے تو آسمان سے پتھر نازل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تعصب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بغض انسان کو کہاں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وہ حق کو جاننے کے بعد بجائے اس کے کہ وہ اس کے ماننے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کہے کہ بار الہا مجھے حق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 </w:t>
      </w:r>
      <w:r>
        <w:rPr>
          <w:rFonts w:hint="eastAsia"/>
          <w:rtl/>
          <w:lang w:bidi="ur-PK"/>
        </w:rPr>
        <w:t>بلکہ</w:t>
      </w:r>
      <w:r>
        <w:rPr>
          <w:rtl/>
          <w:lang w:bidi="ur-PK"/>
        </w:rPr>
        <w:t xml:space="preserve"> کہا جا رہا ہے کہ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ہے تو پھر مجھے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آسمان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پتھر نازل ہو۔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انسان کو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8" w:name="_Toc493163711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</w:t>
      </w:r>
      <w:bookmarkEnd w:id="8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علم سے پناہ مانگو جو علم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دے۔ علم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کچھ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جتنے علم کے فضائل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فضائل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 w:rsidRPr="00287D43">
        <w:rPr>
          <w:rStyle w:val="libArabicChar"/>
          <w:rtl/>
        </w:rPr>
        <w:t>الل</w:t>
      </w:r>
      <w:r w:rsidRPr="00287D43">
        <w:rPr>
          <w:rStyle w:val="libArabicChar"/>
          <w:rFonts w:hint="cs"/>
          <w:rtl/>
        </w:rPr>
        <w:t>هم انی</w:t>
      </w:r>
      <w:r w:rsidRPr="00287D43">
        <w:rPr>
          <w:rStyle w:val="libArabicChar"/>
          <w:rtl/>
        </w:rPr>
        <w:t xml:space="preserve"> اعوذبک من علم لا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نفع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(154)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مانگتا ہوں اس علم سے جو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ہو جو فائدہ نہ دے بلکہ فائدے کے بجائے نقصان دے۔علم سوء کا علماء سوء کا کردار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عبرت ناک کردار ہے۔ قرآن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</w:t>
      </w:r>
    </w:p>
    <w:p w:rsidR="00B56CAE" w:rsidRDefault="00287D43" w:rsidP="00287D43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87D43">
        <w:rPr>
          <w:rStyle w:val="libAieChar"/>
          <w:rtl/>
        </w:rPr>
        <w:t>مَثَلُ الَّذ</w:t>
      </w:r>
      <w:r w:rsidR="00B56CAE" w:rsidRPr="00287D43">
        <w:rPr>
          <w:rStyle w:val="libAieChar"/>
          <w:rFonts w:hint="cs"/>
          <w:rtl/>
        </w:rPr>
        <w:t>ينَ حُمِّلُوا التَّوْراةَ ثُمَّ لَمْ يَحْمِلُوها كَمَثَلِ الْحِمارِ يَحْمِلُ أَسْفارا</w:t>
      </w:r>
      <w:r w:rsidR="00B56CAE" w:rsidRPr="0029475F">
        <w:rPr>
          <w:rFonts w:hint="cs"/>
          <w:rtl/>
        </w:rPr>
        <w:t xml:space="preserve"> </w:t>
      </w:r>
      <w:r w:rsidRPr="00287D43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(155)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 بنو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کتاب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انہوں نے کتاب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کتاب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واقع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کتاب سے استفادہ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گدہے پر کتاب بار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گدہے پر آپ کتابوں کو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ہوتاہے کہ گدہا کتابوں کے رکھنے سے عالم بن جائے ؛ جن کو تورات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انہوں اس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گدہے پر کتاب لاد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 ہو۔ 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علم حاصل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علم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عمل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اور پھر سعادت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اسلام نے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رسول کائنات نے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287D43">
        <w:rPr>
          <w:rStyle w:val="libArabicChar"/>
          <w:rtl/>
        </w:rPr>
        <w:t>العلم فر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ض</w:t>
      </w:r>
      <w:r w:rsidRPr="00287D43">
        <w:rPr>
          <w:rStyle w:val="libArabicChar"/>
          <w:rFonts w:hint="cs"/>
          <w:rtl/>
        </w:rPr>
        <w:t>ه</w:t>
      </w:r>
      <w:r w:rsidRPr="00287D43">
        <w:rPr>
          <w:rStyle w:val="libArabicChar"/>
          <w:rtl/>
        </w:rPr>
        <w:t xml:space="preserve"> عل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کل مسلم و مسلم</w:t>
      </w:r>
      <w:r w:rsidRPr="00287D43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(156)</w:t>
      </w:r>
    </w:p>
    <w:p w:rsidR="00B56CAE" w:rsidRPr="00287D43" w:rsidRDefault="00B56CAE" w:rsidP="00B56CAE">
      <w:pPr>
        <w:pStyle w:val="libNormal"/>
        <w:rPr>
          <w:rStyle w:val="libArabicChar"/>
          <w:rtl/>
        </w:rPr>
      </w:pPr>
      <w:r>
        <w:rPr>
          <w:rtl/>
          <w:lang w:bidi="ur-PK"/>
        </w:rPr>
        <w:t xml:space="preserve"> علم کو طلب کرنا، طلب علم کرنا ہر مسلمان عورت اور مرد پر واجب ہے، اور عمر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Pr="00287D43">
        <w:rPr>
          <w:rStyle w:val="libArabicChar"/>
          <w:rtl/>
        </w:rPr>
        <w:t>اطلبوا العلم من الم</w:t>
      </w:r>
      <w:r w:rsidRPr="00287D43">
        <w:rPr>
          <w:rStyle w:val="libArabicChar"/>
          <w:rFonts w:hint="cs"/>
          <w:rtl/>
        </w:rPr>
        <w:t>هد الی</w:t>
      </w:r>
      <w:r w:rsidRPr="00287D43">
        <w:rPr>
          <w:rStyle w:val="libArabicChar"/>
          <w:rtl/>
        </w:rPr>
        <w:t xml:space="preserve"> اللحد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گہوارے</w:t>
      </w:r>
      <w:r>
        <w:rPr>
          <w:rtl/>
          <w:lang w:bidi="ur-PK"/>
        </w:rPr>
        <w:t xml:space="preserve"> سے لے کر بچپنے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آغاز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لے کر اختتام تک قبر تک علم حاصل کرو۔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:</w:t>
      </w:r>
      <w:r w:rsidRPr="00287D43">
        <w:rPr>
          <w:rStyle w:val="libArabicChar"/>
          <w:rtl/>
        </w:rPr>
        <w:t>اطلبوا العلم ولو بالص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ن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(157)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حاصل کرو چاہے تمہں دور دراز کا سفر کر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جانا پڑے،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کو قبول کرلوعلم حاصل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مومن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89" w:name="_Toc493163712"/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bookmarkEnd w:id="8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ہے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ہے۔ </w:t>
      </w:r>
      <w:r w:rsidRPr="007F6071">
        <w:rPr>
          <w:rStyle w:val="libFootnotenumChar"/>
          <w:rtl/>
        </w:rPr>
        <w:t>(158)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وارث کون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ان کو ماننے والے، ان کو چاہنے والے ہم محبان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آپ کو اس اہل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راث،</w:t>
      </w:r>
      <w:r>
        <w:rPr>
          <w:rtl/>
          <w:lang w:bidi="ur-PK"/>
        </w:rPr>
        <w:t xml:space="preserve"> اپنے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فرمائے۔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وارث بنا دے،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بنا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نہ ہو اور رک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،علم کا سلسلہ چلتے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بڑہتے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ہر لمحہ انسان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علم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 کرے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۔ </w:t>
      </w:r>
      <w:r w:rsidRPr="007F6071">
        <w:rPr>
          <w:rStyle w:val="libFootnotenumChar"/>
          <w:rtl/>
        </w:rPr>
        <w:t>(159)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بلکل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وہ بلکل بستر مرگ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اسے ہوش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سوال کرنے لگا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مسئلہ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ہے؟ اس کا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سکتا ہے؟ اس کے رشتہ دار جو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 تھے کہنے لگے آپ مرنے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مرنا تو  ہےہ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سئلہ</w:t>
      </w:r>
      <w:r>
        <w:rPr>
          <w:rtl/>
          <w:lang w:bidi="ur-PK"/>
        </w:rPr>
        <w:t xml:space="preserve"> جان کے مروں تو بہتر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جانے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چلا جائوں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بہتر ہے،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تک، مرنا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جانا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مسئلہ جان کر جائے ، اس کے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اضافہ ہو اور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علم قرار پائے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لئے،اسلام</w:t>
      </w:r>
      <w:r>
        <w:rPr>
          <w:rtl/>
          <w:lang w:bidi="ur-PK"/>
        </w:rPr>
        <w:t xml:space="preserve"> نے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ہےتمہ</w:t>
      </w:r>
      <w:r>
        <w:rPr>
          <w:rFonts w:hint="eastAsia"/>
          <w:rtl/>
          <w:lang w:bidi="ur-PK"/>
        </w:rPr>
        <w:t>ارے</w:t>
      </w:r>
      <w:r>
        <w:rPr>
          <w:rtl/>
          <w:lang w:bidi="ur-PK"/>
        </w:rPr>
        <w:t xml:space="preserve"> پاس،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جسے حق مہر قرار دو اور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تو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حق مہر قرار دو،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</w:t>
      </w:r>
      <w:r>
        <w:rPr>
          <w:rtl/>
          <w:lang w:bidi="ur-PK"/>
        </w:rPr>
        <w:lastRenderedPageBreak/>
        <w:t>حق مہر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کمتر ہے کہ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درہم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کو حق مہر قرار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جا سکتا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کتابت کو حق مہر نہ ب</w:t>
      </w:r>
      <w:r>
        <w:rPr>
          <w:rFonts w:hint="eastAsia"/>
          <w:rtl/>
          <w:lang w:bidi="ur-PK"/>
        </w:rPr>
        <w:t>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تو کہتا ہے کہ اگر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تو اسے آزاد کرو اس شرط پر کہ وہ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اسلام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 جاتا ہے اسلام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فہم اور منطق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ہے۔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فخر  ہے کہ ہمارے پہلے ب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پہلا باب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اور جھل کے متعلق ہے۔تمام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ہمہ وقت اور ہمہ جا علم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نقطہ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 بلکہ مطلق علم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تمام علوم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البتہ جو عقائد کا علم ہے وہ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واجب ہے،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اپنے عقائد کو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سے حاصل کرے اور اس کے علاوہ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معاشر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مسلمان معاشرہ ضرورت مند ہو اس علم کو حاصل کرنا واجب کفائ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جاتا ہے۔ تمام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علوم جو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ان مسائل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ان کو حاصل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کفائ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نے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ہم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کا حکم خالق 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</w:t>
      </w:r>
      <w:r>
        <w:rPr>
          <w:rtl/>
          <w:lang w:bidi="ur-PK"/>
        </w:rPr>
        <w:t xml:space="preserve"> و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زال</w:t>
      </w:r>
      <w:r>
        <w:rPr>
          <w:rtl/>
          <w:lang w:bidi="ur-PK"/>
        </w:rPr>
        <w:t xml:space="preserve"> نے اپنے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قل رب زدن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علما۔ </w:t>
      </w:r>
    </w:p>
    <w:p w:rsidR="00B56CAE" w:rsidRPr="00287D43" w:rsidRDefault="00B56CAE" w:rsidP="00287D43">
      <w:pPr>
        <w:pStyle w:val="libArabic"/>
        <w:rPr>
          <w:rtl/>
        </w:rPr>
      </w:pPr>
      <w:r w:rsidRPr="00287D43">
        <w:rPr>
          <w:rFonts w:hint="eastAsia"/>
          <w:rtl/>
        </w:rPr>
        <w:t>والسلام</w:t>
      </w:r>
      <w:r w:rsidRPr="00287D43">
        <w:rPr>
          <w:rtl/>
        </w:rPr>
        <w:t xml:space="preserve"> عل</w:t>
      </w:r>
      <w:r w:rsidRPr="00287D43">
        <w:rPr>
          <w:rFonts w:hint="cs"/>
          <w:rtl/>
        </w:rPr>
        <w:t>ی</w:t>
      </w:r>
      <w:r w:rsidRPr="00287D43">
        <w:rPr>
          <w:rFonts w:hint="eastAsia"/>
          <w:rtl/>
        </w:rPr>
        <w:t>کم</w:t>
      </w:r>
      <w:r w:rsidRPr="00287D43">
        <w:rPr>
          <w:rtl/>
        </w:rPr>
        <w:t xml:space="preserve"> و رحمة اللَّ</w:t>
      </w:r>
      <w:r w:rsidRPr="00287D43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287D43" w:rsidRDefault="00287D43" w:rsidP="00B56CAE">
      <w:pPr>
        <w:pStyle w:val="libNormal"/>
        <w:rPr>
          <w:rtl/>
          <w:lang w:bidi="ur-PK"/>
        </w:rPr>
      </w:pPr>
    </w:p>
    <w:p w:rsidR="00287D43" w:rsidRDefault="00287D43" w:rsidP="00B56CAE">
      <w:pPr>
        <w:pStyle w:val="libNormal"/>
        <w:rPr>
          <w:rtl/>
          <w:lang w:bidi="ur-PK"/>
        </w:rPr>
      </w:pPr>
    </w:p>
    <w:p w:rsidR="00287D43" w:rsidRDefault="00287D43" w:rsidP="00B56CAE">
      <w:pPr>
        <w:pStyle w:val="libNormal"/>
        <w:rPr>
          <w:rtl/>
          <w:lang w:bidi="ur-PK"/>
        </w:rPr>
      </w:pPr>
    </w:p>
    <w:p w:rsidR="00287D43" w:rsidRDefault="00287D43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90" w:name="_Toc493163713"/>
      <w:r>
        <w:rPr>
          <w:rFonts w:hint="eastAsia"/>
          <w:rtl/>
          <w:lang w:bidi="ur-PK"/>
        </w:rPr>
        <w:lastRenderedPageBreak/>
        <w:t>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90"/>
    </w:p>
    <w:p w:rsidR="00B56CAE" w:rsidRPr="00287D43" w:rsidRDefault="00B56CAE" w:rsidP="00287D43">
      <w:pPr>
        <w:pStyle w:val="libArabic"/>
        <w:rPr>
          <w:rtl/>
        </w:rPr>
      </w:pPr>
      <w:r w:rsidRPr="00287D43">
        <w:rPr>
          <w:rFonts w:hint="cs"/>
          <w:rtl/>
        </w:rPr>
        <w:t>أَعُوذُ</w:t>
      </w:r>
      <w:r w:rsidRPr="00287D43">
        <w:rPr>
          <w:rtl/>
        </w:rPr>
        <w:t xml:space="preserve"> بِالل</w:t>
      </w:r>
      <w:r w:rsidRPr="00287D43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</w:t>
      </w:r>
      <w:r w:rsidRPr="00C02DA6">
        <w:rPr>
          <w:rStyle w:val="libArabicChar"/>
          <w:rtl/>
        </w:rPr>
        <w:t>نَ الشَّ</w:t>
      </w:r>
      <w:r w:rsidRPr="00C02DA6">
        <w:rPr>
          <w:rStyle w:val="libArabicChar"/>
          <w:rFonts w:hint="cs"/>
          <w:rtl/>
        </w:rPr>
        <w:t>يْطَانِ الرَّجِيمِ</w:t>
      </w:r>
      <w:r w:rsidRPr="0029475F">
        <w:rPr>
          <w:rFonts w:hint="cs"/>
          <w:rtl/>
        </w:rPr>
        <w:t>.</w:t>
      </w:r>
    </w:p>
    <w:p w:rsidR="00B56CAE" w:rsidRDefault="00287D43" w:rsidP="00B56CAE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 w:rsidRPr="00287D43">
        <w:rPr>
          <w:rStyle w:val="libAieChar"/>
          <w:rFonts w:hint="eastAsia"/>
          <w:rtl/>
        </w:rPr>
        <w:t>رَبِّ</w:t>
      </w:r>
      <w:r w:rsidR="00B56CAE" w:rsidRPr="00287D43">
        <w:rPr>
          <w:rStyle w:val="libAieChar"/>
          <w:rtl/>
        </w:rPr>
        <w:t xml:space="preserve"> </w:t>
      </w:r>
      <w:r w:rsidR="00B56CAE" w:rsidRPr="00287D43">
        <w:rPr>
          <w:rStyle w:val="libAieChar"/>
          <w:rFonts w:hint="cs"/>
          <w:rtl/>
        </w:rPr>
        <w:t>هَبْ لي‏ حُكْماً وَ أَلْحِقْني‏ بِالصَّالِحين‏</w:t>
      </w:r>
      <w:r w:rsidR="00B56CAE" w:rsidRPr="0029475F">
        <w:rPr>
          <w:rFonts w:hint="cs"/>
          <w:rtl/>
        </w:rPr>
        <w:t xml:space="preserve"> </w:t>
      </w:r>
      <w:r w:rsidRPr="00287D4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(160)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اجتماع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ہم نظر دوڑائ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آئے گا کہ انسان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اپنے ہم جنس اور ہم نوع انسانوں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کرتا رہا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تک و تنہا بلکل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جا کر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کرے۔ انس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انسانوں کے ساتھ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کرے گا۔ چاہے وہ قبل از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ما بعد از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چاہے وہ اول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آج کل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شرفتہ</w:t>
      </w:r>
      <w:r>
        <w:rPr>
          <w:rtl/>
          <w:lang w:bidi="ur-PK"/>
        </w:rPr>
        <w:t xml:space="preserve"> اور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معاشرے ہوں، انسان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انسانوں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کرتا ہے۔ دوسروں کے ساتھ اس کا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ہوتا ہے معاملات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ساتھ اس کے روابط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دوسروں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 تک و تنہا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تعلقات اگر ہوں تو کس کے ساتھ ہوں؟ کس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ہوں؟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سوال بن جاتا ہے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جو فطرت کا تقاضہ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ہے جس طرح انسان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وہ اچھا رہے، دوسرے اس کا حق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دوسرے اس کے ساتھ اچھا سلوک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دوسروں کے ساتھ اچھا سلوک کرے،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اچھائ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انسانوں کے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تعلقات 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سے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ہو،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کے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کا بندہ 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ہوں، خدا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دوسرے انسان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ان کے حقوق ادا کرو ان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رکھو ان کے ہمدرد بنو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جو تعلقات استوار ہوں گے وہ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رہنے والے ہوں گے۔</w:t>
      </w:r>
    </w:p>
    <w:p w:rsidR="00287D43" w:rsidRDefault="00287D43" w:rsidP="00B56CAE">
      <w:pPr>
        <w:pStyle w:val="libNormal"/>
        <w:rPr>
          <w:rtl/>
          <w:lang w:bidi="ur-PK"/>
        </w:rPr>
      </w:pPr>
    </w:p>
    <w:p w:rsidR="00287D43" w:rsidRDefault="00287D43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91" w:name="_Toc493163714"/>
      <w:r>
        <w:rPr>
          <w:rFonts w:hint="eastAsia"/>
          <w:rtl/>
          <w:lang w:bidi="ur-PK"/>
        </w:rPr>
        <w:lastRenderedPageBreak/>
        <w:t>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ہونے کے لئے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bookmarkEnd w:id="9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287D43" w:rsidP="00B56CAE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87D43">
        <w:rPr>
          <w:rStyle w:val="libAieChar"/>
          <w:rtl/>
        </w:rPr>
        <w:t xml:space="preserve">رَبِّ </w:t>
      </w:r>
      <w:r w:rsidR="00B56CAE" w:rsidRPr="00287D43">
        <w:rPr>
          <w:rStyle w:val="libAieChar"/>
          <w:rFonts w:hint="cs"/>
          <w:rtl/>
        </w:rPr>
        <w:t>هَبْ لي‏ حُكْماً وَ أَلْحِقْني‏ بِالصَّالِحين‏</w:t>
      </w:r>
      <w:r w:rsidR="00B56CAE" w:rsidRPr="0029475F">
        <w:rPr>
          <w:rFonts w:hint="cs"/>
          <w:rtl/>
        </w:rPr>
        <w:t xml:space="preserve"> ؛</w:t>
      </w:r>
      <w:r w:rsidRPr="00287D43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بارالہا</w:t>
      </w:r>
      <w:r>
        <w:rPr>
          <w:rtl/>
          <w:lang w:bidi="ur-PK"/>
        </w:rPr>
        <w:t>! مجھے علم اور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عطا فرما، اور مجھے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کر دے۔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تو خود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علم اور حکمت کے مالک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علم اور دانائ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خود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بلکہ خالق کائنات نے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 حضرت وہ  اسح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ہوں حضرت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لؑ</w:t>
      </w:r>
      <w:r>
        <w:rPr>
          <w:rtl/>
          <w:lang w:bidi="ur-PK"/>
        </w:rPr>
        <w:t xml:space="preserve"> ہوں، ان کے بعد آنے والے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عقوبؑ</w:t>
      </w:r>
      <w:r>
        <w:rPr>
          <w:rtl/>
          <w:lang w:bidi="ur-PK"/>
        </w:rPr>
        <w:t xml:space="preserve"> ہوں، وہ تمام کے تمام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تھے۔ اس کا قرآن نے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وہ سب کے سب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تھے، خود صالح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بار الہا مجھے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کر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کا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ہے، کہ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ہونے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ہر مسئلے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درکار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اندر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غرور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جائے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اپنے کمالات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کر سکتا ہوں تو وہاں پر انسان تنزل کا شکار ہو جاتا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>۔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 جاتا ہے اور اسفل سافل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 جاتا ہے، ہر لمحہ اپنے آپ کو خدا کے محضر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محسوس کرنا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کو خدا سے طلب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287D43">
        <w:rPr>
          <w:rStyle w:val="libArabicChar"/>
          <w:rtl/>
        </w:rPr>
        <w:t>و الحقن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بالصالح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ن</w:t>
      </w:r>
      <w:r>
        <w:rPr>
          <w:rtl/>
          <w:lang w:bidi="ur-PK"/>
        </w:rPr>
        <w:t xml:space="preserve"> بار الہا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کام ہے، مجھے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قرار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کاروان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بن جائوں، جو روز ازل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سلسلہ چل نکلا ہے اور ہر نسل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مجھے ان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قرار دے۔ہم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ہر لمحہ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تمہارا شمار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ہو،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سورہ جو ہر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 از کم دو مرتبہ پڑہ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حمد،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مانگتا ہے تو وہ س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کرتا ہے، </w:t>
      </w:r>
    </w:p>
    <w:p w:rsidR="00B56CAE" w:rsidRDefault="00287D43" w:rsidP="00B56CAE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 w:rsidRPr="00287D43">
        <w:rPr>
          <w:rStyle w:val="libAieChar"/>
          <w:rFonts w:hint="eastAsia"/>
          <w:rtl/>
        </w:rPr>
        <w:t>ا</w:t>
      </w:r>
      <w:r w:rsidR="00CC5C79" w:rsidRPr="00CC5C79">
        <w:rPr>
          <w:rStyle w:val="libAieChar"/>
          <w:rFonts w:hint="cs"/>
          <w:rtl/>
        </w:rPr>
        <w:t>ه</w:t>
      </w:r>
      <w:r w:rsidR="00B56CAE" w:rsidRPr="007F6071">
        <w:rPr>
          <w:rStyle w:val="libAieChar"/>
          <w:rFonts w:hint="cs"/>
          <w:rtl/>
        </w:rPr>
        <w:t>دنا</w:t>
      </w:r>
      <w:r w:rsidR="00B56CAE" w:rsidRPr="00287D43">
        <w:rPr>
          <w:rStyle w:val="libAieChar"/>
          <w:rtl/>
        </w:rPr>
        <w:t xml:space="preserve"> الصراط المستق</w:t>
      </w:r>
      <w:r w:rsidR="00B56CAE" w:rsidRPr="00287D43">
        <w:rPr>
          <w:rStyle w:val="libAieChar"/>
          <w:rFonts w:hint="cs"/>
          <w:rtl/>
        </w:rPr>
        <w:t>ی</w:t>
      </w:r>
      <w:r w:rsidR="00B56CAE" w:rsidRPr="00287D43">
        <w:rPr>
          <w:rStyle w:val="libAieChar"/>
          <w:rFonts w:hint="eastAsia"/>
          <w:rtl/>
        </w:rPr>
        <w:t>م؛</w:t>
      </w:r>
      <w:r w:rsidR="00B56CAE">
        <w:rPr>
          <w:rtl/>
          <w:lang w:bidi="ur-PK"/>
        </w:rPr>
        <w:t xml:space="preserve"> </w:t>
      </w:r>
      <w:r w:rsidRPr="00287D43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دعائوں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فائدہ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خود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نکلے، نفس پرست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خود پرست سے نکلے، اپنے آپ کو دوسروں کے ساتھ کھڑا کرے۔ دوسروں کو اپنے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سمجھے، اور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کرے   کہ </w:t>
      </w:r>
      <w:r w:rsidRPr="00287D43">
        <w:rPr>
          <w:rStyle w:val="libAieChar"/>
          <w:rtl/>
        </w:rPr>
        <w:t>ا</w:t>
      </w:r>
      <w:r w:rsidRPr="00287D43">
        <w:rPr>
          <w:rStyle w:val="libAieChar"/>
          <w:rFonts w:hint="cs"/>
          <w:rtl/>
        </w:rPr>
        <w:t>ی</w:t>
      </w:r>
      <w:r w:rsidRPr="00287D43">
        <w:rPr>
          <w:rStyle w:val="libAieChar"/>
          <w:rFonts w:hint="eastAsia"/>
          <w:rtl/>
        </w:rPr>
        <w:t>اک</w:t>
      </w:r>
      <w:r w:rsidRPr="00287D43">
        <w:rPr>
          <w:rStyle w:val="libAieChar"/>
          <w:rtl/>
        </w:rPr>
        <w:t xml:space="preserve"> نعبد و ا</w:t>
      </w:r>
      <w:r w:rsidRPr="00287D43">
        <w:rPr>
          <w:rStyle w:val="libAieChar"/>
          <w:rFonts w:hint="cs"/>
          <w:rtl/>
        </w:rPr>
        <w:t>ی</w:t>
      </w:r>
      <w:r w:rsidRPr="00287D43">
        <w:rPr>
          <w:rStyle w:val="libAieChar"/>
          <w:rFonts w:hint="eastAsia"/>
          <w:rtl/>
        </w:rPr>
        <w:t>اک</w:t>
      </w:r>
      <w:r w:rsidRPr="00287D43">
        <w:rPr>
          <w:rStyle w:val="libAieChar"/>
          <w:rtl/>
        </w:rPr>
        <w:t xml:space="preserve"> نستع</w:t>
      </w:r>
      <w:r w:rsidRPr="00287D43">
        <w:rPr>
          <w:rStyle w:val="libAieChar"/>
          <w:rFonts w:hint="cs"/>
          <w:rtl/>
        </w:rPr>
        <w:t>ی</w:t>
      </w:r>
      <w:r w:rsidRPr="00287D43">
        <w:rPr>
          <w:rStyle w:val="libAieChar"/>
          <w:rFonts w:hint="eastAsia"/>
          <w:rtl/>
        </w:rPr>
        <w:t>ن</w:t>
      </w:r>
      <w:r>
        <w:rPr>
          <w:rFonts w:hint="eastAsia"/>
          <w:rtl/>
          <w:lang w:bidi="ur-PK"/>
        </w:rPr>
        <w:t>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ہم سب کے سب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مدد طلب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287D43">
        <w:rPr>
          <w:rStyle w:val="libAieChar"/>
          <w:rtl/>
        </w:rPr>
        <w:t>ا</w:t>
      </w:r>
      <w:r w:rsidR="00CC5C79" w:rsidRPr="00CC5C79">
        <w:rPr>
          <w:rStyle w:val="libAieChar"/>
          <w:rFonts w:hint="cs"/>
          <w:rtl/>
        </w:rPr>
        <w:t>ه</w:t>
      </w:r>
      <w:r w:rsidRPr="007F6071">
        <w:rPr>
          <w:rStyle w:val="libAieChar"/>
          <w:rFonts w:hint="cs"/>
          <w:rtl/>
        </w:rPr>
        <w:t>دنا الصراط المستق</w:t>
      </w:r>
      <w:r w:rsidRPr="00287D43">
        <w:rPr>
          <w:rStyle w:val="libAieChar"/>
          <w:rFonts w:hint="cs"/>
          <w:rtl/>
        </w:rPr>
        <w:t>ی</w:t>
      </w:r>
      <w:r w:rsidRPr="00287D43">
        <w:rPr>
          <w:rStyle w:val="libAieChar"/>
          <w:rFonts w:hint="eastAsia"/>
          <w:rtl/>
        </w:rPr>
        <w:t>م</w:t>
      </w:r>
      <w:r>
        <w:rPr>
          <w:rtl/>
          <w:lang w:bidi="ur-PK"/>
        </w:rPr>
        <w:t xml:space="preserve"> 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ہم سب کو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فرما، اور نماز کے انتہا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سلام پڑہا جاتا ہے اس 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287D43">
        <w:rPr>
          <w:rStyle w:val="libArabicChar"/>
          <w:rtl/>
        </w:rPr>
        <w:t>السلام عل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نا</w:t>
      </w:r>
      <w:r w:rsidRPr="00287D43">
        <w:rPr>
          <w:rStyle w:val="libArabicChar"/>
          <w:rtl/>
        </w:rPr>
        <w:t xml:space="preserve"> وعل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عبادالل</w:t>
      </w:r>
      <w:r w:rsidRPr="00287D43">
        <w:rPr>
          <w:rStyle w:val="libArabicChar"/>
          <w:rFonts w:hint="cs"/>
          <w:rtl/>
        </w:rPr>
        <w:t>ه الصالحی</w:t>
      </w:r>
      <w:r w:rsidRPr="00287D43">
        <w:rPr>
          <w:rStyle w:val="libArabicChar"/>
          <w:rFonts w:hint="eastAsia"/>
          <w:rtl/>
        </w:rPr>
        <w:t>ن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 ہو اور خدا کے صالح بندوں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 ہو۔ صالح بندوں پر سلام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کا حصہ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تاکہ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رہے کہ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ملحق ہونا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شمار ہونا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کہ ن</w:t>
      </w:r>
      <w:r>
        <w:rPr>
          <w:rFonts w:hint="eastAsia"/>
          <w:rtl/>
          <w:lang w:bidi="ur-PK"/>
        </w:rPr>
        <w:t>ماز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اوپر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2" w:name="_Toc493163715"/>
      <w:r>
        <w:rPr>
          <w:rFonts w:hint="eastAsia"/>
          <w:rtl/>
          <w:lang w:bidi="ur-PK"/>
        </w:rPr>
        <w:t>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فائدہ</w:t>
      </w:r>
      <w:bookmarkEnd w:id="9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اچھے دوست انسان کے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 نشست و برخاست انسان کو صالح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واضح طور پر اعلان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287D43">
        <w:rPr>
          <w:rStyle w:val="libArabicChar"/>
          <w:rtl/>
        </w:rPr>
        <w:t xml:space="preserve"> المرء عل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د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ن</w:t>
      </w:r>
      <w:r w:rsidRPr="00287D43">
        <w:rPr>
          <w:rStyle w:val="libArabicChar"/>
          <w:rtl/>
        </w:rPr>
        <w:t xml:space="preserve"> خل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ل</w:t>
      </w:r>
      <w:r w:rsidRPr="00287D43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(161)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اپنے دوست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ہوتا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اوپر اثر انداز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انسان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اپنا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اثر ہے، جس کے ساتھ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نشت و برخاست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البتہ معم</w:t>
      </w:r>
      <w:r>
        <w:rPr>
          <w:rFonts w:hint="eastAsia"/>
          <w:rtl/>
          <w:lang w:bidi="ur-PK"/>
        </w:rPr>
        <w:t>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موثر حد تک، گہرے تعلقات جس سے ہوں 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کچھ اثرات اس کے لے گا تو کچھ اثرات اس پر ڈالے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انسان کو برا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جناب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بروں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خاندان نبوتش گم کرد اپنے نبوت کے خاندان کو اس نے کھو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گم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۔اپنے والد کے ساتھ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ہوا۔ اور وہاں اصحاب کہف کا کتا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اچھوں کے ساتھ رہتا ہے تو ان کا ذکر 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اچھوں کے ساتھ ہونے لگا۔ جہاں اصحاب کہف کا تذکرہ ہوا ہے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ان کے کتے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ہوا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اچھوں کے ساتھ،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انسانوں کے ساتھ، صالح انسانوں کے ساتھ نشت و برخاست کرنا، ان کے ساتھ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،ان کے ساتھ اٹھ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انسان پر موثر ہوتا ہے، اور جو انسان صالح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ان پر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 ہے۔ لہذا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قرار دے،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قافلہ سے ملحق کردے،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کاروان کا حصہ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287D43" w:rsidRDefault="00287D43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93" w:name="_Toc493163716"/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bookmarkEnd w:id="9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کے وہ مخصوص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</w:t>
      </w:r>
      <w:r>
        <w:rPr>
          <w:rtl/>
          <w:lang w:bidi="ur-PK"/>
        </w:rPr>
        <w:t xml:space="preserve"> حضرت کے پاس آئے اور پوچھنے لگے کہ من نجالس؛ اے روح اللہ! ہم کس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نشست و برخاست کس کے ساتھ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ے؟</w:t>
      </w:r>
      <w:r>
        <w:rPr>
          <w:rtl/>
          <w:lang w:bidi="ur-PK"/>
        </w:rPr>
        <w:t xml:space="preserve"> ہمارے روابط کس کے ساتھ ہون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Pr="00287D43">
        <w:rPr>
          <w:rStyle w:val="libArabicChar"/>
          <w:rtl/>
        </w:rPr>
        <w:t xml:space="preserve">من 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ذکرکم</w:t>
      </w:r>
      <w:r w:rsidRPr="00287D43">
        <w:rPr>
          <w:rStyle w:val="libArabicChar"/>
          <w:rtl/>
        </w:rPr>
        <w:t xml:space="preserve"> الل</w:t>
      </w:r>
      <w:r w:rsidRPr="00287D43">
        <w:rPr>
          <w:rStyle w:val="libArabicChar"/>
          <w:rFonts w:hint="cs"/>
          <w:rtl/>
        </w:rPr>
        <w:t>ه روی</w:t>
      </w:r>
      <w:r w:rsidRPr="00287D43">
        <w:rPr>
          <w:rStyle w:val="libArabicChar"/>
          <w:rFonts w:hint="eastAsia"/>
          <w:rtl/>
        </w:rPr>
        <w:t>ت</w:t>
      </w:r>
      <w:r w:rsidRPr="00287D43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>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 کے ساتھ اٹھو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</w:t>
      </w:r>
      <w:r>
        <w:rPr>
          <w:rtl/>
          <w:lang w:bidi="ur-PK"/>
        </w:rPr>
        <w:t xml:space="preserve"> جس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دلائے۔ وہ اتنا صالح ہو کہ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تم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کرنے لگ جائو، 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ز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د</w:t>
      </w:r>
      <w:r w:rsidRPr="00287D43">
        <w:rPr>
          <w:rStyle w:val="libArabicChar"/>
          <w:rtl/>
        </w:rPr>
        <w:t xml:space="preserve"> ف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علمکم منطق</w:t>
      </w:r>
      <w:r w:rsidRPr="00287D43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کا بولنا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کرنا تمہارے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بنے،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دلائے، بے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 بلائے بداخلاق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نہ دے،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منحرف اور گمراہ نہ کرے، اس کے ساتھ اٹھو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ٹھو</w:t>
      </w:r>
      <w:r>
        <w:rPr>
          <w:rtl/>
          <w:lang w:bidi="ur-PK"/>
        </w:rPr>
        <w:t>۔ جو بد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کو سست اور غافل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دعوت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کے ساتھ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ہے جسے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کے ساتھ نسشت و برخاست رکھو کہ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تہمارے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بنے،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287D43">
        <w:rPr>
          <w:rStyle w:val="libArabicChar"/>
          <w:rtl/>
        </w:rPr>
        <w:t xml:space="preserve"> و 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رغبکم</w:t>
      </w:r>
      <w:r w:rsidRPr="00287D43">
        <w:rPr>
          <w:rStyle w:val="libArabicChar"/>
          <w:rtl/>
        </w:rPr>
        <w:t xml:space="preserve"> ف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tl/>
        </w:rPr>
        <w:t xml:space="preserve"> الآخرة عمل</w:t>
      </w:r>
      <w:r w:rsidRPr="00287D43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کا عمل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ہونے لگے،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اہم بات ہے۔ </w:t>
      </w:r>
      <w:r w:rsidRPr="007F6071">
        <w:rPr>
          <w:rStyle w:val="libFootnotenumChar"/>
          <w:rtl/>
        </w:rPr>
        <w:t>(162)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آخرت کو چاہتے بہت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جو نہج البلاغہ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جنت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چاہنے والے سوئے ہوئے ہوں۔</w:t>
      </w:r>
      <w:r w:rsidRPr="007F6071">
        <w:rPr>
          <w:rStyle w:val="libFootnotenumChar"/>
          <w:rtl/>
        </w:rPr>
        <w:t>(163)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حاصل کرنا چاہتا ہے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اور زحمت کرتا ہے، محبت کا تقاضہ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کے قرب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جنت کو انسان چاہتے تو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سے غافل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کہ اپنے آپ کو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کے ساتھ اٹھ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ہو جن کا عمل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دلائے۔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جائے کہ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زحمت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جنت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زحمت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انسان ان اچھے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کو چھوڑ کر ہوا و ہوس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غلاموں کے ساتھ اٹھنا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شروع کر دے تو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287D43">
        <w:rPr>
          <w:rStyle w:val="libArabicChar"/>
          <w:rFonts w:hint="eastAsia"/>
          <w:rtl/>
        </w:rPr>
        <w:t>مجالسة</w:t>
      </w:r>
      <w:r w:rsidRPr="00287D43">
        <w:rPr>
          <w:rStyle w:val="libArabicChar"/>
          <w:rtl/>
        </w:rPr>
        <w:t xml:space="preserve"> ا</w:t>
      </w:r>
      <w:r w:rsidRPr="00287D43">
        <w:rPr>
          <w:rStyle w:val="libArabicChar"/>
          <w:rFonts w:hint="cs"/>
          <w:rtl/>
        </w:rPr>
        <w:t>هل الهوی</w:t>
      </w:r>
      <w:r w:rsidRPr="00287D43">
        <w:rPr>
          <w:rStyle w:val="libArabicChar"/>
          <w:rtl/>
        </w:rPr>
        <w:t xml:space="preserve"> منسا</w:t>
      </w:r>
      <w:r w:rsidR="00CC5C79" w:rsidRPr="007F6071">
        <w:rPr>
          <w:rStyle w:val="libArabicChar"/>
          <w:rFonts w:hint="cs"/>
          <w:rtl/>
        </w:rPr>
        <w:t>ة</w:t>
      </w:r>
      <w:r w:rsidRPr="00287D43">
        <w:rPr>
          <w:rStyle w:val="libArabicChar"/>
          <w:rtl/>
        </w:rPr>
        <w:t xml:space="preserve"> للا</w:t>
      </w:r>
      <w:r w:rsidRPr="00287D43">
        <w:rPr>
          <w:rStyle w:val="libArabicChar"/>
          <w:rFonts w:hint="cs"/>
          <w:rtl/>
        </w:rPr>
        <w:t>ی</w:t>
      </w:r>
      <w:r w:rsidRPr="00287D43">
        <w:rPr>
          <w:rStyle w:val="libArabicChar"/>
          <w:rFonts w:hint="eastAsia"/>
          <w:rtl/>
        </w:rPr>
        <w:t>مان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(164)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اہل ہوس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غلاموں کے ساتھ اٹھنا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کرنا، انسان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فراموش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انسان بھول جاتا ہے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کو، وہ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فراموش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اٹھنے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کا اثر ہے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جتنا انسان کا ارتباط ہوگا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گا، وہ فوائد پھر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ہوں گے وہ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آخر 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 کا اتنا 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؟اور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</w:p>
    <w:p w:rsidR="00B56CAE" w:rsidRDefault="00287D43" w:rsidP="00B56CAE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 w:rsidRPr="00287D43">
        <w:rPr>
          <w:rStyle w:val="libAieChar"/>
          <w:rFonts w:hint="eastAsia"/>
          <w:rtl/>
        </w:rPr>
        <w:t>واذکر</w:t>
      </w:r>
      <w:r w:rsidR="00B56CAE" w:rsidRPr="00287D43">
        <w:rPr>
          <w:rStyle w:val="libAieChar"/>
          <w:rtl/>
        </w:rPr>
        <w:t xml:space="preserve"> ف</w:t>
      </w:r>
      <w:r w:rsidR="00B56CAE" w:rsidRPr="00287D43">
        <w:rPr>
          <w:rStyle w:val="libAieChar"/>
          <w:rFonts w:hint="cs"/>
          <w:rtl/>
        </w:rPr>
        <w:t>ی</w:t>
      </w:r>
      <w:r w:rsidR="00B56CAE" w:rsidRPr="00287D43">
        <w:rPr>
          <w:rStyle w:val="libAieChar"/>
          <w:rtl/>
        </w:rPr>
        <w:t xml:space="preserve"> الکتاب ابرا</w:t>
      </w:r>
      <w:r w:rsidR="00B56CAE" w:rsidRPr="00287D43">
        <w:rPr>
          <w:rStyle w:val="libAieChar"/>
          <w:rFonts w:hint="cs"/>
          <w:rtl/>
        </w:rPr>
        <w:t>هی</w:t>
      </w:r>
      <w:r w:rsidR="00B56CAE" w:rsidRPr="00287D43">
        <w:rPr>
          <w:rStyle w:val="libAieChar"/>
          <w:rFonts w:hint="eastAsia"/>
          <w:rtl/>
        </w:rPr>
        <w:t>م</w:t>
      </w:r>
      <w:r w:rsidR="00B56CAE" w:rsidRPr="00287D43">
        <w:rPr>
          <w:rStyle w:val="libAieChar"/>
          <w:rtl/>
        </w:rPr>
        <w:t xml:space="preserve"> واذکر ف</w:t>
      </w:r>
      <w:r w:rsidR="00B56CAE" w:rsidRPr="00287D43">
        <w:rPr>
          <w:rStyle w:val="libAieChar"/>
          <w:rFonts w:hint="cs"/>
          <w:rtl/>
        </w:rPr>
        <w:t>ی</w:t>
      </w:r>
      <w:r w:rsidR="00B56CAE" w:rsidRPr="00287D43">
        <w:rPr>
          <w:rStyle w:val="libAieChar"/>
          <w:rtl/>
        </w:rPr>
        <w:t xml:space="preserve"> الکتاب اسماع</w:t>
      </w:r>
      <w:r w:rsidR="00B56CAE" w:rsidRPr="00287D43">
        <w:rPr>
          <w:rStyle w:val="libAieChar"/>
          <w:rFonts w:hint="cs"/>
          <w:rtl/>
        </w:rPr>
        <w:t>ی</w:t>
      </w:r>
      <w:r w:rsidR="00B56CAE" w:rsidRPr="00287D43">
        <w:rPr>
          <w:rStyle w:val="libAieChar"/>
          <w:rFonts w:hint="eastAsia"/>
          <w:rtl/>
        </w:rPr>
        <w:t>ل؛</w:t>
      </w:r>
      <w:r w:rsidRPr="00287D43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ذکرو کرو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کا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لؑ</w:t>
      </w:r>
      <w:r>
        <w:rPr>
          <w:rtl/>
          <w:lang w:bidi="ur-PK"/>
        </w:rPr>
        <w:t xml:space="preserve"> کا، خدا نے اپنے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صالح بندوں کا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کرنا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جب انسان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ذکر کرے گا ان کے اوپر خدا کے الطاف اور نعمات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 کس طرح ان کو نعمتوں سے نوازا ہے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شوق ہوگا کہ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آجائے، اس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چاہے گا کہ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کاروان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جائے۔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4" w:name="_Toc493163717"/>
      <w:r>
        <w:rPr>
          <w:rFonts w:hint="eastAsia"/>
          <w:rtl/>
          <w:lang w:bidi="ur-PK"/>
        </w:rPr>
        <w:t>اجر</w:t>
      </w:r>
      <w:r>
        <w:rPr>
          <w:rtl/>
          <w:lang w:bidi="ur-PK"/>
        </w:rPr>
        <w:t xml:space="preserve"> رسالت مودت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bookmarkEnd w:id="9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نے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 حکم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اجر رسالت کو مودت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</w:t>
      </w:r>
    </w:p>
    <w:p w:rsidR="00B56CAE" w:rsidRDefault="00287D43" w:rsidP="007F6071">
      <w:pPr>
        <w:pStyle w:val="libNormal"/>
        <w:rPr>
          <w:rtl/>
          <w:lang w:bidi="ur-PK"/>
        </w:rPr>
      </w:pPr>
      <w:r w:rsidRPr="00287D43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87D43">
        <w:rPr>
          <w:rStyle w:val="libAieChar"/>
          <w:rtl/>
        </w:rPr>
        <w:t>قُل</w:t>
      </w:r>
      <w:r w:rsidR="00B56CAE" w:rsidRPr="00287D43">
        <w:rPr>
          <w:rStyle w:val="libAieChar"/>
          <w:rFonts w:hint="cs"/>
          <w:rtl/>
        </w:rPr>
        <w:t>ْ لاأَسْئَلُكُمْ عَلَيْهِ أَ</w:t>
      </w:r>
      <w:r w:rsidR="00B56CAE" w:rsidRPr="00287D43">
        <w:rPr>
          <w:rStyle w:val="libAieChar"/>
          <w:rtl/>
        </w:rPr>
        <w:t>ج</w:t>
      </w:r>
      <w:r w:rsidR="00B56CAE" w:rsidRPr="00287D43">
        <w:rPr>
          <w:rStyle w:val="libAieChar"/>
          <w:rFonts w:hint="cs"/>
          <w:rtl/>
        </w:rPr>
        <w:t>ْراً إِلاَّ الْمَوَدَّةَ فِي الْقُرْبى</w:t>
      </w:r>
      <w:r w:rsidRPr="00287D43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(165)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کہ جب انسان ان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محبت اور مودت کرنے لگے گا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اچھے لوگوں سے اگر انسان محبت کرنے لگے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اسے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کر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داوند</w:t>
      </w:r>
      <w:r>
        <w:rPr>
          <w:rtl/>
          <w:lang w:bidi="ur-PK"/>
        </w:rPr>
        <w:t xml:space="preserve"> متعال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کاحکم دے کر شرک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رہا ، بلکہ جو ان سے محبت کرے گا وہ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جائے گا 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جناب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اپنے حوار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B56CAE" w:rsidRDefault="002F2229" w:rsidP="00B56CAE">
      <w:pPr>
        <w:pStyle w:val="libNormal"/>
        <w:rPr>
          <w:rtl/>
          <w:lang w:bidi="ur-PK"/>
        </w:rPr>
      </w:pPr>
      <w:r w:rsidRPr="002F222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>:</w:t>
      </w:r>
      <w:r w:rsidR="00B56CAE" w:rsidRPr="002F2229">
        <w:rPr>
          <w:rStyle w:val="libAieChar"/>
          <w:rtl/>
        </w:rPr>
        <w:t>قالَ مَن</w:t>
      </w:r>
      <w:r w:rsidR="00B56CAE" w:rsidRPr="002F2229">
        <w:rPr>
          <w:rStyle w:val="libAieChar"/>
          <w:rFonts w:hint="cs"/>
          <w:rtl/>
        </w:rPr>
        <w:t>ْ أَنْصاري‏ إِلَى اللَّهِ قالَ الْحَوارِيُّونَ نَحْنُ أَنْصارُ اللَّه‏</w:t>
      </w:r>
      <w:r w:rsidR="00B56CAE" w:rsidRPr="0029475F">
        <w:rPr>
          <w:rFonts w:hint="cs"/>
          <w:rtl/>
        </w:rPr>
        <w:t xml:space="preserve"> </w:t>
      </w:r>
      <w:r w:rsidRPr="002F222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(166)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کون ہے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مددگار بنے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انہوں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نحن انصارالل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؛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کہا تھا کہ انصار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انصار، انہوں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نحن انصار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؛</w:t>
      </w:r>
      <w:r>
        <w:rPr>
          <w:rtl/>
          <w:lang w:bidi="ur-PK"/>
        </w:rPr>
        <w:t xml:space="preserve"> ان کے جواب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کرنا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کرنا ہے، آپ کے </w:t>
      </w:r>
      <w:r>
        <w:rPr>
          <w:rtl/>
          <w:lang w:bidi="ur-PK"/>
        </w:rPr>
        <w:lastRenderedPageBreak/>
        <w:t>انصار بننا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انصار بننا ہے۔ناصر 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ناصر خدا ہوا کرتا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ہے اگر انسان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بسا لے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کوشش کرتا ہے کہ اپنے محبوب کو ناراض نہ کرے اس کے فرام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عمل کرے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کا سبب بنے 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سبب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محبوب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کرے، جب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ہوگا تو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ہوگا۔</w:t>
      </w:r>
    </w:p>
    <w:p w:rsidR="00B56CAE" w:rsidRDefault="002F2229" w:rsidP="00B56CAE">
      <w:pPr>
        <w:pStyle w:val="libNormal"/>
        <w:rPr>
          <w:rtl/>
          <w:lang w:bidi="ur-PK"/>
        </w:rPr>
      </w:pPr>
      <w:r w:rsidRPr="002F2229">
        <w:rPr>
          <w:rStyle w:val="libAlaemChar"/>
          <w:rFonts w:hint="cs"/>
          <w:rtl/>
        </w:rPr>
        <w:t>(</w:t>
      </w:r>
      <w:r w:rsidR="00B56CAE" w:rsidRPr="002F2229">
        <w:rPr>
          <w:rStyle w:val="libAieChar"/>
          <w:rFonts w:hint="eastAsia"/>
          <w:rtl/>
        </w:rPr>
        <w:t>قُل</w:t>
      </w:r>
      <w:r w:rsidR="00B56CAE" w:rsidRPr="002F2229">
        <w:rPr>
          <w:rStyle w:val="libAieChar"/>
          <w:rFonts w:hint="cs"/>
          <w:rtl/>
        </w:rPr>
        <w:t>ْ</w:t>
      </w:r>
      <w:r w:rsidR="00B56CAE" w:rsidRPr="002F2229">
        <w:rPr>
          <w:rStyle w:val="libAieChar"/>
          <w:rtl/>
        </w:rPr>
        <w:t xml:space="preserve"> </w:t>
      </w:r>
      <w:r w:rsidR="00B56CAE" w:rsidRPr="002F2229">
        <w:rPr>
          <w:rStyle w:val="libAieChar"/>
          <w:rFonts w:hint="cs"/>
          <w:rtl/>
        </w:rPr>
        <w:t>إِنْ كُنْتُمْ تُحِبُّونَ اللَّهَ فَاتَّبِعُوني‏ يُحْبِبْكُمُ‏ اللَّهُ وَ يَغْفِرْ لَكُمْ ذُنُوبَكُمْ وَ اللَّهُ غَفُورٌ رَحيم‏</w:t>
      </w:r>
      <w:r w:rsidR="00B56CAE" w:rsidRPr="0029475F">
        <w:rPr>
          <w:rFonts w:hint="cs"/>
          <w:rtl/>
        </w:rPr>
        <w:t xml:space="preserve"> </w:t>
      </w:r>
      <w:r w:rsidRPr="0029475F">
        <w:rPr>
          <w:rFonts w:hint="cs"/>
          <w:rtl/>
        </w:rPr>
        <w:t xml:space="preserve"> </w:t>
      </w:r>
      <w:r w:rsidRPr="002F222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(167)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اللہ سے محبت کرنا چاہتے ہو تو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لگو گے تو خدا تم سے محبت کرنے لگے گا، انسان اگر رسول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بسا لے تو وہ محبوب خدا بن جاتا ہے،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معتبر اور مستند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،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اللہ جسے آپ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روضہ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جا کر،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کے حرم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کر اس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پڑہ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(168)</w:t>
      </w:r>
      <w:r>
        <w:rPr>
          <w:rtl/>
          <w:lang w:bidi="ur-PK"/>
        </w:rPr>
        <w:t>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ہے: </w:t>
      </w:r>
      <w:r w:rsidRPr="002F2229">
        <w:rPr>
          <w:rStyle w:val="libArabicChar"/>
          <w:rtl/>
        </w:rPr>
        <w:t>فاجعل نفس</w:t>
      </w:r>
      <w:r w:rsidRPr="002F2229">
        <w:rPr>
          <w:rStyle w:val="libArabicChar"/>
          <w:rFonts w:hint="cs"/>
          <w:rtl/>
        </w:rPr>
        <w:t>ی</w:t>
      </w:r>
      <w:r w:rsidRPr="002F2229">
        <w:rPr>
          <w:rStyle w:val="libArabicChar"/>
          <w:rtl/>
        </w:rPr>
        <w:t xml:space="preserve"> محبة لصفوة اول</w:t>
      </w:r>
      <w:r w:rsidRPr="002F2229">
        <w:rPr>
          <w:rStyle w:val="libArabicChar"/>
          <w:rFonts w:hint="cs"/>
          <w:rtl/>
        </w:rPr>
        <w:t>ی</w:t>
      </w:r>
      <w:r w:rsidRPr="002F2229">
        <w:rPr>
          <w:rStyle w:val="libArabicChar"/>
          <w:rFonts w:hint="eastAsia"/>
          <w:rtl/>
        </w:rPr>
        <w:t>ائک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نفس کو اپنے چنے ہوے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محب بنا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ڈال دے۔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ہے جو مجھے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محبت ہے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ہے جس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ہے جو مجھے ان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ج</w:t>
      </w:r>
      <w:r>
        <w:rPr>
          <w:rFonts w:hint="eastAsia"/>
          <w:rtl/>
          <w:lang w:bidi="ur-PK"/>
        </w:rPr>
        <w:t>ائوں</w:t>
      </w:r>
      <w:r>
        <w:rPr>
          <w:rtl/>
          <w:lang w:bidi="ur-PK"/>
        </w:rPr>
        <w:t xml:space="preserve"> گا۔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منتخب بندوں کا عاشق بن جائوں جب ان سے محبت کرنے لگوں گا تو محبوبہ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ارضک و سمائک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آمسان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محبوب بن جائوں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ان کا محب اور عاشق ہوجاتا ہے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پر عاشق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ہے۔جو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عاشق بن جائے محب بن جائے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بسا لے تو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اثر ہے، انسان اگر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اور دعا کرے کہ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شمار ہونے لگے تو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اوپر نازل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لہذا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نقل کر رہا ہے ان کا قول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رہے تھے کہ</w:t>
      </w:r>
    </w:p>
    <w:p w:rsidR="00B56CAE" w:rsidRDefault="002F2229" w:rsidP="007F6071">
      <w:pPr>
        <w:pStyle w:val="libNormal"/>
        <w:rPr>
          <w:rtl/>
          <w:lang w:bidi="ur-PK"/>
        </w:rPr>
      </w:pPr>
      <w:r w:rsidRPr="002F222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82C5C">
        <w:rPr>
          <w:rStyle w:val="libAieChar"/>
          <w:rtl/>
        </w:rPr>
        <w:t>وَ ما لَنا لانُؤ</w:t>
      </w:r>
      <w:r w:rsidR="00B56CAE" w:rsidRPr="00082C5C">
        <w:rPr>
          <w:rStyle w:val="libAieChar"/>
          <w:rFonts w:hint="cs"/>
          <w:rtl/>
        </w:rPr>
        <w:t>ْمِنُ‏ بِاللَّهِ وَ ما جاءَنا مِنَ الْ</w:t>
      </w:r>
      <w:r w:rsidR="00B56CAE" w:rsidRPr="00082C5C">
        <w:rPr>
          <w:rStyle w:val="libAieChar"/>
          <w:rtl/>
        </w:rPr>
        <w:t>حَقِّ وَ نَط</w:t>
      </w:r>
      <w:r w:rsidR="00B56CAE" w:rsidRPr="00082C5C">
        <w:rPr>
          <w:rStyle w:val="libAieChar"/>
          <w:rFonts w:hint="cs"/>
          <w:rtl/>
        </w:rPr>
        <w:t>ْمَعُ أَنْ يُدْخِلَنا رَبُّنا مَعَ الْقَوْمِ الصَّالِحين</w:t>
      </w:r>
      <w:r w:rsidRPr="002F222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(169)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لائے، اللہ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آئے، اس نے جو کچھ حقائق اور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آٗ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دخل</w:t>
      </w:r>
      <w:r>
        <w:rPr>
          <w:rtl/>
          <w:lang w:bidi="ur-PK"/>
        </w:rPr>
        <w:t xml:space="preserve"> ربنا الصالح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ن؛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 کہ خالق کائنات ہمارا شمار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دے گا،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قرار پانا اتنا اہم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جو انسان قبول کرتا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سبب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</w:t>
      </w:r>
      <w:r>
        <w:rPr>
          <w:rtl/>
          <w:lang w:bidi="ur-PK"/>
        </w:rPr>
        <w:lastRenderedPageBreak/>
        <w:t>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فلسفہ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کاروان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ہوجائے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ہوجائے جو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قافلہ ہے۔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خداوند متعال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فرمائے۔ </w:t>
      </w:r>
    </w:p>
    <w:p w:rsidR="00B56CAE" w:rsidRPr="00082C5C" w:rsidRDefault="00B56CAE" w:rsidP="00082C5C">
      <w:pPr>
        <w:pStyle w:val="libArabic"/>
        <w:rPr>
          <w:rtl/>
        </w:rPr>
      </w:pPr>
      <w:r w:rsidRPr="00082C5C">
        <w:rPr>
          <w:rFonts w:hint="eastAsia"/>
          <w:rtl/>
        </w:rPr>
        <w:t>والسلام</w:t>
      </w:r>
      <w:r w:rsidRPr="00082C5C">
        <w:rPr>
          <w:rtl/>
        </w:rPr>
        <w:t xml:space="preserve"> عل</w:t>
      </w:r>
      <w:r w:rsidRPr="00082C5C">
        <w:rPr>
          <w:rFonts w:hint="cs"/>
          <w:rtl/>
        </w:rPr>
        <w:t>ی</w:t>
      </w:r>
      <w:r w:rsidRPr="00082C5C">
        <w:rPr>
          <w:rFonts w:hint="eastAsia"/>
          <w:rtl/>
        </w:rPr>
        <w:t>کم</w:t>
      </w:r>
      <w:r w:rsidRPr="00082C5C">
        <w:rPr>
          <w:rtl/>
        </w:rPr>
        <w:t xml:space="preserve"> و رحمة اللَّ</w:t>
      </w:r>
      <w:r w:rsidRPr="00082C5C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5" w:name="_Toc493163718"/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95"/>
      <w:r>
        <w:rPr>
          <w:rtl/>
          <w:lang w:bidi="ur-PK"/>
        </w:rPr>
        <w:t xml:space="preserve"> </w:t>
      </w:r>
    </w:p>
    <w:p w:rsidR="00B56CAE" w:rsidRPr="00082C5C" w:rsidRDefault="00B56CAE" w:rsidP="00082C5C">
      <w:pPr>
        <w:pStyle w:val="libArabic"/>
        <w:rPr>
          <w:rtl/>
        </w:rPr>
      </w:pPr>
      <w:r w:rsidRPr="00082C5C">
        <w:rPr>
          <w:rFonts w:hint="cs"/>
          <w:rtl/>
        </w:rPr>
        <w:t>أَعُوذُ</w:t>
      </w:r>
      <w:r w:rsidRPr="00082C5C">
        <w:rPr>
          <w:rtl/>
        </w:rPr>
        <w:t xml:space="preserve"> بِالل</w:t>
      </w:r>
      <w:r w:rsidRPr="00082C5C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082C5C" w:rsidP="00B56CAE">
      <w:pPr>
        <w:pStyle w:val="libNormal"/>
        <w:rPr>
          <w:rtl/>
          <w:lang w:bidi="ur-PK"/>
        </w:rPr>
      </w:pPr>
      <w:r w:rsidRPr="00082C5C">
        <w:rPr>
          <w:rStyle w:val="libAlaemChar"/>
          <w:rFonts w:hint="cs"/>
          <w:rtl/>
        </w:rPr>
        <w:t>(</w:t>
      </w:r>
      <w:r w:rsidR="00B56CAE" w:rsidRPr="00082C5C">
        <w:rPr>
          <w:rStyle w:val="libAieChar"/>
          <w:rFonts w:hint="eastAsia"/>
          <w:rtl/>
        </w:rPr>
        <w:t>وَ</w:t>
      </w:r>
      <w:r w:rsidR="00B56CAE" w:rsidRPr="00082C5C">
        <w:rPr>
          <w:rStyle w:val="libAieChar"/>
          <w:rtl/>
        </w:rPr>
        <w:t xml:space="preserve"> لَمَّا بَرَزُوا لِجالُوتَ وَ جُنُودِ</w:t>
      </w:r>
      <w:r w:rsidR="00B56CAE" w:rsidRPr="00082C5C">
        <w:rPr>
          <w:rStyle w:val="libAieChar"/>
          <w:rFonts w:hint="cs"/>
          <w:rtl/>
        </w:rPr>
        <w:t>هِ قالُوا رَبَّنا أَفْرِغْ عَلَيْنا صَبْ</w:t>
      </w:r>
      <w:r w:rsidR="00B56CAE" w:rsidRPr="00082C5C">
        <w:rPr>
          <w:rStyle w:val="libAieChar"/>
          <w:rtl/>
        </w:rPr>
        <w:t>راً وَ ثَبِّت</w:t>
      </w:r>
      <w:r w:rsidR="00B56CAE" w:rsidRPr="00082C5C">
        <w:rPr>
          <w:rStyle w:val="libAieChar"/>
          <w:rFonts w:hint="cs"/>
          <w:rtl/>
        </w:rPr>
        <w:t>ْ أَقْدامَنا وَ انْصُرْنا عَلَى الْقَوْمِ الْكافِرين</w:t>
      </w:r>
      <w:r w:rsidR="00B56CAE" w:rsidRPr="0029475F">
        <w:rPr>
          <w:rFonts w:hint="cs"/>
          <w:rtl/>
        </w:rPr>
        <w:t xml:space="preserve"> </w:t>
      </w:r>
      <w:r w:rsidRPr="00082C5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آپ کے سامنے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تزاحم اور تضاد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اپنے مقصد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کرے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صبر کرنا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رکھتا ہے،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اپنے مقصد تک پہنچ سکے تو ظاہر ہے کہ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تعارض ہوگا، تضاد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 گا۔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کرے تو اسے مشکل مراحل طے کرنے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صبر کرنا پڑے گا، خالق کائنات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انسانوں کو خسارہ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 ہوے فرماتا ہے:</w:t>
      </w:r>
    </w:p>
    <w:p w:rsidR="00B56CAE" w:rsidRDefault="00B56CAE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CC5C79" w:rsidRPr="00CC5C79">
        <w:rPr>
          <w:rStyle w:val="libAlaemChar"/>
          <w:rFonts w:hint="cs"/>
          <w:rtl/>
        </w:rPr>
        <w:t>(</w:t>
      </w:r>
      <w:r w:rsidRPr="00CC5C79">
        <w:rPr>
          <w:rStyle w:val="libAieChar"/>
          <w:rFonts w:hint="cs"/>
          <w:rtl/>
        </w:rPr>
        <w:t>وَ الْعَصْرِ إِنَّ الْإِنْسانَ لَفي‏ خُسْرٍ إِ</w:t>
      </w:r>
      <w:r w:rsidRPr="00CC5C79">
        <w:rPr>
          <w:rStyle w:val="libAieChar"/>
          <w:rtl/>
        </w:rPr>
        <w:t>لاَّ الَّذ</w:t>
      </w:r>
      <w:r w:rsidRPr="00CC5C79">
        <w:rPr>
          <w:rStyle w:val="libAieChar"/>
          <w:rFonts w:hint="cs"/>
          <w:rtl/>
        </w:rPr>
        <w:t>ينَ آمَنُوا وَ عَمِلُوا الصَّالِحاتِ وَ تَواصَوْا بِالْحَقِّ وَ تَواصَوْا بِالصَّبْرِ</w:t>
      </w:r>
      <w:r w:rsidRPr="0029475F">
        <w:rPr>
          <w:rFonts w:hint="cs"/>
          <w:rtl/>
        </w:rPr>
        <w:t xml:space="preserve"> </w:t>
      </w:r>
      <w:r w:rsidR="00CC5C79" w:rsidRPr="00CC5C7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(171)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قسم</w:t>
      </w:r>
      <w:r>
        <w:rPr>
          <w:rtl/>
          <w:lang w:bidi="ur-PK"/>
        </w:rPr>
        <w:t xml:space="preserve"> ہے زمانہ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خسارہ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خسارہ 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اندر چار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عمل صالح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عمل صالح کے بعد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بہت اہم ہے خاص طور پر ص</w:t>
      </w:r>
      <w:r>
        <w:rPr>
          <w:rFonts w:hint="eastAsia"/>
          <w:rtl/>
          <w:lang w:bidi="ur-PK"/>
        </w:rPr>
        <w:t>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خسارہ سے بچنا چاہتا ہے تو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اسے خود صبر کرنا پڑے گا بلکہ اپنے دوسرے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6" w:name="_Toc493163719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اللہ(صلعم) کو صبر کا حکم</w:t>
      </w:r>
      <w:bookmarkEnd w:id="9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صبر اتنا اہم ہے کہ خالق کائنات خود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کو صبر کا حکم دے رہا ہے،</w:t>
      </w:r>
    </w:p>
    <w:p w:rsidR="00B56CAE" w:rsidRDefault="00CC5C79" w:rsidP="007F6071">
      <w:pPr>
        <w:pStyle w:val="libNormal"/>
        <w:rPr>
          <w:rtl/>
          <w:lang w:bidi="ur-PK"/>
        </w:rPr>
      </w:pPr>
      <w:r w:rsidRPr="00CC5C7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C5C79">
        <w:rPr>
          <w:rStyle w:val="libAieChar"/>
          <w:rtl/>
        </w:rPr>
        <w:t>فَاص</w:t>
      </w:r>
      <w:r w:rsidR="00B56CAE" w:rsidRPr="00CC5C79">
        <w:rPr>
          <w:rStyle w:val="libAieChar"/>
          <w:rFonts w:hint="cs"/>
          <w:rtl/>
        </w:rPr>
        <w:t>ْبِرْ كَما صَبَرَ أُولُوا الْعَزْمِ‏ مِنَ الرُّسُل</w:t>
      </w:r>
      <w:r w:rsidRPr="00CC5C7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صبر کروجس طرح آپ سے پہلے اولو العزم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صبر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صاحب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رسل صبر کر چکے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کرو،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اہداف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مقاصد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اغراض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 سکتے۔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تو حد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</w:t>
      </w:r>
      <w:r>
        <w:rPr>
          <w:rFonts w:hint="eastAsia"/>
          <w:rtl/>
          <w:lang w:bidi="ur-PK"/>
        </w:rPr>
        <w:t>آلہ</w:t>
      </w:r>
      <w:r>
        <w:rPr>
          <w:rtl/>
          <w:lang w:bidi="ur-PK"/>
        </w:rPr>
        <w:t xml:space="preserve"> وسلم  کے بڑے بڑے دشمن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پاس پہنچے جو اکابر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تھے روسا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تھے، بڑے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دار اور مالدار لوگ تھے وہ آئے اور کہنے لگے کہ ہم آپ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آپ ان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کو اپنے ہاں سے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آخر ہم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دولت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ہمارا حساب و کتاب ان سے جدا ہے۔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لگے گا کہ ہم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 ان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 خاص طور پر رسول اللہصل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جہاں سب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کرتے تھے کہا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لگتا کہ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کے ساتھ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تو مالدار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خاص طور پر رسول اللہصل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خالق کائنات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B56CAE" w:rsidRDefault="00CC5C79" w:rsidP="00CC5C79">
      <w:pPr>
        <w:pStyle w:val="libNormal"/>
        <w:rPr>
          <w:rtl/>
          <w:lang w:bidi="ur-PK"/>
        </w:rPr>
      </w:pPr>
      <w:r w:rsidRPr="00CC5C7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CC5C79">
        <w:rPr>
          <w:rStyle w:val="libAieChar"/>
          <w:rtl/>
        </w:rPr>
        <w:t>وَ اص</w:t>
      </w:r>
      <w:r w:rsidR="00B56CAE" w:rsidRPr="00CC5C79">
        <w:rPr>
          <w:rStyle w:val="libAieChar"/>
          <w:rFonts w:hint="cs"/>
          <w:rtl/>
        </w:rPr>
        <w:t>ْبِرْ نَفْسَكَ‏ مَعَ الَّذينَ يَدْعُونَ رَبَّهُمْ بِالْغَداةِ وَ الْعَشِيِّ يُريدُونَ وَجْهَه</w:t>
      </w:r>
      <w:r w:rsidRPr="00CC5C7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آپ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لوگوں کے ساتھ جو دن اور رات صبح اور شام اپنے رب کو پکارتے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ہوا، ان کا رابطہ خدا کے ساتھ بہت اچھا ہے، آپ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خلوص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باط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پاک قلوب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نقصان کا سودا ہوگا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کو اپنے ساتھ بٹھانے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خدا پسند لوگوں کو ان خدا کے عابد اور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tl/>
          <w:lang w:bidi="ur-PK"/>
        </w:rPr>
        <w:t xml:space="preserve"> بندوں کو اپنے آپ سے دور کرو،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صبر کرو، 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صبر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آگے بڑہائ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کے مشن کو لے کر آگے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کا چرچا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ہے۔ان دونوں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جو خاص طور پر رسول اللہ کو حکم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آپ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ماننے والوں کے ساتھ مل کر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پتا چلتا ہے کہ صبر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منزل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 جا سکتا،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کا مقابلہ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صبر کرنا پڑے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معجزہ سے حل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بلکہ اسباب اور وسائل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جس طرح کائنات </w:t>
      </w:r>
      <w:r>
        <w:rPr>
          <w:rtl/>
          <w:lang w:bidi="ur-PK"/>
        </w:rPr>
        <w:lastRenderedPageBreak/>
        <w:t>کا نظام اور سسٹم ہے آہستہ آہستہ 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منزل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آگے بڑہت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انسان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صبر ان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پہلا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ہوا کرتا ہے۔پھ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جب انسان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،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منزلت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نگاہ کرتا ہے ان نعمتوں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 جو خالق کائنات صبر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اپنے بندوں کو عطا کرتا ہے تو پھر صبر کرنے والوں کا حوصلہ اور بڑہ جاتا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7" w:name="_Toc493163720"/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97"/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کرتے ہوئے ارشاد فرما  رہا ہے</w:t>
      </w:r>
    </w:p>
    <w:p w:rsidR="00B56CAE" w:rsidRDefault="009359FC" w:rsidP="007F6071">
      <w:pPr>
        <w:pStyle w:val="libNormal"/>
        <w:rPr>
          <w:rtl/>
          <w:lang w:bidi="ur-PK"/>
        </w:rPr>
      </w:pPr>
      <w:r w:rsidRPr="009359FC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359FC">
        <w:rPr>
          <w:rStyle w:val="libAieChar"/>
          <w:rFonts w:hint="cs"/>
          <w:rtl/>
        </w:rPr>
        <w:t>إِنَّما يُوَفَّى‏ الصَّابِرُونَ أَجْرَهُمْ بِغَيْرِ حِساب</w:t>
      </w:r>
      <w:r w:rsidRPr="009359F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(174)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کرنے والوں کو خالق کائنات ان کا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بے حساب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کتنے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صد</w:t>
      </w:r>
      <w:r>
        <w:rPr>
          <w:rtl/>
          <w:lang w:bidi="ur-PK"/>
        </w:rPr>
        <w:t xml:space="preserve"> 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حساب کے اجرعطا فرمائے گا،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کو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مراحل تک لے جا سکتا ہے۔ افضل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عہدوں تک لے جا سکتا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آئمہ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جو خالق کائنات نے ان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ہے۔</w:t>
      </w:r>
    </w:p>
    <w:p w:rsidR="00B56CAE" w:rsidRDefault="009359FC" w:rsidP="007F6071">
      <w:pPr>
        <w:pStyle w:val="libNormal"/>
        <w:rPr>
          <w:rtl/>
          <w:lang w:bidi="ur-PK"/>
        </w:rPr>
      </w:pPr>
      <w:r w:rsidRPr="009359FC">
        <w:rPr>
          <w:rStyle w:val="libAlaemChar"/>
          <w:rFonts w:hint="cs"/>
          <w:rtl/>
        </w:rPr>
        <w:t>(</w:t>
      </w:r>
      <w:r w:rsidR="00B56CAE" w:rsidRPr="009359FC">
        <w:rPr>
          <w:rStyle w:val="libAieChar"/>
          <w:rFonts w:hint="eastAsia"/>
          <w:rtl/>
        </w:rPr>
        <w:t>وَ</w:t>
      </w:r>
      <w:r w:rsidR="00B56CAE" w:rsidRPr="009359FC">
        <w:rPr>
          <w:rStyle w:val="libAieChar"/>
          <w:rtl/>
        </w:rPr>
        <w:t xml:space="preserve"> جَعَل</w:t>
      </w:r>
      <w:r w:rsidR="00B56CAE" w:rsidRPr="009359FC">
        <w:rPr>
          <w:rStyle w:val="libAieChar"/>
          <w:rFonts w:hint="cs"/>
          <w:rtl/>
        </w:rPr>
        <w:t>ْنا مِنْهُمْ أَئِمَّةً يَهْدُو</w:t>
      </w:r>
      <w:r w:rsidR="00B56CAE" w:rsidRPr="009359FC">
        <w:rPr>
          <w:rStyle w:val="libAieChar"/>
          <w:rtl/>
        </w:rPr>
        <w:t>نَ بِ</w:t>
      </w:r>
      <w:r w:rsidR="00B56CAE" w:rsidRPr="009359FC">
        <w:rPr>
          <w:rStyle w:val="libAieChar"/>
          <w:rFonts w:hint="cs"/>
          <w:rtl/>
        </w:rPr>
        <w:t>أَمْرِنا لَمَّا صَبَرُوا وَ كانُوا بِآياتِنا يُوقِنُون</w:t>
      </w:r>
      <w:r w:rsidRPr="009359F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(175)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انہوں نے 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پر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ہم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سے ڈرتے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لالچ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خوف کھاتے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روک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پر۔اور صبر کرنے والے جب وارد محشر ہوں گے تو فرشتے ان کا استقبال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ہوے ان کا استقبال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</w:t>
      </w:r>
    </w:p>
    <w:p w:rsidR="00B56CAE" w:rsidRDefault="009359FC" w:rsidP="00B56CAE">
      <w:pPr>
        <w:pStyle w:val="libNormal"/>
        <w:rPr>
          <w:rtl/>
          <w:lang w:bidi="ur-PK"/>
        </w:rPr>
      </w:pPr>
      <w:r w:rsidRPr="009359FC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359FC">
        <w:rPr>
          <w:rStyle w:val="libAieChar"/>
          <w:rtl/>
        </w:rPr>
        <w:t>سَلامٌ عَلَ</w:t>
      </w:r>
      <w:r w:rsidR="00B56CAE" w:rsidRPr="009359FC">
        <w:rPr>
          <w:rStyle w:val="libAieChar"/>
          <w:rFonts w:hint="cs"/>
          <w:rtl/>
        </w:rPr>
        <w:t>يْكُمْ بِما صَبَرْتُمْ‏ فَنِعْمَ عُقْبَى الدَّار</w:t>
      </w:r>
      <w:r w:rsidRPr="009359F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سلام ہو تم پر جو تم نے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پر تم نے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خالق کائنات اب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نواز رہا ہے اب خدا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 رہا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تمہارے صبر کا۔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خداوند متعال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فرما رہا ہے کہ</w:t>
      </w:r>
    </w:p>
    <w:p w:rsidR="00B56CAE" w:rsidRDefault="009359FC" w:rsidP="00B56CAE">
      <w:pPr>
        <w:pStyle w:val="libNormal"/>
        <w:rPr>
          <w:rtl/>
          <w:lang w:bidi="ur-PK"/>
        </w:rPr>
      </w:pPr>
      <w:r w:rsidRPr="009359FC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359FC">
        <w:rPr>
          <w:rStyle w:val="libAieChar"/>
          <w:rtl/>
        </w:rPr>
        <w:t>وَ لَنَج</w:t>
      </w:r>
      <w:r w:rsidR="00B56CAE" w:rsidRPr="009359FC">
        <w:rPr>
          <w:rStyle w:val="libAieChar"/>
          <w:rFonts w:hint="cs"/>
          <w:rtl/>
        </w:rPr>
        <w:t>ْزِيَنَ‏ الَّذينَ صَبَرُوا أَجْرَهُمْ بِأَحْسَنِ ما كانُوا يَعْمَلُون‏ ؛</w:t>
      </w:r>
      <w:r w:rsidRPr="009359FC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(177)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اور</w:t>
      </w:r>
      <w:r>
        <w:rPr>
          <w:rtl/>
          <w:lang w:bidi="ur-PK"/>
        </w:rPr>
        <w:t xml:space="preserve"> ہم ضرور بہ ضرور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ان کو جنہوں نے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کتنا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ارشاد ہو رہا ہے باحسن ما کانوا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عملون؛</w:t>
      </w:r>
      <w:r>
        <w:rPr>
          <w:rtl/>
          <w:lang w:bidi="ur-PK"/>
        </w:rPr>
        <w:t xml:space="preserve"> جتنا انہوں نے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تھااس سے بہت بہتر اجر و ثواب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ان کے صبر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 w:rsidRPr="009359FC">
        <w:rPr>
          <w:rStyle w:val="libArabicChar"/>
          <w:rtl/>
        </w:rPr>
        <w:t>الصبر نصف الا</w:t>
      </w:r>
      <w:r w:rsidRPr="009359FC">
        <w:rPr>
          <w:rStyle w:val="libArabicChar"/>
          <w:rFonts w:hint="cs"/>
          <w:rtl/>
        </w:rPr>
        <w:t>ی</w:t>
      </w:r>
      <w:r w:rsidRPr="009359FC">
        <w:rPr>
          <w:rStyle w:val="libArabicChar"/>
          <w:rFonts w:hint="eastAsia"/>
          <w:rtl/>
        </w:rPr>
        <w:t>مان؛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(178)</w:t>
      </w:r>
      <w:r>
        <w:rPr>
          <w:rtl/>
          <w:lang w:bidi="ur-PK"/>
        </w:rPr>
        <w:t xml:space="preserve"> صبر نصف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اہم جز اور حصہ ہے، صبر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جو صبر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ہے۔وہ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خالق کائنات نے 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نظام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اور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 اور حصہ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رسول اللہ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9359FC">
        <w:rPr>
          <w:rStyle w:val="libArabicChar"/>
          <w:rtl/>
        </w:rPr>
        <w:t>الصبر کنز من کنوز الجنة؛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(179)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جنت کے خزانوں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خزانہ ہے۔ اگر تم چاہتے ہو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خزانے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اہم خزانہ صبر کا ہے، جس انسان کو جس مومن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اسے بہشت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خزانے مل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اسے جنت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خزانہ مل رہا ہے۔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ا</w:t>
      </w:r>
      <w:r>
        <w:rPr>
          <w:rFonts w:hint="eastAsia"/>
          <w:rtl/>
          <w:lang w:bidi="ur-PK"/>
        </w:rPr>
        <w:t>پنے</w:t>
      </w:r>
      <w:r>
        <w:rPr>
          <w:rtl/>
          <w:lang w:bidi="ur-PK"/>
        </w:rPr>
        <w:t xml:space="preserve"> آپ کو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بنانے کا مسحق اور حقدار بنا رہا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امام محمد باقرؑ ارشاد فرما رہا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B56CAE" w:rsidRPr="009359FC" w:rsidRDefault="00B56CAE" w:rsidP="009359FC">
      <w:pPr>
        <w:pStyle w:val="libArabic"/>
        <w:rPr>
          <w:rtl/>
        </w:rPr>
      </w:pPr>
      <w:r w:rsidRPr="009359FC">
        <w:rPr>
          <w:rFonts w:hint="eastAsia"/>
          <w:rtl/>
        </w:rPr>
        <w:t>الجن</w:t>
      </w:r>
      <w:r w:rsidRPr="009359FC">
        <w:rPr>
          <w:rFonts w:hint="cs"/>
          <w:rtl/>
        </w:rPr>
        <w:t>ه</w:t>
      </w:r>
      <w:r w:rsidRPr="009359FC">
        <w:rPr>
          <w:rtl/>
        </w:rPr>
        <w:t xml:space="preserve"> محفوف</w:t>
      </w:r>
      <w:r w:rsidRPr="009359FC">
        <w:rPr>
          <w:rFonts w:hint="cs"/>
          <w:rtl/>
        </w:rPr>
        <w:t>ه بالمکار</w:t>
      </w:r>
      <w:r w:rsidR="007F6071" w:rsidRPr="007F6071">
        <w:rPr>
          <w:rFonts w:hint="cs"/>
          <w:rtl/>
        </w:rPr>
        <w:t>ه</w:t>
      </w:r>
      <w:r w:rsidRPr="007F6071">
        <w:rPr>
          <w:rFonts w:hint="cs"/>
          <w:rtl/>
        </w:rPr>
        <w:t xml:space="preserve"> والصبر؛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جنت چھپ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گھر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مشکلات اور صبر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9359FC">
        <w:rPr>
          <w:rStyle w:val="libArabicChar"/>
          <w:rtl/>
        </w:rPr>
        <w:t>فمن صبر المکار</w:t>
      </w:r>
      <w:r w:rsidR="007F6071" w:rsidRPr="007F6071">
        <w:rPr>
          <w:rStyle w:val="libArabicChar"/>
          <w:rFonts w:hint="cs"/>
          <w:rtl/>
        </w:rPr>
        <w:t>ه</w:t>
      </w:r>
      <w:r w:rsidRPr="007F6071">
        <w:rPr>
          <w:rStyle w:val="libArabicChar"/>
          <w:rFonts w:hint="cs"/>
          <w:rtl/>
        </w:rPr>
        <w:t xml:space="preserve"> ف</w:t>
      </w:r>
      <w:r w:rsidRPr="009359FC">
        <w:rPr>
          <w:rStyle w:val="libArabicChar"/>
          <w:rFonts w:hint="cs"/>
          <w:rtl/>
        </w:rPr>
        <w:t>ی</w:t>
      </w:r>
      <w:r w:rsidRPr="009359FC">
        <w:rPr>
          <w:rStyle w:val="libArabicChar"/>
          <w:rtl/>
        </w:rPr>
        <w:t xml:space="preserve"> الدن</w:t>
      </w:r>
      <w:r w:rsidRPr="009359FC">
        <w:rPr>
          <w:rStyle w:val="libArabicChar"/>
          <w:rFonts w:hint="cs"/>
          <w:rtl/>
        </w:rPr>
        <w:t>ی</w:t>
      </w:r>
      <w:r w:rsidRPr="009359FC">
        <w:rPr>
          <w:rStyle w:val="libArabicChar"/>
          <w:rFonts w:hint="eastAsia"/>
          <w:rtl/>
        </w:rPr>
        <w:t>ا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(180)</w:t>
      </w:r>
    </w:p>
    <w:p w:rsidR="00B56CAE" w:rsidRDefault="00B56CAE" w:rsidP="00B56CAE">
      <w:pPr>
        <w:pStyle w:val="libNormal"/>
        <w:rPr>
          <w:rFonts w:hint="cs"/>
          <w:rtl/>
          <w:lang w:bidi="ur-PK"/>
        </w:rPr>
      </w:pP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مشکلات پر صبر کرے گا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صبر کرے گا، تو وہ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ہوگا، مشکلات پر صبر کرنا اور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لازم ملزوم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انسان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صبر کرتا ہے،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پر صبر کرتا ہے تو خالق کائنات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جنت عطا کرے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رابطہ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اٹھائے گاجو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مشکلات کو برداشت کرے گا اسے وہاں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اٹھانا پڑے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 اسے وہاں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صبر کرے گا اسے وہاں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سرشار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 وہاں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سکھ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سکھ ہوں گے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سب سے بڑہ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رب اس کا اس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ہوگا۔</w:t>
      </w:r>
    </w:p>
    <w:p w:rsidR="009359FC" w:rsidRDefault="009359FC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98" w:name="_Toc493163721"/>
      <w:r>
        <w:rPr>
          <w:rFonts w:hint="eastAsia"/>
          <w:rtl/>
          <w:lang w:bidi="ur-PK"/>
        </w:rPr>
        <w:lastRenderedPageBreak/>
        <w:t>صبر</w:t>
      </w:r>
      <w:r>
        <w:rPr>
          <w:rtl/>
          <w:lang w:bidi="ur-PK"/>
        </w:rPr>
        <w:t xml:space="preserve"> کے درجات</w:t>
      </w:r>
      <w:bookmarkEnd w:id="9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صبر کے مختلف درجات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صبر محمود ہے، صبر محمود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لذات گناہ کو چھوڑ دے اپنے نفس کو مجبور کرے اپنے نفس کو اس بات پر آمادہ کرے کہ وہ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نہ جائے، اپنے آپ کو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سے دور کر دے۔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کرنا ہے۔ظاہر ہے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 کہ گناہوں کہ اچھا کر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کرے، ان کو 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کر کے بتائے،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آسان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جلوہ نما کرے،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وہاں پر انسان صبر کرتے ہوے اپنے نفس کو آمادہ کرے اس بات پر کہ اگر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ہو، اگر رضوان خدا چاہتے 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کرنا پ</w:t>
      </w:r>
      <w:r>
        <w:rPr>
          <w:rFonts w:hint="eastAsia"/>
          <w:rtl/>
          <w:lang w:bidi="ur-PK"/>
        </w:rPr>
        <w:t>ڑے</w:t>
      </w:r>
      <w:r>
        <w:rPr>
          <w:rtl/>
          <w:lang w:bidi="ur-PK"/>
        </w:rPr>
        <w:t xml:space="preserve">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ہوتا ہے گناہ پر صبر کہ انسان صبر کرے اور گناہ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جائے۔ گناہ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حاصل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ش،</w:t>
      </w:r>
      <w:r>
        <w:rPr>
          <w:rtl/>
          <w:lang w:bidi="ur-PK"/>
        </w:rPr>
        <w:t xml:space="preserve"> گناہ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حاصل ہونے والا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سہ،</w:t>
      </w:r>
      <w:r>
        <w:rPr>
          <w:rtl/>
          <w:lang w:bidi="ur-PK"/>
        </w:rPr>
        <w:t xml:space="preserve"> گناہ کے بل بوتے پر حاصل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عشرت کو قبول نہ کرے صبر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مرحلہ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دوسرا مرحلہ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اطاعت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صبر  کرے، ظاہر ہے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مشکلات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صبح نماز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اٹھنا اتنا آسان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رمضان کے واجب روزے رکھنا اتنا آسان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اپنے کمائے ہوئے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خمس اور زکوات ادا کرنا اتنا آس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مشکلات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صبر کرے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صبر کرے کہ آج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کروں گا تو کل اس کا بہت بڑا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نکلے گا، آج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مختصر زحمت کا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نکلے گا، اس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رب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ہوگا، اور اس کا فائدہ مجھے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 جو خرچ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نام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</w:t>
      </w:r>
      <w:r>
        <w:rPr>
          <w:rtl/>
          <w:lang w:bidi="ur-PK"/>
        </w:rPr>
        <w:t xml:space="preserve"> چلا جائے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 جائے گا خدا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جو لمحات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جائے خدا ان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انسان سے وہ وہ کام کراتا ہے جو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خدا کے مم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ہوتا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بڑہ کر  صبر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</w:t>
      </w:r>
      <w:r w:rsidR="009359FC" w:rsidRPr="009359FC">
        <w:rPr>
          <w:rStyle w:val="libAlaemChar"/>
          <w:rFonts w:hint="cs"/>
          <w:rtl/>
        </w:rPr>
        <w:t>(</w:t>
      </w:r>
      <w:r w:rsidRPr="009359FC">
        <w:rPr>
          <w:rStyle w:val="libAieChar"/>
          <w:rtl/>
        </w:rPr>
        <w:t>فَاص</w:t>
      </w:r>
      <w:r w:rsidRPr="009359FC">
        <w:rPr>
          <w:rStyle w:val="libAieChar"/>
          <w:rFonts w:hint="cs"/>
          <w:rtl/>
        </w:rPr>
        <w:t>ْبِرْ صَبْراً جَميلا</w:t>
      </w:r>
      <w:r w:rsidRPr="0029475F">
        <w:rPr>
          <w:rFonts w:hint="cs"/>
          <w:rtl/>
        </w:rPr>
        <w:t xml:space="preserve"> </w:t>
      </w:r>
      <w:r w:rsidR="009359FC" w:rsidRPr="009359FC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(181)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مشکلات کے آنے سے پہلے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آپ کو قانع کر لے مطمئن ہو جائے کہ جو کچھ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 گا وہ حکم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ہوگا وہ اذن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ہوگا،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 گا۔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بقضائ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وتسل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لاامرہ،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رضائے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رہنا، خدا نے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مقدر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 ہوگا، رضائے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درجہ ہے صبر کا، خدا رضوان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بندہ کو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سب سے بڑا درجہ اور کمال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آئمہ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خصوصا </w:t>
      </w:r>
      <w:r>
        <w:rPr>
          <w:rtl/>
          <w:lang w:bidi="ur-PK"/>
        </w:rPr>
        <w:lastRenderedPageBreak/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پر فائز تھے، اپنا سب کچھ خدا کے نام پر قربان کر رہے تھے،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پورا خاندان، اصحاب، انصار سب کچھ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اپنا سر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رضا بقضائ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لامرہ؛  کہتے ہوئے،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کا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رتبہ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99" w:name="_Toc493163722"/>
      <w:r>
        <w:rPr>
          <w:rFonts w:hint="eastAsia"/>
          <w:rtl/>
          <w:lang w:bidi="ur-PK"/>
        </w:rPr>
        <w:t>عزادار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</w:t>
      </w:r>
      <w:bookmarkEnd w:id="9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اشتباہ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کہا جاتا ہے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اور پھر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کرے،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رونہ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جس طرح خالق کائنات نے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انسان کو تبسم کرنے اور مسکرانے سے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روکا،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غم اور دکھ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کا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ہونا اور دکھ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ہوجانا، آنکھوں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آنسو آجانا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طبع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اس کے نمونہ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آپ کے فرزند کا انتقال ہوا تو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سے آنسو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تھے،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کہنے لگا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آپ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ہاں ، دل دکھے گا، آنکھوں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آنسو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کے مخالف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صبر کے مخالف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ہم خدا سے شکوہ اور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سے گلا و شکوہ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مجھ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جدا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خدا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رہنا اور گلا شکوہ  کرنا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صرف رونا، صبر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تو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روتے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بتاتا کہ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فراق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سال روئے، اتنا روئے کہ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9359FC" w:rsidRPr="009359FC">
        <w:rPr>
          <w:rStyle w:val="libAlaemChar"/>
          <w:rFonts w:hint="cs"/>
          <w:rtl/>
        </w:rPr>
        <w:t>(</w:t>
      </w:r>
      <w:r w:rsidRPr="009359FC">
        <w:rPr>
          <w:rStyle w:val="libAieChar"/>
          <w:rtl/>
        </w:rPr>
        <w:t>وَ اب</w:t>
      </w:r>
      <w:r w:rsidRPr="009359FC">
        <w:rPr>
          <w:rStyle w:val="libAieChar"/>
          <w:rFonts w:hint="cs"/>
          <w:rtl/>
        </w:rPr>
        <w:t>ْيَضَّتْ‏ عَيْناهُ مِنَ الْحُزْن‏؛</w:t>
      </w:r>
      <w:r w:rsidRPr="0029475F">
        <w:rPr>
          <w:rFonts w:hint="cs"/>
          <w:rtl/>
        </w:rPr>
        <w:t xml:space="preserve"> </w:t>
      </w:r>
      <w:r w:rsidR="009359FC" w:rsidRPr="009359FC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(182)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غم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رونا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کرنا صبر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روتے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مغالطہ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جو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لہذا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نکلتا ہے کہ رونا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جبکہ رونا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ہاں، شکوہ اور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0" w:name="_Toc493163723"/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صابر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ہے</w:t>
      </w:r>
      <w:bookmarkEnd w:id="10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خدا سے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معرکہ پر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کو حاصل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جنگ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سے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طلب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اور خدا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</w:p>
    <w:p w:rsidR="00B56CAE" w:rsidRDefault="00234B05" w:rsidP="00234B05">
      <w:pPr>
        <w:pStyle w:val="libNormal"/>
        <w:rPr>
          <w:rtl/>
          <w:lang w:bidi="ur-PK"/>
        </w:rPr>
      </w:pPr>
      <w:r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9359FC">
        <w:rPr>
          <w:rStyle w:val="libAieChar"/>
          <w:rFonts w:hint="cs"/>
          <w:rtl/>
        </w:rPr>
        <w:t>إِنَّ اللَّهَ مَعَ الصَّابِرين‏؛</w:t>
      </w:r>
      <w:r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(181)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اللہ صبر کرنے والوں کے ساتھ ہے جو مشکلات پر صبر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عزت اور آبرو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حزب اللہ اور اللہ کے لشکر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خالص اور مخلص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</w:t>
      </w:r>
      <w:r>
        <w:rPr>
          <w:rFonts w:hint="eastAsia"/>
          <w:rtl/>
          <w:lang w:bidi="ur-PK"/>
        </w:rPr>
        <w:t>سنتے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جناب طالوت لشکر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نکلے جالوت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 کتنا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لشکر ہے ان کے پاس، انہوں نے ہمت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حوصلہ پست ہونے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خدا پر توکل اور بھروسہ کرتے ہوے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ربنا</w:t>
      </w:r>
      <w:r>
        <w:rPr>
          <w:rtl/>
          <w:lang w:bidi="ur-PK"/>
        </w:rPr>
        <w:t xml:space="preserve"> افرغ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صبرا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عطا فرما، و ثبت اقدامنا،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استقامت عطا فرما، ثبات قدم عطا فرما وانصرناعل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القوم الکافر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اپنا عمل انجام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عمل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جا کر برزوا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کے بعد پھر خدا سے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بنتا ہے کہ عمل کرنا تمہارا کام ہے، کوشش کرنا تمہارا کام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آنا تمہارا کام ہے، تلوار اٹھانا تمہارا کام ہے،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 کا کام ہے۔کام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ہمکنار کرنا خدا کا کام ہے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 کا کام ہے، تم اپنا کام کرو، خدا کا کا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خدا کے حوالہ کر دو خدا اپنے کام کو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انجام دے گا جہاں جہاں انسان شکست کھاتا ہے وہاں وہاں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 نے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اگر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بطور احسن انجام دے تو خدا کے لطف اور کرم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اس کے 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اگر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نقص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ہے،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صبر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حاصل کرسکتا ہے، صبر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مشکلات پر قابو پا سکتا ہے، مشکلات چند دنوں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رحمت خدا سے دور 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سے بدب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کمزور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لوگ جو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 سے بدظن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گلا شکوہ کرنے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محسوس ہونے لگتا ہے کہ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نا انصاف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سب کچھ خدا کے خاطے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تمام ظالم اور حکمرانوں کے کام خدا کے ذمہ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 رہا ہے، مگر 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رہا ہے کہ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تھے جن کے ساتھ مخلص لوگ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ہوئے، ان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تقص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گناہ تھا، وہ تو پاک تھے معصوم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انسان کو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مشکل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قصور ہوتا ہے، اگرچہ 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ہے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اعمال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 کہ امتحان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حاصل ہونے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امتحانات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صبر کے ساتھ حوصلہ کے ساتھ عزم کے ساتھ ان کا مقابلہ کرے اور خدا سے دعا مانگے کہ خدا اسے صبر اور حوصلہ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رہتا ہوں کہ خدا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کرتا ہےبسا اوقات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ہم مدد کا غلط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غلط مطلب نکالتے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قوتوں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جائے، 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سے بڑہ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مدد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مومن اور مجاہد انسان کو حوصلہ اور عزم عطا کرتا ہے اور صبر عطا کرتا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 ہے کربلا،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خدا نے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قدم ڈگمگاتے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ہے۔مارنے والے ڈر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مرنے والوں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ہے۔ خدا اس طرح مدد کرتا ہے کہ ان کے حوصلوں کو بلند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صبر اور حوصلہ ہے جو انسان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ہمکنار کرتا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مشکلات پر صبر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خالق کائنات سے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دعا ہے خالق کائنات ہم سب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 تمام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امتحان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اور حوصلہ کے ساتھ گذارنے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تا کہ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Pr="00CB3FC3" w:rsidRDefault="00B56CAE" w:rsidP="00CB3FC3">
      <w:pPr>
        <w:pStyle w:val="libArabic"/>
        <w:rPr>
          <w:rtl/>
        </w:rPr>
      </w:pPr>
      <w:r w:rsidRPr="00CB3FC3">
        <w:rPr>
          <w:rFonts w:hint="eastAsia"/>
          <w:rtl/>
        </w:rPr>
        <w:t>والسلام</w:t>
      </w:r>
      <w:r w:rsidRPr="00CB3FC3">
        <w:rPr>
          <w:rtl/>
        </w:rPr>
        <w:t xml:space="preserve"> عل</w:t>
      </w:r>
      <w:r w:rsidRPr="00CB3FC3">
        <w:rPr>
          <w:rFonts w:hint="cs"/>
          <w:rtl/>
        </w:rPr>
        <w:t>ی</w:t>
      </w:r>
      <w:r w:rsidRPr="00CB3FC3">
        <w:rPr>
          <w:rFonts w:hint="eastAsia"/>
          <w:rtl/>
        </w:rPr>
        <w:t>کم</w:t>
      </w:r>
      <w:r w:rsidRPr="00CB3FC3">
        <w:rPr>
          <w:rtl/>
        </w:rPr>
        <w:t xml:space="preserve"> و رحمة اللَّ</w:t>
      </w:r>
      <w:r w:rsidRPr="00CB3FC3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1" w:name="_Toc493163724"/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01"/>
      <w:r>
        <w:rPr>
          <w:rtl/>
          <w:lang w:bidi="ur-PK"/>
        </w:rPr>
        <w:t xml:space="preserve"> </w:t>
      </w:r>
    </w:p>
    <w:p w:rsidR="00B56CAE" w:rsidRPr="00CB3FC3" w:rsidRDefault="00B56CAE" w:rsidP="00CB3FC3">
      <w:pPr>
        <w:pStyle w:val="libArabic"/>
        <w:rPr>
          <w:rtl/>
        </w:rPr>
      </w:pPr>
      <w:r w:rsidRPr="00CB3FC3">
        <w:rPr>
          <w:rFonts w:hint="cs"/>
          <w:rtl/>
        </w:rPr>
        <w:t>أَعُو</w:t>
      </w:r>
      <w:r w:rsidRPr="00CB3FC3">
        <w:rPr>
          <w:rFonts w:hint="eastAsia"/>
          <w:rtl/>
        </w:rPr>
        <w:t>ذُ</w:t>
      </w:r>
      <w:r w:rsidRPr="00CB3FC3">
        <w:rPr>
          <w:rtl/>
        </w:rPr>
        <w:t xml:space="preserve"> بِالل</w:t>
      </w:r>
      <w:r w:rsidRPr="00CB3FC3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CB3FC3" w:rsidP="00B56CAE">
      <w:pPr>
        <w:pStyle w:val="libNormal"/>
        <w:rPr>
          <w:rtl/>
          <w:lang w:bidi="ur-PK"/>
        </w:rPr>
      </w:pPr>
      <w:r w:rsidRPr="00CB3FC3">
        <w:rPr>
          <w:rStyle w:val="libAlaemChar"/>
          <w:rFonts w:hint="cs"/>
          <w:rtl/>
        </w:rPr>
        <w:t>(</w:t>
      </w:r>
      <w:r w:rsidR="00B56CAE" w:rsidRPr="00CB3FC3">
        <w:rPr>
          <w:rStyle w:val="libAieChar"/>
          <w:rFonts w:hint="eastAsia"/>
          <w:rtl/>
        </w:rPr>
        <w:t>رَبَّنَا</w:t>
      </w:r>
      <w:r w:rsidR="00B56CAE" w:rsidRPr="00CB3FC3">
        <w:rPr>
          <w:rStyle w:val="libAieChar"/>
          <w:rtl/>
        </w:rPr>
        <w:t xml:space="preserve"> اغ</w:t>
      </w:r>
      <w:r w:rsidR="00B56CAE" w:rsidRPr="00CB3FC3">
        <w:rPr>
          <w:rStyle w:val="libAieChar"/>
          <w:rFonts w:hint="cs"/>
          <w:rtl/>
        </w:rPr>
        <w:t>ْفِرْ لي‏ وَ لِوالِدَي</w:t>
      </w:r>
      <w:r w:rsidR="00B56CAE" w:rsidRPr="00CB3FC3">
        <w:rPr>
          <w:rStyle w:val="libAieChar"/>
          <w:rtl/>
        </w:rPr>
        <w:t>َّ وَ لِل</w:t>
      </w:r>
      <w:r w:rsidR="00B56CAE" w:rsidRPr="00CB3FC3">
        <w:rPr>
          <w:rStyle w:val="libAieChar"/>
          <w:rFonts w:hint="cs"/>
          <w:rtl/>
        </w:rPr>
        <w:t>ْمُؤْمِنينَ يَوْمَ يَقُومُ الْحِساب</w:t>
      </w:r>
      <w:r w:rsidR="00B56CAE" w:rsidRPr="0029475F">
        <w:rPr>
          <w:rFonts w:hint="cs"/>
          <w:rtl/>
        </w:rPr>
        <w:t xml:space="preserve"> </w:t>
      </w:r>
      <w:r w:rsidRPr="00CB3FC3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(182)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آج</w:t>
      </w:r>
      <w:r>
        <w:rPr>
          <w:rtl/>
          <w:lang w:bidi="ur-PK"/>
        </w:rPr>
        <w:t xml:space="preserve">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انسانوں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بہت سارے رشتہ بنائے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کچھ حسب ونسب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نبس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۔قوم اور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کے رشتے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بڑہ کر جو اہم رشتہ خداوند متعال نے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رشتہ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رشتہ جو ٹوٹنے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</w:t>
      </w:r>
      <w:r>
        <w:rPr>
          <w:rtl/>
          <w:lang w:bidi="ur-PK"/>
        </w:rPr>
        <w:lastRenderedPageBreak/>
        <w:t>پائے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رہے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رہے،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اللہ اور اس کے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آنا ہے،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دائرہ داخل ہو جاتا ہے وہ اس رشتہ سے جڑ جاتا ہے، مسلمان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جگہ پر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تمام کے تما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کا تذکرہ کرتے ہوئے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B3FC3">
        <w:rPr>
          <w:rStyle w:val="libAieChar"/>
          <w:rtl/>
        </w:rPr>
        <w:t xml:space="preserve"> وَ اذ</w:t>
      </w:r>
      <w:r w:rsidRPr="00CB3FC3">
        <w:rPr>
          <w:rStyle w:val="libAieChar"/>
          <w:rFonts w:hint="cs"/>
          <w:rtl/>
        </w:rPr>
        <w:t>ْكُرُوا نِعْمَتَ اللَّهِ عَلَيْكُ</w:t>
      </w:r>
      <w:r w:rsidRPr="00CB3FC3">
        <w:rPr>
          <w:rStyle w:val="libAieChar"/>
          <w:rtl/>
        </w:rPr>
        <w:t>م</w:t>
      </w:r>
      <w:r w:rsidRPr="00CB3FC3">
        <w:rPr>
          <w:rStyle w:val="libAieChar"/>
          <w:rFonts w:hint="cs"/>
          <w:rtl/>
        </w:rPr>
        <w:t>ْ إِذْ كُنْتُمْ أَعْداءً فَأَلَّفَ بَيْنَ قُلُوبِكُمْ فَأَصْبَحْتُمْ بِنِعْمَتِهِ إِخْوانا،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(183)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اس   نعمت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جو خالق کائنات نے تم پر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دشمن تھے، تم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بٹے ہوے تھے، تم نسل اور نزاد اور قوم اور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بٹے ہوئے تھے، تمہارے اندر لسان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تھے،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اختلاف تھے نسل در نسل اختلاف تھے، زمان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مکان کے اختلافات تھے۔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خالق کائنات نے اپنے فضل اور کرم سے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تمہارے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رکھ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کہ اس نے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اللہ 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رکھنے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کو ماننے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انسان  اس رشتہ سے جڑ جاتا ہے۔اور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رشتہ ہے، جو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ٹوٹتا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ہونے وا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ہے،جسے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توڑ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 اسلام کے دائرے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نکل جائے۔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2" w:name="_Toc493163725"/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10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آتا ہے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مولاک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 جائے۔ امام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زبان سے دعا مانگو جس زبان سے تم نےکوئ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ہو۔ </w:t>
      </w:r>
      <w:r w:rsidRPr="007F6071">
        <w:rPr>
          <w:rStyle w:val="libFootnotenumChar"/>
          <w:rtl/>
        </w:rPr>
        <w:t>(184)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مطلب ، اس زبان سے دعا مانگو،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زبان ہے خدا خواستہ نخواستہ کتنے گناہ اس سے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جھوٹ بولنا،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تہمت اور انواع اور اقسام کے گناہ،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تک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لئےدعا</w:t>
      </w:r>
      <w:r>
        <w:rPr>
          <w:rtl/>
          <w:lang w:bidi="ur-PK"/>
        </w:rPr>
        <w:t xml:space="preserve"> کر رہے ہوتے ہو، دوسروں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 رہے ہوتے ہو،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دعا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زبان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تم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دوسروں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کرتا ہے خداوند متعال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کرتا ہے، جو دوسرے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مانگے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کرے گا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خالق کائنات اس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کرے 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خاندان عصمت و طہارت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امام حسن مجتب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نقل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آپ دعا کر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اور مومنہ کا نام لے لے کر دعا کر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کہا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پوچھا مادر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نے تو سب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ہاں! </w:t>
      </w:r>
      <w:r w:rsidRPr="00CB3FC3">
        <w:rPr>
          <w:rStyle w:val="libArabicChar"/>
          <w:rtl/>
        </w:rPr>
        <w:t>الجار ثم الدار</w:t>
      </w:r>
      <w:r>
        <w:rPr>
          <w:rtl/>
          <w:lang w:bidi="ur-PK"/>
        </w:rPr>
        <w:t xml:space="preserve">؛ </w:t>
      </w:r>
      <w:r w:rsidRPr="007F6071">
        <w:rPr>
          <w:rStyle w:val="libFootnotenumChar"/>
          <w:rtl/>
        </w:rPr>
        <w:t>(185)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پہلے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پہلے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پھر اپنوں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کو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کرنا،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استجابت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ہم عبادات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سورت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تلاوت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اذکار اور اوراد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اپنے آپ کو 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مت سمجھو دوسروں کو ساتھ ملا کر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سورہ حمد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ہم تلاوت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نعبد 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نستع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ہم سب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دوسروں کو ملا کر، انسان صرف اپنے آپ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غرور اور تکبر اسے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مدہ</w:t>
      </w:r>
      <w:r>
        <w:rPr>
          <w:rFonts w:hint="eastAsia"/>
          <w:rtl/>
          <w:lang w:bidi="ur-PK"/>
        </w:rPr>
        <w:t>وش</w:t>
      </w:r>
      <w:r>
        <w:rPr>
          <w:rtl/>
          <w:lang w:bidi="ur-PK"/>
        </w:rPr>
        <w:t xml:space="preserve"> نہ کر دے، سب کو ملا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ہم سب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مدد طلب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B3FC3">
        <w:rPr>
          <w:rStyle w:val="libArabicChar"/>
          <w:rtl/>
        </w:rPr>
        <w:t xml:space="preserve"> ا</w:t>
      </w:r>
      <w:r w:rsidRPr="00CB3FC3">
        <w:rPr>
          <w:rStyle w:val="libArabicChar"/>
          <w:rFonts w:hint="cs"/>
          <w:rtl/>
        </w:rPr>
        <w:t>هدنالصراط المستقی</w:t>
      </w:r>
      <w:r w:rsidRPr="00CB3FC3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  ہم سب کو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صرف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صرف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مفاد، صرف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فائدہ، صرف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مناف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ہےبلکہ جو انسان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کرتا ہے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خدا اس کے حق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من دع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لاخوانہ من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المومنات؛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مومن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مومنہ بہن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کرتا ہے، جو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کرتا ہے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B3FC3">
        <w:rPr>
          <w:rStyle w:val="libArabicChar"/>
          <w:rtl/>
        </w:rPr>
        <w:t xml:space="preserve"> وکل الل</w:t>
      </w:r>
      <w:r w:rsidRPr="00CB3FC3">
        <w:rPr>
          <w:rStyle w:val="libArabicChar"/>
          <w:rFonts w:hint="cs"/>
          <w:rtl/>
        </w:rPr>
        <w:t>ه به عن کل مومن ملکا</w:t>
      </w:r>
      <w:r w:rsidRPr="0029475F">
        <w:rPr>
          <w:rFonts w:hint="cs"/>
          <w:rtl/>
        </w:rPr>
        <w:t xml:space="preserve">؛ </w:t>
      </w:r>
      <w:r w:rsidRPr="007F6071">
        <w:rPr>
          <w:rStyle w:val="libFootnotenumChar"/>
          <w:rFonts w:hint="cs"/>
          <w:rtl/>
        </w:rPr>
        <w:t>(186)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ہر مومن اور مومنہ کے بدلے جس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دعا کر رہا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رہا ہے خدا اتنے فرشتے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مامور کرتا ہے، موکل کرتا ہے۔ ان فرشتوں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 وہ فرشتے آکر پھر اس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کتنا بڑا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رہا ہے ، کتنا بڑا فائدہ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اگر تم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کرو گے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شمار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مستجاب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تم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 گے جتنے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 گے، جتنے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 گے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فرشتہ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گا وہ فرشتے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اور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رد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مستجاب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ہم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مستجاب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دوسر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مستجاب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قرآن ہے،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ارشاد فرما رہا ہے کہ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C6E42">
        <w:rPr>
          <w:rStyle w:val="libAieChar"/>
          <w:rtl/>
        </w:rPr>
        <w:t xml:space="preserve">وَ </w:t>
      </w:r>
      <w:r w:rsidR="00B56CAE" w:rsidRPr="00FC6E42">
        <w:rPr>
          <w:rStyle w:val="libAieChar"/>
          <w:rFonts w:hint="cs"/>
          <w:rtl/>
        </w:rPr>
        <w:t>يَسْتَجيبُ‏ الَّذينَ آمَنُوا وَ عَمِلُوا الصَّالِحاتِ وَ يَزيدُهُمْ مِنْ فَضْلِه‏؛</w:t>
      </w:r>
      <w:r w:rsidR="00B56CAE" w:rsidRPr="0029475F">
        <w:rPr>
          <w:rFonts w:hint="cs"/>
          <w:rtl/>
        </w:rPr>
        <w:t xml:space="preserve"> </w:t>
      </w:r>
      <w:r w:rsidRPr="00FC6E42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(187)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مستجاب کرتا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سنتا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جنہوں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اللہ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قبول کرتا ہے۔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جہاں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فاستجبنا ہم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ذکر ہو رہا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کہ  </w:t>
      </w:r>
      <w:r w:rsidRPr="00CB3FC3">
        <w:rPr>
          <w:rStyle w:val="libArabicChar"/>
          <w:rFonts w:hint="cs"/>
          <w:rtl/>
        </w:rPr>
        <w:t>ی</w:t>
      </w:r>
      <w:r w:rsidRPr="00CB3FC3">
        <w:rPr>
          <w:rStyle w:val="libArabicChar"/>
          <w:rFonts w:hint="eastAsia"/>
          <w:rtl/>
        </w:rPr>
        <w:t>ستج</w:t>
      </w:r>
      <w:r w:rsidRPr="00CB3FC3">
        <w:rPr>
          <w:rStyle w:val="libArabicChar"/>
          <w:rFonts w:hint="cs"/>
          <w:rtl/>
        </w:rPr>
        <w:t>ی</w:t>
      </w:r>
      <w:r w:rsidRPr="00CB3FC3">
        <w:rPr>
          <w:rStyle w:val="libArabicChar"/>
          <w:rFonts w:hint="eastAsia"/>
          <w:rtl/>
        </w:rPr>
        <w:t>ب</w:t>
      </w:r>
      <w:r w:rsidRPr="00CB3FC3">
        <w:rPr>
          <w:rStyle w:val="libArabicChar"/>
          <w:rtl/>
        </w:rPr>
        <w:t xml:space="preserve"> الذ</w:t>
      </w:r>
      <w:r w:rsidRPr="00CB3FC3">
        <w:rPr>
          <w:rStyle w:val="libArabicChar"/>
          <w:rFonts w:hint="cs"/>
          <w:rtl/>
        </w:rPr>
        <w:t>ی</w:t>
      </w:r>
      <w:r w:rsidRPr="00CB3FC3">
        <w:rPr>
          <w:rStyle w:val="libArabicChar"/>
          <w:rFonts w:hint="eastAsia"/>
          <w:rtl/>
        </w:rPr>
        <w:t>ن</w:t>
      </w:r>
      <w:r w:rsidRPr="00CB3FC3">
        <w:rPr>
          <w:rStyle w:val="libArabicChar"/>
          <w:rtl/>
        </w:rPr>
        <w:t xml:space="preserve"> آمنو و عملو الصالحات الل</w:t>
      </w:r>
      <w:r w:rsidR="007F6071" w:rsidRPr="007F6071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عمل صالح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مستجاب کرتا ہے نہ صرف مستجاب کرتا ہے بلکہ 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دھم</w:t>
      </w:r>
      <w:r>
        <w:rPr>
          <w:rtl/>
          <w:lang w:bidi="ur-PK"/>
        </w:rPr>
        <w:t xml:space="preserve"> من فضلہ؛ اپنے فضل و کرم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عطا فرماتا ہے۔اگر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اپنے فضل اور کرم سے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عطا کرے گا، دوسروں کے ساتھ رہتے ہوئے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مقدم رکھتے ہوے پہلے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کرے،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سمجھے اور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کرے صرف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ان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طرز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3" w:name="_Toc493163726"/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0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ہے:بار الہا!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بخش دے، اور تمام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چاہے مرد ہوں چاہے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ان سب کو بخش دے،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اس وقت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دعا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قوم</w:t>
      </w:r>
      <w:r>
        <w:rPr>
          <w:rtl/>
          <w:lang w:bidi="ur-PK"/>
        </w:rPr>
        <w:t xml:space="preserve"> الحساب؛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دن، ہم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حضرت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C6E42">
        <w:rPr>
          <w:rStyle w:val="libAieChar"/>
          <w:rtl/>
        </w:rPr>
        <w:t>رَبِّ اغ</w:t>
      </w:r>
      <w:r w:rsidR="00B56CAE" w:rsidRPr="00FC6E42">
        <w:rPr>
          <w:rStyle w:val="libAieChar"/>
          <w:rFonts w:hint="cs"/>
          <w:rtl/>
        </w:rPr>
        <w:t>ْفِرْ لي‏ وَ لِوالِدَيَّ وَ لِمَنْ دَخَلَ بَيْتِيَ‏ مُؤْمِنا</w:t>
      </w:r>
      <w:r w:rsidR="00B56CAE" w:rsidRPr="0029475F">
        <w:rPr>
          <w:rFonts w:hint="cs"/>
          <w:rtl/>
        </w:rPr>
        <w:t xml:space="preserve"> </w:t>
      </w:r>
      <w:r w:rsidRPr="00FC6E42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(188)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بخش دے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جائے ،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مراد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(189)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مطابق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مراد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دائرے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جائے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کو قبول کر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ہمفکر بن جاتا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</w:t>
      </w:r>
      <w:r>
        <w:rPr>
          <w:rtl/>
          <w:lang w:bidi="ur-PK"/>
        </w:rPr>
        <w:t xml:space="preserve"> بن جاتا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اتباع کرتا ہے، ان سب کو بخش دے،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اس طرح سے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کرو دوسرے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جتنا انسان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کو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کرے گا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رحمت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 بسا اوقات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ظرف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مانگوں گا خدا نے اگر دوسروں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پھر مجھے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جتنے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پر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اتے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پر عطا فرمائے گا اور وہ تو اتنا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کہ جتنا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ہوتا چلا جاتا 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4" w:name="_Toc493163727"/>
      <w:r>
        <w:rPr>
          <w:rFonts w:hint="eastAsia"/>
          <w:rtl/>
          <w:lang w:bidi="ur-PK"/>
        </w:rPr>
        <w:t>گذشتہ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دعا</w:t>
      </w:r>
      <w:bookmarkEnd w:id="10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دعاکا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کرو، نہ صرف اس زمانے کے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بلکہ گذشتہ زمانہ کے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مومنات، بلکہ آئندہ زمانے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والے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اپنے آپ کو ان سے متصل کردے اور </w:t>
      </w: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کے ساتھ رابطہ برقرار رکھے۔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آج کے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کا رشتہ کل والےمومن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آنے والوں سے جڑا ہوا نہ ہو، سب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قرآن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ارشاد رب العزت ہوتا ہے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C6E42">
        <w:rPr>
          <w:rStyle w:val="libAieChar"/>
          <w:rtl/>
        </w:rPr>
        <w:t>رَبَّنَا اغ</w:t>
      </w:r>
      <w:r w:rsidR="00B56CAE" w:rsidRPr="00FC6E42">
        <w:rPr>
          <w:rStyle w:val="libAieChar"/>
          <w:rFonts w:hint="cs"/>
          <w:rtl/>
        </w:rPr>
        <w:t>ْفِرْ لَنا وَ لِإِخْوانِنَا الَّذينَ سَبَقُونا بِالْإيمانِ وَ لا تَجْعَلْ في‏ قُلُوبِنا غِلاًّ لِلَّذينَ آمَنُوا</w:t>
      </w:r>
      <w:r w:rsidR="00B56CAE" w:rsidRPr="0029475F">
        <w:rPr>
          <w:rFonts w:hint="cs"/>
          <w:rtl/>
        </w:rPr>
        <w:t xml:space="preserve"> </w:t>
      </w:r>
      <w:r w:rsidRPr="00FC6E42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(190)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الہا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کردے،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دے، اور ہمارے ان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 دے جو ہم سے پہلے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اس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اگر مد نظر رکھے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ہے، بار الہا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فرما اور ولاخواننا ہمارے وہ مومن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ومنات بہن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ہم سے پہلے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فرما۔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گذشتہ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فداکار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اسلام ہم تک پہنچا ہے، خدا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بناتا ہے، اگر کل والے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ہم تک نہ پہنچاتے ، تو ہم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پہنچت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لہذا گذشتہ زمانے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الہا! ہمار د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بغض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نہ رہنے دے۔ ہمارے دل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صاف ہونے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پاک ہونے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انسان کا دل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پاک اور صاف ہوگا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پاک دل تمام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جڑوں کو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حسد ہوتا ہے جو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بنتا ہے۔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بغض ہو تو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خود بخود آجات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لہذا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اصلا جڑ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 جائے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بغض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رکھے، ہم ان کو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طرح تو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ان کے حقوق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حقوق کو تو نے واجب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رشتہ ہے جب رشتہ ہے تو اس کے حقوق </w:t>
      </w:r>
      <w:r>
        <w:rPr>
          <w:rtl/>
          <w:lang w:bidi="ur-PK"/>
        </w:rPr>
        <w:lastRenderedPageBreak/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پر 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درد کو اپنا دردسمجھ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بے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آنے پانے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ارنے اشاد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مغرب کا مسلمان مشرق کے مسلمان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وہ مسلمان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 </w:t>
      </w:r>
      <w:r w:rsidRPr="007F6071">
        <w:rPr>
          <w:rStyle w:val="libFootnotenumChar"/>
          <w:rtl/>
        </w:rPr>
        <w:t>(191)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علائقے کا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رنگ اور نسل کا فرق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قوم اور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کا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زمان و مکان کا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رشتہ سے جڑے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ہے۔ اور آج ہم جو اپنے اندر اختلاف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کمزور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دشمنوں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دور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ہو،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اگر آ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eastAsia"/>
          <w:rtl/>
          <w:lang w:bidi="ur-PK"/>
        </w:rPr>
        <w:t>ے؟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چاہتا تھا،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اور اصحاب کبار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آج ہم ان کے سامنے مسئول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علماء اسلام ،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کمزور حالت پر رحم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آج اسلام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ہم نے،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رشتوں کو کمزور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ہم نے،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اگر آج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بغض نعوذ بالل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من ذالک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فتوائ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مسلمانوں کا </w:t>
      </w:r>
      <w:r>
        <w:rPr>
          <w:rFonts w:hint="eastAsia"/>
          <w:rtl/>
          <w:lang w:bidi="ur-PK"/>
        </w:rPr>
        <w:t>مسلمان</w:t>
      </w:r>
      <w:r>
        <w:rPr>
          <w:rtl/>
          <w:lang w:bidi="ur-PK"/>
        </w:rPr>
        <w:t xml:space="preserve"> سے اظہار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 بلکہ انک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پر خوش ہونا،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بتاتا ہے ہم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جڑے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خدا چاہتا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خدا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انما المومنون اخوہ اخوت کا رشتہ قائم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بغض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>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آج کل،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درس دے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اپنے دلوں کو صاف بنائو۔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کروگے تو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کروگے،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C6E42">
        <w:rPr>
          <w:rStyle w:val="libAieChar"/>
          <w:rtl/>
        </w:rPr>
        <w:t>رَبَّنَا اغ</w:t>
      </w:r>
      <w:r w:rsidR="00B56CAE" w:rsidRPr="00FC6E42">
        <w:rPr>
          <w:rStyle w:val="libAieChar"/>
          <w:rFonts w:hint="cs"/>
          <w:rtl/>
        </w:rPr>
        <w:t>ْفِرْ لَنا وَ لِإِخْوانِنَا الَّذينَ سَبَقُونا بِالْإيمانِ وَ لا تَجْعَلْ في‏ قُلُوبِنا غِلاًّ لِلَّذينَ آمَنُوا</w:t>
      </w:r>
      <w:r w:rsidR="00B56CAE" w:rsidRPr="0029475F">
        <w:rPr>
          <w:rFonts w:hint="cs"/>
          <w:rtl/>
        </w:rPr>
        <w:t xml:space="preserve"> ؛</w:t>
      </w:r>
      <w:r w:rsidRPr="00FC6E42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حسد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مالک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نفرت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 کام ہے،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کام ہے، دشمنوں کا  کام ہے کہ وہ اس چال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رہا ہے۔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ہے کہ 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جڑے ہوئے ہو جو ختم ہونے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رشتہ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تمہارے حقوق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حق دعا کرنے کا ہے۔ اس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 دوسرے سے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مسائل کو ہم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شکلات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پر ظلم ہوتا ہے تو اس سے لاتعلق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اظہار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اسے تنھا نہ چھوڑ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Pr="00FC6E42">
        <w:rPr>
          <w:rStyle w:val="libArabicChar"/>
          <w:rFonts w:hint="cs"/>
          <w:rtl/>
        </w:rPr>
        <w:t>ی</w:t>
      </w:r>
      <w:r w:rsidRPr="00FC6E42">
        <w:rPr>
          <w:rStyle w:val="libArabicChar"/>
          <w:rFonts w:hint="eastAsia"/>
          <w:rtl/>
        </w:rPr>
        <w:t>ا</w:t>
      </w:r>
      <w:r w:rsidRPr="00FC6E42">
        <w:rPr>
          <w:rStyle w:val="libArabicChar"/>
          <w:rtl/>
        </w:rPr>
        <w:t xml:space="preserve"> للمسل</w:t>
      </w:r>
      <w:r w:rsidRPr="00FC6E42">
        <w:rPr>
          <w:rStyle w:val="libArabicChar"/>
          <w:rFonts w:hint="cs"/>
          <w:rtl/>
        </w:rPr>
        <w:t>ی</w:t>
      </w:r>
      <w:r w:rsidRPr="00FC6E42">
        <w:rPr>
          <w:rStyle w:val="libArabicChar"/>
          <w:rFonts w:hint="eastAsia"/>
          <w:rtl/>
        </w:rPr>
        <w:t>ن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مسلمانوں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بلاتا ہے اس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سکوت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کرنا، بے رخ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کمزور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5" w:name="_Toc493163728"/>
      <w:r>
        <w:rPr>
          <w:rFonts w:hint="eastAsia"/>
          <w:rtl/>
          <w:lang w:bidi="ur-PK"/>
        </w:rPr>
        <w:t>فرشتوں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دعا</w:t>
      </w:r>
      <w:bookmarkEnd w:id="10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سے درس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کس طرح فرشتے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فرشتے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طرح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بار الہا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اس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 دے جس کا تو نے ان 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وہ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م</w:t>
      </w:r>
      <w:r>
        <w:rPr>
          <w:rFonts w:hint="eastAsia"/>
          <w:rtl/>
          <w:lang w:bidi="ur-PK"/>
        </w:rPr>
        <w:t>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بہشت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ہمارے ہاتھوں سے رنجش نہ پہنچے، دوسروں کے کام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محبت خلوص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شتہ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حقوق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FC6E42">
        <w:rPr>
          <w:rStyle w:val="libAieChar"/>
          <w:rtl/>
        </w:rPr>
        <w:t xml:space="preserve">رَبَّنا وَ </w:t>
      </w:r>
      <w:r w:rsidR="00B56CAE" w:rsidRPr="00FC6E42">
        <w:rPr>
          <w:rStyle w:val="libAieChar"/>
          <w:rFonts w:hint="cs"/>
          <w:rtl/>
        </w:rPr>
        <w:t>أَدْخِلْهُمْ جَنَّاتِ عَدْنٍ الَّتي‏ وَعَدْتَهُمْ وَ مَنْ صَلَحَ‏ مِنْ آبائِهِمْ وَ أَزْواجِهِمْ وَ ذُرِّيَّاتِهِم‏</w:t>
      </w:r>
      <w:r w:rsidR="00B56CAE" w:rsidRPr="0029475F">
        <w:rPr>
          <w:rFonts w:hint="cs"/>
          <w:rtl/>
        </w:rPr>
        <w:t xml:space="preserve"> </w:t>
      </w:r>
      <w:r w:rsidRPr="00FC6E42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صرف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فرشتہ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و من صلح من ابائ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و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م؛</w:t>
      </w:r>
      <w:r>
        <w:rPr>
          <w:rtl/>
          <w:lang w:bidi="ur-PK"/>
        </w:rPr>
        <w:t xml:space="preserve"> ان کے آبا و اجداد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فرما،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کر 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کردے۔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تمام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آبا و اجداد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خود مومن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رشتہ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قائم رہے۔اور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 w:rsidRPr="00FC6E42">
        <w:rPr>
          <w:rStyle w:val="libAieChar"/>
          <w:rFonts w:hint="eastAsia"/>
          <w:rtl/>
        </w:rPr>
        <w:t>الَّذ</w:t>
      </w:r>
      <w:r w:rsidR="00B56CAE" w:rsidRPr="00FC6E42">
        <w:rPr>
          <w:rStyle w:val="libAieChar"/>
          <w:rFonts w:hint="cs"/>
          <w:rtl/>
        </w:rPr>
        <w:t>ينَ</w:t>
      </w:r>
      <w:r w:rsidR="00B56CAE" w:rsidRPr="00FC6E42">
        <w:rPr>
          <w:rStyle w:val="libAieChar"/>
          <w:rtl/>
        </w:rPr>
        <w:t xml:space="preserve"> </w:t>
      </w:r>
      <w:r w:rsidR="00B56CAE" w:rsidRPr="00FC6E42">
        <w:rPr>
          <w:rStyle w:val="libAieChar"/>
          <w:rFonts w:hint="cs"/>
          <w:rtl/>
        </w:rPr>
        <w:t>يَحْمِلُونَ الْعَرْشَ وَ مَنْ حَوْلَهُ يُسَبِّحُونَ‏ بِحَمْدِ رَبِّهِمْ وَ يُؤْمِنُونَ بِهِ وَ يَسْتَغْفِرُونَ لِلَّذينَ آمَنُوا،</w:t>
      </w:r>
      <w:r w:rsidRPr="00FC6E42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حاملان عرش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ستغفرون</w:t>
      </w:r>
      <w:r>
        <w:rPr>
          <w:rtl/>
          <w:lang w:bidi="ur-PK"/>
        </w:rPr>
        <w:t xml:space="preserve"> للذ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آمنو؛ اور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استغفار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بار الہا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بخش دے، ان کے پاس خواہشات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بسااوقات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سر</w:t>
      </w:r>
      <w:r>
        <w:rPr>
          <w:rFonts w:hint="eastAsia"/>
          <w:rtl/>
          <w:lang w:bidi="ur-PK"/>
        </w:rPr>
        <w:t>زد</w:t>
      </w:r>
      <w:r>
        <w:rPr>
          <w:rtl/>
          <w:lang w:bidi="ur-PK"/>
        </w:rPr>
        <w:t xml:space="preserve"> ہو جاتا ہے ، برکت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رشتہ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تمام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جتنا ہم دوسروں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مستجاب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طور</w:t>
      </w:r>
      <w:r>
        <w:rPr>
          <w:rtl/>
          <w:lang w:bidi="ur-PK"/>
        </w:rPr>
        <w:t xml:space="preserve"> پر مستجاب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کو عرفات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آنسو بہاتے ہوئے تمام عالم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کرے تھے،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دعائے عرفہ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منظر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حامل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 تمام بزرگان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خودسے بڑہ کر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ونکہ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اپنے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مستجاب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سب مل کر اہل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کے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اسلام کو دن دگن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رات چوگن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فرمائے اور ہمارے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رشتوں کو مضبوط سے مضبوط بنائے۔</w:t>
      </w:r>
    </w:p>
    <w:p w:rsidR="00B56CAE" w:rsidRPr="00FC6E42" w:rsidRDefault="00B56CAE" w:rsidP="00FC6E42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FC6E42">
        <w:rPr>
          <w:rtl/>
        </w:rPr>
        <w:t>والسلام عل</w:t>
      </w:r>
      <w:r w:rsidRPr="00FC6E42">
        <w:rPr>
          <w:rFonts w:hint="cs"/>
          <w:rtl/>
        </w:rPr>
        <w:t>ی</w:t>
      </w:r>
      <w:r w:rsidRPr="00FC6E42">
        <w:rPr>
          <w:rFonts w:hint="eastAsia"/>
          <w:rtl/>
        </w:rPr>
        <w:t>کم</w:t>
      </w:r>
      <w:r w:rsidRPr="00FC6E42">
        <w:rPr>
          <w:rtl/>
        </w:rPr>
        <w:t xml:space="preserve"> و رحمة اللَّ</w:t>
      </w:r>
      <w:r w:rsidRPr="00FC6E42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6" w:name="_Toc493163729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06"/>
      <w:r>
        <w:rPr>
          <w:rtl/>
          <w:lang w:bidi="ur-PK"/>
        </w:rPr>
        <w:t xml:space="preserve"> </w:t>
      </w:r>
    </w:p>
    <w:p w:rsidR="00B56CAE" w:rsidRPr="00FC6E42" w:rsidRDefault="00B56CAE" w:rsidP="00FC6E42">
      <w:pPr>
        <w:pStyle w:val="libArabic"/>
        <w:rPr>
          <w:rtl/>
        </w:rPr>
      </w:pPr>
      <w:r w:rsidRPr="00FC6E42">
        <w:rPr>
          <w:rFonts w:hint="cs"/>
          <w:rtl/>
        </w:rPr>
        <w:t>أَعُوذُ</w:t>
      </w:r>
      <w:r w:rsidRPr="00FC6E42">
        <w:rPr>
          <w:rtl/>
        </w:rPr>
        <w:t xml:space="preserve"> بِالل</w:t>
      </w:r>
      <w:r w:rsidRPr="00FC6E42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FC6E42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 w:rsidRPr="00FC6E42">
        <w:rPr>
          <w:rStyle w:val="libAieChar"/>
          <w:rFonts w:hint="eastAsia"/>
          <w:rtl/>
        </w:rPr>
        <w:t>رَبِّ</w:t>
      </w:r>
      <w:r w:rsidR="00B56CAE" w:rsidRPr="00FC6E42">
        <w:rPr>
          <w:rStyle w:val="libAieChar"/>
          <w:rtl/>
        </w:rPr>
        <w:t xml:space="preserve"> اج</w:t>
      </w:r>
      <w:r w:rsidR="00B56CAE" w:rsidRPr="00FC6E42">
        <w:rPr>
          <w:rStyle w:val="libAieChar"/>
          <w:rFonts w:hint="cs"/>
          <w:rtl/>
        </w:rPr>
        <w:t>ْعَلْني‏ مُقيمَ‏ الصَّلاةِ وَ مِنْ ذُرِّيَّتي‏ رَبَّنا وَ تَقَبَّلْ دُع</w:t>
      </w:r>
      <w:r w:rsidR="00B56CAE" w:rsidRPr="00FC6E42">
        <w:rPr>
          <w:rStyle w:val="libAieChar"/>
          <w:rtl/>
        </w:rPr>
        <w:t>اء</w:t>
      </w:r>
      <w:r w:rsidRPr="00FC6E42">
        <w:rPr>
          <w:rStyle w:val="libAlaemChar"/>
          <w:rFonts w:hint="cs"/>
          <w:rtl/>
        </w:rPr>
        <w:t>)</w:t>
      </w:r>
      <w:r w:rsidR="00B56CAE">
        <w:rPr>
          <w:rtl/>
          <w:lang w:bidi="ur-PK"/>
        </w:rPr>
        <w:t xml:space="preserve"> </w:t>
      </w:r>
      <w:r w:rsidR="00B56CAE" w:rsidRPr="007F6071">
        <w:rPr>
          <w:rStyle w:val="libFootnotenumChar"/>
          <w:rtl/>
        </w:rPr>
        <w:t>(194)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نماز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نماز،</w:t>
      </w:r>
      <w:r>
        <w:rPr>
          <w:rtl/>
          <w:lang w:bidi="ur-PK"/>
        </w:rPr>
        <w:t xml:space="preserve"> عبد اور معبود کا رشتہ قائم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اور انسان کو اس 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</w:t>
      </w:r>
      <w:r>
        <w:rPr>
          <w:rtl/>
          <w:lang w:bidi="ur-PK"/>
        </w:rPr>
        <w:t xml:space="preserve"> 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زال</w:t>
      </w:r>
      <w:r>
        <w:rPr>
          <w:rtl/>
          <w:lang w:bidi="ur-PK"/>
        </w:rPr>
        <w:t xml:space="preserve"> اور قادر مطلق سے ملا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سے بڑہ کر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قدرت ہے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عام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آخر خالق کائنات نے انسانوں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ہر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مختل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آنے والے موڑ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کرتا ہے کہ آخر خدا نے مجھے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ہے؟پھر جب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D258FB" w:rsidP="00B56CAE">
      <w:pPr>
        <w:pStyle w:val="libNormal"/>
        <w:rPr>
          <w:rtl/>
          <w:lang w:bidi="ur-PK"/>
        </w:rPr>
      </w:pPr>
      <w:r w:rsidRPr="00FC6E42">
        <w:rPr>
          <w:rStyle w:val="libAlaemChar"/>
          <w:rFonts w:hint="cs"/>
          <w:rtl/>
        </w:rPr>
        <w:t>(</w:t>
      </w:r>
      <w:r w:rsidR="00B56CAE" w:rsidRPr="00FC6E42">
        <w:rPr>
          <w:rStyle w:val="libAieChar"/>
          <w:rFonts w:hint="eastAsia"/>
          <w:rtl/>
        </w:rPr>
        <w:t>و</w:t>
      </w:r>
      <w:r w:rsidR="00B56CAE" w:rsidRPr="00FC6E42">
        <w:rPr>
          <w:rStyle w:val="libAieChar"/>
          <w:rtl/>
        </w:rPr>
        <w:t xml:space="preserve"> وَ ماخَلَق</w:t>
      </w:r>
      <w:r w:rsidR="00B56CAE" w:rsidRPr="00FC6E42">
        <w:rPr>
          <w:rStyle w:val="libAieChar"/>
          <w:rFonts w:hint="cs"/>
          <w:rtl/>
        </w:rPr>
        <w:t>ْتُ‏ الْجِنَّ وَ الْإِنْسَ إِلاَّ لِيَعْبُدُون</w:t>
      </w:r>
      <w:r w:rsidR="00B56CAE" w:rsidRPr="0029475F">
        <w:rPr>
          <w:rFonts w:hint="cs"/>
          <w:rtl/>
        </w:rPr>
        <w:t xml:space="preserve"> </w:t>
      </w:r>
      <w:r w:rsidRPr="00FC6E42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(195)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انسانوں اورجنوں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جاتے ہے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کو ضرورت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ہے؟جب وہ صمد ہے،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ہےاس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عبادات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اضافہ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 ہم سب کے مشرک بن جانے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ذرہ برابر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اس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ضرورت ہے؟اس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ہم مثال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طرح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اپنے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برتن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خاص طور پر گلاس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خاص طور پر 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کا گلاس، جاتا ہے دکان پر، مارک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وہاں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عام طور پر گلاسوں کو الٹا کر کے رکھا جاتا ہے تا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دہول نہ پڑے ، اب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گلاس پڑے ہوں 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اٹھائے اور اشکال کرنا شروع کر دے ارے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گلاس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اوپر سے بند ہ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سے کھلا ہوا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شربت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اور اگر ڈال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وہ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رکے 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سے؟</w:t>
      </w:r>
      <w:r>
        <w:rPr>
          <w:rtl/>
          <w:lang w:bidi="ur-PK"/>
        </w:rPr>
        <w:t xml:space="preserve"> اس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لمحہ دکاندار آکر اس گلاس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کر کے دکھائے کہ جناب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اب تمہارے 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اشکال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 اس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شربت ڈالا 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سکتا ہے اور پھر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 مسائل کو الٹا کرکے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سوال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اشکال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خدا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عبادت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ہے،اگر اس بات کو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مطلب کو اس 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کا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ہمارا فائدہ ہے۔اس نے جو عبادت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کو فائدہ پہنچے گا،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 وہ صمد ہے اس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اگر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کائنات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اپنے فضل کا اظہار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دوسروں کو فائدہ پہنچانے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عبادات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فائدہ پہنچتا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7" w:name="_Toc493163730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اور خود شناس</w:t>
      </w:r>
      <w:r>
        <w:rPr>
          <w:rFonts w:hint="cs"/>
          <w:rtl/>
          <w:lang w:bidi="ur-PK"/>
        </w:rPr>
        <w:t>ی</w:t>
      </w:r>
      <w:bookmarkEnd w:id="10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عبادت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پہچاننے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عبادات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خود شناس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عبادتوں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پہچان سکتا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بھٹکتے پھرتے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ہمارے ہاں جوانوں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سب سے ب</w:t>
      </w:r>
      <w:r>
        <w:rPr>
          <w:rFonts w:hint="eastAsia"/>
          <w:rtl/>
          <w:lang w:bidi="ur-PK"/>
        </w:rPr>
        <w:t>ڑا</w:t>
      </w:r>
      <w:r>
        <w:rPr>
          <w:rtl/>
          <w:lang w:bidi="ur-PK"/>
        </w:rPr>
        <w:t xml:space="preserve"> بحران نظر آتا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بھٹک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کر 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نشہ آور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پناہ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آپ کو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محسوس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حل منش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جھوٹے عرفانوں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جادو اور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مکاتب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انسان خدا سے مانوس ہو جس کا لنک خدا سے برقرار ہو جائے، اس کو پھر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نماز کا سب سے بڑا اہم فلسفہ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نماز انسان کو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اور سکون اور آرامش </w:t>
      </w:r>
      <w:r>
        <w:rPr>
          <w:rFonts w:hint="eastAsia"/>
          <w:rtl/>
          <w:lang w:bidi="ur-PK"/>
        </w:rPr>
        <w:t>فراہم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ہے۔جو انسانوں کا سب سے بڑا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ہو،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دوڑ رہا ہے کہ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آ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آرام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 رہا ہے، </w:t>
      </w:r>
      <w:r>
        <w:rPr>
          <w:rtl/>
          <w:lang w:bidi="ur-PK"/>
        </w:rPr>
        <w:lastRenderedPageBreak/>
        <w:t>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رہا۔ انسان مختلف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دوڑتا ہے کہ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چلتا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سراب تھا،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ذرہ برابر کا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آرامش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اور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 انسان اگر تو اپنے مستقبل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ہے اگر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گزشتہ گناہ تمہارے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جھنجوڑتے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سب کا حل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تو اپنے آپ کو متصل کر دے اس ذات لم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زل</w:t>
      </w:r>
      <w:r>
        <w:rPr>
          <w:rtl/>
          <w:lang w:bidi="ur-PK"/>
        </w:rPr>
        <w:t xml:space="preserve"> و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زال</w:t>
      </w:r>
      <w:r>
        <w:rPr>
          <w:rtl/>
          <w:lang w:bidi="ur-PK"/>
        </w:rPr>
        <w:t xml:space="preserve"> سے ، اس قادر مطلق سے وہ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سکون عطا فرمائے گا، وہ قادر ہے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گزشتہ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بخش، دے وہ قادر ہے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دور کر دے، وہ اس بات پر قدرت رکھتا ہے کہ تمہارے مستقبل کو تمہارے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دے، وہ قادر ہے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بدل دے، اس منبع اور سرچشمہ سے اگر انسان مل جائےتو اس کو سکون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ہوگا۔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8" w:name="_Toc493163731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اور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bookmarkEnd w:id="108"/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آخر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بات ہے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آئمہ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اگر نظر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سکون اور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نظر آتا ہے،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 ہے،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سے ملتا ہے جب وہ متصل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ذات سے تو اپنے آپ کو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</w:t>
      </w:r>
      <w:r>
        <w:rPr>
          <w:rFonts w:hint="eastAsia"/>
          <w:rtl/>
          <w:lang w:bidi="ur-PK"/>
        </w:rPr>
        <w:t>سوس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محسوس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متوجہ کر رہا ہے۔ ارشاد رب العزت ہو رہا ہے اقم الصلاہ لذکر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نماز قائم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ہے۔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کے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کا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مصروف رہا کرتے تھے، انہوں نے اپنے آپ کو متصل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منبع سے اس ذات سے۔اس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نظر آتا ہے، ارشاد رب العزت ہو رہا ہے: </w:t>
      </w:r>
      <w:r w:rsidR="00D258FB" w:rsidRPr="00D258FB">
        <w:rPr>
          <w:rStyle w:val="libAlaemChar"/>
          <w:rFonts w:hint="cs"/>
          <w:rtl/>
        </w:rPr>
        <w:t>(</w:t>
      </w:r>
      <w:r w:rsidRPr="00D258FB">
        <w:rPr>
          <w:rStyle w:val="libAieChar"/>
          <w:rtl/>
        </w:rPr>
        <w:t xml:space="preserve">وَ </w:t>
      </w:r>
      <w:r w:rsidRPr="00D258FB">
        <w:rPr>
          <w:rStyle w:val="libAieChar"/>
          <w:rFonts w:hint="cs"/>
          <w:rtl/>
        </w:rPr>
        <w:t>أَقِمِ الصَّلاةَ لِذِكْري</w:t>
      </w:r>
      <w:r w:rsidR="00D258FB" w:rsidRPr="00D258FB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(196)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قائم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نماز پڑہو،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ذکر خدا ہے۔ اور جب انسان خدا کا ذاکر بنتا ہے تو اس کا اس کو صلہ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ملتا ہے فائدہ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ملتا ہے کہ </w:t>
      </w:r>
    </w:p>
    <w:p w:rsidR="00B56CAE" w:rsidRDefault="00D258FB" w:rsidP="007F6071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 w:rsidRPr="00D258FB">
        <w:rPr>
          <w:rStyle w:val="libAieChar"/>
          <w:rFonts w:hint="eastAsia"/>
          <w:rtl/>
        </w:rPr>
        <w:t>الَّذ</w:t>
      </w:r>
      <w:r w:rsidR="00B56CAE" w:rsidRPr="00D258FB">
        <w:rPr>
          <w:rStyle w:val="libAieChar"/>
          <w:rFonts w:hint="cs"/>
          <w:rtl/>
        </w:rPr>
        <w:t>ينَ</w:t>
      </w:r>
      <w:r w:rsidR="00B56CAE" w:rsidRPr="00D258FB">
        <w:rPr>
          <w:rStyle w:val="libAieChar"/>
          <w:rtl/>
        </w:rPr>
        <w:t xml:space="preserve"> آمَنُوا وَ تَط</w:t>
      </w:r>
      <w:r w:rsidR="00B56CAE" w:rsidRPr="00D258FB">
        <w:rPr>
          <w:rStyle w:val="libAieChar"/>
          <w:rFonts w:hint="cs"/>
          <w:rtl/>
        </w:rPr>
        <w:t>ْمَئِنُّ قُلُوبُهُمْ بِذِكْرِ اللَّهِ أَلا بِذِكْرِ اللَّهِ تَطْمَئِنُّ الْقُلُوب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ذکر خدا سے دلوں کو قلوب کو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حاصل ہوتا ہے۔ ان کے سکون کا سبب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 آخر ان کے اندر کتنا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سب طاقت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خلاف جمع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لے کر آجائ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ابوطالب کے پاس کہ آپ کا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سے دستبردار ہو جائے جو چاہے گا ہم اس کو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لالچ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دھمکا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بڑے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سے کہنے لگے کہ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شکش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چاند اور سورج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ہاتھوں پر لاکر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سے دست بردار ہونے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ہوں، اتنا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 ہے، اس ذات سے رابطہ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ہے کہ اگر وہ نہ چاہے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مل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 سکتے۔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ان کا بڑا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خزانہ اور طاقت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خدا،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اپنے آپ کو مضبوط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ذک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وہ اپنے آپ کو طاقتور محسوس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ڈرتے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</w:t>
      </w:r>
    </w:p>
    <w:p w:rsidR="00B56CAE" w:rsidRDefault="00D258FB" w:rsidP="00B56CAE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>لا خَو</w:t>
      </w:r>
      <w:r w:rsidR="00B56CAE" w:rsidRPr="00D258FB">
        <w:rPr>
          <w:rStyle w:val="libAieChar"/>
          <w:rFonts w:hint="cs"/>
          <w:rtl/>
        </w:rPr>
        <w:t>ْفٌ عَلَيْهِمْ وَ لا هُمْ يَحْزَنُون‏،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(198)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ڈرتے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خوف کھاتے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غم اور اندوہ ہوتا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09" w:name="_Toc493163732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کے آثار</w:t>
      </w:r>
      <w:bookmarkEnd w:id="10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نماز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ہے، جس کو معراج مومن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جس کو عمود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مظہر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ہے۔امام 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نماز، انسان ساز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کارخانہ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نماز پڑہتا ہے وہ انسان بن سکتا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انسان کو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کو طہارت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کو زمان شناس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وقت کو پہچاننے والا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کرتا ہے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 رہا ہے، </w:t>
      </w:r>
      <w:r w:rsidR="00D258FB" w:rsidRPr="00D258FB">
        <w:rPr>
          <w:rStyle w:val="libAlaemChar"/>
          <w:rFonts w:hint="cs"/>
          <w:rtl/>
        </w:rPr>
        <w:t>(</w:t>
      </w:r>
      <w:r w:rsidRPr="00D258FB">
        <w:rPr>
          <w:rStyle w:val="libAieChar"/>
          <w:rFonts w:hint="cs"/>
          <w:rtl/>
        </w:rPr>
        <w:t>إِنَّ الصَّلاةَ تَنْهى‏</w:t>
      </w:r>
      <w:r w:rsidRPr="00D258FB">
        <w:rPr>
          <w:rStyle w:val="libAieChar"/>
          <w:rtl/>
        </w:rPr>
        <w:t xml:space="preserve"> عَنِ ال</w:t>
      </w:r>
      <w:r w:rsidRPr="00D258FB">
        <w:rPr>
          <w:rStyle w:val="libAieChar"/>
          <w:rFonts w:hint="cs"/>
          <w:rtl/>
        </w:rPr>
        <w:t>ْفَحْشاءِ وَ الْمُنْكَر</w:t>
      </w:r>
      <w:r w:rsidR="00D258FB" w:rsidRPr="00D258FB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(199)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نماز ہے جو انسان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ائوں</w:t>
      </w:r>
      <w:r>
        <w:rPr>
          <w:rtl/>
          <w:lang w:bidi="ur-PK"/>
        </w:rPr>
        <w:t xml:space="preserve"> سے بچات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ذات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 ہوتا ہے،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جو قربہ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تقرب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تقرب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تقرب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جگہ پر ہے ہم اس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تقرب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تقرب ہے، </w:t>
      </w:r>
    </w:p>
    <w:p w:rsidR="00B56CAE" w:rsidRDefault="00D258FB" w:rsidP="00B56CAE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>صِب</w:t>
      </w:r>
      <w:r w:rsidR="00B56CAE" w:rsidRPr="00D258FB">
        <w:rPr>
          <w:rStyle w:val="libAieChar"/>
          <w:rFonts w:hint="cs"/>
          <w:rtl/>
        </w:rPr>
        <w:t>ْغَةَ اللَّهِ وَ مَنْ أَحْسَنُ مِنَ اللَّهِ صِبْغَة؛</w:t>
      </w:r>
      <w:r w:rsidR="00B56CAE" w:rsidRPr="0029475F">
        <w:rPr>
          <w:rFonts w:hint="cs"/>
          <w:rtl/>
        </w:rPr>
        <w:t xml:space="preserve"> 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کے رنگ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رنگ جائو، خدا کے رنگ سے بڑہ کر کس کا رنگ ہو سکتا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تقرب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رنگ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 رنگ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انسان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خدا کے رنگ سے رنگ جائے گا تو ہر رنگ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ہو جائے گا،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دھوکا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طان اس کو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سکے گا،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اس کے سامنے باطل کو حق نما بنا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سکے گا، </w:t>
      </w:r>
      <w:r>
        <w:rPr>
          <w:rtl/>
          <w:lang w:bidi="ur-PK"/>
        </w:rPr>
        <w:lastRenderedPageBreak/>
        <w:t>گناہوں کو اچھا بنا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سکے گا،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اس طرح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سکے گا جس طرح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ہے۔  آئمہ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قدرت ہونے کے باوجود گناہ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رتے،</w:t>
      </w:r>
      <w:r>
        <w:rPr>
          <w:rtl/>
          <w:lang w:bidi="ur-PK"/>
        </w:rPr>
        <w:t xml:space="preserve"> وہ معرفت کے اس درجہ پر ہے جہاں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نماز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با وجود اس کے کہ نماز گزار تھے، نماز قائم کرنے والے تھے،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رب 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الصلاة و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بار الہا مجھے نماز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ہے کہ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 اوصان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 دمت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خدا نے مجھے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نماز پڑہو جب تک زندہ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صرف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جو ہمارے پاس ہے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نماز ادا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کے سائ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بجا لائے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ہے اور 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صرف اپنے آپ کو مد نظر نہ رکھے، وہ نماز پڑہنے والے تھے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تھے کہ خدا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رکھے، اور 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بچوں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جگہوں پر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لفظ ملتا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جب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رب 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الصلا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و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دوسرا جب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D258FB" w:rsidP="007F6071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 xml:space="preserve">وَ </w:t>
      </w:r>
      <w:r w:rsidR="00B56CAE" w:rsidRPr="00D258FB">
        <w:rPr>
          <w:rStyle w:val="libAieChar"/>
          <w:rFonts w:hint="cs"/>
          <w:rtl/>
        </w:rPr>
        <w:t xml:space="preserve">إِذِ ابْتَلى‏ إِبْراهيمَ رَبُّهُ بِكَلِماتٍ فَأَتَمَّهُنَّ قالَ إِنِّي جاعِلُكَ لِلنَّاسِ إِماماً قالَ وَ مِنْ ذُرِّيَّتي‏ قالَ لا يَنالُ </w:t>
      </w:r>
      <w:r w:rsidR="00B56CAE" w:rsidRPr="00D258FB">
        <w:rPr>
          <w:rStyle w:val="libAieChar"/>
          <w:rtl/>
        </w:rPr>
        <w:t>عَ</w:t>
      </w:r>
      <w:r w:rsidR="00B56CAE" w:rsidRPr="00D258FB">
        <w:rPr>
          <w:rStyle w:val="libAieChar"/>
          <w:rFonts w:hint="cs"/>
          <w:rtl/>
        </w:rPr>
        <w:t>هْدِي الظَّالِمين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خدا نے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امتحان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امامت کا رتبہ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حضرت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بار الہا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عھدہ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تذکرہ دو مرتبہ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امامت کے عطا ہوتے وقت، اور دوسرا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وقت،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اور نماز کا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گہرا تعلق ہے، اور اس تعلق کو خداوند متعال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رہا ہے کہ آئمہ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صفت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خدا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D258FB" w:rsidP="00B56CAE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>الَّذ</w:t>
      </w:r>
      <w:r w:rsidR="00B56CAE" w:rsidRPr="00D258FB">
        <w:rPr>
          <w:rStyle w:val="libAieChar"/>
          <w:rFonts w:hint="cs"/>
          <w:rtl/>
        </w:rPr>
        <w:t>ينَ إِنْ مَكَّنَّاهُمْ‏ فِي الْأَرْضِ أَقامُوا الصَّلاة،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اللہ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قدرت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طاقت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حاکم بناتا ہے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نماز قائم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D258FB">
        <w:rPr>
          <w:rStyle w:val="libArabicChar"/>
          <w:rtl/>
        </w:rPr>
        <w:t>الصلا</w:t>
      </w:r>
      <w:r w:rsidR="007F6071" w:rsidRPr="007F6071">
        <w:rPr>
          <w:rStyle w:val="libArabicChar"/>
          <w:rFonts w:hint="cs"/>
          <w:rtl/>
        </w:rPr>
        <w:t>ة</w:t>
      </w:r>
      <w:r w:rsidRPr="00D258FB">
        <w:rPr>
          <w:rStyle w:val="libArabicChar"/>
          <w:rtl/>
        </w:rPr>
        <w:t xml:space="preserve"> قر</w:t>
      </w:r>
      <w:r w:rsidR="007F6071" w:rsidRPr="007F6071">
        <w:rPr>
          <w:rStyle w:val="libArabicChar"/>
          <w:rFonts w:hint="cs"/>
          <w:rtl/>
        </w:rPr>
        <w:t>ة</w:t>
      </w:r>
      <w:r w:rsidRPr="00D258FB">
        <w:rPr>
          <w:rStyle w:val="libArabicChar"/>
          <w:rtl/>
        </w:rPr>
        <w:t xml:space="preserve"> ع</w:t>
      </w:r>
      <w:r w:rsidRPr="00D258FB">
        <w:rPr>
          <w:rStyle w:val="libArabicChar"/>
          <w:rFonts w:hint="cs"/>
          <w:rtl/>
        </w:rPr>
        <w:t>ی</w:t>
      </w:r>
      <w:r w:rsidRPr="00D258FB">
        <w:rPr>
          <w:rStyle w:val="libArabicChar"/>
          <w:rFonts w:hint="eastAsia"/>
          <w:rtl/>
        </w:rPr>
        <w:t>ن</w:t>
      </w:r>
      <w:r w:rsidRPr="00D258FB">
        <w:rPr>
          <w:rStyle w:val="libArabicChar"/>
          <w:rFonts w:hint="cs"/>
          <w:rtl/>
        </w:rPr>
        <w:t>ی</w:t>
      </w:r>
      <w:r w:rsidRPr="00D258FB">
        <w:rPr>
          <w:rStyle w:val="libArabicChar"/>
          <w:rFonts w:hint="eastAsia"/>
          <w:rtl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(203)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ہے،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پانچ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ادا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 چشمہ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پانچ مرتبہ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نہائے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جسم پر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(204)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پانچ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انسان کو اس طرح گناہوں سے پاک اور صاف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گناہوں کو اس طرح جھاڑ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گرا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خزاں درخت کے پتوں کو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نماز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ہے، ذکر خدا ہے، خدا سے متصل ہونا ہے، اور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مشغول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تو</w:t>
      </w:r>
    </w:p>
    <w:p w:rsidR="00B56CAE" w:rsidRDefault="00D258FB" w:rsidP="00B56CAE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>وَ مَن</w:t>
      </w:r>
      <w:r w:rsidR="00B56CAE" w:rsidRPr="00D258FB">
        <w:rPr>
          <w:rStyle w:val="libAieChar"/>
          <w:rFonts w:hint="cs"/>
          <w:rtl/>
        </w:rPr>
        <w:t xml:space="preserve">ْ أَعْرَضَ عَنْ ذِكْري فَإِنَّ لَهُ مَعيشَةً </w:t>
      </w:r>
      <w:r w:rsidR="00B56CAE" w:rsidRPr="00D258FB">
        <w:rPr>
          <w:rStyle w:val="libAieChar"/>
          <w:rtl/>
        </w:rPr>
        <w:t>ضَن</w:t>
      </w:r>
      <w:r w:rsidR="00B56CAE" w:rsidRPr="00D258FB">
        <w:rPr>
          <w:rStyle w:val="libAieChar"/>
          <w:rFonts w:hint="cs"/>
          <w:rtl/>
        </w:rPr>
        <w:t>ْكا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سامنہ کرنا پڑتا ہے،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ہوئے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سکون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ہے،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خزانہ انسان کو مل سک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پھر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0" w:name="_Toc493163733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نہ پڑہنے کا عذاب</w:t>
      </w:r>
      <w:bookmarkEnd w:id="11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کل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انسان کو جہنم لے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نماز کا نہ پڑہنا ہے، سورہ مدثر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 ہو رہا ہے کہ مجرم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</w:t>
      </w:r>
    </w:p>
    <w:p w:rsidR="00B56CAE" w:rsidRDefault="00D258FB" w:rsidP="00D258FB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 w:rsidRPr="00D258FB">
        <w:rPr>
          <w:rStyle w:val="libAieChar"/>
          <w:rFonts w:hint="cs"/>
          <w:rtl/>
        </w:rPr>
        <w:t>ما</w:t>
      </w:r>
      <w:r w:rsidR="00B56CAE" w:rsidRPr="00D258FB">
        <w:rPr>
          <w:rStyle w:val="libAieChar"/>
          <w:rtl/>
        </w:rPr>
        <w:t xml:space="preserve"> سَلَ</w:t>
      </w:r>
      <w:r w:rsidR="00B56CAE" w:rsidRPr="00D258FB">
        <w:rPr>
          <w:rStyle w:val="libAieChar"/>
          <w:rFonts w:hint="cs"/>
          <w:rtl/>
        </w:rPr>
        <w:t>كَكُمْ في‏</w:t>
      </w:r>
      <w:r w:rsidR="00B56CAE" w:rsidRPr="00D258FB">
        <w:rPr>
          <w:rStyle w:val="libAieChar"/>
          <w:rtl/>
        </w:rPr>
        <w:t xml:space="preserve"> سَقَرَ قالُوا لَم</w:t>
      </w:r>
      <w:r w:rsidR="00B56CAE" w:rsidRPr="00D258FB">
        <w:rPr>
          <w:rStyle w:val="libAieChar"/>
          <w:rFonts w:hint="cs"/>
          <w:rtl/>
        </w:rPr>
        <w:t>ْ نَكُ مِنَ الْمُصَلِّينَ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(209)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آئے ہے ان کا جواب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ہم نماز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پڑہتے تھے، نماز نہ پڑہنے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آخرت کا عذاب ملےگا۔ ہم متوجہ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کہ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عذاب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قدس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فرماتا ہے سب سے بڑا عذاب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نافرمان بن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اپنے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حلاوت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مٹھاس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بہت بڑا عذاب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مٹھاس محسوس نہ کرے، ہم نماز پڑہ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محسوس ہو، تلاوت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 نہ لگے۔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عذاب ہے۔خدا جس کو دوست رکھتا ہے جس کو چاہتا ہے اس کو اپنے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1" w:name="_Toc493163734"/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حلال مشکلات</w:t>
      </w:r>
      <w:bookmarkEnd w:id="11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ہے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حلال مشکلات ہے۔ خود قرآ 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واضح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فرماتا ہے</w:t>
      </w:r>
    </w:p>
    <w:p w:rsidR="00B56CAE" w:rsidRDefault="00D258FB" w:rsidP="007F6071">
      <w:pPr>
        <w:pStyle w:val="libNormal"/>
        <w:rPr>
          <w:rtl/>
          <w:lang w:bidi="ur-PK"/>
        </w:rPr>
      </w:pPr>
      <w:r w:rsidRPr="00D258FB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D258FB">
        <w:rPr>
          <w:rStyle w:val="libAieChar"/>
          <w:rtl/>
        </w:rPr>
        <w:t>وَ اس</w:t>
      </w:r>
      <w:r w:rsidR="00B56CAE" w:rsidRPr="00D258FB">
        <w:rPr>
          <w:rStyle w:val="libAieChar"/>
          <w:rFonts w:hint="cs"/>
          <w:rtl/>
        </w:rPr>
        <w:t>ْتَعينُوا بِالصَّبْرِ وَ الصَّلاةِ وَ إِنَّها لَكَبيرَةٌ إِلاَّ عَلَى الْخاشِعين</w:t>
      </w:r>
      <w:r w:rsidR="00B56CAE" w:rsidRPr="0029475F">
        <w:rPr>
          <w:rFonts w:hint="cs"/>
          <w:rtl/>
        </w:rPr>
        <w:t xml:space="preserve"> </w:t>
      </w:r>
      <w:r w:rsidRPr="00D258FB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(201)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سے مدد لو، صبر سے مدد لو،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اور صبر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ں،نماز</w:t>
      </w:r>
      <w:r>
        <w:rPr>
          <w:rtl/>
          <w:lang w:bidi="ur-PK"/>
        </w:rPr>
        <w:t xml:space="preserve"> بہت گراں ہے سوائے ان کے جو خدا سے ڈرنے والے ہوں،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قائم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نماز حلال مشکلات ہے۔امام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سے پہلے مجھے دو رکعت </w:t>
      </w: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پڑہنے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مل جائے۔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طرح بدل کر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نماز خود شناس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ہے۔حقوق کو پہچاننے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ذات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 سکتا ہے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کرتا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قائم کرنا 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 کہ آپ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B56CAE" w:rsidRDefault="00A13388" w:rsidP="00CC5C79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 w:rsidRPr="00CC5C79">
        <w:rPr>
          <w:rStyle w:val="libArabicChar"/>
          <w:rFonts w:hint="eastAsia"/>
          <w:rtl/>
        </w:rPr>
        <w:t>رب</w:t>
      </w:r>
      <w:r w:rsidR="00B56CAE" w:rsidRPr="00CC5C79">
        <w:rPr>
          <w:rStyle w:val="libArabicChar"/>
          <w:rtl/>
        </w:rPr>
        <w:t xml:space="preserve"> اجعلن</w:t>
      </w:r>
      <w:r w:rsidR="00B56CAE" w:rsidRPr="00CC5C79">
        <w:rPr>
          <w:rStyle w:val="libArabicChar"/>
          <w:rFonts w:hint="cs"/>
          <w:rtl/>
        </w:rPr>
        <w:t>ی</w:t>
      </w:r>
      <w:r w:rsidR="00B56CAE" w:rsidRPr="00CC5C79">
        <w:rPr>
          <w:rStyle w:val="libArabicChar"/>
          <w:rtl/>
        </w:rPr>
        <w:t xml:space="preserve"> مق</w:t>
      </w:r>
      <w:r w:rsidR="00B56CAE" w:rsidRPr="00CC5C79">
        <w:rPr>
          <w:rStyle w:val="libArabicChar"/>
          <w:rFonts w:hint="cs"/>
          <w:rtl/>
        </w:rPr>
        <w:t>ی</w:t>
      </w:r>
      <w:r w:rsidR="00B56CAE" w:rsidRPr="00CC5C79">
        <w:rPr>
          <w:rStyle w:val="libArabicChar"/>
          <w:rFonts w:hint="eastAsia"/>
          <w:rtl/>
        </w:rPr>
        <w:t>م</w:t>
      </w:r>
      <w:r w:rsidR="00B56CAE" w:rsidRPr="00CC5C79">
        <w:rPr>
          <w:rStyle w:val="libArabicChar"/>
          <w:rtl/>
        </w:rPr>
        <w:t xml:space="preserve"> الصلا</w:t>
      </w:r>
      <w:r w:rsidR="00CC5C79" w:rsidRPr="00CC5C79">
        <w:rPr>
          <w:rStyle w:val="libArabicChar"/>
          <w:rFonts w:hint="cs"/>
          <w:rtl/>
        </w:rPr>
        <w:t>ة</w:t>
      </w:r>
      <w:r w:rsidR="00B56CAE" w:rsidRPr="00CC5C79">
        <w:rPr>
          <w:rStyle w:val="libArabicChar"/>
          <w:rFonts w:hint="eastAsia"/>
          <w:rtl/>
        </w:rPr>
        <w:t>؛</w:t>
      </w:r>
      <w:r w:rsidR="00B56CAE" w:rsidRPr="00CC5C79">
        <w:rPr>
          <w:rStyle w:val="libArabicChar"/>
          <w:rtl/>
        </w:rPr>
        <w:t xml:space="preserve"> و اوصان</w:t>
      </w:r>
      <w:r w:rsidR="00B56CAE" w:rsidRPr="00CC5C79">
        <w:rPr>
          <w:rStyle w:val="libArabicChar"/>
          <w:rFonts w:hint="cs"/>
          <w:rtl/>
        </w:rPr>
        <w:t>ی</w:t>
      </w:r>
      <w:r w:rsidR="00B56CAE" w:rsidRPr="00CC5C79">
        <w:rPr>
          <w:rStyle w:val="libArabicChar"/>
          <w:rtl/>
        </w:rPr>
        <w:t xml:space="preserve"> بالصلاة ما دمت ح</w:t>
      </w:r>
      <w:r w:rsidR="00B56CAE" w:rsidRPr="00CC5C79">
        <w:rPr>
          <w:rStyle w:val="libArabicChar"/>
          <w:rFonts w:hint="cs"/>
          <w:rtl/>
        </w:rPr>
        <w:t>ی</w:t>
      </w:r>
      <w:r w:rsidR="00B56CAE" w:rsidRPr="00CC5C79">
        <w:rPr>
          <w:rStyle w:val="libArabicChar"/>
          <w:rFonts w:hint="eastAsia"/>
          <w:rtl/>
        </w:rPr>
        <w:t>ا،</w:t>
      </w:r>
      <w:r w:rsidR="00B56CAE" w:rsidRPr="00CC5C79">
        <w:rPr>
          <w:rStyle w:val="libArabicChar"/>
          <w:rtl/>
        </w:rPr>
        <w:t xml:space="preserve"> کان </w:t>
      </w:r>
      <w:r w:rsidR="00B56CAE" w:rsidRPr="00CC5C79">
        <w:rPr>
          <w:rStyle w:val="libArabicChar"/>
          <w:rFonts w:hint="cs"/>
          <w:rtl/>
        </w:rPr>
        <w:t>ی</w:t>
      </w:r>
      <w:r w:rsidR="00B56CAE" w:rsidRPr="00CC5C79">
        <w:rPr>
          <w:rStyle w:val="libArabicChar"/>
          <w:rFonts w:hint="eastAsia"/>
          <w:rtl/>
        </w:rPr>
        <w:t>امر</w:t>
      </w:r>
      <w:r w:rsidR="00B56CAE" w:rsidRPr="00CC5C79">
        <w:rPr>
          <w:rStyle w:val="libArabicChar"/>
          <w:rtl/>
        </w:rPr>
        <w:t xml:space="preserve"> ا</w:t>
      </w:r>
      <w:r w:rsidR="00B56CAE" w:rsidRPr="00CC5C79">
        <w:rPr>
          <w:rStyle w:val="libArabicChar"/>
          <w:rFonts w:hint="cs"/>
          <w:rtl/>
        </w:rPr>
        <w:t>هله بالصلاة</w:t>
      </w:r>
      <w:r w:rsidR="00B56CAE" w:rsidRPr="00D258FB">
        <w:rPr>
          <w:rStyle w:val="libAieChar"/>
          <w:rFonts w:hint="cs"/>
          <w:rtl/>
        </w:rPr>
        <w:t>؛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نماز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ان تمام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شات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لگتا ہے کہ نماز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چہرہ اور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ستون ہے 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قائم کرنے آئے تھے انہوں نے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نماز اصل اور اساس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نماز قبول ہوجائے تو تمام عبادات قبول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اگر نماز رد ہو جائے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 w:rsidRPr="007F6071">
        <w:rPr>
          <w:rStyle w:val="libFootnotenumChar"/>
          <w:rtl/>
        </w:rPr>
        <w:t>(202)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وہ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 جو مخلوق کو خالق تک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آئمہ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 کہ رات کو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پڑہتے تھے،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پڑہا کرتے تھے خاص طور پر رات کے وقت تو ان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رات کو نماز تہجد پڑہا کرو،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>عَس</w:t>
      </w:r>
      <w:r w:rsidR="00B56CAE" w:rsidRPr="00A13388">
        <w:rPr>
          <w:rStyle w:val="libAieChar"/>
          <w:rFonts w:hint="cs"/>
          <w:rtl/>
        </w:rPr>
        <w:t>ى‏ أَنْ يَبْعَثَكَ رَبُّكَ مَقاماً مَحْمُودا</w:t>
      </w:r>
      <w:r w:rsidR="00B56CAE" w:rsidRPr="0029475F">
        <w:rPr>
          <w:rFonts w:hint="cs"/>
          <w:rtl/>
        </w:rPr>
        <w:t xml:space="preserve"> </w:t>
      </w:r>
      <w:r w:rsidRPr="00A13388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(203)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مقام محمود وہ مقام شفاعت،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کا حق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نماز شب کے بدلہ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شب انسان کو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مراتب تک پہنچا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آئمہ کا ہزار ہزار سجدے کرنا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تھا کہ مقامات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کے بدلہ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اور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جب تک اس منبع سے متصل رہے گا اسے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دعائے عرفہ کو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جسے تو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 اور جسے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 اسے ملا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خدا ہے تو اس کے پاس سب کچھ ہےاگر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خدا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کے پاس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نماز خدا سے رابطہ رکھنے کا نام ہے۔ نماز انسان کو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گناہوں سے دور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بعض اوقات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 کہ کچھ افراد نماز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نماز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پڑہتے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قرآن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 الصلاہ۔۔ نماز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انہوں نے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قائم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انہو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 شرائط اور آداب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نماز نماز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دوسرا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نماز نے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سارے گناہوں سے بچا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پڑہتے تو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نماز ہے جو انسان کو انسان بنات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ذاکر خدا بنات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اور انسان اگر ذکرخدا کرنے لگے تو خدا اس کا ذکر کرتا ہے فاذکرون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اذکرکم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ذکر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تمہارا ذکر کروں گا،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رب 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الصلاہ و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نماز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</w:t>
      </w:r>
    </w:p>
    <w:p w:rsidR="00B56CAE" w:rsidRPr="00A13388" w:rsidRDefault="00B56CAE" w:rsidP="00A13388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A13388">
        <w:rPr>
          <w:rtl/>
        </w:rPr>
        <w:t>والسلام عل</w:t>
      </w:r>
      <w:r w:rsidRPr="00A13388">
        <w:rPr>
          <w:rFonts w:hint="cs"/>
          <w:rtl/>
        </w:rPr>
        <w:t>ی</w:t>
      </w:r>
      <w:r w:rsidRPr="00A13388">
        <w:rPr>
          <w:rFonts w:hint="eastAsia"/>
          <w:rtl/>
        </w:rPr>
        <w:t>کم</w:t>
      </w:r>
      <w:r w:rsidRPr="00A13388">
        <w:rPr>
          <w:rtl/>
        </w:rPr>
        <w:t xml:space="preserve"> و رحمة اللَّ</w:t>
      </w:r>
      <w:r w:rsidRPr="00A13388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2" w:name="_Toc493163735"/>
      <w:r>
        <w:rPr>
          <w:rFonts w:hint="eastAsia"/>
          <w:rtl/>
          <w:lang w:bidi="ur-PK"/>
        </w:rPr>
        <w:t>اہل</w:t>
      </w:r>
      <w:r>
        <w:rPr>
          <w:rtl/>
          <w:lang w:bidi="ur-PK"/>
        </w:rPr>
        <w:t xml:space="preserve"> مکہ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12"/>
      <w:r>
        <w:rPr>
          <w:rtl/>
          <w:lang w:bidi="ur-PK"/>
        </w:rPr>
        <w:t xml:space="preserve"> </w:t>
      </w:r>
    </w:p>
    <w:p w:rsidR="00B56CAE" w:rsidRPr="00A13388" w:rsidRDefault="00B56CAE" w:rsidP="00A13388">
      <w:pPr>
        <w:pStyle w:val="libArabic"/>
        <w:rPr>
          <w:rtl/>
        </w:rPr>
      </w:pPr>
      <w:r w:rsidRPr="00A13388">
        <w:rPr>
          <w:rFonts w:hint="cs"/>
          <w:rtl/>
        </w:rPr>
        <w:t>أَعُوذُ</w:t>
      </w:r>
      <w:r w:rsidRPr="00A13388">
        <w:rPr>
          <w:rtl/>
        </w:rPr>
        <w:t xml:space="preserve"> بِالل</w:t>
      </w:r>
      <w:r w:rsidRPr="00A13388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</w:t>
      </w:r>
      <w:r w:rsidRPr="00C02DA6">
        <w:rPr>
          <w:rStyle w:val="libArabicChar"/>
          <w:rtl/>
        </w:rPr>
        <w:t xml:space="preserve"> </w:t>
      </w:r>
      <w:r w:rsidRPr="00C02DA6">
        <w:rPr>
          <w:rStyle w:val="libArabicChar"/>
          <w:rFonts w:hint="cs"/>
          <w:rtl/>
        </w:rPr>
        <w:t>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 w:rsidRPr="00A13388">
        <w:rPr>
          <w:rStyle w:val="libAieChar"/>
          <w:rFonts w:hint="eastAsia"/>
          <w:rtl/>
        </w:rPr>
        <w:t>وَ</w:t>
      </w:r>
      <w:r w:rsidR="00B56CAE" w:rsidRPr="00A13388">
        <w:rPr>
          <w:rStyle w:val="libAieChar"/>
          <w:rtl/>
        </w:rPr>
        <w:t xml:space="preserve"> </w:t>
      </w:r>
      <w:r w:rsidR="00B56CAE" w:rsidRPr="00A13388">
        <w:rPr>
          <w:rStyle w:val="libAieChar"/>
          <w:rFonts w:hint="cs"/>
          <w:rtl/>
        </w:rPr>
        <w:t>إِذْ قالَ إِبْراهيمُ رَبِّ اجْعَلْ هَذَا الْبَلَدَ آمِناً وَ اجْنُبْني‏ وَ بَنِيَّ أَنْ نَعْبُدَ الْأَصْنام</w:t>
      </w:r>
      <w:r w:rsidR="00B56CAE" w:rsidRPr="00A13388">
        <w:rPr>
          <w:rStyle w:val="libAieChar"/>
          <w:rtl/>
        </w:rPr>
        <w:t>َ</w:t>
      </w:r>
      <w:r w:rsidR="00B56CAE">
        <w:rPr>
          <w:rtl/>
          <w:lang w:bidi="ur-PK"/>
        </w:rPr>
        <w:t xml:space="preserve"> </w:t>
      </w:r>
      <w:r w:rsidRPr="00A13388">
        <w:rPr>
          <w:rStyle w:val="libAlaemChar"/>
          <w:rFonts w:hint="cs"/>
          <w:rtl/>
        </w:rPr>
        <w:t>)</w:t>
      </w:r>
      <w:r w:rsidR="00B56CAE">
        <w:rPr>
          <w:rtl/>
          <w:lang w:bidi="ur-PK"/>
        </w:rPr>
        <w:t xml:space="preserve"> </w:t>
      </w:r>
      <w:r w:rsidR="00B56CAE" w:rsidRPr="007F6071">
        <w:rPr>
          <w:rStyle w:val="libFootnotenumChar"/>
          <w:rtl/>
        </w:rPr>
        <w:t>(204)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 اہل مکہ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پاک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ہے وہ احد ہے، وہ واحد ہے، اس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بے مثل اور بے مثال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صمد اور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ہے، اس کے علاوہ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محتاج ہے، وہ مکان اور زمان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سے بالاتر ہے مکان اور زمان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سکتے۔ اس کے باوجود خالق کائنات نے اپنے فضل اور کرم سے اس جہان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کائنات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فرش بچھا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آسمان کا شام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چاند اور ستاروں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بنائے، اور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کہکشاں پورا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</w:t>
      </w:r>
      <w:r>
        <w:rPr>
          <w:rtl/>
          <w:lang w:bidi="ur-PK"/>
        </w:rPr>
        <w:lastRenderedPageBreak/>
        <w:t>فضل و کرم کا اظہار کرن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 اپنے بندوں کو اپنے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مختلف وسائل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اپنے قرب تک راستہ دکھانے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مختلف عبادتوں کو واجب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کعب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3" w:name="_Toc493163736"/>
      <w:r>
        <w:rPr>
          <w:rFonts w:hint="eastAsia"/>
          <w:rtl/>
          <w:lang w:bidi="ur-PK"/>
        </w:rPr>
        <w:t>کعب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اللہ اور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وحدت</w:t>
      </w:r>
      <w:bookmarkEnd w:id="11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مکہ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ہے۔ اگرچہ وہ مکان سے پاک ہے منزہ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بندوں کو متحد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مرکز بنا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نے کعبہ اللہ کو اپنا مرکز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اس طرح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کا پہلا نقطہ وہ جگہ ہے جہاں کعبہ اللہ ہے۔ پہلا نقطہ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کعبہ اللہ ہے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>وَ ال</w:t>
      </w:r>
      <w:r w:rsidR="00B56CAE" w:rsidRPr="00A13388">
        <w:rPr>
          <w:rStyle w:val="libAieChar"/>
          <w:rFonts w:hint="cs"/>
          <w:rtl/>
        </w:rPr>
        <w:t>ْأَرْضَ بَعْدَ ذلِكَ دَحاها،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مرکز کعبت اللہ ہے، اللہ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کو اپنا گھر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نسبت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دوسرے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صاحب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آکر وہاں رہے وہ تو پاک و منزہ رہے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انسانوں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مرکز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نے اپنا گھر کہا،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کڑوں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وہاں پر مدفوں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جب اس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جاتا ہے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محسنوں کو 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جاتا ہے۔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وہاں مدفون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مقام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جہاں پر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جناب حاجرہ اور جتنے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مدفون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جاتا ہے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آج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عام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کا صلہ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آج ذکر خدا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ان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اس دعا کا جو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وقت کرو جب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اس بلد کو امن و امان کا گہوارا بنا دے۔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قائم ہو، مجھے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بچا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کہ ہم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جگہ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بابرکت ہے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مقدس ہے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اٹھا رہا ہے،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 xml:space="preserve">وَ </w:t>
      </w:r>
      <w:r w:rsidR="00B56CAE" w:rsidRPr="00A13388">
        <w:rPr>
          <w:rStyle w:val="libAieChar"/>
          <w:rFonts w:hint="cs"/>
          <w:rtl/>
        </w:rPr>
        <w:t>هذَا الْبَلَدِ الْأَمين‏،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اے رسول مجھے قسم ہے اس مبارک شہر کا،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کو اتنا پسند ہے، اور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Fonts w:hint="cs"/>
          <w:rtl/>
        </w:rPr>
        <w:t>إِنَّ أَوَّلَ‏ بَيْتٍ وُضِعَ لِلنَّاسِ لَلَّذي بِبَكَّةَ مُبارَكاً وَ هُدىً لِلْعالَمين‏؛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(207)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سب</w:t>
      </w:r>
      <w:r>
        <w:rPr>
          <w:rtl/>
          <w:lang w:bidi="ur-PK"/>
        </w:rPr>
        <w:t xml:space="preserve"> سے پہلا گھر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جس کو خداوند متعال نے مبارک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جس کو مرکز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جگہ 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مرکز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جگہ جو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کا مرکز ہے، وہ جگہ جہاں پر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جگہ جو نور و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منور ہے، جو سجود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متبرک ہے، وہ جگہ جو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وقت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جب تک کعبہ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کعبہ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 w:rsidRPr="007F6071">
        <w:rPr>
          <w:rStyle w:val="libFootnotenumChar"/>
          <w:rtl/>
        </w:rPr>
        <w:t>(208)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کا سبب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فقہ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خدا نخواستہ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زمانہ آجائے کہ جب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کے زوار کم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،اگرچہ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نے تمام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رکھتا ہے اور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خالق کائنات اسے اس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فرمائے، وہ وہاں طواف کرے جہاں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طواف کر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جگہ پر جا کر سجدہ کرے جو مسجود آئمہ 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ہو کہ کعبہ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ہوجائے تو حاکم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المال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لوگوں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ہونے پائے؛ </w:t>
      </w:r>
      <w:r w:rsidRPr="007F6071">
        <w:rPr>
          <w:rStyle w:val="libFootnotenumChar"/>
          <w:rtl/>
        </w:rPr>
        <w:t>(209)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ہے۔اسلام کا سمبل ہے، کعبت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رونق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مرتبہ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بار الہا اس گھر کو امن کا گہوارہ بنا دے،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>وَ ار</w:t>
      </w:r>
      <w:r w:rsidR="00B56CAE" w:rsidRPr="00A13388">
        <w:rPr>
          <w:rStyle w:val="libAieChar"/>
          <w:rFonts w:hint="cs"/>
          <w:rtl/>
        </w:rPr>
        <w:t>ْزُقْ أَهْلَهُ مِنَ الثَّمَرات‏،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رہنے والوں کو، اہل مکہ کو، انواع و اقسام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عطا فرما، امام باقر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شرق اور غرب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مکہ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4" w:name="_Toc493163737"/>
      <w:r>
        <w:rPr>
          <w:rFonts w:hint="eastAsia"/>
          <w:rtl/>
          <w:lang w:bidi="ur-PK"/>
        </w:rPr>
        <w:t>کعبہ</w:t>
      </w:r>
      <w:r>
        <w:rPr>
          <w:rtl/>
          <w:lang w:bidi="ur-PK"/>
        </w:rPr>
        <w:t xml:space="preserve"> مکہ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bookmarkEnd w:id="11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امتحان ہے اگر وہ چاہتا تو اپنے گھر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سبز جگہ پر بنا سکتا تھا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بناتا کہ جو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مثال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نے جب اپنا گھر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بنجر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 جگہ 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پہاڑوں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الب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کشش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جہاں اگر انسان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خدا کا تقرب حاصل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جائے، وہاں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بنجر ہے،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اسے کس طرح آباد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lastRenderedPageBreak/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 xml:space="preserve">رَبَّنا </w:t>
      </w:r>
      <w:r w:rsidR="00B56CAE" w:rsidRPr="00A13388">
        <w:rPr>
          <w:rStyle w:val="libAieChar"/>
          <w:rFonts w:hint="cs"/>
          <w:rtl/>
        </w:rPr>
        <w:t>إِنِّي أَسْكَنْتُ‏ مِنْ ذُرِّيَّتي‏ بِوادٍ غَيْرِ ذي زَرْعٍ عِنْدَ بَيْتِكَ</w:t>
      </w:r>
      <w:r w:rsidR="00B56CAE" w:rsidRPr="00A13388">
        <w:rPr>
          <w:rStyle w:val="libAieChar"/>
          <w:rtl/>
        </w:rPr>
        <w:t xml:space="preserve"> ال</w:t>
      </w:r>
      <w:r w:rsidR="00B56CAE" w:rsidRPr="00A13388">
        <w:rPr>
          <w:rStyle w:val="libAieChar"/>
          <w:rFonts w:hint="cs"/>
          <w:rtl/>
        </w:rPr>
        <w:t>ْمُحَرَّمِ رَبَّنا لِيُقيمُوا الصَّلاة رَبَّنا إِنِّي أَسْكَنْتُ‏ مِنْ ذُرِّيَّتي‏ بِوادٍ غَيْرِ ذي زَرْعٍ عِنْدَ بَيْتِكَ الْمُحَرَّمِ رَبَّنا لِيُقيمُوا الصَّلاةَ فَاجْعَلْ</w:t>
      </w:r>
      <w:r w:rsidR="00B56CAE" w:rsidRPr="00A13388">
        <w:rPr>
          <w:rStyle w:val="libAieChar"/>
          <w:rtl/>
        </w:rPr>
        <w:t xml:space="preserve"> </w:t>
      </w:r>
      <w:r w:rsidR="00B56CAE" w:rsidRPr="00A13388">
        <w:rPr>
          <w:rStyle w:val="libAieChar"/>
          <w:rFonts w:hint="cs"/>
          <w:rtl/>
        </w:rPr>
        <w:t>أَفْئِدَةً مِنَ النَّاسِ تَهْوي إِلَيْهِمْ وَ ارْزُقْهُمْ مِنَ الثَّمَراتِ لَع</w:t>
      </w:r>
      <w:r w:rsidR="00B56CAE" w:rsidRPr="00A13388">
        <w:rPr>
          <w:rStyle w:val="libAieChar"/>
          <w:rtl/>
        </w:rPr>
        <w:t>َلَّ</w:t>
      </w:r>
      <w:r w:rsidR="00B56CAE" w:rsidRPr="00A13388">
        <w:rPr>
          <w:rStyle w:val="libAieChar"/>
          <w:rFonts w:hint="cs"/>
          <w:rtl/>
        </w:rPr>
        <w:t>هُمْ يَشْكُرُونَ،</w:t>
      </w:r>
      <w:r w:rsidR="00B56CAE" w:rsidRPr="0029475F">
        <w:rPr>
          <w:rFonts w:hint="cs"/>
          <w:rtl/>
        </w:rPr>
        <w:t xml:space="preserve"> 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چھوڑے جا رہا ہوں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کھانہ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انتظام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بنجر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،بے آب 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چھوڑے جا رہا ہوں ،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توکل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کا خ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خدا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چھوڑے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 کے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گا،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گذرے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مقصد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</w:t>
      </w:r>
      <w:r w:rsidRPr="00A13388">
        <w:rPr>
          <w:rStyle w:val="libArabicChar"/>
          <w:rtl/>
        </w:rPr>
        <w:t>ل</w:t>
      </w:r>
      <w:r w:rsidRPr="00A13388">
        <w:rPr>
          <w:rStyle w:val="libArabicChar"/>
          <w:rFonts w:hint="cs"/>
          <w:rtl/>
        </w:rPr>
        <w:t>ی</w:t>
      </w:r>
      <w:r w:rsidRPr="00A13388">
        <w:rPr>
          <w:rStyle w:val="libArabicChar"/>
          <w:rFonts w:hint="eastAsia"/>
          <w:rtl/>
        </w:rPr>
        <w:t>ق</w:t>
      </w:r>
      <w:r w:rsidRPr="00A13388">
        <w:rPr>
          <w:rStyle w:val="libArabicChar"/>
          <w:rFonts w:hint="cs"/>
          <w:rtl/>
        </w:rPr>
        <w:t>ی</w:t>
      </w:r>
      <w:r w:rsidRPr="00A13388">
        <w:rPr>
          <w:rStyle w:val="libArabicChar"/>
          <w:rFonts w:hint="eastAsia"/>
          <w:rtl/>
        </w:rPr>
        <w:t>موا</w:t>
      </w:r>
      <w:r w:rsidRPr="00A13388">
        <w:rPr>
          <w:rStyle w:val="libArabicChar"/>
          <w:rtl/>
        </w:rPr>
        <w:t xml:space="preserve"> الصلا ةَ</w:t>
      </w:r>
      <w:r>
        <w:rPr>
          <w:rtl/>
          <w:lang w:bidi="ur-PK"/>
        </w:rPr>
        <w:t xml:space="preserve"> 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چھوڑے جا رہا ہوں تا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قائم ہو۔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محنتوں کا محو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مرکز نماز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دے رہا ہوں بار الہا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</w:t>
      </w:r>
      <w:r>
        <w:rPr>
          <w:rtl/>
          <w:lang w:bidi="ur-PK"/>
        </w:rPr>
        <w:t xml:space="preserve"> الصلاہ،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جب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قائم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پھر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ہوگا؟ پھر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فاجعل افئدةَ من الناس ت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 الہا کچھ لوگوں کے دلوں کو مائل کر 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لوگوں کے </w:t>
      </w:r>
      <w:r>
        <w:rPr>
          <w:rFonts w:hint="eastAsia"/>
          <w:rtl/>
          <w:lang w:bidi="ur-PK"/>
        </w:rPr>
        <w:t>دلوں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ڈال دے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اولاد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اتنے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تمام انسان ان سے محبت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بلکہ صرف وہ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 باضم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ہونگے،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پاک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طاہر ہونگے، فاجعل افئدةَ من الناس ت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باقر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ت ہے کہ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لوگوں کے دل کو مائل کر دے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طرف، وہ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خدا نے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اپنے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کا اجر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t>(</w:t>
      </w:r>
      <w:r w:rsidR="00B56CAE" w:rsidRPr="00A13388">
        <w:rPr>
          <w:rStyle w:val="libAieChar"/>
          <w:rFonts w:hint="eastAsia"/>
          <w:rtl/>
        </w:rPr>
        <w:t>قُل</w:t>
      </w:r>
      <w:r w:rsidR="00B56CAE" w:rsidRPr="00A13388">
        <w:rPr>
          <w:rStyle w:val="libAieChar"/>
          <w:rFonts w:hint="cs"/>
          <w:rtl/>
        </w:rPr>
        <w:t>ْ</w:t>
      </w:r>
      <w:r w:rsidR="00B56CAE" w:rsidRPr="00A13388">
        <w:rPr>
          <w:rStyle w:val="libAieChar"/>
          <w:rtl/>
        </w:rPr>
        <w:t xml:space="preserve"> لا</w:t>
      </w:r>
      <w:r w:rsidR="00B56CAE" w:rsidRPr="00A13388">
        <w:rPr>
          <w:rStyle w:val="libAieChar"/>
          <w:rFonts w:hint="cs"/>
          <w:rtl/>
        </w:rPr>
        <w:t>أَسْئَلُكُمْ عَلَيْهِ أَجْراً إِلاَّالْمَوَدَّةَ فِي الْقُرْبى‏</w:t>
      </w:r>
      <w:r w:rsidR="00B56CAE" w:rsidRPr="0029475F">
        <w:rPr>
          <w:rFonts w:hint="cs"/>
          <w:rtl/>
        </w:rPr>
        <w:t xml:space="preserve"> ،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A13388">
        <w:rPr>
          <w:rStyle w:val="libArabicChar"/>
          <w:rtl/>
        </w:rPr>
        <w:t>وارق</w:t>
      </w:r>
      <w:r w:rsidR="007F6071" w:rsidRPr="007F6071">
        <w:rPr>
          <w:rStyle w:val="libArabicChar"/>
          <w:rFonts w:hint="cs"/>
          <w:rtl/>
        </w:rPr>
        <w:t>ه</w:t>
      </w:r>
      <w:r w:rsidRPr="007F6071">
        <w:rPr>
          <w:rStyle w:val="libArabicChar"/>
          <w:rFonts w:hint="cs"/>
          <w:rtl/>
        </w:rPr>
        <w:t>م من الثمارت</w:t>
      </w:r>
      <w:r>
        <w:rPr>
          <w:rtl/>
          <w:lang w:bidi="ur-PK"/>
        </w:rPr>
        <w:t>، بار الہا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انواع و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مالا مال کردے۔ ان کو ہر طرح کے پھل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عطا فرمائے، آج کل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وہاں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نعمت ہے،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مرکز ہے جہاں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</w:t>
      </w:r>
      <w:r>
        <w:rPr>
          <w:rFonts w:hint="eastAsia"/>
          <w:rtl/>
          <w:lang w:bidi="ur-PK"/>
        </w:rPr>
        <w:t>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آواز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جہاں سے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بتوں کا صفا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اس طرح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کو اپنے کاندہوں پر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انہوں نے بتوں کو 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مرکز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مرکز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5" w:name="_Toc493163738"/>
      <w:r>
        <w:rPr>
          <w:rFonts w:hint="eastAsia"/>
          <w:rtl/>
          <w:lang w:bidi="ur-PK"/>
        </w:rPr>
        <w:t>کعبہ</w:t>
      </w:r>
      <w:r>
        <w:rPr>
          <w:rtl/>
          <w:lang w:bidi="ur-PK"/>
        </w:rPr>
        <w:t xml:space="preserve"> مرکز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bookmarkEnd w:id="11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ارشاد رب العزہ ہو رہا ہے</w:t>
      </w:r>
    </w:p>
    <w:p w:rsidR="00B56CAE" w:rsidRDefault="00A13388" w:rsidP="00B56CAE">
      <w:pPr>
        <w:pStyle w:val="libNormal"/>
        <w:rPr>
          <w:rtl/>
          <w:lang w:bidi="ur-PK"/>
        </w:rPr>
      </w:pPr>
      <w:r w:rsidRPr="00A13388">
        <w:rPr>
          <w:rStyle w:val="libAlaemChar"/>
          <w:rFonts w:hint="cs"/>
          <w:rtl/>
        </w:rPr>
        <w:lastRenderedPageBreak/>
        <w:t>(</w:t>
      </w:r>
      <w:r w:rsidR="00B56CAE">
        <w:rPr>
          <w:rtl/>
          <w:lang w:bidi="ur-PK"/>
        </w:rPr>
        <w:t xml:space="preserve"> </w:t>
      </w:r>
      <w:r w:rsidR="00B56CAE" w:rsidRPr="00A13388">
        <w:rPr>
          <w:rStyle w:val="libAieChar"/>
          <w:rtl/>
        </w:rPr>
        <w:t>جَعَلَ اللَّ</w:t>
      </w:r>
      <w:r w:rsidR="00B56CAE" w:rsidRPr="00A13388">
        <w:rPr>
          <w:rStyle w:val="libAieChar"/>
          <w:rFonts w:hint="cs"/>
          <w:rtl/>
        </w:rPr>
        <w:t>هُ الْكَعْبَةَ الْبَيْتَ الْحَرامَ قِياماً لِلنَّاس‏،</w:t>
      </w:r>
      <w:r w:rsidRPr="00A13388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خداوند متعال نے کعبت اللہ کو پاک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گھر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لوگوں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مرکز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ہے۔کعبت اللہ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ندا ہے،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ہوتے ہوئے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اور لشکر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کا، نمرود کے پاس جتنا ساز و سامان ہے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ڈرتے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گھبراتے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انہوں نے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لوگ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نکلتے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سب سے پہلے مکہ اور کعبت اللہ کا ارادہ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اما</w:t>
      </w:r>
      <w:r>
        <w:rPr>
          <w:rtl/>
          <w:lang w:bidi="ur-PK"/>
        </w:rPr>
        <w:t xml:space="preserve"> للناس، کعبت اللہ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مرکز ہے،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اپنے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کا آغاز کعبت اللہ سے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حجاج 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نانا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سے سنا تھا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ظالم، فاسق اور فاجر حکمران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جو اللہ کے حلال کو حرام بنا رہا ہو، جو حرام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حلال بنا رہا ہو، اور پھر اس کے خلاف آواز نہ اٹھائے تو حق ہے کہ خدا اس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جہاں اس ظالم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>۔کعبہ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مرکز ہے، وحدت اور اتحاد کا مرکز ہے۔ خداوند متعال نے اس گھر کو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6" w:name="_Toc493163739"/>
      <w:r>
        <w:rPr>
          <w:rFonts w:hint="eastAsia"/>
          <w:rtl/>
          <w:lang w:bidi="ur-PK"/>
        </w:rPr>
        <w:t>حج</w:t>
      </w:r>
      <w:r>
        <w:rPr>
          <w:rtl/>
          <w:lang w:bidi="ur-PK"/>
        </w:rPr>
        <w:t xml:space="preserve"> کے آثار</w:t>
      </w:r>
      <w:bookmarkEnd w:id="11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حکم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خبردار </w:t>
      </w:r>
      <w:r w:rsidRPr="00A13388">
        <w:rPr>
          <w:rStyle w:val="libArabicChar"/>
          <w:rtl/>
        </w:rPr>
        <w:t>لا تترکوا حج ب</w:t>
      </w:r>
      <w:r w:rsidRPr="00A13388">
        <w:rPr>
          <w:rStyle w:val="libArabicChar"/>
          <w:rFonts w:hint="cs"/>
          <w:rtl/>
        </w:rPr>
        <w:t>ی</w:t>
      </w:r>
      <w:r w:rsidRPr="00A13388">
        <w:rPr>
          <w:rStyle w:val="libArabicChar"/>
          <w:rFonts w:hint="eastAsia"/>
          <w:rtl/>
        </w:rPr>
        <w:t>ت</w:t>
      </w:r>
      <w:r w:rsidRPr="00A13388">
        <w:rPr>
          <w:rStyle w:val="libArabicChar"/>
          <w:rtl/>
        </w:rPr>
        <w:t xml:space="preserve"> ربکم فت</w:t>
      </w:r>
      <w:r w:rsidRPr="00A13388">
        <w:rPr>
          <w:rStyle w:val="libArabicChar"/>
          <w:rFonts w:hint="cs"/>
          <w:rtl/>
        </w:rPr>
        <w:t>هلکوا</w:t>
      </w:r>
      <w:r w:rsidRPr="0029475F">
        <w:rPr>
          <w:rFonts w:hint="cs"/>
          <w:rtl/>
        </w:rPr>
        <w:t>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کعب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اللہ کے حج کو ترک مت کرنا وگرنہ ہلاک ہو جائو گے حج۔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ہے، حج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و شوکت ہے،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اجتماع کہاں پر ہوتا ہے کہ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رنگ و نسل کے، ہر قوم اور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کے، ہر زبان کے، ہر علائقے کے لوگ جمع ہوں اور سب ملا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اللھم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لک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>۔ سب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رنگ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تمام اختلافات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زمان اور مکان کے اختلافات، رنگ اور نسل کے اختلافات، لسان اور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کے اختلافات کو بھلا کر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جڑ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مخلوق کا رش</w:t>
      </w:r>
      <w:r>
        <w:rPr>
          <w:rFonts w:hint="eastAsia"/>
          <w:rtl/>
          <w:lang w:bidi="ur-PK"/>
        </w:rPr>
        <w:t>تہ</w:t>
      </w:r>
      <w:r>
        <w:rPr>
          <w:rtl/>
          <w:lang w:bidi="ur-PK"/>
        </w:rPr>
        <w:t xml:space="preserve"> خدا سے جو ہوتا ہے۔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و شوکت ہے حج،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جو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 بار الہا اس کو امن کا گہواراہ بنا دے، 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کے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فوائد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باقر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 </w:t>
      </w:r>
      <w:r w:rsidRPr="00A13388">
        <w:rPr>
          <w:rStyle w:val="libArabicChar"/>
          <w:rtl/>
        </w:rPr>
        <w:t>الحج تسک</w:t>
      </w:r>
      <w:r w:rsidRPr="00A13388">
        <w:rPr>
          <w:rStyle w:val="libArabicChar"/>
          <w:rFonts w:hint="cs"/>
          <w:rtl/>
        </w:rPr>
        <w:t>ی</w:t>
      </w:r>
      <w:r w:rsidRPr="00A13388">
        <w:rPr>
          <w:rStyle w:val="libArabicChar"/>
          <w:rFonts w:hint="eastAsia"/>
          <w:rtl/>
        </w:rPr>
        <w:t>ن</w:t>
      </w:r>
      <w:r w:rsidRPr="00A13388">
        <w:rPr>
          <w:rStyle w:val="libArabicChar"/>
          <w:rtl/>
        </w:rPr>
        <w:t xml:space="preserve"> للقلوب</w:t>
      </w:r>
      <w:r>
        <w:rPr>
          <w:rtl/>
          <w:lang w:bidi="ur-PK"/>
        </w:rPr>
        <w:t xml:space="preserve"> ، </w:t>
      </w:r>
      <w:r w:rsidRPr="007F6071">
        <w:rPr>
          <w:rStyle w:val="libFootnotenumChar"/>
          <w:rtl/>
        </w:rPr>
        <w:t>(214)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حج،</w:t>
      </w:r>
      <w:r>
        <w:rPr>
          <w:rtl/>
          <w:lang w:bidi="ur-PK"/>
        </w:rPr>
        <w:t xml:space="preserve"> دلوں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سبب ہے۔ انسان خانہ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کو جائے، 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>۔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ان مقدس نشانات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اور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روضے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کرے۔ کعبت اللہ کا طواف کرے، اس جگہ </w:t>
      </w:r>
      <w:r>
        <w:rPr>
          <w:rtl/>
          <w:lang w:bidi="ur-PK"/>
        </w:rPr>
        <w:lastRenderedPageBreak/>
        <w:t>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جہاں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خدا کے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 و مروہ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جائے۔ جنہوں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جنہوں نے خدا کے نام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رکھا جائے، آج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جا رہا ہے کہ اس نے   لا ال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الا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خون سے اسے نقش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گھر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عظمتوں والا گھر ہے،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کو خدا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طہرا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گھر</w:t>
      </w:r>
      <w:r>
        <w:rPr>
          <w:rtl/>
          <w:lang w:bidi="ur-PK"/>
        </w:rPr>
        <w:t xml:space="preserve"> کو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بنائو طواف کرنے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رکوع و سجود کرنے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اور خداوند متعال نے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کا سبب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حج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کو۔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جب ماہ مبارک رمضان کے فضائل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لوگو بدبخت ہے وہ انسان جو اس رحمتوں کے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برکتوں کے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نہ کرا سکے، اپنے آپ کو بخشوا نہ سکے، ماہ مبارک رمضان وہ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ہے جب خالق کائنات جنت کے دروازوں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جہنم کے دروازوں کو بند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جکڑ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کے خداوند متعال ستر ستر ثواب عطا کرتا ہے۔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سانس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کا 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سونے کو عبادت کا درجہ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انسان اپنے  آپ کو بخشوا نہ سکے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وہ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جائے گا، ہاں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ہے جہاں وہ بخشا جا سکتا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</w:t>
      </w:r>
      <w:r>
        <w:rPr>
          <w:rtl/>
          <w:lang w:bidi="fa-IR"/>
        </w:rPr>
        <w:t>۹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 عرفات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ہو۔  </w:t>
      </w:r>
      <w:r w:rsidRPr="007F6071">
        <w:rPr>
          <w:rStyle w:val="libFootnotenumChar"/>
          <w:rtl/>
        </w:rPr>
        <w:t>(215)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لباس پہنے ہوے،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کہتے ہوے نظر آئے، بخشش کا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ہے۔ انسان جتنا خدا کے سامنے جھکے گا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نتوں</w:t>
      </w:r>
      <w:r>
        <w:rPr>
          <w:rtl/>
          <w:lang w:bidi="ur-PK"/>
        </w:rPr>
        <w:t xml:space="preserve"> کو چھوڑ دے گا انواع اور اقسام کے مختلف رنگوں کے لباس کو اتار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رنگ کے لباس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لباس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</w:t>
      </w:r>
      <w:r>
        <w:rPr>
          <w:rFonts w:hint="eastAsia"/>
          <w:rtl/>
          <w:lang w:bidi="ur-PK"/>
        </w:rPr>
        <w:t>ئے،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ولادت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 اپنے مرنے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کرے، خدا کے سامنے اس طرح آہ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بکا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خداوند متعال کو بہت پسند ہے اور خالق کائنات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نے کس طرح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کرتے ہوے اس گھر کو امن کہوارا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وہاں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حق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ذرہ برابر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پہنچائے چاہے وہ انسان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جانور اور پودے، امن امان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ہے کعبت اللہ،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آج خدا نے مسلمانوں کو وہ شان و شوکت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کاش مسلمان  اس کے قدر دان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Pr="00A13388" w:rsidRDefault="00B56CAE" w:rsidP="00A13388">
      <w:pPr>
        <w:pStyle w:val="libArabic"/>
        <w:rPr>
          <w:rtl/>
        </w:rPr>
      </w:pPr>
      <w:r w:rsidRPr="00A13388">
        <w:rPr>
          <w:rFonts w:hint="eastAsia"/>
          <w:rtl/>
        </w:rPr>
        <w:t>والسلام</w:t>
      </w:r>
      <w:r w:rsidRPr="00A13388">
        <w:rPr>
          <w:rtl/>
        </w:rPr>
        <w:t xml:space="preserve"> عل</w:t>
      </w:r>
      <w:r w:rsidRPr="00A13388">
        <w:rPr>
          <w:rFonts w:hint="cs"/>
          <w:rtl/>
        </w:rPr>
        <w:t>ی</w:t>
      </w:r>
      <w:r w:rsidRPr="00A13388">
        <w:rPr>
          <w:rFonts w:hint="eastAsia"/>
          <w:rtl/>
        </w:rPr>
        <w:t>کم</w:t>
      </w:r>
      <w:r w:rsidRPr="00A13388">
        <w:rPr>
          <w:rtl/>
        </w:rPr>
        <w:t xml:space="preserve"> و رحمة اللَّ</w:t>
      </w:r>
      <w:r w:rsidRPr="00A13388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7" w:name="_Toc493163740"/>
      <w:r>
        <w:rPr>
          <w:rFonts w:hint="eastAsia"/>
          <w:rtl/>
          <w:lang w:bidi="ur-PK"/>
        </w:rPr>
        <w:lastRenderedPageBreak/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17"/>
      <w:r>
        <w:rPr>
          <w:rtl/>
          <w:lang w:bidi="ur-PK"/>
        </w:rPr>
        <w:t xml:space="preserve"> </w:t>
      </w:r>
    </w:p>
    <w:p w:rsidR="00B56CAE" w:rsidRPr="00A13388" w:rsidRDefault="00B56CAE" w:rsidP="00A13388">
      <w:pPr>
        <w:pStyle w:val="libArabic"/>
        <w:rPr>
          <w:rtl/>
        </w:rPr>
      </w:pPr>
      <w:r w:rsidRPr="00A13388">
        <w:rPr>
          <w:rFonts w:hint="cs"/>
          <w:rtl/>
        </w:rPr>
        <w:t>أَعُوذُ</w:t>
      </w:r>
      <w:r w:rsidRPr="00A13388">
        <w:rPr>
          <w:rtl/>
        </w:rPr>
        <w:t xml:space="preserve"> بِالل</w:t>
      </w:r>
      <w:r w:rsidRPr="00A13388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 w:rsidRPr="00A13388">
        <w:rPr>
          <w:rStyle w:val="libAieChar"/>
          <w:rFonts w:hint="eastAsia"/>
          <w:rtl/>
        </w:rPr>
        <w:t>وَ</w:t>
      </w:r>
      <w:r w:rsidR="00B56CAE" w:rsidRPr="00A13388">
        <w:rPr>
          <w:rStyle w:val="libAieChar"/>
          <w:rtl/>
        </w:rPr>
        <w:t xml:space="preserve"> اج</w:t>
      </w:r>
      <w:r w:rsidR="00B56CAE" w:rsidRPr="00A13388">
        <w:rPr>
          <w:rStyle w:val="libAieChar"/>
          <w:rFonts w:hint="cs"/>
          <w:rtl/>
        </w:rPr>
        <w:t xml:space="preserve">ْعَلْ لي‏ </w:t>
      </w:r>
      <w:r w:rsidR="00B56CAE" w:rsidRPr="00A13388">
        <w:rPr>
          <w:rStyle w:val="libAieChar"/>
          <w:rtl/>
        </w:rPr>
        <w:t>لِسانَ</w:t>
      </w:r>
      <w:r w:rsidR="00B56CAE" w:rsidRPr="00A13388">
        <w:rPr>
          <w:rStyle w:val="libAieChar"/>
          <w:rFonts w:hint="cs"/>
          <w:rtl/>
        </w:rPr>
        <w:t>‏ صِدْقٍ فِي الْآخِرين‏،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آج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سوال 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اور آئمہ،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آخر ان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ملا؟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آئے، انہوں نے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طاغوت کا انکار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ظالم فاسق اور فاجر حکمرانوں کے مقابلے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 کھڑے ہوئے،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ہوا؟اتنے سارے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دئے گئے، اتنے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سے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انسان ان کا ذکر سنتا ہے تو احساس وحشت کرتا ہے، آخر راہ حق پر چلنے والوں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بعض اوقات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کو آتا ہے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اپنے مقصد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 رہا ہے، اس نے جو پہلے دن سے قسم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کہ</w:t>
      </w:r>
    </w:p>
    <w:p w:rsidR="00B56CAE" w:rsidRDefault="003F61D9" w:rsidP="007F6071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F61D9">
        <w:rPr>
          <w:rStyle w:val="libAieChar"/>
          <w:rtl/>
        </w:rPr>
        <w:t>قالَ فَبِعِزَّتِ</w:t>
      </w:r>
      <w:r w:rsidR="00B56CAE" w:rsidRPr="003F61D9">
        <w:rPr>
          <w:rStyle w:val="libAieChar"/>
          <w:rFonts w:hint="cs"/>
          <w:rtl/>
        </w:rPr>
        <w:t>كَ لَأُغْوِيَنَّهُمْ‏ أَجْمَعين</w:t>
      </w:r>
      <w:r w:rsidRPr="007F6071">
        <w:rPr>
          <w:rFonts w:hint="cs"/>
          <w:rtl/>
        </w:rPr>
        <w:t xml:space="preserve"> 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(217)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کہا: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کو گمراہ کردوں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آپ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پر نظر دوڑائ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آئے گا کہ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حق کے خلاف نظر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گناہگاروں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باطل پرستوں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 نعوذ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من ذالک  ناکام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>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 کے ماننے والوں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ملا؟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مشکلات، ان کو ہجرت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جلا وطن ہونا پڑا، گھروں کو چھوڑنا پڑا، اقوام کو چھوڑنا پڑا، بچوں کو بے آب صحرا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 آئے،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کہا کہ ربنا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اسکنت ۔۔ محرم، بار الہا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بچوں کو بے آب 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صحرا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چھوڑے جا رہا ہوں ، حق والوں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ملا؟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کودنا پڑا،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سر قلم کر کے زان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ہے ہمارا؟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8" w:name="_Toc493163741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انسانوں کا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صلہ</w:t>
      </w:r>
      <w:bookmarkEnd w:id="11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ملا؟ انہوں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خداوند متعال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کن انعامات اور اکرامات سے نوازا۔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F61D9">
        <w:rPr>
          <w:rStyle w:val="libAieChar"/>
          <w:rtl/>
        </w:rPr>
        <w:t>واجعل ل</w:t>
      </w:r>
      <w:r w:rsidR="00B56CAE" w:rsidRPr="003F61D9">
        <w:rPr>
          <w:rStyle w:val="libAieChar"/>
          <w:rFonts w:hint="cs"/>
          <w:rtl/>
        </w:rPr>
        <w:t>ی</w:t>
      </w:r>
      <w:r w:rsidR="00B56CAE" w:rsidRPr="003F61D9">
        <w:rPr>
          <w:rStyle w:val="libAieChar"/>
          <w:rtl/>
        </w:rPr>
        <w:t xml:space="preserve"> لسان صدق ف</w:t>
      </w:r>
      <w:r w:rsidR="00B56CAE" w:rsidRPr="003F61D9">
        <w:rPr>
          <w:rStyle w:val="libAieChar"/>
          <w:rFonts w:hint="cs"/>
          <w:rtl/>
        </w:rPr>
        <w:t>ی</w:t>
      </w:r>
      <w:r w:rsidR="00B56CAE" w:rsidRPr="003F61D9">
        <w:rPr>
          <w:rStyle w:val="libAieChar"/>
          <w:rtl/>
        </w:rPr>
        <w:t xml:space="preserve"> الآخر</w:t>
      </w:r>
      <w:r w:rsidR="00B56CAE" w:rsidRPr="003F61D9">
        <w:rPr>
          <w:rStyle w:val="libAieChar"/>
          <w:rFonts w:hint="cs"/>
          <w:rtl/>
        </w:rPr>
        <w:t>ی</w:t>
      </w:r>
      <w:r w:rsidR="00B56CAE" w:rsidRPr="003F61D9">
        <w:rPr>
          <w:rStyle w:val="libAieChar"/>
          <w:rFonts w:hint="eastAsia"/>
          <w:rtl/>
        </w:rPr>
        <w:t>ن،</w:t>
      </w:r>
      <w:r w:rsidR="00B56CAE">
        <w:rPr>
          <w:rtl/>
          <w:lang w:bidi="ur-PK"/>
        </w:rPr>
        <w:t xml:space="preserve"> </w:t>
      </w:r>
      <w:r w:rsidRPr="003F61D9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الہا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مجھے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ہم دعوت فکر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تمام اس موضوع پر غور و فکر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مقا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ڈکٹ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کا جو اپنے آپ کو خدا کہلوا رہا تھا،  انا ربکم الاعل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رہا تھا، جس کا کہنا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لشکر ہے، جس کا کہنا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ناخدا ہوں، اس کے مقابلے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تک و تنہا،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 مددگار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ڈٹ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کھڑے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ڈرتے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کھاتے،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پادشاہ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بادشاہت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خطہ پر ہو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ملک پر ہو،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نام کا سکہ چلتا تھا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کھڑے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دھمکا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ڈرا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لالچ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اثر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کہا تم کو آگ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کرنا ہے کر لو،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سکتے ہو،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گے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کو ہمارے جسم سے جدا کرودوگے۔اس روح اور جسم کے ناطے کو ختم کرنے کے علاوہ تم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سکتے ہو،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سکتے، البتہ ہمارا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eastAsia"/>
          <w:rtl/>
          <w:lang w:bidi="ur-PK"/>
        </w:rPr>
        <w:t>وگ</w:t>
      </w:r>
      <w:r>
        <w:rPr>
          <w:rtl/>
          <w:lang w:bidi="ur-PK"/>
        </w:rPr>
        <w:t xml:space="preserve"> اچھے الفاظ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ہمارے نام کا سکہ دلوں پر رائج ہوگا اور دلوں پر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جزا ہے جو خالق کائنات اپنے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جو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خالص بندوں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لوگوں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طاقت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حکومت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مال و جاہ، جلال و سلطنت،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اور دولت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سکتا، کتنا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 حکمران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جب تک اس کے پاس حکومت ہے لوگ ڈرتے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کے نعرے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ںگے</w:t>
      </w:r>
      <w:r>
        <w:rPr>
          <w:rtl/>
          <w:lang w:bidi="ur-PK"/>
        </w:rPr>
        <w:t xml:space="preserve"> اس کے 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صرف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تک،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خدا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کا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رہتا ہے ۔</w:t>
      </w:r>
    </w:p>
    <w:p w:rsidR="00B56CAE" w:rsidRPr="003F61D9" w:rsidRDefault="00B56CAE" w:rsidP="00B56CAE">
      <w:pPr>
        <w:pStyle w:val="libNormal"/>
        <w:rPr>
          <w:rStyle w:val="libArabicChar"/>
          <w:rtl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نے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 w:rsidRPr="003F61D9">
        <w:rPr>
          <w:rStyle w:val="libArabicChar"/>
          <w:rtl/>
        </w:rPr>
        <w:t>واجعل ل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tl/>
        </w:rPr>
        <w:t xml:space="preserve"> لسان صدق ف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tl/>
        </w:rPr>
        <w:t xml:space="preserve"> الآخر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ن؛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الہا مجھے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وہ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جزا ہے جو خالق کائنات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عطا فرماتا ہے،کہ دشمن چاہے جتنا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طاقتور ہو، مٹ جائے گا ختم ہوجائے گا،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</w:t>
      </w:r>
      <w:r>
        <w:rPr>
          <w:rtl/>
          <w:lang w:bidi="ur-PK"/>
        </w:rPr>
        <w:t xml:space="preserve"> و نابود ہو جائے گا،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چاہے ج</w:t>
      </w:r>
      <w:r>
        <w:rPr>
          <w:rFonts w:hint="eastAsia"/>
          <w:rtl/>
          <w:lang w:bidi="ur-PK"/>
        </w:rPr>
        <w:t>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سے گذر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جتنےپر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پہاڑ ٹوٹے ہوں ان پر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نام زندہ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زندہ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ساتھ،اپن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رہا 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سب کچھ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جو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زہرا 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 نے دربار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تو ہمارے ذکر کو مٹا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 تو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 ۔ </w:t>
      </w:r>
      <w:r w:rsidRPr="007F6071">
        <w:rPr>
          <w:rStyle w:val="libFootnotenumChar"/>
          <w:rtl/>
        </w:rPr>
        <w:t>(218)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تو نے ہمارے جسموں کو تو ختم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ہمارے مقصد کو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ہما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کرسکتا، ہمارے نام کو ختم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سکتا، آج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ہر با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 پر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خدا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کام کرنے والوں کو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ان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آپ نے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خالق کائنات نے قبول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دعا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نجن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من مع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مجھے نجات عطا فرما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جو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نجات عطا فرما، خداوند متعال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Pr="003F61D9">
        <w:rPr>
          <w:rStyle w:val="libArabicChar"/>
          <w:rtl/>
        </w:rPr>
        <w:t>فانج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نا</w:t>
      </w:r>
      <w:r w:rsidR="007F6071" w:rsidRPr="007F6071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۔: </w:t>
      </w:r>
      <w:r w:rsidRPr="007F6071">
        <w:rPr>
          <w:rStyle w:val="libFootnotenumChar"/>
          <w:rtl/>
        </w:rPr>
        <w:t>(219)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جس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خدا نے قبول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مانگ</w:t>
      </w:r>
      <w:r>
        <w:rPr>
          <w:rFonts w:hint="cs"/>
          <w:rtl/>
          <w:lang w:bidi="ur-PK"/>
        </w:rPr>
        <w:t>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واجعل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لسان صدق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الآخر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رکھ، خالق کائنات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F61D9">
        <w:rPr>
          <w:rStyle w:val="libAieChar"/>
          <w:rtl/>
        </w:rPr>
        <w:t>وَ جَعَل</w:t>
      </w:r>
      <w:r w:rsidR="00B56CAE" w:rsidRPr="003F61D9">
        <w:rPr>
          <w:rStyle w:val="libAieChar"/>
          <w:rFonts w:hint="cs"/>
          <w:rtl/>
        </w:rPr>
        <w:t>ْنا لَهُمْ لِسانَ‏ صِدْقٍ عَلِيًّا،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نے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صرف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، صرف چند دنوں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تمہارا مقصد بلند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بلند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عطا فرمائے گا،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کو بلند رکھو۔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استاد نے اپنے شاگرد سے کہا کہ تم کتنا پڑہنا چاہتے ہو؟ کہا حضرت استاد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اتنا پڑہ لوں کہ آپ کے جتنا علم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آجائے۔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سکتے تم۔ جب ہم پڑہتے تھے تو ہمارا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ارادہ ہوتا تھا کہ خدا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علم عطا کرے </w:t>
      </w:r>
      <w:r>
        <w:rPr>
          <w:rtl/>
          <w:lang w:bidi="ur-PK"/>
        </w:rPr>
        <w:lastRenderedPageBreak/>
        <w:t>جتنا امام کو ع</w:t>
      </w:r>
      <w:r>
        <w:rPr>
          <w:rFonts w:hint="eastAsia"/>
          <w:rtl/>
          <w:lang w:bidi="ur-PK"/>
        </w:rPr>
        <w:t>طا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تب جا کر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سا علم ملا ہے۔ انسان ہمت بلند رکھے،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کن نہ قرار دے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انسان کو مظبوط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آنے والے طوفان درخت کو تناور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مشکلات انسان کا رتبہ بڑہانے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کے درجات بلند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کمزور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دورب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دور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سمجھو کہ اپنے عمل سے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ہوگا بلکہ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تک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تم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کرنا چاہو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نظر رکھو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ساتوں پستوں تک اس عمل کا اثر رہے گا، اور آج تک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مل رہا ہے، انہوں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آج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چاہے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ہوں، چاہے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چاہے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سب کے سب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متفقہ طور پر مانتے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جو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۔البتہ اس دعا کے اور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بن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خداوند متعال نے 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امامت عطا کرنا چاہ</w:t>
      </w:r>
      <w:r>
        <w:rPr>
          <w:rFonts w:hint="cs"/>
          <w:rtl/>
          <w:lang w:bidi="ur-PK"/>
        </w:rPr>
        <w:t>ی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F61D9">
        <w:rPr>
          <w:rStyle w:val="libAieChar"/>
          <w:rFonts w:hint="cs"/>
          <w:rtl/>
        </w:rPr>
        <w:t>إِنِّي جاعِلُكَ لِلنَّاسِ إِماماً قالَ وَ مِنْ ذُرِّيَّتي‏ قالَ لا يَنالُ عَهْدِي الظَّالِمين،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(221)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کہا: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عہدے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رکھ،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ہاں، ملے گا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ظالموں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گا،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 w:rsidRPr="003F61D9">
        <w:rPr>
          <w:rStyle w:val="libAieChar"/>
          <w:rFonts w:hint="eastAsia"/>
          <w:rtl/>
        </w:rPr>
        <w:t>رَبَّنا</w:t>
      </w:r>
      <w:r w:rsidR="00B56CAE" w:rsidRPr="003F61D9">
        <w:rPr>
          <w:rStyle w:val="libAieChar"/>
          <w:rtl/>
        </w:rPr>
        <w:t xml:space="preserve"> وَ اب</w:t>
      </w:r>
      <w:r w:rsidR="00B56CAE" w:rsidRPr="003F61D9">
        <w:rPr>
          <w:rStyle w:val="libAieChar"/>
          <w:rFonts w:hint="cs"/>
          <w:rtl/>
        </w:rPr>
        <w:t>ْعَثْ‏ فيهِمْ رَسُولاً مِنْهُم‏،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ج،</w:t>
      </w:r>
      <w:r>
        <w:rPr>
          <w:rtl/>
          <w:lang w:bidi="ur-PK"/>
        </w:rPr>
        <w:t xml:space="preserve"> کب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بعدرسول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جاتا ہے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 w:rsidRPr="003F61D9">
        <w:rPr>
          <w:rStyle w:val="libArabicChar"/>
          <w:rtl/>
        </w:rPr>
        <w:t>انا دعو</w:t>
      </w:r>
      <w:r w:rsidR="007F6071" w:rsidRPr="007F6071">
        <w:rPr>
          <w:rStyle w:val="libArabicChar"/>
          <w:rFonts w:hint="cs"/>
          <w:rtl/>
        </w:rPr>
        <w:t>ة</w:t>
      </w:r>
      <w:r w:rsidRPr="003F61D9">
        <w:rPr>
          <w:rStyle w:val="libArabicChar"/>
          <w:rtl/>
        </w:rPr>
        <w:t xml:space="preserve"> ابرا</w:t>
      </w:r>
      <w:r w:rsidR="007F6071" w:rsidRPr="007F6071">
        <w:rPr>
          <w:rStyle w:val="libArabicChar"/>
          <w:rFonts w:hint="cs"/>
          <w:rtl/>
        </w:rPr>
        <w:t>ه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م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(223)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ہوں،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کچھ دے دے تو دعا قبول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ورنہ دعا قبول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مصلحت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دعا کے اثرات اور رموز کو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 جانتا ہے کہ اس بندے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بہتر ہ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 اور کب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چھوٹا بچہ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تنگ کرتا ہے کہ ابو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مجھے،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ضرر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نقصان دہ ہے، 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چاہے پھر وہ روئے، چلائے، ناراض ہو جائے، کھانا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ضر</w:t>
      </w:r>
      <w:r>
        <w:rPr>
          <w:rtl/>
          <w:lang w:bidi="ur-PK"/>
        </w:rPr>
        <w:t xml:space="preserve"> ہو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>۔ ہم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جانتا، ہمارا اور خدا کا معاملہ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جاتے،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ہمارے فائدے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>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پتا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بہتر ہو، پھر پتا اس وقت چلتا ہے جب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دھکے دے کر گھر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خدا جو بہتر سمجھتا ہے وہ کرتا ہے، مصلحت کے مطابق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بعد رسول اکرم آ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ں،امام</w:t>
      </w:r>
      <w:r>
        <w:rPr>
          <w:rtl/>
          <w:lang w:bidi="ur-PK"/>
        </w:rPr>
        <w:t xml:space="preserve">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ل</w:t>
      </w:r>
      <w:r>
        <w:rPr>
          <w:rFonts w:hint="eastAsia"/>
          <w:rtl/>
          <w:lang w:bidi="ur-PK"/>
        </w:rPr>
        <w:t>سان</w:t>
      </w:r>
      <w:r>
        <w:rPr>
          <w:rtl/>
          <w:lang w:bidi="ur-PK"/>
        </w:rPr>
        <w:t xml:space="preserve"> صدق سے مراد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ہے۔  </w:t>
      </w:r>
      <w:r w:rsidRPr="007F6071">
        <w:rPr>
          <w:rStyle w:val="libFootnotenumChar"/>
          <w:rtl/>
        </w:rPr>
        <w:t>(224)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جو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فقط لفاظ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سلسلہ نسب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روشن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19" w:name="_Toc493163742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1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F61D9">
        <w:rPr>
          <w:rStyle w:val="libArabicChar"/>
          <w:rtl/>
        </w:rPr>
        <w:t xml:space="preserve"> اذا مات ابن آدم انقطع عن</w:t>
      </w:r>
      <w:r w:rsidRPr="003F61D9">
        <w:rPr>
          <w:rStyle w:val="libArabicChar"/>
          <w:rFonts w:hint="cs"/>
          <w:rtl/>
        </w:rPr>
        <w:t>ه عمله؛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(225)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کا انتقال ہو جاتا ہے اس کا نامہ اعمال بند ہو جاتا ہے جو کر چکا وہ کر چکا،  اب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ثواب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 گناہ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مرنے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ثواب ملتا رہتا ہے؛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صدقہ جار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صدقہ جار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لگا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درخت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آنے جانے والا وہاں اس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لگا۔ اب بھلے اس کا انتقال ہو 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تک لوگ اس درخت سے فائدہ اٹھاتے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اس کو ثواب ملتا رہے گا۔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مدرسہ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، جب تک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علوم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ثو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ملتا رہے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صدقہ جار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ہ؛</w:t>
      </w:r>
      <w:r>
        <w:rPr>
          <w:rtl/>
          <w:lang w:bidi="ur-PK"/>
        </w:rPr>
        <w:t xml:space="preserve"> دوسرا ولد صالح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دعو</w:t>
      </w:r>
      <w:r>
        <w:rPr>
          <w:rtl/>
          <w:lang w:bidi="ur-PK"/>
        </w:rPr>
        <w:t xml:space="preserve"> لہ؛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جو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کرے۔بہت بڑا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اولاد۔حضرت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جو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مولا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فرمان ہے کہ دولت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سے بڑہ کر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ہے۔ </w:t>
      </w:r>
      <w:r w:rsidRPr="007F6071">
        <w:rPr>
          <w:rStyle w:val="libFootnotenumChar"/>
          <w:rtl/>
        </w:rPr>
        <w:t>(226)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آنے 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آپ لاکھ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خرچ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اگر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تو پھر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آپ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احسان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دولت سے بڑہ کر ہے،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کو خالق کائنات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گذر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اپنے ماں باپ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رشتہ داروں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 چاہتا ہے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اتنا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فرماتا ہے کہ جو مانگو گے وہ تو دوں 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3F61D9" w:rsidP="00B56CAE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 w:rsidRPr="003F61D9">
        <w:rPr>
          <w:rStyle w:val="libAieChar"/>
          <w:rFonts w:hint="eastAsia"/>
          <w:rtl/>
        </w:rPr>
        <w:t>وَ</w:t>
      </w:r>
      <w:r w:rsidR="00B56CAE" w:rsidRPr="003F61D9">
        <w:rPr>
          <w:rStyle w:val="libAieChar"/>
          <w:rtl/>
        </w:rPr>
        <w:t xml:space="preserve"> </w:t>
      </w:r>
      <w:r w:rsidR="00B56CAE" w:rsidRPr="003F61D9">
        <w:rPr>
          <w:rStyle w:val="libAieChar"/>
          <w:rFonts w:hint="cs"/>
          <w:rtl/>
        </w:rPr>
        <w:t>إِذا سَأَلَكَ عِبادي عَنِّي فَإِنِّي‏ قَريبٌ أُجيبُ دَعْوَةَ الدَّاعِ إِذا دَعانِ فَلْيَسْتَجيبُوا لي‏ وَ لْيُؤْمِنُوا بي‏ لَعَلَّهُمْ يَرْشُدُون،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دعا کرتا ہے وہ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Default="003F61D9" w:rsidP="003F61D9">
      <w:pPr>
        <w:pStyle w:val="libNormal"/>
        <w:rPr>
          <w:rtl/>
          <w:lang w:bidi="ur-PK"/>
        </w:rPr>
      </w:pPr>
      <w:r w:rsidRPr="003F61D9">
        <w:rPr>
          <w:rStyle w:val="libAlaemChar"/>
          <w:rFonts w:hint="cs"/>
          <w:rtl/>
        </w:rPr>
        <w:t>(</w:t>
      </w:r>
      <w:r w:rsidR="00B56CAE" w:rsidRPr="003F61D9">
        <w:rPr>
          <w:rStyle w:val="libAieChar"/>
          <w:rFonts w:hint="eastAsia"/>
          <w:rtl/>
        </w:rPr>
        <w:t>وَ</w:t>
      </w:r>
      <w:r w:rsidR="00B56CAE" w:rsidRPr="003F61D9">
        <w:rPr>
          <w:rStyle w:val="libAieChar"/>
          <w:rtl/>
        </w:rPr>
        <w:t xml:space="preserve"> </w:t>
      </w:r>
      <w:r w:rsidR="00B56CAE" w:rsidRPr="003F61D9">
        <w:rPr>
          <w:rStyle w:val="libAieChar"/>
          <w:rFonts w:hint="cs"/>
          <w:rtl/>
        </w:rPr>
        <w:t>يَسْتَجيبُ‏ الَّذينَ آمَنُوا وَ عَمِلُوا الصَّالِحاتِ وَ يَزيدُهُمْ مِنْ فَضْلِه</w:t>
      </w:r>
      <w:r w:rsidRPr="003F61D9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(228)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کو قبول کرتا ہے بلکہ اس سے بڑہ کر عطا فرماتاہے،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وہ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ہے۔خداوند متعال جناب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B56CAE" w:rsidP="003F61D9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3F61D9" w:rsidRPr="003F61D9">
        <w:rPr>
          <w:rStyle w:val="libAlaemChar"/>
          <w:rFonts w:hint="cs"/>
          <w:rtl/>
        </w:rPr>
        <w:t>(</w:t>
      </w:r>
      <w:r w:rsidRPr="003F61D9">
        <w:rPr>
          <w:rStyle w:val="libAieChar"/>
          <w:rtl/>
        </w:rPr>
        <w:t>وَ لَقَد</w:t>
      </w:r>
      <w:r w:rsidRPr="003F61D9">
        <w:rPr>
          <w:rStyle w:val="libAieChar"/>
          <w:rFonts w:hint="cs"/>
          <w:rtl/>
        </w:rPr>
        <w:t>ْ نادانا نُوحٌ ف</w:t>
      </w:r>
      <w:r w:rsidRPr="003F61D9">
        <w:rPr>
          <w:rStyle w:val="libAieChar"/>
          <w:rtl/>
        </w:rPr>
        <w:t>َلَنِع</w:t>
      </w:r>
      <w:r w:rsidRPr="003F61D9">
        <w:rPr>
          <w:rStyle w:val="libAieChar"/>
          <w:rFonts w:hint="cs"/>
          <w:rtl/>
        </w:rPr>
        <w:t>ْمَ الْمُجيبُون</w:t>
      </w:r>
      <w:r w:rsidR="003F61D9" w:rsidRPr="003F61D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(229)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نوح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پکارا کہ بار الہا اب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ہے، اب ہم سب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سب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بھروسہ پر نکل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غرق ہو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فقط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حضرت نے دعا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کافر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ہلاک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وہ سالم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ناد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نوح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ہے خدا فرما رہا ہے </w:t>
      </w:r>
      <w:r w:rsidRPr="003F61D9">
        <w:rPr>
          <w:rStyle w:val="libArabicChar"/>
          <w:rtl/>
        </w:rPr>
        <w:t>فلنعم المج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بون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نے دعائے حضرت نوح کو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باحسن وجہ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 سلامت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دشمن ہلاک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خداوند متعال نے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</w:t>
      </w:r>
      <w:r w:rsidR="003F61D9">
        <w:rPr>
          <w:rFonts w:hint="cs"/>
          <w:rtl/>
          <w:lang w:bidi="ur-PK"/>
        </w:rPr>
        <w:t xml:space="preserve"> </w:t>
      </w:r>
      <w:r w:rsidR="003F61D9" w:rsidRPr="003F61D9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3F61D9">
        <w:rPr>
          <w:rStyle w:val="libAieChar"/>
          <w:rtl/>
        </w:rPr>
        <w:t>سَلامٌ عَل</w:t>
      </w:r>
      <w:r w:rsidRPr="003F61D9">
        <w:rPr>
          <w:rStyle w:val="libAieChar"/>
          <w:rFonts w:hint="cs"/>
          <w:rtl/>
        </w:rPr>
        <w:t>ى‏ نُوحٍ‏ فِي الْعالَمين</w:t>
      </w:r>
      <w:r w:rsidRPr="0029475F">
        <w:rPr>
          <w:rFonts w:hint="cs"/>
          <w:rtl/>
        </w:rPr>
        <w:t xml:space="preserve"> ،</w:t>
      </w:r>
      <w:r w:rsidR="003F61D9" w:rsidRPr="003F61D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(230)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0" w:name="_Toc493163743"/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سلام</w:t>
      </w:r>
      <w:bookmarkEnd w:id="12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جب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آگ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ڈالا جا رہا تھا، فرشتے ان سے پوچھنے آ رہے تھے،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ہو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فرشتے آ رہے تھے تو سلام کر رہے تھے،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مجھے وہ لذت جو فرشتوں کے سلام سے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وہ لذت محسوس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(231)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سراب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جتنا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چلا جائے گا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دھوکہ ہے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چند دنوں کا مزا ہے، سامان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سلام جو فرشتوں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محسوس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فرشتے کے 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ہے، تو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سلام آئے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</w:p>
    <w:p w:rsidR="00B56CAE" w:rsidRDefault="00B56CAE" w:rsidP="003F61D9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سلام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نوح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نوح نے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پکارا تھا خدا کو  نادنا نوح فلنعم المج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بون،</w:t>
      </w:r>
      <w:r>
        <w:rPr>
          <w:rtl/>
          <w:lang w:bidi="ur-PK"/>
        </w:rPr>
        <w:t xml:space="preserve">  ہم نے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سلامت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رکھا، دشمنوں کو ہلاک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کو آدم 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جتنے انسان آج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سب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پہلے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بعد جناب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فلنعم</w:t>
      </w:r>
      <w:r>
        <w:rPr>
          <w:rtl/>
          <w:lang w:bidi="ur-PK"/>
        </w:rPr>
        <w:t xml:space="preserve"> المج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بون،</w:t>
      </w:r>
      <w:r>
        <w:rPr>
          <w:rtl/>
          <w:lang w:bidi="ur-PK"/>
        </w:rPr>
        <w:t xml:space="preserve">  ہم دعا کو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قبول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انا کذالک نجز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والوں کو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سے بڑہ کر، وہ اس جزا کا اندازہ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 سکتے، خالق کائنات نے بہشت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اپنے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F61D9">
        <w:rPr>
          <w:rStyle w:val="libArabicChar"/>
          <w:rFonts w:hint="eastAsia"/>
          <w:rtl/>
        </w:rPr>
        <w:t>وَ</w:t>
      </w:r>
      <w:r w:rsidRPr="003F61D9">
        <w:rPr>
          <w:rStyle w:val="libArabicChar"/>
          <w:rtl/>
        </w:rPr>
        <w:t xml:space="preserve"> ف</w:t>
      </w:r>
      <w:r w:rsidRPr="003F61D9">
        <w:rPr>
          <w:rStyle w:val="libArabicChar"/>
          <w:rFonts w:hint="cs"/>
          <w:rtl/>
        </w:rPr>
        <w:t>يها ما تَشْتَهيهِ‏ الْأَنْفُسُ وَ تَلَذُّ الْأَعْيُن،</w:t>
      </w:r>
      <w:r w:rsidRPr="0029475F">
        <w:rPr>
          <w:rFonts w:hint="cs"/>
          <w:rtl/>
        </w:rPr>
        <w:t xml:space="preserve">  </w:t>
      </w:r>
      <w:r w:rsidRPr="007F6071">
        <w:rPr>
          <w:rStyle w:val="libFootnotenumChar"/>
          <w:rFonts w:hint="cs"/>
          <w:rtl/>
        </w:rPr>
        <w:t>(232)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پسند آئے گا وہ وہاں پر موجود ہے،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اچھا لگے گا وہ سب کچھ وہاں پر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نہ سوچ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رہے، آئمہ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رہے،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ان کے عاشق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نام پر جان قربان کرنے والے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؟اطاعت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سے۔ن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3F61D9" w:rsidP="007F6071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(</w:t>
      </w:r>
      <w:r w:rsidR="00B56CAE">
        <w:rPr>
          <w:rtl/>
          <w:lang w:bidi="ur-PK"/>
        </w:rPr>
        <w:t xml:space="preserve"> </w:t>
      </w:r>
      <w:r w:rsidR="00B56CAE" w:rsidRPr="003F61D9">
        <w:rPr>
          <w:rStyle w:val="libArabicChar"/>
          <w:rtl/>
        </w:rPr>
        <w:t>خالطوا الناس مخالطة ان متم مع</w:t>
      </w:r>
      <w:r w:rsidR="007F6071" w:rsidRPr="007F6071">
        <w:rPr>
          <w:rStyle w:val="libArabicChar"/>
          <w:rFonts w:hint="cs"/>
          <w:rtl/>
        </w:rPr>
        <w:t>ه</w:t>
      </w:r>
      <w:r w:rsidR="00B56CAE" w:rsidRPr="007F6071">
        <w:rPr>
          <w:rStyle w:val="libArabicChar"/>
          <w:rFonts w:hint="cs"/>
          <w:rtl/>
        </w:rPr>
        <w:t>ا بکوا عل</w:t>
      </w:r>
      <w:r w:rsidR="00B56CAE" w:rsidRPr="003F61D9">
        <w:rPr>
          <w:rStyle w:val="libArabicChar"/>
          <w:rFonts w:hint="cs"/>
          <w:rtl/>
        </w:rPr>
        <w:t>ی</w:t>
      </w:r>
      <w:r w:rsidR="00B56CAE" w:rsidRPr="003F61D9">
        <w:rPr>
          <w:rStyle w:val="libArabicChar"/>
          <w:rFonts w:hint="eastAsia"/>
          <w:rtl/>
        </w:rPr>
        <w:t>کم</w:t>
      </w:r>
      <w:r w:rsidR="00B56CAE" w:rsidRPr="007F6071">
        <w:rPr>
          <w:rStyle w:val="libArabicChar"/>
          <w:rFonts w:hint="cs"/>
          <w:rtl/>
        </w:rPr>
        <w:t xml:space="preserve"> ال</w:t>
      </w:r>
      <w:r w:rsidR="00B56CAE" w:rsidRPr="003F61D9">
        <w:rPr>
          <w:rStyle w:val="libArabicChar"/>
          <w:rFonts w:hint="cs"/>
          <w:rtl/>
        </w:rPr>
        <w:t>ی</w:t>
      </w:r>
      <w:r w:rsidR="00B56CAE" w:rsidRPr="003F61D9">
        <w:rPr>
          <w:rStyle w:val="libArabicChar"/>
          <w:rFonts w:hint="eastAsia"/>
          <w:rtl/>
        </w:rPr>
        <w:t>کم</w:t>
      </w:r>
      <w:r w:rsidR="00B56CAE">
        <w:rPr>
          <w:rtl/>
          <w:lang w:bidi="ur-PK"/>
        </w:rPr>
        <w:t xml:space="preserve"> ،</w:t>
      </w:r>
      <w:r>
        <w:rPr>
          <w:rFonts w:hint="cs"/>
          <w:rtl/>
          <w:lang w:bidi="ur-PK"/>
        </w:rPr>
        <w:t>)</w:t>
      </w:r>
      <w:r w:rsidR="00B56CAE">
        <w:rPr>
          <w:rtl/>
          <w:lang w:bidi="ur-PK"/>
        </w:rPr>
        <w:t xml:space="preserve">  </w:t>
      </w:r>
      <w:r w:rsidR="00B56CAE" w:rsidRPr="007F6071">
        <w:rPr>
          <w:rStyle w:val="libFootnotenumChar"/>
          <w:rtl/>
        </w:rPr>
        <w:t>(233)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لوگوں کے ساتھ اس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جول رکھو تمہارا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کردار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اگر تمہارا انتقال ہو جائے لوگ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 کے روئ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جب تک تم زندہ رہو لوگ تم سے ملنے کے مشتاق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اچھے اخلاق کے وجہ سے، احسان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محبت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کرو، اللہ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فرماتا ہے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ذکر کرے 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</w:t>
      </w:r>
      <w:r>
        <w:rPr>
          <w:rtl/>
          <w:lang w:bidi="ur-PK"/>
        </w:rPr>
        <w:lastRenderedPageBreak/>
        <w:t>ذکر کروں گا، فاذکرون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اذکرکم  تم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کروں گا، تم ذکر کر کے چلے جائوگے ہم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اور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رتبہ اگر ہے ک</w:t>
      </w:r>
      <w:r>
        <w:rPr>
          <w:rFonts w:hint="eastAsia"/>
          <w:rtl/>
          <w:lang w:bidi="ur-PK"/>
        </w:rPr>
        <w:t>ائنات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جناب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ہے،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واذکر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الکتاب ابرا</w:t>
      </w:r>
      <w:r w:rsidR="007F6071" w:rsidRPr="007F6071">
        <w:rPr>
          <w:rFonts w:hint="cs"/>
          <w:rtl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،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نام لے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 کا ذکر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رسول کائنات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 </w:t>
      </w:r>
      <w:r w:rsidRPr="003F61D9">
        <w:rPr>
          <w:rStyle w:val="libArabicChar"/>
          <w:rtl/>
        </w:rPr>
        <w:t>وَ رَفَع</w:t>
      </w:r>
      <w:r w:rsidRPr="003F61D9">
        <w:rPr>
          <w:rStyle w:val="libArabicChar"/>
          <w:rFonts w:hint="cs"/>
          <w:rtl/>
        </w:rPr>
        <w:t>ْنا لَكَ ذِكْرَك</w:t>
      </w:r>
      <w:r w:rsidRPr="0029475F">
        <w:rPr>
          <w:rFonts w:hint="cs"/>
          <w:rtl/>
        </w:rPr>
        <w:t xml:space="preserve"> ۔  </w:t>
      </w:r>
      <w:r w:rsidRPr="007F6071">
        <w:rPr>
          <w:rStyle w:val="libFootnotenumChar"/>
          <w:rFonts w:hint="cs"/>
          <w:rtl/>
        </w:rPr>
        <w:t>(234)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ہم نے آپ کے ذکر کو بلند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محنتوں، کاوشوں، کوششوں، فدارکار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اسلام اخلاق نبو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ہے،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اس اخلاق کے مالک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ہمارا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سکتا ہے۔آئ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سب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واجعل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لسان صدق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الآخر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۔ </w:t>
      </w:r>
    </w:p>
    <w:p w:rsidR="00B56CAE" w:rsidRPr="003F61D9" w:rsidRDefault="00B56CAE" w:rsidP="003F61D9">
      <w:pPr>
        <w:pStyle w:val="libArabic"/>
        <w:rPr>
          <w:rtl/>
        </w:rPr>
      </w:pPr>
      <w:r w:rsidRPr="003F61D9">
        <w:rPr>
          <w:rFonts w:hint="eastAsia"/>
          <w:rtl/>
        </w:rPr>
        <w:t>والسلام</w:t>
      </w:r>
      <w:r w:rsidRPr="003F61D9">
        <w:rPr>
          <w:rtl/>
        </w:rPr>
        <w:t xml:space="preserve"> عل</w:t>
      </w:r>
      <w:r w:rsidRPr="003F61D9">
        <w:rPr>
          <w:rFonts w:hint="cs"/>
          <w:rtl/>
        </w:rPr>
        <w:t>ی</w:t>
      </w:r>
      <w:r w:rsidRPr="003F61D9">
        <w:rPr>
          <w:rFonts w:hint="eastAsia"/>
          <w:rtl/>
        </w:rPr>
        <w:t>کم</w:t>
      </w:r>
      <w:r w:rsidRPr="003F61D9">
        <w:rPr>
          <w:rtl/>
        </w:rPr>
        <w:t xml:space="preserve"> و رحمة اللَّ</w:t>
      </w:r>
      <w:r w:rsidRPr="003F61D9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3F61D9" w:rsidRDefault="003F61D9" w:rsidP="00B56CAE">
      <w:pPr>
        <w:pStyle w:val="libNormal"/>
        <w:rPr>
          <w:rtl/>
          <w:lang w:bidi="ur-PK"/>
        </w:rPr>
      </w:pPr>
    </w:p>
    <w:p w:rsidR="003F61D9" w:rsidRDefault="003F61D9" w:rsidP="00B56CAE">
      <w:pPr>
        <w:pStyle w:val="libNormal"/>
        <w:rPr>
          <w:rtl/>
          <w:lang w:bidi="ur-PK"/>
        </w:rPr>
      </w:pPr>
    </w:p>
    <w:p w:rsidR="003F61D9" w:rsidRDefault="003F61D9" w:rsidP="00B56CAE">
      <w:pPr>
        <w:pStyle w:val="libNormal"/>
        <w:rPr>
          <w:rtl/>
          <w:lang w:bidi="ur-PK"/>
        </w:rPr>
      </w:pPr>
    </w:p>
    <w:p w:rsidR="003F61D9" w:rsidRDefault="003F61D9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121" w:name="_Toc493163744"/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21"/>
      <w:r>
        <w:rPr>
          <w:rtl/>
          <w:lang w:bidi="ur-PK"/>
        </w:rPr>
        <w:t xml:space="preserve"> </w:t>
      </w:r>
    </w:p>
    <w:p w:rsidR="00B56CAE" w:rsidRPr="003F61D9" w:rsidRDefault="00B56CAE" w:rsidP="003F61D9">
      <w:pPr>
        <w:pStyle w:val="libArabic"/>
        <w:rPr>
          <w:rtl/>
        </w:rPr>
      </w:pPr>
      <w:r w:rsidRPr="003F61D9">
        <w:rPr>
          <w:rFonts w:hint="cs"/>
          <w:rtl/>
        </w:rPr>
        <w:t>أَعُوذُ</w:t>
      </w:r>
      <w:r w:rsidRPr="003F61D9">
        <w:rPr>
          <w:rtl/>
        </w:rPr>
        <w:t xml:space="preserve"> بِالل</w:t>
      </w:r>
      <w:r w:rsidRPr="003F61D9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F61D9">
        <w:rPr>
          <w:rStyle w:val="libAieChar"/>
          <w:rFonts w:hint="eastAsia"/>
          <w:rtl/>
        </w:rPr>
        <w:t>وَ</w:t>
      </w:r>
      <w:r w:rsidRPr="003F61D9">
        <w:rPr>
          <w:rStyle w:val="libAieChar"/>
          <w:rtl/>
        </w:rPr>
        <w:t xml:space="preserve"> مِن</w:t>
      </w:r>
      <w:r w:rsidRPr="003F61D9">
        <w:rPr>
          <w:rStyle w:val="libAieChar"/>
          <w:rFonts w:hint="cs"/>
          <w:rtl/>
        </w:rPr>
        <w:t>ْهُمْ مَنْ يَقُولُ رَبَّنا آتِنا فِي الدُّنْيا حَسَنَةً وَ فِي الْآخِرَةِ</w:t>
      </w:r>
      <w:r w:rsidRPr="003F61D9">
        <w:rPr>
          <w:rStyle w:val="libAieChar"/>
          <w:rtl/>
        </w:rPr>
        <w:t xml:space="preserve"> حَسَنَةً وَ قِنا عَذابَ النَّار،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(235)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تمام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ہے کہ خالق کائنات نے اس کائنات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ضرور اس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پروردگا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کائنات کا ذرہ ذرہ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ہوا ہے تو انسان جو اشرف المخلوقات ہے، وہ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مقصد کے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خود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ارشاد ہو رہا ہے: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3F61D9">
        <w:rPr>
          <w:rStyle w:val="libAieChar"/>
          <w:rFonts w:hint="cs"/>
          <w:rtl/>
        </w:rPr>
        <w:t>أفَحَسِبْتُمْ أَنَّما خَلَقْناكُمْ عَبَثا</w:t>
      </w:r>
      <w:r w:rsidRPr="0029475F">
        <w:rPr>
          <w:rFonts w:hint="cs"/>
          <w:rtl/>
        </w:rPr>
        <w:t xml:space="preserve"> ، </w:t>
      </w:r>
      <w:r w:rsidRPr="007F6071">
        <w:rPr>
          <w:rStyle w:val="libFootnotenumChar"/>
          <w:rFonts w:hint="cs"/>
          <w:rtl/>
        </w:rPr>
        <w:t>(236)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ہو کہ ہم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ہم نے،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سوچ رہے ہو تو غلط سوچ رہے ہو، ضرور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ہے۔اگر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تصور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لازم آتا ہے کہ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نہ ہو،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 ، کتنے منوں ٹنوں غذا استعمال کرے پھر مر جائے اور بات ختم۔اگر اس طرح ہو تو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خالق کائنات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جو جزا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سزا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</w:t>
      </w:r>
      <w:r w:rsidRPr="003F61D9">
        <w:rPr>
          <w:rStyle w:val="libArabicChar"/>
          <w:rtl/>
        </w:rPr>
        <w:t>ال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وم</w:t>
      </w:r>
      <w:r w:rsidRPr="003F61D9">
        <w:rPr>
          <w:rStyle w:val="libArabicChar"/>
          <w:rtl/>
        </w:rPr>
        <w:t xml:space="preserve"> عمل ولا حساب؛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(237)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آج</w:t>
      </w:r>
      <w:r>
        <w:rPr>
          <w:rtl/>
          <w:lang w:bidi="ur-PK"/>
        </w:rPr>
        <w:t xml:space="preserve"> عمل کا دن ہے، احتساب اور محاسبہ کا دن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حساب و کتاب کا دن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اور کل حساب کا دن ہے اور وہاں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الدن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مزرعة الآخرة،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کچھ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کرے گا،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اس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 رہا ہے اور آ ج بوئے گا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 کاٹے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 ہے 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کاشت تو گندم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کل اس کو کشمش اور کھجور مل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جو کرےگا اسے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ملے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آخرت کا مقدمہ ہے،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انسان پھر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جو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ہم اس غلط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عام طور پر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جناب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کو آباد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آئے گا، نماز روزہ کر لو،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حکم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ہرگز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ضرور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ضرور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نکالنا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طرح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خارجہ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صرف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بلکہ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آخرت دونوں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آتا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تھے۔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2" w:name="_Toc493163745"/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کے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bookmarkEnd w:id="12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فرمان ہے۔ اعمل لآخرتک </w:t>
      </w:r>
      <w:r w:rsidRPr="003F61D9">
        <w:rPr>
          <w:rStyle w:val="libArabicChar"/>
          <w:rtl/>
        </w:rPr>
        <w:t>کانک تموت غدا</w:t>
      </w:r>
      <w:r>
        <w:rPr>
          <w:rtl/>
          <w:lang w:bidi="ur-PK"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 جائو،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طرح فکر کرو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کل مر جائوگے، کل والا دن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اگر مجھے پتا چلے 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مرنا ہے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ہم عام طور پر موت کو بھلا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موت تو صرف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حادثات تو صرف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تو رہنا ہے۔ ہم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منظر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چند دن پہلے چند ہفتے پہلے حضرت عزرائ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فون</w:t>
      </w:r>
      <w:r>
        <w:rPr>
          <w:rtl/>
          <w:lang w:bidi="ur-PK"/>
        </w:rPr>
        <w:t xml:space="preserve"> کر کے حضور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کہ موت اچانک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بتا 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لہذا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ہر لمحہ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سوچنا ہے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آجائے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آجائے،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آخرت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فکر رکھے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تم چاہتے ہو کہ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کرو وہ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ہو جب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کہ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ہے۔ اگر مجھے پتا چل جائے کہ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 رکعت نماز پڑہ رہا ہوں 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 رکعت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کتنے خشوع اور خضوع کے ساتھ کوشش کروں کا کہ اس نماز کو ادا کروں،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قانون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بنا لو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اور پھر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        اعمل لدن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tl/>
          <w:lang w:bidi="ur-PK"/>
        </w:rPr>
        <w:t xml:space="preserve"> کانک تع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اابدا؛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بن جائو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تم نےاس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رہنا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انسان کاموں کو انجام دے،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پتا ہو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کل  مرنا ہے تو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 کہ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مرنا 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اچھا گھر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بنا</w:t>
      </w:r>
      <w:r>
        <w:rPr>
          <w:rFonts w:hint="eastAsia"/>
          <w:rtl/>
          <w:lang w:bidi="ur-PK"/>
        </w:rPr>
        <w:t>ئوں،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تو  کل مرجانا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سمجھو تم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ہے۔سمجھو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تمہارا بس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فرق ہے، مومن اور کافر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 ہے۔ظاہر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مومن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 رہا ہے کافر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 رہا ہے،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ہے، اٹھنا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کھانا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سب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کافر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سب کچھ سمجھتا ہے جبکہ مومن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آخرت کا مقدمہ سمجھتا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 </w:t>
      </w:r>
      <w:r w:rsidRPr="003F61D9">
        <w:rPr>
          <w:rStyle w:val="libArabicChar"/>
          <w:rtl/>
        </w:rPr>
        <w:t>الدن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ا</w:t>
      </w:r>
      <w:r w:rsidRPr="003F61D9">
        <w:rPr>
          <w:rStyle w:val="libArabicChar"/>
          <w:rtl/>
        </w:rPr>
        <w:t xml:space="preserve"> متجراول</w:t>
      </w:r>
      <w:r w:rsidRPr="003F61D9">
        <w:rPr>
          <w:rStyle w:val="libArabicChar"/>
          <w:rFonts w:hint="cs"/>
          <w:rtl/>
        </w:rPr>
        <w:t>ی</w:t>
      </w:r>
      <w:r w:rsidRPr="003F61D9">
        <w:rPr>
          <w:rStyle w:val="libArabicChar"/>
          <w:rFonts w:hint="eastAsia"/>
          <w:rtl/>
        </w:rPr>
        <w:t>اء</w:t>
      </w:r>
      <w:r w:rsidRPr="003F61D9">
        <w:rPr>
          <w:rStyle w:val="libArabicChar"/>
          <w:rtl/>
        </w:rPr>
        <w:t xml:space="preserve"> الل</w:t>
      </w:r>
      <w:r w:rsidRPr="003F61D9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؛ </w:t>
      </w:r>
      <w:r w:rsidRPr="007F6071">
        <w:rPr>
          <w:rStyle w:val="libFootnotenumChar"/>
          <w:rFonts w:hint="cs"/>
          <w:rtl/>
        </w:rPr>
        <w:t>(238)</w:t>
      </w:r>
      <w:r w:rsidRPr="0029475F">
        <w:rPr>
          <w:rFonts w:hint="cs"/>
          <w:rtl/>
        </w:rPr>
        <w:t xml:space="preserve"> </w:t>
      </w:r>
    </w:p>
    <w:p w:rsidR="00B56CAE" w:rsidRDefault="00B56CAE" w:rsidP="00164A2A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محل تجارت ہے۔مومن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محل تجارت سمجھتا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تجارت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چنے</w:t>
      </w:r>
      <w:r>
        <w:rPr>
          <w:rtl/>
          <w:lang w:bidi="ur-PK"/>
        </w:rPr>
        <w:t xml:space="preserve"> والے، خدا ہے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کرنے والا۔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دلچسپ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ہم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ہے خدا نے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</w:t>
      </w:r>
      <w:r>
        <w:rPr>
          <w:rtl/>
          <w:lang w:bidi="ur-PK"/>
        </w:rPr>
        <w:t xml:space="preserve"> ہے،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ہے جو اپنا سب کچھ اسےب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جو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دے،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پنا</w:t>
      </w:r>
      <w:r>
        <w:rPr>
          <w:rtl/>
          <w:lang w:bidi="ur-PK"/>
        </w:rPr>
        <w:t xml:space="preserve"> لمحہ لمحہ فروخت کر رہا ہے، ہمارے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سانس ہمارا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 w:rsidR="00164A2A" w:rsidRPr="003F61D9">
        <w:rPr>
          <w:rStyle w:val="libAlaemChar"/>
          <w:rFonts w:hint="cs"/>
          <w:rtl/>
        </w:rPr>
        <w:t>(</w:t>
      </w:r>
      <w:r w:rsidRPr="003F61D9">
        <w:rPr>
          <w:rStyle w:val="libAieChar"/>
          <w:rFonts w:hint="cs"/>
          <w:rtl/>
        </w:rPr>
        <w:t>وَ الْعَصْرِ  إِنَّ الْإِنْسانَ لَفي‏ خُسْرٍ إِلاَّ الَّذينَ آمَنُوا وَ عَمِلُوا الصَّالِحاتِ وَ تَواصَوْا بِالْحَقِّ وَ تَ</w:t>
      </w:r>
      <w:r w:rsidRPr="003F61D9">
        <w:rPr>
          <w:rStyle w:val="libAieChar"/>
          <w:rFonts w:hint="eastAsia"/>
          <w:rtl/>
        </w:rPr>
        <w:t>واصَو</w:t>
      </w:r>
      <w:r w:rsidRPr="003F61D9">
        <w:rPr>
          <w:rStyle w:val="libAieChar"/>
          <w:rFonts w:hint="cs"/>
          <w:rtl/>
        </w:rPr>
        <w:t>ْا</w:t>
      </w:r>
      <w:r w:rsidRPr="003F61D9">
        <w:rPr>
          <w:rStyle w:val="libAieChar"/>
          <w:rtl/>
        </w:rPr>
        <w:t xml:space="preserve"> بِالصَّب</w:t>
      </w:r>
      <w:r w:rsidRPr="003F61D9">
        <w:rPr>
          <w:rStyle w:val="libAieChar"/>
          <w:rFonts w:hint="cs"/>
          <w:rtl/>
        </w:rPr>
        <w:t xml:space="preserve">ْرِ </w:t>
      </w:r>
      <w:r w:rsidR="00164A2A" w:rsidRPr="003F61D9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، </w:t>
      </w:r>
      <w:r w:rsidRPr="007F6071">
        <w:rPr>
          <w:rStyle w:val="libFootnotenumChar"/>
          <w:rFonts w:hint="cs"/>
          <w:rtl/>
        </w:rPr>
        <w:t>(239)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خسارے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کا اصل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ختم ہو رہا ہے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سانس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رہا ہے، اصل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ختم ہوتا جا رہا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الا الذ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آمنوا و عملوا الصالحات؛ مگر وہ خسارے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 </w:t>
      </w:r>
      <w:r w:rsidRPr="00164A2A">
        <w:rPr>
          <w:rStyle w:val="libArabicChar"/>
          <w:rtl/>
        </w:rPr>
        <w:t>ان</w:t>
      </w:r>
      <w:r w:rsidRPr="00164A2A">
        <w:rPr>
          <w:rStyle w:val="libArabicChar"/>
          <w:rFonts w:hint="cs"/>
          <w:rtl/>
        </w:rPr>
        <w:t>ه لی</w:t>
      </w:r>
      <w:r w:rsidRPr="00164A2A">
        <w:rPr>
          <w:rStyle w:val="libArabicChar"/>
          <w:rFonts w:hint="eastAsia"/>
          <w:rtl/>
        </w:rPr>
        <w:t>س</w:t>
      </w:r>
      <w:r w:rsidRPr="00164A2A">
        <w:rPr>
          <w:rStyle w:val="libArabicChar"/>
          <w:rtl/>
        </w:rPr>
        <w:t xml:space="preserve"> لانفسکم ثمن الاالجنة</w:t>
      </w:r>
      <w:r>
        <w:rPr>
          <w:rtl/>
          <w:lang w:bidi="ur-PK"/>
        </w:rPr>
        <w:t xml:space="preserve">،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سوائے جنت کے:  </w:t>
      </w:r>
      <w:r w:rsidRPr="00164A2A">
        <w:rPr>
          <w:rStyle w:val="libArabicChar"/>
          <w:rtl/>
        </w:rPr>
        <w:t>فلا تب</w:t>
      </w:r>
      <w:r w:rsidRPr="00164A2A">
        <w:rPr>
          <w:rStyle w:val="libArabicChar"/>
          <w:rFonts w:hint="cs"/>
          <w:rtl/>
        </w:rPr>
        <w:t>ی</w:t>
      </w:r>
      <w:r w:rsidRPr="00164A2A">
        <w:rPr>
          <w:rStyle w:val="libArabicChar"/>
          <w:rFonts w:hint="eastAsia"/>
          <w:rtl/>
        </w:rPr>
        <w:t>عو</w:t>
      </w:r>
      <w:r w:rsidRPr="00164A2A">
        <w:rPr>
          <w:rStyle w:val="libArabicChar"/>
          <w:rFonts w:hint="cs"/>
          <w:rtl/>
        </w:rPr>
        <w:t>ها</w:t>
      </w:r>
      <w:r w:rsidRPr="00164A2A">
        <w:rPr>
          <w:rStyle w:val="libArabicChar"/>
          <w:rtl/>
        </w:rPr>
        <w:t xml:space="preserve"> الا ب</w:t>
      </w:r>
      <w:r w:rsidRPr="00164A2A">
        <w:rPr>
          <w:rStyle w:val="libArabicChar"/>
          <w:rFonts w:hint="cs"/>
          <w:rtl/>
        </w:rPr>
        <w:t>ها؛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(240)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مگر جنت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تمہارے 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جنت ہے، اس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تم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</w:t>
      </w:r>
      <w:r>
        <w:rPr>
          <w:rtl/>
          <w:lang w:bidi="ur-PK"/>
        </w:rPr>
        <w:t xml:space="preserve"> تو نقصان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 w:rsidRPr="00164A2A">
        <w:rPr>
          <w:rStyle w:val="libArabicChar"/>
          <w:rtl/>
        </w:rPr>
        <w:t>خسر الدن</w:t>
      </w:r>
      <w:r w:rsidRPr="00164A2A">
        <w:rPr>
          <w:rStyle w:val="libArabicChar"/>
          <w:rFonts w:hint="cs"/>
          <w:rtl/>
        </w:rPr>
        <w:t>ی</w:t>
      </w:r>
      <w:r w:rsidRPr="00164A2A">
        <w:rPr>
          <w:rStyle w:val="libArabicChar"/>
          <w:rFonts w:hint="eastAsia"/>
          <w:rtl/>
        </w:rPr>
        <w:t>ا</w:t>
      </w:r>
      <w:r w:rsidRPr="00164A2A">
        <w:rPr>
          <w:rStyle w:val="libArabicChar"/>
          <w:rtl/>
        </w:rPr>
        <w:t xml:space="preserve"> والآخرة،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خالق کائنات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کتنا بڑا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رب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ہے، وجود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کے اسباب اس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برکات اس نے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سب کچھ اس کا ہے،ل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فرماتا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 xml:space="preserve"> فرض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تمہارا ہے، اب تم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گا، اور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پر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گا، حد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احسانات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فرماتا ہے</w:t>
      </w:r>
    </w:p>
    <w:p w:rsidR="00B56CAE" w:rsidRDefault="00164A2A" w:rsidP="00B56CAE">
      <w:pPr>
        <w:pStyle w:val="libNormal"/>
        <w:rPr>
          <w:rtl/>
          <w:lang w:bidi="ur-PK"/>
        </w:rPr>
      </w:pPr>
      <w:r w:rsidRPr="00164A2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164A2A">
        <w:rPr>
          <w:rStyle w:val="libAieChar"/>
          <w:rtl/>
        </w:rPr>
        <w:t>مَن</w:t>
      </w:r>
      <w:r w:rsidR="00B56CAE" w:rsidRPr="00164A2A">
        <w:rPr>
          <w:rStyle w:val="libAieChar"/>
          <w:rFonts w:hint="cs"/>
          <w:rtl/>
        </w:rPr>
        <w:t>ْ ذَا الَّذي يُقْرِضُ‏ اللَّهَ قَرْضاً حَسَناً فَيُضاعِفَهُ لَه‏،</w:t>
      </w:r>
      <w:r w:rsidRPr="00164A2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(241)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کون</w:t>
      </w:r>
      <w:r>
        <w:rPr>
          <w:rtl/>
          <w:lang w:bidi="ur-PK"/>
        </w:rPr>
        <w:t xml:space="preserve"> ہے جو خدا کو قرض دے گا،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خود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کچھ، کتنا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کہ فرما رہا ہے مجھے دو اور قرض کے طور پر دو۔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نہج البلاغہ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خدا نے کہا ہے کہ کون ہے جو قرض دے،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کہ وہ محتاج ہے، اس کے پاس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 سے قرض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ہے۔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کرو کہ وہ کمزور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Pr="007F6071">
        <w:rPr>
          <w:rStyle w:val="libFootnotenumChar"/>
          <w:rtl/>
        </w:rPr>
        <w:t>(242)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وہ</w:t>
      </w:r>
      <w:r>
        <w:rPr>
          <w:rtl/>
          <w:lang w:bidi="ur-PK"/>
        </w:rPr>
        <w:t xml:space="preserve"> ثواب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ہے، وہ تم پر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انعام و اکرم کرنا چاہتا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گا، اب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انسان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جو اپنے نفوس کو خدا کے حوالے کر دے اور اسے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دے، و من الناس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۔۔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اپنے نفس کو خدا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نفس کا خدا سے معاملہ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کے ساتھ معاملہ کرو،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آخرت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دو،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 ہاں! نقصان وہ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جو آخرت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عوض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ں، اس چند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آکرت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نقصان کا سودا ہے۔تو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تا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 اور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3" w:name="_Toc493163746"/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</w:t>
      </w:r>
      <w:bookmarkEnd w:id="12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جو دعا کر 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عکاس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جس طرح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 رہا ہے،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 من الناس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قول</w:t>
      </w:r>
      <w:r>
        <w:rPr>
          <w:rtl/>
          <w:lang w:bidi="ur-PK"/>
        </w:rPr>
        <w:t xml:space="preserve"> ربنا : 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دے دے ،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 من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م 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قول</w:t>
      </w:r>
      <w:r>
        <w:rPr>
          <w:rtl/>
          <w:lang w:bidi="ur-PK"/>
        </w:rPr>
        <w:t xml:space="preserve"> ربنا ۔۔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ہے کہ جو تلاوت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آباد کرنے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اصول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الگ ہو اور آخرت الگ ہو،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ملے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دونوں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رابطہ </w:t>
      </w:r>
      <w:r>
        <w:rPr>
          <w:rFonts w:hint="eastAsia"/>
          <w:rtl/>
          <w:lang w:bidi="ur-PK"/>
        </w:rPr>
        <w:t>ہے،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مقدمہ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لہذا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انسان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چند 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مقدمہ بنائے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اگر ہم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سے معلوم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چلے گا،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ارشاد فرما رہا ہے کہ </w:t>
      </w:r>
    </w:p>
    <w:p w:rsidR="00B56CAE" w:rsidRDefault="00164A2A" w:rsidP="00164A2A">
      <w:pPr>
        <w:pStyle w:val="libNormal"/>
        <w:rPr>
          <w:rtl/>
          <w:lang w:bidi="ur-PK"/>
        </w:rPr>
      </w:pPr>
      <w:r w:rsidRPr="00164A2A">
        <w:rPr>
          <w:rStyle w:val="libAlaemChar"/>
          <w:rFonts w:hint="cs"/>
          <w:rtl/>
        </w:rPr>
        <w:t>(</w:t>
      </w:r>
      <w:r w:rsidR="00B56CAE" w:rsidRPr="00164A2A">
        <w:rPr>
          <w:rStyle w:val="libAieChar"/>
          <w:rFonts w:hint="eastAsia"/>
          <w:rtl/>
        </w:rPr>
        <w:t>وَ</w:t>
      </w:r>
      <w:r w:rsidR="00B56CAE" w:rsidRPr="00164A2A">
        <w:rPr>
          <w:rStyle w:val="libAieChar"/>
          <w:rtl/>
        </w:rPr>
        <w:t xml:space="preserve"> مَا ال</w:t>
      </w:r>
      <w:r w:rsidR="00B56CAE" w:rsidRPr="00164A2A">
        <w:rPr>
          <w:rStyle w:val="libAieChar"/>
          <w:rFonts w:hint="cs"/>
          <w:rtl/>
        </w:rPr>
        <w:t>ْحَي</w:t>
      </w:r>
      <w:r w:rsidR="00B56CAE" w:rsidRPr="00164A2A">
        <w:rPr>
          <w:rStyle w:val="libAieChar"/>
          <w:rtl/>
        </w:rPr>
        <w:t>اةُ الدُّن</w:t>
      </w:r>
      <w:r w:rsidR="00B56CAE" w:rsidRPr="00164A2A">
        <w:rPr>
          <w:rStyle w:val="libAieChar"/>
          <w:rFonts w:hint="cs"/>
          <w:rtl/>
        </w:rPr>
        <w:t>ْيا إِلاَّ مَتاعُ‏ الْغُرُور</w:t>
      </w:r>
      <w:r w:rsidR="00B56CAE" w:rsidRPr="0029475F">
        <w:rPr>
          <w:rFonts w:hint="cs"/>
          <w:rtl/>
        </w:rPr>
        <w:t xml:space="preserve"> ،</w:t>
      </w:r>
      <w:r w:rsidRPr="00164A2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(243)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مختصر محدود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زود گذر ہے،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آخرت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 </w:t>
      </w:r>
      <w:r w:rsidRPr="00164A2A">
        <w:rPr>
          <w:rStyle w:val="libArabicChar"/>
          <w:rFonts w:hint="cs"/>
          <w:rtl/>
        </w:rPr>
        <w:t>أُكُلُها دائِم</w:t>
      </w:r>
      <w:r w:rsidRPr="0029475F">
        <w:rPr>
          <w:rFonts w:hint="cs"/>
          <w:rtl/>
        </w:rPr>
        <w:t xml:space="preserve">،  </w:t>
      </w:r>
      <w:r w:rsidRPr="007F6071">
        <w:rPr>
          <w:rStyle w:val="libFootnotenumChar"/>
          <w:rFonts w:hint="cs"/>
          <w:rtl/>
        </w:rPr>
        <w:t>(244)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وہاں</w:t>
      </w:r>
      <w:r>
        <w:rPr>
          <w:rtl/>
          <w:lang w:bidi="ur-PK"/>
        </w:rPr>
        <w:t xml:space="preserve">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محدود ہے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محدود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کو غافل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آخرت انسان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 الناس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ام،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(245)</w:t>
      </w:r>
      <w:r>
        <w:rPr>
          <w:rtl/>
          <w:lang w:bidi="ur-PK"/>
        </w:rPr>
        <w:t xml:space="preserve"> 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</w:t>
      </w:r>
      <w:r>
        <w:rPr>
          <w:rtl/>
          <w:lang w:bidi="ur-PK"/>
        </w:rPr>
        <w:t xml:space="preserve"> سائے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غفلت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کا وقت آتا ہے اذا ماتوا انتب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وا۔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موت کا وقت آتا ہے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پر موجود پردے ہٹا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مشاہدہ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پتا چلتا ہے کہ جس طرح وہ سوچتے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جو انہوں نے سمجھا اس طرح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غفلت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 آخرت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کو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الگ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 وہ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فکر ہو،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سوچے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ٹکراء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لہذا اگر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تضاد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 دونوں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تعارض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آخرت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آتے ہوئے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 </w:t>
      </w:r>
      <w:r w:rsidRPr="00164A2A">
        <w:rPr>
          <w:rStyle w:val="libAieChar"/>
          <w:rtl/>
        </w:rPr>
        <w:t>قَد</w:t>
      </w:r>
      <w:r w:rsidRPr="00164A2A">
        <w:rPr>
          <w:rStyle w:val="libAieChar"/>
          <w:rFonts w:hint="cs"/>
          <w:rtl/>
        </w:rPr>
        <w:t>ْ أَفْلَحَ‏ الْمُؤْمِنُون،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(246)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جاتے ہوئے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قدم بڑہاتے ہوئے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 :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164A2A">
        <w:rPr>
          <w:rStyle w:val="libArabicChar"/>
          <w:rFonts w:hint="eastAsia"/>
          <w:rtl/>
        </w:rPr>
        <w:t>فزت</w:t>
      </w:r>
      <w:r w:rsidRPr="00164A2A">
        <w:rPr>
          <w:rStyle w:val="libArabicChar"/>
          <w:rtl/>
        </w:rPr>
        <w:t xml:space="preserve"> و رب الکعبة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(247)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 اورعمل صالح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 کو آباد کرنے کا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 رہا ہے کہ: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گا، فرما رہا ہے کہ: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164A2A">
        <w:rPr>
          <w:rStyle w:val="libAieChar"/>
          <w:rFonts w:hint="cs"/>
          <w:rtl/>
        </w:rPr>
        <w:t>أَحْسَنُوا في‏ هذِهِ الدُّنْيا حَسَنَة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(248)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بعض اوقات ہم اپنے آپ کو دوکھا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معاف کرنا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کام ہے، ہم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معاف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حالانکہ اگر ہم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والوں پر رحم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تو آسمان والا ہم پر رحم فرمائے گا، ہم اگر دوسروں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تو خدا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گا، خالق کائنات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ان کو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رحمتوں کو دوسروں تک پہنچاتے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جو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 وہ نعمتوں کو اپنے ہاں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ان نعمتوں کا فائدہ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</w:t>
      </w:r>
      <w:r w:rsidRPr="00164A2A">
        <w:rPr>
          <w:rStyle w:val="libArabicChar"/>
          <w:rtl/>
        </w:rPr>
        <w:t xml:space="preserve">وَ </w:t>
      </w:r>
      <w:r w:rsidRPr="00164A2A">
        <w:rPr>
          <w:rStyle w:val="libArabicChar"/>
          <w:rFonts w:hint="cs"/>
          <w:rtl/>
        </w:rPr>
        <w:t>أَمَّا بِنِعْ</w:t>
      </w:r>
      <w:r w:rsidRPr="00164A2A">
        <w:rPr>
          <w:rStyle w:val="libArabicChar"/>
          <w:rFonts w:hint="eastAsia"/>
          <w:rtl/>
        </w:rPr>
        <w:t>مَةِ</w:t>
      </w:r>
      <w:r w:rsidRPr="00164A2A">
        <w:rPr>
          <w:rStyle w:val="libArabicChar"/>
          <w:rtl/>
        </w:rPr>
        <w:t xml:space="preserve"> رَبِّ</w:t>
      </w:r>
      <w:r w:rsidRPr="00164A2A">
        <w:rPr>
          <w:rStyle w:val="libArabicChar"/>
          <w:rFonts w:hint="cs"/>
          <w:rtl/>
        </w:rPr>
        <w:t>كَ فَح</w:t>
      </w:r>
      <w:r w:rsidRPr="00164A2A">
        <w:rPr>
          <w:rStyle w:val="libArabicChar"/>
          <w:rtl/>
        </w:rPr>
        <w:t>َدِّث،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(249)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رب نے نعمت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کا اظہار کرو،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پہنچائو۔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ہے، لہذا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قانون بتائے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دونوں جگہوں پر ہمارے کام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نماز پڑہو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کام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پاک صاف رہو گے،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قدر رہے گا، دوسروں کے حقوق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رہے 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غصب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نماز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، غصب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وضو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سکتا، دوسروں کے حقوق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ہوگا،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ہوگا اور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عطا فرمائے گا جس سے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سائے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آباد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کم ظرف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لوگ جو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بنانا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قانوں چلانا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فقط چند رسومات کا نام ہے، چند اوراد کا نام ہے۔فرد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چند رسومات کے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مکمل ظابطہ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نمونہ عمل ہے،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ہے۔رسول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کرنے کے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بتائے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آخرت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اسلام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آخرت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Pr="00164A2A" w:rsidRDefault="00B56CAE" w:rsidP="00164A2A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164A2A">
        <w:rPr>
          <w:rtl/>
        </w:rPr>
        <w:t>والسلام عل</w:t>
      </w:r>
      <w:r w:rsidRPr="00164A2A">
        <w:rPr>
          <w:rFonts w:hint="cs"/>
          <w:rtl/>
        </w:rPr>
        <w:t>ی</w:t>
      </w:r>
      <w:r w:rsidRPr="00164A2A">
        <w:rPr>
          <w:rFonts w:hint="eastAsia"/>
          <w:rtl/>
        </w:rPr>
        <w:t>کم</w:t>
      </w:r>
      <w:r w:rsidRPr="00164A2A">
        <w:rPr>
          <w:rtl/>
        </w:rPr>
        <w:t xml:space="preserve"> و رحمة اللَّ</w:t>
      </w:r>
      <w:r w:rsidRPr="00164A2A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4" w:name="_Toc493163747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اکرم(صلعم)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24"/>
      <w:r>
        <w:rPr>
          <w:rtl/>
          <w:lang w:bidi="ur-PK"/>
        </w:rPr>
        <w:t xml:space="preserve"> </w:t>
      </w:r>
    </w:p>
    <w:p w:rsidR="00B56CAE" w:rsidRPr="00164A2A" w:rsidRDefault="00B56CAE" w:rsidP="00164A2A">
      <w:pPr>
        <w:pStyle w:val="libArabic"/>
        <w:rPr>
          <w:rtl/>
        </w:rPr>
      </w:pPr>
      <w:r w:rsidRPr="00164A2A">
        <w:rPr>
          <w:rFonts w:hint="cs"/>
          <w:rtl/>
        </w:rPr>
        <w:t>أَعُوذُ</w:t>
      </w:r>
      <w:r w:rsidRPr="00164A2A">
        <w:rPr>
          <w:rtl/>
        </w:rPr>
        <w:t xml:space="preserve"> بِالل</w:t>
      </w:r>
      <w:r w:rsidRPr="00164A2A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164A2A" w:rsidP="00B56CAE">
      <w:pPr>
        <w:pStyle w:val="libNormal"/>
        <w:rPr>
          <w:rtl/>
          <w:lang w:bidi="ur-PK"/>
        </w:rPr>
      </w:pPr>
      <w:r w:rsidRPr="00164A2A">
        <w:rPr>
          <w:rStyle w:val="libAlaemChar"/>
          <w:rFonts w:hint="cs"/>
          <w:rtl/>
        </w:rPr>
        <w:t>(</w:t>
      </w:r>
      <w:r w:rsidR="00B56CAE" w:rsidRPr="00164A2A">
        <w:rPr>
          <w:rStyle w:val="libAieChar"/>
          <w:rFonts w:hint="cs"/>
          <w:rtl/>
        </w:rPr>
        <w:t>إِنَّ</w:t>
      </w:r>
      <w:r w:rsidR="00B56CAE" w:rsidRPr="00164A2A">
        <w:rPr>
          <w:rStyle w:val="libAieChar"/>
          <w:rtl/>
        </w:rPr>
        <w:t xml:space="preserve"> اللَّ</w:t>
      </w:r>
      <w:r w:rsidR="00B56CAE" w:rsidRPr="00164A2A">
        <w:rPr>
          <w:rStyle w:val="libAieChar"/>
          <w:rFonts w:hint="cs"/>
          <w:rtl/>
        </w:rPr>
        <w:t>هَ وَ مَلائِكَتَهُ يُصَلُّونَ‏ عَلَى النَّبِيِّ يا أَيُّهَا الَّذينَ آمَنُوا صَلُّوا عَلَيْهِ وَ سَلِّمُوا تَسْليما</w:t>
      </w:r>
      <w:r w:rsidR="00B56CAE" w:rsidRPr="0029475F">
        <w:rPr>
          <w:rFonts w:hint="cs"/>
          <w:rtl/>
        </w:rPr>
        <w:t>،</w:t>
      </w:r>
      <w:r w:rsidRPr="00164A2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(250)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ہمارا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ہے، ہمارا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 کہ ہم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جس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کا شرف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خالق کائنات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تذکرہ  کر رہا ہے کہ خود خدا اور اس کے معصوم فرشتے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پر اے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والو!تم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اور سلام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>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خود خدا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 ہے،فرشتے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کے ساتھ اس کے معصوم فرشتوں کے ساتھ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پر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خود خداوند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اس کے معصوم فرشتے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کائنات اور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کے ساتھ چلنا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کائنات کا حصہ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</w:t>
      </w:r>
      <w:r>
        <w:rPr>
          <w:rFonts w:hint="eastAsia"/>
          <w:rtl/>
          <w:lang w:bidi="ur-PK"/>
        </w:rPr>
        <w:t>وسلم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رحمت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ہے جس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کے تمام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 درود کے حوالے سے مختلف سوالات سامنے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 پہلا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خدا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 ہے فرشتے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جنے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دوسرا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کو کس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کہو؟ کس طرح کہو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 ہوگا، کتنا ثواب ہے؟ک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گا، اور آخر اس درود کا فلسفہ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ہوگا؟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کے حوالہ سے آج گفتگو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5" w:name="_Toc493163748"/>
      <w:r>
        <w:rPr>
          <w:rFonts w:hint="eastAsia"/>
          <w:rtl/>
          <w:lang w:bidi="ur-PK"/>
        </w:rPr>
        <w:t>درود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bookmarkEnd w:id="12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اللہ ۔نب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خود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 ہے، اس کے معصوم ملائکہ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صلوات، رحمت ہے، برکت ہے،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اور ہے۔ جب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نسبت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اس کا مضمون کچھ اور ہے، اور جب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اور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وہاں پر صلوات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اور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مراتب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والا خدا ہو، فرشتے ہوں، اور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ہوں تو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مراحلوں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ہے،اگر خدا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 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خالق کائنات رحمت نازل فرماتا ہے۔وہ رحمت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وہاں الفاظ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وہاں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سے تقاضہ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جس طرح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Pr="00164A2A" w:rsidRDefault="00B56CAE" w:rsidP="00164A2A">
      <w:pPr>
        <w:pStyle w:val="libArabic"/>
        <w:rPr>
          <w:rtl/>
        </w:rPr>
      </w:pPr>
      <w:r w:rsidRPr="00164A2A">
        <w:rPr>
          <w:rFonts w:hint="eastAsia"/>
          <w:rtl/>
        </w:rPr>
        <w:t>الل</w:t>
      </w:r>
      <w:r w:rsidRPr="00164A2A">
        <w:rPr>
          <w:rFonts w:hint="cs"/>
          <w:rtl/>
        </w:rPr>
        <w:t>هُم</w:t>
      </w:r>
      <w:r w:rsidRPr="00164A2A">
        <w:rPr>
          <w:rtl/>
        </w:rPr>
        <w:t xml:space="preserve"> صل عل</w:t>
      </w:r>
      <w:r w:rsidRPr="00164A2A">
        <w:rPr>
          <w:rFonts w:hint="cs"/>
          <w:rtl/>
        </w:rPr>
        <w:t>ی</w:t>
      </w:r>
      <w:r w:rsidRPr="00164A2A">
        <w:rPr>
          <w:rtl/>
        </w:rPr>
        <w:t xml:space="preserve"> محمد و آل محمد؛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ہم</w:t>
      </w:r>
      <w:r>
        <w:rPr>
          <w:rtl/>
          <w:lang w:bidi="ur-PK"/>
        </w:rPr>
        <w:t xml:space="preserve"> خدا سے تقاضہ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رب العزت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درخواست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خدا کے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 رحمت کو نازل کرتا ہے، فرشتوں کے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رحمت کو لے کر نازل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رحمت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فرشتو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فرشتے اس کو لے کر آنے والے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اے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طلب دعا کرو،  تم درخواست کرو، چاہو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کہ وہ رحمت نازل فرمائے محمد و آل محمد پر۔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حوالہ سے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آپ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درود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کہ خدا کے درود کا مطلب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ملائکہ کے درود کا مطلب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کا مطلب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مختلف مراحل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صلوات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رحمت کو نازل فرماتا ہے،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صلوات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ذکر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درود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وہ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محمد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(251)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6" w:name="_Toc493163749"/>
      <w:r>
        <w:rPr>
          <w:rFonts w:hint="eastAsia"/>
          <w:rtl/>
          <w:lang w:bidi="ur-PK"/>
        </w:rPr>
        <w:t>درود</w:t>
      </w:r>
      <w:r>
        <w:rPr>
          <w:rtl/>
          <w:lang w:bidi="ur-PK"/>
        </w:rPr>
        <w:t xml:space="preserve">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</w:t>
      </w:r>
      <w:bookmarkEnd w:id="12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دوسرا</w:t>
      </w:r>
      <w:r>
        <w:rPr>
          <w:rtl/>
          <w:lang w:bidi="ur-PK"/>
        </w:rPr>
        <w:t xml:space="preserve"> سوال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ہے؟کس طرح صلوات پڑہن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ے؟</w:t>
      </w:r>
      <w:r>
        <w:rPr>
          <w:rtl/>
          <w:lang w:bidi="ur-PK"/>
        </w:rPr>
        <w:t xml:space="preserve"> اس حوالے سے  اہل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اہل سنت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متعدد، متواتر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صلوات کا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کس طرح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ہے تم نے، کس طرح خداوند متعال سے درخو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جے،</w:t>
      </w:r>
      <w:r>
        <w:rPr>
          <w:rtl/>
          <w:lang w:bidi="ur-PK"/>
        </w:rPr>
        <w:t xml:space="preserve"> وہ رحمت کو نازل فرمائے۔ خود اہلسنت کے ہاں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تواتر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 تک کہ جب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سے سوال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سلام کا تو علم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کرنا؛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صلوات کس طرح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ں،؟آپ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صراحت کے ساتھ کھلے عام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B56CAE" w:rsidP="007F6071">
      <w:pPr>
        <w:pStyle w:val="libNormal"/>
        <w:rPr>
          <w:rtl/>
          <w:lang w:bidi="ur-PK"/>
        </w:rPr>
      </w:pPr>
      <w:r w:rsidRPr="00164A2A">
        <w:rPr>
          <w:rStyle w:val="libArabicChar"/>
          <w:rtl/>
        </w:rPr>
        <w:t xml:space="preserve"> لا تصلوا عل</w:t>
      </w:r>
      <w:r w:rsidRPr="00164A2A">
        <w:rPr>
          <w:rStyle w:val="libArabicChar"/>
          <w:rFonts w:hint="cs"/>
          <w:rtl/>
        </w:rPr>
        <w:t>ی</w:t>
      </w:r>
      <w:r w:rsidRPr="00164A2A">
        <w:rPr>
          <w:rStyle w:val="libArabicChar"/>
          <w:rtl/>
        </w:rPr>
        <w:t xml:space="preserve"> </w:t>
      </w:r>
      <w:r w:rsidRPr="007F6071">
        <w:rPr>
          <w:rStyle w:val="libArabicChar"/>
          <w:rtl/>
        </w:rPr>
        <w:t>صلا</w:t>
      </w:r>
      <w:r w:rsidR="007F6071" w:rsidRPr="007F6071">
        <w:rPr>
          <w:rStyle w:val="libArabicChar"/>
          <w:rFonts w:hint="cs"/>
          <w:rtl/>
        </w:rPr>
        <w:t>ة</w:t>
      </w:r>
      <w:r w:rsidRPr="00164A2A">
        <w:rPr>
          <w:rStyle w:val="libArabicChar"/>
          <w:rtl/>
        </w:rPr>
        <w:t xml:space="preserve"> البتراء</w:t>
      </w:r>
      <w:r>
        <w:rPr>
          <w:rtl/>
          <w:lang w:bidi="ur-PK"/>
        </w:rPr>
        <w:t>؛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پر ناقص صلوات نہ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جنا،</w:t>
      </w:r>
      <w:r>
        <w:rPr>
          <w:rtl/>
          <w:lang w:bidi="ur-PK"/>
        </w:rPr>
        <w:t xml:space="preserve"> 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164A2A">
        <w:rPr>
          <w:rStyle w:val="libArabicChar"/>
          <w:rFonts w:hint="eastAsia"/>
          <w:rtl/>
        </w:rPr>
        <w:t>قالوا</w:t>
      </w:r>
      <w:r w:rsidRPr="00164A2A">
        <w:rPr>
          <w:rStyle w:val="libArabicChar"/>
          <w:rtl/>
        </w:rPr>
        <w:t xml:space="preserve"> وما صلوا</w:t>
      </w:r>
      <w:r w:rsidR="007F6071" w:rsidRPr="007F6071">
        <w:rPr>
          <w:rStyle w:val="libArabicChar"/>
          <w:rFonts w:hint="cs"/>
          <w:rtl/>
        </w:rPr>
        <w:t>ة</w:t>
      </w:r>
      <w:r w:rsidRPr="00164A2A">
        <w:rPr>
          <w:rStyle w:val="libArabicChar"/>
          <w:rtl/>
        </w:rPr>
        <w:t xml:space="preserve"> البتراء</w:t>
      </w:r>
      <w:r>
        <w:rPr>
          <w:rtl/>
          <w:lang w:bidi="ur-PK"/>
        </w:rPr>
        <w:t>: ،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اصحاب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ناقص صلوات سے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مراد ہے؟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B56CAE" w:rsidP="00164A2A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الل</w:t>
      </w:r>
      <w:r w:rsidRPr="007F6071">
        <w:rPr>
          <w:rFonts w:hint="cs"/>
          <w:rtl/>
        </w:rPr>
        <w:t>هُم صل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محمد،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 کہ بار الہا رحمت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رسول اکرم پر، اور پھر خاموش ہوجاتا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صلوات بتراء ہے، ناقص صلوات ہے، </w:t>
      </w:r>
      <w:r w:rsidRPr="007F6071">
        <w:rPr>
          <w:rStyle w:val="libFootnotenumChar"/>
          <w:rtl/>
        </w:rPr>
        <w:t>(252)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مکمل</w:t>
      </w:r>
      <w:r>
        <w:rPr>
          <w:rtl/>
          <w:lang w:bidi="ur-PK"/>
        </w:rPr>
        <w:t xml:space="preserve"> صلوات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کس طرح اس کو مکمل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ہے؟ اس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مجھ پر کامل صلوات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چاہتے ہو تو اس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کہا کرو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164A2A">
        <w:rPr>
          <w:rStyle w:val="libArabicChar"/>
          <w:rtl/>
        </w:rPr>
        <w:t>الل</w:t>
      </w:r>
      <w:r w:rsidRPr="00164A2A">
        <w:rPr>
          <w:rStyle w:val="libArabicChar"/>
          <w:rFonts w:hint="cs"/>
          <w:rtl/>
        </w:rPr>
        <w:t>هُم صل علی</w:t>
      </w:r>
      <w:r w:rsidRPr="00164A2A">
        <w:rPr>
          <w:rStyle w:val="libArabicChar"/>
          <w:rtl/>
        </w:rPr>
        <w:t xml:space="preserve"> محمد و آل محمد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کرہے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نے درود کس طرح پڑہنا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درود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کس طرح ہے،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اہلسنت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ہمارے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آل کا وہاں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واضح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اگر آل کو درود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خود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ناقص صلوات ہے۔آل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تذکرہ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انسان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ملاحظہ کرتا ہے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خود صحاح 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اکثر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اہلسنت نے ان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نقل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خود بخار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نقل کرتا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وہ باب کا نام لکھتا ہے تو لکھتا ہے باب الصلا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عل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>
        <w:rPr>
          <w:rtl/>
          <w:lang w:bidi="ur-PK"/>
        </w:rPr>
        <w:t xml:space="preserve"> و سلم، خود جب وہ عنوان لکھتا ہے تو عنوان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آل کا تذکرہ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جب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 تو وہاں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ثوں</w:t>
      </w:r>
      <w:r>
        <w:rPr>
          <w:rtl/>
          <w:lang w:bidi="ur-PK"/>
        </w:rPr>
        <w:t xml:space="preserve"> کو نقل کرتا ہے کہ جہاں پر رسول اکرم کا فرمان ہے کہ آل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کرو۔ خود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نقل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ذکر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کرو ورنہ صلوات ناقص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وہ خود لکھتے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وہاں آل کا تذکرہ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کرتے۔جبکہ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فرمان ان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ہے،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خود آئمہ اہلسنت نے اس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مشہور شعر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نے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اور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ا</w:t>
      </w:r>
      <w:r w:rsidRPr="00667275">
        <w:rPr>
          <w:rStyle w:val="libArabicChar"/>
          <w:rtl/>
        </w:rPr>
        <w:t xml:space="preserve"> ا</w:t>
      </w:r>
      <w:r w:rsidRPr="00667275">
        <w:rPr>
          <w:rStyle w:val="libArabicChar"/>
          <w:rFonts w:hint="cs"/>
          <w:rtl/>
        </w:rPr>
        <w:t>هل بی</w:t>
      </w:r>
      <w:r w:rsidRPr="00667275">
        <w:rPr>
          <w:rStyle w:val="libArabicChar"/>
          <w:rFonts w:hint="eastAsia"/>
          <w:rtl/>
        </w:rPr>
        <w:t>ت</w:t>
      </w:r>
      <w:r w:rsidRPr="00667275">
        <w:rPr>
          <w:rStyle w:val="libArabicChar"/>
          <w:rtl/>
        </w:rPr>
        <w:t xml:space="preserve"> رسول الل</w:t>
      </w:r>
      <w:r w:rsidRPr="00667275">
        <w:rPr>
          <w:rStyle w:val="libArabicChar"/>
          <w:rFonts w:hint="cs"/>
          <w:rtl/>
        </w:rPr>
        <w:t>ه، حبکم فرض من الله فی</w:t>
      </w:r>
      <w:r w:rsidRPr="00667275">
        <w:rPr>
          <w:rStyle w:val="libArabicChar"/>
          <w:rtl/>
        </w:rPr>
        <w:t xml:space="preserve"> القرآن انزل</w:t>
      </w:r>
      <w:r w:rsidRPr="00667275">
        <w:rPr>
          <w:rStyle w:val="libArabicChar"/>
          <w:rFonts w:hint="cs"/>
          <w:rtl/>
        </w:rPr>
        <w:t>ه کفاکم من عظی</w:t>
      </w:r>
      <w:r w:rsidRPr="00667275">
        <w:rPr>
          <w:rStyle w:val="libArabicChar"/>
          <w:rFonts w:hint="eastAsia"/>
          <w:rtl/>
        </w:rPr>
        <w:t>م</w:t>
      </w:r>
      <w:r w:rsidRPr="00667275">
        <w:rPr>
          <w:rStyle w:val="libArabicChar"/>
          <w:rtl/>
        </w:rPr>
        <w:t xml:space="preserve"> القدر انکم من لم 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صل</w:t>
      </w:r>
      <w:r w:rsidRPr="00667275">
        <w:rPr>
          <w:rStyle w:val="libArabicChar"/>
          <w:rtl/>
        </w:rPr>
        <w:t xml:space="preserve"> عل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کم</w:t>
      </w:r>
      <w:r w:rsidRPr="00667275">
        <w:rPr>
          <w:rStyle w:val="libArabicChar"/>
          <w:rtl/>
        </w:rPr>
        <w:t xml:space="preserve"> لا صلا</w:t>
      </w:r>
      <w:r w:rsidR="007F6071" w:rsidRPr="007F6071">
        <w:rPr>
          <w:rStyle w:val="libArabicChar"/>
          <w:rFonts w:hint="cs"/>
          <w:rtl/>
        </w:rPr>
        <w:t>ة</w:t>
      </w:r>
      <w:r w:rsidRPr="00667275">
        <w:rPr>
          <w:rStyle w:val="libArabicChar"/>
          <w:rtl/>
        </w:rPr>
        <w:t xml:space="preserve"> ل</w:t>
      </w:r>
      <w:r w:rsidRPr="00667275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(253)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اے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خالق کائنات نے اپنے نازل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ہے،محبت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جز ہے، رکن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اور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اس کو اجر رسالت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</w:t>
      </w:r>
    </w:p>
    <w:p w:rsidR="00B56CAE" w:rsidRDefault="00667275" w:rsidP="00B56CAE">
      <w:pPr>
        <w:pStyle w:val="libNormal"/>
        <w:rPr>
          <w:rtl/>
          <w:lang w:bidi="ur-PK"/>
        </w:rPr>
      </w:pPr>
      <w:r w:rsidRPr="00667275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667275">
        <w:rPr>
          <w:rStyle w:val="libAieChar"/>
          <w:rtl/>
        </w:rPr>
        <w:t>قُل</w:t>
      </w:r>
      <w:r w:rsidR="00B56CAE" w:rsidRPr="00667275">
        <w:rPr>
          <w:rStyle w:val="libAieChar"/>
          <w:rFonts w:hint="cs"/>
          <w:rtl/>
        </w:rPr>
        <w:t>ْ لا أَسْئَلُكُمْ عَلَيْهِ أَجْراً إِلاَّ الْمَوَدَّةَ فِي الْقُرْبى‏،</w:t>
      </w:r>
      <w:r w:rsidRPr="00667275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(254)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کا تم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سوائے اس 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مودت کرو، ان سے محبت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خالق کائنات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مودت کو واجب قرار دے رہاہے، امام شافع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اشعار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واجب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خدا نے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اور آل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تو اتنا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پر درود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صلوات، رسول اور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رسول پر نماز کا واجب رکن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ہے نماز کا حصہ ہے،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بوجھ 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درست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اور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اہلسنت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فتوا موجود ہے، جو درود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پڑہا جاتا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ذکر ہے، اس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نماز مکمل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وارد ہوا ہے، خود جناب عائشہ نقل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فرماتے ہوئے سنے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Pr="00667275">
        <w:rPr>
          <w:rStyle w:val="libArabicChar"/>
          <w:rtl/>
        </w:rPr>
        <w:t>لا صلا</w:t>
      </w:r>
      <w:r w:rsidR="007F6071" w:rsidRPr="007F6071">
        <w:rPr>
          <w:rStyle w:val="libArabicChar"/>
          <w:rFonts w:hint="cs"/>
          <w:rtl/>
        </w:rPr>
        <w:t>ة</w:t>
      </w:r>
      <w:r w:rsidRPr="00667275">
        <w:rPr>
          <w:rStyle w:val="libArabicChar"/>
          <w:rtl/>
        </w:rPr>
        <w:t xml:space="preserve"> الا بط</w:t>
      </w:r>
      <w:r w:rsidRPr="00667275">
        <w:rPr>
          <w:rStyle w:val="libArabicChar"/>
          <w:rFonts w:hint="cs"/>
          <w:rtl/>
        </w:rPr>
        <w:t>هور و لا صلا</w:t>
      </w:r>
      <w:r w:rsidR="007F6071" w:rsidRPr="007F6071">
        <w:rPr>
          <w:rStyle w:val="libArabicChar"/>
          <w:rFonts w:hint="cs"/>
          <w:rtl/>
        </w:rPr>
        <w:t>ة</w:t>
      </w:r>
      <w:r w:rsidRPr="00667275">
        <w:rPr>
          <w:rStyle w:val="libArabicChar"/>
          <w:rtl/>
        </w:rPr>
        <w:t xml:space="preserve"> الابالصلوا</w:t>
      </w:r>
      <w:r w:rsidR="007F6071" w:rsidRPr="007F6071">
        <w:rPr>
          <w:rStyle w:val="libArabicChar"/>
          <w:rFonts w:hint="cs"/>
          <w:rtl/>
        </w:rPr>
        <w:t>ة</w:t>
      </w:r>
      <w:r w:rsidRPr="00667275">
        <w:rPr>
          <w:rStyle w:val="libArabicChar"/>
          <w:rtl/>
        </w:rPr>
        <w:t xml:space="preserve"> عل</w:t>
      </w:r>
      <w:r w:rsidRPr="00667275">
        <w:rPr>
          <w:rStyle w:val="libArabicChar"/>
          <w:rFonts w:hint="cs"/>
          <w:rtl/>
        </w:rPr>
        <w:t>ي</w:t>
      </w:r>
      <w:r w:rsidRPr="0029475F">
        <w:rPr>
          <w:rFonts w:hint="cs"/>
          <w:rtl/>
        </w:rPr>
        <w:t xml:space="preserve"> ،   </w:t>
      </w:r>
      <w:r w:rsidRPr="007F6071">
        <w:rPr>
          <w:rStyle w:val="libFootnotenumChar"/>
          <w:rFonts w:hint="cs"/>
          <w:rtl/>
        </w:rPr>
        <w:t>(255)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طہارت 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نماز مجھ پر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پر درود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تب نماز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کے تمام اجزا ہوں، نماز کے تمام ارکان ہوں شرائط پائے جاتے ہوں تب جا کر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نماز، نماز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اگر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پر درود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پر درود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فقہا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ہے کہ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صلوات پڑہنا واجب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دوسرے موا</w:t>
      </w:r>
      <w:r>
        <w:rPr>
          <w:rFonts w:hint="eastAsia"/>
          <w:rtl/>
          <w:lang w:bidi="ur-PK"/>
        </w:rPr>
        <w:t>رد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صلوات پڑہنا مستحب ہے۔</w:t>
      </w:r>
    </w:p>
    <w:p w:rsidR="00667275" w:rsidRDefault="00667275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r>
        <w:rPr>
          <w:rtl/>
          <w:lang w:bidi="ur-PK"/>
        </w:rPr>
        <w:t xml:space="preserve"> </w:t>
      </w:r>
      <w:bookmarkStart w:id="127" w:name="_Toc493163750"/>
      <w:r>
        <w:rPr>
          <w:rtl/>
          <w:lang w:bidi="ur-PK"/>
        </w:rPr>
        <w:t>درود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12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ہے،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 خالق کائنات اس پر دس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فرماتا ہے، دس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کرتا ہے </w:t>
      </w:r>
      <w:r w:rsidRPr="007F6071">
        <w:rPr>
          <w:rStyle w:val="libFootnotenumChar"/>
          <w:rtl/>
        </w:rPr>
        <w:t>(256)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نہ</w:t>
      </w:r>
      <w:r>
        <w:rPr>
          <w:rtl/>
          <w:lang w:bidi="ur-PK"/>
        </w:rPr>
        <w:t xml:space="preserve"> صرف دس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فرماتا ہے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اس کا درجہ بلند ہوگا، بلکہ اس کے دس گناہوں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کہ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پے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جانے والا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درود، دس رحمتوں کے نزول کا سبب بنتا ہے دس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کا سبب بنتا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متعدد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فضائل درود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ہے، اس کا کتنا ثواب ہے۔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محمد و آل محمد پر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نفاق کا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 w:rsidRPr="007F6071">
        <w:rPr>
          <w:rStyle w:val="libFootnotenumChar"/>
          <w:rtl/>
        </w:rPr>
        <w:t>(257)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نامہ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بنتا ہے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اعمال تولے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وہاں پر اگر عمل کم ہوئے تو صلوات کا ثواب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ڈالا جائے گا تو وزن بڑہ  جائے گا۔</w:t>
      </w:r>
      <w:r w:rsidRPr="007F6071">
        <w:rPr>
          <w:rStyle w:val="libFootnotenumChar"/>
          <w:rtl/>
        </w:rPr>
        <w:t>(258)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فضائل صلوات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رحمت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جو مومن رسول 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رحم کرتا ہے خدا اس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فرماتا ہے، اس ثواب کو خود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صلوات کے بعد، فضائل صلوات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ہوئے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کتنا فائدہ ہے، خود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جب کچھ لکھنا چاہ رہے، کتاب لکھ رہے ہو،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 رہے ہو اور لکھتے ہوئے تم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جب نام لکھنے لگو تو اس کے ساتھصل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لکھو کرو۔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کاغذ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 ، اس پر صلوات درج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اس لکھنے والے کے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ثواب کا اضافہ کرتا رہے گا۔</w:t>
      </w:r>
      <w:r w:rsidRPr="007F6071">
        <w:rPr>
          <w:rStyle w:val="libFootnotenumChar"/>
          <w:rtl/>
        </w:rPr>
        <w:t>(259)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لکھ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رسول اکرم کے نام ساتھ تو جب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کاغذ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کو ثواب ملتا رہے گا۔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فرمان ہے کہ جس کے سامنے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جائے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مجھ پر درود نہ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تو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جفا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 w:rsidRPr="007F6071">
        <w:rPr>
          <w:rStyle w:val="libFootnotenumChar"/>
          <w:rtl/>
        </w:rPr>
        <w:t>(260)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حق بنتا ہے۔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جو زحمت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مشکلات 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مصائب کے متحمل ہوئے، جو مشکلات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 </w:t>
      </w:r>
    </w:p>
    <w:p w:rsidR="00B56CAE" w:rsidRPr="00667275" w:rsidRDefault="00B56CAE" w:rsidP="00667275">
      <w:pPr>
        <w:pStyle w:val="libArabic"/>
        <w:rPr>
          <w:rtl/>
        </w:rPr>
      </w:pPr>
      <w:r w:rsidRPr="00667275">
        <w:rPr>
          <w:rFonts w:hint="cs"/>
          <w:rtl/>
        </w:rPr>
        <w:t>هل</w:t>
      </w:r>
      <w:r w:rsidRPr="00667275">
        <w:rPr>
          <w:rtl/>
        </w:rPr>
        <w:t xml:space="preserve"> جزا الاحسان الا الاحسان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تقاضہ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اگر حق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تو کم از کم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رحمت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دست دعا تو بلند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اچھے لفظوں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کا ذکر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کہ ہم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خدا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وما کنا لنتہد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خدا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فرتا تو ہم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 سکتے تھے، اس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</w:t>
      </w:r>
      <w:r>
        <w:rPr>
          <w:rtl/>
          <w:lang w:bidi="ur-PK"/>
        </w:rPr>
        <w:lastRenderedPageBreak/>
        <w:t xml:space="preserve">شکرانہ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اچھے لفظوں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اس صلوات کا ہر گز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محتاج ہے، ہمارا سوال تھا کہ ان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ضرورت ہے،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ضرورت ہو،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صلوات کا ثواب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سے ہمارے اوپر دس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ہمارے دس گناہوں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معاف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 لہذا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لئے حصول رحمت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اپنے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پر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۔اور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اگرچہ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لطف خدا کے تو محتاج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فضل خدا کے تو محتاج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کے انعام و اکرام کے تو محتاج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درود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رحمت نازل فرما، ہم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رہے، ہم خدا سے درخواست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اللھم؛ اے ہمارے رب، اے ہمارے پروردگار! تو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محمد و آل محمد پر۔ ہمارا خطاب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رب العزت سے ہے، خالق کائنات سے ہے، ہم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بارگاہ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تقاضہ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رحمت نازل فرمائے۔ تو اگرچہ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لطف خدا اور رحمت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ضرورت ہے، ہم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ان پر رحمت نازل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کے درجات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اضافہ ہوگا۔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اہلسنت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ہمارے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تو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اس درجہ پر پہنچا جس کا تو نے ان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مقام محمود تک پہنچا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تمام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صلوات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باغبان جس کو مالک نےباغبان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طرح ہو کہ وہ باغ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بھال کرے، باغ کو صاف ستھرا رکھے، درختوں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بھال کرے، اگر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کر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باغ سے پھول جمع کر کے گلدستہ بناتا ہے اور پھر مالک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کرتا ہے، اگرچہ پھول اس کے باغ 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سامان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محنت کر کے ان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سے خوش ہو کر اس کو دوبارہ انعام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ہمارا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ہے،سب کچھ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عطا کردہ ہے،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انہوں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دعوت حق انہوں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انہوں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 حق کو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ہم اس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چلتے ہوئے عمل کرتے ہوئے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درخواست ک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سامان سے گلدستہ بنا کر کے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تحفہ اور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</w:t>
      </w:r>
      <w:r>
        <w:rPr>
          <w:rtl/>
          <w:lang w:bidi="ur-PK"/>
        </w:rPr>
        <w:lastRenderedPageBreak/>
        <w:t>کر ہم پر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فرماتا ہے۔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وہ ہمارے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محتاج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فضل خدا کے محتاج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ان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رحمتوں کا نزول فرمائے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8" w:name="_Toc493163751"/>
      <w:r>
        <w:rPr>
          <w:rFonts w:hint="eastAsia"/>
          <w:rtl/>
          <w:lang w:bidi="ur-PK"/>
        </w:rPr>
        <w:t>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128"/>
    </w:p>
    <w:p w:rsidR="00B56CAE" w:rsidRDefault="00B56CAE" w:rsidP="0066727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  و سلمو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تفسر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 سلام پڑہ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667275">
        <w:rPr>
          <w:rStyle w:val="libArabicChar"/>
          <w:rtl/>
        </w:rPr>
        <w:t xml:space="preserve"> السلام عل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ک</w:t>
      </w:r>
      <w:r w:rsidRPr="00667275">
        <w:rPr>
          <w:rStyle w:val="libArabicChar"/>
          <w:rtl/>
        </w:rPr>
        <w:t xml:space="preserve"> 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ا</w:t>
      </w:r>
      <w:r w:rsidRPr="00667275">
        <w:rPr>
          <w:rStyle w:val="libArabicChar"/>
          <w:rtl/>
        </w:rPr>
        <w:t xml:space="preserve"> رسول الل</w:t>
      </w:r>
      <w:r w:rsidRPr="00667275">
        <w:rPr>
          <w:rStyle w:val="libArabicChar"/>
          <w:rFonts w:hint="cs"/>
          <w:rtl/>
        </w:rPr>
        <w:t>ه</w:t>
      </w:r>
      <w:r w:rsidRPr="007F6071">
        <w:rPr>
          <w:rStyle w:val="libArabicChar"/>
          <w:rFonts w:hint="cs"/>
          <w:rtl/>
        </w:rPr>
        <w:t xml:space="preserve">  السلام عل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ک</w:t>
      </w:r>
      <w:r w:rsidRPr="00667275">
        <w:rPr>
          <w:rStyle w:val="libArabicChar"/>
          <w:rtl/>
        </w:rPr>
        <w:t xml:space="preserve"> ا</w:t>
      </w:r>
      <w:r w:rsidRPr="00667275">
        <w:rPr>
          <w:rStyle w:val="libArabicChar"/>
          <w:rFonts w:hint="cs"/>
          <w:rtl/>
        </w:rPr>
        <w:t>یها</w:t>
      </w:r>
      <w:r w:rsidRPr="00667275">
        <w:rPr>
          <w:rStyle w:val="libArabicChar"/>
          <w:rtl/>
        </w:rPr>
        <w:t xml:space="preserve"> النب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tl/>
        </w:rPr>
        <w:t xml:space="preserve"> و رحم</w:t>
      </w:r>
      <w:r w:rsidRPr="00667275">
        <w:rPr>
          <w:rStyle w:val="libArabicChar"/>
          <w:rFonts w:hint="cs"/>
          <w:rtl/>
        </w:rPr>
        <w:t>ه الله و برکاته</w:t>
      </w:r>
      <w:r w:rsidRPr="0029475F">
        <w:rPr>
          <w:rFonts w:hint="cs"/>
          <w:rtl/>
        </w:rPr>
        <w:t>، 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نماز کے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پڑہا جاتا ہے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رتے</w:t>
      </w:r>
      <w:r>
        <w:rPr>
          <w:rtl/>
          <w:lang w:bidi="ur-PK"/>
        </w:rPr>
        <w:t xml:space="preserve"> ہوئے کہا جاتا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سلام کرو۔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 w:rsidRPr="00667275">
        <w:rPr>
          <w:rStyle w:val="libArabicChar"/>
          <w:rtl/>
        </w:rPr>
        <w:t>و سلموا تسل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ما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اطاعت کرو،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حق ہے۔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 سلموا سے مراد </w:t>
      </w:r>
      <w:r w:rsidRPr="00667275">
        <w:rPr>
          <w:rStyle w:val="libArabicChar"/>
          <w:rFonts w:hint="cs"/>
          <w:rtl/>
        </w:rPr>
        <w:t>هو التسلی</w:t>
      </w:r>
      <w:r w:rsidRPr="00667275">
        <w:rPr>
          <w:rStyle w:val="libArabicChar"/>
          <w:rFonts w:hint="eastAsia"/>
          <w:rtl/>
        </w:rPr>
        <w:t>م</w:t>
      </w:r>
      <w:r w:rsidRPr="00667275">
        <w:rPr>
          <w:rStyle w:val="libArabicChar"/>
          <w:rtl/>
        </w:rPr>
        <w:t xml:space="preserve"> ف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tl/>
        </w:rPr>
        <w:t xml:space="preserve"> جم</w:t>
      </w:r>
      <w:r w:rsidRPr="00667275">
        <w:rPr>
          <w:rStyle w:val="libArabicChar"/>
          <w:rFonts w:hint="cs"/>
          <w:rtl/>
        </w:rPr>
        <w:t>ی</w:t>
      </w:r>
      <w:r w:rsidRPr="00667275">
        <w:rPr>
          <w:rStyle w:val="libArabicChar"/>
          <w:rFonts w:hint="eastAsia"/>
          <w:rtl/>
        </w:rPr>
        <w:t>ع</w:t>
      </w:r>
      <w:r w:rsidRPr="00667275">
        <w:rPr>
          <w:rStyle w:val="libArabicChar"/>
          <w:rtl/>
        </w:rPr>
        <w:t xml:space="preserve"> الامور</w:t>
      </w:r>
      <w:r>
        <w:rPr>
          <w:rtl/>
          <w:lang w:bidi="ur-PK"/>
        </w:rPr>
        <w:t xml:space="preserve">    </w:t>
      </w:r>
      <w:r w:rsidRPr="007F6071">
        <w:rPr>
          <w:rStyle w:val="libFootnotenumChar"/>
          <w:rtl/>
        </w:rPr>
        <w:t>(261)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کرو، زبان سے تو تم نے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لا ال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الا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محمد رسول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(ص) اب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ثابت کرو کہ تم کلمہ گو ہو۔اطاعت کرو،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تمام ارشادات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سلموا سے مراد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السلام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کہنا ہے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دونوں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انسان کوحق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بنا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کے درجات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ہے، جو خود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سورہ احزاب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۵۶</w:t>
      </w:r>
      <w:r>
        <w:rPr>
          <w:rtl/>
          <w:lang w:bidi="ur-PK"/>
        </w:rPr>
        <w:t>، کہ خود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رہا ہے، رحمت نازل کر رہا ہے، فرشتے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طلب رحمت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اے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جو،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رحمت کرو،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رحمت طلب کرنا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اپنےل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رحمت کو طلب کرنا ہے۔ہم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دعا سے فائدہ اٹھانا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جو ہمارے اوپر حق بنتا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بکثرت صلوات پڑہن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ے، درود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ہے۔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اور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حقوق کو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فرمائے۔</w:t>
      </w:r>
    </w:p>
    <w:p w:rsidR="00B56CAE" w:rsidRPr="00580BCA" w:rsidRDefault="00B56CAE" w:rsidP="00580BCA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580BCA">
        <w:rPr>
          <w:rtl/>
        </w:rPr>
        <w:t>والسلام عل</w:t>
      </w:r>
      <w:r w:rsidRPr="00580BCA">
        <w:rPr>
          <w:rFonts w:hint="cs"/>
          <w:rtl/>
        </w:rPr>
        <w:t>ی</w:t>
      </w:r>
      <w:r w:rsidRPr="00580BCA">
        <w:rPr>
          <w:rFonts w:hint="eastAsia"/>
          <w:rtl/>
        </w:rPr>
        <w:t>کم</w:t>
      </w:r>
      <w:r w:rsidRPr="00580BCA">
        <w:rPr>
          <w:rtl/>
        </w:rPr>
        <w:t xml:space="preserve"> و رحمة اللَّ</w:t>
      </w:r>
      <w:r w:rsidRPr="00580BCA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29" w:name="_Toc493163752"/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آنے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29"/>
      <w:r>
        <w:rPr>
          <w:rtl/>
          <w:lang w:bidi="ur-PK"/>
        </w:rPr>
        <w:t xml:space="preserve"> </w:t>
      </w:r>
    </w:p>
    <w:p w:rsidR="00B56CAE" w:rsidRPr="00580BCA" w:rsidRDefault="00B56CAE" w:rsidP="00580BCA">
      <w:pPr>
        <w:pStyle w:val="libArabic"/>
        <w:rPr>
          <w:rtl/>
        </w:rPr>
      </w:pPr>
      <w:r w:rsidRPr="00580BCA">
        <w:rPr>
          <w:rFonts w:hint="cs"/>
          <w:rtl/>
        </w:rPr>
        <w:lastRenderedPageBreak/>
        <w:t>أَعُوذُ</w:t>
      </w:r>
      <w:r w:rsidRPr="00580BCA">
        <w:rPr>
          <w:rtl/>
        </w:rPr>
        <w:t xml:space="preserve"> بِالل</w:t>
      </w:r>
      <w:r w:rsidRPr="00580BCA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</w:t>
      </w:r>
      <w:r w:rsidRPr="00C02DA6">
        <w:rPr>
          <w:rStyle w:val="libArabicChar"/>
          <w:rtl/>
        </w:rPr>
        <w:t>َدٍ وَ آلِ</w:t>
      </w:r>
      <w:r w:rsidRPr="00C02DA6">
        <w:rPr>
          <w:rStyle w:val="libArabicChar"/>
          <w:rFonts w:hint="cs"/>
          <w:rtl/>
        </w:rPr>
        <w:t>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حَتَّ</w:t>
      </w:r>
      <w:r w:rsidR="00B56CAE" w:rsidRPr="00580BCA">
        <w:rPr>
          <w:rStyle w:val="libAieChar"/>
          <w:rFonts w:hint="cs"/>
          <w:rtl/>
        </w:rPr>
        <w:t>ى</w:t>
      </w:r>
      <w:r w:rsidR="00B56CAE" w:rsidRPr="00580BCA">
        <w:rPr>
          <w:rStyle w:val="libAieChar"/>
          <w:rtl/>
        </w:rPr>
        <w:t xml:space="preserve"> </w:t>
      </w:r>
      <w:r w:rsidR="00B56CAE" w:rsidRPr="00580BCA">
        <w:rPr>
          <w:rStyle w:val="libAieChar"/>
          <w:rFonts w:hint="cs"/>
          <w:rtl/>
        </w:rPr>
        <w:t>إِذا جاءَ أَحَدَهُمُ الْمَوْتُ قالَ رَبِّ ارْجِعُون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(262)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آنے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اور دانائ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اس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اہے</w:t>
      </w:r>
      <w:r>
        <w:rPr>
          <w:rtl/>
          <w:lang w:bidi="ur-PK"/>
        </w:rPr>
        <w:t>۔اور اتنے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اس سے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نظام جو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نظام احسن ہے۔اس سے بہتر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تھا، اگر ہوتا تو خال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کائنات اس کے مطابق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کرتا۔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خالق کائنات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اس کے ہاں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بخل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جو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ممکن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جس جس جگہ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نے اس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سے بہتر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 تھا۔  اور اس مطلب کو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متعدد جگہوں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لنج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 کہ جائو جاکر رحمن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پر غور و فکر کرو،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چھوٹا سا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نظر آ رہا ہے، پھر دوبارہ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،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ہے۔خدا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نقص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0" w:name="_Toc493163753"/>
      <w:r>
        <w:rPr>
          <w:rFonts w:hint="eastAsia"/>
          <w:rtl/>
          <w:lang w:bidi="ur-PK"/>
        </w:rPr>
        <w:t>موت</w:t>
      </w:r>
      <w:r>
        <w:rPr>
          <w:rtl/>
          <w:lang w:bidi="ur-PK"/>
        </w:rPr>
        <w:t xml:space="preserve">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کا فلسفہ</w:t>
      </w:r>
      <w:bookmarkEnd w:id="13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سے انسان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کو اتنے فضائل عطا فرمائے، احسن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اس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جنے</w:t>
      </w:r>
      <w:r>
        <w:rPr>
          <w:rtl/>
          <w:lang w:bidi="ur-PK"/>
        </w:rPr>
        <w:t xml:space="preserve"> کے بعد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بات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کا وقت ہے۔خالق کائ</w:t>
      </w:r>
      <w:r>
        <w:rPr>
          <w:rFonts w:hint="eastAsia"/>
          <w:rtl/>
          <w:lang w:bidi="ur-PK"/>
        </w:rPr>
        <w:t>نات</w:t>
      </w:r>
      <w:r>
        <w:rPr>
          <w:rtl/>
          <w:lang w:bidi="ur-PK"/>
        </w:rPr>
        <w:t xml:space="preserve">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نے کب مرنا ہے،موت کے وقت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عام مخلوق سے چھپا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خالق کائنات نے رزق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حساب کتاب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ہے،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کب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کب آئے 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رزق کہاں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اور کتنا آئےگا،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ہے، اگر خالق کائنات انسانوں کو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 نے کب مرنا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مشکل ہو جاتا،ک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ظالم کو اگر پتا چل جائے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تو وہ اور نڈر ہوجائے گا ، اس حوالہ سے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 کر توبہ </w:t>
      </w:r>
      <w:r>
        <w:rPr>
          <w:rtl/>
          <w:lang w:bidi="ur-PK"/>
        </w:rPr>
        <w:lastRenderedPageBreak/>
        <w:t>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اگر مظلوم کو پتا چلے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اتنے عرصہ تک مجھے اور مظالم برداشت کرنے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خالق کائنات نے موت کے وقت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ہے، 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انسان ہر وقت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رہے،  اور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مخاظب فرما کر ارشاد فرما رہا ہے،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80BCA">
        <w:rPr>
          <w:rStyle w:val="libAieChar"/>
          <w:rtl/>
        </w:rPr>
        <w:t>قُل</w:t>
      </w:r>
      <w:r w:rsidR="00B56CAE" w:rsidRPr="00580BCA">
        <w:rPr>
          <w:rStyle w:val="libAieChar"/>
          <w:rFonts w:hint="cs"/>
          <w:rtl/>
        </w:rPr>
        <w:t>ْ يا أَيُّهَا الَّذينَ هادُوا إِنْ زَعَمْتُمْ أَنَّكُمْ أَوْلِياءُ لِلَّهِ مِنْ دُونِ النَّاسِ فَتَمَنَّوُا الْمَوْتَ إِنْ كُنْتُمْ صادِقين‏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(263)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کہہ دو اے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اگر تم سمجھتے ہو کہ تم خدا کے دوست ہو، انسانوں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خدا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تم خدا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تو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کرو، موت تو لقائے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ہے،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 خدا تک پہنچ جائوگے۔ تمنا کرو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خود جواب د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رہا ہے کہہ دو تم تمنا کر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 ان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جو تم سے سرزد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تم نے انجام 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مبارکہ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بات جو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کرنا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آرزو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رہنا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eastAsia"/>
          <w:rtl/>
          <w:lang w:bidi="ur-PK"/>
        </w:rPr>
        <w:t>سسٹم</w:t>
      </w:r>
      <w:r>
        <w:rPr>
          <w:rtl/>
          <w:lang w:bidi="ur-PK"/>
        </w:rPr>
        <w:t xml:space="preserve"> خدا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آمادہ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موت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 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اچانک آئے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اور جو موت کا وقت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پر آئے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پہلے اور 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1" w:name="_Toc493163754"/>
      <w:r>
        <w:rPr>
          <w:rFonts w:hint="eastAsia"/>
          <w:rtl/>
          <w:lang w:bidi="ur-PK"/>
        </w:rPr>
        <w:t>موت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اقسام</w:t>
      </w:r>
      <w:bookmarkEnd w:id="13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البتہ ہم اس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جانا چاہتے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اجل حتم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جو لوح محو و اثبات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کے اپنے اسباب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عمرکو بڑہا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قرآن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ہوا ہے۔ 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گناہ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موت تو 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موت کے قانون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استثنا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قانون سے باہر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ہے، مومن وہ ہے جو ہمہ وقت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رہے۔ موت کے وقت کو نہ بتانے کا فلسفہ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ہر وقت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رہو۔ مومن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رہتا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غفلت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ہے،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موت صرف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 ہم نے مرنا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اچانک موت آ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اذا جا احد ھم الموت جب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موت آجات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موت کا وقت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جاتا ہے، قبض روح کرنے والا فرشتہ 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 جاتا ہے اس وقت دعا کرتا ہے قال رب </w:t>
      </w:r>
      <w:r>
        <w:rPr>
          <w:rFonts w:hint="eastAsia"/>
          <w:rtl/>
          <w:lang w:bidi="ur-PK"/>
        </w:rPr>
        <w:t>ارجعون</w:t>
      </w:r>
      <w:r>
        <w:rPr>
          <w:rtl/>
          <w:lang w:bidi="ur-PK"/>
        </w:rPr>
        <w:t xml:space="preserve"> بار الہا مجھے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</w:t>
      </w:r>
      <w:r>
        <w:rPr>
          <w:rtl/>
          <w:lang w:bidi="ur-PK"/>
        </w:rPr>
        <w:lastRenderedPageBreak/>
        <w:t>مجھے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مجھے اور موقعہ اور فرصت دے، صالحا 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>
        <w:rPr>
          <w:rtl/>
          <w:lang w:bidi="ur-PK"/>
        </w:rPr>
        <w:t xml:space="preserve"> ترکت،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موقعہ دے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 جا کر ان کو انجام دوں،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پھر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ہوگا، حسرت کھائے گا، اسے دکھ ہوگا،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کاش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کرتا۔اور افسوس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عام طور پر انسان کو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ہوش آتا ہے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متوجہ ہوتا ہے جب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ہوتا۔انسان اس وقت نعمت کا قدر کرتا ہے جب وہ نعم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چھن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وہ نعمت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وہ نعمت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پھر وہ ہاتھ ملتا ہے،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ہوتا ہے، حسرت کھاتا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ہوا،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ہے۔ک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انسان کے ہاتھ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قابل جب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کو پھر سے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اتنا مشکل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ہے۔اور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کس موڑ پر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 ہو جائے 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ہوجائے، پھر انسان حسرت کھائے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 کہ دوبارہ اسے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ملے،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کن قانوں فطرت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عطا فرماتا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غفلت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 جائے ، جو کچھ اس نے کرنا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ہے،دوبارہ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تجربے کرے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پھر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کر وہ کام کرے، تجربہ سے فائدہ اٹھ</w:t>
      </w:r>
      <w:r>
        <w:rPr>
          <w:rFonts w:hint="eastAsia"/>
          <w:rtl/>
          <w:lang w:bidi="ur-PK"/>
        </w:rPr>
        <w:t>ائے،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ہے۔در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کافر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 انہوں نے جھٹلا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کو، اس کے رسول کو،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کو، کتاب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کو،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کو، آخرت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تم دھوکہ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تم ڈرا رہے ہو، تم بے جا سوچ اور فکر کرتے ہو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جب موت ان پر آ 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ہوں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سے پردوں کو ہٹا دے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حجاب ختم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انسان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قتوں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حقائق کو سمجھنے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 وقت افسوس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قرآن کہہ رہا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تم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 بنو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متوجہ نہ کر سکے،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کتنے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موڑ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جہاں انسان متوجہ ہوتا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مرنا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چلے جانا ہے، ہم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متوجہ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ہم سمجھ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اس وقت حس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فائدہ، جب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پہنچائے۔ ان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کا جو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مطلب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ہے، ہمارے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جھنجھوڑنا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کرنا ہے،  کہ مبادا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ہوجائے کہ اس وقت تم متوجہ ہو جائو </w:t>
      </w: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توجہ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سورہ مومنون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۹۹</w:t>
      </w:r>
      <w:r>
        <w:rPr>
          <w:rtl/>
          <w:lang w:bidi="ur-PK"/>
        </w:rPr>
        <w:t xml:space="preserve"> ہے دوبارہ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اعمل صالحا اب جا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کروں گا، اب جا کر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کروں کا، اب جا کر </w:t>
      </w:r>
      <w:r>
        <w:rPr>
          <w:rtl/>
          <w:lang w:bidi="ur-PK"/>
        </w:rPr>
        <w:lastRenderedPageBreak/>
        <w:t>توشہ جمع کروں گا، اب جا کر آخرت کو آباد کو فکر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کروں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اسے کہا جائ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گا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وقت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اب حسرت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اور ہم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انھا کلم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ھو قائلھا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بات ہے جو وہ زبان سے کہہ رہا ہے، اس کو اگر دوبارہ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جو کر کے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انسان دھوکہ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آجاتا ہے غافل ہو جاتا </w:t>
      </w:r>
      <w:r>
        <w:rPr>
          <w:rFonts w:hint="eastAsia"/>
          <w:rtl/>
          <w:lang w:bidi="ur-PK"/>
        </w:rPr>
        <w:t>ہے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2" w:name="_Toc493163755"/>
      <w:r>
        <w:rPr>
          <w:rFonts w:hint="eastAsia"/>
          <w:rtl/>
          <w:lang w:bidi="ur-PK"/>
        </w:rPr>
        <w:t>مرنے</w:t>
      </w:r>
      <w:r>
        <w:rPr>
          <w:rtl/>
          <w:lang w:bidi="ur-PK"/>
        </w:rPr>
        <w:t xml:space="preserve"> سے پہلے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لو</w:t>
      </w:r>
      <w:bookmarkEnd w:id="13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مبارکہ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ہوتا ہے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580BCA" w:rsidRPr="00580BCA">
        <w:rPr>
          <w:rStyle w:val="libAlaemChar"/>
          <w:rFonts w:hint="cs"/>
          <w:rtl/>
        </w:rPr>
        <w:t>(</w:t>
      </w:r>
      <w:r w:rsidRPr="00580BCA">
        <w:rPr>
          <w:rStyle w:val="libAieChar"/>
          <w:rtl/>
        </w:rPr>
        <w:t xml:space="preserve">وَ </w:t>
      </w:r>
      <w:r w:rsidRPr="00580BCA">
        <w:rPr>
          <w:rStyle w:val="libAieChar"/>
          <w:rFonts w:hint="cs"/>
          <w:rtl/>
        </w:rPr>
        <w:t>أَنْفِقُوا مِنْ ما رَزَقْناكُمْ مِنْ قَبْلِ أَنْ يَأْتِيَ أَحَدَكُمُ الْمَوْتُ فَيَقُولَ رَبِّ لَوْ لا أَخَّرْتَني‏ إِلى‏ أَجَلٍ قَريبٍ فَأَصَّدَّقَ وَ أَكُنْ مِنَ الصَّالِحين‏</w:t>
      </w:r>
      <w:r w:rsidRPr="0029475F">
        <w:rPr>
          <w:rFonts w:hint="cs"/>
          <w:rtl/>
        </w:rPr>
        <w:t xml:space="preserve"> </w:t>
      </w:r>
      <w:r w:rsidR="00580BCA" w:rsidRPr="00580BC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(264)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انفاق کردو جو کچھ ہم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کچھ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کرو، قبل اس کے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دن آجائے قبل اس کے کہ تم کو موت آجائے، پھر وہ کہنے لگے کہ بار الہا اس موت کو چند دنوں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موخر کر دے، مجھے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مہلت دے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بڑہا دے، </w:t>
      </w:r>
      <w:r>
        <w:rPr>
          <w:rFonts w:hint="eastAsia"/>
          <w:rtl/>
          <w:lang w:bidi="ur-PK"/>
        </w:rPr>
        <w:t>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مجھے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دوبارہ مجھے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دوں گا، اور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 جائوں گا،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مبارکہ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دعوت دے رہا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گارنٹ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تم نے کب تک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زندہ رہنا ہے،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رہنا</w:t>
      </w:r>
      <w:r>
        <w:rPr>
          <w:rtl/>
          <w:lang w:bidi="ur-PK"/>
        </w:rPr>
        <w:t xml:space="preserve"> ہے،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رہنا ہے، تمہارے اعضا و جوارح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طاقت اور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تم کچھ کر سکو،کوئ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انفاق کرو 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 دے رہا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کہہ رہا ہے کہ کچھ دے دو،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کھائو، استفادہ کرو، استعمال کرو، کچھ دے دو، انسان اتنا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کے کہنے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>۔ 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قسم کے بہانے بناتا ہے، جب موت کا وقت آتا ہے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مہلت دے دے، اب مہلت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مہلت کا وقت ختم ہو چکا ہے، تم نے پہ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کرنا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حسرت انسان موت کے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کھائے گا جب موت کا وقت آئے گا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 :بار الہا! مجھے کچھ مہلت مل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مجھے کچھ وقت مل جاتا، مجھے موقعہ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گا۔ مرنے کے بعد انسان کہے گا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دوبارہ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جب انسان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 چکے گا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ہو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گنہگاروں کو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جائےگا وہاں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گا، ربنا ابصرنا و سمعنا ۔۔بار الہا اب ہم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، اب ہم  نے 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 دے،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 جب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وبارہ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گے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دو گے تو اب ہم جا کر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حسرت انسان مختلف مواقع پر کرے گا، مرتے </w:t>
      </w:r>
      <w:r>
        <w:rPr>
          <w:rtl/>
          <w:lang w:bidi="ur-PK"/>
        </w:rPr>
        <w:lastRenderedPageBreak/>
        <w:t>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قرآن فرما رہا ہے قبل اس کے کہ موت آجائے پھر کہنے لگو کہ مہلت مل جائے۔ مرنے کے بعد دوبارہ حسرت کھائے گا </w:t>
      </w: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دوبارہ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 دے،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کے بعد، جہنم کے عذاب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جاننے کے بعد کہے گا کہ اب دوبارہ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دے،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اب جا کر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اب ہم اچھے بن جائن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 اب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دوسرا موقعہ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وقت موقعہ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خالق کائنات نے موقعہ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ہو،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آجائے تو کہے کہ مجھے بتا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ملک الموت کہہ سکتا ہے تم 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سنا فلاں دن تمہارے فلاں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انتقال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سنا تھا، کہا پھر اس سننے کو تم نے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جانا، جب تم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وہ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جان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والے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رہا ہے،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کر مر رہا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 بڑہاپے تک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رہا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مرحلہ پر جا رہا ہے، ملک الموت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کہے گا جب تم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تمہارا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پڑہاپے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فلاں مر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رشتہ دار گئے، دوست گئے، کون کون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تم نے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سمجھا، خبر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جانا ہے، اب کہہ رہے ہو کہ بتاتے،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بتانے تو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اعلان تھا۔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رہا تھا کہ وہ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رہے،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المرسل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، جب احمد مرسل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نہ رہے تو کون رہے گا، تم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 نے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رہنا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</w:t>
      </w:r>
      <w:r>
        <w:rPr>
          <w:rFonts w:hint="eastAsia"/>
          <w:rtl/>
          <w:lang w:bidi="ur-PK"/>
        </w:rPr>
        <w:t>ئدہ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فائدہ رکھا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کے پہنچنے سے پہلے۔ وہ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معلوم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ہر وقت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سمجھے کہ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کر لوں گا،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دل کہہ رہا ہے جو خواہشات کا تقاضہ ہے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ہوں ، کل جا کر اس </w:t>
      </w:r>
      <w:r>
        <w:rPr>
          <w:rFonts w:hint="eastAsia"/>
          <w:rtl/>
          <w:lang w:bidi="ur-PK"/>
        </w:rPr>
        <w:t>طرح</w:t>
      </w:r>
      <w:r>
        <w:rPr>
          <w:rtl/>
          <w:lang w:bidi="ur-PK"/>
        </w:rPr>
        <w:t xml:space="preserve"> کروں گا اس طرح کروں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انسان سامان تو سو برس کا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سامان سو برس کا پل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مطابق </w:t>
      </w:r>
      <w:r w:rsidRPr="00580BCA">
        <w:rPr>
          <w:rStyle w:val="libArabicChar"/>
          <w:rtl/>
        </w:rPr>
        <w:t>اعمل لآخرتک کانک تموت غدا</w:t>
      </w:r>
      <w:r>
        <w:rPr>
          <w:rtl/>
          <w:lang w:bidi="ur-PK"/>
        </w:rPr>
        <w:t>۔</w:t>
      </w:r>
      <w:r w:rsidRPr="007F6071">
        <w:rPr>
          <w:rStyle w:val="libFootnotenumChar"/>
          <w:rtl/>
        </w:rPr>
        <w:t>(265)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جب عمل کرنا چاہو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کر عمل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رکھو تم نے کل مر جانا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سمجھو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ہے،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فرصت ہے،کبھ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دوسرے موقعہ پر عمل کروں گا، انسان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 جائے اس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فائدہ ہے، خدا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غفور ہے، ستار الع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ہے، غفار الذنوب ہے چھپا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ہونے سے پہلے،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ہو جائے جب موت آ پہنچے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تقاضہ کرنا اخرتن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اجل ۔۔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تقاضہ کرنا ارجعون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تقاضہ کرنا فارجعنا، پھر اس </w:t>
      </w:r>
      <w:r>
        <w:rPr>
          <w:rFonts w:hint="eastAsia"/>
          <w:rtl/>
          <w:lang w:bidi="ur-PK"/>
        </w:rPr>
        <w:t>تقاضہ</w:t>
      </w:r>
      <w:r>
        <w:rPr>
          <w:rtl/>
          <w:lang w:bidi="ur-PK"/>
        </w:rPr>
        <w:t xml:space="preserve"> کا اس درخواست کا اس دعا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3" w:name="_Toc493163756"/>
      <w:r>
        <w:rPr>
          <w:rFonts w:hint="eastAsia"/>
          <w:rtl/>
          <w:lang w:bidi="ur-PK"/>
        </w:rPr>
        <w:t>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3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عرائض کا مطلب اور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فائدہ اٹھانا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دوبارہ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بڑے بڑے فلاسفہ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دانشور اکابر علما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 کے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سے، صحت اور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سے،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سے،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اور تمام نعمتوں سے استفادہ کرو فائدہ اٹھائو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آباد کرو، آخرت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رہو، آخرت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موقعہ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گا،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مرتض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مطہر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کاش مجھے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تجربہ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سے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فائدہ اٹھاتا،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جو کچھ کرنا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ہے،انسان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 اپنے تجربہ نہ کرتا رہے دوسروں کے تجربہ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اٹھائے،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سے عبرت لے، اقوام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سرگزشت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ان کے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 غور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اور اس سے فائدہ اٹھائے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سنوارے،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ہے،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حسرت 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رب ارجعون دوبارہ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دے، فارج</w:t>
      </w:r>
      <w:r>
        <w:rPr>
          <w:rFonts w:hint="eastAsia"/>
          <w:rtl/>
          <w:lang w:bidi="ur-PK"/>
        </w:rPr>
        <w:t>عنا</w:t>
      </w:r>
      <w:r>
        <w:rPr>
          <w:rtl/>
          <w:lang w:bidi="ur-PK"/>
        </w:rPr>
        <w:t xml:space="preserve"> دوبارہ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اس وقت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سمجھنا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اور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خداوند متعال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بچائے، جس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ہوگا۔  ہم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ہم 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بابرکت اور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فرمائے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ہم انعام و اکرام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خوش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قرار نہ دے جو موت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ہوں۔ </w:t>
      </w:r>
    </w:p>
    <w:p w:rsidR="00B56CAE" w:rsidRPr="00580BCA" w:rsidRDefault="00B56CAE" w:rsidP="00580BCA">
      <w:pPr>
        <w:pStyle w:val="libArabic"/>
        <w:rPr>
          <w:rtl/>
        </w:rPr>
      </w:pPr>
      <w:r w:rsidRPr="00580BCA">
        <w:rPr>
          <w:rFonts w:hint="eastAsia"/>
          <w:rtl/>
        </w:rPr>
        <w:t>والسلام</w:t>
      </w:r>
      <w:r w:rsidRPr="00580BCA">
        <w:rPr>
          <w:rtl/>
        </w:rPr>
        <w:t xml:space="preserve"> عل</w:t>
      </w:r>
      <w:r w:rsidRPr="00580BCA">
        <w:rPr>
          <w:rFonts w:hint="cs"/>
          <w:rtl/>
        </w:rPr>
        <w:t>ی</w:t>
      </w:r>
      <w:r w:rsidRPr="00580BCA">
        <w:rPr>
          <w:rFonts w:hint="eastAsia"/>
          <w:rtl/>
        </w:rPr>
        <w:t>کم</w:t>
      </w:r>
      <w:r w:rsidRPr="00580BCA">
        <w:rPr>
          <w:rtl/>
        </w:rPr>
        <w:t xml:space="preserve"> و رحمة اللَّ</w:t>
      </w:r>
      <w:r w:rsidRPr="00580BCA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580BCA" w:rsidRDefault="00580BCA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134" w:name="_Toc493163757"/>
      <w:r>
        <w:rPr>
          <w:rFonts w:hint="eastAsia"/>
          <w:rtl/>
          <w:lang w:bidi="ur-PK"/>
        </w:rPr>
        <w:t>زکوات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34"/>
      <w:r>
        <w:rPr>
          <w:rtl/>
          <w:lang w:bidi="ur-PK"/>
        </w:rPr>
        <w:t xml:space="preserve"> </w:t>
      </w:r>
    </w:p>
    <w:p w:rsidR="00B56CAE" w:rsidRPr="00580BCA" w:rsidRDefault="00B56CAE" w:rsidP="00580BCA">
      <w:pPr>
        <w:pStyle w:val="libArabic"/>
        <w:rPr>
          <w:rtl/>
        </w:rPr>
      </w:pPr>
      <w:r w:rsidRPr="00580BCA">
        <w:rPr>
          <w:rFonts w:hint="cs"/>
          <w:rtl/>
        </w:rPr>
        <w:t>أَعُوذُ</w:t>
      </w:r>
      <w:r w:rsidRPr="00580BCA">
        <w:rPr>
          <w:rtl/>
        </w:rPr>
        <w:t xml:space="preserve"> بِالل</w:t>
      </w:r>
      <w:r w:rsidRPr="00580BCA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lastRenderedPageBreak/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</w:t>
      </w:r>
      <w:r w:rsidRPr="00C02DA6">
        <w:rPr>
          <w:rStyle w:val="libArabicChar"/>
          <w:rtl/>
        </w:rPr>
        <w:t xml:space="preserve">ُحَمَّدٍ </w:t>
      </w:r>
      <w:r w:rsidRPr="00C02DA6">
        <w:rPr>
          <w:rStyle w:val="libArabicChar"/>
          <w:rFonts w:hint="cs"/>
          <w:rtl/>
        </w:rPr>
        <w:t>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خُذ</w:t>
      </w:r>
      <w:r w:rsidR="00B56CAE" w:rsidRPr="00580BCA">
        <w:rPr>
          <w:rStyle w:val="libAieChar"/>
          <w:rFonts w:hint="cs"/>
          <w:rtl/>
        </w:rPr>
        <w:t>ْ</w:t>
      </w:r>
      <w:r w:rsidR="00B56CAE" w:rsidRPr="00580BCA">
        <w:rPr>
          <w:rStyle w:val="libAieChar"/>
          <w:rtl/>
        </w:rPr>
        <w:t xml:space="preserve"> مِن</w:t>
      </w:r>
      <w:r w:rsidR="00B56CAE" w:rsidRPr="00580BCA">
        <w:rPr>
          <w:rStyle w:val="libAieChar"/>
          <w:rFonts w:hint="cs"/>
          <w:rtl/>
        </w:rPr>
        <w:t>ْ أَمْوالِهِمْ صَدَقَةً تُطَهِّرُهُمْ وَ تُزَكِّيهِمْ بِها وَ صَلِ‏ عَلَيْهِمْ إِنَّ صَلاتَكَ سَكَنٌ لَهُمْ وَ اللَّهُ سَميعٌ عَليم‏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(266)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کو نقل کرنا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5" w:name="_Toc493163758"/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</w:t>
      </w:r>
      <w:bookmarkEnd w:id="13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ہوا مکمل ظابطہ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ہے، 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شعبوں اور ضرو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کو درپ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تمام مسائل کا حل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مسئلہ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</w:t>
      </w:r>
      <w:r>
        <w:rPr>
          <w:rtl/>
          <w:lang w:bidi="ur-PK"/>
        </w:rPr>
        <w:t xml:space="preserve"> کا ہوتا ہے۔اور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شت</w:t>
      </w:r>
      <w:r>
        <w:rPr>
          <w:rtl/>
          <w:lang w:bidi="ur-PK"/>
        </w:rPr>
        <w:t xml:space="preserve"> اور اقتصاد کا اہم نکتہ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ہوتا ہے کہ معاشرے 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نہ ہونے پائے۔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 مختلف طبقات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طبقہ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کا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طبقہ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کا ہو، اور ان دونوں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اختلافات ہوں، تن</w:t>
      </w:r>
      <w:r>
        <w:rPr>
          <w:rFonts w:hint="eastAsia"/>
          <w:rtl/>
          <w:lang w:bidi="ur-PK"/>
        </w:rPr>
        <w:t>ازعات</w:t>
      </w:r>
      <w:r>
        <w:rPr>
          <w:rtl/>
          <w:lang w:bidi="ur-PK"/>
        </w:rPr>
        <w:t xml:space="preserve"> ہوں،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روز بروز وہ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تر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ہوتے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اس طرح کا فاصلہ بڑہے گا اگر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کے  طبقات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معاشرہ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 سکتا،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 سکتا جو افراد کے مسائل کو حل نہ کر سکے۔ اگر انسان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قبول کرتا ہے، اگر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کا حل ہے، چاہے وہ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ہوں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مسائ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ہوں، اسلام نے اس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آزاد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قائل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جس کے پاس جو مال ہے وہ اس کا اپنا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 سے وہ مال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لے، </w:t>
      </w:r>
      <w:r>
        <w:rPr>
          <w:rFonts w:hint="eastAsia"/>
          <w:rtl/>
          <w:lang w:bidi="ur-PK"/>
        </w:rPr>
        <w:t>غصب</w:t>
      </w:r>
      <w:r>
        <w:rPr>
          <w:rtl/>
          <w:lang w:bidi="ur-PK"/>
        </w:rPr>
        <w:t xml:space="preserve"> کر لے، اس پر قبضہ کر لے، دوسروں کا مال محترم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کہ اس کا مال اس سے لے لے۔ البتہ اسلام معاشرے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معاشرہ کو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معاشرہ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ثروت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چاہتا ہے، اسلام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دولت اور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طبقہ کا ہو کر نہ رہ جائے، 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تمام وسائل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گروہ قبضہ کرلے اور دوسرے انسان اس سے محروم رہ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پاس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وسائل کا فائدہ پہنچنا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eastAsia"/>
          <w:rtl/>
          <w:lang w:bidi="ur-PK"/>
        </w:rPr>
        <w:t>ائدہ</w:t>
      </w:r>
      <w:r>
        <w:rPr>
          <w:rtl/>
          <w:lang w:bidi="ur-PK"/>
        </w:rPr>
        <w:t xml:space="preserve"> ملنا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لہذا اسلام نے اس حوالے سے مختلف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والوں کو تشو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اپنے </w:t>
      </w:r>
      <w:r>
        <w:rPr>
          <w:rtl/>
          <w:lang w:bidi="ur-PK"/>
        </w:rPr>
        <w:lastRenderedPageBreak/>
        <w:t>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مسائل کو حل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اکردار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مخارج اور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خمس اور زکوات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زکوات</w:t>
      </w:r>
      <w:r>
        <w:rPr>
          <w:rtl/>
          <w:lang w:bidi="ur-PK"/>
        </w:rPr>
        <w:t xml:space="preserve"> معاشرے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کو ختم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خالق کائنات نے کتنا بڑا فضل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تم دوسرے انسانوں کو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کرو،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کرو، دوسرے کو مسائل کو حل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شمار کرے گا، اور تمہارا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عمل خ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بنے گا،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پروردگار کو،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کو محدود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اذکار کے ساتھ مخصوص رسومات کے ساتھ،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بلکہ ہر وہ عمل جس کا حکم خدا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چاہے وہ عبادت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تعلق خدا سے ہو ، چاہے معاملات ہوں جس کا تعلق انس</w:t>
      </w:r>
      <w:r>
        <w:rPr>
          <w:rFonts w:hint="eastAsia"/>
          <w:rtl/>
          <w:lang w:bidi="ur-PK"/>
        </w:rPr>
        <w:t>انوں</w:t>
      </w:r>
      <w:r>
        <w:rPr>
          <w:rtl/>
          <w:lang w:bidi="ur-PK"/>
        </w:rPr>
        <w:t xml:space="preserve"> سے ہو، معاشرہ سے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کے تمام عبادت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تمام کے تمام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6" w:name="_Toc493163759"/>
      <w:r>
        <w:rPr>
          <w:rFonts w:hint="eastAsia"/>
          <w:rtl/>
          <w:lang w:bidi="ur-PK"/>
        </w:rPr>
        <w:t>صدقہ</w:t>
      </w:r>
      <w:r>
        <w:rPr>
          <w:rtl/>
          <w:lang w:bidi="ur-PK"/>
        </w:rPr>
        <w:t xml:space="preserve"> سے مراد</w:t>
      </w:r>
      <w:bookmarkEnd w:id="13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خذ من۔۔ان کے مال سے صدقہ لو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صدقات سے مراد فقط مستحب صدقہ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  ۔  </w:t>
      </w:r>
      <w:r w:rsidRPr="007F6071">
        <w:rPr>
          <w:rStyle w:val="libFootnotenumChar"/>
          <w:rtl/>
        </w:rPr>
        <w:t>(267)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اگرچہ قرآن نے لفظ صدقہ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اس سے مراد زکوات ہے، خذ من اموال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صدق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، ان کے مال سے زکوات لو،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لو؟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ہوگا؟ تط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ر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ب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بنائے گا، 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ہےلوگوں کے دلوں کو پاک کرنے کا سبب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زکو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>۔ و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بھا؛ اور اس زکوات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 کے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آئے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آثار زکوات کو اگر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 نے زکوات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واجب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اس کے اثرات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معاشرے پر؟تو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خود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7" w:name="_Toc493163760"/>
      <w:r>
        <w:rPr>
          <w:rFonts w:hint="eastAsia"/>
          <w:rtl/>
          <w:lang w:bidi="ur-PK"/>
        </w:rPr>
        <w:t>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علاج</w:t>
      </w:r>
      <w:bookmarkEnd w:id="13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انسان کے اندر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مال کو جمع کرنا چاہتا ہے،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580BCA">
        <w:rPr>
          <w:rStyle w:val="libAieChar"/>
          <w:rtl/>
        </w:rPr>
        <w:t xml:space="preserve">وَ </w:t>
      </w:r>
      <w:r w:rsidR="00B56CAE" w:rsidRPr="00580BCA">
        <w:rPr>
          <w:rStyle w:val="libAieChar"/>
          <w:rFonts w:hint="cs"/>
          <w:rtl/>
        </w:rPr>
        <w:t>إِنَّهُ لِحُبِّ الْخَيْرِ لَشَديد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(268)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کمانا اور جمع کرنا چاہتا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مسئلہ ہے، اور اگر مال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کمانے کےبعد، حاصل کرنے کے بعد، درآمد کے بعد اسے مناسب طور پر خرچ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اس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بخل کا </w:t>
      </w:r>
      <w:r>
        <w:rPr>
          <w:rtl/>
          <w:lang w:bidi="ur-PK"/>
        </w:rPr>
        <w:lastRenderedPageBreak/>
        <w:t>مظاہرہ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</w:t>
      </w:r>
      <w:r>
        <w:rPr>
          <w:rFonts w:hint="eastAsia"/>
          <w:rtl/>
          <w:lang w:bidi="ur-PK"/>
        </w:rPr>
        <w:t>ائے،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اپنے اور اپنے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رکھتا، دوسروں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 سوچتا ہے، خدا کے حوالہ سے سوئے ظن کرتا ہے، خدا پر توکل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پاتا،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بخل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حکم دے رہا ہے کہ خرچ کرو اگر انسان اپنے اس خواہش پر غالب آتے ہوئے خرچ کرنے لگے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آہستہ آہستہ ختم ہو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کا نفس پاک اور صاف ہو جائے گا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سے،وہ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 ہے وہ اساس سے ختم ہو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سے افرا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افراد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بخل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خود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ارشاد فرما رہا ہے کہ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580BCA" w:rsidRPr="00580BCA">
        <w:rPr>
          <w:rStyle w:val="libAlaemChar"/>
          <w:rFonts w:hint="cs"/>
          <w:rtl/>
        </w:rPr>
        <w:t>(</w:t>
      </w:r>
      <w:r w:rsidR="00580BCA">
        <w:rPr>
          <w:rFonts w:hint="cs"/>
          <w:rtl/>
          <w:lang w:bidi="ur-PK"/>
        </w:rPr>
        <w:t xml:space="preserve"> </w:t>
      </w:r>
      <w:r w:rsidRPr="00580BCA">
        <w:rPr>
          <w:rStyle w:val="libAieChar"/>
          <w:rtl/>
        </w:rPr>
        <w:t>وَ مَن</w:t>
      </w:r>
      <w:r w:rsidRPr="00580BCA">
        <w:rPr>
          <w:rStyle w:val="libAieChar"/>
          <w:rFonts w:hint="cs"/>
          <w:rtl/>
        </w:rPr>
        <w:t>ْ يُوقَ‏ شُحَّ نَفْسِهِ فَأُولئِكَ هُمُ الْمُفْلِحُ</w:t>
      </w:r>
      <w:r w:rsidRPr="00580BCA">
        <w:rPr>
          <w:rStyle w:val="libAieChar"/>
          <w:rtl/>
        </w:rPr>
        <w:t>ون</w:t>
      </w:r>
      <w:r w:rsidRPr="00580BCA">
        <w:rPr>
          <w:rStyle w:val="libAieChar"/>
          <w:rFonts w:hint="cs"/>
          <w:rtl/>
        </w:rPr>
        <w:t>‏</w:t>
      </w:r>
      <w:r w:rsidRPr="0029475F">
        <w:rPr>
          <w:rFonts w:hint="cs"/>
          <w:rtl/>
        </w:rPr>
        <w:t xml:space="preserve"> </w:t>
      </w:r>
      <w:r w:rsidR="00580BCA" w:rsidRPr="00580BC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(269)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کے حرص، طمع اور لالچ سے بچ جائے ، بخل اور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 جائے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ہونے والا ہے۔ اور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نفس پر غالب آنا ہے، اللہ کے حکم پر مال خرچ کرنا خواہشات کو دبا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ان سے افراد کا اخلاق بہتر سے بہتر بنتا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پرارشاد فرما رہا ہے کہ</w:t>
      </w:r>
    </w:p>
    <w:p w:rsidR="00B56CAE" w:rsidRDefault="00580BCA" w:rsidP="007F6071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قَد</w:t>
      </w:r>
      <w:r w:rsidR="00B56CAE" w:rsidRPr="00580BCA">
        <w:rPr>
          <w:rStyle w:val="libAieChar"/>
          <w:rFonts w:hint="cs"/>
          <w:rtl/>
        </w:rPr>
        <w:t>ْ</w:t>
      </w:r>
      <w:r w:rsidR="00B56CAE" w:rsidRPr="00580BCA">
        <w:rPr>
          <w:rStyle w:val="libAieChar"/>
          <w:rtl/>
        </w:rPr>
        <w:t xml:space="preserve"> </w:t>
      </w:r>
      <w:r w:rsidR="00B56CAE" w:rsidRPr="00580BCA">
        <w:rPr>
          <w:rStyle w:val="libAieChar"/>
          <w:rFonts w:hint="cs"/>
          <w:rtl/>
        </w:rPr>
        <w:t>أَفْلَحَ مَنْ تَزَكَّى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(270)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ہے مومن وہ انسان جو زکوات کو ادا کرتا ہے، اپنے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واجبات کو ادا کرتاہے، جو جو اس کے مال کے اوپر دوسروں کا حق ہے ان کو ادا کرتاہے،چاہے وہ سائل ہے چاہے وہ محروم ہے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خالق کائنات ان کے اموال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 اس حق کو ادا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زکوات کو ادا کرنااخلاق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انسان کو بچا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ہے،حب مال سے،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سے، بخل اور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انسان کو نجات عطا کرتا ہے۔اور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بنتا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ہمارا تو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خدا ہے، جب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حکم اس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کچھ حصہ خرچ کرو ، جب اس کے مال کا کچھ حصہ اس کے حکم کے مطابق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وہ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برکت عطا کرتا ہے 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لَئِن</w:t>
      </w:r>
      <w:r w:rsidR="00B56CAE" w:rsidRPr="00580BCA">
        <w:rPr>
          <w:rStyle w:val="libAieChar"/>
          <w:rFonts w:hint="cs"/>
          <w:rtl/>
        </w:rPr>
        <w:t>ْ</w:t>
      </w:r>
      <w:r w:rsidR="00B56CAE" w:rsidRPr="00580BCA">
        <w:rPr>
          <w:rStyle w:val="libAieChar"/>
          <w:rtl/>
        </w:rPr>
        <w:t xml:space="preserve"> شَ</w:t>
      </w:r>
      <w:r w:rsidR="00B56CAE" w:rsidRPr="00580BCA">
        <w:rPr>
          <w:rStyle w:val="libAieChar"/>
          <w:rFonts w:hint="cs"/>
          <w:rtl/>
        </w:rPr>
        <w:t>كَرْتُمْ لَأَزيدَنَّكُم‏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(271)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اگر تم شکر کرو گے، مال کا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کروگے، نعمت کو درست استعمال کرو گے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بنے گا، اس نعمت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اس نعمت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عطا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فرمائے 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8" w:name="_Toc493163761"/>
      <w:r>
        <w:rPr>
          <w:rFonts w:hint="eastAsia"/>
          <w:rtl/>
          <w:lang w:bidi="ur-PK"/>
        </w:rPr>
        <w:t>رزق</w:t>
      </w:r>
      <w:r>
        <w:rPr>
          <w:rtl/>
          <w:lang w:bidi="ur-PK"/>
        </w:rPr>
        <w:t xml:space="preserve">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</w:t>
      </w:r>
      <w:bookmarkEnd w:id="13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زکوات کو ادا کرنا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ادا کرنا رزق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ہے، خدا اور برکت عطا فرمائے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کے نام پر اس کے مال کو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غلط فہم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اگر تم نے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اللہ کے حکم پر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جائوگے،</w:t>
      </w:r>
    </w:p>
    <w:p w:rsidR="00B56CAE" w:rsidRDefault="00580BCA" w:rsidP="00B56CAE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الشَّ</w:t>
      </w:r>
      <w:r w:rsidR="00B56CAE" w:rsidRPr="00580BCA">
        <w:rPr>
          <w:rStyle w:val="libAieChar"/>
          <w:rFonts w:hint="cs"/>
          <w:rtl/>
        </w:rPr>
        <w:t>يْطانُ</w:t>
      </w:r>
      <w:r w:rsidR="00B56CAE" w:rsidRPr="00580BCA">
        <w:rPr>
          <w:rStyle w:val="libAieChar"/>
          <w:rtl/>
        </w:rPr>
        <w:t xml:space="preserve"> </w:t>
      </w:r>
      <w:r w:rsidR="00B56CAE" w:rsidRPr="00580BCA">
        <w:rPr>
          <w:rStyle w:val="libAieChar"/>
          <w:rFonts w:hint="cs"/>
          <w:rtl/>
        </w:rPr>
        <w:t>يَعِدُكُمُ‏ الْفَقْرَ وَ يَأْمُرُكُمْ بِالْفَحْشاءِ وَاللَّهُ يَعِدُكُمْ مَغْفِرَةً مِنْهُ وَ فَضْلاً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(272)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ڈراتا ہے غربت سے،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کروگے دوسروں کو دوگے تمہارا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ہوگا، تم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 جائوگے، تم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 جائوگے،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دوسروں کے آگے ہاتھ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لانا</w:t>
      </w:r>
      <w:r>
        <w:rPr>
          <w:rtl/>
          <w:lang w:bidi="ur-PK"/>
        </w:rPr>
        <w:t xml:space="preserve"> پڑے گا، اس طرح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انسان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جب حرام کا مورد  آتا ہے،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خرچ کرنا پڑتا ہے تو آ کر انسان کو بھڑکاتا ہے، اکساتا ہے کہ خرچ کرو۔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بچنے والا تو ہے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متاع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آنے اور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اگر ہم نے اسے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اگر ہم نے اسے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استعمال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گناہوں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ہو جائے گا، بجائے برکت کے ہمارے نقصان اور خسارہ کا سبب بنے گا،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پائے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آخرت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 ہو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پر۔ 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تجربہ ہے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خرچ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اسے گناہوں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کرنا پڑہتا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تو خرچ کرنا ہے، اگر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پر خرچ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انسان کو بہکا کر غلط راہوں پر خرچ کرا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پھر وہاں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کہتا کہ اب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 جائوگے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ہوجائوگے، وہاں پھر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دوسرے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کار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زکوات انسان کے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اصلا زکوات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نمو آئے، رشد آئے، نشونما ہو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ہو۔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خود ارشاد فرما رہا ہے کہ </w:t>
      </w:r>
      <w:r w:rsidRPr="00580BCA">
        <w:rPr>
          <w:rStyle w:val="libArabicChar"/>
          <w:rtl/>
        </w:rPr>
        <w:t xml:space="preserve">وَ </w:t>
      </w:r>
      <w:r w:rsidRPr="00580BCA">
        <w:rPr>
          <w:rStyle w:val="libArabicChar"/>
          <w:rFonts w:hint="cs"/>
          <w:rtl/>
        </w:rPr>
        <w:t>يَأْخُذُ الصَّدَقات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(273)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صدقات اور جو مال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کرتے ہو وہ سب کے سب اللہ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سمجھنا تم جو مال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دے رہے ہو جس کے ہاتھ پر رکھ رہو ہے اس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رہا ہے،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ہاتھ سے پہلے اللہ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رہا ہے اور وہ قبول کرنے </w:t>
      </w:r>
      <w:r>
        <w:rPr>
          <w:rFonts w:hint="eastAsia"/>
          <w:rtl/>
          <w:lang w:bidi="ur-PK"/>
        </w:rPr>
        <w:t>والا</w:t>
      </w:r>
      <w:r>
        <w:rPr>
          <w:rtl/>
          <w:lang w:bidi="ur-PK"/>
        </w:rPr>
        <w:t xml:space="preserve"> ہے وہ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ہے صدقات کو،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اخذ</w:t>
      </w:r>
      <w:r>
        <w:rPr>
          <w:rtl/>
          <w:lang w:bidi="ur-PK"/>
        </w:rPr>
        <w:t xml:space="preserve"> الصدقات؛ قرآن بلکل واضح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 رہا ہے تم جو سمجھتے ہو کہ سود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تمہارے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ہوگا،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تمہارے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 جا 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خدا ربا اور سود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کو خت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صدقات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عطا فرماتا ہے،</w:t>
      </w:r>
    </w:p>
    <w:p w:rsidR="00B56CAE" w:rsidRDefault="00580BCA" w:rsidP="007F6071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lastRenderedPageBreak/>
        <w:t>(</w:t>
      </w:r>
      <w:r w:rsidR="00B56CAE" w:rsidRPr="00580BCA">
        <w:rPr>
          <w:rStyle w:val="libAieChar"/>
          <w:rFonts w:hint="cs"/>
          <w:rtl/>
        </w:rPr>
        <w:t>يَمْحَقُ‏</w:t>
      </w:r>
      <w:r w:rsidR="00B56CAE" w:rsidRPr="00580BCA">
        <w:rPr>
          <w:rStyle w:val="libAieChar"/>
          <w:rtl/>
        </w:rPr>
        <w:t xml:space="preserve"> اللَّ</w:t>
      </w:r>
      <w:r w:rsidR="00B56CAE" w:rsidRPr="00580BCA">
        <w:rPr>
          <w:rStyle w:val="libAieChar"/>
          <w:rFonts w:hint="cs"/>
          <w:rtl/>
        </w:rPr>
        <w:t>هُ الرِّبا وَ يُرْبِي الصَّدَقات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(274)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ربا کو بے اثر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بے فائدہ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سے برکت کو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صدقات اور جو مال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اللہ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عطا کرتاہے۔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39" w:name="_Toc493163762"/>
      <w:r>
        <w:rPr>
          <w:rFonts w:hint="eastAsia"/>
          <w:rtl/>
          <w:lang w:bidi="ur-PK"/>
        </w:rPr>
        <w:t>مال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</w:t>
      </w:r>
      <w:bookmarkEnd w:id="13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خداوند متعال چاہتا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فائدہ پہنچائے۔ اور خاص طور پر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کے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ادا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مال کا جتنا حق اسلام نے رکھا ہے، خدا نے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اگر انسان اس کو ادا کرے ، اس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کا سبب بن جاتا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مال اب محفوظ رہے گا، اس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دوسر ے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حلال، پاک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مال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مال کا خدا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ادا کرے گاتو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ضامن ہوں کہ اس کا مال چاہے 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ہو، چاہے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اس کا مال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 </w:t>
      </w:r>
      <w:r w:rsidRPr="007F6071">
        <w:rPr>
          <w:rStyle w:val="libFootnotenumChar"/>
          <w:rtl/>
        </w:rPr>
        <w:t>(275)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مال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پہنچائے گا،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جو مال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وہ مال دوسرے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اور حفاظت کا سبب بن جاتا ہے۔ اس سے دوسرا مال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محفوظ بن جاتا ہے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نے اپنے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انشورنس کرا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مال کو، اب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آفت اس کو نقصان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 کا فرمان ہے کہ جو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ادا کرے گا ہم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580BCA">
        <w:rPr>
          <w:rStyle w:val="libArabicChar"/>
          <w:rtl/>
        </w:rPr>
        <w:t xml:space="preserve"> حصنوا اموالکم بالزکا</w:t>
      </w:r>
      <w:r w:rsidR="007F6071" w:rsidRPr="007F6071">
        <w:rPr>
          <w:rStyle w:val="libArabicChar"/>
          <w:rFonts w:hint="cs"/>
          <w:rtl/>
        </w:rPr>
        <w:t>ة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اپنے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کرو، زکوات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سے۔ </w:t>
      </w:r>
      <w:r w:rsidRPr="007F6071">
        <w:rPr>
          <w:rStyle w:val="libFootnotenumChar"/>
          <w:rtl/>
        </w:rPr>
        <w:t>(276)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کا حق ادا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ادا کرنا دوسرے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کا سبب بن جائے گا،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فائدے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بن جائےگا، معاشرہ کے اندر طبقات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ختم ہوجائے،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غربت کا خاتمہ ہو، زکوات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غربت کا خاتمہ ہو </w:t>
      </w:r>
      <w:r>
        <w:rPr>
          <w:rFonts w:hint="eastAsia"/>
          <w:rtl/>
          <w:lang w:bidi="ur-PK"/>
        </w:rPr>
        <w:t>گا،</w:t>
      </w:r>
      <w:r>
        <w:rPr>
          <w:rtl/>
          <w:lang w:bidi="ur-PK"/>
        </w:rPr>
        <w:t xml:space="preserve"> اتحاد ہو، وحدت ہو، امت مسلمہ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مربوط رہے،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مسائل کو حل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اس وقت تک بھوکا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 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اپنا حق ادا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کرتے۔ </w:t>
      </w:r>
      <w:r w:rsidRPr="007F6071">
        <w:rPr>
          <w:rStyle w:val="libFootnotenumChar"/>
          <w:rtl/>
        </w:rPr>
        <w:t>(277)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کا عمل دخل ہوتا ہے، وہ اگر اپنے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  نے اس کو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خدا نے جو وسائل بنائے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اپنے ارادے اور </w:t>
      </w:r>
      <w:r>
        <w:rPr>
          <w:rtl/>
          <w:lang w:bidi="ur-PK"/>
        </w:rPr>
        <w:lastRenderedPageBreak/>
        <w:t>آزاد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غلط استفادہ </w:t>
      </w:r>
      <w:r>
        <w:rPr>
          <w:rFonts w:hint="eastAsia"/>
          <w:rtl/>
          <w:lang w:bidi="ur-PK"/>
        </w:rPr>
        <w:t>کرتے</w:t>
      </w:r>
      <w:r>
        <w:rPr>
          <w:rtl/>
          <w:lang w:bidi="ur-PK"/>
        </w:rPr>
        <w:t xml:space="preserve"> ہوئے وسائل کو اپنے قبضہ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دوسرے انسانوں کو محروم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زکوات ہے جو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کے فرمان کا حوالہ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آپ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580BCA">
        <w:rPr>
          <w:rStyle w:val="libArabicChar"/>
          <w:rtl/>
        </w:rPr>
        <w:t xml:space="preserve"> الل</w:t>
      </w:r>
      <w:r w:rsidRPr="00580BCA">
        <w:rPr>
          <w:rStyle w:val="libArabicChar"/>
          <w:rFonts w:hint="cs"/>
          <w:rtl/>
        </w:rPr>
        <w:t>ه الله فی</w:t>
      </w:r>
      <w:r w:rsidRPr="00580BCA">
        <w:rPr>
          <w:rStyle w:val="libArabicChar"/>
          <w:rtl/>
        </w:rPr>
        <w:t xml:space="preserve"> الزکا</w:t>
      </w:r>
      <w:r w:rsidR="007F6071" w:rsidRPr="007F6071">
        <w:rPr>
          <w:rStyle w:val="libArabicChar"/>
          <w:rFonts w:hint="cs"/>
          <w:rtl/>
        </w:rPr>
        <w:t>ة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(278)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سے ڈرو، خدا سے ڈرو زکوات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زکوات کو اد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زکوات کو ادا کرنا رحمان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سے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ہوجاتا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گناہوں کا کفارہ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 کرنے سے،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خود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حل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ہم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خد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کرتا ہے جو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معاف  کرتا ہے جو دوسروں کو معاف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سنتا ہے جو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آداب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0" w:name="_Toc493163763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اکرم(صلعم)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4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فائدہ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زکوات رسوک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سبب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 رہا ہے کہ اے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ان کے مال سے زکوات لو، اس زکوات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کو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بنائو، ان کو برکت عطا کرو، و صل عل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م؛</w:t>
      </w:r>
      <w:r>
        <w:rPr>
          <w:rtl/>
          <w:lang w:bidi="ur-PK"/>
        </w:rPr>
        <w:t xml:space="preserve"> زکوات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ہوگا کہ ان صلاتک سکن لھم،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انسانوں کو </w:t>
      </w:r>
      <w:r>
        <w:rPr>
          <w:rFonts w:hint="eastAsia"/>
          <w:rtl/>
          <w:lang w:bidi="ur-PK"/>
        </w:rPr>
        <w:t>سکون</w:t>
      </w:r>
      <w:r>
        <w:rPr>
          <w:rtl/>
          <w:lang w:bidi="ur-PK"/>
        </w:rPr>
        <w:t xml:space="preserve"> عطا ہوگا،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عطا ہوگا، دل مطمئن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مطمئن رہے گا،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نان،</w:t>
      </w:r>
      <w:r>
        <w:rPr>
          <w:rtl/>
          <w:lang w:bidi="ur-PK"/>
        </w:rPr>
        <w:t xml:space="preserve"> سکون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 سے بڑا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انسان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 کہ سکون حاصل کرے،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ان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اور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ہو،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سکون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ہوتا ہے۔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سن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رہا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 کہ کون اس کے فرمان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کرتے ہوئے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کون ہے جو نقطہ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ہے، خدا کے خلاف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ہے، خدا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کتنے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کرت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آخر ہم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بھول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دعا ہے جو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ارشاد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زکوات کے مصارف اگر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کا سبب ہے، اور دشمنوں کو اپنے طرف مائل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 زکوات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زکوات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قلوب ہو، اگر اس </w:t>
      </w:r>
      <w:r>
        <w:rPr>
          <w:rFonts w:hint="eastAsia"/>
          <w:rtl/>
          <w:lang w:bidi="ur-PK"/>
        </w:rPr>
        <w:t>زکوات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سے ہم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کو نرم کر کے ان کو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جلب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طرف لا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اس سے دشمنوں کو دوست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ہے،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اور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جتنے مسائل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ک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کو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ہے،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زکوات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مصرف وہ ہے جو انسان کے فائدہ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بنے، چاہے وہ روڈوں کا بننا ہو، چاہے ہسپتالوں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ہو، چاہے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مراکز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ہو،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فوائد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ان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زکوات کو استعمال کرکے ان کو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ہے۔ 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پورا سسٹم ہے، نظام ہے  جو خالق کائنات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اس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آخرت کو آباد کرسکتا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کرسکتا ہے، معاشرہ کے مسائل کو حل کرسکت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خدا کے ہاں مقام حاصل کرسکتا ہے، اپنے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حاصل کرسکتا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حکم ہے جو رسول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رہے کہ وصل عل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م؛</w:t>
      </w:r>
      <w:r>
        <w:rPr>
          <w:rtl/>
          <w:lang w:bidi="ur-PK"/>
        </w:rPr>
        <w:t xml:space="preserve"> زکوات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دلجوئ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رسول ا</w:t>
      </w:r>
      <w:r>
        <w:rPr>
          <w:rFonts w:hint="eastAsia"/>
          <w:rtl/>
          <w:lang w:bidi="ur-PK"/>
        </w:rPr>
        <w:t>للہ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خاص طور پر جب انسان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ادا کرتا ہے تو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ان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کرتا ہے،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خود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کہہ رہاے کہ و صل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نکلے گا کہ پھر ان کا دل م</w:t>
      </w:r>
      <w:r>
        <w:rPr>
          <w:rFonts w:hint="eastAsia"/>
          <w:rtl/>
          <w:lang w:bidi="ur-PK"/>
        </w:rPr>
        <w:t>طمئن</w:t>
      </w:r>
      <w:r>
        <w:rPr>
          <w:rtl/>
          <w:lang w:bidi="ur-PK"/>
        </w:rPr>
        <w:t xml:space="preserve"> رہے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ہونگے، ڈپر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شن،</w:t>
      </w:r>
      <w:r>
        <w:rPr>
          <w:rtl/>
          <w:lang w:bidi="ur-PK"/>
        </w:rPr>
        <w:t xml:space="preserve"> اضطراب اور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نشن</w:t>
      </w:r>
      <w:r>
        <w:rPr>
          <w:rtl/>
          <w:lang w:bidi="ur-PK"/>
        </w:rPr>
        <w:t xml:space="preserve"> کا شکار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ان کے دل مطمئن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ان کا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مطمئن رہے گا کہ انہوں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امانات کو ان کے حقداروں کے سپرد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جتنے سارے خدا کے واجبات تھے وہ ادا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آخرت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کو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اور اس کو رذائل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بہت سارے فوائد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رسول اللہ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کہ ان سے زکوات لے کر 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پاک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بنائو، ان کو برکت عطا کرو، اور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مانگو، اور رسول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کو سکون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ہم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سکون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فرمائے جو کہ اوامر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</w:t>
      </w:r>
      <w:r>
        <w:rPr>
          <w:rFonts w:hint="eastAsia"/>
          <w:rtl/>
          <w:lang w:bidi="ur-PK"/>
        </w:rPr>
        <w:t>ورت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حاصل ہو سکتا ہے۔خدا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دے کہ ہم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آئمہ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ہوسک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Pr="00580BCA" w:rsidRDefault="00B56CAE" w:rsidP="00580BCA">
      <w:pPr>
        <w:pStyle w:val="libArabic"/>
        <w:rPr>
          <w:rtl/>
        </w:rPr>
      </w:pPr>
      <w:r w:rsidRPr="00580BCA">
        <w:rPr>
          <w:rFonts w:hint="eastAsia"/>
          <w:rtl/>
        </w:rPr>
        <w:t>والسلام</w:t>
      </w:r>
      <w:r w:rsidRPr="00580BCA">
        <w:rPr>
          <w:rtl/>
        </w:rPr>
        <w:t xml:space="preserve"> عل</w:t>
      </w:r>
      <w:r w:rsidRPr="00580BCA">
        <w:rPr>
          <w:rFonts w:hint="cs"/>
          <w:rtl/>
        </w:rPr>
        <w:t>ی</w:t>
      </w:r>
      <w:r w:rsidRPr="00580BCA">
        <w:rPr>
          <w:rFonts w:hint="eastAsia"/>
          <w:rtl/>
        </w:rPr>
        <w:t>کم</w:t>
      </w:r>
      <w:r w:rsidRPr="00580BCA">
        <w:rPr>
          <w:rtl/>
        </w:rPr>
        <w:t xml:space="preserve"> و رحمة اللَّ</w:t>
      </w:r>
      <w:r w:rsidRPr="00580BCA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1" w:name="_Toc493163764"/>
      <w:r>
        <w:rPr>
          <w:rFonts w:hint="eastAsia"/>
          <w:rtl/>
          <w:lang w:bidi="ur-PK"/>
        </w:rPr>
        <w:t>شرح</w:t>
      </w:r>
      <w:r>
        <w:rPr>
          <w:rtl/>
          <w:lang w:bidi="ur-PK"/>
        </w:rPr>
        <w:t xml:space="preserve">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41"/>
      <w:r>
        <w:rPr>
          <w:rtl/>
          <w:lang w:bidi="ur-PK"/>
        </w:rPr>
        <w:t xml:space="preserve"> </w:t>
      </w:r>
    </w:p>
    <w:p w:rsidR="00B56CAE" w:rsidRPr="00580BCA" w:rsidRDefault="00B56CAE" w:rsidP="00580BCA">
      <w:pPr>
        <w:pStyle w:val="libArabic"/>
        <w:rPr>
          <w:rtl/>
        </w:rPr>
      </w:pPr>
      <w:r w:rsidRPr="00580BCA">
        <w:rPr>
          <w:rFonts w:hint="cs"/>
          <w:rtl/>
        </w:rPr>
        <w:t>أَعُوذُ</w:t>
      </w:r>
      <w:r w:rsidRPr="00580BCA">
        <w:rPr>
          <w:rtl/>
        </w:rPr>
        <w:t xml:space="preserve"> بِالل</w:t>
      </w:r>
      <w:r w:rsidRPr="00580BCA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lastRenderedPageBreak/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580BCA" w:rsidP="007F6071">
      <w:pPr>
        <w:pStyle w:val="libNormal"/>
        <w:rPr>
          <w:rtl/>
          <w:lang w:bidi="ur-PK"/>
        </w:rPr>
      </w:pPr>
      <w:r w:rsidRPr="00580BCA">
        <w:rPr>
          <w:rStyle w:val="libAlaemChar"/>
          <w:rFonts w:hint="cs"/>
          <w:rtl/>
        </w:rPr>
        <w:t>(</w:t>
      </w:r>
      <w:r w:rsidR="00B56CAE" w:rsidRPr="00580BCA">
        <w:rPr>
          <w:rStyle w:val="libAieChar"/>
          <w:rFonts w:hint="eastAsia"/>
          <w:rtl/>
        </w:rPr>
        <w:t>قالَ</w:t>
      </w:r>
      <w:r w:rsidR="00B56CAE" w:rsidRPr="00580BCA">
        <w:rPr>
          <w:rStyle w:val="libAieChar"/>
          <w:rtl/>
        </w:rPr>
        <w:t xml:space="preserve"> رَبِّ اش</w:t>
      </w:r>
      <w:r w:rsidR="00B56CAE" w:rsidRPr="00580BCA">
        <w:rPr>
          <w:rStyle w:val="libAieChar"/>
          <w:rFonts w:hint="cs"/>
          <w:rtl/>
        </w:rPr>
        <w:t>ْرَحْ‏ لي‏ صَدْري</w:t>
      </w:r>
      <w:r w:rsidR="00B56CAE" w:rsidRPr="0029475F">
        <w:rPr>
          <w:rFonts w:hint="cs"/>
          <w:rtl/>
        </w:rPr>
        <w:t xml:space="preserve"> </w:t>
      </w:r>
      <w:r w:rsidRPr="00580BCA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(279)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 شرح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کہ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کو جب خالق کائنات نے نبوت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رسالت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جائو فرعون کو جا کر ڈرائو،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دو، تو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بہت معروف اور مشہور دعا ہے، سورہ 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۲۵</w:t>
      </w:r>
      <w:r>
        <w:rPr>
          <w:rtl/>
          <w:lang w:bidi="ur-PK"/>
        </w:rPr>
        <w:t xml:space="preserve"> سے </w:t>
      </w:r>
      <w:r>
        <w:rPr>
          <w:rtl/>
          <w:lang w:bidi="fa-IR"/>
        </w:rPr>
        <w:t>۲۸</w:t>
      </w:r>
      <w:r>
        <w:rPr>
          <w:rtl/>
          <w:lang w:bidi="ur-PK"/>
        </w:rPr>
        <w:t xml:space="preserve"> تک،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رب اشرح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کشادہ کر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کو آسان بنا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گرہ کو کھول دے تا کہ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سمجھ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مقصد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امامت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نبوت کا استمرار ہے،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آئمہ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ہوتا ہے۔پھر جب وہ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افراد کا سامنا پڑہتا ہے، کچھ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قبول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اکثر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لاتے الٹا جھٹلاتے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تہمت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مخلتف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 کو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سے دستبردار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سکے، ان کو ان کے مقصد سے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پہلے مرحلہ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دوسرے مرحلہ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ماننے والوں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پر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کہتے ہوئے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کارندوں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قابل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ان سے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طرح کام 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لہذا 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کو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 نبوت سے،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راستہ سے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جاسکے،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انسان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امتحان شروع ہو جاتا ہے کہ اس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کتنا مضبوط ہے، وہ ان م</w:t>
      </w:r>
      <w:r>
        <w:rPr>
          <w:rFonts w:hint="eastAsia"/>
          <w:rtl/>
          <w:lang w:bidi="ur-PK"/>
        </w:rPr>
        <w:t>شکلات</w:t>
      </w:r>
      <w:r>
        <w:rPr>
          <w:rtl/>
          <w:lang w:bidi="ur-PK"/>
        </w:rPr>
        <w:t xml:space="preserve"> کا کتنا مقابلہ کر سکتا ہے،بہت اہم نکتہ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مقصد لے کر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اہم اس کا مقصد ہوا کرتا ہے، پھر اس کو تمام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برداشت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برداشت ہوں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2" w:name="_Toc493163765"/>
      <w:r>
        <w:rPr>
          <w:rFonts w:hint="eastAsia"/>
          <w:rtl/>
          <w:lang w:bidi="ur-PK"/>
        </w:rPr>
        <w:t>شرح</w:t>
      </w:r>
      <w:r>
        <w:rPr>
          <w:rtl/>
          <w:lang w:bidi="ur-PK"/>
        </w:rPr>
        <w:t xml:space="preserve">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bookmarkEnd w:id="14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پروردگار عالم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بنا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جائو دعوت دو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مقصد تھا، بہت مشکل مرحلہ تھا، آپ ذرہ تصور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عام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،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چوپان کو جسے فرعون غلام اور نوکر سمجھتا تھا اس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فرد جائے، فرعون کے سامنے کھڑا ہوجائے اور کہے کہ مجھ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آئو، آسان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کشادہ کر دے، اس مقصد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کشادہ کر دے، مجھے اتنا مضبوط دل عطا فرما،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حوصلہ اتنے بلند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ہر مشکل کا سامنا کر سکوں، اور ہر مشکل کو برداشت کر سکوں،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قدم ڈگمگانے نہ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ں،مجھ</w:t>
      </w:r>
      <w:r>
        <w:rPr>
          <w:rtl/>
          <w:lang w:bidi="ur-PK"/>
        </w:rPr>
        <w:t xml:space="preserve"> پر ان کا اثر نہ ہوجائے،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کشادہ ہوجائے،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فکر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ہوجائے،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دور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بن جائوں،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اور باطل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 کر سکوں،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دے سکوں،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چند دنوں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دکھاوا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سراب ہے،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سمجھ سکوں،  جب خداوند متعال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کرتا ہے تو اسے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خالق کائنات اسے اس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شرح صد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کشادہ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تا کہ اس مقصد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جھٹلائ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جادوگر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ساحر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کاہن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مجنون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جنٹ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نمائندہ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 پر اثر نہ پڑے۔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</w:t>
      </w:r>
      <w:r>
        <w:rPr>
          <w:rFonts w:hint="eastAsia"/>
          <w:rtl/>
          <w:lang w:bidi="ur-PK"/>
        </w:rPr>
        <w:t>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 کشادہ کر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حوصلوں کو بلند کردے، مجھے دور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بنا دے، اور وہاں خداوند متعال اپنے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نعمت کا خود سے تذکرہ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ارش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رب العزت ہو رہا ہے </w:t>
      </w:r>
      <w:r w:rsidR="00580BCA" w:rsidRPr="00580BCA">
        <w:rPr>
          <w:rStyle w:val="libAlaemChar"/>
          <w:rFonts w:hint="cs"/>
          <w:rtl/>
        </w:rPr>
        <w:t>(</w:t>
      </w:r>
      <w:r w:rsidRPr="00580BCA">
        <w:rPr>
          <w:rStyle w:val="libAieChar"/>
          <w:rFonts w:hint="cs"/>
          <w:rtl/>
        </w:rPr>
        <w:t>أَ لَمْ نَشْرَحْ‏ لَكَ صَدْرَك</w:t>
      </w:r>
      <w:r w:rsidR="00580BCA" w:rsidRPr="00580BC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(280)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نے تمہارے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 کشادہ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قلب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کتنا کشادہ ہے، اللہ جانے ان کا حوصلہ کتنا بلند ہے،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کا مشاہدہ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لوگ پتھر مار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بد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کرتے،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رہے، بلکہ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580BCA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(</w:t>
      </w:r>
      <w:r w:rsidR="00B56CAE">
        <w:rPr>
          <w:rtl/>
          <w:lang w:bidi="ur-PK"/>
        </w:rPr>
        <w:t xml:space="preserve"> </w:t>
      </w:r>
      <w:r w:rsidR="00B56CAE" w:rsidRPr="00580BCA">
        <w:rPr>
          <w:rStyle w:val="libArabicChar"/>
          <w:rtl/>
        </w:rPr>
        <w:t>الل</w:t>
      </w:r>
      <w:r w:rsidR="00B56CAE" w:rsidRPr="00580BCA">
        <w:rPr>
          <w:rStyle w:val="libArabicChar"/>
          <w:rFonts w:hint="cs"/>
          <w:rtl/>
        </w:rPr>
        <w:t>هم اهد قومی</w:t>
      </w:r>
      <w:r w:rsidR="00B56CAE" w:rsidRPr="00580BCA">
        <w:rPr>
          <w:rStyle w:val="libArabicChar"/>
          <w:rtl/>
        </w:rPr>
        <w:t xml:space="preserve"> فان</w:t>
      </w:r>
      <w:r w:rsidR="00B56CAE" w:rsidRPr="00580BCA">
        <w:rPr>
          <w:rStyle w:val="libArabicChar"/>
          <w:rFonts w:hint="cs"/>
          <w:rtl/>
        </w:rPr>
        <w:t>هم لا ی</w:t>
      </w:r>
      <w:r w:rsidR="00B56CAE" w:rsidRPr="00580BCA">
        <w:rPr>
          <w:rStyle w:val="libArabicChar"/>
          <w:rFonts w:hint="eastAsia"/>
          <w:rtl/>
        </w:rPr>
        <w:t>علمون</w:t>
      </w:r>
      <w:r w:rsidR="00B56CAE"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)</w:t>
      </w:r>
      <w:r w:rsidR="00B56CAE">
        <w:rPr>
          <w:rtl/>
          <w:lang w:bidi="ur-PK"/>
        </w:rPr>
        <w:t xml:space="preserve">    </w:t>
      </w:r>
      <w:r w:rsidR="00B56CAE" w:rsidRPr="007F6071">
        <w:rPr>
          <w:rStyle w:val="libFootnotenumChar"/>
          <w:rtl/>
        </w:rPr>
        <w:t>(281)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3" w:name="_Toc493163766"/>
      <w:r>
        <w:rPr>
          <w:rFonts w:hint="eastAsia"/>
          <w:rtl/>
          <w:lang w:bidi="ur-PK"/>
        </w:rPr>
        <w:lastRenderedPageBreak/>
        <w:t>رسول</w:t>
      </w:r>
      <w:r>
        <w:rPr>
          <w:rtl/>
          <w:lang w:bidi="ur-PK"/>
        </w:rPr>
        <w:t xml:space="preserve"> اکرم(صلعم) کا شرح صدر</w:t>
      </w:r>
      <w:bookmarkEnd w:id="143"/>
    </w:p>
    <w:p w:rsidR="00B56CAE" w:rsidRDefault="00B56CAE" w:rsidP="00580BCA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قوم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راستوں سے گذرتے تو کانٹے بچھائے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سجدہ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آپ پر کثافت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انواع اور اقسام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بالآخرہ مجبور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کہ آپ اپنے شہر کو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ہجرت 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ں، پھر جنگوں پر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شہ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مسلمانوں کو طرح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 جب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مکہ کو فتح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طاقت ان کے پاس ہے، اب قدرت ان کے پاس ہے، جو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کو جمع کر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ہاں اب بتائو! تمہارا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سکتا ہوں، سب نے 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زبان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 آپ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جس طرح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توقع ہے،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 w:rsidR="00580BCA" w:rsidRPr="00580BCA">
        <w:rPr>
          <w:rStyle w:val="libAlaemChar"/>
          <w:rFonts w:hint="cs"/>
          <w:rtl/>
        </w:rPr>
        <w:t>(</w:t>
      </w:r>
      <w:r w:rsidRPr="00580BCA">
        <w:rPr>
          <w:rStyle w:val="libAieChar"/>
          <w:rtl/>
        </w:rPr>
        <w:t>قالَ لا تَث</w:t>
      </w:r>
      <w:r w:rsidRPr="00580BCA">
        <w:rPr>
          <w:rStyle w:val="libAieChar"/>
          <w:rFonts w:hint="cs"/>
          <w:rtl/>
        </w:rPr>
        <w:t>ْريبَ‏ عَلَيْكُمُ الْيَوْم</w:t>
      </w:r>
      <w:r w:rsidRPr="0029475F">
        <w:rPr>
          <w:rFonts w:hint="cs"/>
          <w:rtl/>
        </w:rPr>
        <w:t xml:space="preserve"> </w:t>
      </w:r>
      <w:r w:rsidR="00580BCA" w:rsidRPr="00580BCA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 </w:t>
      </w:r>
      <w:r w:rsidRPr="007F6071">
        <w:rPr>
          <w:rStyle w:val="libFootnotenumChar"/>
          <w:rFonts w:hint="cs"/>
          <w:rtl/>
        </w:rPr>
        <w:t>(282)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جائو</w:t>
      </w:r>
      <w:r>
        <w:rPr>
          <w:rtl/>
          <w:lang w:bidi="ur-PK"/>
        </w:rPr>
        <w:t xml:space="preserve"> تمہارے سب گناہوں کو،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خطائوں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اتنا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کشادہ ،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صدر  ہے، جنہوں نے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پہنچائ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جلا وطن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جائو معاف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ہے۔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سبب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عموم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بلکہ دشمن کے گھروں کو امن کا مرکز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کا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ہوا وہ مجبور ہوئے کہ مسلمان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مسلمان ہونے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ہوا،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>وَ رَ</w:t>
      </w:r>
      <w:r w:rsidR="00B56CAE" w:rsidRPr="0001505E">
        <w:rPr>
          <w:rStyle w:val="libAieChar"/>
          <w:rFonts w:hint="cs"/>
          <w:rtl/>
        </w:rPr>
        <w:t>أَيْتَ النَّاسَ يَدْخُلُونَ في‏ دينِ اللَّهِ أَفْواجا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لوگ جوک در جوک گروہ در گروہ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ہونے لگے،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کا داخل ہونا،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شرح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آپ کے حسن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اللہ کا احسان تھا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وسلم 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نرم مزاج اور نرم دل تھے، لوگ آپ کے ہاں جمع ہو رہے تھے، خالق کائنات سے وہ شرح صدر طلب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خدا ان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کشادہ کر رہا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وہ اپنے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کو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محدود مصلحتوں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تمام دشمن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پر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نسل در نسل جنگ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اپنے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حوصلہ عطا فرماتا ہے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دے رہا ہے نعوذ باللہ من ذالک، ان کے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رہا ہے،  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 رہے ہو، اگر بھوکے تو چلو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کھانا کھلاتے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ٹھکانہ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تمہارے رہنے کا بندوبست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دشمنوں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کھلا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تحفہ 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کردار جب دشمن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اس کو پتا چلتا ہے کہ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حق کہاں پر ہے، حق پر کون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لوگ کلمہ پڑہ کر مومن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کہ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 شرح صدر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اسلام کو قبول کرنا،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بسانا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ممکن ہے جب انسان کے پاس شرح صدر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4" w:name="_Toc493163767"/>
      <w:r>
        <w:rPr>
          <w:rFonts w:hint="eastAsia"/>
          <w:rtl/>
          <w:lang w:bidi="ur-PK"/>
        </w:rPr>
        <w:t>شرح</w:t>
      </w:r>
      <w:r>
        <w:rPr>
          <w:rtl/>
          <w:lang w:bidi="ur-PK"/>
        </w:rPr>
        <w:t xml:space="preserve"> صدر کے آثار</w:t>
      </w:r>
      <w:bookmarkEnd w:id="14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فرما رہا ہے</w:t>
      </w:r>
    </w:p>
    <w:p w:rsidR="00B56CAE" w:rsidRDefault="0001505E" w:rsidP="007F6071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>ک</w:t>
      </w:r>
      <w:r w:rsidR="00B56CAE" w:rsidRPr="0001505E">
        <w:rPr>
          <w:rStyle w:val="libAieChar"/>
          <w:rFonts w:hint="cs"/>
          <w:rtl/>
        </w:rPr>
        <w:t>هفَمَنْ يُرِدِ اللَّهُ أَنْ يَهْدِيَهُ يَشْرَحْ‏ صَدْرَهُ لِلْإِسْلام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 چاہتا ہے اس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کو اسلام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کشادہ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اسلام کو سمجھنا شرح صدر کا محتاج ہے، جس کے پاس شرح صدر ہوگا وہ اس بات درک کر سکے گا، اسے سمجھ پائے گا، شرح صدر 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کارنامے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آئمہ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 کے شرح صدر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العلما ورثة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 کے مطابق ان کے 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بزرگ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مراجع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حضرت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بڑے مجتہد تھے، لوگ اپنے مسائل ان کے پاس لے آتے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لے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کہا کل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، دوسرے دن اتفاق سے آغا اصفہان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کا انتقال ہو جاتا ہے،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کا انت</w:t>
      </w:r>
      <w:r>
        <w:rPr>
          <w:rFonts w:hint="eastAsia"/>
          <w:rtl/>
          <w:lang w:bidi="ur-PK"/>
        </w:rPr>
        <w:t>قال</w:t>
      </w:r>
      <w:r>
        <w:rPr>
          <w:rtl/>
          <w:lang w:bidi="ur-PK"/>
        </w:rPr>
        <w:t xml:space="preserve"> ہوجائے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حالت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رہتا، وہ اپنے مسائل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بھول جاتا ہے، تش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جنازہ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جنازہ کو لے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آدم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کو بلا کر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کل تم نے مسئلہ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 سکتا تھا،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کتنا حوصلہ ہے جوان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کا داغ ہو، تش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جنازہ کا ماحول ہو، 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 کہ دوسروں کے مسائل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کا خدا سے رابطہ ہوتا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حملہ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جن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کمزور ہوتا ہے وہ تو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</w:t>
      </w:r>
      <w:r>
        <w:rPr>
          <w:rFonts w:hint="eastAsia"/>
          <w:rtl/>
          <w:lang w:bidi="ur-PK"/>
        </w:rPr>
        <w:t>سلم</w:t>
      </w:r>
      <w:r>
        <w:rPr>
          <w:rtl/>
          <w:lang w:bidi="ur-PK"/>
        </w:rPr>
        <w:t xml:space="preserve">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معاذ اللہ ان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اثر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بول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ں،ان</w:t>
      </w:r>
      <w:r>
        <w:rPr>
          <w:rtl/>
          <w:lang w:bidi="ur-PK"/>
        </w:rPr>
        <w:t xml:space="preserve"> کو پتا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 رہا کہ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کمزور دل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خدا سے متصل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ان پر </w:t>
      </w:r>
      <w:r>
        <w:rPr>
          <w:rtl/>
          <w:lang w:bidi="ur-PK"/>
        </w:rPr>
        <w:lastRenderedPageBreak/>
        <w:t>ضعف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دشمنوں کو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بہانہ فراہم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دشمن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 نہ کہتے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سمجھ رہے تھے، ان کا حافظہ کام کر رہا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تاکہ وہ شرمندہ نہ ہوں۔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5" w:name="_Toc493163768"/>
      <w:r>
        <w:rPr>
          <w:rFonts w:hint="eastAsia"/>
          <w:rtl/>
          <w:lang w:bidi="ur-PK"/>
        </w:rPr>
        <w:t>شرح</w:t>
      </w:r>
      <w:r>
        <w:rPr>
          <w:rtl/>
          <w:lang w:bidi="ur-PK"/>
        </w:rPr>
        <w:t xml:space="preserve"> صدر اور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آسان</w:t>
      </w:r>
      <w:r>
        <w:rPr>
          <w:rFonts w:hint="cs"/>
          <w:rtl/>
          <w:lang w:bidi="ur-PK"/>
        </w:rPr>
        <w:t>ی</w:t>
      </w:r>
      <w:bookmarkEnd w:id="14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ہے جو کاموں اس طرح آسان کر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اور انسان کو اس طرح استقامت عطا کرتا ہے،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موڑ ہو،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پر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انسان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رسالت س بڑہ کر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امامت سے بڑہ کر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ذمہ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رسالت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رب اشرح۔۔امر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شرح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شرح صدر عطا کردے تو کام آسان سے آسان ہوجاتے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ملے تو انسان خدا سے دعا کرے اور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پر عمل کرے تو خدا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راستے کھولتا چلا جائے گا،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دعوت کا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کفار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لالچ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کچھ ڈرانے دہمکانے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سے، ہر کوشش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آخر جمع ہو گئے جناب ابو طالب کے ہاں، کہ آپ اپنے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کو خود روک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کا کہنا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سورج چاند ستارے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ہاتھوں پر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مقصد سے دستبردار ہونے والا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ان کے چھوٹے چھوٹے مسائل اور مشکلات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مجھے اپن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مقصد سے دور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سکتے۔ ان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ہتھکنڈے مجھے کمزور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 سکتے، ان کے ان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حرکتوں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قدم ڈگمگا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تھا جو خالق کائنات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نعمت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نورا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ہے، جو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دے سکتا ہے کہ حق کہاں پر ہے، باطل کہاں پر ہے۔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حق اور باطل کو پہچاننا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شرح صدر ہے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آسان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 گذشت، بخشش،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ظاہر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ظاہر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معرفت کے کس درجہ پر ہے، اگر اپنے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چچا جناب حمزہ جنہ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اسد اللہ کہا کرتے تھے، ان کا قاتل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اسلام قبول کرتا ہے،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قبول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پر، کتنا بڑا دل ہے ان کا، ہم بسا اوقات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نہ جانے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انٹرو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گئے، کہا تم کس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اندر آئے ہو، کہا قتل 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تھا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مجھے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کا قتل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کہا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رہاہے، پاکستان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لوں</w:t>
      </w:r>
      <w:r>
        <w:rPr>
          <w:rtl/>
          <w:lang w:bidi="ur-PK"/>
        </w:rPr>
        <w:t xml:space="preserve"> کو اللہ بہتر بنائے، کہا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روزانہ 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والے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کڑوں</w:t>
      </w:r>
      <w:r>
        <w:rPr>
          <w:rtl/>
          <w:lang w:bidi="ur-PK"/>
        </w:rPr>
        <w:t xml:space="preserve"> گ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کہا تو؟ کہا برداشت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پھر؟ پھر مجھے افسوس ہو رہا ہے کاش اس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برداشت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آئمہ کا درس ہے جو تم سے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کلمات کہے ،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دو کہ اگر واقعا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اندر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تو خدا مجھے معاف کر دے، اور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تو خدا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دے، جاہلوں سے جاہلانہ سلوک کرنا، عباد الرحمن اللہ کے بندوں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اللہ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 رہا ہے کہ </w:t>
      </w:r>
      <w:r w:rsidR="0001505E" w:rsidRPr="0001505E">
        <w:rPr>
          <w:rStyle w:val="libAlaemChar"/>
          <w:rFonts w:hint="cs"/>
          <w:rtl/>
        </w:rPr>
        <w:t>(</w:t>
      </w:r>
      <w:r w:rsidR="0001505E">
        <w:rPr>
          <w:rFonts w:hint="cs"/>
          <w:rtl/>
          <w:lang w:bidi="ur-PK"/>
        </w:rPr>
        <w:t xml:space="preserve"> </w:t>
      </w:r>
      <w:r w:rsidRPr="0001505E">
        <w:rPr>
          <w:rStyle w:val="libAieChar"/>
          <w:rtl/>
        </w:rPr>
        <w:t xml:space="preserve">وَ </w:t>
      </w:r>
      <w:r w:rsidRPr="0001505E">
        <w:rPr>
          <w:rStyle w:val="libAieChar"/>
          <w:rFonts w:hint="cs"/>
          <w:rtl/>
        </w:rPr>
        <w:t>إِذا خاطَبَهُمُ‏ الْجاهِلُونَ قالُوا سَلاما</w:t>
      </w:r>
      <w:r w:rsidRPr="0029475F">
        <w:rPr>
          <w:rFonts w:hint="cs"/>
          <w:rtl/>
        </w:rPr>
        <w:t xml:space="preserve"> </w:t>
      </w:r>
      <w:r w:rsidR="0001505E" w:rsidRPr="0001505E">
        <w:rPr>
          <w:rStyle w:val="libAlaemChar"/>
          <w:rFonts w:hint="cs"/>
          <w:rtl/>
        </w:rPr>
        <w:t>)</w:t>
      </w:r>
      <w:r w:rsidR="0001505E"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(285)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جاہل ان سے مخاطب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سلام ہو تم پر، ان سے لڑتے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 کو معلوم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قابل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سے جھگڑا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سکے، شرح صدر ہے جو خالق کائنات اس طرح عطا کرتا ہے تو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قدر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دار بن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ماحول اتن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خوش گوار بن سکتا ہے، اور شرح صدر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انسان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جنت بنا سکتا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دعا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 ہر موڑ پر اس دعا کو کرتے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لنج</w:t>
      </w:r>
      <w:r>
        <w:rPr>
          <w:rtl/>
          <w:lang w:bidi="ur-PK"/>
        </w:rPr>
        <w:t xml:space="preserve">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اللہ پر بھروسہ کرتے ہوئے اس سے مدد مانگتے ہوئے اس دعا  کو پڑہتے ہوئے کہ رب ۔۔قول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آپ سب کو وسعت صدر عطا فرمائے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فرمائے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مشکلات کو برداشت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اور اپنے 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مقاصد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Pr="0001505E" w:rsidRDefault="00B56CAE" w:rsidP="0001505E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01505E">
        <w:rPr>
          <w:rtl/>
        </w:rPr>
        <w:t>والسلام عل</w:t>
      </w:r>
      <w:r w:rsidRPr="0001505E">
        <w:rPr>
          <w:rFonts w:hint="cs"/>
          <w:rtl/>
        </w:rPr>
        <w:t>ی</w:t>
      </w:r>
      <w:r w:rsidRPr="0001505E">
        <w:rPr>
          <w:rFonts w:hint="eastAsia"/>
          <w:rtl/>
        </w:rPr>
        <w:t>کم</w:t>
      </w:r>
      <w:r w:rsidRPr="0001505E">
        <w:rPr>
          <w:rtl/>
        </w:rPr>
        <w:t xml:space="preserve"> و رحمة اللَّ</w:t>
      </w:r>
      <w:r w:rsidRPr="0001505E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6" w:name="_Toc493163769"/>
      <w:r>
        <w:rPr>
          <w:rFonts w:hint="eastAsia"/>
          <w:rtl/>
          <w:lang w:bidi="ur-PK"/>
        </w:rPr>
        <w:t>طلب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46"/>
      <w:r>
        <w:rPr>
          <w:rtl/>
          <w:lang w:bidi="ur-PK"/>
        </w:rPr>
        <w:t xml:space="preserve"> </w:t>
      </w:r>
    </w:p>
    <w:p w:rsidR="00B56CAE" w:rsidRPr="0001505E" w:rsidRDefault="00B56CAE" w:rsidP="0001505E">
      <w:pPr>
        <w:pStyle w:val="libArabic"/>
        <w:rPr>
          <w:rtl/>
        </w:rPr>
      </w:pPr>
      <w:r w:rsidRPr="0001505E">
        <w:rPr>
          <w:rFonts w:hint="cs"/>
          <w:rtl/>
        </w:rPr>
        <w:t>أَعُوذُ</w:t>
      </w:r>
      <w:r w:rsidRPr="0001505E">
        <w:rPr>
          <w:rtl/>
        </w:rPr>
        <w:t xml:space="preserve"> بِالل</w:t>
      </w:r>
      <w:r w:rsidRPr="0001505E">
        <w:rPr>
          <w:rFonts w:hint="cs"/>
          <w:rtl/>
        </w:rPr>
        <w:t>هِ مِنَ ا</w:t>
      </w:r>
      <w:r w:rsidRPr="0001505E">
        <w:rPr>
          <w:rtl/>
        </w:rPr>
        <w:t>لشَّ</w:t>
      </w:r>
      <w:r w:rsidRPr="0001505E">
        <w:rPr>
          <w:rFonts w:hint="cs"/>
          <w:rtl/>
        </w:rPr>
        <w:t>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 w:rsidRPr="0001505E">
        <w:rPr>
          <w:rStyle w:val="libAieChar"/>
          <w:rFonts w:hint="eastAsia"/>
          <w:rtl/>
        </w:rPr>
        <w:t>قالَ</w:t>
      </w:r>
      <w:r w:rsidR="00B56CAE" w:rsidRPr="0001505E">
        <w:rPr>
          <w:rStyle w:val="libAieChar"/>
          <w:rtl/>
        </w:rPr>
        <w:t xml:space="preserve"> رَبِّ اغ</w:t>
      </w:r>
      <w:r w:rsidR="00B56CAE" w:rsidRPr="0001505E">
        <w:rPr>
          <w:rStyle w:val="libAieChar"/>
          <w:rFonts w:hint="cs"/>
          <w:rtl/>
        </w:rPr>
        <w:t>ْفِرْ لي‏ وَ هَبْ لي‏ مُلْكاً لا يَنْ</w:t>
      </w:r>
      <w:r w:rsidR="00B56CAE" w:rsidRPr="0001505E">
        <w:rPr>
          <w:rStyle w:val="libAieChar"/>
          <w:rtl/>
        </w:rPr>
        <w:t>بَغ</w:t>
      </w:r>
      <w:r w:rsidR="00B56CAE" w:rsidRPr="0001505E">
        <w:rPr>
          <w:rStyle w:val="libAieChar"/>
          <w:rFonts w:hint="cs"/>
          <w:rtl/>
        </w:rPr>
        <w:t>ي‏ لِأَحَدٍ مِنْ بَعْدي إِنَّكَ أَنْتَ الْوَهَّاب‏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(286)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طلب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خالق کائنات نے اپنے فضل و کرم سے انسانوں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کے بعد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ذمہ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</w:t>
      </w:r>
      <w:r w:rsidRPr="0029475F">
        <w:rPr>
          <w:rFonts w:hint="cs"/>
          <w:rtl/>
        </w:rPr>
        <w:t>ِنَّ عَلَنا لَل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ُد </w:t>
      </w:r>
      <w:r w:rsidRPr="007F6071">
        <w:rPr>
          <w:rStyle w:val="libFootnotenumChar"/>
          <w:rFonts w:hint="cs"/>
          <w:rtl/>
        </w:rPr>
        <w:t>(287)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خالق کائنات نے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ذمہ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ادا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طرح کے راستوں اپنا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 سکے، اور انسان کو آسان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خدا تک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خدا آسان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انسانوں تک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سکے۔خدا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کر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تا کہ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آئے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کا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کہ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تمام کے تمام افراد برابر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سطح پر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اس کا اثر ظاہر ہو۔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7" w:name="_Toc493163770"/>
      <w:r>
        <w:rPr>
          <w:rFonts w:hint="eastAsia"/>
          <w:rtl/>
          <w:lang w:bidi="ur-PK"/>
        </w:rPr>
        <w:t>عادلانہ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bookmarkEnd w:id="14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>لَقَد</w:t>
      </w:r>
      <w:r w:rsidR="00B56CAE" w:rsidRPr="0001505E">
        <w:rPr>
          <w:rStyle w:val="libAieChar"/>
          <w:rFonts w:hint="cs"/>
          <w:rtl/>
        </w:rPr>
        <w:t>ْ أَرْسَلْنا رُسُلَنا بِالْبَيِّناتِ وَ أَنْزَلْنا مَعَهُمُ الْكِتابَ وَ الْميزانَ لِيَقُومَ‏ النَّاسُ بِالْقِسْط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(288)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آنے کا اہم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مقصد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عدل اور انصاف قائم ہو سکے۔اب عدل اور انصاف کے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حکومت صالح انسانوں کے پاس ہو حکومت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انسانوں کے پاس ہو، حکومت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عدل و انصاف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ممکن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جو حکومت پر ہے وہ ظالم ہو فاسق اور فاجر ہو، اسے لوگوں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نہ ہو تو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انصاف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ناممکن ہے، اس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عدل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ہوگا کہ حکومت صالح انسانوں کے پاس ہو۔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البتہ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انسان کو خالق کائنات 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ارادہ کا مالک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خداوند متعال نے حق اور باطل کے راستوں کو روشن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 کا انتخاب کرتا ہے، خدا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صالح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eastAsia"/>
          <w:rtl/>
          <w:lang w:bidi="ur-PK"/>
        </w:rPr>
        <w:t>ومت</w:t>
      </w:r>
      <w:r>
        <w:rPr>
          <w:rtl/>
          <w:lang w:bidi="ur-PK"/>
        </w:rPr>
        <w:t xml:space="preserve"> ہو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پر،  اور آخر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 کرہ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گا، خالق کائنات کا وعدہ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Fonts w:hint="cs"/>
          <w:rtl/>
        </w:rPr>
        <w:t>هُوَ الَّذي أَرْسَلَ رَسُولَهُ بِالْهُدى‏ وَ دينِ الْحَقِّ لِيُظْهِرَهُ‏ عَلَى الدِّينِ كُلِّه‏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(289)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آخر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 کر رہے گا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خدا غالب آجائے،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قائم ہو، اور جو خداوند متعال نے زبور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</w:t>
      </w:r>
      <w:r w:rsidR="0001505E" w:rsidRPr="0001505E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01505E">
        <w:rPr>
          <w:rStyle w:val="libAieChar"/>
          <w:rFonts w:hint="cs"/>
          <w:rtl/>
        </w:rPr>
        <w:t>أَنَّ الْأَرْضَ يَرِث</w:t>
      </w:r>
      <w:r w:rsidRPr="0001505E">
        <w:rPr>
          <w:rStyle w:val="libAieChar"/>
          <w:rtl/>
        </w:rPr>
        <w:t>ُ</w:t>
      </w:r>
      <w:r w:rsidRPr="0001505E">
        <w:rPr>
          <w:rStyle w:val="libAieChar"/>
          <w:rFonts w:hint="cs"/>
          <w:rtl/>
        </w:rPr>
        <w:t>ها عِبادِيَ الصَّالِحُون</w:t>
      </w:r>
      <w:r w:rsidR="0001505E" w:rsidRPr="0001505E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(290)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وارث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صالح بندے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وعدہ پورا ہو کر رہے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خداکا وعدہ ہے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صالح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وعدہ پورا ہو کر رہے گا،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موقعہ ملا ہے صالح انسا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کو وہ حکومت پر آئے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عدل و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قائم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آج تک ضرب المثال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حکومتوں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کے 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ہوئے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غمبر،</w:t>
      </w:r>
      <w:r>
        <w:rPr>
          <w:rtl/>
          <w:lang w:bidi="ur-PK"/>
        </w:rPr>
        <w:t xml:space="preserve"> جن کو خدا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حکومت عطا فرمائے، البتہ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سے مدد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حکومت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جو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قال رب اغفر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عرض کرنے لگے بار الہا مجھے بخش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فرما، و ھب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ملکا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لاحد من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عطا فرما،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سلطنت عطا فرما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ملے،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مثال حکومت ہو، خالق کائنات کو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کا واسطہ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انک انت الوھاب، تو 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کرنے والا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8" w:name="_Toc493163771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کے لئے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bookmarkEnd w:id="14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دعا سے جن اہم نکات کا استفادہ  ہوتا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 اگر چاہتا ہے کہ حکومت حاصل کرے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پہلےاپنے نفس کو پاک کرنا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نفس کے ساتھ،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اور فطرت کے ساتھ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گناہوں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 و غبار نہ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لائق حکومت ہے۔ جو اپنے آپ کو پاک کر چکا ہو، اس کے اندر رذائل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پائے جاتے ہوں، اس کے اندر وہ صفات نہ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جو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آجائے تو اس  کو انسان کے خلاف استعمال کرے، اس کو بندوں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استعمال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شرط ہے۔اگر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ہم قائم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سے پہلے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ہمارے حکمران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اپنے آپ کو پاک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تک ان کے اندر رذائل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جب تک ان کے اندر مال جمع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ہوس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تک ان کے اندر شہرت 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مشہور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ہوگا، اس وقت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معنوں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کو انصاف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اپنے فوائد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حکومت کو اپنے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لہذا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حاکم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لہذا پہلے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قال رب اغفرل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مجھے بخش دے۔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نفس کو پاک کردے،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اندر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جڑوں کو ختم کردے،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اندر رذائل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ہوں،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 کے پاس قدرت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طاقت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حکومت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امتحان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کو اس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رہا ہے کہ 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 w:rsidRPr="0001505E">
        <w:rPr>
          <w:rStyle w:val="libAieChar"/>
          <w:rFonts w:hint="cs"/>
          <w:rtl/>
        </w:rPr>
        <w:t>كَلاَّ</w:t>
      </w:r>
      <w:r w:rsidR="00B56CAE" w:rsidRPr="0001505E">
        <w:rPr>
          <w:rStyle w:val="libAieChar"/>
          <w:rtl/>
        </w:rPr>
        <w:t xml:space="preserve"> </w:t>
      </w:r>
      <w:r w:rsidR="00B56CAE" w:rsidRPr="0001505E">
        <w:rPr>
          <w:rStyle w:val="libAieChar"/>
          <w:rFonts w:hint="cs"/>
          <w:rtl/>
        </w:rPr>
        <w:t>إِنَّ الْإِنْسانَ لَيَطْغى‏،أَنْ رَآهُ اسْتَغْنى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(291)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سرکش بن جاتا ہے جب وہ اپنے آپ کو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محسوس کرتا ہے کہ دوسرے اس کے محتاج ہے 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محتاج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اپنے اندر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محسوس کرتا ہے تو پھر سرکش بن جاتا ہے، خدا کے سامنے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جھکتا، اسے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مانن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کرتا، اس کا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بنتا ہے کہ پھر وہ  آمر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راستہ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کرتا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پھر آگے چل کر وہاں تک پہنچ جاتا ہے کہ انا ربکم الاعل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لگتا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ہوں اور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اس حاکم کو ان </w:t>
      </w:r>
      <w:r>
        <w:rPr>
          <w:rFonts w:hint="eastAsia"/>
          <w:rtl/>
          <w:lang w:bidi="ur-PK"/>
        </w:rPr>
        <w:t>صفات</w:t>
      </w:r>
      <w:r>
        <w:rPr>
          <w:rtl/>
          <w:lang w:bidi="ur-PK"/>
        </w:rPr>
        <w:t xml:space="preserve"> سے پاک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پھر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بہت بڑا امتحان ہے، اس کو کمزور نہ بنا سکے، اس کو منحرف نہ کر سکے، لہذا پہلے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کے بعد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انصاف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مددگار شمار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49" w:name="_Toc493163772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کے لئے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پروردگار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4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نفس پاک ہے اور خود کو حکومت کا اہل سمجھ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دعا کر 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ھب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عطا فرما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نہ ملے،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خاص الخاص حکومت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جو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اوربے مثال حکومت ہو، اور پھر آدا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دعا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ہوئے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صفت کا تذکرہ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اس دعا کے ساتھ، اس مضمون دعا کے ساتھ مطابقت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ہے۔ھب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کہا، پھر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انک انت الو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اب؛ مجھے عطا کر 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کرنے والا ہے، خالق کائنات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لہذا ارشاد فر</w:t>
      </w:r>
      <w:r>
        <w:rPr>
          <w:rFonts w:hint="eastAsia"/>
          <w:rtl/>
          <w:lang w:bidi="ur-PK"/>
        </w:rPr>
        <w:t>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01505E" w:rsidRPr="0001505E">
        <w:rPr>
          <w:rStyle w:val="libAlaemChar"/>
          <w:rFonts w:hint="cs"/>
          <w:rtl/>
        </w:rPr>
        <w:t>(</w:t>
      </w:r>
      <w:r w:rsidRPr="0001505E">
        <w:rPr>
          <w:rStyle w:val="libAieChar"/>
          <w:rtl/>
        </w:rPr>
        <w:t>فَسَخَّر</w:t>
      </w:r>
      <w:r w:rsidRPr="0001505E">
        <w:rPr>
          <w:rStyle w:val="libAieChar"/>
          <w:rFonts w:hint="cs"/>
          <w:rtl/>
        </w:rPr>
        <w:t>ْنا لَهُ الرِّيحَ تَجْري بِأَمْرِه</w:t>
      </w:r>
      <w:r w:rsidR="0001505E" w:rsidRPr="0001505E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(292)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 ملے تو خالق کائنات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کرتے ہوئے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نے ہوا کو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مسخر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وہ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ہوا حرکت کرے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ہم نے اس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حکومت صرف انسانوں تک محدود </w:t>
      </w:r>
      <w:r>
        <w:rPr>
          <w:rFonts w:hint="eastAsia"/>
          <w:rtl/>
          <w:lang w:bidi="ur-PK"/>
        </w:rPr>
        <w:t>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انسانوں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بعد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کہا جا رہا ہے کہ ہم نے ہوا کو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مسخر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ہوا کو ان کے کنٹرول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 رہا ہے والش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ہم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جنوں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کنڑول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کل بناء و غواص؛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کرتے تھے جس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عمارت چاہتے تھے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جس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نکالنا چاہتے تھے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آتے تھے، اور حضرت 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پرندوں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ہدہد کہاں ہے وہ مجھے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رہا، جب اسے حاضر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قوم سبا کے پاس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جائو،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ملکہ کے پاس،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کنٹرول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خالق کا</w:t>
      </w:r>
      <w:r>
        <w:rPr>
          <w:rFonts w:hint="eastAsia"/>
          <w:rtl/>
          <w:lang w:bidi="ur-PK"/>
        </w:rPr>
        <w:t>ئنات</w:t>
      </w:r>
      <w:r>
        <w:rPr>
          <w:rtl/>
          <w:lang w:bidi="ur-PK"/>
        </w:rPr>
        <w:t xml:space="preserve"> نے کس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حکومت ہو جو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کوعطا نہ ہو، خدا نے ہوا کو، جن، انسان، ملک، پرندے،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ان کے کنٹرول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حکم کے تابع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حکومت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حکومت ہونا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اس کو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تمام زاو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کام کرے، ملک کو آباد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رہے، ہنر کو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فن کا سہارہ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کل بنا غواص سے </w:t>
      </w:r>
      <w:r>
        <w:rPr>
          <w:rFonts w:hint="eastAsia"/>
          <w:rtl/>
          <w:lang w:bidi="ur-PK"/>
        </w:rPr>
        <w:t>مدد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خشک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وسائل کو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اپنے ملک کو آباد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کام لے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جنوں سے کام لے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ملک کو آباد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عمارتوں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اندر جو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تمام ماہر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مدد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حکومت کو قائم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حکومت کو بہتر سے بہتر چلانے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حکومت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مانؑ</w:t>
      </w:r>
      <w:r>
        <w:rPr>
          <w:rtl/>
          <w:lang w:bidi="ur-PK"/>
        </w:rPr>
        <w:t xml:space="preserve"> کو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ک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اس طرح کے پورے پروگرام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اس طرح کے کام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 بلند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جتنا ارادہ مظبوط ہوگا جتنا اس کے حوصلے بلند ہونگے خدا ان کے حاصلہ کے مطابق ان کے ارادوں کے مطابق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کرتا ہے، خدا کے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مل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ہم اپنے ارادے بلند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ہمتوں کو بلند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خالق کائنات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قبول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0" w:name="_Toc493163773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کا شکرانہ</w:t>
      </w:r>
      <w:bookmarkEnd w:id="15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دعا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 آتا ہے کہ استغفار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ہے۔ لہذا پہلے 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قال رب اغفر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استغفار کے بعد ھب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ملکا؛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عطافرما،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ہے کہ ہم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سخرنا او 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نے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کو، پرندوں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جانتے تھے،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بات کرتے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وہ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01505E" w:rsidP="007F6071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 xml:space="preserve">وَ قالَ رَبِّ </w:t>
      </w:r>
      <w:r w:rsidR="00B56CAE" w:rsidRPr="0001505E">
        <w:rPr>
          <w:rStyle w:val="libAieChar"/>
          <w:rFonts w:hint="cs"/>
          <w:rtl/>
        </w:rPr>
        <w:t>أَوْزِعْني‏ أَنْ أَشْكُرَ نِعْمَتَكَ الَّتي‏ أَنْعَمْتَ عَلَي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(293)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انسان صرف نعمتوں کو طلب کرتا رہے، اور شکر کرے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نہ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احسان فراموش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کو احسان فراموش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جب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ان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مجھے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شکر عطا فرما، ان تمام نعمتوں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ادا کر سکوں،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اہم نکتہ جو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 اور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دے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چاہے ہوا کا مسخر ہونا ہو، پرندوں کا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آنا ہو، انسانوں اور جنوں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 ہو،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حکومت جو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کے تمام وسائل اس کےساتھ س</w:t>
      </w:r>
      <w:r>
        <w:rPr>
          <w:rFonts w:hint="eastAsia"/>
          <w:rtl/>
          <w:lang w:bidi="ur-PK"/>
        </w:rPr>
        <w:t>اتھ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رتبہ اہم ہے، 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بعد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 رہا ہے کہ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منزلت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ہے،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 w:rsidRPr="0001505E">
        <w:rPr>
          <w:rStyle w:val="libAieChar"/>
          <w:rFonts w:hint="eastAsia"/>
          <w:rtl/>
        </w:rPr>
        <w:t>وَ</w:t>
      </w:r>
      <w:r w:rsidR="00B56CAE" w:rsidRPr="0001505E">
        <w:rPr>
          <w:rStyle w:val="libAieChar"/>
          <w:rtl/>
        </w:rPr>
        <w:t xml:space="preserve"> </w:t>
      </w:r>
      <w:r w:rsidR="00B56CAE" w:rsidRPr="0001505E">
        <w:rPr>
          <w:rStyle w:val="libAieChar"/>
          <w:rFonts w:hint="cs"/>
          <w:rtl/>
        </w:rPr>
        <w:t>إِنَّ لَهُ عِنْدَنا لَزُلْفى‏ وَ حُسْنَ‏ مَآبٍ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(294)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حسن</w:t>
      </w:r>
      <w:r>
        <w:rPr>
          <w:rtl/>
          <w:lang w:bidi="ur-PK"/>
        </w:rPr>
        <w:t xml:space="preserve"> مآب ہے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درجہ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انسان خدا ہاں مقام رکھتا ہو اگر خداکے ہاں مقام نہ رکھتا 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1" w:name="_Toc493163774"/>
      <w:r>
        <w:rPr>
          <w:rFonts w:hint="eastAsia"/>
          <w:rtl/>
          <w:lang w:bidi="ur-PK"/>
        </w:rPr>
        <w:t>حکومت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امتحان</w:t>
      </w:r>
      <w:bookmarkEnd w:id="15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پہلے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خالق کائنات نے انسان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لہذا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کم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عام طور ہم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فرعون اور نمرودک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کم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امتحان ہے،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کچھ لوگ حکومت ملنے سے پہلے اچھے ہوں،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اچھے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قدرت آنے کے بعد پھر ان کے اندر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مضبوط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حکومت آنے سے وہ منحرف ہو گئے ہوں، قدرت آنے کے بعد وہ قدرت کے نشہ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 ہو گئے ہوں،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طاقت کا نشہ بہت برا نشہ ہوت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لہذا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حکومت ملے تو ان کے </w:t>
      </w:r>
      <w:r>
        <w:rPr>
          <w:rtl/>
          <w:lang w:bidi="ur-PK"/>
        </w:rPr>
        <w:lastRenderedPageBreak/>
        <w:t>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 توفن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مسلما؛ بار الہا مجھے حکومت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اس حکومت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طور پر چلانے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 اور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آئے تو اس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 نہ ہو چکا ہ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بلکہ اس وقت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ہوئے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رہوں۔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ہوئے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حکومت مصر پر آنے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Pr="0001505E">
        <w:rPr>
          <w:rStyle w:val="libArabicChar"/>
          <w:rtl/>
        </w:rPr>
        <w:t>تَوَفَّن</w:t>
      </w:r>
      <w:r w:rsidRPr="0001505E">
        <w:rPr>
          <w:rStyle w:val="libArabicChar"/>
          <w:rFonts w:hint="cs"/>
          <w:rtl/>
        </w:rPr>
        <w:t xml:space="preserve">ي‏ مُسْلِما </w:t>
      </w:r>
      <w:r w:rsidRPr="007F6071">
        <w:rPr>
          <w:rStyle w:val="libFootnotenumChar"/>
          <w:rFonts w:hint="cs"/>
          <w:rtl/>
        </w:rPr>
        <w:t>(295)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حکومت بہت بڑا امتحان ہے،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ہے،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سکتا ہے جس کو خدا محفوظ رکھے، انواع اور اقسام کے لوگوں کا مقابلہ کرنا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کے حوالہ سے سوچنا، تمام افراد کے مفادات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 کام کرنا،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سننا </w:t>
      </w:r>
      <w:r>
        <w:rPr>
          <w:rFonts w:hint="eastAsia"/>
          <w:rtl/>
          <w:lang w:bidi="ur-PK"/>
        </w:rPr>
        <w:t>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آسان 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لہذا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آنے کے بعد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ہو کہ ہم اس حکومت کو سنبھال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منحرف نہ ہونے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البتہ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اپنے زمانے کے حالات کے مطابق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ممکن تھا کہ حکومت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ں، ان کے پاس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تھا، وسائل تھے، پھر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قبول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2" w:name="_Toc493163775"/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اکرم(صلعم)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bookmarkEnd w:id="15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دعا  کا  ہرگز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 کا رتبہ خدا کے ہاں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برتر ہو، بلکہ اتفاق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ملتا ہے کہ حضرت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سب سے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خواہ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طلب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سے۔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جناب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سے سوال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آپ کے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افضل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پھر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خالق کائنات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حکومت عطا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اشکال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جناب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کائنات نے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ہمارے رسول کو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کہ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حکومت کرنے کے وسائل اور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انسانوں کے اندر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گنجائش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جو حکومت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</w:t>
      </w:r>
      <w:r>
        <w:rPr>
          <w:rFonts w:hint="eastAsia"/>
          <w:rtl/>
          <w:lang w:bidi="ur-PK"/>
        </w:rPr>
        <w:t>وسلم</w:t>
      </w:r>
      <w:r>
        <w:rPr>
          <w:rtl/>
          <w:lang w:bidi="ur-PK"/>
        </w:rPr>
        <w:t xml:space="preserve">  کو حاصل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جو محبت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اور خدا نے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کہ 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کھائوں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بھوکا رہوں،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کام آ کر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 رہوں، پھر خداوند متعال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(296)</w:t>
      </w:r>
      <w:r>
        <w:rPr>
          <w:rtl/>
          <w:lang w:bidi="ur-PK"/>
        </w:rPr>
        <w:t xml:space="preserve">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آخرت</w:t>
      </w:r>
      <w:r>
        <w:rPr>
          <w:rtl/>
          <w:lang w:bidi="ur-PK"/>
        </w:rPr>
        <w:t xml:space="preserve"> کا سب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رتبہ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عطا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lastRenderedPageBreak/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>عَس</w:t>
      </w:r>
      <w:r w:rsidR="00B56CAE" w:rsidRPr="0001505E">
        <w:rPr>
          <w:rStyle w:val="libAieChar"/>
          <w:rFonts w:hint="cs"/>
          <w:rtl/>
        </w:rPr>
        <w:t>ى‏ أَنْ يَبْعَثَكَ رَبُّكَ مَقاماً مَحْمُوداً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(297)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اپنے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مقام شفاعت عطا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مقام محمود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مقام ہے کہ جہاں تمام انسان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کے محتاج ہونگے،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منزلت ہے،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کہ ان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دلوں پر حکومت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طرح حکومت، پہلے اپنے آپ کو پاک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خدا سے مدد 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قائم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جائےاور پھر گمراہ اور منحرف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اور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حکومت ہو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3" w:name="_Toc493163776"/>
      <w:r>
        <w:rPr>
          <w:rFonts w:hint="eastAsia"/>
          <w:rtl/>
          <w:lang w:bidi="ur-PK"/>
        </w:rPr>
        <w:t>مستقبل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bookmarkEnd w:id="15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خاتمہ، حکومت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ہوگا،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ہو جائے،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رحمن کا جو وعدہ ہے ضرور بضرور پورا ہوگا، اور ہم سب منظر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حجت خدا کے جو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اس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عدل و انصاف سے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01505E">
        <w:rPr>
          <w:rStyle w:val="libArabicChar"/>
          <w:rtl/>
        </w:rPr>
        <w:t xml:space="preserve"> </w:t>
      </w:r>
      <w:r w:rsidRPr="0001505E">
        <w:rPr>
          <w:rStyle w:val="libArabicChar"/>
          <w:rFonts w:hint="cs"/>
          <w:rtl/>
        </w:rPr>
        <w:t>ی</w:t>
      </w:r>
      <w:r w:rsidRPr="0001505E">
        <w:rPr>
          <w:rStyle w:val="libArabicChar"/>
          <w:rFonts w:hint="eastAsia"/>
          <w:rtl/>
        </w:rPr>
        <w:t>ملا</w:t>
      </w:r>
      <w:r w:rsidRPr="0001505E">
        <w:rPr>
          <w:rStyle w:val="libArabicChar"/>
          <w:rtl/>
        </w:rPr>
        <w:t xml:space="preserve"> الارض قسطا و عدلا کما ملئت ظلما و جورا؛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(298)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ظلم اور ستم سے بھر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ندہ</w:t>
      </w:r>
      <w:r>
        <w:rPr>
          <w:rtl/>
          <w:lang w:bidi="ur-PK"/>
        </w:rPr>
        <w:t xml:space="preserve"> خدا، وہ حجت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اور اس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عدل اور انصاف سے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اگر ہم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قائم ہو،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عالم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قائم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جتنا ممکن ہو ہم اپنا کردار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اس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حکومت کے لئے  اپنے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دے، الل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عجل لول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الفرج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وعدہ پورا ہوجائے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صالح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</w:t>
      </w:r>
      <w:r w:rsidRPr="0001505E">
        <w:rPr>
          <w:rStyle w:val="libArabicChar"/>
          <w:rtl/>
        </w:rPr>
        <w:t xml:space="preserve">وَ </w:t>
      </w:r>
      <w:r w:rsidRPr="0001505E">
        <w:rPr>
          <w:rStyle w:val="libArabicChar"/>
          <w:rFonts w:hint="cs"/>
          <w:rtl/>
        </w:rPr>
        <w:t>أَشْرَقَتِ‏ الْأَرْضُ بِنُورِ رَبِّها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(299)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نور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منور ہو جائےگ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پر انصاف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کو انصاف ملے گا اور عدالت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 سب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زمانہ عجل اللہ تعال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فرجہ الشر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کے حکومت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فرما۔ </w:t>
      </w:r>
    </w:p>
    <w:p w:rsidR="00B56CAE" w:rsidRPr="0001505E" w:rsidRDefault="00B56CAE" w:rsidP="0001505E">
      <w:pPr>
        <w:pStyle w:val="libArabic"/>
        <w:rPr>
          <w:rtl/>
        </w:rPr>
      </w:pPr>
      <w:r w:rsidRPr="0001505E">
        <w:rPr>
          <w:rFonts w:hint="eastAsia"/>
          <w:rtl/>
        </w:rPr>
        <w:t>والسلام</w:t>
      </w:r>
      <w:r w:rsidRPr="0001505E">
        <w:rPr>
          <w:rtl/>
        </w:rPr>
        <w:t xml:space="preserve"> عل</w:t>
      </w:r>
      <w:r w:rsidRPr="0001505E">
        <w:rPr>
          <w:rFonts w:hint="cs"/>
          <w:rtl/>
        </w:rPr>
        <w:t>ی</w:t>
      </w:r>
      <w:r w:rsidRPr="0001505E">
        <w:rPr>
          <w:rFonts w:hint="eastAsia"/>
          <w:rtl/>
        </w:rPr>
        <w:t>کم</w:t>
      </w:r>
      <w:r w:rsidRPr="0001505E">
        <w:rPr>
          <w:rtl/>
        </w:rPr>
        <w:t xml:space="preserve"> و رحمة اللَّ</w:t>
      </w:r>
      <w:r w:rsidRPr="0001505E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4" w:name="_Toc493163777"/>
      <w:r>
        <w:rPr>
          <w:rFonts w:hint="eastAsia"/>
          <w:rtl/>
          <w:lang w:bidi="ur-PK"/>
        </w:rPr>
        <w:lastRenderedPageBreak/>
        <w:t>کاموں</w:t>
      </w:r>
      <w:r>
        <w:rPr>
          <w:rtl/>
          <w:lang w:bidi="ur-PK"/>
        </w:rPr>
        <w:t xml:space="preserve"> کے آسان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54"/>
      <w:r>
        <w:rPr>
          <w:rtl/>
          <w:lang w:bidi="ur-PK"/>
        </w:rPr>
        <w:t xml:space="preserve"> </w:t>
      </w:r>
    </w:p>
    <w:p w:rsidR="00B56CAE" w:rsidRPr="0001505E" w:rsidRDefault="00B56CAE" w:rsidP="0001505E">
      <w:pPr>
        <w:pStyle w:val="libArabic"/>
        <w:rPr>
          <w:rtl/>
        </w:rPr>
      </w:pPr>
      <w:r w:rsidRPr="0001505E">
        <w:rPr>
          <w:rFonts w:hint="cs"/>
          <w:rtl/>
        </w:rPr>
        <w:t>أَعُوذُ</w:t>
      </w:r>
      <w:r w:rsidRPr="0001505E">
        <w:rPr>
          <w:rtl/>
        </w:rPr>
        <w:t xml:space="preserve"> بِالل</w:t>
      </w:r>
      <w:r w:rsidRPr="0001505E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</w:t>
      </w:r>
      <w:r w:rsidRPr="00C02DA6">
        <w:rPr>
          <w:rStyle w:val="libArabicChar"/>
          <w:rtl/>
        </w:rPr>
        <w:t>َ</w:t>
      </w:r>
      <w:r w:rsidRPr="00C02DA6">
        <w:rPr>
          <w:rStyle w:val="libArabicChar"/>
          <w:rFonts w:hint="cs"/>
          <w:rtl/>
        </w:rPr>
        <w:t>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01505E" w:rsidP="007F6071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 w:rsidRPr="0001505E">
        <w:rPr>
          <w:rStyle w:val="libAieChar"/>
          <w:rFonts w:hint="eastAsia"/>
          <w:rtl/>
        </w:rPr>
        <w:t>قالَ</w:t>
      </w:r>
      <w:r w:rsidR="00B56CAE" w:rsidRPr="0001505E">
        <w:rPr>
          <w:rStyle w:val="libAieChar"/>
          <w:rtl/>
        </w:rPr>
        <w:t xml:space="preserve"> رَبِّ اش</w:t>
      </w:r>
      <w:r w:rsidR="00B56CAE" w:rsidRPr="0001505E">
        <w:rPr>
          <w:rStyle w:val="libAieChar"/>
          <w:rFonts w:hint="cs"/>
          <w:rtl/>
        </w:rPr>
        <w:t>ْرَحْ لي‏ صَدْري (*) وَ يَسِّرْ لي‏ أَمْري (*) وَ احْلُلْ عُقْدَةً مِنْ لِساني‏ (*) يَفْقَهُوا قَوْلي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(300)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 کاموں کے آسان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5" w:name="_Toc493163778"/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انسان کا عمل</w:t>
      </w:r>
      <w:bookmarkEnd w:id="15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اصل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کرنےسے پہلے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چھوٹا سا مقدمہ عرض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جب ہم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ہوتا ہے کہ خالق کائنات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کچھ کرنے والا ہے، جو کچھ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ہو رہا ہے وہ سب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سے ہو رہا ہے، وہ خود کر رہا ہے، مثلا خدا جس کو چاہتا ہے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 ہے، جس کو چاہتا ہے گمراہ کرتا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کو چاہتا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اور جس کو چاہتا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تنگ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اور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تمام کام خدا کے ہاتھ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جو چاہتا ہے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اور کچھ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فساد ہو رہا ہے وہ انسانوں کے کاموں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عذاب کا سامنا کرنا پڑ رہا ہے، مشکلات کا سامنا کرنا پڑ رہا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انسان کے عمل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ارادہ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و دخل ہوا کرتا ہے،خدا جب ارادہ کرتا ہے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مقدمات کے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خداوند متعال اپنے ارادہ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مجبور کرنا چاہتا ہے،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کرنا چاہتا ہو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نہ </w:t>
      </w:r>
      <w:r>
        <w:rPr>
          <w:rFonts w:hint="eastAsia"/>
          <w:rtl/>
          <w:lang w:bidi="ur-PK"/>
        </w:rPr>
        <w:t>چاہتا</w:t>
      </w:r>
      <w:r>
        <w:rPr>
          <w:rtl/>
          <w:lang w:bidi="ur-PK"/>
        </w:rPr>
        <w:t xml:space="preserve"> ہو اور اس کو گمراہ کر دے۔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قادر مطلق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ارادہ چلتا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چلتا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خالق کائنات نے اپنے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 نظر رکھا ہے۔  انسانوں کے عمل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ہے، اور انسان کے عمل کے مطابق، انسان کے ارادہ اور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کے مطابق خداوند متعال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ارادہ کرتا ہے،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کرنا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 رہنا چاہتا ہے تو خدا اس کو گمراہ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گا۔ ہاں پہلے </w:t>
      </w:r>
      <w:r>
        <w:rPr>
          <w:rtl/>
          <w:lang w:bidi="ur-PK"/>
        </w:rPr>
        <w:lastRenderedPageBreak/>
        <w:t>انسان ارادہ کرے تو خداوند متعال دروازے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بعض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قدس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بندا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اٹھاتا 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 قدم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eastAsia"/>
          <w:rtl/>
          <w:lang w:bidi="ur-PK"/>
        </w:rPr>
        <w:t>رف</w:t>
      </w:r>
      <w:r>
        <w:rPr>
          <w:rtl/>
          <w:lang w:bidi="ur-PK"/>
        </w:rPr>
        <w:t xml:space="preserve"> اٹھاتا ہوں، وہ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پکارتا ہے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 بار اس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ہوں۔ اس طرح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ارادہ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انسانوں کے ارادہ اور عمل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 ہوتا ہے اور عمل دخل ہوا کرتا 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6" w:name="_Toc493163779"/>
      <w:r>
        <w:rPr>
          <w:rFonts w:hint="eastAsia"/>
          <w:rtl/>
          <w:lang w:bidi="ur-PK"/>
        </w:rPr>
        <w:t>تقوا</w:t>
      </w:r>
      <w:r>
        <w:rPr>
          <w:rtl/>
          <w:lang w:bidi="ur-PK"/>
        </w:rPr>
        <w:t xml:space="preserve"> اور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آسان</w:t>
      </w:r>
      <w:r>
        <w:rPr>
          <w:rFonts w:hint="cs"/>
          <w:rtl/>
          <w:lang w:bidi="ur-PK"/>
        </w:rPr>
        <w:t>ی</w:t>
      </w:r>
      <w:bookmarkEnd w:id="15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کاموں کے آسان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کو آسان کر دے،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ہم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دعا 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آسان ہوجا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 کام کے آسان ہونے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شرائط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کو آسان کرے گا جب ہم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کو پورا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تب سنے گا جب ہم تقوائے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لہذا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ہوتا ہے</w:t>
      </w:r>
    </w:p>
    <w:p w:rsidR="00B56CAE" w:rsidRDefault="0001505E" w:rsidP="00B56CAE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01505E">
        <w:rPr>
          <w:rStyle w:val="libAieChar"/>
          <w:rtl/>
        </w:rPr>
        <w:t>وَ مَن</w:t>
      </w:r>
      <w:r w:rsidR="00B56CAE" w:rsidRPr="0001505E">
        <w:rPr>
          <w:rStyle w:val="libAieChar"/>
          <w:rFonts w:hint="cs"/>
          <w:rtl/>
        </w:rPr>
        <w:t>ْ يَتَّقِ اللَّهَ يَجْعَلْ لَهُ مِنْ أَمْرِهِ يُسْرا</w:t>
      </w:r>
      <w:r w:rsidR="00B56CAE" w:rsidRPr="0029475F">
        <w:rPr>
          <w:rFonts w:hint="cs"/>
          <w:rtl/>
        </w:rPr>
        <w:t xml:space="preserve"> </w:t>
      </w:r>
      <w:r w:rsidRPr="0001505E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(301)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تقوائےالہ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گا، خدا سے ڈرے گا،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بنائے گا تو خداوند متعال اس کے کاموں کو آسان کردے گا،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راستوں کو کھول دے گا،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مضمون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کہ جو خدا سے ڈرے گا اور تقوائے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گا خداوند متعال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راستہ</w:t>
      </w:r>
      <w:r>
        <w:rPr>
          <w:rtl/>
          <w:lang w:bidi="ur-PK"/>
        </w:rPr>
        <w:t xml:space="preserve"> کھول دے گا،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حوالے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سے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جو خداوند متعال سے ڈرےگا اور تقوا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گا خدا اس کے کاموں کو آسان کر دے گا۔ کچھ لوگ عبادت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جاکر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گئے، کہا کہ ہم عبادت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ہمارے کاموں کو آسان بنا دے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 </w:t>
      </w:r>
      <w:r w:rsidRPr="007F6071">
        <w:rPr>
          <w:rStyle w:val="libFootnotenumChar"/>
          <w:rtl/>
        </w:rPr>
        <w:t>(302)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خدا کاموں کو آسان کرتا ہے، خدا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حل کرتا ہے،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راستوں کو ہموار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صرف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وہ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خدا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 تلاش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وشش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زحمت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ان کے کاموں کو آسان کر دے گا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ختم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آسان کرتا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کو آسان کرے گا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اپنا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اپنا کام پورا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کرتے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اس کے بعد خدا سے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دعا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سنے گا اور ہمارے کا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کو آسان کردے گا۔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7" w:name="_Toc493163780"/>
      <w:r>
        <w:rPr>
          <w:rFonts w:hint="eastAsia"/>
          <w:rtl/>
          <w:lang w:bidi="ur-PK"/>
        </w:rPr>
        <w:t>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</w:t>
      </w:r>
      <w:bookmarkEnd w:id="15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حوالے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عوف بن مالک کے نام سے،ہوا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ہوگئے، دشمن اس کو لے گئے،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پہنچتے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کروں؟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تھا، اس کو دشمن لے گئے،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اوپر سے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جو کام آتا تھا،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کروں؟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جائو اس ذکر کو پڑہو، اس کا ورد کرو۔ خداوند متعال تمہارے </w:t>
      </w:r>
      <w:r>
        <w:rPr>
          <w:rFonts w:hint="eastAsia"/>
          <w:rtl/>
          <w:lang w:bidi="ur-PK"/>
        </w:rPr>
        <w:t>کام</w:t>
      </w:r>
      <w:r>
        <w:rPr>
          <w:rtl/>
          <w:lang w:bidi="ur-PK"/>
        </w:rPr>
        <w:t xml:space="preserve"> کو آسان کر دےگا،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حل کر دے گا، وہ ذکر کونسا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تھا۔</w:t>
      </w:r>
    </w:p>
    <w:p w:rsidR="00B56CAE" w:rsidRPr="0001505E" w:rsidRDefault="00B56CAE" w:rsidP="0001505E">
      <w:pPr>
        <w:pStyle w:val="libArabic"/>
        <w:rPr>
          <w:rtl/>
        </w:rPr>
      </w:pPr>
      <w:r w:rsidRPr="0001505E">
        <w:rPr>
          <w:rtl/>
        </w:rPr>
        <w:t xml:space="preserve"> لا حول ولا قوة الا بالل</w:t>
      </w:r>
      <w:r w:rsidRPr="0001505E">
        <w:rPr>
          <w:rFonts w:hint="cs"/>
          <w:rtl/>
        </w:rPr>
        <w:t xml:space="preserve">ه،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کرو، اس کا ورد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ظاہر ہے کہ اس کا باپ دشمنوں کے پاس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سکتا،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جگہ ہے جہاں دعا کارساز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جہاں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نہ پہنچ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وہاں صرف دعا کرو، جہاں کچھ کرسکو تو دعا کے ساتھ کام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کر کام آسان ہوگ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 کر ورد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ورد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تھے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چلا آ ر ہا ہے،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سے پوچھا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تو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سے؟</w:t>
      </w:r>
      <w:r>
        <w:rPr>
          <w:rtl/>
          <w:lang w:bidi="ur-PK"/>
        </w:rPr>
        <w:t xml:space="preserve"> کہا بابا وہ مجھے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کر لے جا رہے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پہنچے آرام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مجھے موقعہ ملا کہ وہاں سے بھاگ آئوں،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ساتھ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کے طور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اونٹ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کر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پا س سوال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کر</w:t>
      </w:r>
      <w:r>
        <w:rPr>
          <w:rtl/>
          <w:lang w:bidi="ur-PK"/>
        </w:rPr>
        <w:t xml:space="preserve"> گئے تھے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جبکہ ہم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رسول اللہ</w:t>
      </w:r>
      <w:r w:rsidR="0001505E">
        <w:rPr>
          <w:rFonts w:hint="cs"/>
          <w:rtl/>
          <w:lang w:bidi="ur-PK"/>
        </w:rPr>
        <w:t xml:space="preserve"> </w:t>
      </w:r>
      <w:r>
        <w:rPr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اس کے علاوہ اور کچھ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</w:t>
      </w:r>
      <w:r>
        <w:rPr>
          <w:rFonts w:hint="eastAsia"/>
          <w:rtl/>
          <w:lang w:bidi="ur-PK"/>
        </w:rPr>
        <w:t>کتا،</w:t>
      </w:r>
      <w:r>
        <w:rPr>
          <w:rtl/>
          <w:lang w:bidi="ur-PK"/>
        </w:rPr>
        <w:t xml:space="preserve"> اس ذکر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آسان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طرح خداوند متعال کاموں کو آسان کرتا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8" w:name="_Toc493163781"/>
      <w:r>
        <w:rPr>
          <w:rFonts w:hint="eastAsia"/>
          <w:rtl/>
          <w:lang w:bidi="ur-PK"/>
        </w:rPr>
        <w:t>کام</w:t>
      </w:r>
      <w:r>
        <w:rPr>
          <w:rtl/>
          <w:lang w:bidi="ur-PK"/>
        </w:rPr>
        <w:t xml:space="preserve"> کس کے لئے آسان ہوں گے؟</w:t>
      </w:r>
      <w:bookmarkEnd w:id="15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حوالے سے، ان چند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پر غور و فکر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اورپھر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خداوند متعال کس طرح کارساز ہوا کرتا ہے، </w:t>
      </w:r>
    </w:p>
    <w:p w:rsidR="00B56CAE" w:rsidRDefault="0001505E" w:rsidP="007F6071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lastRenderedPageBreak/>
        <w:t>(</w:t>
      </w:r>
      <w:r w:rsidR="00B56CAE" w:rsidRPr="0001505E">
        <w:rPr>
          <w:rStyle w:val="libAieChar"/>
          <w:rFonts w:hint="cs"/>
          <w:rtl/>
        </w:rPr>
        <w:t>فَأَمَّا</w:t>
      </w:r>
      <w:r w:rsidR="00B56CAE" w:rsidRPr="0001505E">
        <w:rPr>
          <w:rStyle w:val="libAieChar"/>
          <w:rtl/>
        </w:rPr>
        <w:t xml:space="preserve"> مَن</w:t>
      </w:r>
      <w:r w:rsidR="00B56CAE" w:rsidRPr="0001505E">
        <w:rPr>
          <w:rStyle w:val="libAieChar"/>
          <w:rFonts w:hint="cs"/>
          <w:rtl/>
        </w:rPr>
        <w:t>ْ أ</w:t>
      </w:r>
      <w:r w:rsidR="00B56CAE" w:rsidRPr="0001505E">
        <w:rPr>
          <w:rStyle w:val="libAieChar"/>
          <w:rtl/>
        </w:rPr>
        <w:t>َع</w:t>
      </w:r>
      <w:r w:rsidR="00B56CAE" w:rsidRPr="0001505E">
        <w:rPr>
          <w:rStyle w:val="libAieChar"/>
          <w:rFonts w:hint="cs"/>
          <w:rtl/>
        </w:rPr>
        <w:t>ْطى‏ وَ اتَّقى‏(*)وَ صَدَّقَ بِالْحُسْنى‏(*)فَسَنُيَسِّرُهُ لِلْيُسْرى‏(*)وَ أَمَّا مَنْ بَخِلَ وَ اسْتَغْنى‏(*)وَ كَذَّبَ بِالْحُسْنى‏(*)فَسَنُيَسِّرُهُ لِلْعُسْرى</w:t>
      </w:r>
      <w:r w:rsidRPr="0001505E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(303)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کرے، دوسروں کے کام آئے، وہ دلسوز ہے ۔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مفادات حاصل کرے، دوسروں کا برا ہو تو ہو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حل ہوجائے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کام ہو جائے، مجھے فائدہ پہنچے۔ انسا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مختلف قسم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مختلف کاموں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۔کس طرح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فاما من اعط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دوسروں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ساتھ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فکر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سخاوت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آخرت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پر جس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جزا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ہے۔اور کچھ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تقوا اور پرہ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خداوند متعال ارشاد فرما رہا ہے، فسن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سرہ</w:t>
      </w:r>
      <w:r>
        <w:rPr>
          <w:rtl/>
          <w:lang w:bidi="ur-PK"/>
        </w:rPr>
        <w:t xml:space="preserve"> لل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ہم ان کو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آسان ہوتے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دوسروں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تقوا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وہ لوگ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واما من بخل واستغن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جو بخل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ان کے پاس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پر سانپ بن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ان کے نقصان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اٹھاتے، وہ سوچتے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ہم نے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ختم ہوجائے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نہ خود فائدہ اٹھاتے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کو فائدہ اٹھانے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 کذب بالحسن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روز جزا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انکار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 گا؟ فسن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للعسر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کاموں کو مشکل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خالق کائنات بلکل وضاحت کے ساتھ اعلان کر رہا ہے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تمہارے عمل کا رد عمل ہے، مکافات عمل ہے،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خرچ کرے،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کرے، تقوا کو اپنا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بنائے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آسان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بخل کرے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دوسروں کا احساس نہ کرے،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انکار کرے،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کاموں کو مشکل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کے کاموں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اگر ہم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کو آسان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اگر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ارادہ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مش</w:t>
      </w:r>
      <w:r>
        <w:rPr>
          <w:rFonts w:hint="eastAsia"/>
          <w:rtl/>
          <w:lang w:bidi="ur-PK"/>
        </w:rPr>
        <w:t>کل</w:t>
      </w:r>
      <w:r>
        <w:rPr>
          <w:rtl/>
          <w:lang w:bidi="ur-PK"/>
        </w:rPr>
        <w:t xml:space="preserve"> کو خدا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آسان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واقعا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اٹھنے کا ارادہ ہے بلکہ نماز شب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اٹھنے کا ارادہ ہے، وہ سچے دل کے ساتھ، خلوص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ارادہ کرے خالق کائنات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گا،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وقت پر جاگ ہوجائ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ہو جائے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ارادہ تو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خود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خدا فرما رہا ہے کہ </w:t>
      </w:r>
    </w:p>
    <w:p w:rsidR="00B56CAE" w:rsidRDefault="0001505E" w:rsidP="00CC5C79">
      <w:pPr>
        <w:pStyle w:val="libNormal"/>
        <w:rPr>
          <w:rtl/>
          <w:lang w:bidi="ur-PK"/>
        </w:rPr>
      </w:pPr>
      <w:r w:rsidRPr="0001505E">
        <w:rPr>
          <w:rStyle w:val="libAlaemChar"/>
          <w:rFonts w:hint="cs"/>
          <w:rtl/>
        </w:rPr>
        <w:t>(</w:t>
      </w:r>
      <w:r w:rsidR="00B56CAE" w:rsidRPr="0001505E">
        <w:rPr>
          <w:rStyle w:val="libAieChar"/>
          <w:rFonts w:hint="eastAsia"/>
          <w:rtl/>
        </w:rPr>
        <w:t>فاما</w:t>
      </w:r>
      <w:r w:rsidR="00B56CAE" w:rsidRPr="0001505E">
        <w:rPr>
          <w:rStyle w:val="libAieChar"/>
          <w:rtl/>
        </w:rPr>
        <w:t xml:space="preserve"> من اعط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tl/>
        </w:rPr>
        <w:t xml:space="preserve"> واتق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tl/>
        </w:rPr>
        <w:t xml:space="preserve"> و صدق بالحسن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tl/>
        </w:rPr>
        <w:t xml:space="preserve"> فسن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Fonts w:hint="eastAsia"/>
          <w:rtl/>
        </w:rPr>
        <w:t>سر</w:t>
      </w:r>
      <w:r w:rsidR="00CC5C79" w:rsidRPr="00CC5C79">
        <w:rPr>
          <w:rStyle w:val="libAieChar"/>
          <w:rFonts w:hint="cs"/>
          <w:rtl/>
        </w:rPr>
        <w:t>ه</w:t>
      </w:r>
      <w:r w:rsidR="00B56CAE" w:rsidRPr="0001505E">
        <w:rPr>
          <w:rStyle w:val="libAieChar"/>
          <w:rtl/>
        </w:rPr>
        <w:t xml:space="preserve"> لل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Fonts w:hint="eastAsia"/>
          <w:rtl/>
        </w:rPr>
        <w:t>سر</w:t>
      </w:r>
      <w:r w:rsidR="00B56CAE" w:rsidRPr="0001505E">
        <w:rPr>
          <w:rStyle w:val="libAieChar"/>
          <w:rFonts w:hint="cs"/>
          <w:rtl/>
        </w:rPr>
        <w:t>ی</w:t>
      </w:r>
      <w:r w:rsidR="00B56CAE" w:rsidRPr="0001505E">
        <w:rPr>
          <w:rStyle w:val="libAieChar"/>
          <w:rFonts w:hint="eastAsia"/>
          <w:rtl/>
        </w:rPr>
        <w:t>؛</w:t>
      </w:r>
      <w:r w:rsidRPr="0001505E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وہ ارادہ کرے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کا، تقوا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آئے،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آسان ہوجائے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آسان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جب بندہ پہلا قدم اٹھائے، جب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کرے، انسان عمل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اترے، خدا پر توکل کرتے ہوئے پھر آگے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کرے تو </w:t>
      </w: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آگے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کا راستہ ہموار کرتا چلا جائے گا اور اس کے کام آسان ہوتے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پہلا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اپنا ارادہ ہے، پہلا مرحلہ اپنا عمل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ہے اس کے بعد پھر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شامل حال ہوجات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59" w:name="_Toc493163782"/>
      <w:r>
        <w:rPr>
          <w:rFonts w:hint="eastAsia"/>
          <w:rtl/>
          <w:lang w:bidi="ur-PK"/>
        </w:rPr>
        <w:t>عبرتناک</w:t>
      </w:r>
      <w:r>
        <w:rPr>
          <w:rtl/>
          <w:lang w:bidi="ur-PK"/>
        </w:rPr>
        <w:t xml:space="preserve"> داستان</w:t>
      </w:r>
      <w:bookmarkEnd w:id="15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شان نزول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داستان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ہوا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کھجور کا درخت تھا،اس درخت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پکنے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ذ</w:t>
      </w:r>
      <w:r>
        <w:rPr>
          <w:rtl/>
          <w:lang w:bidi="ur-PK"/>
        </w:rPr>
        <w:t xml:space="preserve"> اور بہت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عمدہ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 اتارنا چاہتا،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 کے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کھجور اتارنا چاہتے تھے تو چند کھجور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کھجور گرت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کھجور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اتنا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انسان تھا، کنجوس انسان تھا، اس سے برداشت نہ ہوتا، فورا جاتا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آتا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کے ہاتھ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نقل ہوا ہے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 کے منہ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>۔ اس قسم کا کنجوس انسان تھا۔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ہے، وہ رسول کائناتصل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پاس جاتا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کروں؟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ہے،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بچے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چھوٹے بچے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درخت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اں ہمارے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وہ کھجور اتارتا ہے تو کچھ ہمارے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بچوں کا دل ہے وہ اٹھا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کھانا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کے منہ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تم جائو،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گھر والے کو۔فرما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ہوں تم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معاملہ کروں، معاملہ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کھجور کا درخت تمہارے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مجھے دے دو،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حوالے کردو،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درخت کے بدلہ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دوں گا۔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کر آخرت کا درخت کا مجھ سے لے لو۔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اتنا کمزور ہے،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شکش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کے ساتھ معاملہ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درخت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انکار کرتا ہے کہتا ہے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بہت درخت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درخت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کھجور بہت عمدہ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چاہتا،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کے درخت کے بدلہ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کہ ادہار ہے </w:t>
      </w:r>
      <w:r>
        <w:rPr>
          <w:rtl/>
          <w:lang w:bidi="ur-PK"/>
        </w:rPr>
        <w:lastRenderedPageBreak/>
        <w:t>نقد ہوتا تو ہم سوچتے۔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اور اس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رہا تھا،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کتنا بدبخت انسان ہے، کتنا کمبخت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اس کو آخرت کے درخت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شکش</w:t>
      </w:r>
      <w:r>
        <w:rPr>
          <w:rtl/>
          <w:lang w:bidi="ur-PK"/>
        </w:rPr>
        <w:t xml:space="preserve"> کر رہےہ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رہا ہے۔ چپکے سے وہ آگے آتا ہے اور کہتا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اس شخص سے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کے آپ کو دے دوں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سے،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قسم کا درخت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ہوگا؟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کو رسول اللہ کے وعدہ پر کتنا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کتنا اعتبار ہے۔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ہاں،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اگر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 کے ہمارے حوالے کر دو، تو ہم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درخت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جاتا ہے، اس شخص کے پاس۔ کہا تمہارا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</w:t>
      </w:r>
      <w:r>
        <w:rPr>
          <w:rtl/>
          <w:lang w:bidi="ur-PK"/>
        </w:rPr>
        <w:t xml:space="preserve"> چاہتا ہوں، اس نے کہا،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کہ اس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چوں</w:t>
      </w:r>
      <w:r>
        <w:rPr>
          <w:rtl/>
          <w:lang w:bidi="ur-PK"/>
        </w:rPr>
        <w:t>۔ کہا سوچ لو، منہ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دوں گا، اس نے کہا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بہت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اس کا خرما مجھے بہت پسند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دے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وہم اور گمان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 تو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دوں۔ اس نے کہا،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تم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دے دو،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ہوں، 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مت،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گنا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>۔ کہنے لگا اتنا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سوچا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ہے مجھے قبول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کمبخت اور بدبخت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رہا تھا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کے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ٓخرت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خود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نے قبول ک</w:t>
      </w:r>
      <w:r>
        <w:rPr>
          <w:rFonts w:hint="eastAsia"/>
          <w:rtl/>
          <w:lang w:bidi="ur-PK"/>
        </w:rPr>
        <w:t>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 کے بدلہ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درخت تمہارا ہوا۔ اب وہ شخص رسول اللہ کے پاس آتا ہے، رسول کائنات پھر اس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ہمسا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بلاتے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آج سے وہ درخت تمہارا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واقعہ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کم</w:t>
      </w:r>
      <w:r>
        <w:rPr>
          <w:rtl/>
          <w:lang w:bidi="ur-PK"/>
        </w:rPr>
        <w:t xml:space="preserve"> لشت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فاما من اعط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 صدق بالحسن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لل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کچھ</w:t>
      </w:r>
      <w:r>
        <w:rPr>
          <w:rtl/>
          <w:lang w:bidi="ur-PK"/>
        </w:rPr>
        <w:t xml:space="preserve">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سخاوت کرنا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آسان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چاہتا تھا کہ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درخت بنا لے، وہ رسول اکرم سے انکار کر چکا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چاہتا تھا،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نے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راستہ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دل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درختوں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دے دو، وہ درخت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دے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بخل کرنے والا تھا، دوسروں کا </w:t>
      </w:r>
      <w:r>
        <w:rPr>
          <w:rtl/>
          <w:lang w:bidi="ur-PK"/>
        </w:rPr>
        <w:lastRenderedPageBreak/>
        <w:t>احساس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تھا، آخرت پر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اس کو، جو آخرت کے درخت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کو پہچان سکتا۔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دوں گا،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مشکل </w:t>
      </w:r>
      <w:r>
        <w:rPr>
          <w:rFonts w:hint="eastAsia"/>
          <w:rtl/>
          <w:lang w:bidi="ur-PK"/>
        </w:rPr>
        <w:t>بنا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طرح خالق کائنات کاموں کو آسان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کاموں کو آسان بنا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آ 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کر سکوں، ان کاموں کو انجام دے سکوں، خداوند متعال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کو آسان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بناتا، اس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استعداد عطا کرتا ہے وہ ان کاموں کو کرسکے، پھر وہ کا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ہوتے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کرنا کہ خدا ہمارے کاموں کو آسان کر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تب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جب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خلوص کے ساتھ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تقوا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مقصد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ہو، اس کا </w:t>
      </w:r>
      <w:r>
        <w:rPr>
          <w:rFonts w:hint="eastAsia"/>
          <w:rtl/>
          <w:lang w:bidi="ur-PK"/>
        </w:rPr>
        <w:t>مقصد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ہو، 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کو پورا کرنا نہ ہو، شہرت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نہ ہو،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کرے تو خدا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راستوں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ہے۔اس کو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آسان ہوتے چلے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کائنات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کرتا ہے، وہ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سنتا ہے،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حوصلہ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جب وہ سمجھے کہ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ہے، اب اگر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 کے دعا کرے تو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ضرور بضرور 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ج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انسان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کرنا چاہے تو خدا اس کو حوصلہ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کو استعداد عطا کرتا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، عاشور کے دن کتنے مصائب برداشت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وہ لمحہ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والا تھا جب آپ کا شش ماہ آپ کے ہاتھوں پر تھا، اور دشمن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چلا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تصور کر سکتے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ہم؟چھ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کا بچہ والد کے ہاتھوں پر ہو،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بلک رہا ہو، دشمن کا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چلے، بہت مشکل ہے اس کو برداشت کرنا،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کہا: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2B3A16">
        <w:rPr>
          <w:rStyle w:val="libArabicChar"/>
          <w:rtl/>
        </w:rPr>
        <w:t xml:space="preserve"> </w:t>
      </w:r>
      <w:r w:rsidRPr="002B3A16">
        <w:rPr>
          <w:rStyle w:val="libArabicChar"/>
          <w:rFonts w:hint="cs"/>
          <w:rtl/>
        </w:rPr>
        <w:t>هون علی</w:t>
      </w:r>
      <w:r w:rsidRPr="002B3A16">
        <w:rPr>
          <w:rStyle w:val="libArabicChar"/>
          <w:rtl/>
        </w:rPr>
        <w:t xml:space="preserve"> ما نزل ب</w:t>
      </w:r>
      <w:r w:rsidRPr="002B3A16">
        <w:rPr>
          <w:rStyle w:val="libArabicChar"/>
          <w:rFonts w:hint="cs"/>
          <w:rtl/>
        </w:rPr>
        <w:t>ی</w:t>
      </w:r>
      <w:r w:rsidRPr="002B3A16">
        <w:rPr>
          <w:rStyle w:val="libArabicChar"/>
          <w:rtl/>
        </w:rPr>
        <w:t xml:space="preserve"> ان</w:t>
      </w:r>
      <w:r w:rsidRPr="002B3A16">
        <w:rPr>
          <w:rStyle w:val="libArabicChar"/>
          <w:rFonts w:hint="cs"/>
          <w:rtl/>
        </w:rPr>
        <w:t>ه بعی</w:t>
      </w:r>
      <w:r w:rsidRPr="002B3A16">
        <w:rPr>
          <w:rStyle w:val="libArabicChar"/>
          <w:rFonts w:hint="eastAsia"/>
          <w:rtl/>
        </w:rPr>
        <w:t>ن</w:t>
      </w:r>
      <w:r w:rsidRPr="002B3A16">
        <w:rPr>
          <w:rStyle w:val="libArabicChar"/>
          <w:rtl/>
        </w:rPr>
        <w:t xml:space="preserve"> الل</w:t>
      </w:r>
      <w:r w:rsidRPr="002B3A16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   </w:t>
      </w:r>
      <w:r w:rsidRPr="007F6071">
        <w:rPr>
          <w:rStyle w:val="libFootnotenumChar"/>
          <w:rFonts w:hint="cs"/>
          <w:rtl/>
        </w:rPr>
        <w:t>(304)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 برداشت کرنا آسان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ہے۔سب خدا کے سامنے ہو رہا ہے، اگر انسان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کام کرے اور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 کہ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رہا ہے، 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ہونے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خدا پھر اس کے حوصلہ کو بلند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کے کاموں کو آسان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دروازوں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خوشگوار احساس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طرح خالق کائنات کاموں کو آسان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تم اپنا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پوراکرو،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کرو، کاموں کو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انجام دو،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کو پاک و صاف بنالو، خدا سے دعا کرو، خالق کائنات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دروازوں کو کھول دے گا، مشکلات حل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جتنا ارادہ بل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ہوگا خدا اتنا دے گا بلکہ اس سے بڑہ کر دے گا۔ خداوند متعال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کہا ہے کہ ہم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عطا کرنے والے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 دعا ہے کہ خالق کائنات ہمارے تمام کاموں کو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آسان بنادے،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خلوص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عطا فرمائے۔ </w:t>
      </w:r>
    </w:p>
    <w:p w:rsidR="00B56CAE" w:rsidRPr="002B3A16" w:rsidRDefault="00B56CAE" w:rsidP="002B3A16">
      <w:pPr>
        <w:pStyle w:val="libArabic"/>
        <w:rPr>
          <w:rtl/>
        </w:rPr>
      </w:pPr>
      <w:r w:rsidRPr="002B3A16">
        <w:rPr>
          <w:rFonts w:hint="eastAsia"/>
          <w:rtl/>
        </w:rPr>
        <w:t>والسلام</w:t>
      </w:r>
      <w:r w:rsidRPr="002B3A16">
        <w:rPr>
          <w:rtl/>
        </w:rPr>
        <w:t xml:space="preserve"> عل</w:t>
      </w:r>
      <w:r w:rsidRPr="002B3A16">
        <w:rPr>
          <w:rFonts w:hint="cs"/>
          <w:rtl/>
        </w:rPr>
        <w:t>ی</w:t>
      </w:r>
      <w:r w:rsidRPr="002B3A16">
        <w:rPr>
          <w:rFonts w:hint="eastAsia"/>
          <w:rtl/>
        </w:rPr>
        <w:t>کم</w:t>
      </w:r>
      <w:r w:rsidRPr="002B3A16">
        <w:rPr>
          <w:rtl/>
        </w:rPr>
        <w:t xml:space="preserve"> و رحمة اللَّ</w:t>
      </w:r>
      <w:r w:rsidRPr="002B3A16">
        <w:rPr>
          <w:rFonts w:hint="cs"/>
          <w:rtl/>
        </w:rPr>
        <w:t xml:space="preserve">هِ و برکاته  </w:t>
      </w:r>
    </w:p>
    <w:p w:rsidR="002B3A16" w:rsidRPr="002B3A16" w:rsidRDefault="002B3A16" w:rsidP="002B3A16">
      <w:pPr>
        <w:pStyle w:val="libNormal"/>
        <w:rPr>
          <w:rtl/>
          <w:lang w:bidi="ur-PK"/>
        </w:rPr>
      </w:pP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0" w:name="_Toc493163783"/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60"/>
      <w:r>
        <w:rPr>
          <w:rtl/>
          <w:lang w:bidi="ur-PK"/>
        </w:rPr>
        <w:t xml:space="preserve"> </w:t>
      </w:r>
    </w:p>
    <w:p w:rsidR="00B56CAE" w:rsidRPr="002B3A16" w:rsidRDefault="00B56CAE" w:rsidP="002B3A16">
      <w:pPr>
        <w:pStyle w:val="libArabic"/>
        <w:rPr>
          <w:rtl/>
        </w:rPr>
      </w:pPr>
      <w:r w:rsidRPr="002B3A16">
        <w:rPr>
          <w:rFonts w:hint="cs"/>
          <w:rtl/>
        </w:rPr>
        <w:t>أَعُوذُ</w:t>
      </w:r>
      <w:r w:rsidRPr="002B3A16">
        <w:rPr>
          <w:rtl/>
        </w:rPr>
        <w:t xml:space="preserve"> بِالل</w:t>
      </w:r>
      <w:r w:rsidRPr="002B3A16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2B3A16" w:rsidP="00B56CAE">
      <w:pPr>
        <w:pStyle w:val="libNormal"/>
        <w:rPr>
          <w:rtl/>
          <w:lang w:bidi="ur-PK"/>
        </w:rPr>
      </w:pPr>
      <w:r w:rsidRPr="002B3A16">
        <w:rPr>
          <w:rStyle w:val="libAlaemChar"/>
          <w:rFonts w:hint="cs"/>
          <w:rtl/>
        </w:rPr>
        <w:t>(</w:t>
      </w:r>
      <w:r w:rsidR="00B56CAE" w:rsidRPr="002B3A16">
        <w:rPr>
          <w:rStyle w:val="libAieChar"/>
          <w:rFonts w:hint="eastAsia"/>
          <w:rtl/>
        </w:rPr>
        <w:t>وَ</w:t>
      </w:r>
      <w:r w:rsidR="00B56CAE" w:rsidRPr="002B3A16">
        <w:rPr>
          <w:rStyle w:val="libAieChar"/>
          <w:rtl/>
        </w:rPr>
        <w:t xml:space="preserve"> اخ</w:t>
      </w:r>
      <w:r w:rsidR="00B56CAE" w:rsidRPr="002B3A16">
        <w:rPr>
          <w:rStyle w:val="libAieChar"/>
          <w:rFonts w:hint="cs"/>
          <w:rtl/>
        </w:rPr>
        <w:t>ْفِضْ‏ لَهُما جَناحَ الذُّلِّ مِنَ الرَّحْمَةِ وَ قُلْ رَبِّ ارْحَمْهُما ك</w:t>
      </w:r>
      <w:r w:rsidR="00B56CAE" w:rsidRPr="002B3A16">
        <w:rPr>
          <w:rStyle w:val="libAieChar"/>
          <w:rtl/>
        </w:rPr>
        <w:t>َما رَبَّ</w:t>
      </w:r>
      <w:r w:rsidR="00B56CAE" w:rsidRPr="002B3A16">
        <w:rPr>
          <w:rStyle w:val="libAieChar"/>
          <w:rFonts w:hint="cs"/>
          <w:rtl/>
        </w:rPr>
        <w:t>ياني‏ صَغيرا</w:t>
      </w:r>
      <w:r w:rsidR="00B56CAE" w:rsidRPr="0029475F">
        <w:rPr>
          <w:rFonts w:hint="cs"/>
          <w:rtl/>
        </w:rPr>
        <w:t xml:space="preserve"> </w:t>
      </w:r>
      <w:r w:rsidRPr="002B3A1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(305)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انسان کو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مختلف اسباب و سائل بنائے ، پہلے انسا ن ابو البشر حضرت آدم کو خالق کائنات نے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پھر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نسل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سفر شروع ہوا جو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۔خداوند متعال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ہوئے ارشاد فرما رہا ہے: سورہ اسرا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،اور تہمارے رب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نہ کرو سوائے اس کے، عبادت کے لائق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جھکنے کے لائق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عبادت کے بعد جو حکم خداوند متعال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 رہا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</w:t>
      </w:r>
      <w:r>
        <w:rPr>
          <w:rFonts w:hint="eastAsia"/>
          <w:rtl/>
          <w:lang w:bidi="ur-PK"/>
        </w:rPr>
        <w:t>اتھ</w:t>
      </w:r>
      <w:r>
        <w:rPr>
          <w:rtl/>
          <w:lang w:bidi="ur-PK"/>
        </w:rPr>
        <w:t xml:space="preserve"> احسان کرو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اچھا سلوک کرنا،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کرنا، اور وہ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احسان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کے بعد ان کا تذکرہ کر رہا ہے۔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وجہ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انسان ہے ۔تمام </w:t>
      </w: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سب سے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جو انسانوں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2B3A16" w:rsidRPr="002B3A16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2B3A16">
        <w:rPr>
          <w:rStyle w:val="libAieChar"/>
          <w:rFonts w:hint="cs"/>
          <w:rtl/>
        </w:rPr>
        <w:t>أَنِ اعْبُدُوا اللَّه</w:t>
      </w:r>
      <w:r w:rsidR="002B3A16" w:rsidRPr="002B3A16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(306)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کرو، خالق کائنات جتنے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کا تذکرہ کر رہا ہے وہ آئے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انہوں نے پہلا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لائق عبادت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لائق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جھکنا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مدد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1" w:name="_Toc493163784"/>
      <w:r>
        <w:rPr>
          <w:rFonts w:hint="eastAsia"/>
          <w:rtl/>
          <w:lang w:bidi="ur-PK"/>
        </w:rPr>
        <w:t>خدمت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</w:t>
      </w:r>
      <w:bookmarkEnd w:id="16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کے بعد خالق کائنات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 رہا ہے کہ عبادت کے ساتھ عبادت کے دوسرے رتبے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عبادت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مصداق،عبادت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نمونہ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خداوند متعال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موحد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کا ماننے والا ہے، خدا کو قبول کرتا ہے اسے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احسان کرے،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 ان زحمت کا ان کوششوں کا ان کاوشوں کا، اس جدوجہد کا جو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اٹھاتے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ل جزا الاحسان الا الاحسان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مصداق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 ہے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جو زحمات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اٹھاتے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eastAsia"/>
          <w:rtl/>
          <w:lang w:bidi="ur-PK"/>
        </w:rPr>
        <w:t>کلات</w:t>
      </w:r>
      <w:r>
        <w:rPr>
          <w:rtl/>
          <w:lang w:bidi="ur-PK"/>
        </w:rPr>
        <w:t xml:space="preserve"> کو تحمل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برداشت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کا بدلہ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انسان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 کرے، اچھا برتاء کرو، اچھے اخلاق سے ان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آئے۔ خاص طور پر والدہ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پاس آتا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کروں؟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کرو، والدہ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نمبر 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 </w:t>
      </w:r>
      <w:r w:rsidRPr="007F6071">
        <w:rPr>
          <w:rStyle w:val="libFootnotenumChar"/>
          <w:rtl/>
        </w:rPr>
        <w:t>(307)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کا حق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 اگرچہ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 رہا ہے وبالوالد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احسانا؛ دونوں کے ساتھ احسان کرو،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والدہ کا رتبہ قطعا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2" w:name="_Toc493163785"/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حقوق</w:t>
      </w:r>
      <w:bookmarkEnd w:id="16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رسالہ حقوق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حق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خاص طور پر والدہ کے تو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رکھو!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نے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وہاں رکھا،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جگہ پر جگہ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جہاں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رکھتا، اپنے وجود کے اندر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تک رکھا۔ اس کا خون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 بنا، اس سے تمہارا وجود بنا، تم نے مراحل طے کئے اور پھر زندہ موجود بن گئے، پھر جب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 وہ زحمات، اس کے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زحمات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خود بھوکے رہ 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کو کھلاتے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ر</w:t>
      </w:r>
      <w:r>
        <w:rPr>
          <w:rFonts w:hint="eastAsia"/>
          <w:rtl/>
          <w:lang w:bidi="ur-PK"/>
        </w:rPr>
        <w:t>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ہوں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والا ننہا بچہ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سکتا ہے؟ نظام کائنات اس </w:t>
      </w:r>
      <w:r>
        <w:rPr>
          <w:rtl/>
          <w:lang w:bidi="ur-PK"/>
        </w:rPr>
        <w:lastRenderedPageBreak/>
        <w:t>طرح خدا نے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انسان کے علاوہ جتنے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آجاتا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قابل ہو جاتا ہے اس کے کہ وہ خود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 سکے۔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کا بچہ سالوں تک اس حد تک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بسر کر سکے،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مہربان رئوف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نشونما کے ساتھ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کے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راستے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اصول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آشنا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بہت بڑا کردار ہے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انسان بنانے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زحمات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پھر انسان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سلوک کرے۔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اولاد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حق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نےجو کچھ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وہ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اس کا بدلہ 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سکے،اور فرق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بچا جب بولنا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ہے تو ماں باپ سے بار بار سوال کرتا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بارےم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، </w:t>
      </w:r>
      <w:r>
        <w:rPr>
          <w:rtl/>
          <w:lang w:bidi="fa-IR"/>
        </w:rPr>
        <w:t>۲۰</w:t>
      </w:r>
      <w:r>
        <w:rPr>
          <w:rtl/>
          <w:lang w:bidi="ur-PK"/>
        </w:rPr>
        <w:t xml:space="preserve"> بار سوال کرتا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وہ بڑے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شفقت سے اس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بچہ بڑا ہوجاتا ہے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بوڑہے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چند منٹ ہمارے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اس کو مشکل لگتا ہے، وہاں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ٹھنا،</w:t>
      </w:r>
      <w:r>
        <w:rPr>
          <w:rtl/>
          <w:lang w:bidi="ur-PK"/>
        </w:rPr>
        <w:t xml:space="preserve"> ان کو 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 ب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غصہ آنے لگتا ہے، ٹوک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بار بار پوچھ رہے ہو، جب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جب اپنے طفول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سوال کرتا تھا؟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شفقت کے ساتھ اس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3" w:name="_Toc493163786"/>
      <w:r>
        <w:rPr>
          <w:rFonts w:hint="eastAsia"/>
          <w:rtl/>
          <w:lang w:bidi="ur-PK"/>
        </w:rPr>
        <w:t>خدمت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صورت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6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خالق کائنات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ارشاد فرما رہا ہے  وبالوالد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احسانا؛ عبادت خدا کے ساتھ عبادت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ہے،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ہے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واسطہ کا ذکر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خود خدمت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اگر خدا نے اولاد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وہ ان 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نوکر رکھ دے،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احسانا؛ خود خدمت کرو اپنے ہاتھوں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 جس طرح انہوں نے ہاتھوں سے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وبالوالد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 ان کے ساتھ احسان کرو،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ہر قسم کا احسان، چاہے وہ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چاہے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چاہے ادب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چاہے تشکر اور قدردان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تمام کو شامل ہے کہ ہر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ان کے ساتھ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ے،اور</w:t>
      </w:r>
      <w:r>
        <w:rPr>
          <w:rtl/>
          <w:lang w:bidi="ur-PK"/>
        </w:rPr>
        <w:t xml:space="preserve">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عمر کے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پہنچتے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کو خاص ضرورت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اولاد 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ساھ اچھا سلوک کرے،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ان کے ساتھ، ان کے  جذبات کو سمجھا جائے ، اور اس کے مطابق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پورا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ضرو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پورا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خرچ کرنا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اگر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بوڑہے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اولاد جا کر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شگاہ</w:t>
      </w:r>
      <w:r>
        <w:rPr>
          <w:rtl/>
          <w:lang w:bidi="ur-PK"/>
        </w:rPr>
        <w:t xml:space="preserve"> کے حوالے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جہاں بوڑہوں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بھال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حفاظت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کو اپنے ہاتھوں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اس 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خالق کائنات نے ان کے عمر کے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کا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 ہے</w:t>
      </w:r>
    </w:p>
    <w:p w:rsidR="00B56CAE" w:rsidRDefault="002B3A16" w:rsidP="00B56CAE">
      <w:pPr>
        <w:pStyle w:val="libNormal"/>
        <w:rPr>
          <w:rtl/>
          <w:lang w:bidi="ur-PK"/>
        </w:rPr>
      </w:pPr>
      <w:r w:rsidRPr="002B3A1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B3A16">
        <w:rPr>
          <w:rStyle w:val="libAieChar"/>
          <w:rFonts w:hint="cs"/>
          <w:rtl/>
        </w:rPr>
        <w:t>إِمَّا يَبْلُغَنَّ عِنْدَكَ الْكِبَرَ أَحَدُهُما أَوْ كِ</w:t>
      </w:r>
      <w:r w:rsidR="00B56CAE" w:rsidRPr="002B3A16">
        <w:rPr>
          <w:rStyle w:val="libAieChar"/>
          <w:rtl/>
        </w:rPr>
        <w:t>لا</w:t>
      </w:r>
      <w:r w:rsidR="00B56CAE" w:rsidRPr="002B3A16">
        <w:rPr>
          <w:rStyle w:val="libAieChar"/>
          <w:rFonts w:hint="cs"/>
          <w:rtl/>
        </w:rPr>
        <w:t>هُما فَلا تَقُلْ لَهُما أُفٍ‏ وَ لا تَنْهَرْهُما وَ قُلْ لَهُما قَوْلاً كَريما</w:t>
      </w:r>
      <w:r w:rsidRPr="002B3A1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(308)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اپنے بوڑہاپےکو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بوڑہاپے کو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پہنچ جائے تو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 تک نہ کہنا، اف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کہو،ان سے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بات نہ کرو، نرم لہجے سے ادب کے ساتھ ان کے ساتھ گفتگو کرو۔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ساتھ خالق کائنات فرما رہا ہے کہ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آخر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خاص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پھر وہاں ان کو اف کہنا ان کے ساتھ سخت لہجے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کرنا،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بنتا ہے۔ ان کو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نہ پہنچائ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بلکہ ان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ساتھ نرم لہجے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کرو، اور پھر 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تواضع متواضع رہو ،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ادب کے ساتھ ان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آئو، ان کے سامنے اپنے کمالات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 کرو،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رکھو کہ تمہارے ہر کمال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تمہارے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کا عمل دخل ہے۔ تم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پر فائز ہوجائو،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منصب پر فائز ہوجائو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ہے، اگر انہوں نے تمہارے لئے کام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 وہ اگر تمہارے لئے زحمت نہ کرتے تو تم اس درجہ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سکتے تھے،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سمجھو 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احسان ہے۔ اور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انسان عہدہ پر مغرور ہونے لگے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بڑا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 کو کچھ پڑہنا لکھنا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پڑہ لکھ چکا ہوں۔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ہرگز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جتنا پڑہ لکھ لو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لئے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کچھ شخصوں کا کھڑے ہو کر استقبال کرو،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والد ہے تم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پر پہنچ جائو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منزل پر پہنچ جائو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تمہارے والد آجائ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اٹھ کھڑے ہوجائو، اپنے استاد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کھڑے ہو </w:t>
      </w:r>
      <w:r>
        <w:rPr>
          <w:rFonts w:hint="eastAsia"/>
          <w:rtl/>
          <w:lang w:bidi="ur-PK"/>
        </w:rPr>
        <w:t>جائو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(309)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 جس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درجہ پر پہنچ رہے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کا صدقہ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ہے۔ لہذا ان کے سامنے اپنے کمالات کا اظہار نہ کرو۔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واخفض رحم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؛ رحمت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نرم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ان کے سامنے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آئو، دکھاوے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مفادات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بلکہ ادب کے طور پر، ان سے متواضعانہ سلوک کرو، پھر خاص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2B3A16" w:rsidP="00B56CAE">
      <w:pPr>
        <w:pStyle w:val="libNormal"/>
        <w:rPr>
          <w:rtl/>
          <w:lang w:bidi="ur-PK"/>
        </w:rPr>
      </w:pPr>
      <w:r w:rsidRPr="002B3A16">
        <w:rPr>
          <w:rStyle w:val="libAlaemChar"/>
          <w:rFonts w:hint="cs"/>
          <w:rtl/>
        </w:rPr>
        <w:t>(</w:t>
      </w:r>
      <w:r w:rsidR="00B56CAE" w:rsidRPr="002B3A16">
        <w:rPr>
          <w:rStyle w:val="libAieChar"/>
          <w:rFonts w:hint="eastAsia"/>
          <w:rtl/>
        </w:rPr>
        <w:t>وَ</w:t>
      </w:r>
      <w:r w:rsidR="00B56CAE" w:rsidRPr="002B3A16">
        <w:rPr>
          <w:rStyle w:val="libAieChar"/>
          <w:rtl/>
        </w:rPr>
        <w:t xml:space="preserve"> قُل</w:t>
      </w:r>
      <w:r w:rsidR="00B56CAE" w:rsidRPr="002B3A16">
        <w:rPr>
          <w:rStyle w:val="libAieChar"/>
          <w:rFonts w:hint="cs"/>
          <w:rtl/>
        </w:rPr>
        <w:t>ْ رَبِّ ارْحَمْهُما كَما رَبَّياني‏ صَغيرا</w:t>
      </w:r>
      <w:r w:rsidR="00B56CAE" w:rsidRPr="0029475F">
        <w:rPr>
          <w:rFonts w:hint="cs"/>
          <w:rtl/>
        </w:rPr>
        <w:t xml:space="preserve"> </w:t>
      </w:r>
      <w:r w:rsidRPr="002B3A16">
        <w:rPr>
          <w:rStyle w:val="libAlaemChar"/>
          <w:rFonts w:hint="cs"/>
          <w:rtl/>
        </w:rPr>
        <w:t>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ان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فرما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رحمتوں کا نزول فرما جس طرح انہوں بچپن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زحمات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باارلہا! جس طرح انہوں نے مجھ پر رحم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مجھ پر شفقت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تو ان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رحمتوں کا نزول ف</w:t>
      </w:r>
      <w:r>
        <w:rPr>
          <w:rFonts w:hint="eastAsia"/>
          <w:rtl/>
          <w:lang w:bidi="ur-PK"/>
        </w:rPr>
        <w:t>رما</w:t>
      </w:r>
      <w:r>
        <w:rPr>
          <w:rtl/>
          <w:lang w:bidi="ur-PK"/>
        </w:rPr>
        <w:t>۔ تو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رحمت فرما،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حقوق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اہم حق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صرف مرنے کے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4" w:name="_Toc493163787"/>
      <w:r>
        <w:rPr>
          <w:rFonts w:hint="eastAsia"/>
          <w:rtl/>
          <w:lang w:bidi="ur-PK"/>
        </w:rPr>
        <w:t>عاق</w:t>
      </w:r>
      <w:r>
        <w:rPr>
          <w:rtl/>
          <w:lang w:bidi="ur-PK"/>
        </w:rPr>
        <w:t xml:space="preserve"> ہونے سے بچو</w:t>
      </w:r>
      <w:bookmarkEnd w:id="16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گناہ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رہ،</w:t>
      </w:r>
      <w:r>
        <w:rPr>
          <w:rtl/>
          <w:lang w:bidi="ur-PK"/>
        </w:rPr>
        <w:t xml:space="preserve"> بہت بڑا گناہ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ہو کر،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ان کو عاق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بے دخل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اپنا رشتہ ان سے توڑ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بڑا گناہ ہے کہ انسان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دے کہ وہ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ہمارے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ہ،و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ہو۔ بہت بڑا گناہ ہے۔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ہوا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سونگھ سکتا، </w:t>
      </w:r>
      <w:r w:rsidRPr="007F6071">
        <w:rPr>
          <w:rStyle w:val="libFootnotenumChar"/>
          <w:rtl/>
        </w:rPr>
        <w:t>(310)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جانا</w:t>
      </w:r>
      <w:r>
        <w:rPr>
          <w:rtl/>
          <w:lang w:bidi="ur-PK"/>
        </w:rPr>
        <w:t xml:space="preserve"> تو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ہے۔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مرنے کے بعد انسان ان کے ساتھ احسان کرتا رہے،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کرتا رہے و قل۔۔ گرچہ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خطاب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حکم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 ۔تمام امت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ہے، تمام مسلمانوں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5" w:name="_Toc493163788"/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جہاد ہے</w:t>
      </w:r>
      <w:bookmarkEnd w:id="16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کو ماننے والے موحد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کرتا ہے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نمونہ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کائنات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اہم 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اگر تمہارے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جائو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وہ کافر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تمہارا اس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ان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کونسا ہے؟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تمہارے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انہوں نے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تمہارا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منزلت پر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کونسا ہے۔وبالوالد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احسانا؛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کافر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ہوں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 کرو۔ اور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اولاد کے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اچھے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مسلمان بن گئے۔ انہوں نے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سبب ہے </w:t>
      </w:r>
      <w:r>
        <w:rPr>
          <w:rtl/>
          <w:lang w:bidi="ur-PK"/>
        </w:rPr>
        <w:lastRenderedPageBreak/>
        <w:t>کہ پہلے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تھے اب بہت 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خدمت کرنے لگے ہو؟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کہ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 اور اسلام کا حکم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جب جہاد کا حکم آتا ہے جہاد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رسول اللہ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جن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بوڑہے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مدد ضرورت ہے، سہارے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فرماتے: تم جائو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کرو۔ </w:t>
      </w:r>
      <w:r w:rsidRPr="007F6071">
        <w:rPr>
          <w:rStyle w:val="libFootnotenumChar"/>
          <w:rtl/>
        </w:rPr>
        <w:t>(311)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کرنا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جہاد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عبادت ہے، ہمارا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ہے، اپنے محسن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اخلاق اور اچھا سلوک سبب بنتا ہے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مسلمان ہوجائ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بن گئے اپنے اولاد کے اس اچھے اخلاق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</w:t>
      </w:r>
      <w:r>
        <w:rPr>
          <w:rFonts w:hint="eastAsia"/>
          <w:rtl/>
          <w:lang w:bidi="ur-PK"/>
        </w:rPr>
        <w:t>وسلم</w:t>
      </w:r>
      <w:r>
        <w:rPr>
          <w:rtl/>
          <w:lang w:bidi="ur-PK"/>
        </w:rPr>
        <w:t xml:space="preserve"> 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جو ہم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حضرت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رب اغفر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لوالد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بار الہا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بخش دے ۔جہاں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ہو رہا ہے:</w:t>
      </w:r>
    </w:p>
    <w:p w:rsidR="00B56CAE" w:rsidRDefault="002B3A16" w:rsidP="00B56CAE">
      <w:pPr>
        <w:pStyle w:val="libNormal"/>
        <w:rPr>
          <w:rtl/>
          <w:lang w:bidi="ur-PK"/>
        </w:rPr>
      </w:pPr>
      <w:r w:rsidRPr="002B3A16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2B3A16">
        <w:rPr>
          <w:rStyle w:val="libAieChar"/>
          <w:rtl/>
        </w:rPr>
        <w:t>رَبَّنَا اغ</w:t>
      </w:r>
      <w:r w:rsidR="00B56CAE" w:rsidRPr="002B3A16">
        <w:rPr>
          <w:rStyle w:val="libAieChar"/>
          <w:rFonts w:hint="cs"/>
          <w:rtl/>
        </w:rPr>
        <w:t>ْفِرْ لي‏ وَلِوالِدَي</w:t>
      </w:r>
      <w:r w:rsidRPr="002B3A1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(312)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 مجھے بخش 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بخش دے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مومنات کو بخش دے۔جو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دائرہ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ہو جائے اسے بخش دے۔ تو تمام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ہے اور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مخصوص دعا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مقام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سبب بنے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کا، اور تمہارے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بہت بڑا عمل دخل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6" w:name="_Toc493163789"/>
      <w:r>
        <w:rPr>
          <w:rFonts w:hint="eastAsia"/>
          <w:rtl/>
          <w:lang w:bidi="ur-PK"/>
        </w:rPr>
        <w:t>فرشتوں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6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سب سے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خالق کائنات نے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دعا کونقل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ملائکہ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فرشتے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ملائک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اللہ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نہ صرف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بلکہ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ہے۔وہ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ربنا و ادخل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م بار </w:t>
      </w:r>
      <w:r>
        <w:rPr>
          <w:rtl/>
          <w:lang w:bidi="ur-PK"/>
        </w:rPr>
        <w:t>الہا؛ ان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اس جنت عدن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فرما جن کا تو نے ان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تھا۔ </w:t>
      </w:r>
      <w:r>
        <w:rPr>
          <w:rtl/>
          <w:lang w:bidi="ur-PK"/>
        </w:rPr>
        <w:lastRenderedPageBreak/>
        <w:t>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عطا فرما، نہ صرف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من صلح اور جو ان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 کے آبا و اجداد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صالح ابا اجداد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فرما، ملائکہ اور فرشتے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ان کے ابا و اجداد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ہمارے لئے درس ہے کہ جس طرح فرشتے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کے ابا اجداد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تباع</w:t>
      </w:r>
      <w:r>
        <w:rPr>
          <w:rtl/>
          <w:lang w:bidi="ur-PK"/>
        </w:rPr>
        <w:t xml:space="preserve"> ہے۔ جس طرح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حضرت نوح نے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طرح کہا کرو و قل رب ۔۔صغ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کرنا،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اتباع ہے کہ فرشے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اہل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مان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عطا فرما  و من صلح من ابائ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  اور ان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عطا فرما،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کرنا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مثال ہے۔ اگر ان کے واجبات رہ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ادا کرنا۔ اگر ان کے ذمہ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حق ہے اس کو ادا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تک کہ ان کے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سے دعا کرنا،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پر جا کر فاتحہ پڑہ کر ان کے توسل سے دعا کرنا، 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حل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اگر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 تو خالق کائنات اس دعا کو مستجاب کرتا ہے چاہے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زندہ ہوں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جا چکے ہوں۔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 اس دعا کو قبول فرماتا ہے۔والد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کرو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 کہ تمہارے کمالات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ک،</w:t>
      </w:r>
      <w:r>
        <w:rPr>
          <w:rtl/>
          <w:lang w:bidi="ur-PK"/>
        </w:rPr>
        <w:t xml:space="preserve"> اور دوسرا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کل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 بنو گے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پھر احساس ہوگا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آج تم دوسروں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کروگے، کل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تمہارے ساتھ اچھا سلوک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بعض اوقات ہم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وجہ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کہ ہم نے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حقوق کو ادا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قل۔۔ دعا ہے کہ </w:t>
      </w: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 ہمارے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رحمت فرمائے اور جن کے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زندہ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طول عمر فرمائے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فرمائے۔</w:t>
      </w:r>
    </w:p>
    <w:p w:rsidR="00B56CAE" w:rsidRPr="002B3A16" w:rsidRDefault="00B56CAE" w:rsidP="002B3A16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2B3A16">
        <w:rPr>
          <w:rtl/>
        </w:rPr>
        <w:t>والسلام عل</w:t>
      </w:r>
      <w:r w:rsidRPr="002B3A16">
        <w:rPr>
          <w:rFonts w:hint="cs"/>
          <w:rtl/>
        </w:rPr>
        <w:t>ی</w:t>
      </w:r>
      <w:r w:rsidRPr="002B3A16">
        <w:rPr>
          <w:rFonts w:hint="eastAsia"/>
          <w:rtl/>
        </w:rPr>
        <w:t>کم</w:t>
      </w:r>
      <w:r w:rsidRPr="002B3A16">
        <w:rPr>
          <w:rtl/>
        </w:rPr>
        <w:t xml:space="preserve"> و رحمة اللَّ</w:t>
      </w:r>
      <w:r w:rsidRPr="002B3A16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</w:t>
      </w:r>
    </w:p>
    <w:p w:rsidR="002B3A16" w:rsidRDefault="002B3A16" w:rsidP="00B56CAE">
      <w:pPr>
        <w:pStyle w:val="libNormal"/>
        <w:rPr>
          <w:rtl/>
          <w:lang w:bidi="ur-PK"/>
        </w:rPr>
      </w:pPr>
    </w:p>
    <w:p w:rsidR="002B3A16" w:rsidRDefault="002B3A16" w:rsidP="00B56CAE">
      <w:pPr>
        <w:pStyle w:val="libNormal"/>
        <w:rPr>
          <w:rtl/>
          <w:lang w:bidi="ur-PK"/>
        </w:rPr>
      </w:pPr>
    </w:p>
    <w:p w:rsidR="002B3A16" w:rsidRDefault="002B3A16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167" w:name="_Toc493163790"/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</w:t>
      </w:r>
      <w:bookmarkEnd w:id="167"/>
      <w:r>
        <w:rPr>
          <w:rtl/>
          <w:lang w:bidi="ur-PK"/>
        </w:rPr>
        <w:t xml:space="preserve"> </w:t>
      </w:r>
    </w:p>
    <w:p w:rsidR="00B56CAE" w:rsidRPr="002B3A16" w:rsidRDefault="00B56CAE" w:rsidP="002B3A16">
      <w:pPr>
        <w:pStyle w:val="libArabic"/>
        <w:rPr>
          <w:rtl/>
        </w:rPr>
      </w:pPr>
      <w:r w:rsidRPr="002B3A16">
        <w:rPr>
          <w:rFonts w:hint="cs"/>
          <w:rtl/>
        </w:rPr>
        <w:t>أَعُوذُ</w:t>
      </w:r>
      <w:r w:rsidRPr="002B3A16">
        <w:rPr>
          <w:rtl/>
        </w:rPr>
        <w:t xml:space="preserve"> بِالل</w:t>
      </w:r>
      <w:r w:rsidRPr="002B3A16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</w:t>
      </w:r>
      <w:r w:rsidRPr="00C02DA6">
        <w:rPr>
          <w:rStyle w:val="libArabicChar"/>
          <w:rtl/>
        </w:rPr>
        <w:t xml:space="preserve">َمَّدٍ </w:t>
      </w:r>
      <w:r w:rsidRPr="00C02DA6">
        <w:rPr>
          <w:rStyle w:val="libArabicChar"/>
          <w:rFonts w:hint="cs"/>
          <w:rtl/>
        </w:rPr>
        <w:t>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2B3A16" w:rsidP="00B56CAE">
      <w:pPr>
        <w:pStyle w:val="libNormal"/>
        <w:rPr>
          <w:rtl/>
          <w:lang w:bidi="ur-PK"/>
        </w:rPr>
      </w:pPr>
      <w:r w:rsidRPr="002B3A16">
        <w:rPr>
          <w:rStyle w:val="libAlaemChar"/>
          <w:rFonts w:hint="cs"/>
          <w:rtl/>
        </w:rPr>
        <w:t>(</w:t>
      </w:r>
      <w:r w:rsidR="00B56CAE" w:rsidRPr="002B3A16">
        <w:rPr>
          <w:rStyle w:val="libAieChar"/>
          <w:rFonts w:hint="eastAsia"/>
          <w:rtl/>
        </w:rPr>
        <w:t>قالَ</w:t>
      </w:r>
      <w:r w:rsidR="00B56CAE" w:rsidRPr="002B3A16">
        <w:rPr>
          <w:rStyle w:val="libAieChar"/>
          <w:rtl/>
        </w:rPr>
        <w:t xml:space="preserve"> رَبِّ اغ</w:t>
      </w:r>
      <w:r w:rsidR="00B56CAE" w:rsidRPr="002B3A16">
        <w:rPr>
          <w:rStyle w:val="libAieChar"/>
          <w:rFonts w:hint="cs"/>
          <w:rtl/>
        </w:rPr>
        <w:t>ْفِرْ لي‏ وَ لِأَخي‏ وَ أَدْخِلْنا في‏ رَحْمَتِكَ وَ أَنْتَ أَرْحَمُ الرَّاحِمينَ</w:t>
      </w:r>
      <w:r w:rsidRPr="002B3A16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(313)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انسان کو وجود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اسباب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اس کے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کا ساتھ دے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مختلف رشتوں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 سے بہتر ہوسکے، خوبصورت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ہو۔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خالق کا</w:t>
      </w:r>
      <w:r>
        <w:rPr>
          <w:rFonts w:hint="eastAsia"/>
          <w:rtl/>
          <w:lang w:bidi="ur-PK"/>
        </w:rPr>
        <w:t>ئنات</w:t>
      </w:r>
      <w:r>
        <w:rPr>
          <w:rtl/>
          <w:lang w:bidi="ur-PK"/>
        </w:rPr>
        <w:t xml:space="preserve"> انسان کو،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نعمت رشتہ 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رشتہ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ہے۔بھائ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مددگار ہوتا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پشت پناہ ہوتا ہے، اس کا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ہے،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رشتہ ہوتا ہے جس پر </w:t>
      </w: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اعتماد ہوتا ہے اور بھروسہ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ہوتا ہے۔ رشتہ داروں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کرنا، خاص طور پر جتنا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رشتہ ہو، اس کا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اس سے توقع رکھنا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ہے، انسان پر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مشکل وقت آتا ہے تو سب سے پہلے اس کے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کا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رابطہ ہے اس کے ساتھ،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رشتہ ہے۔ ان سے توقع رکھتا ہے کہ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نگے،</w:t>
      </w:r>
      <w:r>
        <w:rPr>
          <w:rtl/>
          <w:lang w:bidi="ur-PK"/>
        </w:rPr>
        <w:t xml:space="preserve"> اور ان کا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 اس کا ساتھ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کون اس کا سات</w:t>
      </w:r>
      <w:r>
        <w:rPr>
          <w:rFonts w:hint="eastAsia"/>
          <w:rtl/>
          <w:lang w:bidi="ur-PK"/>
        </w:rPr>
        <w:t>ھ</w:t>
      </w:r>
      <w:r>
        <w:rPr>
          <w:rtl/>
          <w:lang w:bidi="ur-PK"/>
        </w:rPr>
        <w:t xml:space="preserve"> دے گا،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مورد نظر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 رشتوں کا پاس رکھو، ان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رکھو،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جانو، ان کا ساتھ دو،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8" w:name="_Toc493163791"/>
      <w:r>
        <w:rPr>
          <w:rFonts w:hint="eastAsia"/>
          <w:rtl/>
          <w:lang w:bidi="ur-PK"/>
        </w:rPr>
        <w:lastRenderedPageBreak/>
        <w:t>اچھا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bookmarkEnd w:id="16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جس کو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؛ بار الہا مجھے بخش دے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رشتہ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مجھے بخش دے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دے، اور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 دے؛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رحم کرنے والا ہے،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رحم کرنے والا ہے۔اس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اپنے ساتھ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آپ جانتے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رسالت رکھتا ہے،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خداوند متعال سے رشتہ مضبوط بنانے کا  نام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اور فرمانبردا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 ہے، لہذا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صرف رشتہ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اگرچہ رشتہ کے اپنے حقوق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مقابل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 کھڑا ہوجاتا ہے، خدا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 کھڑا ہوجاتا ہے، تو ظاہر ہے اس رشتہ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اگر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مددگار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شامل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کہ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کے علاوہ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نسب کے ساتھ رشتہ کے ساتھ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 ہو،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اور بڑہ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اور بڑہ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شامل کرکے،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رشتہ دار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مددگار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 کو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انگا</w:t>
      </w:r>
      <w:r>
        <w:rPr>
          <w:rtl/>
          <w:lang w:bidi="ur-PK"/>
        </w:rPr>
        <w:t xml:space="preserve">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قرار دے،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رہا ہے،۔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آپ جانتے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قسم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69" w:name="_Toc493163792"/>
      <w:r>
        <w:rPr>
          <w:rFonts w:hint="eastAsia"/>
          <w:rtl/>
          <w:lang w:bidi="ur-PK"/>
        </w:rPr>
        <w:t>برا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bookmarkEnd w:id="16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قتل کر رہاہے۔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اشارہ حضرت آدم 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کے دوب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ہے، ہاب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قاب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ل؛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قاتل بن جاتا ہے دوسرا مقتول بن جاتا ہے۔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کمزور بہانوں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قاتل بن جاتا ہے۔ پھر وہ اتنا گر جاتا ہے، قتل کرنے کے بعد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ہوتا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کرے؟ </w:t>
      </w:r>
      <w:r>
        <w:rPr>
          <w:rtl/>
          <w:lang w:bidi="ur-PK"/>
        </w:rPr>
        <w:lastRenderedPageBreak/>
        <w:t>خالق کائنات اس کو سمجھانے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کہ اس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کرنا ہے، پرندوں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ہے۔کوے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جتا</w:t>
      </w:r>
      <w:r>
        <w:rPr>
          <w:rtl/>
          <w:lang w:bidi="ur-PK"/>
        </w:rPr>
        <w:t xml:space="preserve"> ہے،کہ وہ کس طرح آکر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مردہ کوے کو د</w:t>
      </w:r>
      <w:r>
        <w:rPr>
          <w:rFonts w:hint="eastAsia"/>
          <w:rtl/>
          <w:lang w:bidi="ur-PK"/>
        </w:rPr>
        <w:t>فن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قاتل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پتا چلتا ہے کہ ہاں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دفن کردوں۔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نکلتا ہے کہ وہ اس قدر گر جاتا ہے کہ پرندے آ کر اس کو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گرجاتا ہے۔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 اس کو نقل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ہونے لگا، وائے ہو مجھ پر،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 رہا ہے کہ </w:t>
      </w:r>
    </w:p>
    <w:p w:rsidR="00B56CAE" w:rsidRDefault="00A820E0" w:rsidP="007F6071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eastAsia"/>
          <w:rtl/>
        </w:rPr>
        <w:t>فَ</w:t>
      </w:r>
      <w:r w:rsidR="00B56CAE" w:rsidRPr="00A820E0">
        <w:rPr>
          <w:rStyle w:val="libAieChar"/>
          <w:rFonts w:hint="cs"/>
          <w:rtl/>
        </w:rPr>
        <w:t>أَصْبَحَ‏</w:t>
      </w:r>
      <w:r w:rsidR="00B56CAE" w:rsidRPr="00A820E0">
        <w:rPr>
          <w:rStyle w:val="libAieChar"/>
          <w:rtl/>
        </w:rPr>
        <w:t xml:space="preserve"> مِنَ النَّادِم</w:t>
      </w:r>
      <w:r w:rsidR="00B56CAE" w:rsidRPr="00A820E0">
        <w:rPr>
          <w:rStyle w:val="libAieChar"/>
          <w:rFonts w:hint="cs"/>
          <w:rtl/>
        </w:rPr>
        <w:t>ين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(314)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ہونے لگا،اس 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جو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پر تھا،  حق اور سچ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کرتا تھا، جو اس کو راہ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 کر تا تھا، اس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 ہے کہ انسان جانوروں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 جاتا ہے۔ اس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تذکرہ ملتا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تذکرہ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ملتا ہے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حسد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پر، وہ سمجھ رہے تھے کہ اس نے ہمارا حق غصب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 ہے، ہمارے حصہ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اس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پہلے اس کو مارنے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 اس کو کوئ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مرتا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ہوتے۔ آخر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اپناتے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اس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جفا پر صبر کرتا ہے، تو پھر خدا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نوازتا ہے۔ اس کو پہلے غلام تو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ہے، پہلے اسے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وہ خدا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صبر کرتا ہے،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تو جس کو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گہرائ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وہ تخت مصر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نظر آتا ہے، جس کو لاوارث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ملک کا سربراہ بن جاتا ہے،جب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پاس پہنچتے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ہے، وہ گر پڑتے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قدموں پر اور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مانگنا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ان کا کردار تھا، اس طرف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کا کردار ہے،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 کر مجھے شرمندہ نہ کرو،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کا سوچا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تو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انتقام کا جذبہ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بڑے کم ظرف ہوتے وہ لوگ جو ان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 کر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لے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خون کے رشتوں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مثال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آپ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 منف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رکھ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 آپ 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ہے تو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انہوں نہ صرف کس طرح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کہا کہ تم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 کر مجھے شرمندہ کر رہے ہو،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انتقام </w:t>
      </w:r>
      <w:r>
        <w:rPr>
          <w:rtl/>
          <w:lang w:bidi="ur-PK"/>
        </w:rPr>
        <w:lastRenderedPageBreak/>
        <w:t>کا جذبہ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جھتا</w:t>
      </w:r>
      <w:r>
        <w:rPr>
          <w:rtl/>
          <w:lang w:bidi="ur-PK"/>
        </w:rPr>
        <w:t xml:space="preserve">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رہا ہوں کہ ہم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کرانے والا ہمارا دشمن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تھا، جس نے ہم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اقدام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مثال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کو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کتنے</w:t>
      </w:r>
      <w:r>
        <w:rPr>
          <w:rtl/>
          <w:lang w:bidi="ur-PK"/>
        </w:rPr>
        <w:t xml:space="preserve"> اچھے اچھے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جناب ابوالفضل العباس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معصوم امام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tl/>
        </w:rPr>
        <w:t xml:space="preserve"> بنفس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انت؛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(315)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تم پر قربان، سوار ہو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کہ ان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شب عاشور۔ اس طر ح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رشتہ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رشتہ ہے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جس کے خاص 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0" w:name="_Toc493163793"/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bookmarkEnd w:id="17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اخ کا لفظ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ہوتا ہے جو ہمارا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رشتہ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ماں باپ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ہے،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ہے، اور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نے پھر اس کو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جو دو سگے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تمام مومنوں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آپ اپنے ماننے والوں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عقد مواخات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</w:t>
      </w:r>
      <w:r>
        <w:rPr>
          <w:rFonts w:hint="eastAsia"/>
          <w:rtl/>
          <w:lang w:bidi="ur-PK"/>
        </w:rPr>
        <w:t>مومنوں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پسند آتا ہے، اس کے ساتھ عقد اخوت پڑہ لو،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1" w:name="_Toc493163794"/>
      <w:r>
        <w:rPr>
          <w:rFonts w:hint="eastAsia"/>
          <w:rtl/>
          <w:lang w:bidi="ur-PK"/>
        </w:rPr>
        <w:t>مولا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(ع)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17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آخر حضرت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رہ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رونے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آپ نے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ہوں، تو رسول کائنات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tl/>
        </w:rPr>
        <w:t xml:space="preserve"> الا ترض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ان تکون من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بمنزلة </w:t>
      </w:r>
      <w:r w:rsidRPr="00A820E0">
        <w:rPr>
          <w:rStyle w:val="libArabicChar"/>
          <w:rFonts w:hint="cs"/>
          <w:rtl/>
        </w:rPr>
        <w:t>هارون من موسی</w:t>
      </w:r>
      <w:r>
        <w:rPr>
          <w:rtl/>
          <w:lang w:bidi="ur-PK"/>
        </w:rPr>
        <w:t xml:space="preserve">  </w:t>
      </w:r>
      <w:r w:rsidRPr="007F6071">
        <w:rPr>
          <w:rStyle w:val="libFootnotenumChar"/>
          <w:rtl/>
        </w:rPr>
        <w:t>(316)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 رہے ہو،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بننا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کروگے،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 سے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ہے جو ہارون کو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سوائے اس کے کہ الا ان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لا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گا۔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رشتہ ہے۔ شب ہجرت حضرت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سو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رسول اکرم ص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ہجرت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نکل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رہا ہے دوسرے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(317)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آسمان</w:t>
      </w:r>
      <w:r>
        <w:rPr>
          <w:rtl/>
          <w:lang w:bidi="ur-PK"/>
        </w:rPr>
        <w:t xml:space="preserve"> کے فرشتے اس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جب ان سے پوچھتا ہے کہ بتائو کہ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کون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سا،</w:t>
      </w:r>
      <w:r>
        <w:rPr>
          <w:rtl/>
          <w:lang w:bidi="ur-PK"/>
        </w:rPr>
        <w:t xml:space="preserve"> جو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قربان کر دے؟ تو وہ خاموش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اس کو حاصل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اس رشتہ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اور قدر کو جانتے ہوں۔ اور پھر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رسول اللہ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ہے  صرف نبوت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علاوہ وہ تمام فضائل جو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کو حاصل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وہ تمام فضائل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کو حاصل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ہوں جبکہ حضرت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نفس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ہے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مباہلہ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</w:t>
      </w: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Default="00A820E0" w:rsidP="007F6071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tl/>
        </w:rPr>
        <w:t>تَعالَو</w:t>
      </w:r>
      <w:r w:rsidR="00B56CAE" w:rsidRPr="00A820E0">
        <w:rPr>
          <w:rStyle w:val="libAieChar"/>
          <w:rFonts w:hint="cs"/>
          <w:rtl/>
        </w:rPr>
        <w:t>ْا نَدْعُ أَبْناءَنا وَ أَبْناءَكُمْ وَ نِساءَنا وَ نِساءَكُمْ وَ أَنْفُسَنا وَ أَنْفُسَكُم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(318)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نفس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آج 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غلط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نگڈا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اس نعرہ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نسبت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ہے جو نفس رسول ہے ، وہ ہے جس کو رسول اللہ نے اپنا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ہے جس کو رسول اللہ نے الا ترض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تاج پہنا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ہے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t>من</w:t>
      </w:r>
      <w:r w:rsidRPr="00A820E0">
        <w:rPr>
          <w:rStyle w:val="libArabicChar"/>
          <w:rtl/>
        </w:rPr>
        <w:t xml:space="preserve"> کنت مولا</w:t>
      </w:r>
      <w:r w:rsidRPr="00A820E0">
        <w:rPr>
          <w:rStyle w:val="libArabicChar"/>
          <w:rFonts w:hint="cs"/>
          <w:rtl/>
        </w:rPr>
        <w:t>ه  فهذا علی</w:t>
      </w:r>
      <w:r w:rsidRPr="00A820E0">
        <w:rPr>
          <w:rStyle w:val="libArabicChar"/>
          <w:rtl/>
        </w:rPr>
        <w:t xml:space="preserve"> مولا</w:t>
      </w:r>
      <w:r w:rsidRPr="00A820E0">
        <w:rPr>
          <w:rStyle w:val="libArabicChar"/>
          <w:rFonts w:hint="cs"/>
          <w:rtl/>
        </w:rPr>
        <w:t>ه  ؛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(319)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بنتا۔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2" w:name="_Toc493163795"/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</w:t>
      </w:r>
      <w:bookmarkEnd w:id="17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وہاں جب اسلام نے بعض گناہوں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ثابت کرنا چاہا، دکھانا اور بتانا چاہا تو وہاں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کو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نہ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گوشت کھائے۔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اپنے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گوشت کھائے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کرنے کو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گوشت کھانے کے مترادف بناگ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چاہتا کہ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گوشت کھائے، مرنے کے بعد تو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احترام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اضافہ ہوجاتا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جب نعمت پاس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قدر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نعمت چھن جانے کے بعد اس کا قدر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گوشت کھانا،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احترام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ہے،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اپنا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تقدس ہے،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اسلام نے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رشتہ بتانا چاہا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Fonts w:hint="cs"/>
          <w:rtl/>
        </w:rPr>
        <w:t>إنَّمَا الْمُؤْمِنُونَ إِخْوَةٌ فَأَصْلِحُوا بَيْنَ أَخَوَيْكُم‏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(320)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مومن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 جس طرح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خون کے رشتہ ہوا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احترام اور تقدس ہوتا ہے، ان کے حقوق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جاتاہے، ان کے مسائل کو اپنا مسئلہ سمجھا جاتا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سمجھا جاتا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دائرہ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آجائے وہ تمہارا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3" w:name="_Toc493163796"/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صلح و صفائ</w:t>
      </w:r>
      <w:r>
        <w:rPr>
          <w:rFonts w:hint="cs"/>
          <w:rtl/>
          <w:lang w:bidi="ur-PK"/>
        </w:rPr>
        <w:t>ی</w:t>
      </w:r>
      <w:bookmarkEnd w:id="17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A820E0" w:rsidRPr="00A820E0">
        <w:rPr>
          <w:rStyle w:val="libAlaemChar"/>
          <w:rFonts w:hint="cs"/>
          <w:rtl/>
        </w:rPr>
        <w:t>(</w:t>
      </w:r>
      <w:r w:rsidRPr="00A820E0">
        <w:rPr>
          <w:rStyle w:val="libAieChar"/>
          <w:rtl/>
        </w:rPr>
        <w:t>فاصلحوا ب</w:t>
      </w:r>
      <w:r w:rsidRPr="00A820E0">
        <w:rPr>
          <w:rStyle w:val="libAieChar"/>
          <w:rFonts w:hint="cs"/>
          <w:rtl/>
        </w:rPr>
        <w:t>ی</w:t>
      </w:r>
      <w:r w:rsidRPr="00A820E0">
        <w:rPr>
          <w:rStyle w:val="libAieChar"/>
          <w:rFonts w:hint="eastAsia"/>
          <w:rtl/>
        </w:rPr>
        <w:t>ن</w:t>
      </w:r>
      <w:r w:rsidRPr="00A820E0">
        <w:rPr>
          <w:rStyle w:val="libAieChar"/>
          <w:rtl/>
        </w:rPr>
        <w:t xml:space="preserve"> اخو</w:t>
      </w:r>
      <w:r w:rsidRPr="00A820E0">
        <w:rPr>
          <w:rStyle w:val="libAieChar"/>
          <w:rFonts w:hint="cs"/>
          <w:rtl/>
        </w:rPr>
        <w:t>ی</w:t>
      </w:r>
      <w:r w:rsidRPr="00A820E0">
        <w:rPr>
          <w:rStyle w:val="libAieChar"/>
          <w:rFonts w:hint="eastAsia"/>
          <w:rtl/>
        </w:rPr>
        <w:t>کم</w:t>
      </w:r>
      <w:r>
        <w:rPr>
          <w:rFonts w:hint="eastAsia"/>
          <w:rtl/>
          <w:lang w:bidi="ur-PK"/>
        </w:rPr>
        <w:t>؛</w:t>
      </w:r>
      <w:r w:rsidR="00A820E0" w:rsidRPr="00A820E0">
        <w:rPr>
          <w:rStyle w:val="libAlaemChar"/>
          <w:rFonts w:hint="cs"/>
          <w:rtl/>
        </w:rPr>
        <w:t>)</w:t>
      </w:r>
      <w:r>
        <w:rPr>
          <w:rtl/>
          <w:lang w:bidi="ur-PK"/>
        </w:rPr>
        <w:t xml:space="preserve"> دو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اختلاف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صلح و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کرائو،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صلح و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کرانا اتنا اہم ہے کہ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تصر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مستحب نماز اور روزہ سے بڑہ کر ثواب ہے دو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صلح و صفائ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کرانے کا </w:t>
      </w:r>
      <w:r w:rsidRPr="007F6071">
        <w:rPr>
          <w:rStyle w:val="libFootnotenumChar"/>
          <w:rtl/>
        </w:rPr>
        <w:t>(321)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رشتے محفوظ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خلوصوں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بروز اضافہ ہو، ان رشتوں کو مضبوط بنانا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کے مترادف ہے۔عبادت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ہے کہ مستحب نماز اور رواہ سے بڑہ کر اس کا ثواب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4" w:name="_Toc493163797"/>
      <w:r>
        <w:rPr>
          <w:rFonts w:hint="eastAsia"/>
          <w:rtl/>
          <w:lang w:bidi="ur-PK"/>
        </w:rPr>
        <w:t>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bookmarkEnd w:id="17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رشتہ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تمہارا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کونسا ہے؟نسب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احب اخوان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 ا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  <w:r w:rsidRPr="007F6071">
        <w:rPr>
          <w:rStyle w:val="libFootnotenumChar"/>
          <w:rtl/>
        </w:rPr>
        <w:t>(322)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 جو 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نشاندہ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مجھے بتائے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اندر کونسا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 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اصلاح کرلوں، قبل اس کے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دشمن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مجھے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بتائے 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کرلوں، تمہارا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 جو تمہارے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کو چھپائے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جا کر دوسروں کو بتائے، اشتہار کردے۔جو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 چاہتا ہے چپکے سے اس کا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بتاتا ہے،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اس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بخش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الاعلان کھلے عام جا کر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کے گناہ پر ٹوکتا ہے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رسوا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طرح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 بہت سارے فضائل بتائے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 ہے؟ وہ جس کے ساتھ اٹ</w:t>
      </w:r>
      <w:r>
        <w:rPr>
          <w:rFonts w:hint="eastAsia"/>
          <w:rtl/>
          <w:lang w:bidi="ur-PK"/>
        </w:rPr>
        <w:t>ھنا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دلائے، جو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چاہے،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دلسوز ہو،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کام آئے۔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</w:t>
      </w:r>
      <w:r>
        <w:rPr>
          <w:rtl/>
          <w:lang w:bidi="ur-PK"/>
        </w:rPr>
        <w:t xml:space="preserve"> رشتوں کے ساتھ ہمارے اندر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بڑہ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جو اپنے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؛مجھے بخش دے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بخش دے۔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جس سے اس کا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 ہوجائے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عاشور کے دن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مصائب برداشت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اصحاب گئے، انصار گئے، اولاد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 وقت وہ تھا جب آپ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نے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جب عباس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شہادت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اس وقت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t>الان</w:t>
      </w:r>
      <w:r w:rsidRPr="00A820E0">
        <w:rPr>
          <w:rStyle w:val="libArabicChar"/>
          <w:rtl/>
        </w:rPr>
        <w:t xml:space="preserve"> انکسر ظ</w:t>
      </w:r>
      <w:r w:rsidRPr="00A820E0">
        <w:rPr>
          <w:rStyle w:val="libArabicChar"/>
          <w:rFonts w:hint="cs"/>
          <w:rtl/>
        </w:rPr>
        <w:t>هری</w:t>
      </w:r>
      <w:r w:rsidRPr="00A820E0">
        <w:rPr>
          <w:rStyle w:val="libArabicChar"/>
          <w:rFonts w:hint="eastAsia"/>
          <w:rtl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(323)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کمر ٹوٹ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،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رشتہ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ہے، وہ وفادار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 ضرب المثال بن جائے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کن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ساتھ رشتہ داروں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ان کے حقوق کو ادا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سوچنا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خواہشات رکھن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کام آنا،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سمجھنا، اس کو حل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قرآن کا درس ہے،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</w:t>
      </w:r>
      <w:r>
        <w:rPr>
          <w:rFonts w:hint="eastAsia"/>
          <w:rtl/>
          <w:lang w:bidi="ur-PK"/>
        </w:rPr>
        <w:t>درس</w:t>
      </w:r>
      <w:r>
        <w:rPr>
          <w:rtl/>
          <w:lang w:bidi="ur-PK"/>
        </w:rPr>
        <w:t xml:space="preserve"> ہے۔ 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eastAsia"/>
          <w:rtl/>
        </w:rPr>
        <w:t>والسلام</w:t>
      </w:r>
      <w:r w:rsidRPr="00A820E0">
        <w:rPr>
          <w:rtl/>
        </w:rPr>
        <w:t xml:space="preserve"> عل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کم</w:t>
      </w:r>
      <w:r w:rsidRPr="00A820E0">
        <w:rPr>
          <w:rtl/>
        </w:rPr>
        <w:t xml:space="preserve"> و رحمة اللَّ</w:t>
      </w:r>
      <w:r w:rsidRPr="00A820E0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5" w:name="_Toc493163798"/>
      <w:r>
        <w:rPr>
          <w:rFonts w:hint="eastAsia"/>
          <w:rtl/>
          <w:lang w:bidi="ur-PK"/>
        </w:rPr>
        <w:t>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</w:t>
      </w:r>
      <w:bookmarkEnd w:id="175"/>
      <w:r>
        <w:rPr>
          <w:rtl/>
          <w:lang w:bidi="ur-PK"/>
        </w:rPr>
        <w:t xml:space="preserve"> 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cs"/>
          <w:rtl/>
        </w:rPr>
        <w:t>أَعُوذُ</w:t>
      </w:r>
      <w:r w:rsidRPr="00A820E0">
        <w:rPr>
          <w:rtl/>
        </w:rPr>
        <w:t xml:space="preserve"> بِالل</w:t>
      </w:r>
      <w:r w:rsidRPr="00A820E0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eastAsia"/>
          <w:rtl/>
        </w:rPr>
        <w:t>وَالَّذ</w:t>
      </w:r>
      <w:r w:rsidR="00B56CAE" w:rsidRPr="00A820E0">
        <w:rPr>
          <w:rStyle w:val="libAieChar"/>
          <w:rFonts w:hint="cs"/>
          <w:rtl/>
        </w:rPr>
        <w:t>ينَ</w:t>
      </w:r>
      <w:r w:rsidR="00B56CAE" w:rsidRPr="00A820E0">
        <w:rPr>
          <w:rStyle w:val="libAieChar"/>
          <w:rtl/>
        </w:rPr>
        <w:t xml:space="preserve"> </w:t>
      </w:r>
      <w:r w:rsidR="00B56CAE" w:rsidRPr="00A820E0">
        <w:rPr>
          <w:rStyle w:val="libAieChar"/>
          <w:rFonts w:hint="cs"/>
          <w:rtl/>
        </w:rPr>
        <w:t>يَقُولُونَ رَبَّنا هَبْ لَنا مِنْ أَزْواجِنا وَ ذُرِّيَّاتِنا قُرَّة</w:t>
      </w:r>
      <w:r w:rsidR="00B56CAE" w:rsidRPr="00A820E0">
        <w:rPr>
          <w:rStyle w:val="libAieChar"/>
          <w:rtl/>
        </w:rPr>
        <w:t xml:space="preserve">َ </w:t>
      </w:r>
      <w:r w:rsidR="00B56CAE" w:rsidRPr="00A820E0">
        <w:rPr>
          <w:rStyle w:val="libAieChar"/>
          <w:rFonts w:hint="cs"/>
          <w:rtl/>
        </w:rPr>
        <w:t>أَعْيُنٍ‏ وَاجْعَلْنا لِلْمُتَّقينَ إِما</w:t>
      </w:r>
      <w:r w:rsidR="00B56CAE" w:rsidRPr="0029475F">
        <w:rPr>
          <w:rFonts w:hint="cs"/>
          <w:rtl/>
        </w:rPr>
        <w:t xml:space="preserve">ما </w:t>
      </w:r>
      <w:r w:rsidRPr="00A820E0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(324)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عرض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خالق</w:t>
      </w:r>
      <w:r>
        <w:rPr>
          <w:rtl/>
          <w:lang w:bidi="ur-PK"/>
        </w:rPr>
        <w:t xml:space="preserve"> کائنات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سے اس کائنات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خداوند متعال نےجس طرح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کا احسن نمونہ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بہتر نظام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 سے بڑہ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علم ہے ،نہ حکمت ہے، نہ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ہے، نہ قوت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ہے۔ نہ قوت ادراک اور فہم و شعور ہے۔ نہ طاقت اور قدرت ہے۔اس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نے اپنے علم اور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جس طرح اس کائنات کو۔ اس کہکشان کو، ان مخلوقات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احسن وجہ ہے، اس سے بہتر ہو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سکتا۔ ہم لوگ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سے، کم ظرف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ہوتا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ہوتا؟ اس طرح ہوتا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محدود علم اور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ہے۔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ہر مخلوق کو الگ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 سکتا، ہر مخلوق کے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پر جو اثرات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رابطہ ہے، ہم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بہتر ہوتا۔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کہ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دوسروں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اثر پڑتا۔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کائنات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ارتباط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رابطہ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احسن ہے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6" w:name="_Toc493163799"/>
      <w:r>
        <w:rPr>
          <w:rFonts w:hint="eastAsia"/>
          <w:rtl/>
          <w:lang w:bidi="ur-PK"/>
        </w:rPr>
        <w:t>کائنات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</w:t>
      </w:r>
      <w:bookmarkEnd w:id="17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خداوند متعال دعوت فکر دے رہا ہے کہ ہم نے اس کائنات کو بطور احسن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اگر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ہے ،کوئ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شبھہ ہے جائو کائنات پر نظر دوڑائو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نظر آ رہا ہے؟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گا۔ پھر خدا فرما رہا ہے دوبارہ جا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رحمان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آئے گا۔ </w:t>
      </w:r>
      <w:r w:rsidRPr="007F6071">
        <w:rPr>
          <w:rStyle w:val="libFootnotenumChar"/>
          <w:rtl/>
        </w:rPr>
        <w:t>(325)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 احسن ہے۔ اور اس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مخلوق جسے خالق کائنات نے احسن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انسان ہے۔ خداوند متعال نے انسان کے اندر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احسن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ہے۔ انسان کے اندر جتنے جذبات رکھے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خواہشات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خالق کائنات نے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نظام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انسان کے اندر خواہش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جذبہ رکھا ہے جو تڑپ اور تشنگ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باہر کائنات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کائ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کو جس فطرت پر خدا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خالق کائنات نےاپن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مطابق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احکام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فطرت کے مطابق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جتنے جذبات اور احساسات اور خواہشات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کے پاس، اسلام نے ان کا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اگر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س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خدا نے اس کا حل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خوشگوار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بڑہ کر مشروب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اس تشنگ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ختم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مشروب کو چھوڑ کر اچھے اور مقو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مشروب کو چھوڑ کر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مشروبات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جائے۔ا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مشروب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جو بجائے اس کے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اور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بنے، اس کے عقل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زائل کر دے۔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خدا نے جو اس کے اندر تشنگ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حل رکھا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اس انسان کے اندر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 ہے،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 کہ وہ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رہے تو خدا نے اس خواہش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بندوبست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تم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رہنا ہے انسان،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نے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کا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جو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جگہ ہو، جو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نے بسر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ہاں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آخرت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خلاصہ کلام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خدا نے جس فطرت پر انسان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جو احساسات، جذبات عواطف انسان کو 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حل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7" w:name="_Toc493163800"/>
      <w:r>
        <w:rPr>
          <w:rFonts w:hint="eastAsia"/>
          <w:rtl/>
          <w:lang w:bidi="ur-PK"/>
        </w:rPr>
        <w:t>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bookmarkEnd w:id="17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نے انسان کو جو احساسات اور جذبات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احساس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کا احساس ہے۔ خداوند متعال نے انسان کو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ہے کہ اس طرح نوع انسان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ہے، نسل انسان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ہے۔ بقائے انسان کا اہم س</w:t>
      </w:r>
      <w:r>
        <w:rPr>
          <w:rFonts w:hint="eastAsia"/>
          <w:rtl/>
          <w:lang w:bidi="ur-PK"/>
        </w:rPr>
        <w:t>بب</w:t>
      </w:r>
      <w:r>
        <w:rPr>
          <w:rtl/>
          <w:lang w:bidi="ur-PK"/>
        </w:rPr>
        <w:t xml:space="preserve"> اور فلسفہ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سکتا ہے کہ خالق کائنات نے اس کے اندر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رکھ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کشش محسوس کرے وہ جنس مخالف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خالق کائنات نے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رکھا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احکام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پھر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جذبہ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ہے تو اس کو حل کرنے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حل اسلام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اہم رتبہ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مانع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کہا جو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ہونا چاہتا ہے اسے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کرے۔ اسلام رہبان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tl/>
        </w:rPr>
        <w:t xml:space="preserve"> ولا ر</w:t>
      </w:r>
      <w:r w:rsidRPr="00A820E0">
        <w:rPr>
          <w:rStyle w:val="libArabicChar"/>
          <w:rFonts w:hint="cs"/>
          <w:rtl/>
        </w:rPr>
        <w:t>هبانی</w:t>
      </w:r>
      <w:r w:rsidRPr="00A820E0">
        <w:rPr>
          <w:rStyle w:val="libArabicChar"/>
          <w:rFonts w:hint="eastAsia"/>
          <w:rtl/>
        </w:rPr>
        <w:t>ة</w:t>
      </w:r>
      <w:r w:rsidRPr="00A820E0">
        <w:rPr>
          <w:rStyle w:val="libArabicChar"/>
          <w:rtl/>
        </w:rPr>
        <w:t xml:space="preserve"> ف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الاسلام؛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(326)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اسلام کہتا ہے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کرو تو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کرو۔اسلام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اور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اسلام چاہتا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آباد رہے،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اپ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حاصل کرے سعادت کا سفر طے کرے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تک پہنچے ،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جو اسلام نے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ربنا آتنا  حسنہ؛اس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سعادت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بطور احسن پورا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 نے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جذبہ رکھا تو اس کے حل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حکم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lastRenderedPageBreak/>
        <w:t>فمن</w:t>
      </w:r>
      <w:r w:rsidRPr="00A820E0">
        <w:rPr>
          <w:rStyle w:val="libArabicChar"/>
          <w:rtl/>
        </w:rPr>
        <w:t xml:space="preserve"> رغب عن سنت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فل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س</w:t>
      </w:r>
      <w:r w:rsidRPr="00A820E0">
        <w:rPr>
          <w:rStyle w:val="libArabicChar"/>
          <w:rtl/>
        </w:rPr>
        <w:t xml:space="preserve"> من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(327)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کرتا روگردان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سے وہ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نکاح کرنے کو سنت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تمہارے اندر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خواہش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ہےاس کا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اپنے لئے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ہمسر کا انتخاب کرو، خدا نے اس کا حل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عورت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مرد کے ساتھ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cs"/>
          <w:rtl/>
        </w:rPr>
        <w:t>هوالذی</w:t>
      </w:r>
      <w:r w:rsidRPr="00A820E0">
        <w:rPr>
          <w:rtl/>
        </w:rPr>
        <w:t xml:space="preserve"> خلقکم من نفس واحدة،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نے تم 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نفس 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تم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سے بنے ہو ۔پھر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tl/>
        </w:rPr>
        <w:t xml:space="preserve"> وجعل من</w:t>
      </w:r>
      <w:r w:rsidRPr="00A820E0">
        <w:rPr>
          <w:rFonts w:hint="cs"/>
          <w:rtl/>
        </w:rPr>
        <w:t>ها زوجها لی</w:t>
      </w:r>
      <w:r w:rsidRPr="00A820E0">
        <w:rPr>
          <w:rFonts w:hint="eastAsia"/>
          <w:rtl/>
        </w:rPr>
        <w:t>سکن</w:t>
      </w:r>
      <w:r w:rsidRPr="00A820E0">
        <w:rPr>
          <w:rtl/>
        </w:rPr>
        <w:t xml:space="preserve"> ال</w:t>
      </w:r>
      <w:r w:rsidRPr="00A820E0">
        <w:rPr>
          <w:rFonts w:hint="cs"/>
          <w:rtl/>
        </w:rPr>
        <w:t>یها؛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پھر خدا نے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ہمسر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تا کہ اس سے وہ سکون حاصل کرے۔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انسان کے اندر خدا نے رکھا تو اس کا حل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 ہے۔تاک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ہے۔اور بسا اوقات کہا ہے 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اللہ اکبر اسلام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ہے، تم چاہتے ہو کہ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فرما رہا ہے اب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تمہارے لئے واجب ہے۔ جائو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کو جائز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پورا کرو، کتنا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کتنا اچھا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ہے، کتنا جامع اور کامل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ہے۔ خدا نے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خدا نے جوڑے جوڑے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ہے۔جفت جفت کر کے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دو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نر اور مادہ خدا نے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تناسل کا سلسلہ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 نوع انسان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کو عبادت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 اپن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کرنا چاہتے ہو اس کو عبادت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کو کہا کہ جو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t>من</w:t>
      </w:r>
      <w:r w:rsidRPr="00A820E0">
        <w:rPr>
          <w:rStyle w:val="libArabicChar"/>
          <w:rtl/>
        </w:rPr>
        <w:t xml:space="preserve"> تزوج فقد احرز نصف د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ن</w:t>
      </w:r>
      <w:r w:rsidRPr="00A820E0">
        <w:rPr>
          <w:rStyle w:val="libArabicChar"/>
          <w:rFonts w:hint="cs"/>
          <w:rtl/>
        </w:rPr>
        <w:t>ه؛</w:t>
      </w:r>
      <w:r w:rsidRPr="00A820E0">
        <w:rPr>
          <w:rStyle w:val="libArabicChar"/>
          <w:rtl/>
        </w:rPr>
        <w:t xml:space="preserve"> ثلثا د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ن</w:t>
      </w:r>
      <w:r w:rsidRPr="00A820E0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(328)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مختلف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مطابق، جو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آدہے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محفوظ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دو حصوں کو محفوظ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کو افضل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نند</w:t>
      </w:r>
      <w:r>
        <w:rPr>
          <w:rtl/>
          <w:lang w:bidi="ur-PK"/>
        </w:rPr>
        <w:t xml:space="preserve"> کو افضل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فطرت ہے۔ جو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جذبہ ہے اس کے </w:t>
      </w:r>
      <w:r>
        <w:rPr>
          <w:rFonts w:hint="eastAsia"/>
          <w:rtl/>
          <w:lang w:bidi="ur-PK"/>
        </w:rPr>
        <w:t>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کو تلاش کرو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ہے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لوگ کم فکر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دہوکے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کہتا ہے کہ: عبادت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صرف ذکر خدا کرو،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جائو، اللہ اللہ کرو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پڑہو، تمہارا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تمہارا گھر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تم تو اللہ والے ہو اللہ اللہ کرو۔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 دھوکہ ہے،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ہے۔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چند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لے کر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کہہ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شوہر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آتا۔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شوہر گوشت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گھاتا،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شوہر خوشبو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لگاتا۔ آپ نے تمام مسلمانوں کو جمع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اللہ کا رسول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 w:rsidRPr="007F6071">
        <w:rPr>
          <w:rStyle w:val="libFootnotenumChar"/>
          <w:rtl/>
        </w:rPr>
        <w:t>(329)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پاس جاتا ہوں،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پورا کرتا ہوں،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رکھتا ہوں، تم مجھ سے بڑہ کر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دھوکہ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آنا، وہ عبادت، بندگ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عرفان کے نام پر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نہ دے کہ تم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کو چھوڑ دو۔ رسول اللہ سے بڑہ کر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سکتا۔ ان سے بڑہ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کو حاصل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کرسکتا، کمالات کے حاصل کرنے کا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ہے جو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کو پورا کرو۔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دھوکہ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cs"/>
          <w:rtl/>
        </w:rPr>
        <w:t>هُوَ</w:t>
      </w:r>
      <w:r w:rsidR="00B56CAE" w:rsidRPr="00A820E0">
        <w:rPr>
          <w:rStyle w:val="libAieChar"/>
          <w:rtl/>
        </w:rPr>
        <w:t xml:space="preserve"> الَّذ</w:t>
      </w:r>
      <w:r w:rsidR="00B56CAE" w:rsidRPr="00A820E0">
        <w:rPr>
          <w:rStyle w:val="libAieChar"/>
          <w:rFonts w:hint="cs"/>
          <w:rtl/>
        </w:rPr>
        <w:t>ي خَلَقَكُمْ مِنْ نَفْسٍ واحِدَةٍ وَ جَعَلَ مِنْها زَوْجَها لِيَسْكُنَ إِلَيْها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(330)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نفس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جعل منھا زوجھا اور خدا نے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سکن</w:t>
      </w:r>
      <w:r>
        <w:rPr>
          <w:rtl/>
          <w:lang w:bidi="ur-PK"/>
        </w:rPr>
        <w:t xml:space="preserve"> ال</w:t>
      </w:r>
      <w:r>
        <w:rPr>
          <w:rFonts w:hint="cs"/>
          <w:rtl/>
          <w:lang w:bidi="ur-PK"/>
        </w:rPr>
        <w:t>ی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ا</w:t>
      </w:r>
      <w:r>
        <w:rPr>
          <w:rtl/>
          <w:lang w:bidi="ur-PK"/>
        </w:rPr>
        <w:t xml:space="preserve"> تا کہ اس سے سکون حاصل کرے۔ اور خدا نے سب سے بڑا کرم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جب دو شخص مرد اور عورت رشتہ ازدواج سے منسلک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ازدواج کا رشتہ قائم ہو جاتا ہے،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کے وہ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خدا ان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مح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A820E0">
        <w:rPr>
          <w:rFonts w:hint="cs"/>
          <w:rtl/>
          <w:lang w:bidi="ur-PK"/>
        </w:rPr>
        <w:t xml:space="preserve"> </w:t>
      </w:r>
      <w:r w:rsidR="00A820E0" w:rsidRPr="00A820E0">
        <w:rPr>
          <w:rStyle w:val="libAlaemChar"/>
          <w:rFonts w:hint="cs"/>
          <w:rtl/>
        </w:rPr>
        <w:t>(</w:t>
      </w:r>
      <w:r w:rsidRPr="00A820E0">
        <w:rPr>
          <w:rStyle w:val="libAieChar"/>
          <w:rtl/>
        </w:rPr>
        <w:t>وَ جَعَلَ بَ</w:t>
      </w:r>
      <w:r w:rsidRPr="00A820E0">
        <w:rPr>
          <w:rStyle w:val="libAieChar"/>
          <w:rFonts w:hint="cs"/>
          <w:rtl/>
        </w:rPr>
        <w:t>يْنَكُمْ مَوَدَّةً وَ رَحْمَة</w:t>
      </w:r>
      <w:r w:rsidR="00A820E0" w:rsidRPr="00A820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(331)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نے تمہارے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مودت اور رحمت کو وجود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اگر اسلام کے فلسفہ ازدواج کو سمجھا جائے اس پر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تمام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خاتمہ ہو سکتا ہے۔ تمام انحرافات کا سد باب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سکتا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8" w:name="_Toc493163801"/>
      <w:r>
        <w:rPr>
          <w:rFonts w:hint="eastAsia"/>
          <w:rtl/>
          <w:lang w:bidi="ur-PK"/>
        </w:rPr>
        <w:t>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وجوہات</w:t>
      </w:r>
      <w:bookmarkEnd w:id="17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آج کل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ناکام ہونے کا سبب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ہے؟ آج کل ہمارے معاشرے شرح طلاق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بڑہ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ہے؟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لوگ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ہو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نے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مشکل بنا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خدا نے آسان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اسلام نے بہت آسان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 نے مشکل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ہم نے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حسن آنے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حالات مختلف </w:t>
      </w:r>
      <w:r>
        <w:rPr>
          <w:rtl/>
          <w:lang w:bidi="ur-PK"/>
        </w:rPr>
        <w:lastRenderedPageBreak/>
        <w:t>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فراز آتے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چار</w:t>
      </w:r>
      <w:r>
        <w:rPr>
          <w:rtl/>
          <w:lang w:bidi="ur-PK"/>
        </w:rPr>
        <w:t xml:space="preserve"> دن حسن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رہتا ہے پھر خدانخواستہ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ڈنٹ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حسن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رہے گا۔ اگر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نہ ہو وہ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نہ ہو وہ مودت اور رحمت نہ ہو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رشتہ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سکتا۔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خاندان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شرافت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جا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ادوں</w:t>
      </w:r>
      <w:r>
        <w:rPr>
          <w:rtl/>
          <w:lang w:bidi="ur-PK"/>
        </w:rPr>
        <w:t xml:space="preserve"> پر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کا پتا اسلام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اصولوں کے مطابق ہو،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ہے جس طرح وہ سوچتے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سوچنے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فرق ہے اسلام نے جنس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محدود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ہاں تمہارے اندر جذبہ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جذبہ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حلال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ہر عورت سے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رشتہ برقرار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سکتے جب تک نکاح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جاتا،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اسلام نے اس کے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رخ کو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لہذا جو مرد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جس عورت سے آشنا ہوتا ہے 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اس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ہے جو اس کو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تک پہنچات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غرب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لہذا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ہا</w:t>
      </w:r>
      <w:r>
        <w:rPr>
          <w:rtl/>
          <w:lang w:bidi="ur-PK"/>
        </w:rPr>
        <w:t xml:space="preserve"> جائے کہ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لو تو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محسوس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اور آج کل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اصطلاح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جاتا ہے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لر</w:t>
      </w:r>
      <w:r>
        <w:rPr>
          <w:rtl/>
          <w:lang w:bidi="ur-PK"/>
        </w:rPr>
        <w:t xml:space="preserve"> پال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لر</w:t>
      </w:r>
      <w:r>
        <w:rPr>
          <w:rtl/>
          <w:lang w:bidi="ur-PK"/>
        </w:rPr>
        <w:t xml:space="preserve"> سمجھتا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شوہر کو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لر</w:t>
      </w:r>
      <w:r>
        <w:rPr>
          <w:rtl/>
          <w:lang w:bidi="ur-PK"/>
        </w:rPr>
        <w:t xml:space="preserve"> سمجھت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ہے۔اسلام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آزاد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سمجھتا ہے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اگر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نقطہ نگاہ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اصولوں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جہاں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چاہتے ہو، پہلے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قرآن فرما رہا ہے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 w:rsidR="00A820E0" w:rsidRPr="00A820E0">
        <w:rPr>
          <w:rStyle w:val="libAlaemChar"/>
          <w:rFonts w:hint="cs"/>
          <w:rtl/>
        </w:rPr>
        <w:t>(</w:t>
      </w:r>
      <w:r>
        <w:rPr>
          <w:rtl/>
          <w:lang w:bidi="ur-PK"/>
        </w:rPr>
        <w:t xml:space="preserve"> </w:t>
      </w:r>
      <w:r w:rsidRPr="00A820E0">
        <w:rPr>
          <w:rStyle w:val="libAieChar"/>
          <w:rtl/>
        </w:rPr>
        <w:t>وَ لَ</w:t>
      </w:r>
      <w:r w:rsidRPr="00A820E0">
        <w:rPr>
          <w:rStyle w:val="libAieChar"/>
          <w:rFonts w:hint="cs"/>
          <w:rtl/>
        </w:rPr>
        <w:t>أَمَةٌ مُؤْمِنَةٌ خَيْرٌ مِنْ مُشْرِكَةٍ وَ لَوْ أَعْجَبَتْكُم</w:t>
      </w:r>
      <w:r w:rsidR="00A820E0" w:rsidRPr="00A820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(332)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مسلمان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مشرکہ عورت سے بہتر ہے۔ اسلام اور 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تو ہے اس کے پاس،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اخلاق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 وہ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دائم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79" w:name="_Toc493163802"/>
      <w:r>
        <w:rPr>
          <w:rFonts w:hint="eastAsia"/>
          <w:rtl/>
          <w:lang w:bidi="ur-PK"/>
        </w:rPr>
        <w:t>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bookmarkEnd w:id="17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مراسم ازدواج،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رسومات سادگ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انجام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عورت وہ ہے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ہے جس کا مہر کم سے کم ہو۔ </w:t>
      </w:r>
      <w:r w:rsidRPr="00A820E0">
        <w:rPr>
          <w:rStyle w:val="libArabicChar"/>
          <w:rtl/>
        </w:rPr>
        <w:t>اقل</w:t>
      </w:r>
      <w:r w:rsidRPr="00A820E0">
        <w:rPr>
          <w:rStyle w:val="libArabicChar"/>
          <w:rFonts w:hint="cs"/>
          <w:rtl/>
        </w:rPr>
        <w:t>هن مهرا؛</w:t>
      </w:r>
      <w:r w:rsidRPr="0029475F">
        <w:rPr>
          <w:rFonts w:hint="cs"/>
          <w:rtl/>
        </w:rPr>
        <w:t xml:space="preserve"> </w:t>
      </w:r>
      <w:r w:rsidRPr="007F6071">
        <w:rPr>
          <w:rStyle w:val="libFootnotenumChar"/>
          <w:rFonts w:hint="cs"/>
          <w:rtl/>
        </w:rPr>
        <w:t>(333)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ارشاد فرما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 مہر کم سے کم ہو، ہمارے ہاں فخر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ہے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رکھا جائے۔ چاہے اس کے بعد دولہا حق مہر ادا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 سکے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دبا رہے،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ناکام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اسلام نے جو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tl/>
          <w:lang w:bidi="ur-PK"/>
        </w:rPr>
        <w:lastRenderedPageBreak/>
        <w:t>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اگر ان اصولوں پر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ناکام نہ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اور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دے جو اس کے آنکھوں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بنے۔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شوق دلاتے تھے جائو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کرو۔تم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ت</w:t>
      </w:r>
      <w:r>
        <w:rPr>
          <w:rFonts w:hint="eastAsia"/>
          <w:rtl/>
          <w:lang w:bidi="ur-PK"/>
        </w:rPr>
        <w:t>مہارے</w:t>
      </w:r>
      <w:r>
        <w:rPr>
          <w:rtl/>
          <w:lang w:bidi="ur-PK"/>
        </w:rPr>
        <w:t xml:space="preserve"> پاس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تمہارا دل بہل جائے وہ تمہں خوش کر دے مل کر خدا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عبادت کرو۔اسے آسان سے آسان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چاہتا ہوں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قرآن پڑہنا جانتے ہو؟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حق مہر قرار دو </w:t>
      </w:r>
      <w:r w:rsidRPr="007F6071">
        <w:rPr>
          <w:rStyle w:val="libFootnotenumChar"/>
          <w:rtl/>
        </w:rPr>
        <w:t>(334)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کتنا آسان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>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قرآن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حق مہر والسلام،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نکاح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خدا کے بندے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مومن اورحق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ہے: والذ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۔۔۔اع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 الہا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ہ</w:t>
      </w:r>
      <w:r>
        <w:rPr>
          <w:rFonts w:hint="eastAsia"/>
          <w:rtl/>
          <w:lang w:bidi="ur-PK"/>
        </w:rPr>
        <w:t>مارے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آنکھوں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بنادے، دل کا سکون بنادے، روح کا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بنادے، جس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 خوش ہوجائے،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ہم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آزمائش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 ہے :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tl/>
        </w:rPr>
        <w:t>وَ ضَرَبَ اللَّ</w:t>
      </w:r>
      <w:r w:rsidR="00B56CAE" w:rsidRPr="00A820E0">
        <w:rPr>
          <w:rStyle w:val="libAieChar"/>
          <w:rFonts w:hint="cs"/>
          <w:rtl/>
        </w:rPr>
        <w:t>هُ مَثَلاً لِلَّذينَ آمَنُوا امْرَأَتَ‏ فِرْعَوْن‏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(235)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خداوند متعال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مثال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فرعون کے پاس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چھوڑا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حضرت نوح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 جناب لوط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ناکا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نبوت سے انہوں نے فائدہ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جو انسان کے ساتھ اس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بنے۔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جناب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اور جناب زہرا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جناب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سے پوچھا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وجدت فاطمہ؛ فاطمہ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tl/>
        </w:rPr>
        <w:t xml:space="preserve"> نعم العون عل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عباد</w:t>
      </w:r>
      <w:r w:rsidR="007F6071" w:rsidRPr="007F6071">
        <w:rPr>
          <w:rStyle w:val="libArabicChar"/>
          <w:rFonts w:hint="cs"/>
          <w:rtl/>
        </w:rPr>
        <w:t>ه</w:t>
      </w:r>
      <w:r w:rsidRPr="007F6071">
        <w:rPr>
          <w:rStyle w:val="libArabicChar"/>
          <w:rFonts w:hint="cs"/>
          <w:rtl/>
        </w:rPr>
        <w:t xml:space="preserve"> الرب؛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(336)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مددگار ہے فاطمہ۔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وجہ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ہو، مقصد تخل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بنے۔ انسان کو جس مقصد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خدا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مددگار بنے۔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0" w:name="_Toc493163803"/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دوسرےکےلئے لباس</w:t>
      </w:r>
      <w:bookmarkEnd w:id="18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مرد اور عورت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کہ:</w:t>
      </w:r>
    </w:p>
    <w:p w:rsidR="00B56CAE" w:rsidRDefault="00A820E0" w:rsidP="007F6071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cs"/>
          <w:rtl/>
        </w:rPr>
        <w:t>هُنَّ</w:t>
      </w:r>
      <w:r w:rsidR="00B56CAE" w:rsidRPr="00A820E0">
        <w:rPr>
          <w:rStyle w:val="libAieChar"/>
          <w:rtl/>
        </w:rPr>
        <w:t xml:space="preserve"> لِباسٌ لَ</w:t>
      </w:r>
      <w:r w:rsidR="00B56CAE" w:rsidRPr="00A820E0">
        <w:rPr>
          <w:rStyle w:val="libAieChar"/>
          <w:rFonts w:hint="cs"/>
          <w:rtl/>
        </w:rPr>
        <w:t>كُمْ وَ أَنْتُمْ لِباسٌ لَهُن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(337)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شوہر تم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لباس ہو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لباس ہے۔م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لباس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طرح لباس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ہوتا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جس طرح لباس انسان کو 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انسان کتنا تھکا ہارا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ہو تو اپنے آپ کو محفوظ محسوس کرتا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آپ کو محفوظ محسوس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لباس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اور لباس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لباس انسان کے وجود کو چھپا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 جسم پر جتنےظاہر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ہوں انسان نے لباس پہن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چھپ گئے۔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چھپا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پردہ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رشتہ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رشتہ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ہے۔بلکل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ہوجانا، اولاد اور ماں باپ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اچھا رشتہ ہے،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رشتہ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 تک اخلاق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ادب کا </w:t>
      </w:r>
      <w:r>
        <w:rPr>
          <w:rFonts w:hint="eastAsia"/>
          <w:rtl/>
          <w:lang w:bidi="ur-PK"/>
        </w:rPr>
        <w:t>فاصلہ</w:t>
      </w:r>
      <w:r>
        <w:rPr>
          <w:rtl/>
          <w:lang w:bidi="ur-PK"/>
        </w:rPr>
        <w:t xml:space="preserve"> کا رہتا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خدا 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چاہتے ہے: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eastAsia"/>
          <w:rtl/>
        </w:rPr>
        <w:t>و</w:t>
      </w:r>
      <w:r w:rsidRPr="00A820E0">
        <w:rPr>
          <w:rtl/>
        </w:rPr>
        <w:t xml:space="preserve"> جعل ب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نکم</w:t>
      </w:r>
      <w:r w:rsidRPr="00A820E0">
        <w:rPr>
          <w:rtl/>
        </w:rPr>
        <w:t xml:space="preserve"> مود</w:t>
      </w:r>
      <w:r w:rsidR="00CC5C79" w:rsidRPr="007F6071">
        <w:rPr>
          <w:rFonts w:hint="cs"/>
          <w:rtl/>
        </w:rPr>
        <w:t>ة</w:t>
      </w:r>
      <w:r w:rsidRPr="00A820E0">
        <w:rPr>
          <w:rtl/>
        </w:rPr>
        <w:t xml:space="preserve"> و رحمة؛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چاہتا ہے کہ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مودت اور رحمت ہو، محبت اور آداب اور احترام ہو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حقوق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حقوق ادا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بہت بڑے حق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پر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حق اس  کے شوہر کا ہوتا ہے،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1" w:name="_Toc493163804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بدسلوک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عذاب</w:t>
      </w:r>
      <w:bookmarkEnd w:id="181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ان کا انتقال ہو جاتا ہے تو رسول کائناتصل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ننگے پائوں برہنہ پائوں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جنازہ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ہزاروں ملائکہ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تش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مرحو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کہت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تم کتنے خوش قسمت ہو کہ رسول اللہ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تمہارے جنازہ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فرشتے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وہاں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کرو، اگرچہ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بد سلوک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تھا لہذا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بدسلوک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ہے۔ </w:t>
      </w:r>
      <w:r w:rsidRPr="007F6071">
        <w:rPr>
          <w:rStyle w:val="libFootnotenumChar"/>
          <w:rtl/>
        </w:rPr>
        <w:t>(338)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نے حج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الوداع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مردوں کو جو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کرتا ہوں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 ہے تمہارے پاس،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 ہے اس کے حقوق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مت کرنا، وہ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کمزور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کرتے </w:t>
      </w:r>
      <w:r>
        <w:rPr>
          <w:rFonts w:hint="eastAsia"/>
          <w:rtl/>
          <w:lang w:bidi="ur-PK"/>
        </w:rPr>
        <w:t>رہنا،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نے ان کا سہارا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۔ جہاں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اچھے شوہر ثابت ہوں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شوہر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سکون قلب کا سبب بنے۔ خالق کائنات نے رشتہ ازدواج کو سکون کا سبب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خالق کائنات جب اولاد عطا کرتا ہے وہ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ثمر ہوتا ہے،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بنتا ہے اور نسل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سبب بنتا ہے اس طرح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کا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بن جاتا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کرنا کہ خالق کائنات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بنا دے۔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</w:t>
      </w:r>
      <w:r>
        <w:rPr>
          <w:rtl/>
          <w:lang w:bidi="ur-PK"/>
        </w:rPr>
        <w:t xml:space="preserve"> ہے کہ خالق کائنات ہم سب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عطا کرے جن سے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آباد ہو جائے،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آخرت ہم مل کر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eastAsia"/>
          <w:rtl/>
        </w:rPr>
        <w:t>والسلام</w:t>
      </w:r>
      <w:r w:rsidRPr="00A820E0">
        <w:rPr>
          <w:rtl/>
        </w:rPr>
        <w:t xml:space="preserve"> عل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کم</w:t>
      </w:r>
      <w:r w:rsidRPr="00A820E0">
        <w:rPr>
          <w:rtl/>
        </w:rPr>
        <w:t xml:space="preserve"> و رحمة الل</w:t>
      </w:r>
      <w:r w:rsidRPr="00A820E0">
        <w:rPr>
          <w:rFonts w:hint="cs"/>
          <w:rtl/>
        </w:rPr>
        <w:t xml:space="preserve">ه و برکاته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2" w:name="_Toc493163805"/>
      <w:r>
        <w:rPr>
          <w:rFonts w:hint="eastAsia"/>
          <w:rtl/>
          <w:lang w:bidi="ur-PK"/>
        </w:rPr>
        <w:t>حصول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82"/>
      <w:r>
        <w:rPr>
          <w:rtl/>
          <w:lang w:bidi="ur-PK"/>
        </w:rPr>
        <w:t xml:space="preserve"> 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cs"/>
          <w:rtl/>
        </w:rPr>
        <w:t>أَعُوذُ</w:t>
      </w:r>
      <w:r w:rsidRPr="00A820E0">
        <w:rPr>
          <w:rtl/>
        </w:rPr>
        <w:t xml:space="preserve"> بِالل</w:t>
      </w:r>
      <w:r w:rsidRPr="00A820E0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 وَ آلِ‏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A820E0" w:rsidP="00A820E0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cs"/>
          <w:rtl/>
        </w:rPr>
        <w:t>هُنالِكَ</w:t>
      </w:r>
      <w:r w:rsidR="00B56CAE" w:rsidRPr="00A820E0">
        <w:rPr>
          <w:rStyle w:val="libAieChar"/>
          <w:rtl/>
        </w:rPr>
        <w:t xml:space="preserve"> دَعا زَ</w:t>
      </w:r>
      <w:r w:rsidR="00B56CAE" w:rsidRPr="00A820E0">
        <w:rPr>
          <w:rStyle w:val="libAieChar"/>
          <w:rFonts w:hint="cs"/>
          <w:rtl/>
        </w:rPr>
        <w:t>كَرِيَّا رَبَّهُ قالَ رَبِّ هَبْ لي‏ مِنْ لَدُنْكَ ذُرِّيَّةً ط</w:t>
      </w:r>
      <w:r w:rsidR="00B56CAE" w:rsidRPr="00A820E0">
        <w:rPr>
          <w:rStyle w:val="libAieChar"/>
          <w:rtl/>
        </w:rPr>
        <w:t>َ</w:t>
      </w:r>
      <w:r w:rsidR="00B56CAE" w:rsidRPr="00A820E0">
        <w:rPr>
          <w:rStyle w:val="libAieChar"/>
          <w:rFonts w:hint="cs"/>
          <w:rtl/>
        </w:rPr>
        <w:t>يِّبَةً إِنَّكَ سَميعُ الدُّعاء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(339)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ہے وہ حصول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اسلام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خاندان بہت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حامل ہے، اسلام نے خاندان کو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ظاہر ہے کہ خاندان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پہلا قدم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ہوتا ہے۔ اس لئے اسلام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رسول کائنات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ارشاد فرم</w:t>
      </w:r>
      <w:r>
        <w:rPr>
          <w:rFonts w:hint="eastAsia"/>
          <w:rtl/>
          <w:lang w:bidi="ur-PK"/>
        </w:rPr>
        <w:t>اتے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tl/>
        </w:rPr>
        <w:t xml:space="preserve"> النکاح من سنت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؛</w:t>
      </w:r>
      <w:r>
        <w:rPr>
          <w:rtl/>
          <w:lang w:bidi="ur-PK"/>
        </w:rPr>
        <w:t xml:space="preserve">  </w:t>
      </w:r>
      <w:r w:rsidRPr="007F6071">
        <w:rPr>
          <w:rStyle w:val="libFootnotenumChar"/>
          <w:rtl/>
        </w:rPr>
        <w:t>(340)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نکاح کرنا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سے روگردان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پر عمل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 تو وہ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وہ اسلام کے دائرے سے خارج ہے ، وہ مسلمان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ہے وہ اس وجہ سے ہے کہ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خاندان کو وجود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خاندان جنم لے رہا ہے۔ اس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بڑہت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ہونے کے ناطے ہمارا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بنتا ہے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جس طرح دوسروں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اس طرح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بڑہتے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وجود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امانت ہے ہمارے پاس ،ہم نے اس امانت کو ادا کرنا ہے، اس سلسلہ کو آگے بڑانا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 اولاد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کرو تا کہ خدا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صاحب اولاد بنادے، تم صاحب اولاد بن جائو، اولاد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 کا کام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خالق کائنات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عطا فرمائے، اب جو مختلف بہانے بنا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سوالات اٹھائے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مختلف مشکلات کا بہانہ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 انتہائ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معقول عمل ہے۔ آج جو مختلف ممالک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افراد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ہے۔ اسلام نے اولاد کے وجود کو نعمت </w:t>
      </w:r>
      <w:r>
        <w:rPr>
          <w:rFonts w:hint="eastAsia"/>
          <w:rtl/>
          <w:lang w:bidi="ur-PK"/>
        </w:rPr>
        <w:t>قرار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اور اس نعمت کے حصول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دعا کرو کہ تم صاحب اولاد بنو۔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3" w:name="_Toc493163806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کے فوائد</w:t>
      </w:r>
      <w:bookmarkEnd w:id="18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کے بہت سارے فوائد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اعتدال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ہوتا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بہت بڑا فرق ہے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صاحب اولاد بنتے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دوسرے مسائل کا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دخل 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دوسروں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بہتر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ہے۔اس سے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احساسات اور جذبات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انسان معتدل المزاج بن جاتا ہے،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سمجھتا ہے، بہتر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سے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 ہے۔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مکمل اور کامل انسان بن جاتا ہے اس طرح۔ لہذا آج اس طرح کے جو </w:t>
      </w:r>
      <w:r>
        <w:rPr>
          <w:rFonts w:hint="eastAsia"/>
          <w:rtl/>
          <w:lang w:bidi="ur-PK"/>
        </w:rPr>
        <w:t>مختلف</w:t>
      </w:r>
      <w:r>
        <w:rPr>
          <w:rtl/>
          <w:lang w:bidi="ur-PK"/>
        </w:rPr>
        <w:t xml:space="preserve"> بہانے اٹھائے جا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اولاد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پھر مسائل ہونگے، ان کے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مسئلے، </w:t>
      </w:r>
      <w:r>
        <w:rPr>
          <w:rtl/>
          <w:lang w:bidi="ur-PK"/>
        </w:rPr>
        <w:lastRenderedPageBreak/>
        <w:t>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مسئلہ،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کا مسئلہ،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مسائل،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کہاں سے ہونگے اور اس طرح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بہانے بنا کر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اولاد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سراسر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طرح خدا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رہا ہے،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رزق دے رہا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دے گا۔ ان کافروں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تھے، ڈرتے تھے ان کو کہاں سے کھلا پلا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خالق کائنات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ڈرو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غربت کے خوف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قتل نہ کرو</w:t>
      </w:r>
    </w:p>
    <w:p w:rsidR="00B56CAE" w:rsidRDefault="00A820E0" w:rsidP="00A820E0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tl/>
        </w:rPr>
        <w:t>وَ لا تَق</w:t>
      </w:r>
      <w:r w:rsidR="00B56CAE" w:rsidRPr="00A820E0">
        <w:rPr>
          <w:rStyle w:val="libAieChar"/>
          <w:rFonts w:hint="cs"/>
          <w:rtl/>
        </w:rPr>
        <w:t>ْتُلُوا أَوْلادَكُمْ خَشْيَةَ إِمْلاقٍ‏ نَحْنُ نَرْزُقُهُمْ وَ إِيَّاكُمْ إِنَّ قَتْلَهُمْ كانَ خِطْأً كَبيرا</w:t>
      </w:r>
      <w:r w:rsidRPr="00A820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(341)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رزق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 رزق کے مسئلے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مکان اور کپڑے کے مسئلے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کہ ہم اولاد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سنت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وہ اولاد کے وصول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محل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پاس مختلف انواع و اقسام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جات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 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ذا؛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مہارے</w:t>
      </w:r>
      <w:r>
        <w:rPr>
          <w:rtl/>
          <w:lang w:bidi="ur-PK"/>
        </w:rPr>
        <w:t xml:space="preserve"> پاس کہاں سے آئے؟تو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کہا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خدا کا لطف و کرم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فضل اور احسان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وہاں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نالک دعا ۔۔ل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وہاں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کہا کہ بار الہا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 و صالح نسل عطا فرما، اولا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عطا فرما، انک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الدعا  تو دعا کو سننے والا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اولاد پر کس طرح خداوند متعال کا انعام و اکرام ہوتا ہے، کس طرح اس کو خداوند متعال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نواز رہا ہے تو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دلچسپ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نے کب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پرندے کس طرح اپنے بچوں کو کھانا کھلا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چونچ سے کس طرح دانہ تلاش کر کے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وہ دانہ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چونچ پر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کس طرح وہ اپنے بچوں کو کھلاتے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شفقت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منظر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بہت اچھا لگا، اس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الہا!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عطا کر۔ اور پھر نذر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اولاد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اسے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وقف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، دوسروں کے پاس نعمت کو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غبطہ کھا کر نعمت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دوسروں کے پاس نعمت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حسد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ختم ہو جائے۔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نعمت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بار</w:t>
      </w:r>
      <w:r>
        <w:rPr>
          <w:rtl/>
          <w:lang w:bidi="ur-PK"/>
        </w:rPr>
        <w:t xml:space="preserve"> الہا! جس طرح تو نے اسے اپنے انعام و اکرام سے نوازا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عطا فرما۔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مختلف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جو بہت سارے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طرح تو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دے۔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4" w:name="_Toc493163807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8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اؑ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کے حصول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 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وجود ہمارے پاس امانت ہے، اس کو ہم نے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منتقل کرنا ہے، اس انسان سے دوسرے انسان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وسلم  نے خاص طور پر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t>تناکحوا</w:t>
      </w:r>
      <w:r w:rsidRPr="00A820E0">
        <w:rPr>
          <w:rStyle w:val="libArabicChar"/>
          <w:rtl/>
        </w:rPr>
        <w:t xml:space="preserve"> و تناسلوا فتکثروا ان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tl/>
        </w:rPr>
        <w:t xml:space="preserve"> ابا</w:t>
      </w:r>
      <w:r w:rsidRPr="00A820E0">
        <w:rPr>
          <w:rStyle w:val="libArabicChar"/>
          <w:rFonts w:hint="cs"/>
          <w:rtl/>
        </w:rPr>
        <w:t>هی</w:t>
      </w:r>
      <w:r w:rsidRPr="00A820E0">
        <w:rPr>
          <w:rStyle w:val="libArabicChar"/>
          <w:rtl/>
        </w:rPr>
        <w:t xml:space="preserve"> بکم الامم 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وم</w:t>
      </w:r>
      <w:r w:rsidRPr="00A820E0">
        <w:rPr>
          <w:rStyle w:val="libArabicChar"/>
          <w:rtl/>
        </w:rPr>
        <w:t xml:space="preserve"> الق</w:t>
      </w:r>
      <w:r w:rsidRPr="00A820E0">
        <w:rPr>
          <w:rStyle w:val="libArabicChar"/>
          <w:rFonts w:hint="cs"/>
          <w:rtl/>
        </w:rPr>
        <w:t>ی</w:t>
      </w:r>
      <w:r w:rsidRPr="00A820E0">
        <w:rPr>
          <w:rStyle w:val="libArabicChar"/>
          <w:rFonts w:hint="eastAsia"/>
          <w:rtl/>
        </w:rPr>
        <w:t>ام</w:t>
      </w:r>
      <w:r w:rsidRPr="00A820E0">
        <w:rPr>
          <w:rStyle w:val="libArabicChar"/>
          <w:rFonts w:hint="cs"/>
          <w:rtl/>
        </w:rPr>
        <w:t>ه؛</w:t>
      </w:r>
      <w:r>
        <w:rPr>
          <w:rtl/>
          <w:lang w:bidi="ur-PK"/>
        </w:rPr>
        <w:t xml:space="preserve">  </w:t>
      </w:r>
      <w:r w:rsidRPr="007F6071">
        <w:rPr>
          <w:rStyle w:val="libFootnotenumChar"/>
          <w:rtl/>
        </w:rPr>
        <w:t>(342)</w:t>
      </w:r>
      <w:r>
        <w:rPr>
          <w:rtl/>
          <w:lang w:bidi="ur-PK"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نکاح</w:t>
      </w:r>
      <w:r>
        <w:rPr>
          <w:rtl/>
          <w:lang w:bidi="ur-PK"/>
        </w:rPr>
        <w:t xml:space="preserve"> کرو اولاد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فخر کروں گا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البتہ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جو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مثلا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سورہ آل عمران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tl/>
          <w:lang w:bidi="fa-IR"/>
        </w:rPr>
        <w:t>۳۸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مجھے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نسل عطا فرما،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tl/>
        </w:rPr>
        <w:t xml:space="preserve">وَ </w:t>
      </w:r>
      <w:r w:rsidR="00B56CAE" w:rsidRPr="00A820E0">
        <w:rPr>
          <w:rStyle w:val="libAieChar"/>
          <w:rFonts w:hint="cs"/>
          <w:rtl/>
        </w:rPr>
        <w:t>إِنِّي خِفْتُ الْمَوالِيَ مِنْ وَرائي‏ وَ كانَتِ امْرَأَتي‏ عاقِراً فَهَبْ لي‏ مِنْ لَدُنْكَ وَلِيًّا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(343)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مجھے وارث عطا فرما، مجھے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عطا فرما،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مجھے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عطا فرما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وارث بنے اور آل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کا وارث بنے،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کہ وہ تجھ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اور تو اس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محبوب خدا ہو، جن کو خدا پسند </w:t>
      </w:r>
      <w:r>
        <w:rPr>
          <w:rFonts w:hint="eastAsia"/>
          <w:rtl/>
          <w:lang w:bidi="ur-PK"/>
        </w:rPr>
        <w:t>کرے</w:t>
      </w:r>
      <w:r>
        <w:rPr>
          <w:rtl/>
          <w:lang w:bidi="ur-PK"/>
        </w:rPr>
        <w:t xml:space="preserve">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کو پسند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محب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اور محبوب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،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ہو جو صالح ہو اور وہاں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نقل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رب ھب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الصالح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مجھے صالح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عطا فرما۔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5" w:name="_Toc493163808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8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رسول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ہے کہ اللہ جب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بندے کو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تحفہ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اسے صالح اولاد عطا کرتا ہے جو اس کے مرنے کے بعد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جو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لئے ذخ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نام کو زندہ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 چلا 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کو پسند ہے ۔اور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تو ان دعائوں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مشاہدہ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اولاد،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نسل صالح اولاد،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نا صالح اولاد بن جائے،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انگل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فلان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ہے فلان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فلان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پناہ۔قرآن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کہتا ہے کہ دعا تو مانگو اولا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حصول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مانگو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صالح اولاد، لائق اولاد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ستہ</w:t>
      </w:r>
      <w:r>
        <w:rPr>
          <w:rtl/>
          <w:lang w:bidi="ur-PK"/>
        </w:rPr>
        <w:t xml:space="preserve"> اولاد جو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تمہارے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تم چلے جائو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تمہارا تذکرہ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6" w:name="_Toc493163809"/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bookmarkEnd w:id="18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 دعائوں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اہم نکتہ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فرق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اب اولاد چاہے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کے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چاہے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خالق کائنات انسان کو جو عطا فرمائے انسان اسے قبول کرے،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عطا کرے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پر خوش ہو جائے اور اگر خدا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کرتا ہو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اسے خوش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بلکہ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 متعال رحمت شمار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شمار ہوتا ہے۔ امام صادقؑ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A820E0">
        <w:rPr>
          <w:rStyle w:val="libArabicChar"/>
          <w:rFonts w:hint="eastAsia"/>
          <w:rtl/>
        </w:rPr>
        <w:t>البنون</w:t>
      </w:r>
      <w:r w:rsidRPr="00A820E0">
        <w:rPr>
          <w:rStyle w:val="libArabicChar"/>
          <w:rtl/>
        </w:rPr>
        <w:t xml:space="preserve"> نعمة والبنات رحمة 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(344)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شمار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نعمت شمار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جب اللہ نعمت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کرے گا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تو اس پر ثواب عطا فرماتا ہے ،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خوش قسمت ہے وہ ماں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سن کر ناراض ہونا غضب ناک ہونا افسوس کرنا کافروں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</w:t>
      </w:r>
      <w:r>
        <w:rPr>
          <w:rtl/>
          <w:lang w:bidi="ur-PK"/>
        </w:rPr>
        <w:t xml:space="preserve"> ہے۔ جاہل عرب لوگوں کہا جاتا تھا تمہارے ہاں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تو ان کا چہرہ غصہ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ہو جاتا تھا۔ک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 رہے ہو؟ تم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ہے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اگر </w:t>
      </w: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کونسا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اس غلط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کہتے تھے ہمارے ہاں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کر لے جاتا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جاہلانہ فکر ہے،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کتنے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متاثر ہو کر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خدا کے انعام و اکرام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اس نے جناب </w:t>
      </w:r>
      <w:r>
        <w:rPr>
          <w:rFonts w:hint="eastAsia"/>
          <w:rtl/>
          <w:lang w:bidi="ur-PK"/>
        </w:rPr>
        <w:t>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 اس پر خدا کے ہونے والے فضل و کرم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 تو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متاثر کر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سو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صالح نا خلف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والد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قدردان بنے،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قدردان بنے،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بنے۔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فرق ہے؟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افسوس ہوتا ہے جب بعض خاندان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کہا جاتا ہے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ہمارا ناک کٹ جائے گا، بے عزت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ہو جائے گا، وہ ہو جائے گا۔ اور وہاں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افسوس ہوتا ہے جب بعض خاندان والے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ہمارے ہاں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اولاد اللہ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 جو وہ بہتر سمجھتا ہے وہ عطا فرماتا ہے، چاہے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ہو چاہ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ہو، دونوں انسان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دونوں مومن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دونوں مسلمان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اچھا بنے گا اسے والد کو فائدہ پہنچے گا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اگر اچھا بنا تو فائدے کا سبب ہے۔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ہوتو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ہے۔ ہم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سے مانگ مانگ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ناخلف نکلے تو؟ہم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تو؟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کو ہم اچھا سمجھتے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ہوتا، کتنے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کام جن کو ہم اچھا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سمجھتے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ہمارے لئے اچھے ہوت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eastAsia"/>
          <w:rtl/>
        </w:rPr>
        <w:t>وَ</w:t>
      </w:r>
      <w:r w:rsidR="00B56CAE" w:rsidRPr="00A820E0">
        <w:rPr>
          <w:rStyle w:val="libAieChar"/>
          <w:rtl/>
        </w:rPr>
        <w:t xml:space="preserve"> عَس</w:t>
      </w:r>
      <w:r w:rsidR="00B56CAE" w:rsidRPr="00A820E0">
        <w:rPr>
          <w:rStyle w:val="libAieChar"/>
          <w:rFonts w:hint="cs"/>
          <w:rtl/>
        </w:rPr>
        <w:t>ى‏ أَنْ تَكْرَهُوا شَيْئاً وَ هُوَ خَيْرٌ لَكُم‏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(345)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قرآن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ہے ہو سکتا ہے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لگے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اچھا ہوگا۔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7" w:name="_Toc493163810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درس آموز واقعہ</w:t>
      </w:r>
      <w:bookmarkEnd w:id="18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واقعہ ہے جب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ہاں پہنچے، پتا چلا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،د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اس کا منہ اترا ہوا ہے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ہوا؟ کہا خدا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افسوس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؟ اچھا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بتائو اگر خدا تم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فرما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ہوں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 بتائو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ٹا؟</w:t>
      </w:r>
      <w:r>
        <w:rPr>
          <w:rtl/>
          <w:lang w:bidi="ur-PK"/>
        </w:rPr>
        <w:t xml:space="preserve"> تمہار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دوں جو تم کہو وہ دوں 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دوں؟تمہارا جواب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ہوتا؟کہا مولا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کہتا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دے دے تو بہتر جانتا ہے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لئے کون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تو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خدا نے تمہارے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اب تم اس پر افسوس کر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بتا رہے </w:t>
      </w:r>
      <w:r>
        <w:rPr>
          <w:rtl/>
          <w:lang w:bidi="ur-PK"/>
        </w:rPr>
        <w:lastRenderedPageBreak/>
        <w:t>ہو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خدا کے انتخاب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خدا انتخاب کرتا ہے وہ بہتر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فرض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انتظام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پھر اولاد جانے ان کا حساب و کتاب جانے، خدا کے حوالے۔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8" w:name="_Toc493163811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وارث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  <w:bookmarkEnd w:id="18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اہم بات جو ان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اولاد وارث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عطا فرما،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رثن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رث</w:t>
      </w:r>
      <w:r>
        <w:rPr>
          <w:rtl/>
          <w:lang w:bidi="ur-PK"/>
        </w:rPr>
        <w:t xml:space="preserve"> من آل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وارث بنے اور آل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کا وارث بنے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وارث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خدا 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ذکرہ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اولاد وارث بنے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مطلق ہے ۔اور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کو شامل ہے خاص طور پر جہاں وراثت 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وارث ہے، اولاد مال </w:t>
      </w:r>
      <w:r>
        <w:rPr>
          <w:rFonts w:hint="eastAsia"/>
          <w:rtl/>
          <w:lang w:bidi="ur-PK"/>
        </w:rPr>
        <w:t>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اگر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ہوں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وارث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عام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بنے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۔بلکہ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خاص طور پر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دعا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وارث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جو وارث ہو اور فخر 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مطابق جہاں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 طور پر وراثت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وہاں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وراثت مراد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مال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وارث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اگرچہ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 تو ان کے علم و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ہ</w:t>
      </w:r>
      <w:r>
        <w:rPr>
          <w:rFonts w:hint="eastAsia"/>
          <w:rtl/>
          <w:lang w:bidi="ur-PK"/>
        </w:rPr>
        <w:t>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خاص طور پر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وراثت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ہو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وہ جو کچھ چھوڑ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ہوتا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خلاف قرآن بات ہے۔ قرآن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ہمارا وارث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سب کو شامل ہے خاص طور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کا لفظ مال و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استعمال ہوتا ہے۔ لہذا جناب زہرا اپنے والد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وارثہ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سے محروم کرنا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تھا، اولاد وارث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89" w:name="_Toc493163812"/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اور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تعجب</w:t>
      </w:r>
      <w:bookmarkEnd w:id="189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صالح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ذر</w:t>
      </w:r>
      <w:r>
        <w:rPr>
          <w:rFonts w:hint="cs"/>
          <w:rtl/>
          <w:lang w:bidi="ur-PK"/>
        </w:rPr>
        <w:t>یۃ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ۃ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واجعلہ رب رض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</w:p>
    <w:p w:rsidR="00B56CAE" w:rsidRPr="00A820E0" w:rsidRDefault="00B56CAE" w:rsidP="00A820E0">
      <w:pPr>
        <w:pStyle w:val="libAie"/>
        <w:rPr>
          <w:rtl/>
        </w:rPr>
      </w:pPr>
      <w:r>
        <w:rPr>
          <w:rtl/>
          <w:lang w:bidi="ur-PK"/>
        </w:rPr>
        <w:t xml:space="preserve"> </w:t>
      </w:r>
      <w:r w:rsidRPr="00A820E0">
        <w:rPr>
          <w:rtl/>
        </w:rPr>
        <w:t xml:space="preserve">رب  </w:t>
      </w:r>
      <w:r w:rsidRPr="00A820E0">
        <w:rPr>
          <w:rFonts w:hint="cs"/>
          <w:rtl/>
        </w:rPr>
        <w:t>هب لی</w:t>
      </w:r>
      <w:r w:rsidRPr="00A820E0">
        <w:rPr>
          <w:rtl/>
        </w:rPr>
        <w:t xml:space="preserve"> من الصالح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ن</w:t>
      </w:r>
      <w:r w:rsidRPr="00A820E0">
        <w:rPr>
          <w:rtl/>
        </w:rPr>
        <w:t xml:space="preserve">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صالح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 جو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بنے، جو ہمارے نام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رکھے، ہمارے 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استمرار کا سبب بنے اور اس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نقطہ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کرتے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جب حضرت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اؑ</w:t>
      </w:r>
      <w:r>
        <w:rPr>
          <w:rtl/>
          <w:lang w:bidi="ur-PK"/>
        </w:rPr>
        <w:t xml:space="preserve"> نے دعا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فرشتے خوش 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آئے کہ خدا آپ کو اولاد عطا فرمائے گا انہوں نے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مجھے اولاد ہوگ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بوڑہا ہو چکا ہوں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بوڑہ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</w:p>
    <w:p w:rsidR="00B56CAE" w:rsidRPr="00A820E0" w:rsidRDefault="00B56CAE" w:rsidP="00A820E0">
      <w:pPr>
        <w:pStyle w:val="libAie"/>
        <w:rPr>
          <w:rtl/>
        </w:rPr>
      </w:pPr>
      <w:r>
        <w:rPr>
          <w:rtl/>
          <w:lang w:bidi="ur-PK"/>
        </w:rPr>
        <w:t xml:space="preserve"> </w:t>
      </w:r>
      <w:r w:rsidRPr="00A820E0">
        <w:rPr>
          <w:rtl/>
        </w:rPr>
        <w:t xml:space="preserve">رب </w:t>
      </w:r>
      <w:r w:rsidRPr="00A820E0">
        <w:rPr>
          <w:rFonts w:hint="cs"/>
          <w:rtl/>
        </w:rPr>
        <w:t>هب لی</w:t>
      </w:r>
      <w:r w:rsidRPr="00A820E0">
        <w:rPr>
          <w:rtl/>
        </w:rPr>
        <w:t xml:space="preserve"> من الصالح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ن</w:t>
      </w:r>
      <w:r w:rsidRPr="00A820E0">
        <w:rPr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صالح اولاد عطا فرما، ان کو جب خوش 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انہوں نے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تعجب کس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تھا؟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 قادر ہے قدرت رکھتا ہے وہ اولاد دے سکتا ہے۔ جب خدا نے خوش 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Pr="00A820E0" w:rsidRDefault="00B56CAE" w:rsidP="00A820E0">
      <w:pPr>
        <w:pStyle w:val="libAie"/>
        <w:rPr>
          <w:rtl/>
        </w:rPr>
      </w:pPr>
      <w:r w:rsidRPr="00A820E0">
        <w:rPr>
          <w:rtl/>
        </w:rPr>
        <w:t xml:space="preserve"> فبشرنا</w:t>
      </w:r>
      <w:r w:rsidRPr="00A820E0">
        <w:rPr>
          <w:rFonts w:hint="cs"/>
          <w:rtl/>
        </w:rPr>
        <w:t>ه بغلام حلی</w:t>
      </w:r>
      <w:r w:rsidRPr="00A820E0">
        <w:rPr>
          <w:rFonts w:hint="eastAsia"/>
          <w:rtl/>
        </w:rPr>
        <w:t>م</w:t>
      </w:r>
      <w:r w:rsidRPr="00A820E0">
        <w:rPr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ہم نے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 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انہوں نے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پر شک کر رہے تھے؟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کا تعجب اور ان کا سوال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تھا کہ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جو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عطا فرمائے گا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ہوگا کہ ہم جوان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دوبارہ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جوان بنا دے گا؟ خدا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رکھتا ہے کہ انسان کو دوبارہ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 دے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سوال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 ہم دوبار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جوان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اس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ہاں اولاد ہو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بوڑہاپے ہم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ہوں گے؟ہمارے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کمزور ہو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ہمارے سر کے بال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اولاد عطا فرمائے گا۔ ان کا سوال اس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تھا، ورنہ ا</w:t>
      </w:r>
      <w:r>
        <w:rPr>
          <w:rFonts w:hint="eastAsia"/>
          <w:rtl/>
          <w:lang w:bidi="ur-PK"/>
        </w:rPr>
        <w:t>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تھے وہ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کو جانتے تھے وہ امر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کو جانتے تھے۔ خدا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ارادہ کر لے </w:t>
      </w:r>
    </w:p>
    <w:p w:rsidR="00B56CAE" w:rsidRDefault="00A820E0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Fonts w:hint="cs"/>
          <w:rtl/>
        </w:rPr>
        <w:t>إِنَّما أَمْرُهُ إِذا أَرادَ شَيْئاً أَنْ يَقُولَ لَهُ كُنْ‏</w:t>
      </w:r>
      <w:r w:rsidR="00B56CAE" w:rsidRPr="00A820E0">
        <w:rPr>
          <w:rStyle w:val="libAieChar"/>
          <w:rtl/>
        </w:rPr>
        <w:t xml:space="preserve"> فَ</w:t>
      </w:r>
      <w:r w:rsidR="00B56CAE" w:rsidRPr="00A820E0">
        <w:rPr>
          <w:rStyle w:val="libAieChar"/>
          <w:rFonts w:hint="cs"/>
          <w:rtl/>
        </w:rPr>
        <w:t>يَكُون‏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(346)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خدا ارادہ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تو کہتا ہے وہ ہوجائے تو وہ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شبہہ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ان کا سوال اور ان کا تعجب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تھا 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عطا فرمائے گا۔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0" w:name="_Toc493163813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90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بہرحال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بہت اہم دعا ہے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 کو بڑہتے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وجود ہمارے ہاں امانت ہے اور اس امانت کو آگے بڑہانا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جس طرح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ہوئے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پھر دوسرے انسان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بچے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صالح اولاد،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بڑہ 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اس طرح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صرف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ہو، صرف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صالح اولاد،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اولاد، لائق اولاد، جو اپنے ماں باپ کا نام روشن کرے،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بنے،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کا سبب بنے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لوگ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ہے ان کا سر فخر سے بلند ہو جائے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زحمت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انسان اگر چاہتا ہے کہ اسے کچھ ملے تو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اسے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A820E0" w:rsidP="007F6071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A820E0">
        <w:rPr>
          <w:rStyle w:val="libAieChar"/>
          <w:rtl/>
        </w:rPr>
        <w:t xml:space="preserve">وَ </w:t>
      </w:r>
      <w:r w:rsidR="00B56CAE" w:rsidRPr="00A820E0">
        <w:rPr>
          <w:rStyle w:val="libAieChar"/>
          <w:rFonts w:hint="cs"/>
          <w:rtl/>
        </w:rPr>
        <w:t>أَنْ لَيْسَ لِلْإِنْسانِ‏ إِلاَّ ما سَعى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(347)</w:t>
      </w:r>
      <w:r w:rsidR="00B56CAE"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کوشش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ہے۔چاب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ماں باپ کو بہت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 کو اچھا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لئے،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زحمت کے والد ہونے کا رتبہ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سکتا وال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ہے وہ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پر ہے کہ کوشش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زحمت اٹھاتے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کرنا ان کے درجے کا سبب بنت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ہاں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بہت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عظمت کا درجہ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 جاتا ہے، پھر ثواب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بڑہ جاتا ہے، </w:t>
      </w:r>
      <w:r>
        <w:rPr>
          <w:rFonts w:hint="eastAsia"/>
          <w:rtl/>
          <w:lang w:bidi="ur-PK"/>
        </w:rPr>
        <w:t>پھر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منزل پر پہنچ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جنت والدہ کے قدموں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وں؟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انہوں نے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کوشش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کرنا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 ہے ۔کوشش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ہمارے ہاں اولاد ہو اور اولاد کو اچھا بنانے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اچھا اور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نام کا انتخاب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خالق کائنات نے خود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جب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عطا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تو اس کا نام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نام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نام ہے جو پہلے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تھا۔ نام سے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پہچان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تعا</w:t>
      </w:r>
      <w:r>
        <w:rPr>
          <w:rFonts w:hint="eastAsia"/>
          <w:rtl/>
          <w:lang w:bidi="ur-PK"/>
        </w:rPr>
        <w:t>رف</w:t>
      </w:r>
      <w:r>
        <w:rPr>
          <w:rtl/>
          <w:lang w:bidi="ur-PK"/>
        </w:rPr>
        <w:t xml:space="preserve"> ہوگا، تو اولاد کے حقوق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 کہ اس کا اچھا نام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 اور 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انسان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ہو کہ پتا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اللہ کے دوست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دشمن،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پورا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اگر ہم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احسن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انجام 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کے </w:t>
      </w:r>
      <w:r>
        <w:rPr>
          <w:rtl/>
          <w:lang w:bidi="ur-PK"/>
        </w:rPr>
        <w:lastRenderedPageBreak/>
        <w:t>بعد ہم ذمہ دار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خالق کائنات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متعلق ہم سے سوال کرے گا کہ تم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بعض اوقات ہم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ہوت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بچے جوان ہو گئے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ہمارا کہا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ماننتے اس حوالے سے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جا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اب وہ خود مختار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 وہ عاقل و بالغ ہو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اب اگر وہ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مانتے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سمھجتے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ہے خدا ان سے پوچھے گا،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اولاد کو وجو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کا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احسن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تو خدا ان کا ثواب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کرے گا۔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اولاد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ہے،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نعمت کو حاصل کرنے سے انکار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اس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خدا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چاہتا ہے۔ہم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خالق کائنات تمام بے اولادوں کو اولاد عطا فر</w:t>
      </w:r>
      <w:r>
        <w:rPr>
          <w:rFonts w:hint="eastAsia"/>
          <w:rtl/>
          <w:lang w:bidi="ur-PK"/>
        </w:rPr>
        <w:t>مائے</w:t>
      </w:r>
      <w:r>
        <w:rPr>
          <w:rtl/>
          <w:lang w:bidi="ur-PK"/>
        </w:rPr>
        <w:t xml:space="preserve"> اور ہم سب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اولاد عطا فرمائے۔</w:t>
      </w:r>
    </w:p>
    <w:p w:rsidR="00B56CAE" w:rsidRPr="00A820E0" w:rsidRDefault="00B56CAE" w:rsidP="00A820E0">
      <w:pPr>
        <w:pStyle w:val="libArabic"/>
        <w:rPr>
          <w:rtl/>
        </w:rPr>
      </w:pPr>
      <w:r>
        <w:rPr>
          <w:rtl/>
          <w:lang w:bidi="ur-PK"/>
        </w:rPr>
        <w:t xml:space="preserve"> </w:t>
      </w:r>
      <w:r w:rsidRPr="00A820E0">
        <w:rPr>
          <w:rtl/>
        </w:rPr>
        <w:t>والسلام عل</w:t>
      </w:r>
      <w:r w:rsidRPr="00A820E0">
        <w:rPr>
          <w:rFonts w:hint="cs"/>
          <w:rtl/>
        </w:rPr>
        <w:t>ی</w:t>
      </w:r>
      <w:r w:rsidRPr="00A820E0">
        <w:rPr>
          <w:rFonts w:hint="eastAsia"/>
          <w:rtl/>
        </w:rPr>
        <w:t>کم</w:t>
      </w:r>
      <w:r w:rsidRPr="00A820E0">
        <w:rPr>
          <w:rtl/>
        </w:rPr>
        <w:t xml:space="preserve"> و رحمة اللَّ</w:t>
      </w:r>
      <w:r w:rsidRPr="00A820E0">
        <w:rPr>
          <w:rFonts w:hint="cs"/>
          <w:rtl/>
        </w:rPr>
        <w:t xml:space="preserve">هِ و برکاته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1" w:name="_Toc493163814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</w:t>
      </w:r>
      <w:bookmarkEnd w:id="191"/>
      <w:r>
        <w:rPr>
          <w:rtl/>
          <w:lang w:bidi="ur-PK"/>
        </w:rPr>
        <w:t xml:space="preserve"> </w:t>
      </w:r>
    </w:p>
    <w:p w:rsidR="00B56CAE" w:rsidRPr="00A820E0" w:rsidRDefault="00B56CAE" w:rsidP="00A820E0">
      <w:pPr>
        <w:pStyle w:val="libArabic"/>
        <w:rPr>
          <w:rtl/>
        </w:rPr>
      </w:pPr>
      <w:r w:rsidRPr="00A820E0">
        <w:rPr>
          <w:rFonts w:hint="cs"/>
          <w:rtl/>
        </w:rPr>
        <w:t>أَعُوذُ</w:t>
      </w:r>
      <w:r w:rsidRPr="00A820E0">
        <w:rPr>
          <w:rtl/>
        </w:rPr>
        <w:t xml:space="preserve"> بِالل</w:t>
      </w:r>
      <w:r w:rsidRPr="00A820E0">
        <w:rPr>
          <w:rFonts w:hint="cs"/>
          <w:rtl/>
        </w:rPr>
        <w:t>هِ مِنَ الشَّيْطَانِ الرَّجِيمِ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C02DA6">
        <w:rPr>
          <w:rStyle w:val="libArabicChar"/>
          <w:rFonts w:hint="eastAsia"/>
          <w:rtl/>
        </w:rPr>
        <w:t>بِس</w:t>
      </w:r>
      <w:r w:rsidRPr="00C02DA6">
        <w:rPr>
          <w:rStyle w:val="libArabicChar"/>
          <w:rFonts w:hint="cs"/>
          <w:rtl/>
        </w:rPr>
        <w:t>ْمِ</w:t>
      </w:r>
      <w:r w:rsidRPr="00C02DA6">
        <w:rPr>
          <w:rStyle w:val="libArabicChar"/>
          <w:rtl/>
        </w:rPr>
        <w:t xml:space="preserve"> الل</w:t>
      </w:r>
      <w:r w:rsidRPr="00C02DA6">
        <w:rPr>
          <w:rStyle w:val="libArabicChar"/>
          <w:rFonts w:hint="cs"/>
          <w:rtl/>
        </w:rPr>
        <w:t>هِ الرَّحْمنِ الرَّحِيمِ وَ هُوَ خَيْرُ نَاصِرِ وَ مُعِين وَ صَلَّى‏ اللهُ‏ عَلَى‏ مُحَمَّدٍ</w:t>
      </w:r>
      <w:r w:rsidRPr="00C02DA6">
        <w:rPr>
          <w:rStyle w:val="libArabicChar"/>
          <w:rtl/>
        </w:rPr>
        <w:t xml:space="preserve"> وَ آلِ</w:t>
      </w:r>
      <w:r w:rsidRPr="00C02DA6">
        <w:rPr>
          <w:rStyle w:val="libArabicChar"/>
          <w:rFonts w:hint="cs"/>
          <w:rtl/>
        </w:rPr>
        <w:t>‏ مُحَمَّدٍ أَمَّا بَعْدُ فَأَعُوذُ بِاللهِ مِنَ الشَّيْطَانِ الرَّجِيمِ</w:t>
      </w:r>
      <w:r w:rsidRPr="0029475F">
        <w:rPr>
          <w:rFonts w:hint="cs"/>
          <w:rtl/>
        </w:rPr>
        <w:t>.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A820E0">
        <w:rPr>
          <w:rStyle w:val="libAlaemChar"/>
          <w:rFonts w:hint="cs"/>
          <w:rtl/>
        </w:rPr>
        <w:t>(</w:t>
      </w:r>
      <w:r w:rsidR="00B56CAE" w:rsidRPr="00A820E0">
        <w:rPr>
          <w:rStyle w:val="libAieChar"/>
          <w:rFonts w:hint="eastAsia"/>
          <w:rtl/>
        </w:rPr>
        <w:t>رَبَّنا</w:t>
      </w:r>
      <w:r w:rsidR="00B56CAE" w:rsidRPr="00A820E0">
        <w:rPr>
          <w:rStyle w:val="libAieChar"/>
          <w:rtl/>
        </w:rPr>
        <w:t xml:space="preserve"> وَ اج</w:t>
      </w:r>
      <w:r w:rsidR="00B56CAE" w:rsidRPr="00A820E0">
        <w:rPr>
          <w:rStyle w:val="libAieChar"/>
          <w:rFonts w:hint="cs"/>
          <w:rtl/>
        </w:rPr>
        <w:t>ْعَلْنا مُسْلِمَيْنِ‏ لَكَ وَ مِنْ ذُرِّيَّتِنا أُمَّةً مُسْلِمَةً لَكَ وَ أَرِنا مَناسِكَنا وَ تُبْ عَلَيْنا إِنَّكَ أَنْتَ التَّوَّابُ الرَّحيم‏</w:t>
      </w:r>
      <w:r w:rsidR="00B56CAE" w:rsidRPr="0029475F">
        <w:rPr>
          <w:rFonts w:hint="cs"/>
          <w:rtl/>
        </w:rPr>
        <w:t xml:space="preserve"> </w:t>
      </w:r>
      <w:r w:rsidRPr="00A820E0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(348)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 قرآن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دعائوں کے ساتھ آپ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آج جس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کرنا ہے وہ اولاد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ہے۔</w:t>
      </w:r>
    </w:p>
    <w:p w:rsidR="00B56CAE" w:rsidRDefault="00B56CAE" w:rsidP="007F60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خالق</w:t>
      </w:r>
      <w:r>
        <w:rPr>
          <w:rtl/>
          <w:lang w:bidi="ur-PK"/>
        </w:rPr>
        <w:t xml:space="preserve"> کائنات نے انسان کو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ضرو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کے وجود کے بقا کے اسباب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ا،فطرت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سلسلے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تسلسل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بشر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وجود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جب تک خدا چاہتا ہے۔اس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تم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آسمان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نسل کے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خاندان کو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دے اور اپنے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دوسرے انسان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کرے۔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اپنے کمالات،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صفات کو منتقل کرے </w:t>
      </w:r>
      <w:r>
        <w:rPr>
          <w:rtl/>
          <w:lang w:bidi="ur-PK"/>
        </w:rPr>
        <w:lastRenderedPageBreak/>
        <w:t>آنے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نسل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۔خداوند متعال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محدود نہ کرے صرف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پر،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خالق کائنات  نے ہم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۔خالق متعال حکم دے رہا ہے 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Fonts w:hint="eastAsia"/>
          <w:rtl/>
        </w:rPr>
        <w:t>ا</w:t>
      </w:r>
      <w:r w:rsidRPr="003911DD">
        <w:rPr>
          <w:rStyle w:val="libArabicChar"/>
          <w:rFonts w:hint="cs"/>
          <w:rtl/>
        </w:rPr>
        <w:t>یهالذی</w:t>
      </w:r>
      <w:r w:rsidRPr="003911DD">
        <w:rPr>
          <w:rStyle w:val="libArabicChar"/>
          <w:rFonts w:hint="eastAsia"/>
          <w:rtl/>
        </w:rPr>
        <w:t>ن</w:t>
      </w:r>
      <w:r w:rsidRPr="003911DD">
        <w:rPr>
          <w:rStyle w:val="libArabicChar"/>
          <w:rtl/>
        </w:rPr>
        <w:t xml:space="preserve"> امنو</w:t>
      </w:r>
      <w:r w:rsidR="003911DD" w:rsidRPr="003911DD">
        <w:rPr>
          <w:rStyle w:val="libArabicChar"/>
          <w:rFonts w:hint="cs"/>
          <w:rtl/>
        </w:rPr>
        <w:t xml:space="preserve">ا </w:t>
      </w:r>
      <w:r w:rsidRPr="003911DD">
        <w:rPr>
          <w:rStyle w:val="libArabicChar"/>
          <w:rtl/>
        </w:rPr>
        <w:t>قو</w:t>
      </w:r>
      <w:r w:rsidRPr="007F6071">
        <w:rPr>
          <w:rStyle w:val="libArabicChar"/>
          <w:rFonts w:hint="cs"/>
          <w:rtl/>
        </w:rPr>
        <w:t>نارا</w:t>
      </w:r>
      <w:r>
        <w:rPr>
          <w:rtl/>
          <w:lang w:bidi="ur-PK"/>
        </w:rPr>
        <w:t xml:space="preserve">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 اپنے آپ کو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آگ سے بچائو۔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جہنم سے بچنےک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کرو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کرو، 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بنائو،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دو کہ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جہنم سے بچ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خالق کائنات کا کتنا بڑا لطف و کرم ہے کہ اس نے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خداوند متعال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 تذکرہ کرتا ہے تو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قدس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اہل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ہوا ہے کہ خالق کائنات ستر مائوں سے بڑہ کر اپنے </w:t>
      </w:r>
      <w:r>
        <w:rPr>
          <w:rFonts w:hint="eastAsia"/>
          <w:rtl/>
          <w:lang w:bidi="ur-PK"/>
        </w:rPr>
        <w:t>بندوں</w:t>
      </w:r>
      <w:r>
        <w:rPr>
          <w:rtl/>
          <w:lang w:bidi="ur-PK"/>
        </w:rPr>
        <w:t xml:space="preserve"> سے محبت کرتا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چاہتا ہے تو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مثال بناتا ہے؛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وہ بے لوث محبت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سے بے لوث و بے غرض محبت کرے۔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ہست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چاہت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کا اولاد دن چوگن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رات چوگن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جبکہ دوسرے انسان جلتے رہتے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کرے، ہمارا نام ہو ہم آگے بڑہ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خوش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2" w:name="_Toc493163815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سے بے جا محبت</w:t>
      </w:r>
      <w:bookmarkEnd w:id="192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البتہ اس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پروگرام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ہو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بے لوث محبت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محبت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جائے۔ اور بجائے اس کے کہ اولاد 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لگائے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بے جا محبت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بگاڑ دے خراب کر دے۔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برا انسان بنا دے؛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 محبت کو ان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دائرے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حدود کے اندر نہ رکھا جائے، اگر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قواعد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مضر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ہو جائے۔ تو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جس طرح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وہ اولاد چاہتا ہے جو لوگ اولاد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چاہتے در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وہ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کرانا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وہ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اولاد نہ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کتنے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جاتے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کتنے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۔انسان کے اندر جو محبت کا، جو اخلاص کا منبع اور سرچشمہ ہے، اس کے اندر اتنا خزانہ ہے جو خالق کائنات نے رکھا ہے، اسے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سے محبت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باہر نکالنا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۔ان محبتوں کو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اگر  </w:t>
      </w:r>
      <w:r>
        <w:rPr>
          <w:rtl/>
          <w:lang w:bidi="ur-PK"/>
        </w:rPr>
        <w:lastRenderedPageBreak/>
        <w:t>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طور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رکھا جائے تو اس کے مضر اثرات مترتب ہونگے، آج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خاندان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وہ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مسائل کا شکار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اولاد ہونے سے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بڑہ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 قابو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ہم خدم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پا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،ہم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لہذا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اولاد نہ ہونے کے اپنے مسائل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لہذا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ہاں اولاد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چاہتا ہے، ہرکوئ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لحاظ سے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اچھے مستقبل کا سوچتا ہے،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خواہشات رکھتا ہے۔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کرتا ہے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3" w:name="_Toc493163816"/>
      <w:r>
        <w:rPr>
          <w:rFonts w:hint="eastAsia"/>
          <w:rtl/>
          <w:lang w:bidi="ur-PK"/>
        </w:rPr>
        <w:t>نعمت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دان</w:t>
      </w:r>
      <w:r>
        <w:rPr>
          <w:rFonts w:hint="cs"/>
          <w:rtl/>
          <w:lang w:bidi="ur-PK"/>
        </w:rPr>
        <w:t>ی</w:t>
      </w:r>
      <w:bookmarkEnd w:id="193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جو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ہاں اولاد ہونے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ماں کے رحم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 جاتا ہے اور بطن مادر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ہوتا ہے،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ماں باپ دونوں مل کر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</w:p>
    <w:p w:rsidR="00B56CAE" w:rsidRDefault="003911DD" w:rsidP="003911DD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911DD">
        <w:rPr>
          <w:rStyle w:val="libAieChar"/>
          <w:rtl/>
        </w:rPr>
        <w:t>دَعَوَا اللَّ</w:t>
      </w:r>
      <w:r w:rsidR="00B56CAE" w:rsidRPr="003911DD">
        <w:rPr>
          <w:rStyle w:val="libAieChar"/>
          <w:rFonts w:hint="cs"/>
          <w:rtl/>
        </w:rPr>
        <w:t>هَ رَبَّهُما لَئِنْ آتَيْتَنا صالِحاً لَنَكُونَنَّ مِنَ الشَّاكِرينَ</w:t>
      </w:r>
      <w:r w:rsidR="00B56CAE" w:rsidRPr="0029475F">
        <w:rPr>
          <w:rFonts w:hint="cs"/>
          <w:rtl/>
        </w:rPr>
        <w:t xml:space="preserve"> </w:t>
      </w:r>
      <w:r w:rsidRPr="003911DD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 </w:t>
      </w:r>
      <w:r w:rsidR="00B56CAE" w:rsidRPr="007F6071">
        <w:rPr>
          <w:rStyle w:val="libFootnotenumChar"/>
          <w:rFonts w:hint="cs"/>
          <w:rtl/>
        </w:rPr>
        <w:t>(349)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دونوں</w:t>
      </w:r>
      <w:r>
        <w:rPr>
          <w:rtl/>
          <w:lang w:bidi="ur-PK"/>
        </w:rPr>
        <w:t xml:space="preserve"> مل کر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تو نے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سالم اولاد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صالح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اولاد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ادا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 xml:space="preserve"> اور شکر گذار بندوں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نگے</w:t>
      </w:r>
      <w:r>
        <w:rPr>
          <w:rtl/>
          <w:lang w:bidi="ur-PK"/>
        </w:rPr>
        <w:t>۔ اس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ظاہر ہوتا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ہے۔ ہر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کرتا ہے کہ اولاد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ہے، 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کے صالح بننے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دعا کرن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خدا سے مدد مانگن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بار الہا اس اہم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ادا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فرما۔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دے کہ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صالح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اللہ انکو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آتا ہے ۔بڑ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سے مدد مانگتے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خالق کائنات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حل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مستجاب ہو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ہے،</w:t>
      </w:r>
      <w:r>
        <w:rPr>
          <w:rtl/>
          <w:lang w:bidi="ur-PK"/>
        </w:rPr>
        <w:t xml:space="preserve"> جب خدا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جب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خدا کو بھول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 فلما اتا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>ما؛ جب خالق کائنات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مستجاب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ہے، اب وہ اللہ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کے قائل ہو جاتے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شرک کرنے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د</w:t>
      </w:r>
      <w:r>
        <w:rPr>
          <w:rFonts w:hint="eastAsia"/>
          <w:rtl/>
          <w:lang w:bidi="ur-PK"/>
        </w:rPr>
        <w:t>وسروں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نسبت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فلان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فلان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خدا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لطف و کرم ہے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انسان</w:t>
      </w:r>
      <w:r>
        <w:rPr>
          <w:rtl/>
          <w:lang w:bidi="ur-PK"/>
        </w:rPr>
        <w:t xml:space="preserve"> جس طرح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کرتا ہے، ذکر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ہے،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پہنچتا ہے، خدا کو سمجھتا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نعمت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احسان کو فراموش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،عظمت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بھلانا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خدا کے احسان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انسان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ہے کہ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آت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بڑے خلوص کے ساتھ دعا کرتا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اسے حاجت مل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وہ خدا سے اس طرح گذر جاتا ہے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کتنا کم ظرف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انسان، خدا کے کتنے بڑے احسان  کو بھلا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احسان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رکھے، اولاد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سمجھتے ہوے اس کو بہتر سے بہتر بنانے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4" w:name="_Toc493163817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کے لئے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94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لہذا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جس طرح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ہے۔جتنے کمالات انہوں نے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جو اپنے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بار الہا! مجھے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بنا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ہو جائوں: </w:t>
      </w:r>
    </w:p>
    <w:p w:rsidR="00B56CAE" w:rsidRDefault="00B56CAE" w:rsidP="003911DD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ربنا</w:t>
      </w:r>
      <w:r>
        <w:rPr>
          <w:rtl/>
          <w:lang w:bidi="ur-PK"/>
        </w:rPr>
        <w:t xml:space="preserve"> وجعلنا مسلم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لک ؛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 مجھے اور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 اپنا خالص مسلمان بنا دے،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بنا دے۔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</w:p>
    <w:p w:rsidR="00B56CAE" w:rsidRDefault="00B56CAE" w:rsidP="003911DD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و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تنا،،</w:t>
      </w:r>
      <w:r>
        <w:rPr>
          <w:rtl/>
          <w:lang w:bidi="ur-PK"/>
        </w:rPr>
        <w:t xml:space="preserve"> لک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امت بنا دے،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بنا دے صرف مسلمان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مسلم</w:t>
      </w:r>
      <w:r>
        <w:rPr>
          <w:rFonts w:hint="cs"/>
          <w:rtl/>
          <w:lang w:bidi="ur-PK"/>
        </w:rPr>
        <w:t>ۃ</w:t>
      </w:r>
      <w:r>
        <w:rPr>
          <w:rtl/>
          <w:lang w:bidi="ur-PK"/>
        </w:rPr>
        <w:t xml:space="preserve"> لک ؛حق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جس کو تو چاہتا ہے جس کو تو پسند کرتا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ہمارے پاس کمالات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جو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 رہا ہے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تو نے اپنے </w:t>
      </w:r>
      <w:r>
        <w:rPr>
          <w:rFonts w:hint="eastAsia"/>
          <w:rtl/>
          <w:lang w:bidi="ur-PK"/>
        </w:rPr>
        <w:t>سامنے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ہے، ہم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سامنے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ہمارے لئے عزت ہے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نسلوں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بنا دے۔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کائنات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بنا دے۔ 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خداوندا جس طرح تو نے مجھے نبوت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عطا فرما؛ک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جانتے تھے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سلسلہ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منصب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ہے،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کتنے سارے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آنے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</w:t>
      </w:r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 الہا!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دے۔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دے </w:t>
      </w:r>
      <w:r>
        <w:rPr>
          <w:rtl/>
          <w:lang w:bidi="ur-PK"/>
        </w:rPr>
        <w:lastRenderedPageBreak/>
        <w:t>کہ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حامل ہو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نبوت کے متحمل ہو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پھر اس نبوت کو امانت کے طور پر اٹھا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لہذا دعا ک</w:t>
      </w:r>
      <w:r>
        <w:rPr>
          <w:rFonts w:hint="cs"/>
          <w:rtl/>
          <w:lang w:bidi="ur-PK"/>
        </w:rPr>
        <w:t>ی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911DD">
        <w:rPr>
          <w:rStyle w:val="libAieChar"/>
          <w:rtl/>
        </w:rPr>
        <w:t>رَبَّنا وَ اب</w:t>
      </w:r>
      <w:r w:rsidR="00B56CAE" w:rsidRPr="003911DD">
        <w:rPr>
          <w:rStyle w:val="libAieChar"/>
          <w:rFonts w:hint="cs"/>
          <w:rtl/>
        </w:rPr>
        <w:t>ْعَثْ‏ فيهِمْ رَسُولاً مِنْهُمْ يَتْلُوا عَلَيْهِمْ آياتِك</w:t>
      </w:r>
      <w:r w:rsidR="00B56CAE" w:rsidRPr="003911DD">
        <w:rPr>
          <w:rStyle w:val="libAlaemChar"/>
          <w:rFonts w:hint="cs"/>
          <w:rtl/>
        </w:rPr>
        <w:t>‏</w:t>
      </w:r>
      <w:r w:rsidRPr="003911DD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(350)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الہا!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جو ان کے سامنے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کرے، جو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دے، جو ان کے نفوس کو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بنائے،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 سکے، اور جب جناب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ہوئ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تو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911DD">
        <w:rPr>
          <w:rStyle w:val="libArabicChar"/>
          <w:rFonts w:hint="eastAsia"/>
          <w:rtl/>
        </w:rPr>
        <w:t>انا</w:t>
      </w:r>
      <w:r w:rsidRPr="003911DD">
        <w:rPr>
          <w:rStyle w:val="libArabicChar"/>
          <w:rtl/>
        </w:rPr>
        <w:t xml:space="preserve"> دعو</w:t>
      </w:r>
      <w:r w:rsidR="00CC5C79" w:rsidRPr="007F6071">
        <w:rPr>
          <w:rStyle w:val="libArabicChar"/>
          <w:rFonts w:hint="cs"/>
          <w:rtl/>
        </w:rPr>
        <w:t>ة</w:t>
      </w:r>
      <w:r w:rsidRPr="003911DD">
        <w:rPr>
          <w:rStyle w:val="libArabicChar"/>
          <w:rtl/>
        </w:rPr>
        <w:t xml:space="preserve"> ابرا</w:t>
      </w:r>
      <w:r w:rsidRPr="003911DD">
        <w:rPr>
          <w:rStyle w:val="libArabicChar"/>
          <w:rFonts w:hint="cs"/>
          <w:rtl/>
        </w:rPr>
        <w:t>هی</w:t>
      </w:r>
      <w:r w:rsidRPr="003911DD">
        <w:rPr>
          <w:rStyle w:val="libArabicChar"/>
          <w:rFonts w:hint="eastAsia"/>
          <w:rtl/>
        </w:rPr>
        <w:t>م؛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(351)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حضرتؑ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ہوں جو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اس وقت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ربنا وابعث بار الہا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رسول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جو ان صفات کا مالک ہو۔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کا اثر 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آداب دعا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 نے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مل جان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مستجابت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کب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کب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دعا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خاص طور پر اگر انسان اولاد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ہونے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جو دعا کرتا ہے وہ ضرور مستجاب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دعا، اولاد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ضرور قبول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ماں مظہر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محبت الہ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کا۔ خ</w:t>
      </w:r>
      <w:r>
        <w:rPr>
          <w:rFonts w:hint="eastAsia"/>
          <w:rtl/>
          <w:lang w:bidi="ur-PK"/>
        </w:rPr>
        <w:t>الق</w:t>
      </w:r>
      <w:r>
        <w:rPr>
          <w:rtl/>
          <w:lang w:bidi="ur-PK"/>
        </w:rPr>
        <w:t xml:space="preserve"> کائنات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مستجاب کرتا ہے 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نبوت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سے بڑہ کر جب خالق کائنات نے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سے نوازا </w:t>
      </w:r>
    </w:p>
    <w:p w:rsidR="00B56CAE" w:rsidRDefault="003911DD" w:rsidP="007F6071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 w:rsidRPr="003911DD">
        <w:rPr>
          <w:rStyle w:val="libAieChar"/>
          <w:rFonts w:hint="eastAsia"/>
          <w:rtl/>
        </w:rPr>
        <w:t>وَ</w:t>
      </w:r>
      <w:r w:rsidR="00B56CAE" w:rsidRPr="003911DD">
        <w:rPr>
          <w:rStyle w:val="libAieChar"/>
          <w:rtl/>
        </w:rPr>
        <w:t xml:space="preserve"> </w:t>
      </w:r>
      <w:r w:rsidR="00B56CAE" w:rsidRPr="003911DD">
        <w:rPr>
          <w:rStyle w:val="libAieChar"/>
          <w:rFonts w:hint="cs"/>
          <w:rtl/>
        </w:rPr>
        <w:t>إِذِ ابْتَلى‏ إِبْراهيمَ رَبُّهُ بِكَلِماتٍ فَأَتَمَّهُنَّ قالَ إِنِّي جاعِلُكَ لِلنَّاسِ إِماماً قالَ وَ مِنْ ذُرِّيَّتي‏ قالَ لا يَنالُ عَهْدِي الظَّالِمين</w:t>
      </w:r>
      <w:r w:rsidRPr="003911DD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(352)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امتحان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کتنے کٹھن مشکل امتحان لئے گئے ،حضرت ہر امتحان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پاس ہوتے چلے گئے کتنے مشکل امتحانات تھے۔سو سال تک اولاد کا نہ ہونا،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امتحان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ہے؟ ہمارے ہاں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چند سال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گذرتے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نہ ہو تو واو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بن جاتا ہے،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ہو جائے ۔حضرت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کو آزما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ہے۔ جب اولاد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اولاد ہوگئ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آب 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سرزم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رکھنے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 رہا ہے، جہاں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نہ کھانے کا </w:t>
      </w:r>
      <w:r>
        <w:rPr>
          <w:rtl/>
          <w:lang w:bidi="ur-PK"/>
        </w:rPr>
        <w:lastRenderedPageBreak/>
        <w:t>انتظام ہے اور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کا،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ڈالا جا رہا ہے 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کتنے امتحانات،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 س ہو گئے تو خالق کائنات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۔امام ،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ہم تمہ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انسانوں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امام بنا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خدا نے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کو امامت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فورا د</w:t>
      </w:r>
      <w:r>
        <w:rPr>
          <w:rFonts w:hint="eastAsia"/>
          <w:rtl/>
          <w:lang w:bidi="ur-PK"/>
        </w:rPr>
        <w:t>عا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بار الہا!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جس طرح تو نے مجھے عطا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فرما۔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بنا، خالق کائنات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ہے، مستجاب ہے۔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بنائوں گا، امام ضرور بنائوں گا 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عہدہ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ظالموں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ملے گا، امام آئ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جو معصوم ہوں۔ امام وہ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ہونگے جن کو خدا نے امام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ہوگا، جو امامت کے حقدار ہوں گے، امامت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رکھتے ہوں گے،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شرک و کفر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خالق کائنات ان کو امام بنائے گا اور امام بنائے خدا نے نسل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5" w:name="_Toc493163818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95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</w:p>
    <w:p w:rsidR="00B56CAE" w:rsidRDefault="003911DD" w:rsidP="007F6071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 w:rsidRPr="003911DD">
        <w:rPr>
          <w:rStyle w:val="libAieChar"/>
          <w:rFonts w:hint="eastAsia"/>
          <w:rtl/>
        </w:rPr>
        <w:t>وَ</w:t>
      </w:r>
      <w:r w:rsidR="00B56CAE" w:rsidRPr="003911DD">
        <w:rPr>
          <w:rStyle w:val="libAieChar"/>
          <w:rtl/>
        </w:rPr>
        <w:t xml:space="preserve"> اج</w:t>
      </w:r>
      <w:r w:rsidR="00B56CAE" w:rsidRPr="003911DD">
        <w:rPr>
          <w:rStyle w:val="libAieChar"/>
          <w:rFonts w:hint="cs"/>
          <w:rtl/>
        </w:rPr>
        <w:t>ْنُبْني‏ وَ بَنِيَّ أَنْ نَعْبُدَ الْأَصْنام</w:t>
      </w:r>
      <w:r w:rsidRPr="003911DD">
        <w:rPr>
          <w:rStyle w:val="libAlaem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(353)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بار الہا مجھے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بچا اس سے کہ ہم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بتوں کے ظاہر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جلوے انسان جو مادہ پرست ہے، مادہ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جذب ہو جاتا ہے محسوسات کے اثر کو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جو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مانگ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مجھے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بچا۔ حضرت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نے کتنے معجزات دکھائے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کو، ان کو نجات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فرعون غرق ہوگ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کتنے معجزے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چکے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عبور کر کے باہر آتے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آگے چلتے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اقوام ب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سامنے سجدہ کر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ان کے خدا ان کو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فورا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اے موس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دعا کرو ہمارے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خدا ہونے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کتنا بڑا خطرہ ہے، انسان محسوسات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ہو جائے اور محسوسات کے اثر جو جلد قبول کر لے۔اتنے سا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معجزات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خدا کو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پہچان سکے، وہ کہتے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خدا بنائ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 کے خدا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زہر ہے۔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بچنا 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واجنبن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بچا ئو۔ و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بچا، ان نعبد الاصنام کہ ہم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بہت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ہے کہ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</w:t>
      </w:r>
      <w:r>
        <w:rPr>
          <w:rFonts w:hint="eastAsia"/>
          <w:rtl/>
          <w:lang w:bidi="ur-PK"/>
        </w:rPr>
        <w:t>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کہ ان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ملے وہ منحرف نہ ہونے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اور اس کے </w:t>
      </w:r>
      <w:r>
        <w:rPr>
          <w:rtl/>
          <w:lang w:bidi="ur-PK"/>
        </w:rPr>
        <w:lastRenderedPageBreak/>
        <w:t>کارندے ان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پھنسا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کے پاس، وہ دل سے اور ذہن سے فکر سے خدا کو 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6" w:name="_Toc493163819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96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اس سے بڑہ کر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نماز گذار ہونے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دعا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:بار الہا!  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 w:rsidRPr="003911DD">
        <w:rPr>
          <w:rStyle w:val="libAieChar"/>
          <w:rtl/>
        </w:rPr>
        <w:t xml:space="preserve">  رَبِّ اج</w:t>
      </w:r>
      <w:r w:rsidR="00B56CAE" w:rsidRPr="003911DD">
        <w:rPr>
          <w:rStyle w:val="libAieChar"/>
          <w:rFonts w:hint="cs"/>
          <w:rtl/>
        </w:rPr>
        <w:t>ْعَلْني‏ مُقيمَ‏ الصَّلاةِ وَ مِنْ ذُرِّيَّتي</w:t>
      </w:r>
      <w:r w:rsidRPr="003911DD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(354)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بار</w:t>
      </w:r>
      <w:r>
        <w:rPr>
          <w:rtl/>
          <w:lang w:bidi="ur-PK"/>
        </w:rPr>
        <w:t xml:space="preserve"> الہا مجھے نماز گذار بنا دے، نماز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 مجھے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کو۔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ہے کہ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جو کمالات نماز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مجھے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فضائل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درجات مجھے ملتے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ملنے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کتنے کمالات ملے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نماز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ہے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رسول اکرم(ص)</w:t>
      </w:r>
    </w:p>
    <w:p w:rsidR="00B56CAE" w:rsidRDefault="00B56CAE" w:rsidP="003911DD">
      <w:pPr>
        <w:pStyle w:val="libArabic"/>
        <w:rPr>
          <w:rtl/>
          <w:lang w:bidi="ur-PK"/>
        </w:rPr>
      </w:pPr>
      <w:r>
        <w:rPr>
          <w:rtl/>
          <w:lang w:bidi="ur-PK"/>
        </w:rPr>
        <w:t xml:space="preserve"> الصلاة معراج المومن؛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نماز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ہے، </w:t>
      </w:r>
    </w:p>
    <w:p w:rsidR="00B56CAE" w:rsidRDefault="00B56CAE" w:rsidP="003911DD">
      <w:pPr>
        <w:pStyle w:val="libArabic"/>
        <w:rPr>
          <w:rtl/>
          <w:lang w:bidi="ur-PK"/>
        </w:rPr>
      </w:pPr>
      <w:r>
        <w:rPr>
          <w:rFonts w:hint="eastAsia"/>
          <w:rtl/>
          <w:lang w:bidi="ur-PK"/>
        </w:rPr>
        <w:t>الصلاة</w:t>
      </w:r>
      <w:r>
        <w:rPr>
          <w:rtl/>
          <w:lang w:bidi="ur-PK"/>
        </w:rPr>
        <w:t xml:space="preserve"> عمود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ستون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، سب سے پہلا سوال نماز کے 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ہوگا، اگر نماز قبول ہوجائے تو تمام عبادات قبول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نماز رد ہو جائے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قبول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لہذا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رب اجعلن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 مجھے نماز گذ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ربنا دے، نماز کو قائم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فرما، و من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جہاں جہاں اپنے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کمالات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وہاں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 رہ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؛ک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اولادہمارا حصہ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ہمارا جز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بقا  ان سے وابستہ ہے، جب تک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آباء و اجداد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لہذا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چاہتے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۔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7" w:name="_Toc493163820"/>
      <w:r>
        <w:rPr>
          <w:rFonts w:hint="eastAsia"/>
          <w:rtl/>
          <w:lang w:bidi="ur-PK"/>
        </w:rPr>
        <w:t>اولاد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bookmarkEnd w:id="197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جب جناب نوحؑ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پرسوارہونےلگےتوانہ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کہا: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911DD">
        <w:rPr>
          <w:rStyle w:val="libAieChar"/>
          <w:rFonts w:hint="cs"/>
          <w:rtl/>
        </w:rPr>
        <w:t>إِنَّ ابْني‏ مِنْ أَهْلي‏ وَ إِن</w:t>
      </w:r>
      <w:r w:rsidR="00B56CAE" w:rsidRPr="003911DD">
        <w:rPr>
          <w:rStyle w:val="libAieChar"/>
          <w:rtl/>
        </w:rPr>
        <w:t>َّ وَع</w:t>
      </w:r>
      <w:r w:rsidR="00B56CAE" w:rsidRPr="003911DD">
        <w:rPr>
          <w:rStyle w:val="libAieChar"/>
          <w:rFonts w:hint="cs"/>
          <w:rtl/>
        </w:rPr>
        <w:t>ْدَكَ الْحَق</w:t>
      </w:r>
      <w:r w:rsidRPr="0029475F">
        <w:rPr>
          <w:rFonts w:hint="cs"/>
          <w:rtl/>
        </w:rPr>
        <w:t xml:space="preserve"> </w:t>
      </w:r>
      <w:r w:rsidRPr="003911DD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(355)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بار الہا!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وعدہ حق ہے، اور تو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کرنے والا ہے۔ خداوند متعال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اہل کو نجات دوں گا،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کر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فرزند ہے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کہ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ہو، جاہلانہ سوال نہ ہو جائے۔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خالق نے کائنات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عمل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صالح؛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کا عمل صالح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 اہم درس جناب نوح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ٹےسےہم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 ہے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اہم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ہےجسم سےجسم کا وجودم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آنا اہم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 اصل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ہےکہ انکےدرم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ہو،معنو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ہو، اگر نوح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ہےمعنو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کاتعلق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ارتباط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ہے، خدا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اہل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ہے۔ک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کاعمل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رےعمل</w:t>
      </w:r>
      <w:r>
        <w:rPr>
          <w:rtl/>
          <w:lang w:bidi="ur-PK"/>
        </w:rPr>
        <w:t xml:space="preserve"> سےنہ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ملتا،ل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قا</w:t>
      </w:r>
      <w:r>
        <w:rPr>
          <w:rFonts w:hint="eastAsia"/>
          <w:rtl/>
          <w:lang w:bidi="ur-PK"/>
        </w:rPr>
        <w:t>ئم</w:t>
      </w:r>
      <w:r>
        <w:rPr>
          <w:rtl/>
          <w:lang w:bidi="ur-PK"/>
        </w:rPr>
        <w:t xml:space="preserve"> ہوجائےجب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برقرار ہو جائے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وسلم 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  <w:r w:rsidRPr="003911DD">
        <w:rPr>
          <w:rStyle w:val="libArabicChar"/>
          <w:rtl/>
        </w:rPr>
        <w:t>سلمان منا ا</w:t>
      </w:r>
      <w:r w:rsidRPr="003911DD">
        <w:rPr>
          <w:rStyle w:val="libArabicChar"/>
          <w:rFonts w:hint="cs"/>
          <w:rtl/>
        </w:rPr>
        <w:t>هل البی</w:t>
      </w:r>
      <w:r w:rsidRPr="003911DD">
        <w:rPr>
          <w:rStyle w:val="libArabicChar"/>
          <w:rFonts w:hint="eastAsia"/>
          <w:rtl/>
        </w:rPr>
        <w:t>ت؛</w:t>
      </w:r>
      <w:r>
        <w:rPr>
          <w:rtl/>
          <w:lang w:bidi="ur-PK"/>
        </w:rPr>
        <w:t xml:space="preserve"> </w:t>
      </w:r>
      <w:r w:rsidRPr="007F6071">
        <w:rPr>
          <w:rStyle w:val="libFootnotenumChar"/>
          <w:rtl/>
        </w:rPr>
        <w:t>(356)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سلمان</w:t>
      </w:r>
      <w:r>
        <w:rPr>
          <w:rtl/>
          <w:lang w:bidi="ur-PK"/>
        </w:rPr>
        <w:t xml:space="preserve"> فارس (ا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اورعجم ہوتے ہوے ہم اہلب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ہے۔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کا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بن چکا ہے 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اس نے خود کو اس لائق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ہمارا اہل بن سکے، نوحؑ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گنوا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آکر برا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آتا ہے کہ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کوشش کرتے رہن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سوچنا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 ہوت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چاہتا ہوں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کوبطوراحسن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پھربھ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بگڑ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ہے۔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ہوں؛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انجام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ہے۔ 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ہے کہ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منحرف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 سکتا،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ہر انسان کا اپنا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ہے،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بچہ جب جوان ہو جاتا ہے، عاقل و بالغ ہو جاتا ہے۔ پھر جو ان کے اعمال ہوتے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 کے گردن پر ہے۔ اگر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انہوں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منحرف ہو رہا ہے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</w:t>
      </w:r>
      <w:r>
        <w:rPr>
          <w:rFonts w:hint="eastAsia"/>
          <w:rtl/>
          <w:lang w:bidi="ur-PK"/>
        </w:rPr>
        <w:t>ونے</w:t>
      </w:r>
      <w:r>
        <w:rPr>
          <w:rtl/>
          <w:lang w:bidi="ur-PK"/>
        </w:rPr>
        <w:t xml:space="preserve">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تسل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ہو سکتا ہے، ان کے اقربا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ہو سکتا ہے تو 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کوتاہ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ہو۔ ہم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دکھائ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،اس کے بعد وہ عاقل و بالغ ہونے کے بعد اب وہ 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ہے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اتنا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ہونا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۔ </w:t>
      </w:r>
    </w:p>
    <w:p w:rsidR="00B56CAE" w:rsidRDefault="00B56CAE" w:rsidP="00DB7944">
      <w:pPr>
        <w:pStyle w:val="Heading2Center"/>
        <w:rPr>
          <w:rtl/>
          <w:lang w:bidi="ur-PK"/>
        </w:rPr>
      </w:pPr>
      <w:bookmarkStart w:id="198" w:name="_Toc493163821"/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bookmarkEnd w:id="198"/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ملاحظہ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آپ ارشاد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: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911DD">
        <w:rPr>
          <w:rStyle w:val="libArabicChar"/>
          <w:rFonts w:hint="eastAsia"/>
          <w:rtl/>
        </w:rPr>
        <w:t>والل</w:t>
      </w:r>
      <w:r w:rsidRPr="003911DD">
        <w:rPr>
          <w:rStyle w:val="libArabicChar"/>
          <w:rFonts w:hint="cs"/>
          <w:rtl/>
        </w:rPr>
        <w:t>ه</w:t>
      </w:r>
      <w:r w:rsidRPr="003911DD">
        <w:rPr>
          <w:rStyle w:val="libArabicChar"/>
          <w:rtl/>
        </w:rPr>
        <w:t xml:space="preserve"> ما سئلت رب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tl/>
        </w:rPr>
        <w:t xml:space="preserve"> ولدا نضر الوج</w:t>
      </w:r>
      <w:r w:rsidRPr="003911DD">
        <w:rPr>
          <w:rStyle w:val="libArabicChar"/>
          <w:rFonts w:hint="cs"/>
          <w:rtl/>
        </w:rPr>
        <w:t>ه؛</w:t>
      </w:r>
      <w:r w:rsidRPr="007F6071">
        <w:rPr>
          <w:rStyle w:val="libFootnotenumChar"/>
          <w:rFonts w:hint="cs"/>
          <w:rtl/>
        </w:rPr>
        <w:t>(357)</w:t>
      </w:r>
      <w:r w:rsidRPr="0029475F">
        <w:rPr>
          <w:rFonts w:hint="cs"/>
          <w:rtl/>
        </w:rPr>
        <w:t xml:space="preserve">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خوبصورت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بار الہا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دے جو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خوبصورت ہوں، اور 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حسن القامہ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قد کے مالک ہوں،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 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طلب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لطف ہے کہ جو خدا کا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طالب ہو جاتا ہے، خدا اسے سب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فرماتا ہے۔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خوبصورت ہوں،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قد و قامت کے مالک ہوں۔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جو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خد</w:t>
      </w:r>
      <w:r>
        <w:rPr>
          <w:rFonts w:hint="eastAsia"/>
          <w:rtl/>
          <w:lang w:bidi="ur-PK"/>
        </w:rPr>
        <w:t>اوند</w:t>
      </w:r>
      <w:r>
        <w:rPr>
          <w:rtl/>
          <w:lang w:bidi="ur-PK"/>
        </w:rPr>
        <w:t xml:space="preserve"> متعال سے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911DD">
        <w:rPr>
          <w:rStyle w:val="libArabicChar"/>
          <w:rtl/>
        </w:rPr>
        <w:t xml:space="preserve"> و لکن سئلت رب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tl/>
        </w:rPr>
        <w:t xml:space="preserve"> اولاد مط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Fonts w:hint="eastAsia"/>
          <w:rtl/>
        </w:rPr>
        <w:t>ع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Fonts w:hint="eastAsia"/>
          <w:rtl/>
        </w:rPr>
        <w:t>ن</w:t>
      </w:r>
      <w:r w:rsidRPr="003911DD">
        <w:rPr>
          <w:rStyle w:val="libArabicChar"/>
          <w:rtl/>
        </w:rPr>
        <w:t xml:space="preserve"> ل</w:t>
      </w:r>
      <w:r w:rsidRPr="003911DD">
        <w:rPr>
          <w:rStyle w:val="libArabicChar"/>
          <w:rFonts w:hint="cs"/>
          <w:rtl/>
        </w:rPr>
        <w:t>ه</w:t>
      </w:r>
      <w:r w:rsidRPr="0029475F">
        <w:rPr>
          <w:rFonts w:hint="cs"/>
          <w:rtl/>
        </w:rPr>
        <w:t xml:space="preserve"> ؛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اگر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تو خالق کائنات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 جو خدا کے اطاعت گذار ہوں۔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 والے ہوں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للہ ہوں۔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وجل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</w:t>
      </w:r>
      <w:r w:rsidR="007F6071" w:rsidRPr="007F6071">
        <w:rPr>
          <w:rFonts w:hint="cs"/>
          <w:rtl/>
        </w:rPr>
        <w:t>ہ</w:t>
      </w:r>
      <w:r w:rsidRPr="0029475F">
        <w:rPr>
          <w:rFonts w:hint="cs"/>
          <w:rtl/>
        </w:rPr>
        <w:t xml:space="preserve"> جو خوف خدا رکھتے ہوں، بار الہا مجھےا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اولادعطا فرما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اولادعطا فرما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رےفرمانبردار</w:t>
      </w:r>
      <w:r>
        <w:rPr>
          <w:rtl/>
          <w:lang w:bidi="ur-PK"/>
        </w:rPr>
        <w:t xml:space="preserve"> ہوں،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عطا فرما کہ جب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کھوں</w:t>
      </w:r>
      <w:r>
        <w:rPr>
          <w:rtl/>
          <w:lang w:bidi="ur-PK"/>
        </w:rPr>
        <w:t xml:space="preserve">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کررہےہ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دل خوش ہو جائے 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اہل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 الرحمن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بندگان رحمان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ہے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 w:rsidRPr="003911DD">
        <w:rPr>
          <w:rStyle w:val="libAieChar"/>
          <w:rFonts w:hint="eastAsia"/>
          <w:rtl/>
        </w:rPr>
        <w:t>وَ</w:t>
      </w:r>
      <w:r w:rsidR="00B56CAE" w:rsidRPr="003911DD">
        <w:rPr>
          <w:rStyle w:val="libAieChar"/>
          <w:rtl/>
        </w:rPr>
        <w:t xml:space="preserve"> الَّذ</w:t>
      </w:r>
      <w:r w:rsidR="00B56CAE" w:rsidRPr="003911DD">
        <w:rPr>
          <w:rStyle w:val="libAieChar"/>
          <w:rFonts w:hint="cs"/>
          <w:rtl/>
        </w:rPr>
        <w:t>ينَ يَقُولُونَ رَبَّنا هَبْ لَنا مِنْ أَزْواجِنا وَ ذُرِّيَّاتِنا قُرَّةَ أَعْيُنٍ‏ وَ اجْعَلْنا لِلْمُتَّقينَ إِماما؛</w:t>
      </w:r>
      <w:r w:rsidRPr="003911DD">
        <w:rPr>
          <w:rStyle w:val="libAieChar"/>
          <w:rFonts w:hint="cs"/>
          <w:rtl/>
        </w:rPr>
        <w:t>)</w:t>
      </w:r>
      <w:r w:rsidR="00B56CAE" w:rsidRPr="0029475F">
        <w:rPr>
          <w:rFonts w:hint="cs"/>
          <w:rtl/>
        </w:rPr>
        <w:t xml:space="preserve"> </w:t>
      </w:r>
      <w:r w:rsidR="00B56CAE" w:rsidRPr="007F6071">
        <w:rPr>
          <w:rStyle w:val="libFootnotenumChar"/>
          <w:rFonts w:hint="cs"/>
          <w:rtl/>
        </w:rPr>
        <w:t>(358)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رحمان</w:t>
      </w:r>
      <w:r>
        <w:rPr>
          <w:rtl/>
          <w:lang w:bidi="ur-PK"/>
        </w:rPr>
        <w:t xml:space="preserve"> کےبندے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بندے وہ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بار الہا!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ہمسروں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سے، 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ہوں جوہمار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آنکھوں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ٹھنڈک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سےہمار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کو سکون ملے، جو ہمارے قلب کےاطم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کا سبب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کرہم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</w:t>
      </w:r>
      <w:r>
        <w:rPr>
          <w:rFonts w:hint="eastAsia"/>
          <w:rtl/>
          <w:lang w:bidi="ur-PK"/>
        </w:rPr>
        <w:t>سوس</w:t>
      </w:r>
      <w:r>
        <w:rPr>
          <w:rtl/>
          <w:lang w:bidi="ur-PK"/>
        </w:rPr>
        <w:t xml:space="preserve"> ہو 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اولاد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کررہے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سےقبول</w:t>
      </w:r>
      <w:r>
        <w:rPr>
          <w:rtl/>
          <w:lang w:bidi="ur-PK"/>
        </w:rPr>
        <w:t xml:space="preserve"> ہوئ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خالق کائنات نے اسے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عطا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چاہے 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ہوں ۔چاہے جناب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نب</w:t>
      </w:r>
      <w:r>
        <w:rPr>
          <w:rtl/>
          <w:lang w:bidi="ur-PK"/>
        </w:rPr>
        <w:t xml:space="preserve"> و ام کلثوم ہوں چاہے حضرت عباس ہوں، جن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وارد ہوا ہے</w:t>
      </w:r>
    </w:p>
    <w:p w:rsidR="00B56CAE" w:rsidRDefault="00B56CAE" w:rsidP="00B56CAE">
      <w:pPr>
        <w:pStyle w:val="libNormal"/>
        <w:rPr>
          <w:rtl/>
          <w:lang w:bidi="ur-PK"/>
        </w:rPr>
      </w:pPr>
      <w:r w:rsidRPr="003911DD">
        <w:rPr>
          <w:rStyle w:val="libArabicChar"/>
          <w:rtl/>
        </w:rPr>
        <w:t xml:space="preserve"> ا</w:t>
      </w:r>
      <w:r w:rsidRPr="003911DD">
        <w:rPr>
          <w:rStyle w:val="libArabicChar"/>
          <w:rFonts w:hint="cs"/>
          <w:rtl/>
        </w:rPr>
        <w:t>یها</w:t>
      </w:r>
      <w:r w:rsidRPr="003911DD">
        <w:rPr>
          <w:rStyle w:val="libArabicChar"/>
          <w:rtl/>
        </w:rPr>
        <w:t xml:space="preserve"> العبد الصالح المط</w:t>
      </w:r>
      <w:r w:rsidRPr="003911DD">
        <w:rPr>
          <w:rStyle w:val="libArabicChar"/>
          <w:rFonts w:hint="cs"/>
          <w:rtl/>
        </w:rPr>
        <w:t>ی</w:t>
      </w:r>
      <w:r w:rsidRPr="003911DD">
        <w:rPr>
          <w:rStyle w:val="libArabicChar"/>
          <w:rFonts w:hint="eastAsia"/>
          <w:rtl/>
        </w:rPr>
        <w:t>ع</w:t>
      </w:r>
      <w:r w:rsidRPr="003911DD">
        <w:rPr>
          <w:rStyle w:val="libArabicChar"/>
          <w:rtl/>
        </w:rPr>
        <w:t xml:space="preserve"> لل</w:t>
      </w:r>
      <w:r w:rsidRPr="003911DD">
        <w:rPr>
          <w:rStyle w:val="libArabicChar"/>
          <w:rFonts w:hint="cs"/>
          <w:rtl/>
        </w:rPr>
        <w:t>ه و لرسوله و للحسن و للحسی</w:t>
      </w:r>
      <w:r w:rsidRPr="003911DD">
        <w:rPr>
          <w:rStyle w:val="libArabicChar"/>
          <w:rFonts w:hint="eastAsia"/>
          <w:rtl/>
        </w:rPr>
        <w:t>ن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نہ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خوبصورت ہو،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قد و قامت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بلکہ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الہا!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عطا فرما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ہو، خدا سے جب انسان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کرتا ہے جب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طلب کرتا ہے تو </w:t>
      </w: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بخود عطا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ہے۔جو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خداکو پسند 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بخود خداعطاکرد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اجواپنےاورخداکےدرم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رشتےکومضبوط بنائےتوخدااس کےاورمخلوق کےرشتےکومحفوظ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تاہے</w:t>
      </w:r>
      <w:r>
        <w:rPr>
          <w:rtl/>
          <w:lang w:bidi="ur-PK"/>
        </w:rPr>
        <w:t xml:space="preserve">۔ </w:t>
      </w:r>
      <w:r w:rsidRPr="007F6071">
        <w:rPr>
          <w:rStyle w:val="libFootnotenumChar"/>
          <w:rtl/>
        </w:rPr>
        <w:t>(359)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خاندان</w:t>
      </w:r>
      <w:r>
        <w:rPr>
          <w:rtl/>
          <w:lang w:bidi="ur-PK"/>
        </w:rPr>
        <w:t xml:space="preserve"> کوتشک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بہتر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کرنا،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خدا سے مدد طلب کرنا۔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کا سوال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جناب ابراہ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مؑ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جناب زکر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اؑ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 الہا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فرما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عطا فرما :</w:t>
      </w:r>
    </w:p>
    <w:p w:rsidR="00B56CAE" w:rsidRDefault="003911DD" w:rsidP="00B56CAE">
      <w:pPr>
        <w:pStyle w:val="libNormal"/>
        <w:rPr>
          <w:rtl/>
          <w:lang w:bidi="ur-PK"/>
        </w:rPr>
      </w:pPr>
      <w:r w:rsidRPr="003911DD">
        <w:rPr>
          <w:rStyle w:val="libAlaemChar"/>
          <w:rFonts w:hint="cs"/>
          <w:rtl/>
        </w:rPr>
        <w:t>(</w:t>
      </w:r>
      <w:r w:rsidR="00B56CAE">
        <w:rPr>
          <w:rtl/>
          <w:lang w:bidi="ur-PK"/>
        </w:rPr>
        <w:t xml:space="preserve"> </w:t>
      </w:r>
      <w:r w:rsidR="00B56CAE" w:rsidRPr="003911DD">
        <w:rPr>
          <w:rStyle w:val="libAieChar"/>
          <w:rFonts w:hint="cs"/>
          <w:rtl/>
        </w:rPr>
        <w:t>يَرِثُني‏ وَ يَرِثُ م</w:t>
      </w:r>
      <w:r w:rsidR="00B56CAE" w:rsidRPr="003911DD">
        <w:rPr>
          <w:rStyle w:val="libAieChar"/>
          <w:rtl/>
        </w:rPr>
        <w:t>ِن</w:t>
      </w:r>
      <w:r w:rsidR="00B56CAE" w:rsidRPr="003911DD">
        <w:rPr>
          <w:rStyle w:val="libAieChar"/>
          <w:rFonts w:hint="cs"/>
          <w:rtl/>
        </w:rPr>
        <w:t>ْ آلِ يَعْقُوبَ وَ اجْعَلْهُ رَبِّ رَضِيًّا</w:t>
      </w:r>
      <w:r w:rsidRPr="0029475F">
        <w:rPr>
          <w:rFonts w:hint="cs"/>
          <w:rtl/>
        </w:rPr>
        <w:t xml:space="preserve"> </w:t>
      </w:r>
      <w:r w:rsidRPr="003911DD">
        <w:rPr>
          <w:rStyle w:val="libAlaemChar"/>
          <w:rFonts w:hint="cs"/>
          <w:rtl/>
        </w:rPr>
        <w:t>)</w:t>
      </w:r>
      <w:r w:rsidR="00B56CAE" w:rsidRPr="007F6071">
        <w:rPr>
          <w:rStyle w:val="libFootnotenumChar"/>
          <w:rFonts w:hint="cs"/>
          <w:rtl/>
        </w:rPr>
        <w:t>(360)</w:t>
      </w:r>
    </w:p>
    <w:p w:rsidR="00B56CAE" w:rsidRDefault="00B56CAE" w:rsidP="00B56CAE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وارث بنے آل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کا  وارث بنے، بار الہا تو اسے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 دے جس سے تو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 اور وہ تجھ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جن سے خدا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جو خدا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رہے۔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ہے،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 ہے۔ ہم سب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ہون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ے؛</w:t>
      </w:r>
      <w:r>
        <w:rPr>
          <w:rtl/>
          <w:lang w:bidi="ur-PK"/>
        </w:rPr>
        <w:t xml:space="preserve"> بار الہا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عطا فرما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ہوں جن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ہمارے آنکھ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ہو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0A745F" w:rsidRPr="007A47BE" w:rsidRDefault="00B56CAE" w:rsidP="007A47BE">
      <w:pPr>
        <w:pStyle w:val="libArabic"/>
        <w:rPr>
          <w:rtl/>
        </w:rPr>
      </w:pPr>
      <w:r w:rsidRPr="007A47BE">
        <w:rPr>
          <w:rFonts w:hint="eastAsia"/>
          <w:rtl/>
        </w:rPr>
        <w:t>والسلام</w:t>
      </w:r>
      <w:r w:rsidRPr="007A47BE">
        <w:rPr>
          <w:rtl/>
        </w:rPr>
        <w:t xml:space="preserve"> عل</w:t>
      </w:r>
      <w:r w:rsidRPr="007A47BE">
        <w:rPr>
          <w:rFonts w:hint="cs"/>
          <w:rtl/>
        </w:rPr>
        <w:t>ی</w:t>
      </w:r>
      <w:r w:rsidRPr="007A47BE">
        <w:rPr>
          <w:rFonts w:hint="eastAsia"/>
          <w:rtl/>
        </w:rPr>
        <w:t>کم</w:t>
      </w:r>
      <w:r w:rsidRPr="007A47BE">
        <w:rPr>
          <w:rtl/>
        </w:rPr>
        <w:t xml:space="preserve"> و رحمة الل</w:t>
      </w:r>
      <w:r w:rsidRPr="007A47BE">
        <w:rPr>
          <w:rFonts w:hint="cs"/>
          <w:rtl/>
        </w:rPr>
        <w:t>ه و برکاتة</w:t>
      </w:r>
    </w:p>
    <w:p w:rsidR="000A745F" w:rsidRDefault="000A745F" w:rsidP="00CC5C79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B56CAE" w:rsidRDefault="00B56CAE" w:rsidP="00B56CAE">
      <w:pPr>
        <w:pStyle w:val="libNormal"/>
        <w:rPr>
          <w:rtl/>
          <w:lang w:bidi="ur-PK"/>
        </w:rPr>
      </w:pPr>
    </w:p>
    <w:p w:rsidR="00B56CAE" w:rsidRDefault="00B56CAE" w:rsidP="00DB7944">
      <w:pPr>
        <w:pStyle w:val="Heading2Center"/>
        <w:rPr>
          <w:rtl/>
          <w:lang w:bidi="ur-PK"/>
        </w:rPr>
      </w:pPr>
      <w:bookmarkStart w:id="199" w:name="_Toc493163822"/>
      <w:r>
        <w:rPr>
          <w:rFonts w:hint="eastAsia"/>
          <w:rtl/>
          <w:lang w:bidi="ur-PK"/>
        </w:rPr>
        <w:t>حوالہ</w:t>
      </w:r>
      <w:r>
        <w:rPr>
          <w:rtl/>
          <w:lang w:bidi="ur-PK"/>
        </w:rPr>
        <w:t xml:space="preserve"> جات:</w:t>
      </w:r>
      <w:bookmarkEnd w:id="199"/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۱۸۶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2-مجمع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ج۵، ص۱۲۱۔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3-عد</w:t>
      </w:r>
      <w:r>
        <w:rPr>
          <w:rFonts w:hint="cs"/>
          <w:rtl/>
        </w:rPr>
        <w:t>ۃ</w:t>
      </w:r>
      <w:r>
        <w:rPr>
          <w:rtl/>
        </w:rPr>
        <w:t xml:space="preserve"> الداع</w:t>
      </w:r>
      <w:r>
        <w:rPr>
          <w:rFonts w:hint="cs"/>
          <w:rtl/>
        </w:rPr>
        <w:t>ی</w:t>
      </w:r>
      <w:r>
        <w:rPr>
          <w:rtl/>
        </w:rPr>
        <w:t xml:space="preserve"> و نجاح الساع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ص۲۹۔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4-سورہ 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5-بحارالانوار/ ج 2/ ص 32</w:t>
      </w:r>
    </w:p>
    <w:p w:rsidR="00B56CAE" w:rsidRDefault="00B56CAE" w:rsidP="007F6071">
      <w:pPr>
        <w:pStyle w:val="libFootnote"/>
        <w:rPr>
          <w:rtl/>
        </w:rPr>
      </w:pPr>
      <w:r>
        <w:rPr>
          <w:rtl/>
        </w:rPr>
        <w:t xml:space="preserve">6-سورت نحل، </w:t>
      </w:r>
      <w:r w:rsidRPr="007F6071">
        <w:rPr>
          <w:rtl/>
        </w:rPr>
        <w:t>آ</w:t>
      </w:r>
      <w:r w:rsidR="007F6071" w:rsidRPr="007F6071">
        <w:rPr>
          <w:rFonts w:hint="cs"/>
          <w:rtl/>
        </w:rPr>
        <w:t>ی</w:t>
      </w:r>
      <w:r w:rsidRPr="007F6071">
        <w:rPr>
          <w:rFonts w:hint="cs"/>
          <w:rtl/>
        </w:rPr>
        <w:t>ت</w:t>
      </w:r>
      <w:r>
        <w:rPr>
          <w:rFonts w:hint="cs"/>
          <w:rtl/>
        </w:rPr>
        <w:t xml:space="preserve"> 18.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7-بحارالانوار/ ج 90/ ص 295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8-الم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القرآن، ج۲، ص۳۲۔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9-کاشف الاستار ترجمہ جامع الاخبار، ص۱۲۲۔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۶۰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ج۴، ص۱۴۶۔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12-سورہ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۹۷۔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13-سورہ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14-سورہ انسان،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15-محجة، ج 7، ص 9</w:t>
      </w:r>
    </w:p>
    <w:p w:rsidR="00B56CAE" w:rsidRDefault="00B56CAE" w:rsidP="007F6071">
      <w:pPr>
        <w:pStyle w:val="libFootnote"/>
        <w:rPr>
          <w:rtl/>
        </w:rPr>
      </w:pPr>
      <w:r>
        <w:rPr>
          <w:rtl/>
        </w:rPr>
        <w:t xml:space="preserve">16-سورہ بقرہ، </w:t>
      </w:r>
      <w:r w:rsidR="007F6071">
        <w:rPr>
          <w:rFonts w:hint="cs"/>
          <w:rtl/>
        </w:rPr>
        <w:t xml:space="preserve">آیت </w:t>
      </w:r>
      <w:r>
        <w:rPr>
          <w:rtl/>
        </w:rPr>
        <w:t>۶۷۔</w:t>
      </w:r>
    </w:p>
    <w:p w:rsidR="00B56CAE" w:rsidRPr="007F6071" w:rsidRDefault="00B56CAE" w:rsidP="007F6071">
      <w:pPr>
        <w:pStyle w:val="libFootnote"/>
        <w:rPr>
          <w:rtl/>
        </w:rPr>
      </w:pPr>
      <w:r w:rsidRPr="007F6071">
        <w:rPr>
          <w:rtl/>
        </w:rPr>
        <w:lastRenderedPageBreak/>
        <w:t>17-سور</w:t>
      </w:r>
      <w:r w:rsidR="007F6071" w:rsidRPr="007F6071">
        <w:rPr>
          <w:rFonts w:hint="cs"/>
          <w:rtl/>
        </w:rPr>
        <w:t>ہ</w:t>
      </w:r>
      <w:r w:rsidRPr="007F6071">
        <w:rPr>
          <w:rFonts w:hint="cs"/>
          <w:rtl/>
        </w:rPr>
        <w:t xml:space="preserve"> جمع</w:t>
      </w:r>
      <w:r w:rsidR="007F6071" w:rsidRPr="007F6071">
        <w:rPr>
          <w:rFonts w:hint="cs"/>
          <w:rtl/>
        </w:rPr>
        <w:t>ہ</w:t>
      </w:r>
      <w:r w:rsidRPr="007F6071">
        <w:rPr>
          <w:rFonts w:hint="cs"/>
          <w:rtl/>
        </w:rPr>
        <w:t>، آ</w:t>
      </w:r>
      <w:r w:rsidR="007F6071" w:rsidRPr="007F6071">
        <w:rPr>
          <w:rFonts w:hint="cs"/>
          <w:rtl/>
        </w:rPr>
        <w:t>یت</w:t>
      </w:r>
      <w:r w:rsidRPr="007F6071">
        <w:rPr>
          <w:rFonts w:hint="cs"/>
          <w:rtl/>
        </w:rPr>
        <w:t>1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18-سورہ اسرا،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۴۴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19-سورہ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۳۸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20-سورہ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۶۵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21-سورہ فصلت،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22-سورہ زلزلہ،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23-سورہ قوم،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24-سورہ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۱۱۴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25-الخرائح و الجرائح، ج۱، ص۱۴۶۔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26-الفرقان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القرآن، ج۲، ص۱۹۔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27-سورہ ہود،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۴۷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28-سورہ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29-سورہ شعرا،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۱۶۹۔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30-سورہ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31-نہج البلاغہ، خطبہ۲۰۱۔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32-سورہ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34-المواعظ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ص۲۵۵۔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35-سورہ زلزلہ،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36-سورہ زلزلہ،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37-سورہ انسان،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38-سورہ حجرات،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39-خواجہ محمد پارسا، شرح فصوص الحکم، ص۱۴۔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40-حماسہ و عرفان، ص۱۰۴۔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41-عوال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42-بحار الانوار، ج۸، ص۳۴۷۔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43-سورہ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44-سورہ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45-سورہ قارعہ،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46-صح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دعا 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47-سورہ شعرا،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48-سورہ،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49-مصباح المتہجد، ص۶۹۶۔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50-سورہ نازعات، آٰ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51-تہذ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الاحکام، ج۹، ص۱۴۶۔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52-سورہ انسان،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53-سورہ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54-تفس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سورہ زمر،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نہم، جلسہ دہم۔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55-سورہ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۱۹۴۔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56-سورہ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57-سورہ طارق،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58-روض</w:t>
      </w:r>
      <w:r>
        <w:rPr>
          <w:rFonts w:hint="cs"/>
          <w:rtl/>
        </w:rPr>
        <w:t>ۃ</w:t>
      </w:r>
      <w:r>
        <w:rPr>
          <w:rtl/>
        </w:rPr>
        <w:t xml:space="preserve">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المتعظ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ج۲، ص۴۹۰۔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59-سورہ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60-سورہ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61-بحار الانوار، ج۷۷، ص۱۱۔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62-سورہ زلزلہ،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63-سورہ منافقون،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64-سورہ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۱۶۹۔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65-لہوف، ص۷۷۔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66-کاف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ص۶۷۔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67-سورہ شعرا،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68-سورہ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69-اسرار معراج، ص۲۶۷۔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70-سورہ واقعہ،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71- عد</w:t>
      </w:r>
      <w:r>
        <w:rPr>
          <w:rFonts w:hint="cs"/>
          <w:rtl/>
        </w:rPr>
        <w:t>ۃ</w:t>
      </w:r>
      <w:r>
        <w:rPr>
          <w:rtl/>
        </w:rPr>
        <w:t xml:space="preserve"> 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ص۲۰۸۔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72-تفس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ج۱، ص۲۹۰۔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73-من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ج۴، ص۴۰۲۔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74-سورہ نور،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75-سورہ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76-سورہ فجر،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۲۷،۳۰۔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77-سورہ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78-سورہ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۱۵۲۔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79- سورہ ہود،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۱۱۵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80-سورہ حشر،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۱۶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81-سورہ حمد،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۶،۷۔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82-بحار الانوار، ج۱۶، ص۳۱۷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83- نہج البلاغہ، خطبہ قاصعہ۔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84-نہج الفصاحہ، ص۶۶۔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85-سورہ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 تا۴۔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86-سورہ فتح،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87- 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88-بحار الانوار، ج۴۳، ص۲۹۷۔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89-الجمل۔ ص۳۳۰۔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90-کنز العمال۔ ح۳۱۸۸۳۔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91- سورہ آلعمران،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92-تفس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ج۴، ص۴۴۲۔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93-سورہ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94--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ج۱۱، ص۱۲۲۔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95-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ج۲۴، ص۲۹۵۔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96-سورہ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۱۵۱۔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97- شرح اشارات، ج۳، ص۳۲۷۔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98-سورہ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99-سورہ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100-تفس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ج۱، ص۱۹۹۔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101-بحار الانوار، ج۱۱، ص۳۵۶۔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102-سورہ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۱۶۰۔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103-سورہ نساء،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104-سورہ ہود،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105-المحج</w:t>
      </w:r>
      <w:r>
        <w:rPr>
          <w:rFonts w:hint="cs"/>
          <w:rtl/>
        </w:rPr>
        <w:t>ۃ</w:t>
      </w:r>
      <w:r>
        <w:rPr>
          <w:rFonts w:hint="eastAsia"/>
          <w:rtl/>
        </w:rPr>
        <w:t>،</w:t>
      </w:r>
      <w:r>
        <w:rPr>
          <w:rtl/>
        </w:rPr>
        <w:t xml:space="preserve"> ج۷، ص۹۔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106-سورہ نمل،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107-سورہ رحمن،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108-مجموعہ آثار، ج۳، ص۳۴۱۔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109-کاف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ص۹۸۔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110-مختصر شمائل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محدث قم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111-سورہ جمعہ،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112-سورہ کوثر،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113-سورہ تکاثر،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114-سورہ حج،آ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115-سورہ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116-سورہ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117-غرر الحکم، ص۵۴۴۔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118-سورہ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119- 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120-سورہ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۸۸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121-تفس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ج۸، ص۳۷۳۔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122-سورہ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123-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124-سورہ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125-سورہ انفال،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126-شرح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ج۳، ص۲۵۹۔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127-پرتو</w:t>
      </w:r>
      <w:r>
        <w:rPr>
          <w:rFonts w:hint="cs"/>
          <w:rtl/>
        </w:rPr>
        <w:t>ی</w:t>
      </w:r>
      <w:r>
        <w:rPr>
          <w:rtl/>
        </w:rPr>
        <w:t xml:space="preserve"> از نور، ج۲، ص۴۸۔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128-سورہ قصص،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129-سورہ ہود،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130-سورہ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131-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۱۵۵۔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132-سورہ علق،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۶،۷۔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133-م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الحکمہ، ج۴، ص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134-سورہ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135-نور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ج۴، ص۱۲۱۔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136- سورہ ان</w:t>
      </w:r>
      <w:r>
        <w:rPr>
          <w:rFonts w:hint="cs"/>
          <w:rtl/>
        </w:rPr>
        <w:t>ی</w:t>
      </w:r>
      <w:r>
        <w:rPr>
          <w:rFonts w:hint="eastAsia"/>
          <w:rtl/>
        </w:rPr>
        <w:t>باء،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137-سورہ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138-کاف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ص۴۷۷۔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139-سورہ جمعہ،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140-بحار الانوار، ج۹۳، ص۳۶۰۔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141-نہج البلاغہ، حکمت ۲۵۵۔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142-نہج البلاغہ، حکمت ۱۳۴۔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143-سورہ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144-سورہ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145-سورہ جمعہ،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146-سورہ مجادلہ،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147-سورہ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148-غرر الحکم، ص۴۸۔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149-سورہ علق،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150-سورہ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151-المصباح، ص۶۳۔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152- من</w:t>
      </w:r>
      <w:r>
        <w:rPr>
          <w:rFonts w:hint="cs"/>
          <w:rtl/>
        </w:rPr>
        <w:t>یۃ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ص۱۴۸۔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153-سورہ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۲۸۲۔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154- سورہ انفال،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155-مفات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تعق</w:t>
      </w:r>
      <w:r>
        <w:rPr>
          <w:rFonts w:hint="cs"/>
          <w:rtl/>
        </w:rPr>
        <w:t>ی</w:t>
      </w:r>
      <w:r>
        <w:rPr>
          <w:rFonts w:hint="eastAsia"/>
          <w:rtl/>
        </w:rPr>
        <w:t>بات</w:t>
      </w:r>
      <w:r>
        <w:rPr>
          <w:rtl/>
        </w:rPr>
        <w:t xml:space="preserve"> نماز عصر۔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156-سورہ جمعہ،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157-مصباح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ص۱۳۔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158-تار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بغداد، ج۹، ص۳۶۴۔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159-نہج الفصاحہ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160-ابو 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لغت نامہ دہخدا۔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161-سورہ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162-ر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ص۱۷۴۔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163-کاف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ص۳۹۔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164-نہج البلاغہ، خطبہ۲۸۔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165-نہج البلاغہ، خطبہ۸۶۔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166-سورہ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167-سورہ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168-سورہ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169--مفات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170-سورہ مائدہ،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171-سورہ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172-سورہ عصر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173-سورہ احقاف،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174-سورہ کہف،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175-سورہ زمر،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176-سورہ السجدہ،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177-سورہ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178-سورہ نحل،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179- بحار الانوار، ج۷۹، ص۱۳۷۔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180-محج</w:t>
      </w:r>
      <w:r>
        <w:rPr>
          <w:rFonts w:hint="cs"/>
          <w:rtl/>
        </w:rPr>
        <w:t>ۃ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ج۷، ص۱۷۔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181-کاف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ص۸۹۔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182-سورہ معارج،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183-سورہ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184-سورہ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۱۵۳۔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185-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186-سورہ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187-فلاح السائل، ص۴۴۔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188-بحار الانوار، ج۴۳، ص۸۱۔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189-دعوات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ص۳۸۷۔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190-سورہ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191-سورہ نوح،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192-تفس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ج۵، ص۴۲۹۔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193-سورہ حشر،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194-کاف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ص۱۶۴۔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195-سورہ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196-سورہ غافر،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197-سورہ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198-سورہ 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199-سورہ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۱۴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200-سورہ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201-سورہ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202-سورہ عنکبوت،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203-سورہ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۱۳۸۔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204-سورہ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205-سورہ حج،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206-نہج الفصاحہ، ص۲۸۳۔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207-نہج البلاغہ، خطبہ۱۹۹۔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208-سورہ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209- سورہ مدثر،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۴۲، ۴۳۔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210-سورہ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211-بحار الانوار، ج۸۳، ص۳۵۵۔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212-سورہ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213-سورہ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214-سورہ نازعات،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215-سورہ 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216-سورہ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217-وسائل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ج۸، ص۱۴۔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218-آ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مصباح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۸ رمضان، ۱۴۳۱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219-سورہ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220-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221-سورہ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222-سورہ مائدہ،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223-بحار الانوار، ج۷۵، ص۱۸۳۔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224-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الجنان، خطبہ شعبان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225-سورہ شعراء،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226-سورہ ص،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227-بلاغات النساء، ابن ط</w:t>
      </w:r>
      <w:r>
        <w:rPr>
          <w:rFonts w:hint="cs"/>
          <w:rtl/>
        </w:rPr>
        <w:t>ی</w:t>
      </w:r>
      <w:r>
        <w:rPr>
          <w:rFonts w:hint="eastAsia"/>
          <w:rtl/>
        </w:rPr>
        <w:t>فور،</w:t>
      </w:r>
      <w:r>
        <w:rPr>
          <w:rtl/>
        </w:rPr>
        <w:t xml:space="preserve"> ص۲۳۔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228-سورہ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209-سورہ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230-سورہ بقرہ، آ</w:t>
      </w:r>
      <w:r>
        <w:rPr>
          <w:rFonts w:hint="cs"/>
          <w:rtl/>
        </w:rPr>
        <w:t>یٰ</w:t>
      </w:r>
      <w:r>
        <w:rPr>
          <w:rFonts w:hint="eastAsia"/>
          <w:rtl/>
        </w:rPr>
        <w:t>ہ</w:t>
      </w:r>
      <w:r>
        <w:rPr>
          <w:rtl/>
        </w:rPr>
        <w:t>۱۲۴۔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231-سورہ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۱۲۶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232-بحار الانوار، ج۷۷، ص۶۱۔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233-تاو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الآ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ج۱، ص۳۸۸۔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234-بحار الانوار، ج۲، ص۲۲۔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235-کاف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ص۱۵۴۔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236-سورہ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237-سورہ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238-سورہ الصافات،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239-سورہ الصافات،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240-تفس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ج۲۷، ص۱۸۔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241-سورہ زخرف،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242-نہج البلاغہ، حکمت 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243-سورہ شرح،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244-سورہ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245-سورہ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246-شرح نہج البلاغہ، ابن عبدہ، ج۱، ص۴۱۔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247-نہج البلاغہ، حکمت ۱۳۱۔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248-سورہ عصر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249-نہج البلاغہ، حکمت ۴۵۶۔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250-سورہ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251-نہج البلاغہ، خطبہ ۱۸۳۔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252-سورہ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253-سورہ رعد،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254-تنب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الخواطر و نزہ</w:t>
      </w:r>
      <w:r>
        <w:rPr>
          <w:rFonts w:hint="cs"/>
          <w:rtl/>
        </w:rPr>
        <w:t>ۃ</w:t>
      </w:r>
      <w:r>
        <w:rPr>
          <w:rtl/>
        </w:rPr>
        <w:t xml:space="preserve"> النواظر، ج۱، ص۱۵۰۔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255-سورہ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256-ق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ص۱۱۶۔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257-سورہ زمر،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258-سورہ ضح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259-سورہ احزاب،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260-معان</w:t>
      </w:r>
      <w:r>
        <w:rPr>
          <w:rFonts w:hint="cs"/>
          <w:rtl/>
        </w:rPr>
        <w:t>ی</w:t>
      </w:r>
      <w:r>
        <w:rPr>
          <w:rtl/>
        </w:rPr>
        <w:t xml:space="preserve"> الاخبار، ص۳۶۷۔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261-جواہر العقد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ص۱۵۳۔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262-صواعق المحرقہ، ص۴۳۵۔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263-سورہ شور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264- مختصر خلاف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ص۲۳۴۔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265- بحار الانوار، ج۹۱، ص۶۴۔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266-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ج۲، ص۴۹۳۔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267- کنز الدقائق و بحر الغرائب، ج۱، ص۴۳۷۔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268- بحار الانوار، ج۹۱، ص۷۱۔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259- جامع الاخبار، ص۵۹۔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260- محاسن، ص۲۷۱۔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261- 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262- سورہ جمعہ،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263- سورہ منافقون،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264- مستدرک الوسائل، ج۱، ص۱۴۶۔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265- سورہ توبہ،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266-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ج۲، ص۳۹۷۔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267- سورہ عاد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268- سورہ حشر،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169- سورہ اعل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270-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271-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۲۶۸۔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272- سورہ توبہ،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273-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۲۷۶۔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274- بحار الانوار، ج۹۳، ص۱۳۰۔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275- جامع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ج۹، ص۴۹۔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276- نہج البلاغہ، حکمت ۳۲۸۔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277-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ج۶، ص۱۰۔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279- 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280- سورہ شرح،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281- بحار الانوار، ج۲۱، ص۱۱۹۔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282-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۹۲۔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283- سورہ نصر،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284- سورہ انعام،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285- 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286- سورہ ص،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287- سورہ 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288-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289- سورہ توبہ،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290-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291- سورہ علق،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۶،۷۔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292- سورہ ص،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293- سورہ نمل،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294- سورہ ص،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295-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296- احتجاج، ص۲۲۰۔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297- 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298-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ج۱، ص۳۳۸۔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299- سورہ زمر،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300- سورہ طہ،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۲۵ تا 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301- سورہ طلاق،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302-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نمونہ، ج۲۴، ص۲۳۹۔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303- سورہ 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 تا 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304- لہوف، ص۱۱۵۔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305- 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306- سورہ مومنون،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۳۲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307- بحار الانوار، ج۷۴، ص۴۹۔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308- 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309- مستدرک الوسائل، ج۱۵، ص۲۰۳۔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310- بحار الانوار، ج۷۴، ص۶۲۔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311- بحار الانوار، ج۷۴، ص۵۴۔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312-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313- 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۱۵۱۔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314- سورہ مائدہ،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315- منتہ</w:t>
      </w:r>
      <w:r>
        <w:rPr>
          <w:rFonts w:hint="cs"/>
          <w:rtl/>
        </w:rPr>
        <w:t>ی</w:t>
      </w:r>
      <w:r>
        <w:rPr>
          <w:rtl/>
        </w:rPr>
        <w:t xml:space="preserve"> الآمال، ج۱، ص۷۰۶۔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316-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ج۷، ص۱۲۰۔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317- ترجمہ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ج۲، ص۴۶۸۔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318- سورہ آل 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319- معجم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ج۵، ص۱۹۵۔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320- سورہ حجرات،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321- نہج البلاغہ، مکتوب ۴۷۔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322- بحار الانوار، ج۷۵، ص۲۴۹۔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323- مناقب ابن شہر آشوب، ج۴، ص۱۱۷۔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324- 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325- سورہ ملک،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326- دعائم الاسلام، ج۷، ص۱۹۳۔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327- جامع الاخبار، ص۱۰۱۔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328- مکارم الاخلاق، ص۱۹۶۔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329-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ج۵، ص۴۹۶۔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330- 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331- سورہ رو،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332-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۲۲۱۔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333-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ج۲، ص۲۵۲۔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334-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ج۲۱، ص۲۴۲۔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335-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336- احقاق الحق، ج۱۰، ص۴۰۱۔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337-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338- طبقات، ج۳، ص۴۔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339- سورہ آلعمران،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340- جامع الاخبار، ص۱۰۱۔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341- سورہ اسراء،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342- نہج الفصاحہ،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343-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344-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ج۱۵، ص۱۰۰۔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345-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۲۱۶۔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 xml:space="preserve">346-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۸۲۔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347- سورہ نجم،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348-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۱۲۸۔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349- سورہ اعراف،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۱۸۹۔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lastRenderedPageBreak/>
        <w:t>350-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۱۲۹۔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351- بحار الانوار، ج۷۷، ص۶۱۔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352- سورہ بقرہ،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۱۲۴۔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353-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۳۵۔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354-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۴۰۔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355- سورہ ہود،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۴۵۔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356-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ج۲، ص۴۳۷۔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357- بحار الانوار، ج۲۴، ص۱۳۲۔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358- سورہ فرقان،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۷۴۔</w:t>
      </w:r>
    </w:p>
    <w:p w:rsidR="00B56CAE" w:rsidRDefault="00B56CAE" w:rsidP="003911DD">
      <w:pPr>
        <w:pStyle w:val="libFootnote"/>
        <w:rPr>
          <w:rtl/>
        </w:rPr>
      </w:pPr>
      <w:r>
        <w:rPr>
          <w:rtl/>
        </w:rPr>
        <w:t>359- نہج البلاغہ، حکمت ۸۹۔</w:t>
      </w:r>
    </w:p>
    <w:p w:rsidR="00810E44" w:rsidRDefault="00B56CAE" w:rsidP="003911DD">
      <w:pPr>
        <w:pStyle w:val="libFootnote"/>
      </w:pPr>
      <w:r>
        <w:rPr>
          <w:rtl/>
        </w:rPr>
        <w:t>360-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۶۔</w:t>
      </w:r>
    </w:p>
    <w:p w:rsidR="000A745F" w:rsidRDefault="000A745F" w:rsidP="00CC5C79">
      <w:pPr>
        <w:pStyle w:val="libNormal"/>
        <w:rPr>
          <w:lang w:bidi="ur-PK"/>
        </w:rPr>
      </w:pPr>
      <w:r>
        <w:rPr>
          <w:lang w:bidi="ur-PK"/>
        </w:rPr>
        <w:br w:type="page"/>
      </w:r>
    </w:p>
    <w:sdt>
      <w:sdtPr>
        <w:rPr>
          <w:rtl/>
        </w:rPr>
        <w:id w:val="60943682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6A6DF7" w:rsidRDefault="006A6DF7" w:rsidP="006A6DF7">
          <w:pPr>
            <w:pStyle w:val="Heading2Center"/>
            <w:rPr>
              <w:lang w:bidi="ur-PK"/>
            </w:rPr>
          </w:pPr>
          <w:r w:rsidRPr="006A6DF7">
            <w:rPr>
              <w:rStyle w:val="libNormalChar"/>
              <w:rFonts w:hint="cs"/>
              <w:rtl/>
            </w:rPr>
            <w:t>فہرست</w:t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316362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سرنامہ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سخن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آداب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6" w:history="1">
            <w:r w:rsidRPr="00413B3D">
              <w:rPr>
                <w:rStyle w:val="Hyperlink"/>
                <w:rFonts w:hint="eastAsia"/>
                <w:noProof/>
                <w:rtl/>
              </w:rPr>
              <w:t>دعااورخودشناس</w:t>
            </w:r>
            <w:r w:rsidRPr="00413B3D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مانگنے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2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قبول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اسباب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قبول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مختلف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صورت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آداب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پناہ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مانگنے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فلسفہ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تخل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مہلت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سبب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اعمال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محفوظ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رہنے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جہالت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عذاب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دوزخ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بچنے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دوزخ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3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دوزخ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جہنم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العابد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lang w:bidi="ur-PK"/>
              </w:rPr>
              <w:t>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ابراہ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noProof/>
                <w:lang w:bidi="ur-PK"/>
              </w:rPr>
              <w:t>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فرشتوں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نگاہ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چاہ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ے</w:t>
            </w:r>
            <w:r w:rsidRPr="00413B3D">
              <w:rPr>
                <w:rStyle w:val="Hyperlink"/>
                <w:noProof/>
                <w:rtl/>
                <w:lang w:bidi="ur-PK"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داستان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حاجب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بچنے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بچنے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4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پردہ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پوش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خوف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رجا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اء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نذ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حصول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بہشت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جنت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جنت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بڑ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وراثت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جنت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ہمار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عبادات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بہتر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جناب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5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جنت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بہتر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مثال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طلب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ہدا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باعور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غفلت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صراط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مستق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5" w:history="1"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راستہ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باطل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تشخ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راسخون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استقامت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6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قبول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جہاد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کفر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413B3D">
              <w:rPr>
                <w:rStyle w:val="Hyperlink"/>
                <w:noProof/>
                <w:rtl/>
                <w:lang w:bidi="ur-PK"/>
              </w:rPr>
              <w:t>)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للہ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تفس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دوسروں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شامل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مناسبت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صفات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ذکر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توسل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7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گناہ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مختلف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دروازا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کھلا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دان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کرنا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انعامات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رضا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پروردگار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اہم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ساتھ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لازم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اقسام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8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کوثر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تکاثر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توجہ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دشمنوں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باطل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جھگڑا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نوح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فرعون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عبرتناک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انجام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طالوت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اللہ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69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وسعت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رزق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طبقات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نظام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انسان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بنا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رزق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ذر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امتحان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رزق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پان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صدقہ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وسعت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رزق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اضافہ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اساس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0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حصول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راث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صالح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ملحق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صالح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ملحق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چاہ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صالح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ہمنش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فائدہ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نص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اجر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رسالت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مودت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صبر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1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اللہ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صبر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صبر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صبر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عزادار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صبر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مناف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صابر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ساتھ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مومن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مومنات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مومن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اء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گذشتہ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مومن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فرشتوں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مومن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2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قائم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خود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شناس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اطم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پڑہنے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حلال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مشکلات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اہل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مکہ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کعب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ۃ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اللہ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مسلمانوں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وحدت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کعبہ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مکہ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کعبہ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مرکز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3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حج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انسانوں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اہم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طرف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آخرت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آخرت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آخرت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ساتھ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درود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4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درود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درود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تفس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واپس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مخف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رکھنے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فلسفہ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اقسام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مرنے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پہلے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زندگ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سمجھ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زکوات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والوں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اقتصاد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نظام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5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صدقہ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کنجوس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رزق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روز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مال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حفاظت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آسان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6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طلب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عادلانہ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نفس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پاک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توف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پروردگار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شکرانہ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امتحان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رسول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اکرم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صلعم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مستقبل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صالح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حکومت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آسان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مش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انسان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7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تقوا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آسان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تار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داستان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آسان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گے؟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عبرتناک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داستان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والد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والد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عظ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عبادت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والد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مختلف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صورت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عاق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بچو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والد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خدمت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جہاد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8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فرشتوں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اچھا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برا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مولا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>(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)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صلح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صفائ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بہتر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بھائ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79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کائنات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غور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فکر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شاد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فض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شاد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ناکام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ہونے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وجوہات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بہتر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شاد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دوسرےکےلئے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لباس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بدسلوک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عذاب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حصول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فوائد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زکر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0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ٹ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ٹے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فرق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کرنا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چاہ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درس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آموز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Pr="006A6DF7" w:rsidRDefault="006A6DF7" w:rsidP="006A6DF7">
          <w:pPr>
            <w:pStyle w:val="libNormal"/>
            <w:rPr>
              <w:rStyle w:val="Hyperlink"/>
              <w:color w:val="000000"/>
              <w:szCs w:val="28"/>
              <w:u w:val="none"/>
            </w:rPr>
          </w:pPr>
          <w:r w:rsidRPr="006A6DF7">
            <w:rPr>
              <w:rStyle w:val="Hyperlink"/>
              <w:color w:val="000000"/>
              <w:u w:val="none"/>
            </w:rPr>
            <w:br w:type="page"/>
          </w:r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وارث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بنت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ابراہ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حضرت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زکر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عل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السلام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تعجب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3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ترب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4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حق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ں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5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جا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محبت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6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نعمت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قدر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دان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7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اسلام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8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بت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پرست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سے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بچنے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19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لئے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نماز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20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اولاد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معنو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ترب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21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ام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رالمومن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نؑ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ک</w:t>
            </w:r>
            <w:r w:rsidRPr="00413B3D">
              <w:rPr>
                <w:rStyle w:val="Hyperlink"/>
                <w:rFonts w:hint="cs"/>
                <w:noProof/>
                <w:rtl/>
                <w:lang w:bidi="ur-PK"/>
              </w:rPr>
              <w:t>ی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93163822" w:history="1"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حوالہ</w:t>
            </w:r>
            <w:r w:rsidRPr="00413B3D">
              <w:rPr>
                <w:rStyle w:val="Hyperlink"/>
                <w:noProof/>
                <w:rtl/>
                <w:lang w:bidi="ur-PK"/>
              </w:rPr>
              <w:t xml:space="preserve"> </w:t>
            </w:r>
            <w:r w:rsidRPr="00413B3D">
              <w:rPr>
                <w:rStyle w:val="Hyperlink"/>
                <w:rFonts w:hint="eastAsia"/>
                <w:noProof/>
                <w:rtl/>
                <w:lang w:bidi="ur-PK"/>
              </w:rPr>
              <w:t>جات</w:t>
            </w:r>
            <w:r w:rsidRPr="00413B3D">
              <w:rPr>
                <w:rStyle w:val="Hyperlink"/>
                <w:noProof/>
                <w:rtl/>
                <w:lang w:bidi="ur-PK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Toc493163822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A6DF7" w:rsidRDefault="006A6DF7">
          <w:r>
            <w:fldChar w:fldCharType="end"/>
          </w:r>
        </w:p>
      </w:sdtContent>
    </w:sdt>
    <w:p w:rsidR="000A745F" w:rsidRPr="00B56CAE" w:rsidRDefault="000A745F" w:rsidP="00B56CAE">
      <w:pPr>
        <w:pStyle w:val="libNormal"/>
        <w:rPr>
          <w:lang w:bidi="ur-PK"/>
        </w:rPr>
      </w:pPr>
    </w:p>
    <w:sectPr w:rsidR="000A745F" w:rsidRPr="00B56CAE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04F" w:rsidRDefault="00DF304F">
      <w:r>
        <w:separator/>
      </w:r>
    </w:p>
  </w:endnote>
  <w:endnote w:type="continuationSeparator" w:id="0">
    <w:p w:rsidR="00DF304F" w:rsidRDefault="00DF3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F" w:rsidRDefault="0029475F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5F" w:rsidRPr="00826B03" w:rsidRDefault="0029475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04F" w:rsidRDefault="00DF304F">
      <w:r>
        <w:separator/>
      </w:r>
    </w:p>
  </w:footnote>
  <w:footnote w:type="continuationSeparator" w:id="0">
    <w:p w:rsidR="00DF304F" w:rsidRDefault="00DF3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35DD"/>
    <w:rsid w:val="00004D72"/>
    <w:rsid w:val="00005A19"/>
    <w:rsid w:val="00005F58"/>
    <w:rsid w:val="00007F62"/>
    <w:rsid w:val="00007FCA"/>
    <w:rsid w:val="00012C76"/>
    <w:rsid w:val="00014B88"/>
    <w:rsid w:val="0001505E"/>
    <w:rsid w:val="0001528F"/>
    <w:rsid w:val="000152F8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DDA"/>
    <w:rsid w:val="00076E62"/>
    <w:rsid w:val="00080AEC"/>
    <w:rsid w:val="00081997"/>
    <w:rsid w:val="00082C5C"/>
    <w:rsid w:val="000839D2"/>
    <w:rsid w:val="000853CE"/>
    <w:rsid w:val="000854F5"/>
    <w:rsid w:val="000859B3"/>
    <w:rsid w:val="00090987"/>
    <w:rsid w:val="00090FB3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027D"/>
    <w:rsid w:val="000A14D7"/>
    <w:rsid w:val="000A3C22"/>
    <w:rsid w:val="000A47EC"/>
    <w:rsid w:val="000A4FD9"/>
    <w:rsid w:val="000A745F"/>
    <w:rsid w:val="000A7750"/>
    <w:rsid w:val="000B0CAC"/>
    <w:rsid w:val="000B11D0"/>
    <w:rsid w:val="000B1CFB"/>
    <w:rsid w:val="000B2853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C6C"/>
    <w:rsid w:val="000C2EF2"/>
    <w:rsid w:val="000C40F3"/>
    <w:rsid w:val="000C541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26E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7D1"/>
    <w:rsid w:val="00114848"/>
    <w:rsid w:val="00115473"/>
    <w:rsid w:val="00115A71"/>
    <w:rsid w:val="00116237"/>
    <w:rsid w:val="001162C9"/>
    <w:rsid w:val="00116588"/>
    <w:rsid w:val="00116E7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3D3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A2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465"/>
    <w:rsid w:val="001F2573"/>
    <w:rsid w:val="001F273A"/>
    <w:rsid w:val="001F2DD0"/>
    <w:rsid w:val="001F3DB4"/>
    <w:rsid w:val="001F4007"/>
    <w:rsid w:val="001F4C55"/>
    <w:rsid w:val="001F5705"/>
    <w:rsid w:val="001F7247"/>
    <w:rsid w:val="001F797C"/>
    <w:rsid w:val="0020012E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AF5"/>
    <w:rsid w:val="00220729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4B05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2ADA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2A9E"/>
    <w:rsid w:val="0028403A"/>
    <w:rsid w:val="0028459E"/>
    <w:rsid w:val="00285C52"/>
    <w:rsid w:val="00286BB7"/>
    <w:rsid w:val="00286D77"/>
    <w:rsid w:val="002876A6"/>
    <w:rsid w:val="00287D43"/>
    <w:rsid w:val="00291872"/>
    <w:rsid w:val="00291B7D"/>
    <w:rsid w:val="00292C1A"/>
    <w:rsid w:val="00293E33"/>
    <w:rsid w:val="0029475F"/>
    <w:rsid w:val="00294AE5"/>
    <w:rsid w:val="00294B38"/>
    <w:rsid w:val="00295A59"/>
    <w:rsid w:val="00296A3E"/>
    <w:rsid w:val="00297572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48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3A16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229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F4"/>
    <w:rsid w:val="00301EBF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D3F"/>
    <w:rsid w:val="00317DE6"/>
    <w:rsid w:val="00317E22"/>
    <w:rsid w:val="00317FA1"/>
    <w:rsid w:val="003203A5"/>
    <w:rsid w:val="00320512"/>
    <w:rsid w:val="00321A72"/>
    <w:rsid w:val="00322411"/>
    <w:rsid w:val="00322466"/>
    <w:rsid w:val="003229E9"/>
    <w:rsid w:val="00322E88"/>
    <w:rsid w:val="003238F8"/>
    <w:rsid w:val="003241E9"/>
    <w:rsid w:val="0032464F"/>
    <w:rsid w:val="00324B78"/>
    <w:rsid w:val="00324C31"/>
    <w:rsid w:val="00325A62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4BB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47526"/>
    <w:rsid w:val="003507C0"/>
    <w:rsid w:val="00350E7E"/>
    <w:rsid w:val="0035120B"/>
    <w:rsid w:val="00351951"/>
    <w:rsid w:val="00352553"/>
    <w:rsid w:val="00352E1E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11DD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B48"/>
    <w:rsid w:val="003D4E7A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4CBC"/>
    <w:rsid w:val="003F61D9"/>
    <w:rsid w:val="003F72E7"/>
    <w:rsid w:val="003F7BE3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514B7"/>
    <w:rsid w:val="004536B6"/>
    <w:rsid w:val="004538D5"/>
    <w:rsid w:val="00453C50"/>
    <w:rsid w:val="00453DAF"/>
    <w:rsid w:val="004542F9"/>
    <w:rsid w:val="004552E5"/>
    <w:rsid w:val="00455A59"/>
    <w:rsid w:val="004567E6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FB8"/>
    <w:rsid w:val="004F58BA"/>
    <w:rsid w:val="004F58EC"/>
    <w:rsid w:val="004F5EE4"/>
    <w:rsid w:val="004F6473"/>
    <w:rsid w:val="004F65BD"/>
    <w:rsid w:val="004F7357"/>
    <w:rsid w:val="004F7A79"/>
    <w:rsid w:val="00501099"/>
    <w:rsid w:val="00501151"/>
    <w:rsid w:val="005017BA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0BCA"/>
    <w:rsid w:val="00581CF5"/>
    <w:rsid w:val="00581D47"/>
    <w:rsid w:val="0058258C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49D0"/>
    <w:rsid w:val="005C5244"/>
    <w:rsid w:val="005C551C"/>
    <w:rsid w:val="005C64C6"/>
    <w:rsid w:val="005D00A3"/>
    <w:rsid w:val="005D02A6"/>
    <w:rsid w:val="005D0DC0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2825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C05"/>
    <w:rsid w:val="00646D08"/>
    <w:rsid w:val="00651640"/>
    <w:rsid w:val="006517C0"/>
    <w:rsid w:val="00651ADF"/>
    <w:rsid w:val="00652805"/>
    <w:rsid w:val="00653127"/>
    <w:rsid w:val="0065419E"/>
    <w:rsid w:val="00655CA8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275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88C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0C0"/>
    <w:rsid w:val="00697907"/>
    <w:rsid w:val="00697E9A"/>
    <w:rsid w:val="006A0853"/>
    <w:rsid w:val="006A09A5"/>
    <w:rsid w:val="006A150D"/>
    <w:rsid w:val="006A17E5"/>
    <w:rsid w:val="006A30C5"/>
    <w:rsid w:val="006A3973"/>
    <w:rsid w:val="006A3D4D"/>
    <w:rsid w:val="006A3DF0"/>
    <w:rsid w:val="006A5034"/>
    <w:rsid w:val="006A58BA"/>
    <w:rsid w:val="006A59B3"/>
    <w:rsid w:val="006A6DF7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0EB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0B2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38A2"/>
    <w:rsid w:val="00715B44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7BE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6A3"/>
    <w:rsid w:val="007F5839"/>
    <w:rsid w:val="007F6071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319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190F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3E4D"/>
    <w:rsid w:val="008B3F95"/>
    <w:rsid w:val="008B56D9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72BE"/>
    <w:rsid w:val="008F72FE"/>
    <w:rsid w:val="008F7A76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100C4"/>
    <w:rsid w:val="00910D64"/>
    <w:rsid w:val="00910ED8"/>
    <w:rsid w:val="00910F42"/>
    <w:rsid w:val="009113C9"/>
    <w:rsid w:val="009114B4"/>
    <w:rsid w:val="00912639"/>
    <w:rsid w:val="00915043"/>
    <w:rsid w:val="0091682D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2F3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9FC"/>
    <w:rsid w:val="00935EA2"/>
    <w:rsid w:val="00937575"/>
    <w:rsid w:val="009375D4"/>
    <w:rsid w:val="00937C83"/>
    <w:rsid w:val="00937E71"/>
    <w:rsid w:val="00940A36"/>
    <w:rsid w:val="00940BC2"/>
    <w:rsid w:val="00941688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868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30C"/>
    <w:rsid w:val="009B0845"/>
    <w:rsid w:val="009B0C22"/>
    <w:rsid w:val="009B27FC"/>
    <w:rsid w:val="009B2902"/>
    <w:rsid w:val="009B3111"/>
    <w:rsid w:val="009B3484"/>
    <w:rsid w:val="009B3C6A"/>
    <w:rsid w:val="009B3CCD"/>
    <w:rsid w:val="009B53ED"/>
    <w:rsid w:val="009B6511"/>
    <w:rsid w:val="009B7253"/>
    <w:rsid w:val="009B74A3"/>
    <w:rsid w:val="009C0699"/>
    <w:rsid w:val="009C125A"/>
    <w:rsid w:val="009C2681"/>
    <w:rsid w:val="009C2F56"/>
    <w:rsid w:val="009C384C"/>
    <w:rsid w:val="009C3A17"/>
    <w:rsid w:val="009C49A0"/>
    <w:rsid w:val="009C4D94"/>
    <w:rsid w:val="009C5A9D"/>
    <w:rsid w:val="009C5CE5"/>
    <w:rsid w:val="009C5E6C"/>
    <w:rsid w:val="009C793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D56"/>
    <w:rsid w:val="00A115F6"/>
    <w:rsid w:val="00A1248D"/>
    <w:rsid w:val="00A1296D"/>
    <w:rsid w:val="00A12AF2"/>
    <w:rsid w:val="00A13388"/>
    <w:rsid w:val="00A1368E"/>
    <w:rsid w:val="00A1431F"/>
    <w:rsid w:val="00A14645"/>
    <w:rsid w:val="00A152D3"/>
    <w:rsid w:val="00A16415"/>
    <w:rsid w:val="00A16563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80B06"/>
    <w:rsid w:val="00A80ED8"/>
    <w:rsid w:val="00A81316"/>
    <w:rsid w:val="00A816F4"/>
    <w:rsid w:val="00A820E0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4CA"/>
    <w:rsid w:val="00A94B1B"/>
    <w:rsid w:val="00A951C7"/>
    <w:rsid w:val="00A95DE0"/>
    <w:rsid w:val="00A9641E"/>
    <w:rsid w:val="00A971B5"/>
    <w:rsid w:val="00A97460"/>
    <w:rsid w:val="00AA0FC3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C01"/>
    <w:rsid w:val="00AB1005"/>
    <w:rsid w:val="00AB1422"/>
    <w:rsid w:val="00AB1AF5"/>
    <w:rsid w:val="00AB1B0F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41C3"/>
    <w:rsid w:val="00AD4216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6CAE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407"/>
    <w:rsid w:val="00B77A23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328C"/>
    <w:rsid w:val="00B84283"/>
    <w:rsid w:val="00B84700"/>
    <w:rsid w:val="00B85E1A"/>
    <w:rsid w:val="00B87355"/>
    <w:rsid w:val="00B90A19"/>
    <w:rsid w:val="00B90E35"/>
    <w:rsid w:val="00B911FB"/>
    <w:rsid w:val="00B916E3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9AB"/>
    <w:rsid w:val="00C004B4"/>
    <w:rsid w:val="00C00904"/>
    <w:rsid w:val="00C01416"/>
    <w:rsid w:val="00C0154C"/>
    <w:rsid w:val="00C02DA6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0A5C"/>
    <w:rsid w:val="00C72E78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1BB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A79A0"/>
    <w:rsid w:val="00CB0987"/>
    <w:rsid w:val="00CB124C"/>
    <w:rsid w:val="00CB22FF"/>
    <w:rsid w:val="00CB249F"/>
    <w:rsid w:val="00CB2EA7"/>
    <w:rsid w:val="00CB3C38"/>
    <w:rsid w:val="00CB3EDE"/>
    <w:rsid w:val="00CB3FC3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38C"/>
    <w:rsid w:val="00CC56AE"/>
    <w:rsid w:val="00CC5B38"/>
    <w:rsid w:val="00CC5C79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E06B3"/>
    <w:rsid w:val="00CE1509"/>
    <w:rsid w:val="00CE16AD"/>
    <w:rsid w:val="00CE30CD"/>
    <w:rsid w:val="00CE3D40"/>
    <w:rsid w:val="00CE3E62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D98"/>
    <w:rsid w:val="00CF297F"/>
    <w:rsid w:val="00CF2986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03A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186"/>
    <w:rsid w:val="00D20EAE"/>
    <w:rsid w:val="00D212D5"/>
    <w:rsid w:val="00D229D0"/>
    <w:rsid w:val="00D248BD"/>
    <w:rsid w:val="00D24B24"/>
    <w:rsid w:val="00D24B82"/>
    <w:rsid w:val="00D24EB0"/>
    <w:rsid w:val="00D258FB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54F2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463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A74"/>
    <w:rsid w:val="00D92CDF"/>
    <w:rsid w:val="00D93A19"/>
    <w:rsid w:val="00D93F5D"/>
    <w:rsid w:val="00D94139"/>
    <w:rsid w:val="00D94DCC"/>
    <w:rsid w:val="00D9553B"/>
    <w:rsid w:val="00D95990"/>
    <w:rsid w:val="00D95FAE"/>
    <w:rsid w:val="00D96CBB"/>
    <w:rsid w:val="00D96E4A"/>
    <w:rsid w:val="00D9794E"/>
    <w:rsid w:val="00DA1A0C"/>
    <w:rsid w:val="00DA1D41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944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747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44E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110A"/>
    <w:rsid w:val="00DF2201"/>
    <w:rsid w:val="00DF304F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913"/>
    <w:rsid w:val="00E00A47"/>
    <w:rsid w:val="00E01595"/>
    <w:rsid w:val="00E01EFF"/>
    <w:rsid w:val="00E022DC"/>
    <w:rsid w:val="00E024D3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4BA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197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38A8"/>
    <w:rsid w:val="00E53B80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8A8"/>
    <w:rsid w:val="00E93E53"/>
    <w:rsid w:val="00E95721"/>
    <w:rsid w:val="00E959D0"/>
    <w:rsid w:val="00E9630F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20326"/>
    <w:rsid w:val="00F2061A"/>
    <w:rsid w:val="00F22566"/>
    <w:rsid w:val="00F227C9"/>
    <w:rsid w:val="00F22D15"/>
    <w:rsid w:val="00F23437"/>
    <w:rsid w:val="00F24897"/>
    <w:rsid w:val="00F249BB"/>
    <w:rsid w:val="00F24C83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FE0"/>
    <w:rsid w:val="00F41860"/>
    <w:rsid w:val="00F4198D"/>
    <w:rsid w:val="00F41E90"/>
    <w:rsid w:val="00F426B8"/>
    <w:rsid w:val="00F42BA2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F17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C96"/>
    <w:rsid w:val="00F62CC6"/>
    <w:rsid w:val="00F638A5"/>
    <w:rsid w:val="00F63CB0"/>
    <w:rsid w:val="00F63E71"/>
    <w:rsid w:val="00F64824"/>
    <w:rsid w:val="00F66545"/>
    <w:rsid w:val="00F66676"/>
    <w:rsid w:val="00F66BD5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400"/>
    <w:rsid w:val="00F80C1E"/>
    <w:rsid w:val="00F80D7D"/>
    <w:rsid w:val="00F81ADB"/>
    <w:rsid w:val="00F81B3C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DB1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7CFB"/>
    <w:rsid w:val="00FC002F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6E42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7F6071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7F6071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37E71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37E71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95381-0964-41C8-9751-0CAEF7A0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13892</TotalTime>
  <Pages>255</Pages>
  <Words>70547</Words>
  <Characters>402118</Characters>
  <Application>Microsoft Office Word</Application>
  <DocSecurity>0</DocSecurity>
  <Lines>3350</Lines>
  <Paragraphs>943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471722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Abed</cp:lastModifiedBy>
  <cp:revision>69</cp:revision>
  <cp:lastPrinted>2017-08-20T07:43:00Z</cp:lastPrinted>
  <dcterms:created xsi:type="dcterms:W3CDTF">2015-06-13T07:48:00Z</dcterms:created>
  <dcterms:modified xsi:type="dcterms:W3CDTF">2017-09-14T10:18:00Z</dcterms:modified>
</cp:coreProperties>
</file>