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FD" w:rsidRDefault="00955711" w:rsidP="00955711">
      <w:pPr>
        <w:pStyle w:val="libCenter"/>
        <w:rPr>
          <w:rtl/>
          <w:lang w:bidi="ur-PK"/>
        </w:rPr>
      </w:pPr>
      <w:r>
        <w:rPr>
          <w:noProof/>
          <w:rtl/>
        </w:rPr>
        <w:drawing>
          <wp:inline distT="0" distB="0" distL="0" distR="0">
            <wp:extent cx="6232453" cy="8829077"/>
            <wp:effectExtent l="19050" t="0" r="0" b="0"/>
            <wp:docPr id="1" name="Picture 1" descr="L:\New_kar\rabe_alwal_1439\hussain_dilrubaye_quloob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wal_1439\hussain_dilrubaye_quloob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937" cy="884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55711" w:rsidRPr="00955711" w:rsidRDefault="00955711" w:rsidP="00955711">
      <w:pPr>
        <w:pStyle w:val="libNormal"/>
      </w:pPr>
      <w:r w:rsidRPr="00955711">
        <w:rPr>
          <w:rFonts w:hint="cs"/>
          <w:rtl/>
        </w:rPr>
        <w:lastRenderedPageBreak/>
        <w:t>ی</w:t>
      </w:r>
      <w:r w:rsidRPr="00955711">
        <w:rPr>
          <w:rFonts w:hint="eastAsia"/>
          <w:rtl/>
        </w:rPr>
        <w:t>ہ</w:t>
      </w:r>
      <w:r w:rsidRPr="00955711">
        <w:rPr>
          <w:rtl/>
        </w:rPr>
        <w:t xml:space="preserve"> کتاب برق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شکل م</w:t>
      </w:r>
      <w:r w:rsidRPr="00955711">
        <w:rPr>
          <w:rFonts w:hint="cs"/>
          <w:rtl/>
        </w:rPr>
        <w:t>ی</w:t>
      </w:r>
      <w:r w:rsidRPr="00955711">
        <w:rPr>
          <w:rFonts w:hint="eastAsia"/>
          <w:rtl/>
        </w:rPr>
        <w:t>ں</w:t>
      </w:r>
      <w:r w:rsidRPr="00955711">
        <w:rPr>
          <w:rtl/>
        </w:rPr>
        <w:t xml:space="preserve"> نشرہوئ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ہے اور شبکہ الامام</w:t>
      </w:r>
      <w:r w:rsidRPr="00955711">
        <w:rPr>
          <w:rFonts w:hint="cs"/>
          <w:rtl/>
        </w:rPr>
        <w:t>ی</w:t>
      </w:r>
      <w:r w:rsidRPr="00955711">
        <w:rPr>
          <w:rFonts w:hint="eastAsia"/>
          <w:rtl/>
        </w:rPr>
        <w:t>ن</w:t>
      </w:r>
      <w:r w:rsidRPr="00955711">
        <w:rPr>
          <w:rtl/>
        </w:rPr>
        <w:t xml:space="preserve"> الحسن</w:t>
      </w:r>
      <w:r w:rsidRPr="00955711">
        <w:rPr>
          <w:rFonts w:hint="cs"/>
          <w:rtl/>
        </w:rPr>
        <w:t>ی</w:t>
      </w:r>
      <w:r w:rsidRPr="00955711">
        <w:rPr>
          <w:rFonts w:hint="eastAsia"/>
          <w:rtl/>
        </w:rPr>
        <w:t>ن</w:t>
      </w:r>
      <w:r w:rsidRPr="00955711">
        <w:rPr>
          <w:rtl/>
        </w:rPr>
        <w:t xml:space="preserve"> (عل</w:t>
      </w:r>
      <w:r w:rsidRPr="00955711">
        <w:rPr>
          <w:rFonts w:hint="cs"/>
          <w:rtl/>
        </w:rPr>
        <w:t>ی</w:t>
      </w:r>
      <w:r w:rsidRPr="00955711">
        <w:rPr>
          <w:rFonts w:hint="eastAsia"/>
          <w:rtl/>
        </w:rPr>
        <w:t>ہما</w:t>
      </w:r>
      <w:r w:rsidRPr="00955711">
        <w:rPr>
          <w:rtl/>
        </w:rPr>
        <w:t xml:space="preserve"> السلام) کے گروہ علم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ک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نگران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م</w:t>
      </w:r>
      <w:r w:rsidRPr="00955711">
        <w:rPr>
          <w:rFonts w:hint="cs"/>
          <w:rtl/>
        </w:rPr>
        <w:t>ی</w:t>
      </w:r>
      <w:r w:rsidRPr="00955711">
        <w:rPr>
          <w:rFonts w:hint="eastAsia"/>
          <w:rtl/>
        </w:rPr>
        <w:t>ں</w:t>
      </w:r>
      <w:r w:rsidRPr="00955711">
        <w:rPr>
          <w:rtl/>
        </w:rPr>
        <w:t xml:space="preserve"> اس ک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فن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طورپرتصح</w:t>
      </w:r>
      <w:r w:rsidRPr="00955711">
        <w:rPr>
          <w:rFonts w:hint="cs"/>
          <w:rtl/>
        </w:rPr>
        <w:t>ی</w:t>
      </w:r>
      <w:r w:rsidRPr="00955711">
        <w:rPr>
          <w:rFonts w:hint="eastAsia"/>
          <w:rtl/>
        </w:rPr>
        <w:t>ح</w:t>
      </w:r>
      <w:r w:rsidRPr="00955711">
        <w:rPr>
          <w:rtl/>
        </w:rPr>
        <w:t xml:space="preserve"> اور تنظ</w:t>
      </w:r>
      <w:r w:rsidRPr="00955711">
        <w:rPr>
          <w:rFonts w:hint="cs"/>
          <w:rtl/>
        </w:rPr>
        <w:t>ی</w:t>
      </w:r>
      <w:r w:rsidRPr="00955711">
        <w:rPr>
          <w:rFonts w:hint="eastAsia"/>
          <w:rtl/>
        </w:rPr>
        <w:t>م</w:t>
      </w:r>
      <w:r w:rsidRPr="00955711">
        <w:rPr>
          <w:rtl/>
        </w:rPr>
        <w:t xml:space="preserve"> ہوئ</w:t>
      </w:r>
      <w:r w:rsidRPr="00955711">
        <w:rPr>
          <w:rFonts w:hint="cs"/>
          <w:rtl/>
        </w:rPr>
        <w:t>ی</w:t>
      </w:r>
      <w:r w:rsidRPr="00955711">
        <w:rPr>
          <w:rtl/>
        </w:rPr>
        <w:t xml:space="preserve"> ہے</w:t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734EFD">
      <w:pPr>
        <w:pStyle w:val="libCenterBold2"/>
        <w:rPr>
          <w:rtl/>
          <w:lang w:bidi="ur-PK"/>
        </w:rPr>
      </w:pPr>
      <w:r>
        <w:rPr>
          <w:rtl/>
          <w:lang w:bidi="ur-PK"/>
        </w:rPr>
        <w:lastRenderedPageBreak/>
        <w:t>نام کتاب :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دلربائے قلوب</w:t>
      </w:r>
    </w:p>
    <w:p w:rsidR="00734EFD" w:rsidRDefault="00734EFD" w:rsidP="00734EFD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صاحب</w:t>
      </w:r>
      <w:r>
        <w:rPr>
          <w:rtl/>
          <w:lang w:bidi="ur-PK"/>
        </w:rPr>
        <w:t xml:space="preserve"> اثر : حضرت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العظم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خامنہ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حَفَظَہُ اللّٰہُ</w:t>
      </w:r>
    </w:p>
    <w:p w:rsidR="00734EFD" w:rsidRDefault="00734EFD" w:rsidP="00734EFD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: موسّسہ فرہنگ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۔تہران</w:t>
      </w:r>
    </w:p>
    <w:p w:rsidR="00734EFD" w:rsidRDefault="00734EFD" w:rsidP="00734EFD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اشاعت : شعبان </w:t>
      </w:r>
      <w:r w:rsidR="001928B4" w:rsidRPr="0077300E">
        <w:rPr>
          <w:rFonts w:hint="cs"/>
          <w:rtl/>
          <w:lang w:bidi="ur-PK"/>
        </w:rPr>
        <w:t>142</w:t>
      </w:r>
      <w:r w:rsidR="0077300E" w:rsidRPr="0077300E">
        <w:rPr>
          <w:rFonts w:hint="cs"/>
          <w:rtl/>
        </w:rPr>
        <w:t>8</w:t>
      </w:r>
      <w:r w:rsidRPr="0077300E">
        <w:rPr>
          <w:rFonts w:hint="cs"/>
          <w:rtl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اگست </w:t>
      </w:r>
      <w:r w:rsidR="001928B4" w:rsidRPr="0077300E">
        <w:rPr>
          <w:rFonts w:hint="cs"/>
          <w:rtl/>
          <w:lang w:bidi="ur-PK"/>
        </w:rPr>
        <w:t>2</w:t>
      </w:r>
      <w:r w:rsidR="0077300E" w:rsidRPr="0077300E">
        <w:rPr>
          <w:rFonts w:hint="cs"/>
          <w:rtl/>
        </w:rPr>
        <w:t>007</w:t>
      </w:r>
      <w:r w:rsidRPr="0077300E">
        <w:rPr>
          <w:rFonts w:hint="cs"/>
          <w:rtl/>
        </w:rPr>
        <w:t>ئ</w:t>
      </w:r>
    </w:p>
    <w:p w:rsidR="00734EFD" w:rsidRDefault="00734EFD" w:rsidP="00734EFD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ناشر</w:t>
      </w:r>
      <w:r>
        <w:rPr>
          <w:rtl/>
          <w:lang w:bidi="ur-PK"/>
        </w:rPr>
        <w:t xml:space="preserve"> : نشر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پاکستان(مرکز حفظ و نشرآثار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)</w:t>
      </w:r>
    </w:p>
    <w:p w:rsidR="00734EFD" w:rsidRDefault="00734EFD" w:rsidP="00734EFD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جملہ</w:t>
      </w:r>
      <w:r>
        <w:rPr>
          <w:rtl/>
          <w:lang w:bidi="ur-PK"/>
        </w:rPr>
        <w:t xml:space="preserve"> حقوق بحق ناشر محفوظ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انتساب</w:t>
      </w:r>
      <w:r>
        <w:rPr>
          <w:rtl/>
          <w:lang w:bidi="ur-PK"/>
        </w:rPr>
        <w:t>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امام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ت،تا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شجاع انسان،م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کے بطل 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ل،کائنات</w:t>
      </w:r>
      <w:r>
        <w:rPr>
          <w:rtl/>
          <w:lang w:bidi="ur-PK"/>
        </w:rPr>
        <w:t xml:space="preserve"> کے سب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سُور ما،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عزت</w:t>
      </w:r>
      <w:r>
        <w:rPr>
          <w:rtl/>
          <w:lang w:bidi="ur-PK"/>
        </w:rPr>
        <w:t xml:space="preserve"> و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علمبردار،حس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نام؛کہ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آزاد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اشکبار، دل مصمم ارادوں کے مالک،عزم جواں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</w:t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0" w:name="_Toc500671982"/>
      <w:r>
        <w:rPr>
          <w:rFonts w:hint="eastAsia"/>
          <w:rtl/>
          <w:lang w:bidi="ur-PK"/>
        </w:rPr>
        <w:t>عرض</w:t>
      </w:r>
      <w:r>
        <w:rPr>
          <w:rtl/>
          <w:lang w:bidi="ur-PK"/>
        </w:rPr>
        <w:t xml:space="preserve"> ناشر</w:t>
      </w:r>
      <w:bookmarkEnd w:id="0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،دلربائے قلوب‘‘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 سے جائزہ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’’اما</w:t>
      </w:r>
      <w:r>
        <w:rPr>
          <w:rtl/>
          <w:lang w:bidi="ur-PK"/>
        </w:rPr>
        <w:t xml:space="preserve"> 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،دلربائے</w:t>
      </w:r>
      <w:r>
        <w:rPr>
          <w:rtl/>
          <w:lang w:bidi="ur-PK"/>
        </w:rPr>
        <w:t xml:space="preserve"> قلوب ‘‘؛دراصل واقعہ کربلا کے پس پردہ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عوامل اوراہداف ونتائج پر مکتب کربلا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روکار،سچے</w:t>
      </w:r>
      <w:r>
        <w:rPr>
          <w:rtl/>
          <w:lang w:bidi="ur-PK"/>
        </w:rPr>
        <w:t xml:space="preserve"> عاشق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،مجاہد</w:t>
      </w:r>
      <w:r>
        <w:rPr>
          <w:rtl/>
          <w:lang w:bidi="ur-PK"/>
        </w:rPr>
        <w:t xml:space="preserve"> ومبارز،حضرت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کے فرزند صادق،کربلائے عصر کے سورماودل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انسان،بطل 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اورفرزنداسلام حضرت امام خامنہ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دامت برکاتہ کے خطبات وتقار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وہ نادر مجموعہ ہے جسے موسّسہ قدر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تہران نے شائع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،دلربائے</w:t>
      </w:r>
      <w:r>
        <w:rPr>
          <w:rtl/>
          <w:lang w:bidi="ur-PK"/>
        </w:rPr>
        <w:t xml:space="preserve"> قلوب 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واقعہ کربلاسے ماقبل وبعد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کاتحل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 سے جائزہ لے کر موجود ہ عصر کے تقاضوں سے اسے ہم آہنگ کرکے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مشخص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نشرولا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پاکستان(مرکز حفظ ونشر آثار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)کاق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 w:rsidR="001928B4" w:rsidRPr="0077300E">
        <w:rPr>
          <w:rFonts w:hint="cs"/>
          <w:rtl/>
          <w:lang w:bidi="ur-PK"/>
        </w:rPr>
        <w:t>2</w:t>
      </w:r>
      <w:r w:rsidR="0077300E" w:rsidRPr="0077300E">
        <w:rPr>
          <w:rFonts w:hint="cs"/>
          <w:rtl/>
          <w:lang w:bidi="ur-PK"/>
        </w:rPr>
        <w:t>00</w:t>
      </w:r>
      <w:r w:rsidR="001928B4" w:rsidRPr="0077300E">
        <w:rPr>
          <w:rFonts w:hint="cs"/>
          <w:rtl/>
          <w:lang w:bidi="ur-PK"/>
        </w:rPr>
        <w:t>2</w:t>
      </w:r>
      <w:r w:rsidRPr="004C1FD1">
        <w:rPr>
          <w:rFonts w:hint="cs"/>
          <w:rtl/>
        </w:rPr>
        <w:t xml:space="preserve"> ئ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۔اس ادارے کا مقصد رہبر معظم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العظم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خامنہ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مطبوع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مطبوع آثار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اوران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اردو زبان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منتقل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نئے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چہ</w:t>
      </w:r>
      <w:r>
        <w:rPr>
          <w:rtl/>
          <w:lang w:bidi="ur-PK"/>
        </w:rPr>
        <w:t xml:space="preserve"> ہائے فکر کو کھولنے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مددگار ثابت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وںکو</w:t>
      </w:r>
      <w:r>
        <w:rPr>
          <w:rtl/>
          <w:lang w:bidi="ur-PK"/>
        </w:rPr>
        <w:t xml:space="preserve"> سمجھ کر بطر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احسن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نشرولا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پاکستان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tl/>
          <w:lang w:bidi="ur-PK"/>
        </w:rPr>
        <w:t>(مرکز حفظ ونشر آثارولا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) </w:t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064306">
      <w:pPr>
        <w:pStyle w:val="Heading2Center"/>
        <w:rPr>
          <w:rtl/>
          <w:lang w:bidi="ur-PK"/>
        </w:rPr>
      </w:pPr>
      <w:bookmarkStart w:id="1" w:name="_Toc500671983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اُسوہ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"/>
    </w:p>
    <w:p w:rsidR="00734EFD" w:rsidRDefault="00734EFD" w:rsidP="00064306">
      <w:pPr>
        <w:pStyle w:val="Heading2Center"/>
        <w:rPr>
          <w:rtl/>
          <w:lang w:bidi="ur-PK"/>
        </w:rPr>
      </w:pPr>
      <w:bookmarkStart w:id="2" w:name="_Toc50067198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،دلربائے قلوب</w:t>
      </w:r>
      <w:bookmarkEnd w:id="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دوستو!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دلکش نام ہے ؛ جب ہم احساسات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پتہ چلتا ہے کہ مسلمانوں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 معرفت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 دلربائے قلوب ہے اور مقناط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دلوں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نچتا</w:t>
      </w:r>
      <w:r>
        <w:rPr>
          <w:rtl/>
          <w:lang w:bidi="ur-PK"/>
        </w:rPr>
        <w:t xml:space="preserve"> ہے۔ </w:t>
      </w: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مسلمانوں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و شناخت سے بے بہرہ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کا شمار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بہت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مظلو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نام سنتے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اشکوں کا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لاب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جاتاہے ور اُن کے دل منقلب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خداوند عالم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جب اُن کا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تو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ممالک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کے دل و جان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ذات سے احساسات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۔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رہا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 ہوتا ہے ،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گھر اور اِن بزرگوار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ذات کو مر کز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اِن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عشق و م</w:t>
      </w:r>
      <w:r>
        <w:rPr>
          <w:rFonts w:hint="eastAsia"/>
          <w:rtl/>
          <w:lang w:bidi="ur-PK"/>
        </w:rPr>
        <w:t>حبت</w:t>
      </w:r>
      <w:r>
        <w:rPr>
          <w:rtl/>
          <w:lang w:bidi="ur-PK"/>
        </w:rPr>
        <w:t xml:space="preserve"> کا محور رہا ہے اور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3" w:name="_Toc50067198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اور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3"/>
      <w:r>
        <w:rPr>
          <w:rtl/>
          <w:lang w:bidi="ur-PK"/>
        </w:rPr>
        <w:t xml:space="preserve"> 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اور دعاوں کے لحاظ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اُن کا اسم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اُن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القدر مسمّ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(ذات)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کرتا ہے،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ہے۔ آپ کے کلمات و ارشادات ، معرفت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گرانبہا گوہروں سے لبر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آپ روز عرفہ 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دعائے عر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کو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تو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زبور آل محمد </w:t>
      </w:r>
      <w:r>
        <w:rPr>
          <w:rtl/>
          <w:lang w:bidi="fa-IR"/>
        </w:rPr>
        <w:t>۰ (</w:t>
      </w:r>
      <w:r>
        <w:rPr>
          <w:rtl/>
          <w:lang w:bidi="ur-PK"/>
        </w:rPr>
        <w:t>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سجاد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عشق و معرفت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خزانوں اور اُس کے حسن و جمال کے حَسِ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نغموں سے مالا مال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انسان جب امام سجاد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بعض دعاؤں کا دعائے عرفہ سے موازنہ کرتا ہے تو وہ محسوس کرت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امام سجاد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دعائے عرفہ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دعائے عرفہ ’’اصل ‘‘ ہے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سجاد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’’فرع‘‘۔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دعائے عرفہ، واقعہ کربلا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مواقع پر آپ کے ارشادات ،کلمات اور خطبات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روح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عالم ملکوت کے حقائق اور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معارف الہٰ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بحر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آثار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بہت کم ہے۔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4" w:name="_Toc500671986"/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، انسانوں کے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bookmarkEnd w:id="4"/>
      <w:r>
        <w:rPr>
          <w:rtl/>
          <w:lang w:bidi="ur-PK"/>
        </w:rPr>
        <w:t xml:space="preserve">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بزرگ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تآسّ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خدا سے انتساب و نسبت، اہل عقل و خرد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رہا ہے۔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ہر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موجود،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اور اُسوہ و مثال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جستجو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اپنے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راستے پر قدم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اِس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بعض افراد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اُن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وہ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جو آپ کے ذہن و قلب پر 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اُن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پست انسانوں کا پتہ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جنہوں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اِن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بننے والے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عادات و صفات ،غافل انسانوں کے سِوا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اورکو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غافل انسانوں کو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چند لمحوں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سرگرم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انسانوں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تصوّرات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بعض افراد اپنے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بڑے بڑے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استدانوں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رووں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چل پڑتے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نمونہ اور اُسوہ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عقلمند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انسان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خدا کو اپنا اُسوہ اور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اِ س حد تک شجاع ، قدرت مند اور صاحب ارادہ واخت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اپنے نفس اور جان و دل کے خود حاکم 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نفس اور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کے غلام اور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بنتے۔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5" w:name="_Toc500671987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(دانا)کا بے مثال جواب</w:t>
      </w:r>
      <w:bookmarkEnd w:id="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حکمائ اور فلسف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منسوب ہے کہ اُس نے اسکندر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_ مقدون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_ سے کہا کہ ’’تم ہمارے غلاموں کے غلام ہو۔‘‘ اسکندر اعظم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سن کر برہم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اُس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کہا کہ ’’غصہ نہ کرو، تم اپنے غصے اور شہوت کے غلام ہو۔ تم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حاصل کر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ہوتو اُس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تاب اور مضطرب ہوتے ہو اور جب غصہ کرتے ہو تو اُس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بے 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تم پر سوار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شہوت و غضب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 ہے جبکہ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شہوت و غضب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غلام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 xml:space="preserve">۔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ممکن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قصہ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 اور ممکن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بالکل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نہ رکھتا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خدا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غمبروں</w:t>
      </w:r>
      <w:r>
        <w:rPr>
          <w:rtl/>
          <w:lang w:bidi="ur-PK"/>
        </w:rPr>
        <w:t xml:space="preserve"> اور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شاہراہ کے راہنماوں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بالکل صادق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،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 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متعد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اہل عقل و خرد وہ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اِن بزرگ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وںاور</w:t>
      </w:r>
      <w:r>
        <w:rPr>
          <w:rtl/>
          <w:lang w:bidi="ur-PK"/>
        </w:rPr>
        <w:t xml:space="preserve"> اِن شجاع اور صاحب ارادہ 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انسانوں کو اپنا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راستے پر گامزن ہو کر اپنے باطن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ارادے 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کے مالک بن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6" w:name="_Toc500671988"/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 سے قبل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فعال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6"/>
      <w:r>
        <w:rPr>
          <w:rtl/>
          <w:lang w:bidi="ur-PK"/>
        </w:rPr>
        <w:t xml:space="preserve">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بزرگ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حق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خاک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ناقابل انسان بلکہ تمام عوالم وجود ، بزرگان و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ارواح اور تمام ملائکہ مقرب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اِن عوالم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واضح و آشکار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نورِ مبارک، آفتاب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تابناک و درخشاں ہے۔ اگر انسان اِس نورِ آفتاب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کرے تو اُس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قدم بہت سود مند ہوگا۔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فرزند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تھے بلکہ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و فاطمہ زہرا ٭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 چشم تھے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کو عظمت عطا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خاندان نبوت، دامن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عصمت اور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فضاو ماحول کے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اُنہوں نے صرف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اکتفا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جب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وصال ہوا تو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مبارک آٹھ ، نو برس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جام شہادت نوش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آپ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اڑت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کے نوجوان تھے۔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زمانہ خلافت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امتحان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آزما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اور محنت و جدوجہد کا زمانہ تھا، آپ نے اپنے پدر بزرگوار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اور استعداد کو پروان چڑھانے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بھرپور محنت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مضبوط و مستحکم اور درخشاں و تابناک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اُبھرے۔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کا حوصلہ اور ہمت ہمارے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ہو تو وہ کہے گا کہ بس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و حوصلہ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بس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اچھا ہے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ہمت و حوصلے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مقدار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و حوصلہ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اپنے برادر بزگوار کے زمانہ امامت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ماموم اور امام حسن امام تھے،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و توانائ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اُن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وقف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آگے بڑھا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جاسکے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دراصل اپنے برادر بزرگوار کے شانہ بشانہ وظائف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شرفت</w:t>
      </w:r>
      <w:r>
        <w:rPr>
          <w:rtl/>
          <w:lang w:bidi="ur-PK"/>
        </w:rPr>
        <w:t xml:space="preserve"> اور اپنے امامِ زمانہ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مطلق اطاعت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عظمت و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کا باعث ہے۔ آپ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لمحے پر غور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>۔ شہادت امام حسن کے وقت اور اُس کے بعد جو ناگوار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، آپ نے اُن سب کا ثابت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تمام مشکلات کو برداشت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ام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آپ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دس سال اور چند ماہ زندہ رہے؛ لہٰذا آپ 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واقعہ کربلا سے دس سال قبل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۔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7" w:name="_Toc500671989"/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سے مقابلہ</w:t>
      </w:r>
      <w:bookmarkEnd w:id="7"/>
      <w:r>
        <w:rPr>
          <w:rtl/>
          <w:lang w:bidi="ur-PK"/>
        </w:rPr>
        <w:t xml:space="preserve">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اورتضرّع وزار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توسُّل ، حرم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کا اعتکاف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اضت</w:t>
      </w:r>
      <w:r>
        <w:rPr>
          <w:rtl/>
          <w:lang w:bidi="ur-PK"/>
        </w:rPr>
        <w:t xml:space="preserve">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سلوک؛ سب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مبارک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رُخ ہے۔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دوسرا رُخ علم اور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فروغ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خدمات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سے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جانے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عبارت ہے۔ اُس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آفت و بلا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نے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پورے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زمانہ تھا کہ جب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کے شہروں، ممالک اور مسلمان قوموں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اِ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لعن اور سبّ و شتم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الزام ہوتا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امامت کا طرفدار اور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اُس کے خلاف قانون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’’</w:t>
      </w:r>
      <w:r w:rsidRPr="00064306">
        <w:rPr>
          <w:rStyle w:val="libArabicChar"/>
          <w:rtl/>
        </w:rPr>
        <w:t>اَلقَتلُ بِالظَنَّ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064306">
        <w:rPr>
          <w:rStyle w:val="libArabicChar"/>
          <w:rtl/>
        </w:rPr>
        <w:t xml:space="preserve"> وَالآَخذُ بِالتُّ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>مَ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‘‘،</w:t>
      </w:r>
      <w:r>
        <w:rPr>
          <w:rtl/>
          <w:lang w:bidi="ur-PK"/>
        </w:rPr>
        <w:t>(صرف اِس گمان 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</w:t>
      </w:r>
      <w:r>
        <w:rPr>
          <w:rtl/>
          <w:lang w:bidi="ur-PK"/>
        </w:rPr>
        <w:t xml:space="preserve"> 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اور صرف الزام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اُس کا مال و دولت لوٹ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سے اُس کاوظ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جاتا)۔ 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دشوار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مضبوط چٹان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جمے رہے اور آپ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اور برندہ تلوار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پڑے ہوئے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کے تمام پردوں کو چاک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(م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) آپ کا وہ مشہور و معروف خطبہ اور علما سے آپ کے ارشادات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ںمحفوظ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</w:t>
      </w:r>
      <w:r>
        <w:rPr>
          <w:rFonts w:hint="eastAsia"/>
          <w:rtl/>
          <w:lang w:bidi="ur-PK"/>
        </w:rPr>
        <w:t>بات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عکاس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روح رواں تھے۔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</w:p>
    <w:p w:rsidR="00064306" w:rsidRDefault="00064306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8" w:name="_Toc500671990"/>
      <w:r>
        <w:rPr>
          <w:rFonts w:hint="eastAsia"/>
          <w:rtl/>
          <w:lang w:bidi="ur-PK"/>
        </w:rPr>
        <w:lastRenderedPageBreak/>
        <w:t>امر</w:t>
      </w:r>
      <w:r>
        <w:rPr>
          <w:rtl/>
          <w:lang w:bidi="ur-PK"/>
        </w:rPr>
        <w:t xml:space="preserve"> بالمعروف و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</w:t>
      </w:r>
      <w:bookmarkEnd w:id="8"/>
      <w:r>
        <w:rPr>
          <w:rtl/>
          <w:lang w:bidi="ur-PK"/>
        </w:rPr>
        <w:t xml:space="preserve"> 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پر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امر 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نام آپ کے خط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اوراق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ناقابل انکار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اور قابل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حصّہ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اتفاق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اِ س خط کو کہ جہاں تک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اہل سنت </w:t>
      </w:r>
      <w:r>
        <w:rPr>
          <w:rFonts w:hint="eastAsia"/>
          <w:rtl/>
          <w:lang w:bidi="ur-PK"/>
        </w:rPr>
        <w:t>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اُسے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 نقل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آپ کا وہ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الشّان خط اور آپ کا مجاہدانہ اور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رانہ</w:t>
      </w:r>
      <w:r>
        <w:rPr>
          <w:rtl/>
          <w:lang w:bidi="ur-PK"/>
        </w:rPr>
        <w:t xml:space="preserve"> انداز سے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دراصل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سلطنت 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قابض ہونے سے لے کر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کربلا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آپ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کے عرصے پر مشتمل ہے۔ اِس دوران آپ کے تمام اقدامات،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تھے۔ آپ </w:t>
      </w:r>
      <w:r>
        <w:rPr>
          <w:rFonts w:hint="eastAsia"/>
          <w:rtl/>
          <w:lang w:bidi="ur-PK"/>
        </w:rPr>
        <w:t>خود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064306">
        <w:rPr>
          <w:rStyle w:val="libArabicChar"/>
          <w:rtl/>
        </w:rPr>
        <w:t>’’اُرِ</w:t>
      </w:r>
      <w:r w:rsidRPr="00064306">
        <w:rPr>
          <w:rStyle w:val="libArabicChar"/>
          <w:rFonts w:hint="cs"/>
          <w:rtl/>
        </w:rPr>
        <w:t>ی</w:t>
      </w:r>
      <w:r w:rsidRPr="00064306">
        <w:rPr>
          <w:rStyle w:val="libArabicChar"/>
          <w:rFonts w:hint="eastAsia"/>
          <w:rtl/>
        </w:rPr>
        <w:t>دُ</w:t>
      </w:r>
      <w:r w:rsidRPr="00064306">
        <w:rPr>
          <w:rStyle w:val="libArabicChar"/>
          <w:rtl/>
        </w:rPr>
        <w:t xml:space="preserve"> اَن آمُرَ باِلمَعرُوفِ و اَن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>ٰ</w:t>
      </w:r>
      <w:r w:rsidRPr="00064306">
        <w:rPr>
          <w:rStyle w:val="libArabicChar"/>
          <w:rFonts w:hint="cs"/>
          <w:rtl/>
        </w:rPr>
        <w:t>ی</w:t>
      </w:r>
      <w:r w:rsidRPr="00064306">
        <w:rPr>
          <w:rStyle w:val="libArabicChar"/>
          <w:rtl/>
        </w:rPr>
        <w:t xml:space="preserve"> عَنِ المُنکَرِ</w:t>
      </w:r>
      <w:r>
        <w:rPr>
          <w:rtl/>
          <w:lang w:bidi="ur-PK"/>
        </w:rPr>
        <w:t>‘‘، 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منع کرنا چاہتا ہوں۔‘‘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64306">
      <w:pPr>
        <w:pStyle w:val="Heading2Center"/>
        <w:rPr>
          <w:rtl/>
          <w:lang w:bidi="ur-PK"/>
        </w:rPr>
      </w:pPr>
      <w:bookmarkStart w:id="9" w:name="_Toc500671991"/>
      <w:r>
        <w:rPr>
          <w:rFonts w:hint="eastAsia"/>
          <w:rtl/>
          <w:lang w:bidi="ur-PK"/>
        </w:rPr>
        <w:t>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جدوجہد</w:t>
      </w:r>
      <w:bookmarkEnd w:id="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توجہ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مثلا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_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نفس اور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_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روح رواں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اورساتھ ساتھ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سے مقابلہ، احکام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و اشاعت ، شاگردوں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اُن کے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سے عبارت ہے،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جدوجہد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پرچم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بلند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انسان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مصروف عمل ہے۔ </w:t>
      </w:r>
    </w:p>
    <w:p w:rsidR="00734EFD" w:rsidRDefault="00734EFD" w:rsidP="00064306">
      <w:pPr>
        <w:pStyle w:val="Heading2Center"/>
        <w:rPr>
          <w:rtl/>
          <w:lang w:bidi="ur-PK"/>
        </w:rPr>
      </w:pPr>
      <w:bookmarkStart w:id="10" w:name="_Toc50067199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کا اجمال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ئزہ</w:t>
      </w:r>
      <w:bookmarkEnd w:id="10"/>
    </w:p>
    <w:p w:rsidR="00734EFD" w:rsidRDefault="00734EFD" w:rsidP="00064306">
      <w:pPr>
        <w:pStyle w:val="Heading2Center"/>
        <w:rPr>
          <w:rtl/>
          <w:lang w:bidi="ur-PK"/>
        </w:rPr>
      </w:pPr>
      <w:bookmarkStart w:id="11" w:name="_Toc500671993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دور</w:t>
      </w:r>
      <w:bookmarkEnd w:id="1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سے پہلے مرحلے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کتنا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تاکہ اِس کہ علل و اسباب کو تلاش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کہے کہ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قتل ہوا ہے اور چند افراد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ہم سب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عاشورا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’’</w:t>
      </w:r>
      <w:r w:rsidRPr="00064306">
        <w:rPr>
          <w:rStyle w:val="libArabicChar"/>
          <w:rtl/>
        </w:rPr>
        <w:t>لَقَد عَظُمَتِ الرَّزِ</w:t>
      </w:r>
      <w:r w:rsidRPr="00064306">
        <w:rPr>
          <w:rStyle w:val="libArabicChar"/>
          <w:rFonts w:hint="cs"/>
          <w:rtl/>
        </w:rPr>
        <w:t>يَّ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ُ</w:t>
      </w:r>
      <w:r w:rsidRPr="00064306">
        <w:rPr>
          <w:rStyle w:val="libArabicChar"/>
          <w:rtl/>
        </w:rPr>
        <w:t xml:space="preserve"> وَ جَلَّت وَ عَظُمَتِ المُصِ</w:t>
      </w:r>
      <w:r w:rsidRPr="00064306">
        <w:rPr>
          <w:rStyle w:val="libArabicChar"/>
          <w:rFonts w:hint="cs"/>
          <w:rtl/>
        </w:rPr>
        <w:t>ی</w:t>
      </w:r>
      <w:r w:rsidRPr="00064306">
        <w:rPr>
          <w:rStyle w:val="libArabicChar"/>
          <w:rFonts w:hint="eastAsia"/>
          <w:rtl/>
        </w:rPr>
        <w:t>بَ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ُ</w:t>
      </w:r>
      <w:r>
        <w:rPr>
          <w:rtl/>
          <w:lang w:bidi="ur-PK"/>
        </w:rPr>
        <w:t xml:space="preserve"> ‘‘۔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مصائب و مشکلات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’’رز</w:t>
      </w:r>
      <w:r>
        <w:rPr>
          <w:rFonts w:hint="cs"/>
          <w:rtl/>
          <w:lang w:bidi="ur-PK"/>
        </w:rPr>
        <w:t>یۃ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حادثہ؛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حادثہ اور واقعہ بہت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کمر توڑ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بے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واقعہ ہے ۔ لہٰذا اِس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اندازہ لگانے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ادوار کو اجمال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آپ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ہوں۔ آپ ملاحظہ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اِن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ادوار کا مطالعہ کرنے والا شخص اِن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سامنے پاتا ہے کہ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گمان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کہ نوب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جا پہنچے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اِس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جدّ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کے کچھ افراد روز عاشورا اُس کا محاصرہ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اُسے اور اُس کے اصحاب و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سفاکانہ اور دردناک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قتل عام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زمانہ ہے ، دوسرا زمانہ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وصال کے بعد پچ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تک کا زمانہ ہے جبکہ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زمانہ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کے عرصے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ہے۔</w:t>
      </w:r>
    </w:p>
    <w:p w:rsidR="00734EFD" w:rsidRDefault="00734EFD" w:rsidP="00064306">
      <w:pPr>
        <w:pStyle w:val="Heading2Center"/>
        <w:rPr>
          <w:rtl/>
          <w:lang w:bidi="ur-PK"/>
        </w:rPr>
      </w:pPr>
      <w:bookmarkStart w:id="12" w:name="_Toc500671994"/>
      <w:r>
        <w:rPr>
          <w:rFonts w:hint="eastAsia"/>
          <w:rtl/>
          <w:lang w:bidi="ur-PK"/>
        </w:rPr>
        <w:t>دورِ</w:t>
      </w:r>
      <w:r>
        <w:rPr>
          <w:rtl/>
          <w:lang w:bidi="ur-PK"/>
        </w:rPr>
        <w:t xml:space="preserve"> طفول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2"/>
    </w:p>
    <w:p w:rsidR="00734EFD" w:rsidRDefault="00734EFD" w:rsidP="0006430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کے اِس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نور چشم تھے۔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بنام فاطمہ  کہ اُس زمانے کے تمام مسلمان جانتے تھے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اُن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’’</w:t>
      </w:r>
      <w:r w:rsidRPr="00064306">
        <w:rPr>
          <w:rStyle w:val="libArabicChar"/>
          <w:rtl/>
        </w:rPr>
        <w:t>اِنَّ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>َ لِ</w:t>
      </w:r>
      <w:r w:rsidRPr="00064306">
        <w:rPr>
          <w:rStyle w:val="libArabicChar"/>
          <w:rFonts w:hint="cs"/>
          <w:rtl/>
        </w:rPr>
        <w:t>يَغضِبَ لِغَ</w:t>
      </w:r>
      <w:r w:rsidRPr="00064306">
        <w:rPr>
          <w:rStyle w:val="libArabicChar"/>
          <w:rFonts w:hint="eastAsia"/>
          <w:rtl/>
        </w:rPr>
        <w:t>ضَبِ</w:t>
      </w:r>
      <w:r w:rsidRPr="00064306">
        <w:rPr>
          <w:rStyle w:val="libArabicChar"/>
          <w:rtl/>
        </w:rPr>
        <w:t xml:space="preserve"> فَاطِمَ</w:t>
      </w:r>
      <w:r w:rsidR="001928B4" w:rsidRPr="001928B4">
        <w:rPr>
          <w:rStyle w:val="libArabicChar"/>
          <w:rFonts w:hint="cs"/>
          <w:rtl/>
        </w:rPr>
        <w:t>ة</w:t>
      </w:r>
      <w:r w:rsidRPr="00064306">
        <w:rPr>
          <w:rStyle w:val="libArabicChar"/>
          <w:rtl/>
        </w:rPr>
        <w:t xml:space="preserve"> وَ </w:t>
      </w:r>
      <w:r w:rsidRPr="00064306">
        <w:rPr>
          <w:rStyle w:val="libArabicChar"/>
          <w:rFonts w:hint="cs"/>
          <w:rtl/>
        </w:rPr>
        <w:t>يَرضی</w:t>
      </w:r>
      <w:r w:rsidRPr="00064306">
        <w:rPr>
          <w:rStyle w:val="libArabicChar"/>
          <w:rtl/>
        </w:rPr>
        <w:t xml:space="preserve"> لِرِضَا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>َا</w:t>
      </w:r>
      <w:r>
        <w:rPr>
          <w:rtl/>
          <w:lang w:bidi="ur-PK"/>
        </w:rPr>
        <w:t xml:space="preserve">‘‘ </w:t>
      </w:r>
      <w:r w:rsidR="00064306" w:rsidRPr="00064306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>، ’’اگر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فاطمہ کو غضبناک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اُس نے غضب خدا کو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فاطمہ کو خوش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اُس نے خدا کو خوشنود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ا‘‘</w:t>
      </w:r>
      <w:r>
        <w:rPr>
          <w:rtl/>
          <w:lang w:bidi="ur-PK"/>
        </w:rPr>
        <w:t>۔ توجہ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صاحبزاد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ہے کہ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مجمع عام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تعداد کے سامنے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طرح گفتگو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734EFD" w:rsidRDefault="00734EFD" w:rsidP="0006430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ہاتھ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کے اُس فرد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جو عظمت و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شجاعت و کارناموں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بہت بلند درجے پر فائز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جوان، شجاع ،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ف،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مسلمانوں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</w:t>
      </w:r>
      <w:r>
        <w:rPr>
          <w:rFonts w:hint="eastAsia"/>
          <w:rtl/>
          <w:lang w:bidi="ur-PK"/>
        </w:rPr>
        <w:t>اندار</w:t>
      </w:r>
      <w:r>
        <w:rPr>
          <w:rtl/>
          <w:lang w:bidi="ur-PK"/>
        </w:rPr>
        <w:t xml:space="preserve">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کاحامل،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شجاع اور تمام نبرد 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آگے آگے تھا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اسلام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مرہونِ منت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جوان ہر اُس جگہ آگے آگے نظر آتا ہے کہ جہاں سب (بڑے بڑے سورما اور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)پ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رہ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</w:t>
      </w:r>
      <w:r w:rsidR="00064306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مضبوط</w:t>
      </w:r>
      <w:r>
        <w:rPr>
          <w:rtl/>
          <w:lang w:bidi="ur-PK"/>
        </w:rPr>
        <w:t xml:space="preserve"> ہاتھوں سے گھتّ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سلجھاتا ہے اور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رکاوٹ کوتہس نہس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064306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محبوب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داماد ہے کہ جسے خدا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رشتہ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اقربا پرور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اور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اُس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ہے۔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064306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جوان</w:t>
      </w:r>
      <w:r>
        <w:rPr>
          <w:rtl/>
          <w:lang w:bidi="ur-PK"/>
        </w:rPr>
        <w:t xml:space="preserve"> اور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بچہ جنم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جو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کہلاتاہے۔</w:t>
      </w:r>
    </w:p>
    <w:p w:rsidR="00734EFD" w:rsidRDefault="00734EFD" w:rsidP="0006430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عظمت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صرف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064306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کے سربراہ 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کے حاکم اور تمام مسلمانوں کے محبوب رسول اور قائد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اِس بچے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اُسے اپنے ساتھ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</w:t>
      </w:r>
      <w:r>
        <w:rPr>
          <w:rFonts w:hint="eastAsia"/>
          <w:rtl/>
          <w:lang w:bidi="ur-PK"/>
        </w:rPr>
        <w:t>جاتے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بچہ ، تمام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محبوب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دل کا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آنکھوں کا نور اور اُس کا محبوب ہے۔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، منبر پر خطبہ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مصروف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اِس بچے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الجھتا ہے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گر جاتا ہے 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منبر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اُسے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نوازش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اِس بچے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>!</w:t>
      </w:r>
    </w:p>
    <w:p w:rsidR="00734EFD" w:rsidRDefault="00734EFD" w:rsidP="0006430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>نے چھ سات سال کے امام حسن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متعلق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’’</w:t>
      </w:r>
      <w:r w:rsidRPr="00064306">
        <w:rPr>
          <w:rStyle w:val="libArabicChar"/>
          <w:rtl/>
        </w:rPr>
        <w:t>سَ</w:t>
      </w:r>
      <w:r w:rsidRPr="00064306">
        <w:rPr>
          <w:rStyle w:val="libArabicChar"/>
          <w:rFonts w:hint="cs"/>
          <w:rtl/>
        </w:rPr>
        <w:t>يِّدی</w:t>
      </w:r>
      <w:r w:rsidRPr="00064306">
        <w:rPr>
          <w:rStyle w:val="libArabicChar"/>
          <w:rtl/>
        </w:rPr>
        <w:t xml:space="preserve"> شَبَابِ اَ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>لِ الجَنَّ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064306">
        <w:rPr>
          <w:rStyle w:val="libArabicChar"/>
          <w:rtl/>
        </w:rPr>
        <w:t xml:space="preserve"> </w:t>
      </w:r>
      <w:r>
        <w:rPr>
          <w:rtl/>
          <w:lang w:bidi="ur-PK"/>
        </w:rPr>
        <w:t xml:space="preserve">‘‘ </w:t>
      </w:r>
      <w:r w:rsidR="00064306" w:rsidRPr="00064306">
        <w:rPr>
          <w:rStyle w:val="libFootnotenumChar"/>
          <w:rFonts w:hint="cs"/>
          <w:rtl/>
        </w:rPr>
        <w:t>(2)</w:t>
      </w:r>
      <w:r w:rsidRPr="004C1FD1">
        <w:rPr>
          <w:rFonts w:hint="cs"/>
          <w:rtl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جوانان جنت کے سردار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سن بلوغ کو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پہنچے اور انہوں نے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قدم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جوانان جنت کے سردار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بچے چھ سات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ادراک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شرافت و عظمت اِن کے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موجزن ہے۔ اگر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بچہ،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اُمت کے ہاتھوں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جرم و خطا کے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تو اُس معاشرے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اِس بات کو ہرگز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سب افراد نے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ہوسکتا ہے؟!</w:t>
      </w:r>
    </w:p>
    <w:p w:rsidR="00734EFD" w:rsidRDefault="00734EFD" w:rsidP="00734EFD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  <w:r>
        <w:rPr>
          <w:rtl/>
          <w:lang w:bidi="ur-PK"/>
        </w:rPr>
        <w:t xml:space="preserve"> </w:t>
      </w:r>
    </w:p>
    <w:p w:rsidR="00734EFD" w:rsidRDefault="00EB7C08" w:rsidP="00734EFD">
      <w:pPr>
        <w:pStyle w:val="libFootnote"/>
        <w:rPr>
          <w:rtl/>
        </w:rPr>
      </w:pPr>
      <w:r w:rsidRPr="0077300E">
        <w:rPr>
          <w:rFonts w:hint="cs"/>
          <w:rtl/>
        </w:rPr>
        <w:t>1</w:t>
      </w:r>
      <w:r w:rsidR="00734EFD">
        <w:rPr>
          <w:rFonts w:hint="cs"/>
          <w:rtl/>
        </w:rPr>
        <w:t xml:space="preserve"> بحار الانوار ، جلد </w:t>
      </w:r>
      <w:r w:rsidR="001928B4" w:rsidRPr="0077300E">
        <w:rPr>
          <w:rFonts w:hint="cs"/>
          <w:rtl/>
        </w:rPr>
        <w:t>43</w:t>
      </w:r>
      <w:r w:rsidR="00734EFD">
        <w:rPr>
          <w:rFonts w:hint="cs"/>
          <w:rtl/>
        </w:rPr>
        <w:t xml:space="preserve"> صفحہ </w:t>
      </w:r>
      <w:r w:rsidR="001928B4" w:rsidRPr="0077300E">
        <w:rPr>
          <w:rFonts w:hint="cs"/>
          <w:rtl/>
        </w:rPr>
        <w:t>44</w:t>
      </w:r>
    </w:p>
    <w:p w:rsidR="00734EFD" w:rsidRDefault="00EB7C08" w:rsidP="00734EFD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734EFD">
        <w:rPr>
          <w:rFonts w:hint="cs"/>
          <w:rtl/>
        </w:rPr>
        <w:t xml:space="preserve"> بحار الانوار ، جلد</w:t>
      </w:r>
      <w:r w:rsidR="001928B4" w:rsidRPr="0077300E">
        <w:rPr>
          <w:rFonts w:hint="cs"/>
          <w:rtl/>
        </w:rPr>
        <w:t>1</w:t>
      </w:r>
      <w:r w:rsidR="0077300E" w:rsidRPr="0077300E">
        <w:rPr>
          <w:rFonts w:hint="cs"/>
          <w:rtl/>
        </w:rPr>
        <w:t>0</w:t>
      </w:r>
      <w:r w:rsidR="00734EFD">
        <w:rPr>
          <w:rFonts w:hint="cs"/>
          <w:rtl/>
        </w:rPr>
        <w:t xml:space="preserve">، صفحہ </w:t>
      </w:r>
      <w:r w:rsidR="001928B4" w:rsidRPr="0077300E">
        <w:rPr>
          <w:rFonts w:hint="cs"/>
          <w:rtl/>
        </w:rPr>
        <w:t>353</w:t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EB7C08">
      <w:pPr>
        <w:pStyle w:val="Heading2Center"/>
        <w:rPr>
          <w:rtl/>
          <w:lang w:bidi="ur-PK"/>
        </w:rPr>
      </w:pPr>
      <w:bookmarkStart w:id="13" w:name="_Toc500671995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دورانِ جوان</w:t>
      </w:r>
      <w:r>
        <w:rPr>
          <w:rFonts w:hint="cs"/>
          <w:rtl/>
          <w:lang w:bidi="ur-PK"/>
        </w:rPr>
        <w:t>ی</w:t>
      </w:r>
      <w:bookmarkEnd w:id="13"/>
    </w:p>
    <w:p w:rsidR="00734EFD" w:rsidRDefault="00734EFD" w:rsidP="00EB7C0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دور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تک کا پچ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سالہ دور ہے۔ اِس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جوان،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عالم اورشجاع ہے ، جنگوں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آگے آگے ہے، عالم اسلام کے بڑے بڑے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حصہ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کے تمام مسلمان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واقف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جواد و سخ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نام آتا ہے تو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متمرکز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مکہ ومد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مسلمانوں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 w:rsidR="00EB7C08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جہاں جہاں اسلام کا نور پہنچا،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جگمگا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کا احترام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خلفائے راشد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حسن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احترام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اِن دونوں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قولاً و عملاً قائل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دونوں کے نام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احترام اور ع</w:t>
      </w:r>
      <w:r>
        <w:rPr>
          <w:rFonts w:hint="eastAsia"/>
          <w:rtl/>
          <w:lang w:bidi="ur-PK"/>
        </w:rPr>
        <w:t>ظمت</w:t>
      </w:r>
      <w:r>
        <w:rPr>
          <w:rtl/>
          <w:lang w:bidi="ur-PK"/>
        </w:rPr>
        <w:t xml:space="preserve">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اپنے زمانے کے بے مثل و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جوان اور سب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قابل احترام۔ اگر اُنہ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 (کہ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آج تم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کررہے ہو) کل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کے ہاتھوں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تو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کرتا۔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EB7C08">
      <w:pPr>
        <w:pStyle w:val="Heading2Center"/>
        <w:rPr>
          <w:rtl/>
          <w:lang w:bidi="ur-PK"/>
        </w:rPr>
      </w:pPr>
      <w:bookmarkStart w:id="14" w:name="_Toc50067199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دورانِ غربت</w:t>
      </w:r>
      <w:bookmarkEnd w:id="14"/>
    </w:p>
    <w:p w:rsidR="00734EFD" w:rsidRDefault="00734EFD" w:rsidP="00EB7C0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دور،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کا دور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غربت و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دور۔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امام حسن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آئے۔حضرت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تک تمام مسلمانوں کے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 w:rsidR="00EB7C08" w:rsidRPr="00EB7C08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 xml:space="preserve"> رہے اور آپ تمام مسلمانوں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بزرگ مفت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قابل احترام تھے۔ آپ عالم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EB7C08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ہو</w:t>
      </w:r>
      <w:r>
        <w:rPr>
          <w:rtl/>
          <w:lang w:bidi="ur-PK"/>
        </w:rPr>
        <w:t xml:space="preserve"> نے والوںک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کا مرکز،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وتر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محور اوراہل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اظہا رعق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و محبت رکھنے والے</w:t>
      </w:r>
      <w:r w:rsidR="00EB7C08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افراد</w:t>
      </w:r>
      <w:r>
        <w:rPr>
          <w:rtl/>
          <w:lang w:bidi="ur-PK"/>
        </w:rPr>
        <w:t xml:space="preserve"> کے توسل و تمسک کے نقطہ ارتکاز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کرتے رہے ۔ آپ ، محبوب، بزرگ،</w:t>
      </w:r>
      <w:r w:rsidR="00EB7C08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ف،</w:t>
      </w:r>
      <w:r>
        <w:rPr>
          <w:rtl/>
          <w:lang w:bidi="ur-PK"/>
        </w:rPr>
        <w:t xml:space="preserve"> 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عالم وآگاہ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مالک تھے۔</w:t>
      </w:r>
    </w:p>
    <w:p w:rsidR="00734EFD" w:rsidRDefault="00734EFD" w:rsidP="00EB7C0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خط لکھا،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حاکم کو تنب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خط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 تو عالم اسلام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موت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پو رے احترام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 وصول کرتاہے، اُسے پڑھتا ہے ، تحمل کرتا ہے اور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کہتا۔ اگر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کہ آئندہ چند سالوں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محترم ،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EB7C08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کہ جو تمام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اسلام وقرآن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اسلام و قرآن کے اِنہ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ماننے والوں کے ہاتھوں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دردناک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کہ جس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تھا</w:t>
      </w:r>
      <w:r>
        <w:rPr>
          <w:rtl/>
          <w:lang w:bidi="ur-PK"/>
        </w:rPr>
        <w:t xml:space="preserve">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بات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ناقابل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واقعہ رونما ہوا اور کن افراد کے ہاتھوں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ہوا؟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جو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دوڑ دوڑ کر آتے تھے، سلام کرتے تھے اور اپنے خلوص کا مظاہرہ کرتے تھے۔ </w:t>
      </w: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(متضاد) باتوں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مطلب ہے؟ اِ 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اِن پچاس سالوں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بالکل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معاشرہ صرف نام کا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باطن بالکل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پوچ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ہے۔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نماز باجماعت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تعداد موجود ہے، لوگوں نے اپنے اوپرمسلمان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بل</w:t>
      </w:r>
      <w:r>
        <w:rPr>
          <w:rtl/>
          <w:lang w:bidi="ur-PK"/>
        </w:rPr>
        <w:t xml:space="preserve">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 اور کچھ لوگ تو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طرفدار اور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EB7C08">
      <w:pPr>
        <w:pStyle w:val="Heading2Center"/>
        <w:rPr>
          <w:rtl/>
          <w:lang w:bidi="ur-PK"/>
        </w:rPr>
      </w:pPr>
      <w:bookmarkStart w:id="15" w:name="_Toc500671997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</w:t>
      </w:r>
      <w:r>
        <w:rPr>
          <w:rtl/>
          <w:lang w:bidi="fa-IR"/>
        </w:rPr>
        <w:t>۰</w:t>
      </w:r>
      <w:r>
        <w:rPr>
          <w:rtl/>
          <w:lang w:bidi="ur-PK"/>
        </w:rPr>
        <w:t>کے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تمام عالم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قابل احترام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5"/>
    </w:p>
    <w:p w:rsidR="00734EFD" w:rsidRDefault="00734EFD" w:rsidP="00EB7C0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کروں کہ پورے عالم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قبول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اِس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شک وشبہ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تمام عالم اسلام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 اور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صورتحال ہے۔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سب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محبت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مسجد جو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منسوب ہے اور وہ مسجد جو قاہرہ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 سے منسوب ہے 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زوّاروں سے پُر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لوگ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قبر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توسل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EB7C08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قبل </w:t>
      </w:r>
      <w:r w:rsidR="00EB7C08" w:rsidRPr="00EB7C08">
        <w:rPr>
          <w:rStyle w:val="libFootnotenumChar"/>
          <w:rFonts w:hint="cs"/>
          <w:rtl/>
        </w:rPr>
        <w:t>(2)</w:t>
      </w:r>
      <w:r w:rsidRPr="004C1FD1">
        <w:rPr>
          <w:rFonts w:hint="cs"/>
          <w:rtl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مجھے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؛ چونکہ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مطالب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EB7C08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کتاب’’</w:t>
      </w:r>
      <w:r>
        <w:rPr>
          <w:rtl/>
          <w:lang w:bidi="ur-PK"/>
        </w:rPr>
        <w:t xml:space="preserve">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ں‘‘؟کے</w:t>
      </w:r>
      <w:r>
        <w:rPr>
          <w:rtl/>
          <w:lang w:bidi="ur-PK"/>
        </w:rPr>
        <w:t xml:space="preserve"> عنوان سے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سعود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محقق نے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کرکے اِس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مراد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فاطمہ ٭اور حسن و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 ہم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روح کا حصہ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ہمارے اِس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لکھا اور طبع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موجود ہے اور اِس کے ہزاروں نسخے چھپ ہو کر فروخت ہوچکے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 w:rsidR="00EB7C08" w:rsidRPr="00EB7C08">
        <w:rPr>
          <w:rStyle w:val="libFootnotenumChar"/>
          <w:rFonts w:hint="cs"/>
          <w:rtl/>
        </w:rPr>
        <w:t>(3)</w:t>
      </w:r>
    </w:p>
    <w:p w:rsidR="00734EFD" w:rsidRDefault="00734EFD" w:rsidP="00734EFD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734EFD" w:rsidRDefault="00EB7C08" w:rsidP="00734EFD">
      <w:pPr>
        <w:pStyle w:val="libFootnote"/>
        <w:rPr>
          <w:rtl/>
        </w:rPr>
      </w:pPr>
      <w:r w:rsidRPr="0077300E">
        <w:rPr>
          <w:rFonts w:hint="cs"/>
          <w:rtl/>
        </w:rPr>
        <w:lastRenderedPageBreak/>
        <w:t>1</w:t>
      </w:r>
      <w:r w:rsidR="00734EFD">
        <w:rPr>
          <w:rFonts w:hint="cs"/>
          <w:rtl/>
        </w:rPr>
        <w:t xml:space="preserve"> معنوی</w:t>
      </w:r>
      <w:r w:rsidR="00734EFD">
        <w:rPr>
          <w:rtl/>
        </w:rPr>
        <w:t xml:space="preserve"> امام اس لحاظ سے کہ ام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ر</w:t>
      </w:r>
      <w:r w:rsidR="00734EFD">
        <w:rPr>
          <w:rtl/>
        </w:rPr>
        <w:t xml:space="preserve"> المومن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ن</w:t>
      </w:r>
      <w:r w:rsidR="00734EFD">
        <w:rPr>
          <w:rtl/>
        </w:rPr>
        <w:t xml:space="preserve"> ک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شہادت کے بعد امامت ، امام حسن کو منتقل ہوئ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اور آپ ک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شہادت کے بعد امامت ، امام حس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ن</w:t>
      </w:r>
      <w:r w:rsidR="00734EFD">
        <w:rPr>
          <w:rtl/>
        </w:rPr>
        <w:t xml:space="preserve"> کو منتقل ہوئ</w:t>
      </w:r>
      <w:r w:rsidR="00734EFD">
        <w:rPr>
          <w:rFonts w:hint="cs"/>
          <w:rtl/>
        </w:rPr>
        <w:t>ی</w:t>
      </w:r>
      <w:r w:rsidR="00734EFD">
        <w:rPr>
          <w:rtl/>
        </w:rPr>
        <w:t>۔ امام حسن ک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امامت کا زمانہ 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ا</w:t>
      </w:r>
      <w:r w:rsidR="00734EFD">
        <w:rPr>
          <w:rtl/>
        </w:rPr>
        <w:t xml:space="preserve"> امام حس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ن</w:t>
      </w:r>
      <w:r w:rsidR="00734EFD">
        <w:rPr>
          <w:rtl/>
        </w:rPr>
        <w:t xml:space="preserve"> ک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اپن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امامت کا دور، دونوں زمانوں م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ں</w:t>
      </w:r>
      <w:r w:rsidR="00734EFD">
        <w:rPr>
          <w:rtl/>
        </w:rPr>
        <w:t xml:space="preserve"> امام حس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ن</w:t>
      </w:r>
      <w:r w:rsidR="00734EFD">
        <w:rPr>
          <w:rtl/>
        </w:rPr>
        <w:t xml:space="preserve"> </w:t>
      </w:r>
      <w:r w:rsidR="001928B4" w:rsidRPr="0077300E">
        <w:rPr>
          <w:rFonts w:hint="cs"/>
          <w:rtl/>
        </w:rPr>
        <w:t>2</w:t>
      </w:r>
      <w:r w:rsidR="0077300E" w:rsidRPr="0077300E">
        <w:rPr>
          <w:rFonts w:hint="cs"/>
          <w:rtl/>
        </w:rPr>
        <w:t>0</w:t>
      </w:r>
      <w:r w:rsidR="00734EFD">
        <w:rPr>
          <w:rFonts w:hint="cs"/>
          <w:rtl/>
        </w:rPr>
        <w:t xml:space="preserve"> سال تک تمام مسلمانوں کے معنوی</w:t>
      </w:r>
      <w:r w:rsidR="00734EFD">
        <w:rPr>
          <w:rtl/>
        </w:rPr>
        <w:t xml:space="preserve"> امام رہے ۔ (مترجم)</w:t>
      </w:r>
    </w:p>
    <w:p w:rsidR="00734EFD" w:rsidRDefault="00EB7C08" w:rsidP="00734EFD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734EFD">
        <w:rPr>
          <w:rFonts w:hint="cs"/>
          <w:rtl/>
        </w:rPr>
        <w:t xml:space="preserve"> تقری</w:t>
      </w:r>
      <w:r w:rsidR="00734EFD">
        <w:rPr>
          <w:rFonts w:hint="eastAsia"/>
          <w:rtl/>
        </w:rPr>
        <w:t>باً</w:t>
      </w:r>
      <w:r w:rsidR="00734EFD">
        <w:rPr>
          <w:rtl/>
        </w:rPr>
        <w:t xml:space="preserve"> </w:t>
      </w:r>
      <w:r w:rsidR="001928B4" w:rsidRPr="0077300E">
        <w:rPr>
          <w:rFonts w:hint="cs"/>
          <w:rtl/>
        </w:rPr>
        <w:t>1</w:t>
      </w:r>
      <w:r w:rsidR="0077300E" w:rsidRPr="0077300E">
        <w:rPr>
          <w:rFonts w:hint="cs"/>
          <w:rtl/>
        </w:rPr>
        <w:t>998</w:t>
      </w:r>
      <w:r w:rsidR="00734EFD">
        <w:rPr>
          <w:rFonts w:hint="cs"/>
          <w:rtl/>
        </w:rPr>
        <w:t xml:space="preserve"> می</w:t>
      </w:r>
      <w:r w:rsidR="00734EFD">
        <w:rPr>
          <w:rFonts w:hint="eastAsia"/>
          <w:rtl/>
        </w:rPr>
        <w:t>ں</w:t>
      </w:r>
      <w:r w:rsidR="00734EFD">
        <w:rPr>
          <w:rtl/>
        </w:rPr>
        <w:t xml:space="preserve"> ک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ونکہ</w:t>
      </w:r>
      <w:r w:rsidR="00734EFD">
        <w:rPr>
          <w:rtl/>
        </w:rPr>
        <w:t xml:space="preserve"> 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ہ</w:t>
      </w:r>
      <w:r w:rsidR="00734EFD">
        <w:rPr>
          <w:rtl/>
        </w:rPr>
        <w:t xml:space="preserve"> تقر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ر</w:t>
      </w:r>
      <w:r w:rsidR="00734EFD">
        <w:rPr>
          <w:rtl/>
        </w:rPr>
        <w:t xml:space="preserve"> سن </w:t>
      </w:r>
      <w:r w:rsidR="001928B4" w:rsidRPr="0077300E">
        <w:rPr>
          <w:rFonts w:hint="cs"/>
          <w:rtl/>
        </w:rPr>
        <w:t>2</w:t>
      </w:r>
      <w:r w:rsidR="0077300E" w:rsidRPr="0077300E">
        <w:rPr>
          <w:rFonts w:hint="cs"/>
          <w:rtl/>
        </w:rPr>
        <w:t>000</w:t>
      </w:r>
      <w:r w:rsidR="00734EFD">
        <w:rPr>
          <w:rFonts w:hint="cs"/>
          <w:rtl/>
        </w:rPr>
        <w:t xml:space="preserve"> کی</w:t>
      </w:r>
      <w:r w:rsidR="00734EFD">
        <w:rPr>
          <w:rtl/>
        </w:rPr>
        <w:t xml:space="preserve"> ہے۔</w:t>
      </w:r>
    </w:p>
    <w:p w:rsidR="00734EFD" w:rsidRDefault="00EB7C08" w:rsidP="00734EFD">
      <w:pPr>
        <w:pStyle w:val="libFootnote"/>
        <w:rPr>
          <w:rtl/>
        </w:rPr>
      </w:pPr>
      <w:r w:rsidRPr="0077300E">
        <w:rPr>
          <w:rFonts w:hint="cs"/>
          <w:rtl/>
        </w:rPr>
        <w:t>3</w:t>
      </w:r>
      <w:r w:rsidR="00734EFD">
        <w:rPr>
          <w:rFonts w:hint="cs"/>
          <w:rtl/>
        </w:rPr>
        <w:t xml:space="preserve"> خطبہ نماز جمعہ، 8/05/2000</w:t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16" w:name="_Toc500671998"/>
      <w:r>
        <w:rPr>
          <w:rFonts w:hint="eastAsia"/>
          <w:rtl/>
          <w:lang w:bidi="ur-PK"/>
        </w:rPr>
        <w:t>ہدف</w:t>
      </w:r>
      <w:r>
        <w:rPr>
          <w:rtl/>
          <w:lang w:bidi="ur-PK"/>
        </w:rPr>
        <w:t xml:space="preserve"> کے حصول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عزم وحوصلہ اور شجا عت</w:t>
      </w:r>
      <w:bookmarkEnd w:id="16"/>
    </w:p>
    <w:p w:rsidR="00734EFD" w:rsidRDefault="00734EFD" w:rsidP="004B560E">
      <w:pPr>
        <w:pStyle w:val="Heading2Center"/>
        <w:rPr>
          <w:rtl/>
          <w:lang w:bidi="ur-PK"/>
        </w:rPr>
      </w:pPr>
      <w:bookmarkStart w:id="17" w:name="_Toc500671999"/>
      <w:r>
        <w:rPr>
          <w:rFonts w:hint="eastAsia"/>
          <w:rtl/>
          <w:lang w:bidi="ur-PK"/>
        </w:rPr>
        <w:t>دشمن</w:t>
      </w:r>
      <w:r>
        <w:rPr>
          <w:rtl/>
          <w:lang w:bidi="ur-PK"/>
        </w:rPr>
        <w:t xml:space="preserve"> کے خلاف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حکمت عمل</w:t>
      </w:r>
      <w:r>
        <w:rPr>
          <w:rFonts w:hint="cs"/>
          <w:rtl/>
          <w:lang w:bidi="ur-PK"/>
        </w:rPr>
        <w:t>ی</w:t>
      </w:r>
      <w:bookmarkEnd w:id="17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دوستو!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اسوہ عمل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جانے کا حقدار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(انفراد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اور اِن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فعال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) واقعہ کربلا سے قبل ہے۔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مراحل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توقف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ہر آن و ہر لمحے اپنے ہدف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بڑھتے رہے۔ لہٰذا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لمحے کو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ممکن 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لمحے کا توقف و آرام دشمن کے تسلط کا باعث بن جائے۔ دشمن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کمزور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محفوظ حصوںک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تاکہ اندر نفوذ کرسکے اور وہ اِس بات کا منتظر ہے کہ ہم رُک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حملہ کرے۔ دشمن کے حملے کو روکنے اور اُسے غافل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کا سب سے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راستہ آپ کا حملہ ہے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مقصد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شرفت</w:t>
      </w:r>
      <w:r>
        <w:rPr>
          <w:rtl/>
          <w:lang w:bidi="ur-PK"/>
        </w:rPr>
        <w:t xml:space="preserve"> دراصل دشمن پر 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ضرب ہے۔</w:t>
      </w:r>
    </w:p>
    <w:p w:rsidR="00734EFD" w:rsidRDefault="00734EFD" w:rsidP="004B56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افرا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دشمن پر حملے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صرف توپ اور بندوق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کے خلاف استعمال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بلند کرے،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امور اپنے اپنے مقام پر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بالکل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دوسروں تک پہنچائے۔ بعض افراد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 w:rsidR="004B560E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ثقافت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اِس کا مطلب دشمن کے خلاف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بلند کرنا ہے تاکہ وہ اپنے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حملوں کو روک دے،نہ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درست اور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راہ حل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کا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اولاد، ماتحت افراد اور امت مسلمہ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نو کے حوالے سے کام کرنا دراصل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کاموں سے تعلق رکھتا ہے ۔ دشمن مسلسل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کررہا ہے تاکہ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سکے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نفوذ کرے؛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کہ دشمن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حال پر چھوڑ دے! </w:t>
      </w:r>
      <w:r>
        <w:rPr>
          <w:rFonts w:hint="eastAsia"/>
          <w:rtl/>
          <w:lang w:bidi="ur-PK"/>
        </w:rPr>
        <w:t>ہمارا</w:t>
      </w:r>
      <w:r>
        <w:rPr>
          <w:rtl/>
          <w:lang w:bidi="ur-PK"/>
        </w:rPr>
        <w:t xml:space="preserve"> دشمن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ہمارے مقابلے پر ہے اور پورے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استکبار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منحرف شدہ جاہلانہ اور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ثقافت کے ساتھ ہمارے سامنے موجود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دشمن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قبل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آچکا ہے اور اِس نے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اقتصاد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پر اپنے ہاتھ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اِسے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مانع_سچے اور خالص اسلام _کا سامنا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 کھوکھلا اور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خشک اسلام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جس نے دشمن کا راستہ روکا ہے؛ 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tl/>
          <w:lang w:bidi="ur-PK"/>
        </w:rPr>
        <w:lastRenderedPageBreak/>
        <w:t>کھوکھلا اسلام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ہے کہ جس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روکاروں</w:t>
      </w:r>
      <w:r>
        <w:rPr>
          <w:rtl/>
          <w:lang w:bidi="ur-PK"/>
        </w:rPr>
        <w:t xml:space="preserve"> کا نام صر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مسلمان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عالم استکبار اِن نام نہاد مسلمانوں کے ساتھ ہم نوالہ و ہم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الہ</w:t>
      </w:r>
      <w:r>
        <w:rPr>
          <w:rtl/>
          <w:lang w:bidi="ur-PK"/>
        </w:rPr>
        <w:t xml:space="preserve"> ہے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 کر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گپ لگاتے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ظاہر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مسلمانوں اور اسلام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18" w:name="_Toc500672000"/>
      <w:r>
        <w:rPr>
          <w:rFonts w:hint="eastAsia"/>
          <w:rtl/>
          <w:lang w:bidi="ur-PK"/>
        </w:rPr>
        <w:t>خالص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bookmarkEnd w:id="18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دشمن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کا کانٹا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دراصل وہ سچا اور خالص اسلام ہے کہ جسے قرآن روشناس کرتا ہے اور وہ ’’</w:t>
      </w:r>
      <w:r w:rsidRPr="004B560E">
        <w:rPr>
          <w:rStyle w:val="libArabicChar"/>
          <w:rtl/>
        </w:rPr>
        <w:t xml:space="preserve">لَن </w:t>
      </w:r>
      <w:r w:rsidRPr="004B560E">
        <w:rPr>
          <w:rStyle w:val="libArabicChar"/>
          <w:rFonts w:hint="cs"/>
          <w:rtl/>
        </w:rPr>
        <w:t>يَجعَلَ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لِلکَافِرِ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Fonts w:hint="eastAsia"/>
          <w:rtl/>
        </w:rPr>
        <w:t>نَ</w:t>
      </w:r>
      <w:r w:rsidRPr="004B560E">
        <w:rPr>
          <w:rStyle w:val="libArabicChar"/>
          <w:rtl/>
        </w:rPr>
        <w:t xml:space="preserve"> عَلَ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tl/>
        </w:rPr>
        <w:t xml:space="preserve"> المُومنِ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Fonts w:hint="eastAsia"/>
          <w:rtl/>
        </w:rPr>
        <w:t>نَ</w:t>
      </w:r>
      <w:r w:rsidRPr="004B560E">
        <w:rPr>
          <w:rStyle w:val="libArabicChar"/>
          <w:rtl/>
        </w:rPr>
        <w:t xml:space="preserve"> سَبِ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Fonts w:hint="eastAsia"/>
          <w:rtl/>
        </w:rPr>
        <w:t>لاً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،’’اللہ نے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پر کافروں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قرار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ہے‘‘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’’</w:t>
      </w:r>
      <w:r w:rsidRPr="004B560E">
        <w:rPr>
          <w:rStyle w:val="libArabicChar"/>
          <w:rtl/>
        </w:rPr>
        <w:t>اَن الحُکمُ اِلَّا لِلّٰ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 xml:space="preserve">ِ </w:t>
      </w:r>
      <w:r>
        <w:rPr>
          <w:rtl/>
          <w:lang w:bidi="ur-PK"/>
        </w:rPr>
        <w:t>‘‘ ،’’حکم صرف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ہے‘‘ ،کا اسلام ہے۔ اگر آپ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دائرے کوتھوڑا سا کم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دائرے کے مرکز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خالص اسلام ’’</w:t>
      </w:r>
      <w:r w:rsidRPr="004B560E">
        <w:rPr>
          <w:rStyle w:val="libArabicChar"/>
          <w:rtl/>
        </w:rPr>
        <w:t>اِنَّ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>َ اشتر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tl/>
        </w:rPr>
        <w:t xml:space="preserve"> مِنَ المُومِنِ</w:t>
      </w:r>
      <w:r w:rsidRPr="004B560E">
        <w:rPr>
          <w:rStyle w:val="libArabicChar"/>
          <w:rFonts w:hint="cs"/>
          <w:rtl/>
        </w:rPr>
        <w:t>يْنَ اَنفُسَ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ُم و اَموالَ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ُم باَنَّ 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</w:t>
      </w:r>
      <w:r w:rsidRPr="004B560E">
        <w:rPr>
          <w:rStyle w:val="libArabicChar"/>
          <w:rFonts w:hint="eastAsia"/>
          <w:rtl/>
        </w:rPr>
        <w:t>مُ</w:t>
      </w:r>
      <w:r w:rsidRPr="004B560E">
        <w:rPr>
          <w:rStyle w:val="libArabicChar"/>
          <w:rtl/>
        </w:rPr>
        <w:t xml:space="preserve"> الجَنَّ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ُ</w:t>
      </w:r>
      <w:r w:rsidRPr="004B560E">
        <w:rPr>
          <w:rStyle w:val="libArabicChar"/>
          <w:rtl/>
        </w:rPr>
        <w:t xml:space="preserve"> </w:t>
      </w:r>
      <w:r>
        <w:rPr>
          <w:rtl/>
          <w:lang w:bidi="ur-PK"/>
        </w:rPr>
        <w:t>‘‘ ،’’اللہ نے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کچھ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جانوں اور مالوں کو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جنت قرار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ہے‘‘ ،کا اسلام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لوگوںکا اسلام ہے کہ جن کے جسموں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اورجو سرتاپا جہاد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اللہ اور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جنگ کا منہ بولتا ثبوت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خواہ وہ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معلول ہونے والے افراد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شہدائ کے گھر والے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وہ لوگ جو درجہ شہادت پر فائز 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الحمد للہ غاز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سے لوٹے؛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19" w:name="_Toc500672001"/>
      <w:r>
        <w:rPr>
          <w:rFonts w:hint="eastAsia"/>
          <w:rtl/>
          <w:lang w:bidi="ur-PK"/>
        </w:rPr>
        <w:t>دشمن</w:t>
      </w:r>
      <w:r>
        <w:rPr>
          <w:rtl/>
          <w:lang w:bidi="ur-PK"/>
        </w:rPr>
        <w:t xml:space="preserve"> سے ہر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مقابلہ</w:t>
      </w:r>
      <w:bookmarkEnd w:id="1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ہمارا</w:t>
      </w:r>
      <w:r>
        <w:rPr>
          <w:rtl/>
          <w:lang w:bidi="ur-PK"/>
        </w:rPr>
        <w:t xml:space="preserve"> دشمن اِس رکاوٹ سے ہرگز غافل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کوشش ہے کہ اِ س رکاوٹ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سے ہٹادے لہٰذا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حکمت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دشمن کا مقابلہ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مسلسل حرکت اور جدوجہد ہر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ہے،خودساز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ذات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امور پر مقدم ہے، بالکل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آپ کے سرور و آقا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اورس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حرکت کا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بہت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جو امر بالمروف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جدّوجہد اور ثابت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عبارت ہے۔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استکبار کے مق</w:t>
      </w:r>
      <w:r>
        <w:rPr>
          <w:rFonts w:hint="eastAsia"/>
          <w:rtl/>
          <w:lang w:bidi="ur-PK"/>
        </w:rPr>
        <w:t>ابلے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لازم ہو وہاں اپنے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موقف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مسلسل حرکت اور جدوجہد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ساز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خودساز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سالم فکر و ثقافت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ج؛</w:t>
      </w:r>
      <w:r>
        <w:rPr>
          <w:rtl/>
          <w:lang w:bidi="ur-PK"/>
        </w:rPr>
        <w:t xml:space="preserve"> اُن تمام افراد کا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 کہ جو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اپنے لئے اسوہ عمل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بہت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دلدادہ اور عاشق ہے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ہمارے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مالک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مسلم افرادکے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20" w:name="_Toc500672002"/>
      <w:r>
        <w:rPr>
          <w:rFonts w:hint="eastAsia"/>
          <w:rtl/>
          <w:lang w:bidi="ur-PK"/>
        </w:rPr>
        <w:t>ظلمت</w:t>
      </w:r>
      <w:r>
        <w:rPr>
          <w:rtl/>
          <w:lang w:bidi="ur-PK"/>
        </w:rPr>
        <w:t xml:space="preserve"> و ظلم کے پورے جہان 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مقابلہ</w:t>
      </w:r>
      <w:bookmarkEnd w:id="20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ہم واقعہ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رُخ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واقعہ کربلا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 سے بہت اہم واقعہ ہے اورخود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مسئلہ اُن افراد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درس ہے کہ جو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اپنا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دوستو ! 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واقعہ کربلا آدھے دن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سے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مدت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ہے اور اُس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 (</w:t>
      </w:r>
      <w:r w:rsidR="0077300E" w:rsidRPr="0077300E">
        <w:rPr>
          <w:rFonts w:hint="cs"/>
          <w:rtl/>
          <w:lang w:bidi="ur-PK"/>
        </w:rPr>
        <w:t>7</w:t>
      </w:r>
      <w:r w:rsidR="001928B4" w:rsidRPr="0077300E">
        <w:rPr>
          <w:rFonts w:hint="cs"/>
          <w:rtl/>
          <w:lang w:bidi="ur-PK"/>
        </w:rPr>
        <w:t>2</w:t>
      </w:r>
      <w:r w:rsidRPr="004C1FD1">
        <w:rPr>
          <w:rFonts w:hint="cs"/>
          <w:rtl/>
        </w:rPr>
        <w:t>)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افراد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شہدائ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واقعہ کربلا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مختصر مدت اور شہدائ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مختصر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 کے ساتھ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حق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؛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اِ 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اِس واقعہ نے وجود بشر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نفوذ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صرف اور صرف اِس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جسامت کے لحاظ سے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پُر حجم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بہت سے چھوٹے بچے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شش ماہ کا بچہ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دشمنوں نے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قتل عام کا بازار گرم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بچوں کو موت کے گھاٹ اتارا ہے (جبکہ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بچہ قتل ہوا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دوسرے بچوں کے قتل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ہے)؛ واقعہ کربلا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لحاظ سے قابل توجہ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روح اور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لحاظ سے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21" w:name="_Toc500672003"/>
      <w:r>
        <w:rPr>
          <w:rFonts w:hint="eastAsia"/>
          <w:rtl/>
          <w:lang w:bidi="ur-PK"/>
        </w:rPr>
        <w:t>روح</w:t>
      </w:r>
      <w:r>
        <w:rPr>
          <w:rtl/>
          <w:lang w:bidi="ur-PK"/>
        </w:rPr>
        <w:t xml:space="preserve"> کربلا</w:t>
      </w:r>
      <w:bookmarkEnd w:id="2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 س واقعہ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کے مد مقابل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تھے، ہرچند کہ وہ تعداد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چند سو برابر تھے،بلکہ آپ انحراف و ظلمات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مد مقابل کھڑے تھے اور اِ 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قابل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۔ سالار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اُس وقت کج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ظلمت اور ظلم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کھڑے تھے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تمام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و 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و دولت، طاقت ، شعر، کتاب، جھوٹے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دربار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ملا،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ساتھ </w:t>
      </w:r>
      <w:r>
        <w:rPr>
          <w:rtl/>
          <w:lang w:bidi="ur-PK"/>
        </w:rPr>
        <w:lastRenderedPageBreak/>
        <w:t>تھے اور جہان ظلم و ظلمت اور انحراف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وحشت کا سبب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 سے ذرا بڑھ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انسان کا بدن اُس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ئے ظلمت و ظلم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حشمت ، شان وشوکت اور رعب و دبدبہ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لرز اٹھتا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سرور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داں</w:t>
      </w:r>
      <w:r>
        <w:rPr>
          <w:rtl/>
          <w:lang w:bidi="ur-PK"/>
        </w:rPr>
        <w:t xml:space="preserve"> تھے کہ آپ کے قدم و قلب اُس جہان شر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لرزے ،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ضعف و کمزور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نے (اپن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کے حق اور مدمقابل گروہ کے باطل ہونے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)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شک وترد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(جب آپ نے انحرافات اور ظلم 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مشاہدہ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تو) آپ فوراً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اتر آئے۔ اس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کاپہلو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خالصتاً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</w:t>
      </w:r>
    </w:p>
    <w:p w:rsidR="00734EFD" w:rsidRDefault="00734EFD" w:rsidP="004B56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</w:t>
      </w:r>
      <w:r w:rsidRPr="004B560E">
        <w:rPr>
          <w:rStyle w:val="libArabicChar"/>
          <w:rFonts w:hint="eastAsia"/>
          <w:rtl/>
        </w:rPr>
        <w:t>حُسَ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Fonts w:hint="eastAsia"/>
          <w:rtl/>
        </w:rPr>
        <w:t>ن</w:t>
      </w:r>
      <w:r w:rsidRPr="004B560E">
        <w:rPr>
          <w:rStyle w:val="libArabicChar"/>
          <w:rtl/>
        </w:rPr>
        <w:t xml:space="preserve"> مِنِّ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tl/>
        </w:rPr>
        <w:t xml:space="preserve"> وَاَنَا مِنَ الحُسَ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Fonts w:hint="eastAsia"/>
          <w:rtl/>
        </w:rPr>
        <w:t>نِ</w:t>
      </w:r>
      <w:r>
        <w:rPr>
          <w:rFonts w:hint="eastAsia"/>
          <w:rtl/>
          <w:lang w:bidi="ur-PK"/>
        </w:rPr>
        <w:t>‘‘کا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کام بعثت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جد مطہر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کاموں سے قابل تشب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قابل موازنہ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>۔ جس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تن  تنہا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جہانِ با طل کے مدمقابل تھے؛ حضرت رسول ا</w:t>
      </w:r>
      <w:r>
        <w:rPr>
          <w:rFonts w:hint="eastAsia"/>
          <w:rtl/>
          <w:lang w:bidi="ur-PK"/>
        </w:rPr>
        <w:t>کرم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گھبرائے ، راہ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قدم رہے اور منزل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رہے،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گھبرائے، ثابت قدم رہے اور آپ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دشمن کے مقابل آکر آنکھوں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محور و مرکز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دون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گامزن تھے۔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مقام ہے کہ </w:t>
      </w:r>
      <w:r w:rsidRPr="004B560E">
        <w:rPr>
          <w:rStyle w:val="libArabicChar"/>
          <w:rtl/>
        </w:rPr>
        <w:t>ج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tl/>
        </w:rPr>
        <w:t>اں’’حُسَ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Fonts w:hint="eastAsia"/>
          <w:rtl/>
        </w:rPr>
        <w:t>ن</w:t>
      </w:r>
      <w:r w:rsidR="004B560E" w:rsidRPr="004B560E">
        <w:rPr>
          <w:rStyle w:val="libArabicChar"/>
          <w:rFonts w:hint="cs"/>
          <w:rtl/>
        </w:rPr>
        <w:t xml:space="preserve"> </w:t>
      </w:r>
      <w:r w:rsidRPr="004B560E">
        <w:rPr>
          <w:rStyle w:val="libArabicChar"/>
          <w:rtl/>
        </w:rPr>
        <w:t>مِنِّ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tl/>
        </w:rPr>
        <w:t xml:space="preserve"> وَاَنَا مِنَ الحُسَ</w:t>
      </w:r>
      <w:r w:rsidRPr="004B560E">
        <w:rPr>
          <w:rStyle w:val="libArabicChar"/>
          <w:rFonts w:hint="cs"/>
          <w:rtl/>
        </w:rPr>
        <w:t>ی</w:t>
      </w:r>
      <w:r w:rsidRPr="004B560E">
        <w:rPr>
          <w:rStyle w:val="libArabicChar"/>
          <w:rFonts w:hint="eastAsia"/>
          <w:rtl/>
        </w:rPr>
        <w:t>نِ</w:t>
      </w:r>
      <w:r w:rsidRPr="004B560E">
        <w:rPr>
          <w:rStyle w:val="libArabicChar"/>
          <w:rtl/>
        </w:rPr>
        <w:t xml:space="preserve"> </w:t>
      </w:r>
      <w:r>
        <w:rPr>
          <w:rtl/>
          <w:lang w:bidi="ur-PK"/>
        </w:rPr>
        <w:t>‘‘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734EFD" w:rsidRDefault="00734EFD" w:rsidP="004B560E">
      <w:pPr>
        <w:pStyle w:val="Heading2Center"/>
        <w:rPr>
          <w:rtl/>
          <w:lang w:bidi="ur-PK"/>
        </w:rPr>
      </w:pPr>
      <w:bookmarkStart w:id="22" w:name="_Toc500672004"/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عظمت!</w:t>
      </w:r>
      <w:bookmarkEnd w:id="2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شب عاشور اپنے اصحاب و انصار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کہ’’ آپ سب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رہے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تم سب پر سے اٹھال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لے جاو،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خون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>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مزاح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تھے؛ </w:t>
      </w:r>
      <w:r>
        <w:rPr>
          <w:rFonts w:hint="eastAsia"/>
          <w:rtl/>
          <w:lang w:bidi="ur-PK"/>
        </w:rPr>
        <w:t>فرض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اگر اُن کے اصحاب قبول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کتا</w:t>
      </w:r>
      <w:r>
        <w:rPr>
          <w:rtl/>
          <w:lang w:bidi="ur-PK"/>
        </w:rPr>
        <w:t xml:space="preserve"> و تنہا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دس افراد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جاتے تو آپ کے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کم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؟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 وہ اُس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حامل ہوتے ۔ اگر اِن بہتر (</w:t>
      </w:r>
      <w:r w:rsidR="0077300E" w:rsidRPr="0077300E">
        <w:rPr>
          <w:rFonts w:hint="cs"/>
          <w:rtl/>
          <w:lang w:bidi="ur-PK"/>
        </w:rPr>
        <w:t>7</w:t>
      </w:r>
      <w:r w:rsidR="001928B4" w:rsidRPr="0077300E">
        <w:rPr>
          <w:rFonts w:hint="cs"/>
          <w:rtl/>
          <w:lang w:bidi="ur-PK"/>
        </w:rPr>
        <w:t>2</w:t>
      </w:r>
      <w:r w:rsidRPr="004C1FD1">
        <w:rPr>
          <w:rFonts w:hint="cs"/>
          <w:rtl/>
        </w:rPr>
        <w:t>)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جگہ</w:t>
      </w:r>
      <w:r>
        <w:rPr>
          <w:rtl/>
          <w:lang w:bidi="ur-PK"/>
        </w:rPr>
        <w:t xml:space="preserve"> بہتر ہزار افراد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اِن کے کام ا ور اُس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کم ہوجات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23" w:name="_Toc50067200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شجاعت</w:t>
      </w:r>
      <w:bookmarkEnd w:id="23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نے ظالم و جابر، خلافت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مدع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انحراف کے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پورے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جہان کے دباو کو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مقام ہے کہ جہاں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انسان اپنے مد مقابل طاقت کے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روپ اور ظلم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شک و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شکار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بارہا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عبداللہ ابن عباس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بزرگ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خاندان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افراد اِس تمام صورتحال پر ناراض تھے۔ عبداللہ ابن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fa-IR"/>
        </w:rPr>
        <w:t>۱</w:t>
      </w:r>
      <w:r>
        <w:rPr>
          <w:rtl/>
          <w:lang w:bidi="ur-PK"/>
        </w:rPr>
        <w:t>، عبدا للہ ابن عمر</w:t>
      </w:r>
      <w:r>
        <w:rPr>
          <w:rtl/>
          <w:lang w:bidi="fa-IR"/>
        </w:rPr>
        <w:t>۱</w:t>
      </w:r>
      <w:r>
        <w:rPr>
          <w:rtl/>
          <w:lang w:bidi="ur-PK"/>
        </w:rPr>
        <w:t>، عبدالرحمان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بکر</w:t>
      </w:r>
      <w:r>
        <w:rPr>
          <w:rtl/>
          <w:lang w:bidi="fa-IR"/>
        </w:rPr>
        <w:t>۱</w:t>
      </w:r>
      <w:r>
        <w:rPr>
          <w:rtl/>
          <w:lang w:bidi="ur-PK"/>
        </w:rPr>
        <w:t>، بڑے بڑے اصحاب کے فرزند اور خود بعض اصحاب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صحابہ کرام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موجود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سب باغ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اُن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اصحاب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جنہوں نے واقعہ کربلا کے بعد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رونما ہونے والے واقعہ حرّہ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 ابن عقبہ کے قتل عام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مظاہرہ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ڈر و خوف کا شکار ہوگئے، ہرگ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وہ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زن و شجاع تھے۔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شجاعت بذاتِ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موضوع ہے جبکہ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پورے جہان سے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شجاعت کا حامل ہونا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الگ مسئلہ ہے۔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شجاعت کے مالک تھے؛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ہم نے بارہا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دراصل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دراصل ہمارے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جھلک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بعض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توصحرائے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تشنہ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ہوئے جبکہ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نے 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حکومت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جب آپ کا انتقال ہوا تو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مثال تش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جنازہ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اِس واقعہ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 پہلو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و قدرت کے مد مقابل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بن گئے کہ جو تمام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و وسائل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قبلاً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دشمن کے پاس مال و دولت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وہ قدرت و طاقت کا مالک تھا، اسلحہ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سپاہ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تھے اور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دانوں</w:t>
      </w:r>
      <w:r>
        <w:rPr>
          <w:rtl/>
          <w:lang w:bidi="ur-PK"/>
        </w:rPr>
        <w:t xml:space="preserve"> کو فتح کرنے والے مبلغ و مروج اورمخلص افراد کا لشکر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ساتھ تھا۔ کربلا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ہے ، کربلا صرف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کربلا کے چند سو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tl/>
          <w:lang w:bidi="ur-PK"/>
        </w:rPr>
        <w:t xml:space="preserve"> رقبے پر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استکبار و ظلم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سامنے کھڑ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24" w:name="_Toc50067200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ہدف،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نو</w:t>
      </w:r>
      <w:bookmarkEnd w:id="2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روز عاشورا کے حوالے 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کروں؛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ہے۔ ہم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</w:t>
      </w:r>
      <w:r>
        <w:rPr>
          <w:rtl/>
          <w:lang w:bidi="ur-PK"/>
        </w:rPr>
        <w:t xml:space="preserve"> ذکر سے لبر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معطر ہے اور ہم اِس پر خدا کے شاکر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متعلق </w:t>
      </w:r>
      <w:r>
        <w:rPr>
          <w:rFonts w:hint="eastAsia"/>
          <w:rtl/>
          <w:lang w:bidi="ur-PK"/>
        </w:rPr>
        <w:t>بہت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کے باوجود انسان اِس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غور وفکر کرتا ہے تو فکر و بحث اور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ومطالعہ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کرتا جاتا ہے۔ اِس بے مثل و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واقعہ کے متعلق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غوروفکرک</w:t>
      </w:r>
      <w:r>
        <w:rPr>
          <w:rFonts w:hint="eastAsia"/>
          <w:rtl/>
          <w:lang w:bidi="ur-PK"/>
        </w:rPr>
        <w:t>رنا</w:t>
      </w:r>
      <w:r>
        <w:rPr>
          <w:rtl/>
          <w:lang w:bidi="ur-PK"/>
        </w:rPr>
        <w:t xml:space="preserve"> اور اُسے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25" w:name="_Toc500672007"/>
      <w:r>
        <w:rPr>
          <w:rFonts w:hint="eastAsia"/>
          <w:rtl/>
          <w:lang w:bidi="ur-PK"/>
        </w:rPr>
        <w:t>چند</w:t>
      </w:r>
      <w:r>
        <w:rPr>
          <w:rtl/>
          <w:lang w:bidi="ur-PK"/>
        </w:rPr>
        <w:t xml:space="preserve"> ماہ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سو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درس</w:t>
      </w:r>
      <w:bookmarkEnd w:id="2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واقعہ پر 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جئے؛</w:t>
      </w:r>
      <w:r>
        <w:rPr>
          <w:rtl/>
          <w:lang w:bidi="ur-PK"/>
        </w:rPr>
        <w:t xml:space="preserve"> حضرت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اُس دن سے لے کے جب آپ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اپنا سفر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مکے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قدم بڑھائے،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جام شہادت نوش کرنے تک اِن چند ماہ (</w:t>
      </w:r>
      <w:r w:rsidR="001928B4" w:rsidRPr="0077300E">
        <w:rPr>
          <w:rFonts w:hint="cs"/>
          <w:rtl/>
          <w:lang w:bidi="ur-PK"/>
        </w:rPr>
        <w:t>2</w:t>
      </w:r>
      <w:r w:rsidR="0077300E" w:rsidRPr="0077300E">
        <w:rPr>
          <w:rFonts w:hint="cs"/>
          <w:rtl/>
          <w:lang w:bidi="ur-PK"/>
        </w:rPr>
        <w:t>8</w:t>
      </w:r>
      <w:r w:rsidRPr="004C1FD1">
        <w:rPr>
          <w:rFonts w:hint="cs"/>
          <w:rtl/>
        </w:rPr>
        <w:t xml:space="preserve"> رجب تا </w:t>
      </w:r>
      <w:r w:rsidR="001928B4" w:rsidRPr="0077300E">
        <w:rPr>
          <w:rFonts w:hint="cs"/>
          <w:rtl/>
          <w:lang w:bidi="ur-PK"/>
        </w:rPr>
        <w:t>1</w:t>
      </w:r>
      <w:r w:rsidR="0077300E" w:rsidRPr="0077300E">
        <w:rPr>
          <w:rFonts w:hint="cs"/>
          <w:rtl/>
          <w:lang w:bidi="ur-PK"/>
        </w:rPr>
        <w:t>0</w:t>
      </w:r>
      <w:r w:rsidRPr="004C1FD1">
        <w:rPr>
          <w:rFonts w:hint="cs"/>
          <w:rtl/>
        </w:rPr>
        <w:t xml:space="preserve"> محرم)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انسان سو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درس عبرت کو شمار کرسکتا ہے؛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ہزاروں درس ع</w:t>
      </w:r>
      <w:r>
        <w:rPr>
          <w:rFonts w:hint="eastAsia"/>
          <w:rtl/>
          <w:lang w:bidi="ur-PK"/>
        </w:rPr>
        <w:t>برت</w:t>
      </w:r>
      <w:r>
        <w:rPr>
          <w:rtl/>
          <w:lang w:bidi="ur-PK"/>
        </w:rPr>
        <w:t xml:space="preserve"> کہنا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اِس لئے کہ ہزاروں درس عبرت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ممکن ہے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ہر ہر اشارہ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درس ہو۔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ہم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سو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درس تو اِس کا مطلب ہے کہ ہم امام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اِن تمام کاموں کا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توجہ سے مطالعہ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کربلا سے سو عنوان و سو باب اخذ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باب،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قوم،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 ملک ،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اور قرب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مکمل درس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ت؛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کے نام و ذکر پر فدا ہوں،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تمام مقدس اور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افراد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روشن و درخشاں ہے، آپ ؛انب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ائ،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،آئمہ ، شہدائ اور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ماہ و ستارے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بزرگوار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روشن و تابناک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 درسِ عبرت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B560E">
      <w:pPr>
        <w:pStyle w:val="Heading2Center"/>
        <w:rPr>
          <w:rtl/>
          <w:lang w:bidi="ur-PK"/>
        </w:rPr>
      </w:pPr>
      <w:bookmarkStart w:id="26" w:name="_Toc500672008"/>
      <w:r>
        <w:rPr>
          <w:rFonts w:hint="eastAsia"/>
          <w:rtl/>
          <w:lang w:bidi="ur-PK"/>
        </w:rPr>
        <w:t>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: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bookmarkEnd w:id="26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 کوشش کروں گا کہ اِس واقعہ کے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کو آپ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کروں۔ ا س واقعہ کے دوسرے پہلوجانب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اِس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کو مرکز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فرما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؛آپ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اور مکہ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قابل احترام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اور محب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لہٰذا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سروکار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اس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کو تنگ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گا! آپ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چاہنے والے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موجود ہے،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اُن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عزت و احترام سے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اور دل کھول کر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! آپ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خلاف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اِس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اِس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کربلا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سوال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واقعہ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ہے۔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نے اِن مطالب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اِس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محنت سے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جو مطالب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واقعہ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بالکل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پہلو ہے جو تازگ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حامل اور اچھوتا پہلو ہے۔</w:t>
      </w:r>
    </w:p>
    <w:p w:rsidR="00734EFD" w:rsidRDefault="00734EFD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442D2A">
      <w:pPr>
        <w:pStyle w:val="Heading2Center"/>
        <w:rPr>
          <w:rtl/>
          <w:lang w:bidi="ur-PK"/>
        </w:rPr>
      </w:pPr>
      <w:bookmarkStart w:id="27" w:name="_Toc500672009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اورمقصد شہادت سے متعلق مختلف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bookmarkEnd w:id="27"/>
    </w:p>
    <w:p w:rsidR="00734EFD" w:rsidRDefault="00734EFD" w:rsidP="00442D2A">
      <w:pPr>
        <w:pStyle w:val="Heading2Center"/>
        <w:rPr>
          <w:rtl/>
          <w:lang w:bidi="ur-PK"/>
        </w:rPr>
      </w:pPr>
      <w:bookmarkStart w:id="28" w:name="_Toc500672010"/>
      <w:r>
        <w:rPr>
          <w:rFonts w:hint="eastAsia"/>
          <w:rtl/>
          <w:lang w:bidi="ur-PK"/>
        </w:rPr>
        <w:t>الف</w:t>
      </w:r>
      <w:r>
        <w:rPr>
          <w:rtl/>
          <w:lang w:bidi="ur-PK"/>
        </w:rPr>
        <w:t>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تھا؟</w:t>
      </w:r>
      <w:bookmarkEnd w:id="28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بہت</w:t>
      </w:r>
      <w:r>
        <w:rPr>
          <w:rtl/>
          <w:lang w:bidi="ur-PK"/>
        </w:rPr>
        <w:t xml:space="preserve"> سے افراد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فاسد حکومت کو ختم کرکے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حکومت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خواہش مند تھے؛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اِن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مقصد۔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آدھ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درست ہے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غلط ہے۔ اگر اس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طرح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کہ انسان اپنے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 سکتا تو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کہ ہم حکومت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 سکے لہٰذا اِس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ختم کرکے واپس لوٹ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غلط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قدم اٹھاتا اور اُس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چلاتا ہے تو وہاں تک کوشش کرتا ہے کہ جہاں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ممکن اور شدن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اُسے اُس کام کے نہ ہونے کا خدشہ ہوتا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 مقصد تک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راہوں کو مسدود پاتا ہے تو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لوٹ آئے۔ اگر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حکومت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کا مقصد ہے تو وہاں تک کوشش کرنا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جہاں تک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رفت کرنا ممکن ہو اور جہاں اقدام کرنے کا امکان ختم ہوجائے تو اُسے لوٹ جانا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کہے کہ 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مقصد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حکومت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درست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اِس لئے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کے مقابل کچھ افراد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جناب، حکومت بنانے کا تو سوال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ہوتا؛ حضرت جانتے تھے کہ وہ حکومت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تو کربلا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آئے تھے کہ قتل ہوں اور درجہ شہادت پر فائز ہوں!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افراد اِس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کے حام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طر</w:t>
      </w:r>
      <w:r>
        <w:rPr>
          <w:rFonts w:hint="eastAsia"/>
          <w:rtl/>
          <w:lang w:bidi="ur-PK"/>
        </w:rPr>
        <w:t>فدارتھے</w:t>
      </w:r>
      <w:r>
        <w:rPr>
          <w:rtl/>
          <w:lang w:bidi="ur-PK"/>
        </w:rPr>
        <w:t xml:space="preserve"> اور بہت سے شعرائ اِس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خوبصورت شاعر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قالب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ڈھال کر عوام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تھے ۔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مَ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بعض بڑے علمائ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صرف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وہ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لہٰذا اِن افراد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کے مطابق سالار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داں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کہ’’ ہمارے زندہ رہنے سے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پس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>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F73CD6" w:rsidRDefault="00F73CD6" w:rsidP="00734EFD">
      <w:pPr>
        <w:pStyle w:val="libNormal"/>
        <w:rPr>
          <w:rtl/>
          <w:lang w:bidi="ur-PK"/>
        </w:rPr>
      </w:pPr>
    </w:p>
    <w:p w:rsidR="00F73CD6" w:rsidRDefault="00F73CD6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29" w:name="_Toc500672011"/>
      <w:r>
        <w:rPr>
          <w:rFonts w:hint="eastAsia"/>
          <w:rtl/>
          <w:lang w:bidi="ur-PK"/>
        </w:rPr>
        <w:lastRenderedPageBreak/>
        <w:t>ب</w:t>
      </w:r>
      <w:r>
        <w:rPr>
          <w:rtl/>
          <w:lang w:bidi="ur-PK"/>
        </w:rPr>
        <w:t>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شہادت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اتھا؟</w:t>
      </w:r>
      <w:bookmarkEnd w:id="2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واہل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و اعتبار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’’جاو اور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کے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ہوجاؤ‘‘؛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مقدس اور قرآن وروا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شہادت کا ذکر 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راجح (عقل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مقدس ہدف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جدوجہد کرے اور اُس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انسان صرف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قدم اٹھائے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جاوں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کے قتل ہوجاوں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شاعرانہ اور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خون کا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لاب</w:t>
      </w:r>
      <w:r>
        <w:rPr>
          <w:rtl/>
          <w:lang w:bidi="ur-PK"/>
        </w:rPr>
        <w:t xml:space="preserve"> ظالم کو بہاکر لے جائے اور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tl/>
          <w:lang w:bidi="ur-PK"/>
        </w:rPr>
        <w:t xml:space="preserve"> و نابود ہوجائے!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واقعہ کربلا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واقعہ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المختصر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سکتے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اُن کا مقصد حکومت بنانا تھا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بلکہ آپ کا ہدف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 </w:t>
      </w:r>
      <w:r>
        <w:rPr>
          <w:rFonts w:hint="eastAsia"/>
          <w:rtl/>
          <w:lang w:bidi="ur-PK"/>
        </w:rPr>
        <w:t>ہتا</w:t>
      </w:r>
      <w:r>
        <w:rPr>
          <w:rtl/>
          <w:lang w:bidi="ur-PK"/>
        </w:rPr>
        <w:t xml:space="preserve"> ہوں۔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0" w:name="_Toc500672012"/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و شہادت دونت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تھے نہ کہ ہدف!</w:t>
      </w:r>
      <w:bookmarkEnd w:id="30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مطالعہ سے اِس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پر پہنچا ہوں کہ وہ لوگ جو اس بات کے معتقد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ہدف حکومت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شہادت تھا، اُنہوں نے ہدف اور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کو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اِن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ہدف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ہدف </w:t>
      </w:r>
      <w:r>
        <w:rPr>
          <w:rFonts w:hint="eastAsia"/>
          <w:rtl/>
          <w:lang w:bidi="ur-PK"/>
        </w:rPr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پس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اُس ہدف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جدوجہد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کا اِن دو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نکلنا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حکومت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شہادت۔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دونوں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پہلے سے آمادہ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تھے؛ اُنہوں نے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شہادت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مقدمات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دونوں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پہلے سے خود کو آمادہ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تھا؛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سامنے آتا وہ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منصوبہ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ہوتا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حکومت و شہادت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 کا ہدف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اُن کا </w:t>
      </w:r>
      <w:r>
        <w:rPr>
          <w:rFonts w:hint="eastAsia"/>
          <w:rtl/>
          <w:lang w:bidi="ur-PK"/>
        </w:rPr>
        <w:t>ہدف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1" w:name="_Toc500672013"/>
      <w:r>
        <w:rPr>
          <w:rFonts w:hint="eastAsia"/>
          <w:rtl/>
          <w:lang w:bidi="ur-PK"/>
        </w:rPr>
        <w:lastRenderedPageBreak/>
        <w:t>ہدف،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واجب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تھا کہ جس پر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تھا!</w:t>
      </w:r>
      <w:bookmarkEnd w:id="3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ہدف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 پہلے اس ہدف کو مختصراً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کروں گا اور اِس کے بعد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مختصر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کروں گا۔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ہم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ہدف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طرح کہنا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اُن کا ہدف واجبات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واجب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عبارت تھا کہ جس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سے قبل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،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امام حسن مجتب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انجام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واجب تھا کہ جو اسلام کے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واجب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قابل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کے باوجود اُس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تھا 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آگے چل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عرض کروں گا کہ اِس واجب پر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ت</w:t>
      </w:r>
      <w:r>
        <w:rPr>
          <w:rFonts w:hint="eastAsia"/>
          <w:rtl/>
          <w:lang w:bidi="ur-PK"/>
        </w:rPr>
        <w:t>ھا،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اِ س واجب پر عمل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 تاکہ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درس رہ جائے۔ جس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حکومت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آپ کا حکومت کو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درس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رسول اللہ </w:t>
      </w:r>
      <w:r>
        <w:rPr>
          <w:rtl/>
          <w:lang w:bidi="fa-IR"/>
        </w:rPr>
        <w:t>۰</w:t>
      </w:r>
      <w:r>
        <w:rPr>
          <w:rtl/>
          <w:lang w:bidi="ur-PK"/>
        </w:rPr>
        <w:t>نے فقط احکام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بلکہ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جہاد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اللہ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 ابد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درس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اِس واجب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سے انجام پانا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 تاکہ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مسلمانوں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بن سکے۔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2" w:name="_Toc50067201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واجب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ہموار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  <w:bookmarkEnd w:id="3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اِ س واجب پر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ں؟چونکہ</w:t>
      </w:r>
      <w:r>
        <w:rPr>
          <w:rtl/>
          <w:lang w:bidi="ur-PK"/>
        </w:rPr>
        <w:t xml:space="preserve"> اِس واجب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ہموار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حالات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 مثلاً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آتے تو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کام کو ان</w:t>
      </w:r>
      <w:r>
        <w:rPr>
          <w:rFonts w:hint="eastAsia"/>
          <w:rtl/>
          <w:lang w:bidi="ur-PK"/>
        </w:rPr>
        <w:t>جام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حادثے اور ذبح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محور قرار پاتے؛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حالات امام حسن مجتب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جعفر صادق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عمل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ں،چونکہ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قبل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معصوم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تھے لہٰذا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معصوم نے اُس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تک تمام 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پس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ہدف اِ 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واجب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عبارت ہے،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کرتا ہوں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؟ اُس وقت اِس واجب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بخود اِن دو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تک پہنچت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نکلتا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قدرت و حکومت حاصل ہوج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،سبحان</w:t>
      </w:r>
      <w:r>
        <w:rPr>
          <w:rtl/>
          <w:lang w:bidi="ur-PK"/>
        </w:rPr>
        <w:t xml:space="preserve"> اللہ؛ بہت خوب،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پہلے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تھے۔ اگر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زمام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آپ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و قدرت کے ساتھ اُسے اپنے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 اپنے معاشرے کو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چلاتے ؛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اس و</w:t>
      </w:r>
      <w:r>
        <w:rPr>
          <w:rFonts w:hint="eastAsia"/>
          <w:rtl/>
          <w:lang w:bidi="ur-PK"/>
        </w:rPr>
        <w:t>اجب</w:t>
      </w:r>
      <w:r>
        <w:rPr>
          <w:rtl/>
          <w:lang w:bidi="ur-PK"/>
        </w:rPr>
        <w:t xml:space="preserve"> پر عمل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اہونے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نکلتا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شہادت اور اس کے بعد کے حالات و واقعات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پہلے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تھے۔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عالم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آئمہ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اِس طرح خلق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اِس امر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خاص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بار سنگ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اٹھا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اِن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اِن تمام مصائب و مشکلات کوبرداشت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البتہ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مصائب کا پہلو اِس واقعہ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رخ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3" w:name="_Toc500672015"/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احکامات کا مجموعہ لے کر آئے</w:t>
      </w:r>
      <w:bookmarkEnd w:id="33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ہوں کہ اس مسئلے کو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کروں۔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محترم بہن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>!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آتا ہے تو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احکامات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مجموعہ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آتا ہے۔ اِن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احکامات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کرے اور بعض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بشر کو آباد کرے،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نظام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قائم رکھے۔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مجموعے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ں’’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‘‘کہا جاتا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قرآن؛</w:t>
      </w:r>
      <w:r>
        <w:rPr>
          <w:rtl/>
          <w:lang w:bidi="ur-PK"/>
        </w:rPr>
        <w:t xml:space="preserve">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قلب مقدس پر نازل ہوا اور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نماز ، روزہ، زکات، انفاق، حج، گھر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احکامات،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رابطے و تعلقات ، جہاد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اللہ ،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حکومت،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شت،</w:t>
      </w:r>
      <w:r>
        <w:rPr>
          <w:rtl/>
          <w:lang w:bidi="ur-PK"/>
        </w:rPr>
        <w:t xml:space="preserve"> حاکم اور عوام کا رابطہ اور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عوام کے وظائف کے احکامات لے کر آئے اِن تمام احکامات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مجموعے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سب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F73CD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’’</w:t>
      </w:r>
      <w:r w:rsidRPr="00F73CD6">
        <w:rPr>
          <w:rStyle w:val="libArabicChar"/>
          <w:rFonts w:hint="eastAsia"/>
          <w:rtl/>
        </w:rPr>
        <w:t>مَا</w:t>
      </w:r>
      <w:r w:rsidRPr="00F73CD6">
        <w:rPr>
          <w:rStyle w:val="libArabicChar"/>
          <w:rtl/>
        </w:rPr>
        <w:t xml:space="preserve"> مِن شَ</w:t>
      </w:r>
      <w:r w:rsidRPr="00F73CD6">
        <w:rPr>
          <w:rStyle w:val="libArabicChar"/>
          <w:rFonts w:hint="cs"/>
          <w:rtl/>
        </w:rPr>
        <w:t>ی</w:t>
      </w:r>
      <w:r w:rsidRPr="00F73CD6">
        <w:rPr>
          <w:rStyle w:val="libArabicChar"/>
          <w:rtl/>
        </w:rPr>
        <w:t xml:space="preserve"> ئٍ </w:t>
      </w:r>
      <w:r w:rsidRPr="00F73CD6">
        <w:rPr>
          <w:rStyle w:val="libArabicChar"/>
          <w:rFonts w:hint="cs"/>
          <w:rtl/>
        </w:rPr>
        <w:t>يُقَرِّبُکُم مِنَ الجَنَّ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3CD6">
        <w:rPr>
          <w:rStyle w:val="libArabicChar"/>
          <w:rtl/>
        </w:rPr>
        <w:t xml:space="preserve"> وَ </w:t>
      </w:r>
      <w:r w:rsidRPr="00F73CD6">
        <w:rPr>
          <w:rStyle w:val="libArabicChar"/>
          <w:rFonts w:hint="cs"/>
          <w:rtl/>
        </w:rPr>
        <w:t>يُبَاعِدُکُم مِنَ النَّارِ اِلَّا وَقَد نَ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</w:t>
      </w:r>
      <w:r w:rsidRPr="00F73CD6">
        <w:rPr>
          <w:rStyle w:val="libArabicChar"/>
          <w:rFonts w:hint="cs"/>
          <w:rtl/>
        </w:rPr>
        <w:t>ی</w:t>
      </w:r>
      <w:r w:rsidRPr="00F73CD6">
        <w:rPr>
          <w:rStyle w:val="libArabicChar"/>
          <w:rFonts w:hint="eastAsia"/>
          <w:rtl/>
        </w:rPr>
        <w:t>تُکُم</w:t>
      </w:r>
      <w:r w:rsidRPr="00F73CD6">
        <w:rPr>
          <w:rStyle w:val="libArabicChar"/>
          <w:rtl/>
        </w:rPr>
        <w:t xml:space="preserve"> عَن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وَ اَمَر تُکُم بِ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>
        <w:rPr>
          <w:rtl/>
          <w:lang w:bidi="ur-PK"/>
        </w:rPr>
        <w:t xml:space="preserve">‘‘ </w:t>
      </w:r>
      <w:r w:rsidR="00F73CD6" w:rsidRPr="00F73CD6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>؛’’کوئ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سے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کرے اور جہنم سے دور کرے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کا حکم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اور اُس سے منع ن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ہو‘‘ ۔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اُن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جو انسان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سعادت و خوش 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پہنچا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 اُن پر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نافذ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4" w:name="_Toc500672016"/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مبارکہ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bookmarkEnd w:id="3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متعارف و نافذ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جہاد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مضبوط کرکے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دوام بخشا اور زکات نے معاشرے پر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حکومت نے جنم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اب اِس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کا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رس</w:t>
      </w:r>
      <w:r>
        <w:rPr>
          <w:rFonts w:hint="eastAsia"/>
          <w:rtl/>
          <w:lang w:bidi="ur-PK"/>
        </w:rPr>
        <w:t>ول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چلائے ہوئے کارواں کا رہبرو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ہوگا جو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گا۔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5" w:name="_Toc500672017"/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</w:t>
      </w:r>
      <w:r>
        <w:rPr>
          <w:rtl/>
          <w:lang w:bidi="fa-IR"/>
        </w:rPr>
        <w:t>۰</w:t>
      </w:r>
      <w:r>
        <w:rPr>
          <w:rtl/>
          <w:lang w:bidi="ur-PK"/>
        </w:rPr>
        <w:t>کا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راستہ</w:t>
      </w:r>
      <w:bookmarkEnd w:id="3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اہوا</w:t>
      </w:r>
      <w:r>
        <w:rPr>
          <w:rtl/>
          <w:lang w:bidi="ur-PK"/>
        </w:rPr>
        <w:t xml:space="preserve"> راستہ بہت واضح اور روشن ہے لہٰذا اِس معاشرے اور اِس سے تعلق رکھنے والے ہر ہر فرد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پر قدم اٹھائے ،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پر آگے بڑھے اور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سے اپنے ہدف و مقصد تک پہنچے۔ اگر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پر اور ا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و سو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تو اُس وقت اُس معاشرے سے تعلق رکھنے والے تمام انسان اپنے کمال تک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گے؛وہ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فرشتہ صفت انسان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،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معاشرے</w:t>
      </w:r>
      <w:r>
        <w:rPr>
          <w:rtl/>
          <w:lang w:bidi="ur-PK"/>
        </w:rPr>
        <w:t xml:space="preserve"> سے ظلم و ستم کا خاتمہ ہوجائے گا ، معاشرے کو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، فساد ، اختلافات ، فقر وافلاس اورجہالت کے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منحوس</w:t>
      </w:r>
      <w:r>
        <w:rPr>
          <w:rtl/>
          <w:lang w:bidi="ur-PK"/>
        </w:rPr>
        <w:t xml:space="preserve"> وجود سے نجات مل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کامل خوش 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پالے گا اور خدا کامقرب بندہ بن جائے گا۔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ضابطہ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زمانے کے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نافذ ہوا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کہاں؟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کہا جاتا ہے، اُس کے بعد مکہ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چند شہروں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نے وسعت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6" w:name="_Toc500672018"/>
      <w:r>
        <w:rPr>
          <w:rFonts w:hint="eastAsia"/>
          <w:rtl/>
          <w:lang w:bidi="ur-PK"/>
        </w:rPr>
        <w:lastRenderedPageBreak/>
        <w:t>انحراف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اقسام</w:t>
      </w:r>
      <w:bookmarkEnd w:id="36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اُبھرتا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کارواں جسے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اُس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شدہ راستے پرگامزن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حادثے کا شکار ہوجائے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کارواں کو اُس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شدہ راستے سے ہٹا دے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اگر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انحراف کا شکار ہوجائے اور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بگاڑ اور انحراف اِ س حد تک آگے بڑھ جائے کہ پورے اسلام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انحراف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قسم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انحراف وہ ہے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 خراب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اکثر اوقات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لوگوں کے منحرف ہونے اور بگڑنے سے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احکامات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۔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انحراف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لوگ خراب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خراب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اور علمائ اور خطبائ ومقرر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کا شکار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منحرف شدہ افراد 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انحراف کا شکار افراد قرآن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اچھے کو برا، برے کو اچھا، منکر کو معروف اور معروف کو منکر بناکر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اسلام کے بتائے ہوئے راستے کو </w:t>
      </w:r>
      <w:r w:rsidR="001928B4" w:rsidRPr="0077300E">
        <w:rPr>
          <w:rFonts w:hint="cs"/>
          <w:rtl/>
          <w:lang w:bidi="ur-PK"/>
        </w:rPr>
        <w:t>1</w:t>
      </w:r>
      <w:r w:rsidR="0077300E" w:rsidRPr="0077300E">
        <w:rPr>
          <w:rFonts w:hint="cs"/>
          <w:rtl/>
          <w:lang w:bidi="ur-PK"/>
        </w:rPr>
        <w:t>80</w:t>
      </w:r>
      <w:r w:rsidRPr="004C1FD1">
        <w:rPr>
          <w:rFonts w:hint="cs"/>
          <w:rtl/>
        </w:rPr>
        <w:t xml:space="preserve"> ڈگر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اگر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اِس مشکل سے دوچار ہوجائے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7" w:name="_Toc500672019"/>
      <w:r>
        <w:rPr>
          <w:rFonts w:hint="eastAsia"/>
          <w:rtl/>
          <w:lang w:bidi="ur-PK"/>
        </w:rPr>
        <w:t>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اوراُس کا حکم موجود تھا مگر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تھے</w:t>
      </w:r>
      <w:bookmarkEnd w:id="37"/>
    </w:p>
    <w:p w:rsidR="00734EFD" w:rsidRDefault="00734EFD" w:rsidP="007224B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>نے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قرآن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 w:rsidRPr="00F73CD6">
        <w:rPr>
          <w:rStyle w:val="libArabicChar"/>
          <w:rtl/>
        </w:rPr>
        <w:t xml:space="preserve">’’مَن </w:t>
      </w:r>
      <w:r w:rsidRPr="00F73CD6">
        <w:rPr>
          <w:rStyle w:val="libArabicChar"/>
          <w:rFonts w:hint="cs"/>
          <w:rtl/>
        </w:rPr>
        <w:t>يَرتَدَّ مِنکُم عَن دِی</w:t>
      </w:r>
      <w:r w:rsidRPr="00F73CD6">
        <w:rPr>
          <w:rStyle w:val="libArabicChar"/>
          <w:rFonts w:hint="eastAsia"/>
          <w:rtl/>
        </w:rPr>
        <w:t>نِ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 w:rsidRPr="00F73CD6">
        <w:rPr>
          <w:rStyle w:val="libArabicChar"/>
          <w:rtl/>
        </w:rPr>
        <w:t xml:space="preserve"> فَسَوفَ </w:t>
      </w:r>
      <w:r w:rsidRPr="00F73CD6">
        <w:rPr>
          <w:rStyle w:val="libArabicChar"/>
          <w:rFonts w:hint="cs"/>
          <w:rtl/>
        </w:rPr>
        <w:t>يَآتِيَ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ُ بقَومٍ </w:t>
      </w:r>
      <w:r w:rsidRPr="00F73CD6">
        <w:rPr>
          <w:rStyle w:val="libArabicChar"/>
          <w:rFonts w:hint="cs"/>
          <w:rtl/>
        </w:rPr>
        <w:t>يُحِبُّ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ُم و </w:t>
      </w:r>
      <w:r w:rsidRPr="00F73CD6">
        <w:rPr>
          <w:rStyle w:val="libArabicChar"/>
          <w:rFonts w:hint="cs"/>
          <w:rtl/>
        </w:rPr>
        <w:t>يُحِبُّونَ</w:t>
      </w:r>
      <w:r w:rsidR="001928B4" w:rsidRPr="001928B4">
        <w:rPr>
          <w:rStyle w:val="libArabicChar"/>
          <w:rFonts w:hint="cs"/>
          <w:rtl/>
        </w:rPr>
        <w:t>ه</w:t>
      </w:r>
      <w:r>
        <w:rPr>
          <w:rtl/>
          <w:lang w:bidi="ur-PK"/>
        </w:rPr>
        <w:t>‘ ‘‘</w:t>
      </w:r>
      <w:r w:rsidRPr="00F73CD6">
        <w:rPr>
          <w:rStyle w:val="libFootnotenumChar"/>
          <w:rtl/>
        </w:rPr>
        <w:t xml:space="preserve"> </w:t>
      </w:r>
      <w:r w:rsidR="00F73CD6" w:rsidRPr="00F73CD6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2</w:t>
      </w:r>
      <w:r w:rsidR="00F73CD6" w:rsidRPr="00F73CD6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>،’’تم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مرتد ہوجائے تو اللہ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آئے گا کہ اُس سے محبت کرے گا اور وہ قوم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سے محبت کرے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>۔ اِ 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</w:t>
      </w:r>
      <w:r>
        <w:rPr>
          <w:rFonts w:hint="eastAsia"/>
          <w:rtl/>
          <w:lang w:bidi="ur-PK"/>
        </w:rPr>
        <w:t>چاہتا</w:t>
      </w:r>
      <w:r>
        <w:rPr>
          <w:rtl/>
          <w:lang w:bidi="ur-PK"/>
        </w:rPr>
        <w:t xml:space="preserve"> ہوں۔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قول کو لوگوں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وقت قابل عمل ہے کہ جب معاشرہ منحرف ہوچکا ہو، اگرمعاشرہ انحراف کا شکار ہوجائے تو اُس کا علاج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اُس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عالم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حکم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معاشروں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کہ جہاں 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و بگاڑ اِس حد تک آگے بڑھ جائے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اصل اسلام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سے انحراف کا سبب بنے تو اِس مقام پر خداوند عالم نے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 حکم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؛ خداوند عالم نے انسان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حکم کے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چھوڑا ہے۔</w:t>
      </w:r>
    </w:p>
    <w:p w:rsidR="00734EFD" w:rsidRDefault="00734EFD" w:rsidP="00F73CD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خود اِس حکم خدا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و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نے اِس حکم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خود اِس حکم پر عمل درآمد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کرسکے!آخر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وجوہات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>نے خود جس حکم کو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خود اُس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کرسکے ؟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اُس وقت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کہ جب معاشرہ منحرف ہو جائے۔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عہد رسالت اورام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عہد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امامت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 معاشرہ اتنا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بگڑا تھا کہ اِس حکم پر عمل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نوبت آئے۔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حسن کے دورم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ظاہر</w:t>
      </w:r>
      <w:r>
        <w:rPr>
          <w:rFonts w:hint="cs"/>
          <w:rtl/>
          <w:lang w:bidi="ur-PK"/>
        </w:rPr>
        <w:t>ی</w:t>
      </w:r>
      <w:r w:rsidR="00F73CD6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حکومت،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اِس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سے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ظہور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کے باوجود اِس مرحلے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جہاں پورے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خطرہ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آتا۔</w:t>
      </w:r>
    </w:p>
    <w:p w:rsidR="00734EFD" w:rsidRDefault="00734EFD" w:rsidP="00F73CD6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جاسکتا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صورتحال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اُس وقت اِس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عمل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نہ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موقع مناسب نہ ہو۔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احکامات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جزئ ہے اور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خود حکومت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ح</w:t>
      </w:r>
      <w:r>
        <w:rPr>
          <w:rFonts w:hint="eastAsia"/>
          <w:rtl/>
          <w:lang w:bidi="ur-PK"/>
        </w:rPr>
        <w:t>کومت</w:t>
      </w:r>
      <w:r>
        <w:rPr>
          <w:rtl/>
          <w:lang w:bidi="ur-PK"/>
        </w:rPr>
        <w:t xml:space="preserve"> کا مطلب ہے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۔ اگر معاشرہ</w:t>
      </w:r>
      <w:r w:rsidR="00F73CD6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سے خارج ہوکر خراب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ہوجائے اور حکم خدا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ہوجائے اور ہمارے پاس اِس خراب حالت کو بدلنے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اور منصوبہ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نہ ہو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فائدہ؟!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8" w:name="_Toc500672020"/>
      <w:r>
        <w:rPr>
          <w:rFonts w:hint="eastAsia"/>
          <w:rtl/>
          <w:lang w:bidi="ur-PK"/>
        </w:rPr>
        <w:t>منحرف</w:t>
      </w:r>
      <w:r>
        <w:rPr>
          <w:rtl/>
          <w:lang w:bidi="ur-PK"/>
        </w:rPr>
        <w:t xml:space="preserve"> معاشرے کو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پلٹانے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38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معلوم ہوا کہ منحرف معاشرے کو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پلٹانے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خود حکومت کے حکم ا 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جاسکتا ہے کہ اِس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خود کفار سے جہا د کرنے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کہنا ممکن ہے کہ اِس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ہے؛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کہہ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دمنحرف</w:t>
      </w:r>
      <w:r>
        <w:rPr>
          <w:rtl/>
          <w:lang w:bidi="ur-PK"/>
        </w:rPr>
        <w:t xml:space="preserve"> معاشرے کو اُس کے راستے پر پلٹانے کا حکم خداوند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فرائض اور واجبات اور حج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اِس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ہے؟ جواب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اسلام کو کہ جب وہ فنا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ختم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ہو، زندہ کرنے کا ضامن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سوال اور ابھرتا ہے کہ کون ہے جو اِس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حکم پر عمل کرے؟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حکم پر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کرسکتا ہے اور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ہو کہ معاشرہ اِس انحراف کا شکار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ہو؛ البتہ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شرط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اِس حکم پر عمل درآ</w:t>
      </w:r>
      <w:r>
        <w:rPr>
          <w:rFonts w:hint="eastAsia"/>
          <w:rtl/>
          <w:lang w:bidi="ur-PK"/>
        </w:rPr>
        <w:t>مد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حالات مناسب ہوں؛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خداوند عالم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عمل کو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کہ جس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 ہو۔ لہٰذا اگر حالات نامناسب ہوں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کرے تو اُس کے عمل اور جدوجہد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نکلے گا لہٰذا عمل درآمد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حالات کو مناسب و موزوں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حالات کے مناسب ہونے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اور ہے؛ 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چونکہ اِس حکم کو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جامہ پہنانے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خطرات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لہٰذا حالات سازگار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 حالات کے سازگار ہونے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حالات و شرائط کو من</w:t>
      </w:r>
      <w:r>
        <w:rPr>
          <w:rFonts w:hint="eastAsia"/>
          <w:rtl/>
          <w:lang w:bidi="ur-PK"/>
        </w:rPr>
        <w:t>اسب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جانے کہ اگر اُس نے عمل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اِس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ظاہر ہوگا،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تک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 جائے گا، عوام اِس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سے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شک و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تمام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بادل اُن کے سامنے سے ہٹ کر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اُفق 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روشن و صاف ہوجائے گا۔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39" w:name="_Toc50067202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انحراف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تھااور حالات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 تھے!</w:t>
      </w:r>
      <w:bookmarkEnd w:id="3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انحراف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آچکا تھا اور اِس انحراف کو ختم کرنے کے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عمل درآمد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حالات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 تھے۔ پس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انحرافات اور بدعتوں نے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مکمل طورسے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وہ مناسب حالات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حکومت کا مالک بن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ہے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جسے پہلے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شدہ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جامع منصوبہ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تحت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تاکہ اسلام کو نابود کرنے کے بنو اُم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منصوبے پر عمل درآمد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جاسکے) جو اسلام کے ظ</w:t>
      </w:r>
      <w:r>
        <w:rPr>
          <w:rFonts w:hint="eastAsia"/>
          <w:rtl/>
          <w:lang w:bidi="ur-PK"/>
        </w:rPr>
        <w:t>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و آداب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ذرّہ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ہے! وہ 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( خودساختہ)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جو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کھلم کھلا مخالفت اُس کا وط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ہے ،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گناہوں 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اعمال کا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الاعلان </w:t>
      </w:r>
      <w:r>
        <w:rPr>
          <w:rtl/>
          <w:lang w:bidi="ur-PK"/>
        </w:rPr>
        <w:lastRenderedPageBreak/>
        <w:t>ارتکاب اُس کا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ہے ، قرآن کے خلاف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ہے، وہ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اہانت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اشعار باطلہ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ہے؛ 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وہ اسلام کا کھلا ہوا دشمن ہے!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چونکہ</w:t>
      </w:r>
      <w:r>
        <w:rPr>
          <w:rtl/>
          <w:lang w:bidi="ur-PK"/>
        </w:rPr>
        <w:t xml:space="preserve"> وہ نام کا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لہٰذا وہ اسلام کے نام کو مکمل طور سے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چاہتا ۔ اِس کے ساتھ ساتھ وہ نہ اسلام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روکار</w:t>
      </w:r>
      <w:r>
        <w:rPr>
          <w:rtl/>
          <w:lang w:bidi="ur-PK"/>
        </w:rPr>
        <w:t xml:space="preserve"> ہے، نہ اُسے اسلام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دلچسپ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کا دل اسلام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دھڑکتا ہے بلکہ اپنے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چشمے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ہے کہ جس سے مسلسل گند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بدبو دار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اُبل اُبل کر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خراب و بدبودار کررہا ہے اور اپنے وجود کے گندے اور بدبودار اعمال سے پورے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 کو متعفّن و آلودہ کررہا ہے!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برا اور فاسد حاکم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۔ چونکہ حاکم،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اونچے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بلند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منصب کا حامل ہوتا ہے 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بلند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مانند، لہٰذا اُس سے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صادر ہوگا اُس کے اثرات صرف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بلکہ اُس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آکر اطراف کے علاقے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جبکہ عام عوام و افراد کا عمل اِس خاص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حامل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عام</w:t>
      </w:r>
      <w:r>
        <w:rPr>
          <w:rtl/>
          <w:lang w:bidi="ur-PK"/>
        </w:rPr>
        <w:t xml:space="preserve"> افراد کا عمل صرف اُنہ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ذات کے دائرے کے اندر رہتا ہے؛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جس کا مرتبہ و منصب جتنا بلند ہو اور وہ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جتنے بڑے درجے کا مالک ہو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نقصان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ہوتا ہے۔ عام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ممکن ہے کہ ص</w:t>
      </w:r>
      <w:r>
        <w:rPr>
          <w:rFonts w:hint="eastAsia"/>
          <w:rtl/>
          <w:lang w:bidi="ur-PK"/>
        </w:rPr>
        <w:t>رف</w:t>
      </w:r>
      <w:r>
        <w:rPr>
          <w:rtl/>
          <w:lang w:bidi="ur-PK"/>
        </w:rPr>
        <w:t xml:space="preserve"> اُنہ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اُن کے اطراف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چند افراد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نقصان دہ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بڑے عہدے اور درجے کا مالک ہے اگر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ارتکاب کرنے لگے تو اُس کے اعمال کے برے اثرات اطراف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 پورے 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ماحول کو آلودہ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اگر معاشر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منصب و مرتبے پر فائز ہونے والا شخص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ہوجائے تو اُس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کے اثرات اور خوشبو پورے معاشرے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ماحول و فضا کو معطر کردے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بعدا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منبر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اپنے آپ کو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کہتا ہے 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سے بڑھ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ہوگا؟! اب اِس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عمل درآمد کرنے کے حالات و شرا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حالات مناسب و سازگار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اِس ک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اِس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خطرہ موجود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خطرہ موجود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ممکن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اقتدار کا مالک اپنے مقابلے پر آنے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خطرناک ثابت نہ ہو؟!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کھل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ہے؛ آپ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اُس کا تخت و تاج اور اقتدا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 ر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صرف تماشا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>! واضح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پلٹ کر آپ پر حملہ کرے گا، پس خطرہ 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0" w:name="_Toc500672022"/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آئمہ کا مقام امامت برابر ہے!</w:t>
      </w:r>
      <w:bookmarkEnd w:id="40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ہم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حالات مناسب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اِس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کا ماحول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ممکن ہے کہ اِس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انسانوں تک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 جائے۔ اگر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دور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کرتے ت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اُن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دفن ہو جاتا۔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دور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حالات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لوگ حق بات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 سکتے تھے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و باطل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)!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 سال </w:t>
      </w: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رہے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بولے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اقدام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چونکہ حالات مناسب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قبل امام حسن امام وقت تھے، اُنہوں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چونکہ اُن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حالات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مناسب تھے؛ 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امام حسن 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 م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قدرت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امام حسن 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امام سجاد اور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ہے!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چونکہ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لہٰذا اُن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منزلت اُن آئمہ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کہ جنہوں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مقام امامت کے لحاظ سے سب آئمہ برابر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آئم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کربلاج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کے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آتے تو 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کرتے اور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پر فائز ہوتے۔ 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1" w:name="_Toc500672023"/>
      <w:r>
        <w:rPr>
          <w:rFonts w:hint="eastAsia"/>
          <w:rtl/>
          <w:lang w:bidi="ur-PK"/>
        </w:rPr>
        <w:t>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خطرے کے ساتھ ہے!</w:t>
      </w:r>
      <w:bookmarkEnd w:id="41"/>
    </w:p>
    <w:p w:rsidR="00734EFD" w:rsidRDefault="00734EFD" w:rsidP="007224B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انحراف و بدعت کے طوفان کے سامنے کھڑے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پس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پر عمل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ے؛</w:t>
      </w:r>
      <w:r>
        <w:rPr>
          <w:rtl/>
          <w:lang w:bidi="ur-PK"/>
        </w:rPr>
        <w:t xml:space="preserve"> حالات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ںلہٰذا</w:t>
      </w:r>
      <w:r>
        <w:rPr>
          <w:rtl/>
          <w:lang w:bidi="ur-PK"/>
        </w:rPr>
        <w:t xml:space="preserve"> اب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عبداللہ ابن جعفر ، محمد ابن 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اور عبداللہ ابن عباس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شناس ، عارف ، عالم، فہم وادراک رکھنے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کہا کہ’’ اے مولا! اِس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خطرات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نہ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۔‘‘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چاہتے تھے کہ جب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خطرات ہوں تو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اِس بات کو سمجھنے سے قاصر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جو خطرات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ساقط ہوجائے گا! </w:t>
      </w:r>
      <w:r w:rsidR="00F73CD6" w:rsidRPr="00F73CD6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3</w:t>
      </w:r>
      <w:r w:rsidR="00F73CD6" w:rsidRPr="00F73CD6">
        <w:rPr>
          <w:rStyle w:val="libFootnotenumChar"/>
          <w:rFonts w:hint="cs"/>
          <w:rtl/>
        </w:rPr>
        <w:t>)</w:t>
      </w:r>
    </w:p>
    <w:p w:rsidR="00734EFD" w:rsidRDefault="00734EFD" w:rsidP="00F73CD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اِس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خطرات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گھر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ممکن ہے کہ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بڑے اقتدار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مضبوط قسم کے نظام کے خلاف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کرے اور اُسے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خطرات کا سامنا نہ کرنا پڑے؟ اِس واجب پر عمل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ہونے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خطرا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دعوت دے رہا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 ہے کہ جسے حضرت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نے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اِن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جاتا تھا کہ آغا! آپ تو 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سے ٹکر لے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ں،آپ</w:t>
      </w:r>
      <w:r>
        <w:rPr>
          <w:rtl/>
          <w:lang w:bidi="ur-PK"/>
        </w:rPr>
        <w:t xml:space="preserve"> خطرات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تھے کہ اِس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خطرات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اس بات سے بے خبر تھے کہ 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گرفتار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اُسے شکنجہ و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اُسے قتل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اُس گرفتار ہونے والے انسان کے دو</w:t>
      </w:r>
      <w:r>
        <w:rPr>
          <w:rFonts w:hint="eastAsia"/>
          <w:rtl/>
          <w:lang w:bidi="ur-PK"/>
        </w:rPr>
        <w:t>ستوں</w:t>
      </w:r>
      <w:r>
        <w:rPr>
          <w:rtl/>
          <w:lang w:bidi="ur-PK"/>
        </w:rPr>
        <w:t xml:space="preserve"> کو موت کے گھاٹ اتار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جِلا وطن کر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تھے؟!</w:t>
      </w:r>
    </w:p>
    <w:p w:rsidR="00734EFD" w:rsidRDefault="00734EFD" w:rsidP="00F73CD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کام جو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ہمارے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سے سامنے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اُس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سامنے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کے جہاد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نکلا؛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کا ہدف،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اساس و جان ہے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مذہب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بڑا حصہ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مضبوط و محکم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</w:t>
      </w: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سے تعلق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2" w:name="_Toc500672024"/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راہ پر لوٹانا، ہدف ہے!</w:t>
      </w:r>
      <w:bookmarkEnd w:id="4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ہدف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اُس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، مگر کون سے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اُس وقت کہ جب اسلام کا راستہ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اور خاص اورصاحب اثر و نفوذ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جہالت، ظلم و استبداد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انت،</w:t>
      </w:r>
      <w:r>
        <w:rPr>
          <w:rtl/>
          <w:lang w:bidi="ur-PK"/>
        </w:rPr>
        <w:t xml:space="preserve"> مسلمانوں کو منحرف کردے اورق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مختلف ادوار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زمانے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زمانہ ہے کہ جب شرائط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زمانہ ہے کہ جب حالات مناسب ہوں۔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اور شرائط مناسب تھے اور ہمارے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جو امام </w:t>
      </w:r>
      <w:r>
        <w:rPr>
          <w:rFonts w:hint="eastAsia"/>
          <w:rtl/>
          <w:lang w:bidi="ur-PK"/>
        </w:rPr>
        <w:t>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دونوں کا ہدف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ہدف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قدم اٹھاتا ہے اور چاہتا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ظالم حکومت اور باطل کے خلاف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چاہتا ہے کہ اسلام،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کو اُس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راستے پر لوٹا دے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ہوتا ہے کہ جب 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کرتا ہے تو اُسے حکومت مل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صورت ہے کہ جو الحمدللہ ہمارے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سامنے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وہ ہے کہ جب 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کرتا ہے تو وہ حکومت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درجہ شہادت پر فائز ہوتا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پر عمل کرنا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ں؛واجب</w:t>
      </w:r>
      <w:r>
        <w:rPr>
          <w:rtl/>
          <w:lang w:bidi="ur-PK"/>
        </w:rPr>
        <w:t xml:space="preserve"> ہے، گرچہ وہ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ہوجائے۔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آتا ہے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وہ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درجہ شہادت کو پالے تو اُس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 ہے؟ جواب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پڑتا؛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 اِس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صورتوں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فائدہ ہے، خواہ وہ درجہ شہادت پر فائز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ااُسے</w:t>
      </w:r>
      <w:r>
        <w:rPr>
          <w:rtl/>
          <w:lang w:bidi="ur-PK"/>
        </w:rPr>
        <w:t xml:space="preserve"> حکومت ملے۔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دونوں کا فائدہ الگ الگ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ہر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کرنا اور قدم اٹھانا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3" w:name="_Toc500672025"/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قدم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bookmarkEnd w:id="43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کام تھا کہ جسے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آپ وہ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تھے کہ جس نے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قدم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آپ سے قبل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زمانہ رسالت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بدعت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دور امامت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انحرافات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کچھ مقامات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انحرافات تھے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اُن کے خلاف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مناسب تھے۔ل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دور امامت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جاندار نکتہ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ہم اِس طرح خلاصہ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اُس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واجب کو انجام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ازسر نو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انحرافات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کرنے سے عبارت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کام؛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 امر بالمعروف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ممکن ہے بلکہ انحرفات کا راستہ روکنا خود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کا زندہ مصداق ہے۔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و اقتدار پر اختتام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ہوتا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تھے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درجہ شہادت تک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خود کو اِس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تھا۔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4" w:name="_Toc500672026"/>
      <w:r>
        <w:rPr>
          <w:rFonts w:hint="eastAsia"/>
          <w:rtl/>
          <w:lang w:bidi="ur-PK"/>
        </w:rPr>
        <w:lastRenderedPageBreak/>
        <w:t>حکومت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اسلام کو زبردست خطرہ ہے</w:t>
      </w:r>
      <w:bookmarkEnd w:id="4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کس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کہہ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ہم نے اِن تمام باتوں کو خود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کلمات سے اخذ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ہم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کلمات و ارشادات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چند عبارتوں کا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کے حاکم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حضرت کو اپنے پاس بلاکر کہا کہ ’’معاو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انتقال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آپ کو (نئے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ے‘‘</w:t>
      </w:r>
      <w:r>
        <w:rPr>
          <w:rtl/>
          <w:lang w:bidi="ur-PK"/>
        </w:rPr>
        <w:t>۔ حضرت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اُسے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’’</w:t>
      </w:r>
      <w:r w:rsidRPr="00F74F27">
        <w:rPr>
          <w:rStyle w:val="libArabicChar"/>
          <w:rtl/>
        </w:rPr>
        <w:t>نَنظُرُ وَ تَنظُرُونَ اَ</w:t>
      </w:r>
      <w:r w:rsidRPr="00F74F27">
        <w:rPr>
          <w:rStyle w:val="libArabicChar"/>
          <w:rFonts w:hint="cs"/>
          <w:rtl/>
        </w:rPr>
        <w:t>يُّنَا اَحَقُّ بِالبَی</w:t>
      </w:r>
      <w:r w:rsidRPr="00F74F27">
        <w:rPr>
          <w:rStyle w:val="libArabicChar"/>
          <w:rFonts w:hint="eastAsia"/>
          <w:rtl/>
        </w:rPr>
        <w:t>عَ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وَ الخِلَافَ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</w:t>
      </w:r>
      <w:r>
        <w:rPr>
          <w:rtl/>
          <w:lang w:bidi="ur-PK"/>
        </w:rPr>
        <w:t xml:space="preserve">‘‘ 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4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>۔ آپ نے فرم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کہ’’ صبح تک انتظار کرو ، ہم فکر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(حس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)م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کون خلافت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لئے شائستہ ہے‘‘!</w:t>
      </w:r>
    </w:p>
    <w:p w:rsidR="00734EFD" w:rsidRDefault="00734EFD" w:rsidP="007224B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اگلے</w:t>
      </w:r>
      <w:r>
        <w:rPr>
          <w:rtl/>
          <w:lang w:bidi="ur-PK"/>
        </w:rPr>
        <w:t xml:space="preserve"> دن مروان نے جب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کہنے لگا: ’’اے ابا عبداللہ، آپ اپنے آپ کو ہلاکت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ڈال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وقت سے آکر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تے؟</w:t>
      </w:r>
      <w:r>
        <w:rPr>
          <w:rtl/>
          <w:lang w:bidi="ur-PK"/>
        </w:rPr>
        <w:t xml:space="preserve"> آپ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کا سامان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!‘‘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اُس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جملہ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’’</w:t>
      </w:r>
      <w:r w:rsidRPr="00F74F27">
        <w:rPr>
          <w:rStyle w:val="libArabicChar"/>
          <w:rtl/>
        </w:rPr>
        <w:t>اِنَّا لِلّٰ</w:t>
      </w:r>
      <w:r w:rsidR="001928B4" w:rsidRPr="001928B4">
        <w:rPr>
          <w:rStyle w:val="libArabicChar"/>
          <w:rFonts w:hint="cs"/>
          <w:rtl/>
        </w:rPr>
        <w:t>ه</w:t>
      </w:r>
      <w:r w:rsidRPr="00F74F27">
        <w:rPr>
          <w:rStyle w:val="libArabicChar"/>
          <w:rFonts w:hint="eastAsia"/>
          <w:rtl/>
        </w:rPr>
        <w:t>ِ</w:t>
      </w:r>
      <w:r w:rsidRPr="00F74F27">
        <w:rPr>
          <w:rStyle w:val="libArabicChar"/>
          <w:rtl/>
        </w:rPr>
        <w:t xml:space="preserve"> وَ اِنَّا اِلَ</w:t>
      </w:r>
      <w:r w:rsidRPr="00F74F27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رَاجِعُونَ وَ عَلَ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الاِسلَامِ السَّلَامُ، اِذ قَد بُلِ</w:t>
      </w:r>
      <w:r w:rsidRPr="00F74F27">
        <w:rPr>
          <w:rStyle w:val="libArabicChar"/>
          <w:rFonts w:hint="cs"/>
          <w:rtl/>
        </w:rPr>
        <w:t>يَتِ الاُمَّ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ُ</w:t>
      </w:r>
      <w:r w:rsidRPr="00F74F27">
        <w:rPr>
          <w:rStyle w:val="libArabicChar"/>
          <w:rtl/>
        </w:rPr>
        <w:t xml:space="preserve"> بِرَاعٍ مِثلَ </w:t>
      </w:r>
      <w:r w:rsidRPr="00F74F27">
        <w:rPr>
          <w:rStyle w:val="libArabicChar"/>
          <w:rFonts w:hint="cs"/>
          <w:rtl/>
        </w:rPr>
        <w:t>يَزِی</w:t>
      </w:r>
      <w:r w:rsidRPr="00F74F27">
        <w:rPr>
          <w:rStyle w:val="libArabicChar"/>
          <w:rFonts w:hint="eastAsia"/>
          <w:rtl/>
        </w:rPr>
        <w:t>د</w:t>
      </w:r>
      <w:r w:rsidRPr="00F74F27">
        <w:rPr>
          <w:rStyle w:val="libArabicChar"/>
          <w:rtl/>
        </w:rPr>
        <w:t xml:space="preserve"> </w:t>
      </w:r>
      <w:r>
        <w:rPr>
          <w:rtl/>
          <w:lang w:bidi="ur-PK"/>
        </w:rPr>
        <w:t>‘‘ ، ’’ہم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آئے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لوٹ کر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جانا ہے،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امت مسلمہ کا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 جائے تو اسلام کو خدا حافظ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ے‘‘،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پر فاتحہ پڑھ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(فاسق و فاجر) شخص اقتدار کو سنبھال لے اور اسلام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ہوجائے!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کا مسئلہ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 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5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۔ حضرت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>کے بعد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اب تک جو ہوا وہ سب قابل تحمل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خود اصل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(اور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) نشانے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کرنے سے اسلام نابود ہوجائے گا۔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اس انحراف کا خطرہ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خود اسل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خطرے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اور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مکہ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محمد ابن 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معلوم ہوتا ہے کہ حضرت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مکہ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ماہ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محمد ابن 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آچکے تھے اور انہوں نے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امام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 سے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مقام ہے کہ جہاں حضرت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عنوان سے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5" w:name="_Toc500672027"/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مقصد، امت محمد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ہے</w:t>
      </w:r>
      <w:bookmarkEnd w:id="45"/>
    </w:p>
    <w:p w:rsidR="00F74F27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مختلف امور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کے بعد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734EFD" w:rsidRDefault="00734EFD" w:rsidP="007224BD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’’</w:t>
      </w:r>
      <w:r w:rsidRPr="00F74F27">
        <w:rPr>
          <w:rStyle w:val="libArabicChar"/>
          <w:rtl/>
        </w:rPr>
        <w:t>وَ</w:t>
      </w:r>
      <w:r w:rsidRPr="00F74F27">
        <w:rPr>
          <w:rStyle w:val="libArabicChar"/>
          <w:rFonts w:hint="eastAsia"/>
          <w:rtl/>
        </w:rPr>
        <w:t>اِنِّ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لَم اَخرُج اَشِرًا وَّلَا بَطَراً وَّلَا مُفسِدًا وَّلَا ظَالِماً</w:t>
      </w:r>
      <w:r>
        <w:rPr>
          <w:rtl/>
          <w:lang w:bidi="ur-PK"/>
        </w:rPr>
        <w:t xml:space="preserve"> ‘‘ 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6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لوگ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نہ ہوں اور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گنڈا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دھوکہ نہ دے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مختلف جگہوں پر خروج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صرف اِس لئے کہ اقتدار کواپنے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خودنمائ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ظلم و فساد برپا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آپ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ارادہ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’’</w:t>
      </w:r>
      <w:r w:rsidRPr="00F74F27">
        <w:rPr>
          <w:rStyle w:val="libArabicChar"/>
          <w:rtl/>
        </w:rPr>
        <w:t>وَ اِنَّمَا خَرَجتُ لِطَلَبِ الاِصلَاحِ فِ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اُمَّ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جَدِّ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</w:t>
      </w:r>
      <w:r>
        <w:rPr>
          <w:rtl/>
          <w:lang w:bidi="ur-PK"/>
        </w:rPr>
        <w:t>‘‘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7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،’’م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اور صرف اپنے جد محمد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ہوں)۔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فقط اصلاح کرنا چاہتا ہوں‘‘۔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واجب ہے کہ جو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قبل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اصلاح ، ’’خروج‘‘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</w:t>
      </w:r>
      <w:r>
        <w:rPr>
          <w:rtl/>
          <w:lang w:bidi="ur-PK"/>
        </w:rPr>
        <w:t xml:space="preserve"> انجام پائے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خروج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اِس نکتے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صراحت کے ساتھ اِس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اولاً 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کہ ہم ’’اصلاح‘‘ کے طالب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نہ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کہ حتماً حکومت و اقتدار ہمارے ہاتھ آجائے اور نہ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جاکر صرف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 ہمارا ہدف صرف اصلاحِ امت ہے۔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توجہ ہے کہ اصلاح کا کام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دوران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انسان حکومت تک پہنچتا ہے اور زمام قدرت کواپنے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ممکن ہوجاتاہے اور وہ درجہ شہادت پر فائز ہوتا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دونوں صورتوں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اصلاح کے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ہوتاہے۔</w:t>
      </w:r>
    </w:p>
    <w:p w:rsidR="00734EFD" w:rsidRDefault="00734EFD" w:rsidP="007224B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کے بعد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کہ’’ </w:t>
      </w:r>
      <w:r w:rsidRPr="00F74F27">
        <w:rPr>
          <w:rStyle w:val="libArabicChar"/>
          <w:rtl/>
        </w:rPr>
        <w:t>اُرِ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دُ</w:t>
      </w:r>
      <w:r w:rsidRPr="00F74F27">
        <w:rPr>
          <w:rStyle w:val="libArabicChar"/>
          <w:rtl/>
        </w:rPr>
        <w:t xml:space="preserve"> اَن آمُرَ بِالمَعرُوفِ وَاَن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ٰ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عَنِ المُنکَرِ وَاُسِ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رُ</w:t>
      </w:r>
      <w:r w:rsidRPr="00F74F27">
        <w:rPr>
          <w:rStyle w:val="libArabicChar"/>
          <w:rtl/>
        </w:rPr>
        <w:t xml:space="preserve"> بِسِ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رَ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جَدِّ وَ اَبِ</w:t>
      </w:r>
      <w:r>
        <w:rPr>
          <w:rtl/>
          <w:lang w:bidi="ur-PK"/>
        </w:rPr>
        <w:t xml:space="preserve"> ‘‘ 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8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۔’’م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ہوں کہ امر بالمعروف کروں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انجام دں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نانا اور بابا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پر قدم اٹھانا چاہتا ہوں‘‘۔ اصلاح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مصداق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ہے۔</w:t>
      </w:r>
    </w:p>
    <w:p w:rsidR="00734EFD" w:rsidRDefault="00734EFD" w:rsidP="007730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مکے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گروہوں کو خط لکھے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بصرہ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اور دوسرا کوفہ کے اہم افراد کو۔ بصرہ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نام جو آپ نے خط لکھا ہے اُس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 س طرح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ہے: ’’ </w:t>
      </w:r>
      <w:r w:rsidRPr="00F74F27">
        <w:rPr>
          <w:rStyle w:val="libArabicChar"/>
          <w:rtl/>
        </w:rPr>
        <w:t>وقَد بَعَثَ</w:t>
      </w:r>
      <w:r w:rsidRPr="00F74F27">
        <w:rPr>
          <w:rStyle w:val="libArabicChar"/>
          <w:rFonts w:hint="eastAsia"/>
          <w:rtl/>
        </w:rPr>
        <w:t>رَسُولِ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اِلَ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کُم</w:t>
      </w:r>
      <w:r w:rsidRPr="00F74F27">
        <w:rPr>
          <w:rStyle w:val="libArabicChar"/>
          <w:rtl/>
        </w:rPr>
        <w:t xml:space="preserve"> بِ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ٰذَا الکِتَابِ وَاَنَا اَدعُوکُم اِلٰ</w:t>
      </w:r>
      <w:r w:rsidR="0077300E" w:rsidRPr="0077300E">
        <w:rPr>
          <w:rStyle w:val="libArabicChar"/>
          <w:rFonts w:hint="cs"/>
          <w:rtl/>
        </w:rPr>
        <w:t>ى</w:t>
      </w:r>
      <w:r w:rsidRPr="0077300E">
        <w:rPr>
          <w:rStyle w:val="libArabicChar"/>
          <w:rFonts w:hint="cs"/>
          <w:rtl/>
        </w:rPr>
        <w:t xml:space="preserve"> کِتَابِ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و سُنَّ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نَبِ</w:t>
      </w:r>
      <w:r w:rsidRPr="00F74F27">
        <w:rPr>
          <w:rStyle w:val="libArabicChar"/>
          <w:rFonts w:hint="cs"/>
          <w:rtl/>
        </w:rPr>
        <w:t>يِّ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فَاِنَّ سَنَّ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َ</w:t>
      </w:r>
      <w:r w:rsidRPr="00F74F27">
        <w:rPr>
          <w:rStyle w:val="libArabicChar"/>
          <w:rtl/>
        </w:rPr>
        <w:t xml:space="preserve"> قَد اُمِ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تَت</w:t>
      </w:r>
      <w:r w:rsidRPr="00F74F27">
        <w:rPr>
          <w:rStyle w:val="libArabicChar"/>
          <w:rtl/>
        </w:rPr>
        <w:t xml:space="preserve"> وَالبِدعَدَّ اُوحِ</w:t>
      </w:r>
      <w:r w:rsidRPr="00F74F27">
        <w:rPr>
          <w:rStyle w:val="libArabicChar"/>
          <w:rFonts w:hint="cs"/>
          <w:rtl/>
        </w:rPr>
        <w:t>يَت فَاِن تَسمَعُوا قَولِی</w:t>
      </w:r>
      <w:r w:rsidRPr="00F74F27">
        <w:rPr>
          <w:rStyle w:val="libArabicChar"/>
          <w:rtl/>
        </w:rPr>
        <w:t xml:space="preserve"> اَ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دِ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کُم</w:t>
      </w:r>
      <w:r w:rsidRPr="00F74F27">
        <w:rPr>
          <w:rStyle w:val="libArabicChar"/>
          <w:rtl/>
        </w:rPr>
        <w:t xml:space="preserve"> اِلٰ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سَبِ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لِ</w:t>
      </w:r>
      <w:r w:rsidRPr="00F74F27">
        <w:rPr>
          <w:rStyle w:val="libArabicChar"/>
          <w:rtl/>
        </w:rPr>
        <w:t xml:space="preserve"> الرِّشَادِ</w:t>
      </w:r>
      <w:r>
        <w:rPr>
          <w:rtl/>
          <w:lang w:bidi="ur-PK"/>
        </w:rPr>
        <w:t xml:space="preserve"> ‘‘۔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نمائندہ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خط کے ساتھ تمہارے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لوگوں کو کتاب خدا اور اُس کے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ہوں۔ بے شک سنتِ رسول </w:t>
      </w:r>
      <w:r>
        <w:rPr>
          <w:rtl/>
          <w:lang w:bidi="fa-IR"/>
        </w:rPr>
        <w:t>۰</w:t>
      </w:r>
      <w:r>
        <w:rPr>
          <w:rtl/>
          <w:lang w:bidi="ur-PK"/>
        </w:rPr>
        <w:t>کو زندہ درگور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زمانہ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بدعتوں و خرافات کو زندہ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اگر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کو راہِ راست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کروں گا۔‘‘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بدعتوں کو ختم کرنا اور سنتِ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چاہتا ہوں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حاکمان وقت نے سنت کو مردہ اور بدعتوں کو زندہ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اگر تم لوگ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مانو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قدم اٹھاو تو جان لو کہ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راستہ صرف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ہے،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ہوں کہ جو اسلام، سنتِ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کے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سے عبارت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6" w:name="_Toc500672028"/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حاکم ،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کتاب خدا کو نافذ کرے</w:t>
      </w:r>
      <w:bookmarkEnd w:id="46"/>
    </w:p>
    <w:p w:rsidR="00734EFD" w:rsidRDefault="00734EFD" w:rsidP="007730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کوفہ کے نام آپ نے اپنے مکتوب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:’’ </w:t>
      </w:r>
      <w:r w:rsidRPr="00F74F27">
        <w:rPr>
          <w:rStyle w:val="libArabicChar"/>
          <w:rtl/>
        </w:rPr>
        <w:t>فلعمرِ ما الاِمَامُ اِلَّا الحَاکِمُ بِاالکِتَابِ</w:t>
      </w:r>
      <w:r w:rsidR="00F74F27" w:rsidRPr="00F74F27">
        <w:rPr>
          <w:rStyle w:val="libArabicChar"/>
          <w:rFonts w:hint="cs"/>
          <w:rtl/>
        </w:rPr>
        <w:t xml:space="preserve"> </w:t>
      </w:r>
      <w:r w:rsidRPr="00F74F27">
        <w:rPr>
          <w:rStyle w:val="libArabicChar"/>
          <w:rFonts w:hint="eastAsia"/>
          <w:rtl/>
        </w:rPr>
        <w:t>وَالقَآئِمُ</w:t>
      </w:r>
      <w:r w:rsidRPr="00F74F27">
        <w:rPr>
          <w:rStyle w:val="libArabicChar"/>
          <w:rtl/>
        </w:rPr>
        <w:t xml:space="preserve"> بِالقِسطِ الدَّآئِنُ بِدِ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نِ</w:t>
      </w:r>
      <w:r w:rsidRPr="00F74F27">
        <w:rPr>
          <w:rStyle w:val="libArabicChar"/>
          <w:rtl/>
        </w:rPr>
        <w:t xml:space="preserve"> الحَقَّ وَالحَابِسُ نَفسِ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 عَلٰ</w:t>
      </w:r>
      <w:r w:rsidR="0077300E" w:rsidRPr="0077300E">
        <w:rPr>
          <w:rStyle w:val="libArabicChar"/>
          <w:rFonts w:hint="cs"/>
          <w:rtl/>
        </w:rPr>
        <w:t>ى</w:t>
      </w:r>
      <w:r w:rsidRPr="0077300E">
        <w:rPr>
          <w:rStyle w:val="libArabicChar"/>
          <w:rFonts w:hint="cs"/>
          <w:rtl/>
        </w:rPr>
        <w:t xml:space="preserve"> ذَالِکَ لِلّٰ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والسَّلَام</w:t>
      </w:r>
      <w:r>
        <w:rPr>
          <w:rtl/>
          <w:lang w:bidi="ur-PK"/>
        </w:rPr>
        <w:t>‘‘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9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، ’’امام فقط</w:t>
      </w:r>
      <w:r w:rsidR="00F74F27" w:rsidRPr="004C1FD1">
        <w:rPr>
          <w:rFonts w:hint="cs"/>
          <w:rtl/>
        </w:rPr>
        <w:t xml:space="preserve"> </w:t>
      </w:r>
      <w:r>
        <w:rPr>
          <w:rFonts w:hint="eastAsia"/>
          <w:rtl/>
          <w:lang w:bidi="ur-PK"/>
        </w:rPr>
        <w:t>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صرف کتاب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حکومت کرے، عدل و انصاف کو قائم کرے، ملک و معاشرے اور قانون</w:t>
      </w:r>
      <w:r w:rsidR="00F74F2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اور صراطِ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ہر طرح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کرے‘‘۔ امام 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</w:t>
      </w:r>
      <w:r>
        <w:rPr>
          <w:rtl/>
          <w:lang w:bidi="ur-PK"/>
        </w:rPr>
        <w:t xml:space="preserve">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کا سربراہ اور حاکم ، اہل فسق و فجور، خائن، فساد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اعمال کاارتکاب کرنے والا شخص اور خدا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کرنے والا فرد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 ہے ۔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کا حاکم اُسے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جو کتاب خدا کے مطابق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کرے، کتابِ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عمل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ہو،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فرائض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 کرے؛ 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عبادت خدا بجالائے؛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حاکم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خدا کو زندہ کرے، عدل وانصاف کا بول بالا کرے اور ’’حق‘‘ کو معاشرے کا قانون قرار دے نہ کہ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اور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کو۔</w:t>
      </w:r>
    </w:p>
    <w:p w:rsidR="00734EFD" w:rsidRDefault="00734EFD" w:rsidP="007730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</w:t>
      </w:r>
      <w:r w:rsidRPr="00F74F27">
        <w:rPr>
          <w:rStyle w:val="libArabicChar"/>
          <w:rFonts w:hint="eastAsia"/>
          <w:rtl/>
        </w:rPr>
        <w:t>الدَّائِنُ</w:t>
      </w:r>
      <w:r w:rsidRPr="00F74F27">
        <w:rPr>
          <w:rStyle w:val="libArabicChar"/>
          <w:rtl/>
        </w:rPr>
        <w:t xml:space="preserve"> بِدِ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نِ</w:t>
      </w:r>
      <w:r w:rsidRPr="00F74F27">
        <w:rPr>
          <w:rStyle w:val="libArabicChar"/>
          <w:rtl/>
        </w:rPr>
        <w:t xml:space="preserve"> الحَقِّ </w:t>
      </w:r>
      <w:r>
        <w:rPr>
          <w:rtl/>
          <w:lang w:bidi="ur-PK"/>
        </w:rPr>
        <w:t xml:space="preserve">‘‘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حاکم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معاشرے کا قانون اور اُس کا راستہ صرف حق کے مطابق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کرے اور باطل افکار و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کو ترک کردے۔ ’’</w:t>
      </w:r>
      <w:r w:rsidRPr="00F74F27">
        <w:rPr>
          <w:rStyle w:val="libArabicChar"/>
          <w:rtl/>
        </w:rPr>
        <w:t>والحَابِسُ نَفسِ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عَلٰ</w:t>
      </w:r>
      <w:r w:rsidR="0077300E" w:rsidRPr="0077300E">
        <w:rPr>
          <w:rStyle w:val="libArabicChar"/>
          <w:rFonts w:hint="cs"/>
          <w:rtl/>
        </w:rPr>
        <w:t>ى</w:t>
      </w:r>
      <w:r w:rsidRPr="0077300E">
        <w:rPr>
          <w:rStyle w:val="libArabicChar"/>
          <w:rFonts w:hint="cs"/>
          <w:rtl/>
        </w:rPr>
        <w:t xml:space="preserve"> ذَالِکَ لِلّٰ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‘‘ اِس جملے کا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خدا کہ ر</w:t>
      </w:r>
      <w:r>
        <w:rPr>
          <w:rFonts w:hint="eastAsia"/>
          <w:rtl/>
          <w:lang w:bidi="ur-PK"/>
        </w:rPr>
        <w:t>استے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کرے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مادّ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جلووں اور رنگ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 ہو۔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7" w:name="_Toc500672029"/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مشخص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  <w:bookmarkEnd w:id="47"/>
    </w:p>
    <w:p w:rsidR="00F74F27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جب مکے سے باہر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تو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مختلف مقامات پر مختلف انداز سے گفتگو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’’ب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ضہ‘‘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پر، کہ جب حُرّ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لشکر آپ کے ساتھ ساتھ تھا، اُترنے کے بعد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آپ نے استراحت کرنے سے قبل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استراحت کے بعد کھڑے </w:t>
      </w:r>
      <w:r>
        <w:rPr>
          <w:rFonts w:hint="eastAsia"/>
          <w:rtl/>
          <w:lang w:bidi="ur-PK"/>
        </w:rPr>
        <w:t>ہو</w:t>
      </w:r>
      <w:r>
        <w:rPr>
          <w:rtl/>
          <w:lang w:bidi="ur-PK"/>
        </w:rPr>
        <w:t xml:space="preserve"> کر دشمن کے لشکر سے اِس طرح خطاب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734EFD" w:rsidRDefault="00734EFD" w:rsidP="0077300E">
      <w:pPr>
        <w:pStyle w:val="libNormal"/>
        <w:rPr>
          <w:rtl/>
          <w:lang w:bidi="ur-PK"/>
        </w:rPr>
      </w:pPr>
      <w:r w:rsidRPr="00F74F27">
        <w:rPr>
          <w:rStyle w:val="libArabicChar"/>
          <w:rtl/>
        </w:rPr>
        <w:t>’’اَ</w:t>
      </w:r>
      <w:r w:rsidRPr="00F74F27">
        <w:rPr>
          <w:rStyle w:val="libArabicChar"/>
          <w:rFonts w:hint="cs"/>
          <w:rtl/>
        </w:rPr>
        <w:t>يُّ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ا النَّاسُ اِنَّ رَسُولَ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(صَلَّ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 عَلَ</w:t>
      </w:r>
      <w:r w:rsidRPr="00F74F27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F74F27">
        <w:rPr>
          <w:rStyle w:val="libArabicChar"/>
          <w:rtl/>
        </w:rPr>
        <w:t xml:space="preserve"> وآلِ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) قَالَ: مَن رَآَ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سُلطَاناً جَآئِرًا</w:t>
      </w:r>
      <w:r w:rsidRPr="00F74F27">
        <w:rPr>
          <w:rStyle w:val="libArabicChar"/>
          <w:rFonts w:hint="eastAsia"/>
          <w:rtl/>
        </w:rPr>
        <w:t>مُستَحِلًّا</w:t>
      </w:r>
      <w:r w:rsidRPr="00F74F27">
        <w:rPr>
          <w:rStyle w:val="libArabicChar"/>
          <w:rtl/>
        </w:rPr>
        <w:t xml:space="preserve"> لِحَرامِ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نَاکِثًا لِعَ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، مُخَالِفًا لِسُنَّ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رَسُولِ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</w:t>
      </w:r>
      <w:r w:rsidRPr="00F74F27">
        <w:rPr>
          <w:rStyle w:val="libArabicChar"/>
          <w:rFonts w:hint="cs"/>
          <w:rtl/>
        </w:rPr>
        <w:t>يَعمَلُ فِی</w:t>
      </w:r>
      <w:r w:rsidRPr="00F74F27">
        <w:rPr>
          <w:rStyle w:val="libArabicChar"/>
          <w:rtl/>
        </w:rPr>
        <w:t xml:space="preserve"> عِبَادِ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بِالاِثمَ وَالعُدوَانِ ثُمَّ لَم </w:t>
      </w:r>
      <w:r w:rsidRPr="00F74F27">
        <w:rPr>
          <w:rStyle w:val="libArabicChar"/>
          <w:rFonts w:hint="cs"/>
          <w:rtl/>
        </w:rPr>
        <w:t xml:space="preserve">يُغيِّر بِقَولٍ وَلَا فِعلٍ کَانَ حَقًّا </w:t>
      </w:r>
      <w:r w:rsidRPr="0077300E">
        <w:rPr>
          <w:rStyle w:val="libArabicChar"/>
          <w:rFonts w:hint="cs"/>
          <w:rtl/>
        </w:rPr>
        <w:t>عَلٰ</w:t>
      </w:r>
      <w:r w:rsidR="0077300E" w:rsidRPr="0077300E">
        <w:rPr>
          <w:rStyle w:val="libArabicChar"/>
          <w:rFonts w:hint="cs"/>
          <w:rtl/>
        </w:rPr>
        <w:t>ى</w:t>
      </w:r>
      <w:r w:rsidRPr="0077300E">
        <w:rPr>
          <w:rStyle w:val="libArabicChar"/>
          <w:rFonts w:hint="cs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اَن </w:t>
      </w:r>
      <w:r w:rsidRPr="00F74F27">
        <w:rPr>
          <w:rStyle w:val="libArabicChar"/>
          <w:rFonts w:hint="cs"/>
          <w:rtl/>
        </w:rPr>
        <w:t>يَدخُلَ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مَدخَلَ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</w:t>
      </w:r>
      <w:r w:rsidRPr="004C1FD1">
        <w:rPr>
          <w:rFonts w:hint="cs"/>
          <w:rtl/>
        </w:rPr>
        <w:t xml:space="preserve">‘‘ 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10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۔ ’’رسول اللہ </w:t>
      </w:r>
      <w:r>
        <w:rPr>
          <w:rtl/>
          <w:lang w:bidi="fa-IR"/>
        </w:rPr>
        <w:t>۰</w:t>
      </w:r>
      <w:r>
        <w:rPr>
          <w:rtl/>
          <w:lang w:bidi="ur-PK"/>
        </w:rPr>
        <w:t>نے ا</w:t>
      </w:r>
      <w:r>
        <w:rPr>
          <w:rFonts w:hint="eastAsia"/>
          <w:rtl/>
          <w:lang w:bidi="ur-PK"/>
        </w:rPr>
        <w:t>رشاد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’’جو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جائر و ظالم حاکم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جو حرام خدا کو حلال جاننے والا، قانون خدا کو توڑنے والا، سنت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مخالف اور مخلوق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 و سرکش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حکومت کرنے والا ہو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والا اپنے قول و فعل سے اُس کے خلاف حکمت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 کرے تو خ</w:t>
      </w:r>
      <w:r>
        <w:rPr>
          <w:rFonts w:hint="eastAsia"/>
          <w:rtl/>
          <w:lang w:bidi="ur-PK"/>
        </w:rPr>
        <w:t>داوند</w:t>
      </w:r>
      <w:r>
        <w:rPr>
          <w:rtl/>
          <w:lang w:bidi="ur-PK"/>
        </w:rPr>
        <w:t xml:space="preserve"> عالم اِس سکوت و جمود اور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کرنے والے شخص کو اُس ظالم سلطان کے ساتھ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ڈالے گا‘‘۔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کہ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حاکم برسر حکومت ہے اور ظلم و ستم کررہا ہے ، حرام خدا کو حلال قرار دے رہا ہے اور حلال خدا کو حرام بنارہا ہے، ا</w:t>
      </w:r>
      <w:r>
        <w:rPr>
          <w:rFonts w:hint="eastAsia"/>
          <w:rtl/>
          <w:lang w:bidi="ur-PK"/>
        </w:rPr>
        <w:t>ُس</w:t>
      </w:r>
      <w:r>
        <w:rPr>
          <w:rtl/>
          <w:lang w:bidi="ur-PK"/>
        </w:rPr>
        <w:t xml:space="preserve"> نے حکم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پس پشت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دوسرے افراد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نہ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مجبور کررہا ہے،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 اور ظلم و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حکومت کرے __ اُس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ظالم اور جائر حاکم کا کامل مصداق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تھا ’’</w:t>
      </w:r>
      <w:r w:rsidRPr="00F74F27">
        <w:rPr>
          <w:rStyle w:val="libArabicChar"/>
          <w:rtl/>
        </w:rPr>
        <w:t xml:space="preserve">و لَم </w:t>
      </w:r>
      <w:r w:rsidRPr="00F74F27">
        <w:rPr>
          <w:rStyle w:val="libArabicChar"/>
          <w:rFonts w:hint="cs"/>
          <w:rtl/>
        </w:rPr>
        <w:t>يُغيِّر بِقَولٍ وَلَا فِعلٍ</w:t>
      </w:r>
      <w:r w:rsidRPr="004C1FD1">
        <w:rPr>
          <w:rFonts w:hint="cs"/>
          <w:rtl/>
        </w:rPr>
        <w:t>‘‘ ،’’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و عمل سے اُس کے خلاف اقدام نہ کرے‘‘۔ ’’ </w:t>
      </w:r>
      <w:r w:rsidRPr="00F74F27">
        <w:rPr>
          <w:rStyle w:val="libArabicChar"/>
          <w:rtl/>
        </w:rPr>
        <w:t>کَانَ حَقًّا عَلٰ</w:t>
      </w:r>
      <w:r w:rsidR="00F74F27" w:rsidRPr="00F74F27">
        <w:rPr>
          <w:rStyle w:val="libArabicChar"/>
          <w:rFonts w:hint="cs"/>
          <w:rtl/>
        </w:rPr>
        <w:t>ى</w:t>
      </w:r>
      <w:r w:rsidRPr="0077300E">
        <w:rPr>
          <w:rStyle w:val="libArabicChar"/>
          <w:rFonts w:hint="cs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اَن </w:t>
      </w:r>
      <w:r w:rsidRPr="00F74F27">
        <w:rPr>
          <w:rStyle w:val="libArabicChar"/>
          <w:rFonts w:hint="cs"/>
          <w:rtl/>
        </w:rPr>
        <w:t>يَدخُلَ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ُ </w:t>
      </w:r>
      <w:r w:rsidRPr="00F74F27">
        <w:rPr>
          <w:rStyle w:val="libArabicChar"/>
          <w:rtl/>
        </w:rPr>
        <w:t>مَدخَلَ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‘‘ ،’’توخداوند عالم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سکوت وجمود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کرنے والے بے طرف و بے عمل شخص کو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ظالم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ڈالے گا‘‘۔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قول ہے؛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ہم نے کہا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اُن کے اقوال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ہے۔ پس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پہلے سے مشخص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اگر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انحراف کا شکار ہوجائے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قول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F74F27" w:rsidRDefault="00F74F27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8" w:name="_Toc500672030"/>
      <w:r>
        <w:rPr>
          <w:rFonts w:hint="eastAsia"/>
          <w:rtl/>
          <w:lang w:bidi="ur-PK"/>
        </w:rPr>
        <w:lastRenderedPageBreak/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سزاوار ہوں</w:t>
      </w:r>
      <w:bookmarkEnd w:id="48"/>
    </w:p>
    <w:p w:rsidR="00734EFD" w:rsidRDefault="00734EFD" w:rsidP="00F74F2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ذمے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ہے؟اس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 </w:t>
      </w:r>
      <w:r w:rsidRPr="00F74F27">
        <w:rPr>
          <w:rStyle w:val="libArabicChar"/>
          <w:rFonts w:hint="cs"/>
          <w:rtl/>
        </w:rPr>
        <w:t>يُغيِّر بِقَولٍ وَلَا فِعلٍ</w:t>
      </w:r>
      <w:r w:rsidRPr="004C1FD1">
        <w:rPr>
          <w:rFonts w:hint="cs"/>
          <w:rtl/>
        </w:rPr>
        <w:t>‘‘ (اپنے زبان و عمل سے اقدام کرے) ہے۔ اگر انسان اِن حالات کا مشاہدہ کرے البتہ شرائط و</w:t>
      </w:r>
      <w:r>
        <w:rPr>
          <w:rFonts w:hint="eastAsia"/>
          <w:rtl/>
          <w:lang w:bidi="ur-PK"/>
        </w:rPr>
        <w:t>حالات</w:t>
      </w:r>
      <w:r>
        <w:rPr>
          <w:rtl/>
          <w:lang w:bidi="ur-PK"/>
        </w:rPr>
        <w:t xml:space="preserve"> کا مناسب ہونا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تو اُس پر واجب ہے کہ ظالم و جائر حاکم کے عمل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اقدام کرے۔ وہ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اقدام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سے دوچار ہو، قتل ہوجائے، زندہ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ظاہراً اُسے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 ہو، اِن تمام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ام‘‘</w:t>
      </w:r>
      <w:r>
        <w:rPr>
          <w:rtl/>
          <w:lang w:bidi="ur-PK"/>
        </w:rPr>
        <w:t xml:space="preserve"> اُس کا وظ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فہ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ہر مسلمان کا فرض ہے کہ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اقدام کرے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جسے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کے بعد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’’</w:t>
      </w:r>
      <w:r w:rsidRPr="00F74F27">
        <w:rPr>
          <w:rStyle w:val="libArabicChar"/>
          <w:rtl/>
        </w:rPr>
        <w:t>وَاِنِّ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اَحَقُّ بِ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ٰذَا</w:t>
      </w:r>
      <w:r>
        <w:rPr>
          <w:rtl/>
          <w:lang w:bidi="ur-PK"/>
        </w:rPr>
        <w:t>‘‘ 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مسلمانوں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سزاوار ہوں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فرزند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ہوں۔ اگر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مسلمان پر واجب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ظاہرہے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فرزند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اُن کے علم و حکمت کا وارث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دوسروں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مناسب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پس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وہ 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علل و اسباب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49" w:name="_Toc500672031"/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کچھ خدا نے ہمارے لئے چاہا ہے ،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</w:t>
      </w:r>
      <w:bookmarkEnd w:id="49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’’اَز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د‘‘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پر کہ جب چار افراد حضرت سے آملے ،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’’ </w:t>
      </w:r>
      <w:r w:rsidRPr="00F74F27">
        <w:rPr>
          <w:rStyle w:val="libArabicChar"/>
          <w:rtl/>
        </w:rPr>
        <w:t>اَمَّا وَاللّٰ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اَنِّ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لَاَرجُو اَن </w:t>
      </w:r>
      <w:r w:rsidRPr="00F74F27">
        <w:rPr>
          <w:rStyle w:val="libArabicChar"/>
          <w:rFonts w:hint="cs"/>
          <w:rtl/>
        </w:rPr>
        <w:t>يَکُونَ مَا اَرَادَ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بِنَا قُتلِنَا اَو ظَفُرنَا</w:t>
      </w:r>
      <w:r w:rsidRPr="004C1FD1">
        <w:rPr>
          <w:rFonts w:hint="cs"/>
          <w:rtl/>
        </w:rPr>
        <w:t xml:space="preserve"> ‘‘’’جو کچھ اللہ نے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صرف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وبرکت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خواہ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>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ںہے</w:t>
      </w:r>
      <w:r>
        <w:rPr>
          <w:rtl/>
          <w:lang w:bidi="ur-PK"/>
        </w:rPr>
        <w:t xml:space="preserve"> خواہ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قدم چومے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ذمے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ہر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ادا کرنا ہے؛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خداوند عالم نے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ہمارے لئے مقرر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اُس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ادا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خواہ اِس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730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رکھنے کے بعد آپ نے اپنے پہلے خطبے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’’</w:t>
      </w:r>
      <w:r w:rsidRPr="00F74F27">
        <w:rPr>
          <w:rStyle w:val="libArabicChar"/>
          <w:rtl/>
        </w:rPr>
        <w:t xml:space="preserve">قَد نَزَلَ مِنَ الاَمرِ ما قَد تَرَونَ </w:t>
      </w:r>
      <w:r w:rsidRPr="0077300E">
        <w:rPr>
          <w:rStyle w:val="libArabicChar"/>
          <w:rFonts w:hint="cs"/>
          <w:rtl/>
        </w:rPr>
        <w:t xml:space="preserve"> </w:t>
      </w:r>
      <w:r>
        <w:rPr>
          <w:rtl/>
          <w:lang w:bidi="ur-PK"/>
        </w:rPr>
        <w:t xml:space="preserve">‘‘ </w:t>
      </w:r>
      <w:r w:rsidR="00F74F27" w:rsidRPr="00F74F27">
        <w:rPr>
          <w:rStyle w:val="libFootnotenumChar"/>
          <w:rFonts w:hint="cs"/>
          <w:rtl/>
        </w:rPr>
        <w:t>(1</w:t>
      </w:r>
      <w:r w:rsidR="007224BD">
        <w:rPr>
          <w:rStyle w:val="libFootnotenumChar"/>
          <w:rFonts w:hint="cs"/>
          <w:rtl/>
        </w:rPr>
        <w:t>1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’’</w:t>
      </w:r>
      <w:r w:rsidRPr="00F74F27">
        <w:rPr>
          <w:rStyle w:val="libArabicChar"/>
          <w:rFonts w:hint="cs"/>
          <w:rtl/>
        </w:rPr>
        <w:t>اَلَا تَرَونَ اِ</w:t>
      </w:r>
      <w:r w:rsidRPr="0077300E">
        <w:rPr>
          <w:rStyle w:val="libArabicChar"/>
          <w:rFonts w:hint="cs"/>
          <w:rtl/>
        </w:rPr>
        <w:t>لَ</w:t>
      </w:r>
      <w:r w:rsidR="0077300E" w:rsidRPr="0077300E">
        <w:rPr>
          <w:rStyle w:val="libArabicChar"/>
          <w:rFonts w:hint="cs"/>
          <w:rtl/>
        </w:rPr>
        <w:t>ى</w:t>
      </w:r>
      <w:r w:rsidRPr="0077300E">
        <w:rPr>
          <w:rStyle w:val="libArabicChar"/>
          <w:rFonts w:hint="cs"/>
          <w:rtl/>
        </w:rPr>
        <w:t xml:space="preserve"> الحَقِّ لَا </w:t>
      </w:r>
      <w:r w:rsidRPr="00F74F27">
        <w:rPr>
          <w:rStyle w:val="libArabicChar"/>
          <w:rFonts w:hint="cs"/>
          <w:rtl/>
        </w:rPr>
        <w:t>يُعمَلُ بِ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وَ اِل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البَاطِلِ لَا </w:t>
      </w:r>
      <w:r w:rsidRPr="00F74F27">
        <w:rPr>
          <w:rStyle w:val="libArabicChar"/>
          <w:rFonts w:hint="cs"/>
          <w:rtl/>
        </w:rPr>
        <w:t>يُتَنَا</w:t>
      </w:r>
      <w:r w:rsidR="001928B4" w:rsidRPr="001928B4">
        <w:rPr>
          <w:rStyle w:val="libArabicChar"/>
          <w:rFonts w:hint="cs"/>
          <w:rtl/>
        </w:rPr>
        <w:t>ه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عَن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لِ</w:t>
      </w:r>
      <w:r w:rsidRPr="00F74F27">
        <w:rPr>
          <w:rStyle w:val="libArabicChar"/>
          <w:rFonts w:hint="cs"/>
          <w:rtl/>
        </w:rPr>
        <w:t>يَرغَبِ المُومِن</w:t>
      </w:r>
      <w:r w:rsidR="00F74F27" w:rsidRPr="00F74F27">
        <w:rPr>
          <w:rStyle w:val="libArabicChar"/>
          <w:rFonts w:hint="cs"/>
          <w:rtl/>
        </w:rPr>
        <w:t xml:space="preserve"> </w:t>
      </w:r>
      <w:r w:rsidRPr="00F74F27">
        <w:rPr>
          <w:rStyle w:val="libArabicChar"/>
          <w:rFonts w:hint="eastAsia"/>
          <w:rtl/>
        </w:rPr>
        <w:t>فِ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لِقَآئِ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مُحِقًّا </w:t>
      </w:r>
      <w:r>
        <w:rPr>
          <w:rtl/>
          <w:lang w:bidi="ur-PK"/>
        </w:rPr>
        <w:t>‘‘</w:t>
      </w:r>
      <w:r w:rsidR="00F74F27" w:rsidRPr="00F74F27">
        <w:rPr>
          <w:rStyle w:val="libFootnotenumChar"/>
          <w:rFonts w:hint="cs"/>
          <w:rtl/>
        </w:rPr>
        <w:t>(1</w:t>
      </w:r>
      <w:r w:rsidR="007224BD">
        <w:rPr>
          <w:rStyle w:val="libFootnotenumChar"/>
          <w:rFonts w:hint="cs"/>
          <w:rtl/>
        </w:rPr>
        <w:t>2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، ’’ک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ہو کہ حق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جارہا ہے اور باطل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مومن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ملاقات خدا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رہے۔‘‘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50" w:name="_Toc50067203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اسلام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bookmarkEnd w:id="50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امر واجب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واجب ہے کہ جو ہر زمانے اور ہر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مسلمانوں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بلارہا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واجب عبارت ہے اِس امر سے کہ مسلمان جب اِس بات کا مشاہدہ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کا نظام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بُن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ہ</w:t>
      </w:r>
      <w:r>
        <w:rPr>
          <w:rFonts w:hint="eastAsia"/>
          <w:rtl/>
          <w:lang w:bidi="ur-PK"/>
        </w:rPr>
        <w:t>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اُس سے تمام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خطرہ لاحق ہے تو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مسلمان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ام،</w:t>
      </w:r>
      <w:r>
        <w:rPr>
          <w:rtl/>
          <w:lang w:bidi="ur-PK"/>
        </w:rPr>
        <w:t xml:space="preserve"> مناسب حالات و شرائط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واجب ہے (کہ جسے گذشتہ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چکا ہے ) کہ جب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کرنے والا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جانتاہو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اثر بخش ہوگا۔ اِن مناسب حالات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کرنے والے کے زندہ رہنے، قتل نہ ہونے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مشکل و مصائب کا سامنا نہ کرنے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عملاً اِس واجب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درس ہو۔</w:t>
      </w:r>
    </w:p>
    <w:p w:rsidR="00734EFD" w:rsidRDefault="00734EFD" w:rsidP="00F74F2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بات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امکان ہے 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مناسب شرائط و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دے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غور ہے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معصوم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۔ خود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تجز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 تقاضا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دوبارہ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آئے۔ چونکہ بہت سے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 تھے کہ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اور کربلا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بعد سے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اور حضرت امام عصر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کے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تک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مختلف ادوار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قسم کے حالات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ظہور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F74F2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ہوتے</w:t>
      </w:r>
      <w:r>
        <w:rPr>
          <w:rtl/>
          <w:lang w:bidi="ur-PK"/>
        </w:rPr>
        <w:t xml:space="preserve">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مقامات پر اِس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ہموار ہے اور مسلمانوں</w:t>
      </w:r>
      <w:r w:rsidR="00F74F2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اِس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ضے</w:t>
      </w:r>
      <w:r>
        <w:rPr>
          <w:rtl/>
          <w:lang w:bidi="ur-PK"/>
        </w:rPr>
        <w:t xml:space="preserve">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 وہ اِس واجب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اِس طرح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ادا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ہموار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 افراد شکست 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 اصلاح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بار بار اقدامات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انحرافات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ختم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قبل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راستے سے واقف اور اِس کام سے آگاہ نہ تھا، چونکہ زمانہ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تھا، خلفائ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 جو معصوم تھے،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کام کو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کہ جنہوں نے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خود اپنے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آنے والے زما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51" w:name="_Toc500672033"/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اور کربلا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زندہ رہے؟</w:t>
      </w:r>
      <w:bookmarkEnd w:id="51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جہاں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و انحرفات 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ہوں،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وہاں 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آپ اپنے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اور عمل سے بتارہے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لوگوں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چنانچہ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قرار پائے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لہٰذا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اور ذکر کربلا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زندہ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ذکر کربلا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اِس عمل کو ہمارے سامنے متجلّ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افسو</w:t>
      </w:r>
      <w:r>
        <w:rPr>
          <w:rtl/>
          <w:lang w:bidi="ur-PK"/>
        </w:rPr>
        <w:t xml:space="preserve"> س کے ساتھ کہنا پڑتا ہے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کربلا کو جس طرح پہچاننا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تھے ، پہچانا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اقوام عالم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اِسے پہچان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ہمارے ملک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طور پر موجود ہے؛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(کئ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سے)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اُن کے 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ام سے واقف و آگاہ ہے۔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موجود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لہٰذا جب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محرم وہ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ہے کہ’’ جب خون، تلوار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‘‘تو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تعجب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خون اور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ظلم وشمش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پر غالب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52" w:name="_Toc500672034"/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درس جو طوطوں نے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طوطے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bookmarkEnd w:id="5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قبل البتہ قبل از انقلاب 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جسے مولانا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مَثَل ہے اور اِسے حقائق کوب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تاجر نے اپنے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طوطے کو پالا ہوا تھا۔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جب اُس نے ہندوستان جانے کا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اپنے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خدا حافظ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اِس طوطے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حافظ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اُس نے اپنے طو</w:t>
      </w:r>
      <w:r>
        <w:rPr>
          <w:rFonts w:hint="eastAsia"/>
          <w:rtl/>
          <w:lang w:bidi="ur-PK"/>
        </w:rPr>
        <w:t>طے</w:t>
      </w:r>
      <w:r>
        <w:rPr>
          <w:rtl/>
          <w:lang w:bidi="ur-PK"/>
        </w:rPr>
        <w:t xml:space="preserve"> سے کہا کہ 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ہندوستان جارہا ہوں جو تمہارا ملک اور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ہے‘‘۔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طوطے</w:t>
      </w:r>
      <w:r>
        <w:rPr>
          <w:rtl/>
          <w:lang w:bidi="ur-PK"/>
        </w:rPr>
        <w:t xml:space="preserve"> نے کہا ’’تم ہندوستان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فلاں جگہ جانا، وہاں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اقارب اور دوست احباب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اُن سے کہنا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طوطا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کو 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کرنا؛ اِس کے علاوہ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طلبگار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ہوں‘‘۔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ہندوستان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 س جگہ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جہاں کا پتہ اُس کے طوطے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اُس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بہت سے طوطے درختوں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اُس نے اونچ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کو مخاطب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کہا کہ اے ’’پ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اور اچھے طوطوں!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ہوں۔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طوط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بہت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کررہا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اُسے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غذائ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اور اُس نے تم سب کو سلام کہا ہے‘‘۔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تاجر نے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تھا کہ اُس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وہ طوطے جو درختوں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تھے ، اچانک اُن</w:t>
      </w:r>
      <w:r>
        <w:rPr>
          <w:rFonts w:hint="eastAsia"/>
          <w:rtl/>
          <w:lang w:bidi="ur-PK"/>
        </w:rPr>
        <w:t>ہوں</w:t>
      </w:r>
      <w:r>
        <w:rPr>
          <w:rtl/>
          <w:lang w:bidi="ur-PK"/>
        </w:rPr>
        <w:t xml:space="preserve"> نے اپنے پروں کو پھڑپھڑا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گر پڑے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آگے بڑھا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طوطے مرچکے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اُسے بہت افسوس ہوا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کو سُننے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سارے پرندے مثلاً پانچ دس طوطے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گنوا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>۔ اب جو ہونا تھا وہ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اب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تاجر</w:t>
      </w:r>
      <w:r>
        <w:rPr>
          <w:rtl/>
          <w:lang w:bidi="ur-PK"/>
        </w:rPr>
        <w:t xml:space="preserve"> جب اپنے وطن لوٹا اور اپنے گھر پہنچنے کے بعد طوطے کے پنجرے کے پاس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اُس نے کہا کہ 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تمہارا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تھا‘‘ ۔ طوطے نے پوچھا کہ ’’اُنہوں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ا‘‘</w:t>
      </w:r>
      <w:r>
        <w:rPr>
          <w:rtl/>
          <w:lang w:bidi="ur-PK"/>
        </w:rPr>
        <w:t>۔ تاجر نے کہا کہ ’’جب انہوں نے مجھ سے تمہارا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سنا تو پروں کو پھڑپھڑا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گر کر مرگئے‘‘۔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تاجر نے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تھا کہ اُس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طوطے نے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 پھڑپھڑائے اور گر کر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تاجر کو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کا بہت افسوس ہوا، اُس نے پنجرے کا دروازہ کھولا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اِس مردہ طوطے کو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رکھنے کا اب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 ا</w:t>
      </w:r>
      <w:r>
        <w:rPr>
          <w:rFonts w:hint="eastAsia"/>
          <w:rtl/>
          <w:lang w:bidi="ur-PK"/>
        </w:rPr>
        <w:t>ُس</w:t>
      </w:r>
      <w:r>
        <w:rPr>
          <w:rtl/>
          <w:lang w:bidi="ur-PK"/>
        </w:rPr>
        <w:t xml:space="preserve"> نے طوطے کو پنجوں سے پکڑا اور چھت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اچھال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طوطا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اچھلا ، اُس نے فضا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پروں کو پھڑپھڑانا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پر جا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اور کہنے لگا کہ ’’اے تاجر ،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دوست،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تمہارا بہت احسان مند ہوں کہ تم نے خود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</w:t>
      </w:r>
      <w:r>
        <w:rPr>
          <w:rFonts w:hint="eastAsia"/>
          <w:rtl/>
          <w:lang w:bidi="ur-PK"/>
        </w:rPr>
        <w:t>سباب</w:t>
      </w:r>
      <w:r>
        <w:rPr>
          <w:rtl/>
          <w:lang w:bidi="ur-PK"/>
        </w:rPr>
        <w:t xml:space="preserve"> فراہم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بلکہ مردہ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درس تھا کہ جسے ہندوستان کے طوطوں نے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جب وہ متوجہ ہوئے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پنجرے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ہوں تو انہوں نے سوچا کہ وہ کس زبان 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کروں تاکہ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کرسکوں؟ اُنہوں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مجھے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دوں تاکہ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پاوں! مرجاو تاکہ زندہ ہوسکو ( اور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گذارو)!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اُن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تمہارے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درس تھا کہ جو ہزاروں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دور اُس جگہ سے مجھ تک پہنچا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اُس درس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و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اقدام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ا‘‘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قبل(</w:t>
      </w:r>
      <w:r w:rsidR="001928B4" w:rsidRPr="0077300E">
        <w:rPr>
          <w:rFonts w:hint="cs"/>
          <w:rtl/>
          <w:lang w:bidi="ur-PK"/>
        </w:rPr>
        <w:t>13</w:t>
      </w:r>
      <w:r w:rsidR="0077300E" w:rsidRPr="0077300E">
        <w:rPr>
          <w:rFonts w:hint="cs"/>
          <w:rtl/>
          <w:lang w:bidi="ur-PK"/>
        </w:rPr>
        <w:t>96</w:t>
      </w:r>
      <w:r w:rsidRPr="004C1FD1">
        <w:rPr>
          <w:rFonts w:hint="cs"/>
          <w:rtl/>
        </w:rPr>
        <w:t>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) موجود مرد و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محترم سامع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کس زبان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53" w:name="_Toc500672035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اپنے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عمل سے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واضح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bookmarkEnd w:id="53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ہمارے</w:t>
      </w:r>
      <w:r>
        <w:rPr>
          <w:rtl/>
          <w:lang w:bidi="ur-PK"/>
        </w:rPr>
        <w:t xml:space="preserve"> زمانے کے حالات 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کے حالات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اسلام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ہے جو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 اگر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 کہ ہم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قوم جو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ہے، جس کے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الاعلان ارتکاب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قوم کہ جس پر دُشمنان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حکومت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قسمت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صلوں</w:t>
      </w:r>
      <w:r>
        <w:rPr>
          <w:rtl/>
          <w:lang w:bidi="ur-PK"/>
        </w:rPr>
        <w:t xml:space="preserve"> کو اپنے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ہے، لہٰذا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سبق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چونکہ فرزند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>نے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اِس قسم کے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 ، زبان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تھا؛ اگر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کو سو مرتبہ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کہتے اور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خود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جاتے تو ممکن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کہ آپ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مح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ہوجاتا؛ صرف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کرنے اور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جمع خرچ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فاصلہ طے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کرپاتا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دفن ہوجاتا۔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تک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سفر طے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عمل کہ جو بہت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ہو، سخت مشکلات کا سامنا کرنے والا ہو،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عظمت کے ساتھ ہو اور پُر درد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ہو</w:t>
      </w:r>
      <w:r>
        <w:rPr>
          <w:rtl/>
          <w:lang w:bidi="ur-PK"/>
        </w:rPr>
        <w:t xml:space="preserve"> کہ جسے صرف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</w:t>
      </w:r>
    </w:p>
    <w:p w:rsidR="00734EFD" w:rsidRDefault="00734EFD" w:rsidP="007224B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 عاشورا کے سے جو واقعات و حادثات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کے سامنے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واقعات و حادثات 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بے مثل و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واقعات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جس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</w:t>
      </w: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امام حسن مجتب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جو کچھ واقعات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 w:rsidRPr="00F74F27">
        <w:rPr>
          <w:rStyle w:val="libArabicChar"/>
          <w:rtl/>
        </w:rPr>
        <w:t xml:space="preserve">’’لَا </w:t>
      </w:r>
      <w:r w:rsidRPr="00F74F27">
        <w:rPr>
          <w:rStyle w:val="libArabicChar"/>
          <w:rFonts w:hint="cs"/>
          <w:rtl/>
        </w:rPr>
        <w:t>يَومَ کَيَومِکَ يَا اَبَا عَبدِ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</w:t>
      </w:r>
      <w:r w:rsidRPr="004C1FD1">
        <w:rPr>
          <w:rFonts w:hint="cs"/>
          <w:rtl/>
        </w:rPr>
        <w:t xml:space="preserve">‘‘ </w:t>
      </w:r>
      <w:r w:rsidR="00F74F27" w:rsidRPr="00F74F27">
        <w:rPr>
          <w:rStyle w:val="libFootnotenumChar"/>
          <w:rFonts w:hint="cs"/>
          <w:rtl/>
        </w:rPr>
        <w:t>(1</w:t>
      </w:r>
      <w:r w:rsidR="007224BD">
        <w:rPr>
          <w:rStyle w:val="libFootnotenumChar"/>
          <w:rFonts w:hint="cs"/>
          <w:rtl/>
        </w:rPr>
        <w:t>3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،’’اے ابا عبداللہ ! (امام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)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دن،( عاشورا، کربلا اور آپ کے اِس حادثے 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ہے‘‘۔ </w:t>
      </w:r>
      <w:r w:rsidR="00F74F27" w:rsidRPr="00F74F27">
        <w:rPr>
          <w:rStyle w:val="libFootnotenumChar"/>
          <w:rFonts w:hint="cs"/>
          <w:rtl/>
        </w:rPr>
        <w:t>(1</w:t>
      </w:r>
      <w:r w:rsidR="007224BD">
        <w:rPr>
          <w:rStyle w:val="libFootnotenumChar"/>
          <w:rFonts w:hint="cs"/>
          <w:rtl/>
        </w:rPr>
        <w:t>4</w:t>
      </w:r>
      <w:r w:rsidR="00F74F27" w:rsidRPr="00F74F27">
        <w:rPr>
          <w:rStyle w:val="libFootnotenumChar"/>
          <w:rFonts w:hint="cs"/>
          <w:rtl/>
        </w:rPr>
        <w:t>)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54" w:name="_Toc500672036"/>
      <w:r>
        <w:rPr>
          <w:rFonts w:hint="eastAsia"/>
          <w:rtl/>
          <w:lang w:bidi="ur-PK"/>
        </w:rPr>
        <w:t>مختلف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ذمے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bookmarkEnd w:id="5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نکات مضمر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امت مسلمہ اور دانشور حضرات و مفکر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جہات سے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اِس واقعہ اور اِس سے متعلق قبل و بعد کے امور ،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راہوں اور مختلف قسم کے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موجودہ اور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نسلوں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اُن</w:t>
      </w:r>
      <w:r>
        <w:rPr>
          <w:rtl/>
          <w:lang w:bidi="ur-PK"/>
        </w:rPr>
        <w:t xml:space="preserve"> کے وظائف اور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مشخص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734EFD" w:rsidRDefault="00734EFD" w:rsidP="00F74F2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 کے درسوں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نکتہ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حضرت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کے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حساس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اپنے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مختلف جہات سے قابل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کو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اُس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اُس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و</w:t>
      </w:r>
      <w:r>
        <w:rPr>
          <w:rFonts w:hint="eastAsia"/>
          <w:rtl/>
          <w:lang w:bidi="ur-PK"/>
        </w:rPr>
        <w:t>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توھّم کا شکار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کو اُس وقت اشد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خود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امر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کہ جو مختلف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باعث خطرہ بنا ہو اہے،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 اُس کے سربراہ و حاکم اور امت مسلمہ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اور خ</w:t>
      </w:r>
      <w:r>
        <w:rPr>
          <w:rFonts w:hint="eastAsia"/>
          <w:rtl/>
          <w:lang w:bidi="ur-PK"/>
        </w:rPr>
        <w:t>اص</w:t>
      </w:r>
      <w:r>
        <w:rPr>
          <w:rtl/>
          <w:lang w:bidi="ur-PK"/>
        </w:rPr>
        <w:t xml:space="preserve"> افراد خاص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و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کون سا کام اِس وقت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جسے اِس وقت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دوسرے امور کو _ اگر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ہوا_ اِس پر قربان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نہ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کون </w:t>
      </w:r>
      <w:r>
        <w:rPr>
          <w:rFonts w:hint="eastAsia"/>
          <w:rtl/>
          <w:lang w:bidi="ur-PK"/>
        </w:rPr>
        <w:t>سا</w:t>
      </w:r>
      <w:r w:rsidR="00F74F2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امر</w:t>
      </w:r>
      <w:r>
        <w:rPr>
          <w:rtl/>
          <w:lang w:bidi="ur-PK"/>
        </w:rPr>
        <w:t xml:space="preserve">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نہ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ہر قدم و ہرکام کو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اُس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جدوجہد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کہ اگر اِس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سے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 وہ سمجھ جاتے کہ اِ 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و مصائب اُن کا انتظار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ثانو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والے امور کو توجہ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 دوسرے درجے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 پڑتے! 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کہ ہم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کچھ افراد نے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ناً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نہ آنے والے افراد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مومن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افراد موجود تھے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کہ نہ آنے والے سب کے سب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ادارہوں</w:t>
      </w:r>
      <w:r>
        <w:rPr>
          <w:rtl/>
          <w:lang w:bidi="ur-PK"/>
        </w:rPr>
        <w:t>۔</w:t>
      </w:r>
    </w:p>
    <w:p w:rsidR="00734EFD" w:rsidRDefault="00734EFD" w:rsidP="00F74F2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اُس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کے بڑے بڑے افراد اور خاص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، مومن اور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اور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عمل کرنے کے خواہشمند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عار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اور اُن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حالات کے دھا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کو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نوشتہ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پڑھ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کو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افراد جوبظاہر مومن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تھے اپنے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لازم الاجرائ امور اور دوسرے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درجے کے کاموں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امر اُن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آفت اور بلاؤں سے تعلق</w:t>
      </w:r>
      <w:r w:rsidR="00F74F2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رکھتا</w:t>
      </w:r>
      <w:r>
        <w:rPr>
          <w:rtl/>
          <w:lang w:bidi="ur-PK"/>
        </w:rPr>
        <w:t xml:space="preserve"> ہے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امت مسلمہ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گرفتار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55" w:name="_Toc500672037"/>
      <w:r>
        <w:rPr>
          <w:rFonts w:hint="eastAsia"/>
          <w:rtl/>
          <w:lang w:bidi="ur-PK"/>
        </w:rPr>
        <w:t>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5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ممکن ہے کہ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 اور کم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والے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لہٰذا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بہت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بقا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ہو 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زمانہ تھا کہ اِس ملک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استعمار، استبداد اور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حکومت کے خلاف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مبارزہ موجود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بعض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جو اِ س مبارزے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کو اپنا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سمجھتے تھے اور اُنہوں نے دوسرے امور کو اپنا ہدف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تھا۔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وقت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گہ</w:t>
      </w:r>
      <w:r>
        <w:rPr>
          <w:rtl/>
          <w:lang w:bidi="ur-PK"/>
        </w:rPr>
        <w:t xml:space="preserve"> 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مصروف عمل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وجمع آور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کوشاں تھا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 محدود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پر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سرگرم عمل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کے ساتھ ساتھ مختصر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پر عوام الناس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اپنے ذمہ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ہوا تھا تو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سوچتا تھا کہ اگر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جہاد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مصروف ہوجائے گا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سارے امور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ادھورے پڑے رہ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! لہٰذا وہ اِس فکر 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والے جہاد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کو ترک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 اور لازم 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اہم امور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ٹھتا</w:t>
      </w:r>
      <w:r>
        <w:rPr>
          <w:rtl/>
          <w:lang w:bidi="ur-PK"/>
        </w:rPr>
        <w:t xml:space="preserve"> تھا۔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انات</w:t>
      </w:r>
      <w:r>
        <w:rPr>
          <w:rtl/>
          <w:lang w:bidi="ur-PK"/>
        </w:rPr>
        <w:t xml:space="preserve">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سے مقابلہ اور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و طاقتوں سے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اقدام کرنا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واجب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ہے۔ واضح ہے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اگر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رہتے تو عوام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احکام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فرماتے اور کچھ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؛ل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حادثہ رُونما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مثلاً عراق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حرکت فرماتے تو آپ کو اِن تمام کاموں کو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آباد کہنا پڑتا اور اِس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لوگوں کو نماز اوراحا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سکتے تھے، آپ کو اپنے درس و مکتب اور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 خدا حافظ کہنا پڑتا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، مفلسوں اور فقرائ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کہ جو آپ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تھے، سب کو چھوڑنا پڑتا!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اِن</w:t>
      </w:r>
      <w:r>
        <w:rPr>
          <w:rtl/>
          <w:lang w:bidi="ur-PK"/>
        </w:rPr>
        <w:t xml:space="preserve">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تھا کہ جسے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انجام دے رہے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اہم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قربان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حج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کو اُس کے آغاز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مسلمان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حج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آرہے تھے،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ضے</w:t>
      </w:r>
      <w:r>
        <w:rPr>
          <w:rtl/>
          <w:lang w:bidi="ur-PK"/>
        </w:rPr>
        <w:t xml:space="preserve"> پر فدا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بالآخر وہ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42D2A">
      <w:pPr>
        <w:pStyle w:val="Heading2Center"/>
        <w:rPr>
          <w:rtl/>
          <w:lang w:bidi="ur-PK"/>
        </w:rPr>
      </w:pPr>
      <w:bookmarkStart w:id="56" w:name="_Toc500672038"/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واجب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  <w:bookmarkEnd w:id="56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خود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</w:t>
      </w:r>
      <w:r w:rsidR="0077300E" w:rsidRPr="0077300E">
        <w:rPr>
          <w:rFonts w:hint="cs"/>
          <w:rtl/>
          <w:lang w:bidi="ur-PK"/>
        </w:rPr>
        <w:t>7</w:t>
      </w:r>
      <w:r w:rsidRPr="004C1FD1">
        <w:rPr>
          <w:rFonts w:hint="cs"/>
          <w:rtl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ظلم و فساد اوربرائ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نظام سے مقابلہ واجبات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واجب ہے۔ </w:t>
      </w:r>
      <w:r w:rsidRPr="00F74F27">
        <w:rPr>
          <w:rStyle w:val="libArabicChar"/>
          <w:rtl/>
        </w:rPr>
        <w:t>’’اُرِ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دُ</w:t>
      </w:r>
      <w:r w:rsidRPr="00F74F27">
        <w:rPr>
          <w:rStyle w:val="libArabicChar"/>
          <w:rtl/>
        </w:rPr>
        <w:t xml:space="preserve"> اَن آمُرَ بِالمَعرُوفِ وَ اَن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ٰ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عَنِ المُنکَرِ وَاُسِ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رُ</w:t>
      </w:r>
      <w:r w:rsidRPr="00F74F27">
        <w:rPr>
          <w:rStyle w:val="libArabicChar"/>
          <w:rtl/>
        </w:rPr>
        <w:t xml:space="preserve"> بِسِ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Fonts w:hint="eastAsia"/>
          <w:rtl/>
        </w:rPr>
        <w:t>رَ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جَدَّ وَاَبِ </w:t>
      </w:r>
      <w:r>
        <w:rPr>
          <w:rtl/>
          <w:lang w:bidi="ur-PK"/>
        </w:rPr>
        <w:t xml:space="preserve">‘‘ </w:t>
      </w:r>
      <w:r w:rsidR="00F74F27" w:rsidRPr="00F74F27">
        <w:rPr>
          <w:rStyle w:val="libFootnotenumChar"/>
          <w:rFonts w:hint="cs"/>
          <w:rtl/>
        </w:rPr>
        <w:t>(1</w:t>
      </w:r>
      <w:r w:rsidR="007224BD">
        <w:rPr>
          <w:rStyle w:val="libFootnotenumChar"/>
          <w:rFonts w:hint="cs"/>
          <w:rtl/>
        </w:rPr>
        <w:t>5</w:t>
      </w:r>
      <w:r w:rsidR="00F74F27" w:rsidRPr="00F74F27">
        <w:rPr>
          <w:rStyle w:val="libFootnotenumChar"/>
          <w:rFonts w:hint="cs"/>
          <w:rtl/>
        </w:rPr>
        <w:t>)</w:t>
      </w:r>
      <w:r w:rsidRPr="004C1FD1">
        <w:rPr>
          <w:rFonts w:hint="cs"/>
          <w:rtl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خطبے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Pr="00F74F27">
        <w:rPr>
          <w:rStyle w:val="libArabicChar"/>
          <w:rtl/>
        </w:rPr>
        <w:t>’’اِنَّ رَسُولَ ال</w:t>
      </w:r>
      <w:r w:rsidRPr="00F74F27">
        <w:rPr>
          <w:rStyle w:val="libArabicChar"/>
          <w:rFonts w:hint="eastAsia"/>
          <w:rtl/>
        </w:rPr>
        <w:t>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قَد قَالَ فِ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حَ</w:t>
      </w:r>
      <w:r w:rsidRPr="00F74F27">
        <w:rPr>
          <w:rStyle w:val="libArabicChar"/>
          <w:rFonts w:hint="cs"/>
          <w:rtl/>
        </w:rPr>
        <w:t>يَاتِ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مَن رَآَ</w:t>
      </w:r>
      <w:r w:rsidRPr="00F74F27">
        <w:rPr>
          <w:rStyle w:val="libArabicChar"/>
          <w:rFonts w:hint="cs"/>
          <w:rtl/>
        </w:rPr>
        <w:t>ی</w:t>
      </w:r>
      <w:r w:rsidRPr="00F74F27">
        <w:rPr>
          <w:rStyle w:val="libArabicChar"/>
          <w:rtl/>
        </w:rPr>
        <w:t xml:space="preserve"> سُلطَاناً جَآئِرًا مُستَحِلًّا لِحَرامِ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نَاکِثًا لِعَ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، مُخَالِفًا لِسُنَّ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F74F27">
        <w:rPr>
          <w:rStyle w:val="libArabicChar"/>
          <w:rtl/>
        </w:rPr>
        <w:t xml:space="preserve"> رَسُولِ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</w:t>
      </w:r>
      <w:r w:rsidRPr="00F74F27">
        <w:rPr>
          <w:rStyle w:val="libArabicChar"/>
          <w:rFonts w:hint="cs"/>
          <w:rtl/>
        </w:rPr>
        <w:t>يَعمَلُ فِی</w:t>
      </w:r>
      <w:r w:rsidRPr="00F74F27">
        <w:rPr>
          <w:rStyle w:val="libArabicChar"/>
          <w:rtl/>
        </w:rPr>
        <w:t xml:space="preserve"> عِبَادِ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بِالاِثمَ وَالعُدوَانِ ثُمَّ لَم </w:t>
      </w:r>
      <w:r w:rsidRPr="00F74F27">
        <w:rPr>
          <w:rStyle w:val="libArabicChar"/>
          <w:rFonts w:hint="cs"/>
          <w:rtl/>
        </w:rPr>
        <w:t xml:space="preserve">يُغيِّر بِقَولٍ وَلَا فِعلٍ کَانَ حَقًّا </w:t>
      </w:r>
      <w:r w:rsidRPr="001928B4">
        <w:rPr>
          <w:rStyle w:val="libArabicChar"/>
          <w:rFonts w:hint="cs"/>
          <w:rtl/>
        </w:rPr>
        <w:t>عَ</w:t>
      </w:r>
      <w:r w:rsidRPr="001928B4">
        <w:rPr>
          <w:rStyle w:val="libArabicChar"/>
          <w:rFonts w:hint="eastAsia"/>
          <w:rtl/>
        </w:rPr>
        <w:t>لٰ</w:t>
      </w:r>
      <w:r w:rsidR="001928B4" w:rsidRPr="001928B4">
        <w:rPr>
          <w:rStyle w:val="libArabicChar"/>
          <w:rFonts w:hint="cs"/>
          <w:rtl/>
        </w:rPr>
        <w:t>ى</w:t>
      </w:r>
      <w:r w:rsidRPr="00F74F27">
        <w:rPr>
          <w:rStyle w:val="libArabicChar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اَن </w:t>
      </w:r>
      <w:r w:rsidRPr="00F74F27">
        <w:rPr>
          <w:rStyle w:val="libArabicChar"/>
          <w:rFonts w:hint="cs"/>
          <w:rtl/>
        </w:rPr>
        <w:t>يَدخُلَ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مَدخَلَ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</w:t>
      </w:r>
      <w:r w:rsidRPr="004C1FD1">
        <w:rPr>
          <w:rFonts w:hint="cs"/>
          <w:rtl/>
        </w:rPr>
        <w:t xml:space="preserve">‘‘ </w:t>
      </w:r>
      <w:r w:rsidR="00F74F27" w:rsidRPr="00F74F27">
        <w:rPr>
          <w:rStyle w:val="libFootnotenumChar"/>
          <w:rFonts w:hint="cs"/>
          <w:rtl/>
        </w:rPr>
        <w:t>(</w:t>
      </w:r>
      <w:r w:rsidR="007224BD">
        <w:rPr>
          <w:rStyle w:val="libFootnotenumChar"/>
          <w:rFonts w:hint="cs"/>
          <w:rtl/>
        </w:rPr>
        <w:t>16</w:t>
      </w:r>
      <w:r w:rsidR="00F74F27" w:rsidRPr="00F74F27">
        <w:rPr>
          <w:rStyle w:val="libFootnotenumChar"/>
          <w:rFonts w:hint="cs"/>
          <w:rtl/>
        </w:rPr>
        <w:t>)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’’اِغَارَ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 عبارت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سلطان ظلم و جور کے خلاف حالات کو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کرنا کہ جو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عام کررہا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نظام حکومت کے خلاف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کرنا جو انسانوں کو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فنا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رہا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کا مصداق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حتماً اِن نکات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واجب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اقدام کرتے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اِس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قربان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بات کو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</w:t>
      </w:r>
    </w:p>
    <w:p w:rsidR="00734EFD" w:rsidRDefault="00734EFD" w:rsidP="00442D2A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اِس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ہم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</w:t>
      </w:r>
      <w:r w:rsidR="00442D2A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اُس سے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</w:p>
    <w:p w:rsidR="00734EFD" w:rsidRDefault="00734EFD" w:rsidP="00F74F2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ہر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کہ جب دشمن اور باطل قوتوں کا محاذ، عالم اسلام اور مسلمانوں کو اپنے نشانے پر لے آئے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ئے؟ اگر ہم نے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 w:rsidR="00F74F2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اُس جہت کو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سکے کہ جہاں سے اسلام اور مسلمانوں کو خسارہ اٹھانا پڑے گا اور جہاں سے اُن پر حملہ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تو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نقصان و خسارہ سامنے آئے گا کہ جس کا ازالہ کرنا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 اور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ہاتھ سے نکل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امت مسلمہ آج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توجہ، دشمن شناس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کو ہر ممکن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تک پہنچانے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کو بروئے کار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پرچم اسلام کے لہرائے جانے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امکانات اور فرصت کے لمحات مسلمانوں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کے آغاز سے لے کر آج تک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آج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شناخت دشمن اور اُس کے حملے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سے آگاہ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F74F27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آغاز سے لے کر آج تک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قدم اٹھانے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موجودہ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کے اسلام</w:t>
      </w:r>
      <w:r>
        <w:rPr>
          <w:rFonts w:hint="cs"/>
          <w:rtl/>
          <w:lang w:bidi="ur-PK"/>
        </w:rPr>
        <w:t>ی</w:t>
      </w:r>
      <w:r w:rsidR="00F74F2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معاشرے</w:t>
      </w:r>
      <w:r>
        <w:rPr>
          <w:rtl/>
          <w:lang w:bidi="ur-PK"/>
        </w:rPr>
        <w:t xml:space="preserve"> ، حق اور عدل و انصاف کو قائم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سازش اور چال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خطرناک ہے!</w:t>
      </w:r>
    </w:p>
    <w:p w:rsidR="00734EFD" w:rsidRDefault="00734EFD" w:rsidP="007224B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گذشتہ</w:t>
      </w:r>
      <w:r>
        <w:rPr>
          <w:rtl/>
          <w:lang w:bidi="ur-PK"/>
        </w:rPr>
        <w:t xml:space="preserve"> سالوں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(انقلاب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اُس کے بلند وبالا مقصد و ہدف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روکنے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عالم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کفر و استکبار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حملے اور تمام تر خطرات اپنے عروج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بزرگتر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خطرہ ہے جو اسلام اور مسلمانوں کو لاحق ہے۔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عاشرے</w:t>
      </w:r>
      <w:r>
        <w:rPr>
          <w:rtl/>
          <w:lang w:bidi="ur-PK"/>
        </w:rPr>
        <w:t xml:space="preserve"> کے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اختلافات اور ضعف و کمزور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،دشمن</w:t>
      </w:r>
      <w:r>
        <w:rPr>
          <w:rtl/>
          <w:lang w:bidi="ur-PK"/>
        </w:rPr>
        <w:t xml:space="preserve"> کے حملے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ہموار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دشمن اپنے مد مقابل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ضعف و کمزور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اپنے تمام تر وسائل اور امکانات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سالم معاشرے پر تھونپ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لہٰذا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ہرگز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آج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کو عالم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استکبار سے مقابلے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جس نے اپنے پنجوں کو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ئے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گاڑا ہو اہے۔ </w:t>
      </w:r>
      <w:r w:rsidR="00442D2A" w:rsidRPr="00F74F27">
        <w:rPr>
          <w:rStyle w:val="libFootnotenumChar"/>
          <w:rFonts w:hint="cs"/>
          <w:rtl/>
        </w:rPr>
        <w:t>(1</w:t>
      </w:r>
      <w:r w:rsidR="007224BD">
        <w:rPr>
          <w:rStyle w:val="libFootnotenumChar"/>
          <w:rFonts w:hint="cs"/>
          <w:rtl/>
        </w:rPr>
        <w:t>7</w:t>
      </w:r>
      <w:r w:rsidR="00442D2A" w:rsidRPr="00F74F27">
        <w:rPr>
          <w:rStyle w:val="libFootnotenumChar"/>
          <w:rFonts w:hint="cs"/>
          <w:rtl/>
        </w:rPr>
        <w:t>)</w:t>
      </w:r>
    </w:p>
    <w:p w:rsidR="00E723FC" w:rsidRDefault="00E723FC" w:rsidP="00E723FC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1</w:t>
      </w:r>
      <w:r w:rsidR="00E723FC" w:rsidRPr="00E723FC">
        <w:rPr>
          <w:rFonts w:hint="cs"/>
          <w:rtl/>
          <w:lang w:bidi="ur-PK"/>
        </w:rPr>
        <w:t xml:space="preserve"> بحارالانوار ، جلد </w:t>
      </w:r>
      <w:r w:rsidR="001928B4" w:rsidRPr="0077300E">
        <w:rPr>
          <w:rFonts w:hint="cs"/>
          <w:rtl/>
          <w:lang w:bidi="ur-PK"/>
        </w:rPr>
        <w:t>2</w:t>
      </w:r>
      <w:r w:rsidR="00E723FC" w:rsidRPr="00E723FC">
        <w:rPr>
          <w:rFonts w:hint="cs"/>
          <w:rtl/>
          <w:lang w:bidi="ur-PK"/>
        </w:rPr>
        <w:t xml:space="preserve"> ص </w:t>
      </w:r>
      <w:r w:rsidR="001928B4" w:rsidRPr="0077300E">
        <w:rPr>
          <w:rFonts w:hint="cs"/>
          <w:rtl/>
          <w:lang w:bidi="ur-PK"/>
        </w:rPr>
        <w:t>1</w:t>
      </w:r>
      <w:r w:rsidR="0077300E" w:rsidRPr="0077300E">
        <w:rPr>
          <w:rFonts w:hint="cs"/>
          <w:rtl/>
          <w:lang w:bidi="ur-PK"/>
        </w:rPr>
        <w:t>70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2</w:t>
      </w:r>
      <w:r w:rsidR="00E723FC" w:rsidRPr="00E723FC">
        <w:rPr>
          <w:rFonts w:hint="cs"/>
          <w:rtl/>
          <w:lang w:bidi="ur-PK"/>
        </w:rPr>
        <w:t xml:space="preserve"> سورہ مائدہ / </w:t>
      </w:r>
      <w:r w:rsidR="001928B4" w:rsidRPr="0077300E">
        <w:rPr>
          <w:rFonts w:hint="cs"/>
          <w:rtl/>
          <w:lang w:bidi="ur-PK"/>
        </w:rPr>
        <w:t>54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3</w:t>
      </w:r>
      <w:r w:rsidR="00E723FC" w:rsidRPr="00E723FC">
        <w:rPr>
          <w:rFonts w:hint="cs"/>
          <w:rtl/>
          <w:lang w:bidi="ur-PK"/>
        </w:rPr>
        <w:t xml:space="preserve"> جب ی</w:t>
      </w:r>
      <w:r w:rsidR="00E723FC" w:rsidRPr="00E723FC">
        <w:rPr>
          <w:rFonts w:hint="eastAsia"/>
          <w:rtl/>
          <w:lang w:bidi="ur-PK"/>
        </w:rPr>
        <w:t>ہ</w:t>
      </w:r>
      <w:r w:rsidR="00E723FC" w:rsidRPr="00E723FC">
        <w:rPr>
          <w:rtl/>
          <w:lang w:bidi="ur-PK"/>
        </w:rPr>
        <w:t xml:space="preserve"> لوگ د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ن</w:t>
      </w:r>
      <w:r w:rsidR="00E723FC" w:rsidRPr="00E723FC">
        <w:rPr>
          <w:rtl/>
          <w:lang w:bidi="ur-PK"/>
        </w:rPr>
        <w:t xml:space="preserve"> شناس اور صاحب فہم و ادرک تھے تو اتن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س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بات ک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وں</w:t>
      </w:r>
      <w:r w:rsidR="00E723FC" w:rsidRPr="00E723FC">
        <w:rPr>
          <w:rtl/>
          <w:lang w:bidi="ur-PK"/>
        </w:rPr>
        <w:t xml:space="preserve"> نہ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سمجھ سکے جو امام حس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ن</w:t>
      </w:r>
      <w:r w:rsidR="00E723FC" w:rsidRPr="00E723FC">
        <w:rPr>
          <w:rtl/>
          <w:lang w:bidi="ur-PK"/>
        </w:rPr>
        <w:t xml:space="preserve"> نے سمجھ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؟</w:t>
      </w:r>
      <w:r w:rsidR="00E723FC" w:rsidRPr="00E723FC">
        <w:rPr>
          <w:rtl/>
          <w:lang w:bidi="ur-PK"/>
        </w:rPr>
        <w:t xml:space="preserve">! جواب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ہ</w:t>
      </w:r>
      <w:r w:rsidR="00E723FC" w:rsidRPr="00E723FC">
        <w:rPr>
          <w:rtl/>
          <w:lang w:bidi="ur-PK"/>
        </w:rPr>
        <w:t xml:space="preserve"> ہے کہ صح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ح</w:t>
      </w:r>
      <w:r w:rsidR="00E723FC" w:rsidRPr="00E723FC">
        <w:rPr>
          <w:rtl/>
          <w:lang w:bidi="ur-PK"/>
        </w:rPr>
        <w:t xml:space="preserve"> ہے کہ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ہ</w:t>
      </w:r>
      <w:r w:rsidR="00E723FC" w:rsidRPr="00E723FC">
        <w:rPr>
          <w:rtl/>
          <w:lang w:bidi="ur-PK"/>
        </w:rPr>
        <w:t xml:space="preserve"> لوگ د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ن</w:t>
      </w:r>
      <w:r w:rsidR="00E723FC" w:rsidRPr="00E723FC">
        <w:rPr>
          <w:rtl/>
          <w:lang w:bidi="ur-PK"/>
        </w:rPr>
        <w:t xml:space="preserve"> شناس تھے مگر چونکہ ا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سے</w:t>
      </w:r>
      <w:r w:rsidR="00E723FC" w:rsidRPr="00E723FC">
        <w:rPr>
          <w:rtl/>
          <w:lang w:bidi="ur-PK"/>
        </w:rPr>
        <w:t xml:space="preserve"> حالات کبھ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پ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ش</w:t>
      </w:r>
      <w:r w:rsidR="00E723FC" w:rsidRPr="00E723FC">
        <w:rPr>
          <w:rtl/>
          <w:lang w:bidi="ur-PK"/>
        </w:rPr>
        <w:t xml:space="preserve"> نہ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آئے تھے لہٰذا اُن کے ذہن م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وہ بات نہ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آئ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کہ جو امام حس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ن</w:t>
      </w:r>
      <w:r w:rsidR="00E723FC" w:rsidRPr="00E723FC">
        <w:rPr>
          <w:rtl/>
          <w:lang w:bidi="ur-PK"/>
        </w:rPr>
        <w:t xml:space="preserve"> کے ذہن م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آ</w:t>
      </w:r>
      <w:r w:rsidR="00E723FC" w:rsidRPr="00E723FC">
        <w:rPr>
          <w:rFonts w:hint="eastAsia"/>
          <w:rtl/>
          <w:lang w:bidi="ur-PK"/>
        </w:rPr>
        <w:t>ئ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>۔(مترجم)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4</w:t>
      </w:r>
      <w:r w:rsidR="00E723FC" w:rsidRPr="00E723FC">
        <w:rPr>
          <w:rFonts w:hint="cs"/>
          <w:rtl/>
          <w:lang w:bidi="ur-PK"/>
        </w:rPr>
        <w:t xml:space="preserve"> بحار الانوار ، جلد </w:t>
      </w:r>
      <w:r w:rsidR="001928B4" w:rsidRPr="0077300E">
        <w:rPr>
          <w:rFonts w:hint="cs"/>
          <w:rtl/>
          <w:lang w:bidi="ur-PK"/>
        </w:rPr>
        <w:t>44</w:t>
      </w:r>
      <w:r w:rsidR="00E723FC" w:rsidRPr="00E723FC">
        <w:rPr>
          <w:rFonts w:hint="cs"/>
          <w:rtl/>
          <w:lang w:bidi="ur-PK"/>
        </w:rPr>
        <w:t xml:space="preserve">، س </w:t>
      </w:r>
      <w:r w:rsidR="001928B4" w:rsidRPr="0077300E">
        <w:rPr>
          <w:rFonts w:hint="cs"/>
          <w:rtl/>
          <w:lang w:bidi="ur-PK"/>
        </w:rPr>
        <w:t>325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lastRenderedPageBreak/>
        <w:t>5</w:t>
      </w:r>
      <w:r w:rsidR="00E723FC" w:rsidRPr="00E723FC">
        <w:rPr>
          <w:rFonts w:hint="cs"/>
          <w:rtl/>
          <w:lang w:bidi="ur-PK"/>
        </w:rPr>
        <w:t xml:space="preserve"> امام حسی</w:t>
      </w:r>
      <w:r w:rsidR="00E723FC" w:rsidRPr="00E723FC">
        <w:rPr>
          <w:rFonts w:hint="eastAsia"/>
          <w:rtl/>
          <w:lang w:bidi="ur-PK"/>
        </w:rPr>
        <w:t>ن</w:t>
      </w:r>
      <w:r w:rsidR="00E723FC" w:rsidRPr="00E723FC">
        <w:rPr>
          <w:rtl/>
          <w:lang w:bidi="ur-PK"/>
        </w:rPr>
        <w:t xml:space="preserve"> نے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ہ</w:t>
      </w:r>
      <w:r w:rsidR="00E723FC" w:rsidRPr="00E723FC">
        <w:rPr>
          <w:rtl/>
          <w:lang w:bidi="ur-PK"/>
        </w:rPr>
        <w:t xml:space="preserve"> نہ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فرما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ا</w:t>
      </w:r>
      <w:r w:rsidR="00E723FC" w:rsidRPr="00E723FC">
        <w:rPr>
          <w:rtl/>
          <w:lang w:bidi="ur-PK"/>
        </w:rPr>
        <w:t xml:space="preserve"> کہ جب صرف </w:t>
      </w:r>
      <w:r w:rsidR="0077300E" w:rsidRPr="0077300E">
        <w:rPr>
          <w:rFonts w:hint="cs"/>
          <w:rtl/>
        </w:rPr>
        <w:t>6</w:t>
      </w:r>
      <w:r w:rsidR="001928B4" w:rsidRPr="0077300E">
        <w:rPr>
          <w:rFonts w:hint="cs"/>
          <w:rtl/>
          <w:lang w:bidi="ur-PK"/>
        </w:rPr>
        <w:t>1</w:t>
      </w:r>
      <w:r w:rsidR="00E723FC" w:rsidRPr="00E723FC">
        <w:rPr>
          <w:rFonts w:hint="cs"/>
          <w:rtl/>
          <w:lang w:bidi="ur-PK"/>
        </w:rPr>
        <w:t xml:space="preserve"> ہجری</w:t>
      </w:r>
      <w:r w:rsidR="00E723FC" w:rsidRPr="00E723FC">
        <w:rPr>
          <w:rtl/>
          <w:lang w:bidi="ur-PK"/>
        </w:rPr>
        <w:t xml:space="preserve"> کا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ز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د</w:t>
      </w:r>
      <w:r w:rsidR="00E723FC" w:rsidRPr="00E723FC">
        <w:rPr>
          <w:rtl/>
          <w:lang w:bidi="ur-PK"/>
        </w:rPr>
        <w:t xml:space="preserve"> مسلمانوں پر مسلط ہوجائے بلکہ آپ نے فرما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ا</w:t>
      </w:r>
      <w:r w:rsidR="00E723FC" w:rsidRPr="00E723FC">
        <w:rPr>
          <w:rtl/>
          <w:lang w:bidi="ur-PK"/>
        </w:rPr>
        <w:t xml:space="preserve"> کہ مثل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ز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د،</w:t>
      </w:r>
      <w:r w:rsidR="00E723FC" w:rsidRPr="00E723FC">
        <w:rPr>
          <w:rtl/>
          <w:lang w:bidi="ur-PK"/>
        </w:rPr>
        <w:t xml:space="preserve">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عن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ز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د</w:t>
      </w:r>
      <w:r w:rsidR="00E723FC" w:rsidRPr="00E723FC">
        <w:rPr>
          <w:rtl/>
          <w:lang w:bidi="ur-PK"/>
        </w:rPr>
        <w:t xml:space="preserve"> ج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سا</w:t>
      </w:r>
      <w:r w:rsidR="00E723FC" w:rsidRPr="00E723FC">
        <w:rPr>
          <w:rtl/>
          <w:lang w:bidi="ur-PK"/>
        </w:rPr>
        <w:t xml:space="preserve"> کوئ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بھ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شخص خواہ وہ </w:t>
      </w:r>
      <w:r w:rsidR="0077300E" w:rsidRPr="0077300E">
        <w:rPr>
          <w:rFonts w:hint="cs"/>
          <w:rtl/>
        </w:rPr>
        <w:t>6</w:t>
      </w:r>
      <w:r w:rsidR="001928B4" w:rsidRPr="0077300E">
        <w:rPr>
          <w:rFonts w:hint="cs"/>
          <w:rtl/>
          <w:lang w:bidi="ur-PK"/>
        </w:rPr>
        <w:t>1</w:t>
      </w:r>
      <w:r w:rsidR="00E723FC" w:rsidRPr="00E723FC">
        <w:rPr>
          <w:rFonts w:hint="cs"/>
          <w:rtl/>
          <w:lang w:bidi="ur-PK"/>
        </w:rPr>
        <w:t xml:space="preserve"> ہجری</w:t>
      </w:r>
      <w:r w:rsidR="00E723FC" w:rsidRPr="00E723FC">
        <w:rPr>
          <w:rtl/>
          <w:lang w:bidi="ur-PK"/>
        </w:rPr>
        <w:t xml:space="preserve">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ز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د</w:t>
      </w:r>
      <w:r w:rsidR="00E723FC" w:rsidRPr="00E723FC">
        <w:rPr>
          <w:rtl/>
          <w:lang w:bidi="ur-PK"/>
        </w:rPr>
        <w:t xml:space="preserve"> ہو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ا</w:t>
      </w:r>
      <w:r w:rsidR="00E723FC" w:rsidRPr="00E723FC">
        <w:rPr>
          <w:rtl/>
          <w:lang w:bidi="ur-PK"/>
        </w:rPr>
        <w:t xml:space="preserve"> کس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بھ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زمانے کا ظالم و ستمگر ۔واقعہ کربلا م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ز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د</w:t>
      </w:r>
      <w:r w:rsidR="00E723FC" w:rsidRPr="00E723FC">
        <w:rPr>
          <w:rtl/>
          <w:lang w:bidi="ur-PK"/>
        </w:rPr>
        <w:t xml:space="preserve"> ک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ذات سے نہ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ں</w:t>
      </w:r>
      <w:r w:rsidR="00E723FC" w:rsidRPr="00E723FC">
        <w:rPr>
          <w:rtl/>
          <w:lang w:bidi="ur-PK"/>
        </w:rPr>
        <w:t xml:space="preserve"> بلکہ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ز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د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 xml:space="preserve"> فکر اور 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ز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د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Fonts w:hint="eastAsia"/>
          <w:rtl/>
          <w:lang w:bidi="ur-PK"/>
        </w:rPr>
        <w:t>ت</w:t>
      </w:r>
      <w:r w:rsidR="00E723FC" w:rsidRPr="00E723FC">
        <w:rPr>
          <w:rtl/>
          <w:lang w:bidi="ur-PK"/>
        </w:rPr>
        <w:t xml:space="preserve"> سے جنگ تھ</w:t>
      </w:r>
      <w:r w:rsidR="00E723FC" w:rsidRPr="00E723FC">
        <w:rPr>
          <w:rFonts w:hint="cs"/>
          <w:rtl/>
          <w:lang w:bidi="ur-PK"/>
        </w:rPr>
        <w:t>ی</w:t>
      </w:r>
      <w:r w:rsidR="00E723FC" w:rsidRPr="00E723FC">
        <w:rPr>
          <w:rtl/>
          <w:lang w:bidi="ur-PK"/>
        </w:rPr>
        <w:t>۔ (مترجم)</w:t>
      </w:r>
    </w:p>
    <w:p w:rsidR="00E723FC" w:rsidRPr="00E723FC" w:rsidRDefault="0093189C" w:rsidP="0093189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6</w:t>
      </w:r>
      <w:r w:rsidR="00E723FC" w:rsidRPr="00E723FC">
        <w:rPr>
          <w:rFonts w:hint="cs"/>
          <w:rtl/>
          <w:lang w:bidi="ur-PK"/>
        </w:rPr>
        <w:t xml:space="preserve"> و </w:t>
      </w:r>
      <w:r w:rsidRPr="0077300E">
        <w:rPr>
          <w:rFonts w:hint="cs"/>
          <w:rtl/>
        </w:rPr>
        <w:t>7</w:t>
      </w:r>
      <w:r w:rsidR="00E723FC" w:rsidRPr="00E723FC">
        <w:rPr>
          <w:rFonts w:hint="cs"/>
          <w:rtl/>
          <w:lang w:bidi="ur-PK"/>
        </w:rPr>
        <w:t xml:space="preserve"> بحار الانوار، جلد </w:t>
      </w:r>
      <w:r w:rsidR="001928B4" w:rsidRPr="0077300E">
        <w:rPr>
          <w:rFonts w:hint="cs"/>
          <w:rtl/>
          <w:lang w:bidi="ur-PK"/>
        </w:rPr>
        <w:t>44</w:t>
      </w:r>
      <w:r w:rsidR="00E723FC" w:rsidRPr="00E723FC">
        <w:rPr>
          <w:rFonts w:hint="cs"/>
          <w:rtl/>
          <w:lang w:bidi="ur-PK"/>
        </w:rPr>
        <w:t xml:space="preserve">، ص </w:t>
      </w:r>
      <w:r w:rsidR="001928B4" w:rsidRPr="0077300E">
        <w:rPr>
          <w:rFonts w:hint="cs"/>
          <w:rtl/>
          <w:lang w:bidi="ur-PK"/>
        </w:rPr>
        <w:t>32</w:t>
      </w:r>
      <w:r w:rsidR="0077300E" w:rsidRPr="0077300E">
        <w:rPr>
          <w:rFonts w:hint="cs"/>
          <w:rtl/>
        </w:rPr>
        <w:t>9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8</w:t>
      </w:r>
      <w:r w:rsidR="00E723FC" w:rsidRPr="00E723FC">
        <w:rPr>
          <w:rFonts w:hint="cs"/>
          <w:rtl/>
          <w:lang w:bidi="ur-PK"/>
        </w:rPr>
        <w:t xml:space="preserve"> حوالہ </w:t>
      </w:r>
      <w:r w:rsidR="00E723FC" w:rsidRPr="00E723FC">
        <w:rPr>
          <w:rtl/>
          <w:lang w:bidi="ur-PK"/>
        </w:rPr>
        <w:t>سابق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9</w:t>
      </w:r>
      <w:r w:rsidR="00E723FC" w:rsidRPr="00E723FC">
        <w:rPr>
          <w:rFonts w:hint="cs"/>
          <w:rtl/>
          <w:lang w:bidi="ur-PK"/>
        </w:rPr>
        <w:t xml:space="preserve"> بحار الانوار جلد </w:t>
      </w:r>
      <w:r w:rsidR="001928B4" w:rsidRPr="0077300E">
        <w:rPr>
          <w:rFonts w:hint="cs"/>
          <w:rtl/>
          <w:lang w:bidi="ur-PK"/>
        </w:rPr>
        <w:t>44</w:t>
      </w:r>
      <w:r w:rsidR="00E723FC" w:rsidRPr="00E723FC">
        <w:rPr>
          <w:rFonts w:hint="cs"/>
          <w:rtl/>
          <w:lang w:bidi="ur-PK"/>
        </w:rPr>
        <w:t xml:space="preserve">، صفحہ </w:t>
      </w:r>
      <w:r w:rsidR="001928B4" w:rsidRPr="0077300E">
        <w:rPr>
          <w:rFonts w:hint="cs"/>
          <w:rtl/>
          <w:lang w:bidi="ur-PK"/>
        </w:rPr>
        <w:t>235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10</w:t>
      </w:r>
      <w:r w:rsidR="00E723FC" w:rsidRPr="00E723FC">
        <w:rPr>
          <w:rFonts w:hint="cs"/>
          <w:rtl/>
          <w:lang w:bidi="ur-PK"/>
        </w:rPr>
        <w:t xml:space="preserve"> بحار الانوار جلد </w:t>
      </w:r>
      <w:r w:rsidR="001928B4" w:rsidRPr="0077300E">
        <w:rPr>
          <w:rFonts w:hint="cs"/>
          <w:rtl/>
          <w:lang w:bidi="ur-PK"/>
        </w:rPr>
        <w:t>44</w:t>
      </w:r>
      <w:r w:rsidR="00E723FC" w:rsidRPr="00E723FC">
        <w:rPr>
          <w:rFonts w:hint="cs"/>
          <w:rtl/>
          <w:lang w:bidi="ur-PK"/>
        </w:rPr>
        <w:t xml:space="preserve"> ، صفحہ </w:t>
      </w:r>
      <w:r w:rsidR="001928B4" w:rsidRPr="0077300E">
        <w:rPr>
          <w:rFonts w:hint="cs"/>
          <w:rtl/>
          <w:lang w:bidi="ur-PK"/>
        </w:rPr>
        <w:t>3</w:t>
      </w:r>
      <w:r w:rsidR="0077300E" w:rsidRPr="0077300E">
        <w:rPr>
          <w:rFonts w:hint="cs"/>
          <w:rtl/>
          <w:lang w:bidi="ur-PK"/>
        </w:rPr>
        <w:t>8</w:t>
      </w:r>
      <w:r w:rsidR="001928B4" w:rsidRPr="0077300E">
        <w:rPr>
          <w:rFonts w:hint="cs"/>
          <w:rtl/>
          <w:lang w:bidi="ur-PK"/>
        </w:rPr>
        <w:t>2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11</w:t>
      </w:r>
      <w:r w:rsidR="00E723FC" w:rsidRPr="00E723FC">
        <w:rPr>
          <w:rFonts w:hint="cs"/>
          <w:rtl/>
          <w:lang w:bidi="ur-PK"/>
        </w:rPr>
        <w:t xml:space="preserve"> بحار الانوار ج </w:t>
      </w:r>
      <w:r w:rsidR="001928B4" w:rsidRPr="0077300E">
        <w:rPr>
          <w:rFonts w:hint="cs"/>
          <w:rtl/>
          <w:lang w:bidi="ur-PK"/>
        </w:rPr>
        <w:t>44</w:t>
      </w:r>
      <w:r w:rsidR="00E723FC" w:rsidRPr="00E723FC">
        <w:rPr>
          <w:rFonts w:hint="cs"/>
          <w:rtl/>
          <w:lang w:bidi="ur-PK"/>
        </w:rPr>
        <w:t>، ص</w:t>
      </w:r>
      <w:r w:rsidR="00E723FC" w:rsidRPr="00E723FC">
        <w:rPr>
          <w:rtl/>
          <w:lang w:bidi="ur-PK"/>
        </w:rPr>
        <w:t xml:space="preserve">فحہ </w:t>
      </w:r>
      <w:r w:rsidR="001928B4" w:rsidRPr="0077300E">
        <w:rPr>
          <w:rFonts w:hint="cs"/>
          <w:rtl/>
          <w:lang w:bidi="ur-PK"/>
        </w:rPr>
        <w:t>3</w:t>
      </w:r>
      <w:r w:rsidR="0077300E" w:rsidRPr="0077300E">
        <w:rPr>
          <w:rFonts w:hint="cs"/>
          <w:rtl/>
          <w:lang w:bidi="ur-PK"/>
        </w:rPr>
        <w:t>8</w:t>
      </w:r>
      <w:r w:rsidR="001928B4" w:rsidRPr="0077300E">
        <w:rPr>
          <w:rFonts w:hint="cs"/>
          <w:rtl/>
          <w:lang w:bidi="ur-PK"/>
        </w:rPr>
        <w:t>1</w:t>
      </w:r>
    </w:p>
    <w:p w:rsidR="00E723FC" w:rsidRPr="00E723FC" w:rsidRDefault="0093189C" w:rsidP="00E723FC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12</w:t>
      </w:r>
      <w:r w:rsidR="00E723FC" w:rsidRPr="00E723FC">
        <w:rPr>
          <w:rFonts w:hint="cs"/>
          <w:rtl/>
          <w:lang w:bidi="ur-PK"/>
        </w:rPr>
        <w:t xml:space="preserve"> حوالہ سابق</w:t>
      </w:r>
    </w:p>
    <w:p w:rsidR="00E723FC" w:rsidRPr="00E723FC" w:rsidRDefault="0093189C" w:rsidP="007224BD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13</w:t>
      </w:r>
      <w:r w:rsidR="00E723FC" w:rsidRPr="00E723FC">
        <w:rPr>
          <w:rFonts w:hint="cs"/>
          <w:rtl/>
          <w:lang w:bidi="ur-PK"/>
        </w:rPr>
        <w:t xml:space="preserve"> بحار الانوار، جلد </w:t>
      </w:r>
      <w:r w:rsidR="001928B4" w:rsidRPr="0077300E">
        <w:rPr>
          <w:rFonts w:hint="cs"/>
          <w:rtl/>
          <w:lang w:bidi="ur-PK"/>
        </w:rPr>
        <w:t>45</w:t>
      </w:r>
      <w:r w:rsidR="00E723FC" w:rsidRPr="00E723FC">
        <w:rPr>
          <w:rFonts w:hint="cs"/>
          <w:rtl/>
          <w:lang w:bidi="ur-PK"/>
        </w:rPr>
        <w:t xml:space="preserve"> ، صفحہ </w:t>
      </w:r>
      <w:r w:rsidR="001928B4" w:rsidRPr="0077300E">
        <w:rPr>
          <w:rFonts w:hint="cs"/>
          <w:rtl/>
          <w:lang w:bidi="ur-PK"/>
        </w:rPr>
        <w:t>21</w:t>
      </w:r>
      <w:r w:rsidR="0077300E" w:rsidRPr="0077300E">
        <w:rPr>
          <w:rFonts w:hint="cs"/>
          <w:rtl/>
          <w:lang w:bidi="ur-PK"/>
        </w:rPr>
        <w:t>8</w:t>
      </w:r>
      <w:r w:rsidR="00E723FC" w:rsidRPr="00E723FC">
        <w:rPr>
          <w:rFonts w:hint="cs"/>
          <w:rtl/>
          <w:lang w:bidi="ur-PK"/>
        </w:rPr>
        <w:t xml:space="preserve"> </w:t>
      </w:r>
      <w:r w:rsidR="007224BD" w:rsidRPr="0077300E">
        <w:rPr>
          <w:rFonts w:hint="cs"/>
          <w:rtl/>
        </w:rPr>
        <w:t>14</w:t>
      </w:r>
      <w:r w:rsidR="00E723FC" w:rsidRPr="00E723FC">
        <w:rPr>
          <w:rFonts w:hint="cs"/>
          <w:rtl/>
          <w:lang w:bidi="ur-PK"/>
        </w:rPr>
        <w:t xml:space="preserve"> خطبہ نماز جمعہ، </w:t>
      </w:r>
      <w:r w:rsidR="001928B4" w:rsidRPr="0077300E">
        <w:rPr>
          <w:rFonts w:hint="cs"/>
          <w:rtl/>
          <w:lang w:bidi="ur-PK"/>
        </w:rPr>
        <w:t>1</w:t>
      </w:r>
      <w:r w:rsidR="0077300E" w:rsidRPr="0077300E">
        <w:rPr>
          <w:rFonts w:hint="cs"/>
          <w:rtl/>
          <w:lang w:bidi="ur-PK"/>
        </w:rPr>
        <w:t>0</w:t>
      </w:r>
      <w:r w:rsidR="00E723FC" w:rsidRPr="00E723FC">
        <w:rPr>
          <w:rFonts w:hint="cs"/>
          <w:rtl/>
          <w:lang w:bidi="ur-PK"/>
        </w:rPr>
        <w:t xml:space="preserve"> محرم </w:t>
      </w:r>
      <w:r w:rsidR="001928B4" w:rsidRPr="0077300E">
        <w:rPr>
          <w:rFonts w:hint="cs"/>
          <w:rtl/>
          <w:lang w:bidi="ur-PK"/>
        </w:rPr>
        <w:t>141</w:t>
      </w:r>
      <w:r w:rsidR="0077300E" w:rsidRPr="0077300E">
        <w:rPr>
          <w:rFonts w:hint="cs"/>
          <w:rtl/>
        </w:rPr>
        <w:t>6</w:t>
      </w:r>
      <w:r w:rsidR="00E723FC" w:rsidRPr="00E723FC">
        <w:rPr>
          <w:rFonts w:hint="cs"/>
          <w:rtl/>
          <w:lang w:bidi="ur-PK"/>
        </w:rPr>
        <w:t xml:space="preserve"> ہجری</w:t>
      </w:r>
    </w:p>
    <w:p w:rsidR="00E723FC" w:rsidRPr="00E723FC" w:rsidRDefault="0093189C" w:rsidP="007224BD">
      <w:pPr>
        <w:pStyle w:val="libFootnote"/>
        <w:rPr>
          <w:rtl/>
          <w:lang w:bidi="ur-PK"/>
        </w:rPr>
      </w:pPr>
      <w:r w:rsidRPr="0077300E">
        <w:rPr>
          <w:rFonts w:hint="cs"/>
          <w:rtl/>
        </w:rPr>
        <w:t>1</w:t>
      </w:r>
      <w:r w:rsidR="007224BD" w:rsidRPr="0077300E">
        <w:rPr>
          <w:rFonts w:hint="cs"/>
          <w:rtl/>
        </w:rPr>
        <w:t>5</w:t>
      </w:r>
      <w:r w:rsidR="00E723FC" w:rsidRPr="00E723FC">
        <w:rPr>
          <w:rFonts w:hint="cs"/>
          <w:rtl/>
          <w:lang w:bidi="ur-PK"/>
        </w:rPr>
        <w:t xml:space="preserve"> بحار الانوار، جلد </w:t>
      </w:r>
      <w:r w:rsidR="001928B4" w:rsidRPr="0077300E">
        <w:rPr>
          <w:rFonts w:hint="cs"/>
          <w:rtl/>
          <w:lang w:bidi="ur-PK"/>
        </w:rPr>
        <w:t>44</w:t>
      </w:r>
      <w:r w:rsidR="00E723FC" w:rsidRPr="00E723FC">
        <w:rPr>
          <w:rFonts w:hint="cs"/>
          <w:rtl/>
          <w:lang w:bidi="ur-PK"/>
        </w:rPr>
        <w:t xml:space="preserve">، صفحہ </w:t>
      </w:r>
      <w:r w:rsidR="001928B4" w:rsidRPr="0077300E">
        <w:rPr>
          <w:rFonts w:hint="cs"/>
          <w:rtl/>
          <w:lang w:bidi="ur-PK"/>
        </w:rPr>
        <w:t>32</w:t>
      </w:r>
      <w:r w:rsidR="0077300E" w:rsidRPr="0077300E">
        <w:rPr>
          <w:rFonts w:hint="cs"/>
          <w:rtl/>
        </w:rPr>
        <w:t>9</w:t>
      </w:r>
      <w:r w:rsidR="00E723FC" w:rsidRPr="00E723FC">
        <w:rPr>
          <w:rFonts w:hint="cs"/>
          <w:rtl/>
          <w:lang w:bidi="ur-PK"/>
        </w:rPr>
        <w:t xml:space="preserve"> </w:t>
      </w:r>
      <w:r w:rsidR="007224BD" w:rsidRPr="0077300E">
        <w:rPr>
          <w:rFonts w:hint="cs"/>
          <w:rtl/>
        </w:rPr>
        <w:t>16</w:t>
      </w:r>
      <w:r w:rsidR="00E723FC" w:rsidRPr="00E723FC">
        <w:rPr>
          <w:rFonts w:hint="cs"/>
          <w:rtl/>
          <w:lang w:bidi="ur-PK"/>
        </w:rPr>
        <w:t xml:space="preserve"> بحار الانوار، جلد </w:t>
      </w:r>
      <w:r w:rsidR="001928B4" w:rsidRPr="0077300E">
        <w:rPr>
          <w:rFonts w:hint="cs"/>
          <w:rtl/>
          <w:lang w:bidi="ur-PK"/>
        </w:rPr>
        <w:t>44</w:t>
      </w:r>
      <w:r w:rsidR="00E723FC" w:rsidRPr="00E723FC">
        <w:rPr>
          <w:rFonts w:hint="cs"/>
          <w:rtl/>
          <w:lang w:bidi="ur-PK"/>
        </w:rPr>
        <w:t xml:space="preserve">، صفحہ </w:t>
      </w:r>
      <w:r w:rsidR="001928B4" w:rsidRPr="0077300E">
        <w:rPr>
          <w:rFonts w:hint="cs"/>
          <w:rtl/>
          <w:lang w:bidi="ur-PK"/>
        </w:rPr>
        <w:t>3</w:t>
      </w:r>
      <w:r w:rsidR="0077300E" w:rsidRPr="0077300E">
        <w:rPr>
          <w:rFonts w:hint="cs"/>
          <w:rtl/>
          <w:lang w:bidi="ur-PK"/>
        </w:rPr>
        <w:t>8</w:t>
      </w:r>
      <w:r w:rsidR="001928B4" w:rsidRPr="0077300E">
        <w:rPr>
          <w:rFonts w:hint="cs"/>
          <w:rtl/>
          <w:lang w:bidi="ur-PK"/>
        </w:rPr>
        <w:t>2</w:t>
      </w:r>
    </w:p>
    <w:p w:rsidR="00E723FC" w:rsidRPr="00E723FC" w:rsidRDefault="0093189C" w:rsidP="007224BD">
      <w:pPr>
        <w:pStyle w:val="libFootnote"/>
        <w:rPr>
          <w:rtl/>
        </w:rPr>
      </w:pPr>
      <w:r w:rsidRPr="0077300E">
        <w:rPr>
          <w:rFonts w:hint="cs"/>
          <w:rtl/>
        </w:rPr>
        <w:t>1</w:t>
      </w:r>
      <w:r w:rsidR="007224BD" w:rsidRPr="0077300E">
        <w:rPr>
          <w:rFonts w:hint="cs"/>
          <w:rtl/>
        </w:rPr>
        <w:t>7</w:t>
      </w:r>
      <w:r w:rsidR="00734EFD" w:rsidRPr="00E723FC">
        <w:rPr>
          <w:rFonts w:hint="cs"/>
          <w:rtl/>
          <w:lang w:bidi="ur-PK"/>
        </w:rPr>
        <w:t xml:space="preserve"> علما سے خطاب، </w:t>
      </w:r>
      <w:r w:rsidR="0077300E" w:rsidRPr="0077300E">
        <w:rPr>
          <w:rFonts w:hint="cs"/>
          <w:rtl/>
          <w:lang w:bidi="ur-PK"/>
        </w:rPr>
        <w:t>7</w:t>
      </w:r>
      <w:r w:rsidR="00734EFD" w:rsidRPr="00E723FC">
        <w:rPr>
          <w:rFonts w:hint="cs"/>
          <w:rtl/>
          <w:lang w:bidi="ur-PK"/>
        </w:rPr>
        <w:t xml:space="preserve">/ </w:t>
      </w:r>
      <w:r w:rsidR="001928B4" w:rsidRPr="0077300E">
        <w:rPr>
          <w:rFonts w:hint="cs"/>
          <w:rtl/>
          <w:lang w:bidi="ur-PK"/>
        </w:rPr>
        <w:t>5</w:t>
      </w:r>
      <w:r w:rsidR="00734EFD" w:rsidRPr="00E723FC">
        <w:rPr>
          <w:rFonts w:hint="cs"/>
          <w:rtl/>
          <w:lang w:bidi="ur-PK"/>
        </w:rPr>
        <w:t>/</w:t>
      </w:r>
      <w:r w:rsidR="001928B4" w:rsidRPr="0077300E">
        <w:rPr>
          <w:rFonts w:hint="cs"/>
          <w:rtl/>
          <w:lang w:bidi="ur-PK"/>
        </w:rPr>
        <w:t>13</w:t>
      </w:r>
      <w:r w:rsidR="0077300E" w:rsidRPr="0077300E">
        <w:rPr>
          <w:rFonts w:hint="cs"/>
          <w:rtl/>
          <w:lang w:bidi="ur-PK"/>
        </w:rPr>
        <w:t>7</w:t>
      </w:r>
      <w:r w:rsidR="001928B4" w:rsidRPr="0077300E">
        <w:rPr>
          <w:rFonts w:hint="cs"/>
          <w:rtl/>
          <w:lang w:bidi="ur-PK"/>
        </w:rPr>
        <w:t>1</w:t>
      </w:r>
    </w:p>
    <w:p w:rsidR="00E723FC" w:rsidRDefault="00E723FC" w:rsidP="001928B4">
      <w:pPr>
        <w:pStyle w:val="libPoemTini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93189C">
      <w:pPr>
        <w:pStyle w:val="Heading2Center"/>
        <w:rPr>
          <w:rtl/>
          <w:lang w:bidi="ur-PK"/>
        </w:rPr>
      </w:pPr>
      <w:bookmarkStart w:id="57" w:name="_Toc500672039"/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کربلا کا فلسفہ</w:t>
      </w:r>
      <w:bookmarkEnd w:id="57"/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روز</w:t>
      </w:r>
      <w:r>
        <w:rPr>
          <w:rtl/>
          <w:lang w:bidi="ur-PK"/>
        </w:rPr>
        <w:t xml:space="preserve"> اربع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پُر معنٰ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موجود ہے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</w:t>
      </w:r>
      <w:r w:rsidRPr="0093189C">
        <w:rPr>
          <w:rStyle w:val="libArabicChar"/>
          <w:rtl/>
        </w:rPr>
        <w:t>ک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’’ وَ بَذَلَ مُ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جَتَ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فِ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Fonts w:hint="eastAsia"/>
          <w:rtl/>
        </w:rPr>
        <w:t>کَ</w:t>
      </w:r>
      <w:r w:rsidRPr="0093189C">
        <w:rPr>
          <w:rStyle w:val="libArabicChar"/>
          <w:rtl/>
        </w:rPr>
        <w:t xml:space="preserve"> لِ</w:t>
      </w:r>
      <w:r w:rsidRPr="0093189C">
        <w:rPr>
          <w:rStyle w:val="libArabicChar"/>
          <w:rFonts w:hint="cs"/>
          <w:rtl/>
        </w:rPr>
        <w:t>يَستَنقِذَ ع</w:t>
      </w:r>
      <w:r w:rsidRPr="0093189C">
        <w:rPr>
          <w:rStyle w:val="libArabicChar"/>
          <w:rtl/>
        </w:rPr>
        <w:t>ِبَادَکَ مِنَ الجَ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َالَ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93189C">
        <w:rPr>
          <w:rStyle w:val="libArabicChar"/>
          <w:rtl/>
        </w:rPr>
        <w:t xml:space="preserve"> وَحَ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Fonts w:hint="eastAsia"/>
          <w:rtl/>
        </w:rPr>
        <w:t>رَ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93189C">
        <w:rPr>
          <w:rStyle w:val="libArabicChar"/>
          <w:rtl/>
        </w:rPr>
        <w:t xml:space="preserve"> الضَّلَالَ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93189C">
        <w:rPr>
          <w:rStyle w:val="libArabicChar"/>
          <w:rtl/>
        </w:rPr>
        <w:t xml:space="preserve"> </w:t>
      </w:r>
      <w:r>
        <w:rPr>
          <w:rtl/>
          <w:lang w:bidi="ur-PK"/>
        </w:rPr>
        <w:t xml:space="preserve">‘‘ </w:t>
      </w:r>
      <w:r w:rsidR="0093189C" w:rsidRPr="0093189C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 xml:space="preserve"> ،امام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فدا 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شہادت کے فلسفے کو اِس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۔اِس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’’بار الھا!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اِس بندے _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_ نے اپنے خون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بندوں کو جہالت سے باہر نکالے اوراُنہ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و سردگردان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 دے‘‘۔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کتنا پُر معنٰ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ہے اور کتنے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م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اِس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مسئلہ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بڑے چھوٹے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اپنے مقاصد تک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انسانوں اور قوموں کو قربان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آپ نے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اِن تمام حالات و واقعات کو خود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اور جابر و ستمگر سلاط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</w:t>
      </w:r>
      <w:r>
        <w:rPr>
          <w:rFonts w:hint="eastAsia"/>
          <w:rtl/>
          <w:lang w:bidi="ur-PK"/>
        </w:rPr>
        <w:t>حالات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قوموں سے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و برتاو ، موجودہ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زار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کے سلوک کا آپ نے بہ چشم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مشاہدہ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انسان 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مکرو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نشانے پر ہے لہٰذا اِس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بندگان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اسباب فراہم کرنے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وہ خود کو جہالت کے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سے نجات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و سرگردان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خود کو باہر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نکال</w:t>
      </w:r>
      <w:r>
        <w:rPr>
          <w:rtl/>
          <w:lang w:bidi="ur-PK"/>
        </w:rPr>
        <w:t xml:space="preserve">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کون ہے کہ جو ہلاکت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گامزن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اپنے دست نجات کو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لائے</w:t>
      </w:r>
      <w:r>
        <w:rPr>
          <w:rtl/>
          <w:lang w:bidi="ur-PK"/>
        </w:rPr>
        <w:t xml:space="preserve"> ؟ وہ لوگ تو اِس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قدم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شہوتوں کے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غلام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خود گمراہ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ں،لہٰذا</w:t>
      </w:r>
      <w:r>
        <w:rPr>
          <w:rtl/>
          <w:lang w:bidi="ur-PK"/>
        </w:rPr>
        <w:t xml:space="preserve"> جو لوگ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غ</w:t>
      </w:r>
      <w:r>
        <w:rPr>
          <w:rFonts w:hint="eastAsia"/>
          <w:rtl/>
          <w:lang w:bidi="ur-PK"/>
        </w:rPr>
        <w:t>لام</w:t>
      </w:r>
      <w:r>
        <w:rPr>
          <w:rtl/>
          <w:lang w:bidi="ur-PK"/>
        </w:rPr>
        <w:t xml:space="preserve"> ہوں وہ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نجات دے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نجات دہندہ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فردہو جو اِن سب کو نجات سے ہمکنار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لطف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 کے شامل حامل ہو اور اُن کا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ارادہ</w:t>
      </w:r>
      <w:r>
        <w:rPr>
          <w:rtl/>
          <w:lang w:bidi="ur-PK"/>
        </w:rPr>
        <w:t xml:space="preserve"> مستحکم ہوجائے تاکہ خود کو خواہشات و شہوات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سے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ذات جو بشر کو نجات ورہائ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اُسے درگذر کا مالک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لے سکے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شہوت و خواہشات کو چھوڑ دے،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 خود پرست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خود خ</w:t>
      </w:r>
      <w:r>
        <w:rPr>
          <w:rFonts w:hint="eastAsia"/>
          <w:rtl/>
          <w:lang w:bidi="ur-PK"/>
        </w:rPr>
        <w:t>واہ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حرص ، ہوا وہوس، حسد، بُخل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باہر آکر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سرگرداں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شمع روشن کرسکے۔</w:t>
      </w:r>
    </w:p>
    <w:p w:rsidR="00E723FC" w:rsidRDefault="00E723FC" w:rsidP="00734EFD">
      <w:pPr>
        <w:pStyle w:val="libNormal"/>
        <w:rPr>
          <w:rtl/>
          <w:lang w:bidi="ur-PK"/>
        </w:rPr>
      </w:pPr>
    </w:p>
    <w:p w:rsidR="00734EFD" w:rsidRDefault="00734EFD" w:rsidP="0093189C">
      <w:pPr>
        <w:pStyle w:val="Heading2Center"/>
        <w:rPr>
          <w:rtl/>
          <w:lang w:bidi="ur-PK"/>
        </w:rPr>
      </w:pPr>
      <w:bookmarkStart w:id="58" w:name="_Toc500672040"/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ہدف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حائل رکا 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58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کا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لازوال اگرچہ محرم اور کربلا اور اُس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نتائج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زمانہ جتنا جتنا آگے بڑھتا رہتا ہے کربلا کا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دِ</w:t>
      </w:r>
      <w:r>
        <w:rPr>
          <w:rtl/>
          <w:lang w:bidi="ur-PK"/>
        </w:rPr>
        <w:t xml:space="preserve"> منور کہ جسے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شہادت اور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و مظلومانہ جہاد کے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اور ج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اُن کے اصحاب باوفا نے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پہلے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آشکار ہوتا جاتا ہے اور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فوائد پہلے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جلوہ افروز ہوتے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جس دن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رونما ہوا اُس دن سے لے کر آج تک اِس واقعہ کے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اثرات بتدر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آشکار ہوتے جارہ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لوگوں نے اِس بات کو محسوس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اُن کے ذمے کچھ وظائف عائد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توّاب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و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الحسن کے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مقابلے کے واقعات سامنے آئے،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بنو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خلاف چلائ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بنو عباس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وسط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اِس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عالم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خصوصاً مشرق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و خراسان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اپنے مبلّغ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اُنہوں نے بنو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پرست اور ظالم و مستکبر حکومت کے قلع قمع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ہموار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بالآخر بنو عباس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ہمکنار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بنو 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کے خلاف بنو عباس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نام سے شروع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مطالعہ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مشاہدہ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جب بنو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مبلغ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عالم اسلام کے گوشہ و کنار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گئے تو اُنہوں نے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خون ،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شہادت، فرزند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خون کے انتقام اور جگر گوشہ فاطمہ زہرا٭ کے سفاکانہ قتل کو بطور حربہ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عوام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موثر بناسک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لوگوں نے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قبول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اِس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بنو عباس نے (نفس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لڑ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اور) پانچ سو سال تک اپنے رسم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لب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اور پرچم کا رنگ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اُنہوں کالے رنگ کے لباس کو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رسم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لباس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بنو عباس اُس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نعرہ لگاتے تھے کہ ’’ھَذَا حِدَادُ آلِ مُحَمَّدٍ ‘‘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آل محمد </w:t>
      </w:r>
      <w:r>
        <w:rPr>
          <w:rtl/>
          <w:lang w:bidi="fa-IR"/>
        </w:rPr>
        <w:t>۰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لباس ہے،بنو عباس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اِس طرح شروع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باعث بنے۔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خود منحرف ہوگئے اور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کاموں کو آگے بڑھانے لگے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کربلا کے اثرات اور نتائج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رہا ہے۔ جو کچھ ہمارے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ہوا وہ اِن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تھا، ہمارے زمان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ظلم و کفر پورے عالم پر مسلّط ہے اور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 ورز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عدل و انصاف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ظلم و ستم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الاقوام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 رائج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معرفت</w:t>
      </w:r>
      <w:r>
        <w:rPr>
          <w:rtl/>
          <w:lang w:bidi="ur-PK"/>
        </w:rPr>
        <w:t xml:space="preserve"> کربلا،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اوج و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اور اقدار کا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خزانہ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ہے اور اِن اقدار و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اُوج و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معرفت کربلا ہے لہٰذا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ہے کہ ہم اِن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دوستو! اور اے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والو!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نجات دے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صرف شرط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کربلا کے چہرے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سے مسخ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آپ اِس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ہرگز اجازت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خرافات اور بے منطق کام، لوگوں کے چشم و قل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چہرہ پُرنور سے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اِن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فات</w:t>
      </w:r>
      <w:r>
        <w:rPr>
          <w:rtl/>
          <w:lang w:bidi="ur-PK"/>
        </w:rPr>
        <w:t xml:space="preserve"> اور خرافات کا مقابلہ کرنا چا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 صرف دو جملے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خود واقعہ کربلا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ک؛</w:t>
      </w:r>
      <w:r>
        <w:rPr>
          <w:rtl/>
          <w:lang w:bidi="ur-PK"/>
        </w:rPr>
        <w:t xml:space="preserve"> منبر پر فضائل و مصائب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عاشورااور صبح و روز عاشورا کے واقعات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عام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حادثات و واقعات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بڑے ب</w:t>
      </w:r>
      <w:r>
        <w:rPr>
          <w:rFonts w:hint="eastAsia"/>
          <w:rtl/>
          <w:lang w:bidi="ur-PK"/>
        </w:rPr>
        <w:t>ڑے</w:t>
      </w:r>
      <w:r>
        <w:rPr>
          <w:rtl/>
          <w:lang w:bidi="ur-PK"/>
        </w:rPr>
        <w:t xml:space="preserve"> واقعات، زمانہ گذرنے کے ساتھ ساتھ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کھو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واقعہ کربلا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 جزئ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ساتھ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 آج تک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البتہ کربلا کے واقعات کو مستند طور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مقاتل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مثلاً ابن طاوس کے مقتل ’’لہوف‘‘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کتاب’’ ارشاد‘‘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نہ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جعل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من گھڑت اور عقل و منطق سے دور (اور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و منزلت کو کم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باتوں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سے۔ مجلس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 خطابت کو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</w:t>
      </w:r>
      <w:r w:rsidR="001928B4" w:rsidRPr="0077300E">
        <w:rPr>
          <w:rFonts w:hint="cs"/>
          <w:rtl/>
          <w:lang w:bidi="ur-PK"/>
        </w:rPr>
        <w:t>1</w:t>
      </w:r>
      <w:r>
        <w:rPr>
          <w:rtl/>
          <w:lang w:bidi="ur-PK"/>
        </w:rPr>
        <w:t xml:space="preserve"> و خطابت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خطابت، نوحہ خوان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سلا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مرث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ذکر مصائب اور ماتم زن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کربلا کے واقعات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ہدف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93189C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اہداف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وہ مطالب جو خود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کلمات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734EFD" w:rsidRDefault="00734EFD" w:rsidP="004C1FD1">
      <w:pPr>
        <w:pStyle w:val="libNormal"/>
        <w:rPr>
          <w:rtl/>
          <w:lang w:bidi="ur-PK"/>
        </w:rPr>
      </w:pPr>
      <w:r w:rsidRPr="0093189C">
        <w:rPr>
          <w:rStyle w:val="libArabicChar"/>
          <w:rtl/>
        </w:rPr>
        <w:t>’’ما خَرَجتُ اَشِرًا وَلَا بَطَراً وَلَا ظَالِماً وَلَا مُفسِدًا بَل اِنَّمَا خَرَجتُ لِطَلَبِ الاِصلَاحِ فِ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tl/>
        </w:rPr>
        <w:t xml:space="preserve"> اُمَّ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93189C">
        <w:rPr>
          <w:rStyle w:val="libArabicChar"/>
          <w:rtl/>
        </w:rPr>
        <w:t xml:space="preserve"> جَدِّ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tl/>
        </w:rPr>
        <w:t xml:space="preserve"> ‘‘، </w:t>
      </w:r>
      <w:r w:rsidRPr="001928B4">
        <w:rPr>
          <w:rFonts w:hint="cs"/>
          <w:rtl/>
        </w:rPr>
        <w:t>ی</w:t>
      </w:r>
      <w:r w:rsidRPr="001928B4">
        <w:rPr>
          <w:rFonts w:hint="eastAsia"/>
          <w:rtl/>
        </w:rPr>
        <w:t>ا</w:t>
      </w:r>
      <w:r w:rsidRPr="001928B4">
        <w:rPr>
          <w:rtl/>
        </w:rPr>
        <w:t xml:space="preserve"> </w:t>
      </w:r>
      <w:r w:rsidRPr="001928B4">
        <w:rPr>
          <w:rFonts w:hint="cs"/>
          <w:rtl/>
        </w:rPr>
        <w:t>ی</w:t>
      </w:r>
      <w:r w:rsidR="004C1FD1">
        <w:rPr>
          <w:rFonts w:hint="cs"/>
          <w:rtl/>
          <w:lang w:bidi="ur-PK"/>
        </w:rPr>
        <w:t>ہ</w:t>
      </w:r>
      <w:r w:rsidRPr="001928B4">
        <w:rPr>
          <w:rtl/>
        </w:rPr>
        <w:t xml:space="preserve"> جو آپ </w:t>
      </w:r>
      <w:r w:rsidRPr="001928B4">
        <w:rPr>
          <w:rFonts w:hint="eastAsia"/>
          <w:rtl/>
        </w:rPr>
        <w:t>ن</w:t>
      </w:r>
      <w:r w:rsidRPr="001928B4">
        <w:rPr>
          <w:rFonts w:hint="cs"/>
          <w:rtl/>
        </w:rPr>
        <w:t>ے</w:t>
      </w:r>
      <w:r w:rsidRPr="001928B4">
        <w:rPr>
          <w:rtl/>
        </w:rPr>
        <w:t xml:space="preserve"> فرما</w:t>
      </w:r>
      <w:r w:rsidRPr="001928B4">
        <w:rPr>
          <w:rFonts w:hint="cs"/>
          <w:rtl/>
        </w:rPr>
        <w:t>ی</w:t>
      </w:r>
      <w:r w:rsidRPr="001928B4">
        <w:rPr>
          <w:rFonts w:hint="eastAsia"/>
          <w:rtl/>
        </w:rPr>
        <w:t>ا</w:t>
      </w:r>
      <w:r w:rsidRPr="001928B4">
        <w:rPr>
          <w:rtl/>
        </w:rPr>
        <w:t xml:space="preserve"> ک</w:t>
      </w:r>
      <w:r w:rsidR="001928B4" w:rsidRPr="001928B4">
        <w:rPr>
          <w:rFonts w:hint="cs"/>
          <w:rtl/>
        </w:rPr>
        <w:t>ہ</w:t>
      </w:r>
      <w:r w:rsidRPr="0077300E">
        <w:rPr>
          <w:rStyle w:val="libArabicChar"/>
          <w:rFonts w:hint="cs"/>
          <w:rtl/>
        </w:rPr>
        <w:t xml:space="preserve"> ’’اَ</w:t>
      </w:r>
      <w:r w:rsidRPr="0093189C">
        <w:rPr>
          <w:rStyle w:val="libArabicChar"/>
          <w:rFonts w:hint="cs"/>
          <w:rtl/>
        </w:rPr>
        <w:t>يُّ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ا النَّاسُ اِن</w:t>
      </w:r>
      <w:r w:rsidRPr="0093189C">
        <w:rPr>
          <w:rStyle w:val="libArabicChar"/>
          <w:rFonts w:hint="eastAsia"/>
          <w:rtl/>
        </w:rPr>
        <w:t>َّ</w:t>
      </w:r>
      <w:r w:rsidRPr="0093189C">
        <w:rPr>
          <w:rStyle w:val="libArabicChar"/>
          <w:rtl/>
        </w:rPr>
        <w:t xml:space="preserve"> رَسُولَ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(صَلَّ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 عَلَ</w:t>
      </w:r>
      <w:r w:rsidRPr="0093189C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93189C">
        <w:rPr>
          <w:rStyle w:val="libArabicChar"/>
          <w:rtl/>
        </w:rPr>
        <w:t xml:space="preserve"> وآلِ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) قَالَ: مَن رَآَ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tl/>
        </w:rPr>
        <w:t xml:space="preserve"> سُلطَاناً جَآئِرًا مُستَحِلًّا لِحَرامِ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نَاکِثًا لِعَ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، مُخَالِفًا لِسُنَّ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93189C">
        <w:rPr>
          <w:rStyle w:val="libArabicChar"/>
          <w:rtl/>
        </w:rPr>
        <w:t xml:space="preserve"> رَسُولِ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</w:t>
      </w:r>
      <w:r w:rsidRPr="0093189C">
        <w:rPr>
          <w:rStyle w:val="libArabicChar"/>
          <w:rFonts w:hint="cs"/>
          <w:rtl/>
        </w:rPr>
        <w:t>يَعمَلُ فِی</w:t>
      </w:r>
      <w:r w:rsidRPr="0093189C">
        <w:rPr>
          <w:rStyle w:val="libArabicChar"/>
          <w:rtl/>
        </w:rPr>
        <w:t xml:space="preserve"> عِبَادِ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بِالاِثمَ وَالعُدوَانِ ثُمَّ لَم </w:t>
      </w:r>
      <w:r w:rsidRPr="0093189C">
        <w:rPr>
          <w:rStyle w:val="libArabicChar"/>
          <w:rFonts w:hint="cs"/>
          <w:rtl/>
        </w:rPr>
        <w:t>يُغيِّر بِقَولٍ وَ</w:t>
      </w:r>
      <w:r w:rsidRPr="0093189C">
        <w:rPr>
          <w:rStyle w:val="libArabicChar"/>
          <w:rFonts w:hint="eastAsia"/>
          <w:rtl/>
        </w:rPr>
        <w:t>لَافِعلٍ</w:t>
      </w:r>
      <w:r w:rsidRPr="0093189C">
        <w:rPr>
          <w:rStyle w:val="libArabicChar"/>
          <w:rtl/>
        </w:rPr>
        <w:t xml:space="preserve"> کَانَ حَقًّا </w:t>
      </w:r>
      <w:r w:rsidRPr="001928B4">
        <w:rPr>
          <w:rStyle w:val="libArabicChar"/>
          <w:rtl/>
        </w:rPr>
        <w:t>عَلٰ</w:t>
      </w:r>
      <w:r w:rsidR="001928B4" w:rsidRPr="001928B4">
        <w:rPr>
          <w:rStyle w:val="libArabicChar"/>
          <w:rFonts w:hint="cs"/>
          <w:rtl/>
        </w:rPr>
        <w:t>ى</w:t>
      </w:r>
      <w:r w:rsidRPr="0077300E">
        <w:rPr>
          <w:rStyle w:val="libArabicChar"/>
          <w:rFonts w:hint="cs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اَن </w:t>
      </w:r>
      <w:r w:rsidRPr="0093189C">
        <w:rPr>
          <w:rStyle w:val="libArabicChar"/>
          <w:rFonts w:hint="cs"/>
          <w:rtl/>
        </w:rPr>
        <w:t>يَدخُلَ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مَدخَلَ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</w:t>
      </w:r>
      <w:r w:rsidRPr="004C1FD1">
        <w:rPr>
          <w:rFonts w:hint="cs"/>
          <w:rtl/>
        </w:rPr>
        <w:t xml:space="preserve">‘‘۔ آپ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 فرمانا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درس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آپ نے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 ما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’’فمن کان با ذلاً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مھجتہ و موطناًعل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لقا ئِ اللہ نفسہ 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حل معنا‘‘،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امام ملاقات خدا سے ملاقات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آپ کا ہدف،وہ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خلقت  بشر کا ہدف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</w:t>
      </w: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۔’’ 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Fonts w:hint="eastAsia"/>
          <w:rtl/>
        </w:rPr>
        <w:t>اَ</w:t>
      </w:r>
      <w:r w:rsidRPr="0093189C">
        <w:rPr>
          <w:rStyle w:val="libArabicChar"/>
          <w:rFonts w:hint="cs"/>
          <w:rtl/>
        </w:rPr>
        <w:t>يُّ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</w:t>
      </w:r>
      <w:r w:rsidRPr="0093189C">
        <w:rPr>
          <w:rStyle w:val="libArabicChar"/>
          <w:rtl/>
        </w:rPr>
        <w:t xml:space="preserve"> الاِنسَانُ اِنَّکَ کَادِح? اِلٰ</w:t>
      </w:r>
      <w:r w:rsidRPr="0093189C">
        <w:rPr>
          <w:rStyle w:val="libArabicChar"/>
          <w:rFonts w:hint="cs"/>
          <w:rtl/>
        </w:rPr>
        <w:t>ی</w:t>
      </w:r>
      <w:r w:rsidRPr="0093189C">
        <w:rPr>
          <w:rStyle w:val="libArabicChar"/>
          <w:rtl/>
        </w:rPr>
        <w:t xml:space="preserve"> رَبِّکَ کَدحًا فَمُلَا قِ</w:t>
      </w:r>
      <w:r w:rsidRPr="0093189C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‘‘،’’اے</w:t>
      </w:r>
      <w:r>
        <w:rPr>
          <w:rtl/>
          <w:lang w:bidi="ur-PK"/>
        </w:rPr>
        <w:t xml:space="preserve"> انسان!تجھے اپنے پرودگار ک</w:t>
      </w:r>
      <w:r>
        <w:rPr>
          <w:rFonts w:hint="cs"/>
          <w:rtl/>
          <w:lang w:bidi="ur-PK"/>
        </w:rPr>
        <w:t>ی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طرف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سفر کرنا ہے اُس کے بعد تو اُس سے ملاقات کرے گا‘‘، اِن تمام زحمتوں اور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ہدف خدا سے ملاقات (فَمُلَاقِ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ہِ</w:t>
      </w:r>
      <w:r>
        <w:rPr>
          <w:rtl/>
          <w:lang w:bidi="ur-PK"/>
        </w:rPr>
        <w:t>)ہے۔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ملاقات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ہے اور اُس نے لقائ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اپنے نفس کو آمادہ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</w:t>
      </w:r>
      <w:r w:rsidRPr="0093189C">
        <w:rPr>
          <w:rStyle w:val="libArabicChar"/>
          <w:rtl/>
        </w:rPr>
        <w:t>’’فَل</w:t>
      </w:r>
      <w:r w:rsidRPr="0093189C">
        <w:rPr>
          <w:rStyle w:val="libArabicChar"/>
          <w:rFonts w:hint="cs"/>
          <w:rtl/>
        </w:rPr>
        <w:t>يَرحَل مَعَنَا</w:t>
      </w:r>
      <w:r w:rsidRPr="004C1FD1">
        <w:rPr>
          <w:rFonts w:hint="cs"/>
          <w:rtl/>
        </w:rPr>
        <w:t xml:space="preserve"> ‘‘ ، ’’تو اُسے </w:t>
      </w:r>
      <w:r>
        <w:rPr>
          <w:rFonts w:hint="eastAsia"/>
          <w:rtl/>
          <w:lang w:bidi="ur-PK"/>
        </w:rPr>
        <w:t>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ہمارے ساتھ چلے ‘‘؛اُسے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قدم بقدم ہوناچاہ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سکتا۔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لذتوں سے لطف اندوز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جاسکتا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غافل ہوا جاسکتا ہے لہٰذاہم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ہمراہ ہونا پڑے گا۔ امام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کے ساتھ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قدم اٹھانااور اُن کے ہمراہ ہونا دراصل ہمارے اپنے اندرک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اور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نفس سے شروع ہوتا ہے اور اِس کا دائرہ معاشرے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تک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جاتا ہے لہٰذا اِن تمام باتوں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اہداف اور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خلاصہ ہے۔ </w:t>
      </w:r>
      <w:r w:rsidR="0093189C" w:rsidRPr="0093189C">
        <w:rPr>
          <w:rStyle w:val="libFootnotenumChar"/>
          <w:rFonts w:hint="cs"/>
          <w:rtl/>
        </w:rPr>
        <w:t>(2)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93189C">
      <w:pPr>
        <w:pStyle w:val="Heading2Center"/>
        <w:rPr>
          <w:rtl/>
          <w:lang w:bidi="ur-PK"/>
        </w:rPr>
      </w:pPr>
      <w:bookmarkStart w:id="59" w:name="_Toc500672041"/>
      <w:r>
        <w:rPr>
          <w:rFonts w:hint="eastAsia"/>
          <w:rtl/>
          <w:lang w:bidi="ur-PK"/>
        </w:rPr>
        <w:t>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، دفاع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</w:t>
      </w:r>
      <w:bookmarkEnd w:id="59"/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اپنے دامن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غاموں</w:t>
      </w:r>
      <w:r>
        <w:rPr>
          <w:rtl/>
          <w:lang w:bidi="ur-PK"/>
        </w:rPr>
        <w:t xml:space="preserve"> اور درسوں کو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ہوئے ہے۔ کربلا کا درس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راہ قرآن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کربلا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حق و باطل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نبرد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کے سب، چ</w:t>
      </w:r>
      <w:r>
        <w:rPr>
          <w:rFonts w:hint="eastAsia"/>
          <w:rtl/>
          <w:lang w:bidi="ur-PK"/>
        </w:rPr>
        <w:t>ھوٹے</w:t>
      </w:r>
      <w:r>
        <w:rPr>
          <w:rtl/>
          <w:lang w:bidi="ur-PK"/>
        </w:rPr>
        <w:t xml:space="preserve"> بڑے ، مردو زن،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وجوان، باشرف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امام اور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کھڑے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دشمن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</w:t>
      </w:r>
      <w:r>
        <w:rPr>
          <w:rFonts w:hint="eastAsia"/>
          <w:rtl/>
          <w:lang w:bidi="ur-PK"/>
        </w:rPr>
        <w:t>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و اسلحے کے باوجود اندر سے بہت کمزور ہے۔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بنو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محاذ نے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رانِ</w:t>
      </w:r>
      <w:r>
        <w:rPr>
          <w:rtl/>
          <w:lang w:bidi="ur-PK"/>
        </w:rPr>
        <w:t xml:space="preserve"> کربلا کے قافلے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ہاتھوں کوفہ، شام اور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نقصان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محاذ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شکست و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کا مقدر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دفاعِ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 اور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’’لازم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رت‘‘</w:t>
      </w:r>
      <w:r>
        <w:rPr>
          <w:rtl/>
          <w:lang w:bidi="ur-PK"/>
        </w:rPr>
        <w:t xml:space="preserve"> ہے۔ بے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افراد دھوکہ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 شکار ہوکرباطل طاقتوں کا حصہ بن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خودبھ</w:t>
      </w:r>
      <w:r>
        <w:rPr>
          <w:rFonts w:hint="cs"/>
          <w:rtl/>
          <w:lang w:bidi="ur-PK"/>
        </w:rPr>
        <w:t>ی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بات کا شعور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ہوتا؛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کے ساتھ بہت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تھے کہ جو فاسق و فاجر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کربلا کے درس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درس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قوم کو ذلت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نکال کر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وںتک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اِن درسوں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کفر و استکبار کو شکست سے دوچار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 w:rsidR="0093189C" w:rsidRPr="0093189C">
        <w:rPr>
          <w:rStyle w:val="libFootnotenumChar"/>
          <w:rFonts w:hint="cs"/>
          <w:rtl/>
        </w:rPr>
        <w:t>(3)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93189C">
      <w:pPr>
        <w:pStyle w:val="Heading2Center"/>
        <w:rPr>
          <w:rtl/>
          <w:lang w:bidi="ur-PK"/>
        </w:rPr>
      </w:pPr>
      <w:bookmarkStart w:id="60" w:name="_Toc500672042"/>
      <w:r>
        <w:rPr>
          <w:rFonts w:hint="eastAsia"/>
          <w:rtl/>
          <w:lang w:bidi="ur-PK"/>
        </w:rPr>
        <w:t>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ثبات قدم ا ور استقامت</w:t>
      </w:r>
      <w:bookmarkEnd w:id="60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ثبات قدم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استقامت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جاسکتا ہے کہ اُنہوں نے اِس بات کا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ظالم و جابر حکومت کے سامنے ہرگز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گے۔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مقابلہ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ںسے</w:t>
      </w:r>
      <w:r>
        <w:rPr>
          <w:rtl/>
          <w:lang w:bidi="ur-PK"/>
        </w:rPr>
        <w:t xml:space="preserve"> شروع ہوتا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فاسق و فاجر نظام حکو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کے مقابل اپنے سر کو ہرگز خم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بالکل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امام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قصد کے ساتھ حرکت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مکہ پہنچنے کے بعد جب آپ نے اِس بات کا احساس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کچھ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مددگار آپ کے ساتھ شامل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اپنے اِس قصد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ساتھ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ہمراہ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اگر آ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</w:t>
      </w:r>
      <w:r>
        <w:rPr>
          <w:rtl/>
          <w:lang w:bidi="ur-PK"/>
        </w:rPr>
        <w:t xml:space="preserve"> اصحاب 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ملتے 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اصل مقصد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خلاف اعتراض کرنا اور اُس سے مقابلہ تھا کہ جو امام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اصولوں کے مطابق ناقابل تحمل اور ناقابل قبول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سب سے پہلا اقدام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آپ اِس حکومت کے سامنے کھڑے ہوگئے؛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بعد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بعد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کا سامنا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کرنے</w:t>
      </w:r>
      <w:r>
        <w:rPr>
          <w:rtl/>
          <w:lang w:bidi="ur-PK"/>
        </w:rPr>
        <w:t xml:space="preserve"> لگے،چناچہ آپ کو ناگز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طور پر مکہ سے نکلنا پڑا اور اِس کے بعد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کا محاصرہ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اِس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بعد کربلا کا وہ دلخراش واقعہ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مصائب نے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نشانہ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93189C">
      <w:pPr>
        <w:pStyle w:val="Heading2Center"/>
        <w:rPr>
          <w:rtl/>
          <w:lang w:bidi="ur-PK"/>
        </w:rPr>
      </w:pPr>
      <w:bookmarkStart w:id="61" w:name="_Toc500672043"/>
      <w:r>
        <w:rPr>
          <w:rFonts w:hint="eastAsia"/>
          <w:rtl/>
          <w:lang w:bidi="ur-PK"/>
        </w:rPr>
        <w:t>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</w:t>
      </w:r>
      <w:bookmarkEnd w:id="61"/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اُن</w:t>
      </w:r>
      <w:r>
        <w:rPr>
          <w:rtl/>
          <w:lang w:bidi="ur-PK"/>
        </w:rPr>
        <w:t xml:space="preserve"> من جملہ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انسان کو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اہداف تک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>۔ انسان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واجبات اور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انجام دے،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احتمال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اعتراض واردہوجائے مثلاً اِس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افراد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سوچتا ہے کہ اُس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بے گناہ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جانوں کا معاملہ ہے۔ آپ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سامنے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بہت سے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عُذر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کرکے ظاہر ہوتے رہے کہ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سطح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رکھنے والے انسان کو اُس کے راستے سے ہٹانے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سے پہلا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، کوفہ کے لوگوں کا پلٹ جانا اور حضرت مسلم کا قتل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 کہ اب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جن لوگوں نے خود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اُنہوں نے خود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اپنا رُخ موڑ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لہٰذا اب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ساقط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حالات کا رُخ کچھ اور ہے اور اِن اوضاع و احوال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کام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اور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 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برداشت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کرسکتے، چنانچہ اب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ساقط ہے اور ہمارے پاس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کرنے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چارہ</w:t>
      </w:r>
      <w:r>
        <w:rPr>
          <w:rtl/>
          <w:lang w:bidi="ur-PK"/>
        </w:rPr>
        <w:t xml:space="preserve"> 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سامنے آنے والا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عذرخود واقعہ کربلا ہے؛ اِس مقام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مسئلے کے روبرو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جذبات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 سے اس مسئلے کو حل کرسکتے تھے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کہ اِن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بچوں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تپتے ہوئے صحرا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تمازت برداشت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لہٰذا اب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عائد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اُنہوں نے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اِن حالات اور عذر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عذرشرع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وقت سامنے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جب خود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 عاشورا کا سورج طلوع ہوا اور دشمن نے حملہ کرنا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اِس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بہت سے اصحاب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ہوگئے۔ اِس مقام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آگھ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تو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کہہ سکتے تھے کہ اب حا</w:t>
      </w:r>
      <w:r>
        <w:rPr>
          <w:rFonts w:hint="eastAsia"/>
          <w:rtl/>
          <w:lang w:bidi="ur-PK"/>
        </w:rPr>
        <w:t>لات</w:t>
      </w:r>
      <w:r>
        <w:rPr>
          <w:rtl/>
          <w:lang w:bidi="ur-PK"/>
        </w:rPr>
        <w:t xml:space="preserve"> نے رُخ موڑ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اب اِس مقابلے کو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جاسکتا لہٰذا اب عقب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چوتھا</w:t>
      </w:r>
      <w:r>
        <w:rPr>
          <w:rtl/>
          <w:lang w:bidi="ur-PK"/>
        </w:rPr>
        <w:t xml:space="preserve"> عذرشرع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اُس وقت کہ جب آپ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آپ </w:t>
      </w:r>
      <w:r>
        <w:rPr>
          <w:rFonts w:hint="eastAsia"/>
          <w:rtl/>
          <w:lang w:bidi="ur-PK"/>
        </w:rPr>
        <w:t>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آل رسول </w:t>
      </w:r>
      <w:r>
        <w:rPr>
          <w:rtl/>
          <w:lang w:bidi="fa-IR"/>
        </w:rPr>
        <w:t>۰</w:t>
      </w:r>
      <w:r>
        <w:rPr>
          <w:rtl/>
          <w:lang w:bidi="ur-PK"/>
        </w:rPr>
        <w:t>اور آل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نامحرموں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بناکر صحرائے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تنہا رہنا پڑے گا۔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عزت و ناموس کا مسئلہ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تھا لہٰذا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مند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سکتے تھے کہ اب عزت و ناموس کا مسئلہ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ہے لہٰذا اب تو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بالکل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ساقط ہے اگر ہم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مقابلے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قدم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قتل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خاندان نبوت اور آل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عالم اس</w:t>
      </w:r>
      <w:r>
        <w:rPr>
          <w:rFonts w:hint="eastAsia"/>
          <w:rtl/>
          <w:lang w:bidi="ur-PK"/>
        </w:rPr>
        <w:t>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دشمنوں کے ہاتھوں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عزت و شرف اورناموس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الف ب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لہٰذا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ساقط ہے۔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اور بہنو! 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مطلب ہے لہٰذا اِس نظر وزاو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سے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غوروفکر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اگر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شہادت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اصغر ،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جوانان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کے قتل ، خاندان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نِ</w:t>
      </w:r>
      <w:r>
        <w:rPr>
          <w:rtl/>
          <w:lang w:bidi="ur-PK"/>
        </w:rPr>
        <w:t xml:space="preserve"> عصمت و طہارت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تلخ اور دشوار حالات و مصائب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کرتے تو اپنے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ہدف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فراموش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تے؛</w:t>
      </w:r>
      <w:r>
        <w:rPr>
          <w:rtl/>
          <w:lang w:bidi="ur-PK"/>
        </w:rPr>
        <w:t xml:space="preserve"> وہ کوفہ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مسلم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اور اُس کے بعد رُونما ہونے حالات سے لے کر روزِ عاشورا کے مختلف حوادث تک قدم </w:t>
      </w:r>
      <w:r>
        <w:rPr>
          <w:rFonts w:hint="eastAsia"/>
          <w:rtl/>
          <w:lang w:bidi="ur-PK"/>
        </w:rPr>
        <w:t>قدم</w:t>
      </w:r>
      <w:r>
        <w:rPr>
          <w:rtl/>
          <w:lang w:bidi="ur-PK"/>
        </w:rPr>
        <w:t xml:space="preserve"> پر عقب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کرسکتے تھے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بجانب تھے کہ اب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بس اب ہمارے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کرنے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چارہ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’’اَلضَّرُورَاتُ تُبِ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حُ</w:t>
      </w:r>
      <w:r>
        <w:rPr>
          <w:rtl/>
          <w:lang w:bidi="ur-PK"/>
        </w:rPr>
        <w:t xml:space="preserve"> المَعذُورَاتِ‘‘، وقت اور </w:t>
      </w:r>
      <w:r>
        <w:rPr>
          <w:rtl/>
          <w:lang w:bidi="ur-PK"/>
        </w:rPr>
        <w:lastRenderedPageBreak/>
        <w:t>ضرورت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مباح اور جائز ب</w:t>
      </w:r>
      <w:r>
        <w:rPr>
          <w:rFonts w:hint="eastAsia"/>
          <w:rtl/>
          <w:lang w:bidi="ur-PK"/>
        </w:rPr>
        <w:t>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ثباتِ قدم او راستقامت 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93189C">
      <w:pPr>
        <w:pStyle w:val="Heading2Center"/>
        <w:rPr>
          <w:rtl/>
          <w:lang w:bidi="ur-PK"/>
        </w:rPr>
      </w:pPr>
      <w:bookmarkStart w:id="62" w:name="_Toc500672044"/>
      <w:r>
        <w:rPr>
          <w:rFonts w:hint="eastAsia"/>
          <w:rtl/>
          <w:lang w:bidi="ur-PK"/>
        </w:rPr>
        <w:t>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سے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استقامت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ضرورت!</w:t>
      </w:r>
      <w:bookmarkEnd w:id="6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استقامت</w:t>
      </w:r>
      <w:r>
        <w:rPr>
          <w:rtl/>
          <w:lang w:bidi="ur-PK"/>
        </w:rPr>
        <w:t xml:space="preserve">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انسان ہر جگہ مشکلات و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برداشت کرے اور صبر سے کام لے۔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بڑے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مشکلات کو تحمل کرنا اُن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آسان ہے جو شرع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،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ممکن ہے کہ مصلحت کے خلاف نظر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لہٰذا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امور کو تحمل اور برداشت کرنا عام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اور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تحمل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دشوار اور مشکل ہے۔</w:t>
      </w:r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سے کہا جاتا ہے کہ اِس راہ پر قدم نہ اٹھاو ورنہ تم کو شکنجہ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تم کو مشکلات کا سامنا کرنا پڑے گا؛ وہ مضبوط ارادے کا مالک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ہے کہ مجھے مختلف قسم کے شکنجوں کا سامنا کرنے پڑے گا تو اِس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بات ہے؟! اپنے سفر کو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کھوں</w:t>
      </w:r>
      <w:r>
        <w:rPr>
          <w:rtl/>
          <w:lang w:bidi="ur-PK"/>
        </w:rPr>
        <w:t xml:space="preserve">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کہا جاتا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نہ کرو ، ممکن ہے کہ اس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جاو۔ مضبوط عزم و ارادے والا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کہتا ہے کہ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جاوں تو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جاوں، اِس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خاص بات ہے؟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ہدف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موت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لگالوں گا لہٰذا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سفر کو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رکھوں گا۔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انسان سے قتل ہونے ، شکنجہ ہونے اور مصائب و مشکلات کا سامنا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اُ س سے کہا جاتا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نہ دو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ممکن ہے کہ تمہارے اِس فعل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دس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لوگوں کا خون بہا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جائے،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کا مسئلہ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جانوں کا معاملہ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ہے چنانچہ تم نہ جاو، ممکن ہے کہ تمہارے اِس فعل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مرد اور بچے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شکار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جگہ ہے کہ جہاں اُن افراد کے پاوں لڑکھڑانے لگتے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اپنے مقصد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ہونا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لہٰذا اِس مقام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پاوں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لڑکھڑاتے تو اُسے سب سے پہلے مرحلے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کا مالک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سمجھے کہ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بڑا کام انجام دے رہا ہے ۔ دوسرے مر</w:t>
      </w:r>
      <w:r>
        <w:rPr>
          <w:rFonts w:hint="eastAsia"/>
          <w:rtl/>
          <w:lang w:bidi="ur-PK"/>
        </w:rPr>
        <w:t>حلے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نفس کا مالک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تاکہ اُس کا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و ضُعف اُس کے پاوں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 بن جائے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دو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</w:t>
      </w:r>
      <w:r>
        <w:rPr>
          <w:rtl/>
          <w:lang w:bidi="ur-PK"/>
        </w:rPr>
        <w:lastRenderedPageBreak/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واقعہ کربلا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تابناک اور روشن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پر جگمگا رہا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ررہا</w:t>
      </w:r>
      <w:r>
        <w:rPr>
          <w:rtl/>
          <w:lang w:bidi="ur-PK"/>
        </w:rPr>
        <w:t xml:space="preserve"> ہے اور تاق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نور افشان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رہے گا۔ </w:t>
      </w:r>
      <w:r w:rsidR="0093189C" w:rsidRPr="0093189C">
        <w:rPr>
          <w:rStyle w:val="libFootnotenumChar"/>
          <w:rFonts w:hint="cs"/>
          <w:rtl/>
        </w:rPr>
        <w:t>(</w:t>
      </w:r>
      <w:r w:rsidR="0093189C">
        <w:rPr>
          <w:rStyle w:val="libFootnotenumChar"/>
          <w:rFonts w:hint="cs"/>
          <w:rtl/>
        </w:rPr>
        <w:t>4</w:t>
      </w:r>
      <w:r w:rsidR="0093189C" w:rsidRPr="0093189C">
        <w:rPr>
          <w:rStyle w:val="libFootnotenumChar"/>
          <w:rFonts w:hint="cs"/>
          <w:rtl/>
        </w:rPr>
        <w:t>)</w:t>
      </w:r>
    </w:p>
    <w:p w:rsidR="00E723FC" w:rsidRDefault="00E723FC" w:rsidP="0093189C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</w:t>
      </w:r>
    </w:p>
    <w:p w:rsidR="00734EFD" w:rsidRPr="0093189C" w:rsidRDefault="0093189C" w:rsidP="0093189C">
      <w:pPr>
        <w:pStyle w:val="libFootnote"/>
        <w:rPr>
          <w:rtl/>
        </w:rPr>
      </w:pPr>
      <w:r w:rsidRPr="0077300E">
        <w:rPr>
          <w:rFonts w:hint="cs"/>
          <w:rtl/>
        </w:rPr>
        <w:t>1</w:t>
      </w:r>
      <w:r w:rsidR="00734EFD" w:rsidRPr="0093189C">
        <w:rPr>
          <w:rFonts w:hint="cs"/>
          <w:rtl/>
        </w:rPr>
        <w:t xml:space="preserve"> زی</w:t>
      </w:r>
      <w:r w:rsidR="00734EFD" w:rsidRPr="0093189C">
        <w:rPr>
          <w:rFonts w:hint="eastAsia"/>
          <w:rtl/>
        </w:rPr>
        <w:t>ارت</w:t>
      </w:r>
      <w:r w:rsidR="00734EFD" w:rsidRPr="0093189C">
        <w:rPr>
          <w:rtl/>
        </w:rPr>
        <w:t xml:space="preserve"> اربع</w:t>
      </w:r>
      <w:r w:rsidR="00734EFD" w:rsidRPr="0093189C">
        <w:rPr>
          <w:rFonts w:hint="cs"/>
          <w:rtl/>
        </w:rPr>
        <w:t>ی</w:t>
      </w:r>
      <w:r w:rsidR="00734EFD" w:rsidRPr="0093189C">
        <w:rPr>
          <w:rFonts w:hint="eastAsia"/>
          <w:rtl/>
        </w:rPr>
        <w:t>ن،</w:t>
      </w:r>
      <w:r w:rsidR="00734EFD" w:rsidRPr="0093189C">
        <w:rPr>
          <w:rtl/>
        </w:rPr>
        <w:t xml:space="preserve"> مفات</w:t>
      </w:r>
      <w:r w:rsidR="00734EFD" w:rsidRPr="0093189C">
        <w:rPr>
          <w:rFonts w:hint="cs"/>
          <w:rtl/>
        </w:rPr>
        <w:t>ی</w:t>
      </w:r>
      <w:r w:rsidR="00734EFD" w:rsidRPr="0093189C">
        <w:rPr>
          <w:rFonts w:hint="eastAsia"/>
          <w:rtl/>
        </w:rPr>
        <w:t>ح</w:t>
      </w:r>
      <w:r w:rsidR="00734EFD" w:rsidRPr="0093189C">
        <w:rPr>
          <w:rtl/>
        </w:rPr>
        <w:t xml:space="preserve"> الجنان</w:t>
      </w:r>
    </w:p>
    <w:p w:rsidR="00E723FC" w:rsidRDefault="0093189C" w:rsidP="00E723FC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E723FC">
        <w:rPr>
          <w:rFonts w:hint="cs"/>
          <w:rtl/>
        </w:rPr>
        <w:t>حدی</w:t>
      </w:r>
      <w:r w:rsidR="00E723FC">
        <w:rPr>
          <w:rFonts w:hint="eastAsia"/>
          <w:rtl/>
        </w:rPr>
        <w:t>ث</w:t>
      </w:r>
      <w:r w:rsidR="00E723FC">
        <w:rPr>
          <w:rtl/>
        </w:rPr>
        <w:t xml:space="preserve"> سے مراد نئ</w:t>
      </w:r>
      <w:r w:rsidR="00E723FC">
        <w:rPr>
          <w:rFonts w:hint="cs"/>
          <w:rtl/>
        </w:rPr>
        <w:t>ی</w:t>
      </w:r>
      <w:r w:rsidR="00E723FC">
        <w:rPr>
          <w:rtl/>
        </w:rPr>
        <w:t xml:space="preserve"> با ت؛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عن</w:t>
      </w:r>
      <w:r w:rsidR="00E723FC">
        <w:rPr>
          <w:rFonts w:hint="cs"/>
          <w:rtl/>
        </w:rPr>
        <w:t>ی</w:t>
      </w:r>
      <w:r w:rsidR="00E723FC">
        <w:rPr>
          <w:rtl/>
        </w:rPr>
        <w:t xml:space="preserve"> مراد 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ہ</w:t>
      </w:r>
      <w:r w:rsidR="00E723FC">
        <w:rPr>
          <w:rtl/>
        </w:rPr>
        <w:t xml:space="preserve"> ہے کہ حد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ث</w:t>
      </w:r>
      <w:r w:rsidR="00E723FC">
        <w:rPr>
          <w:rtl/>
        </w:rPr>
        <w:t xml:space="preserve"> اور خطابت م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ں</w:t>
      </w:r>
      <w:r w:rsidR="00E723FC">
        <w:rPr>
          <w:rtl/>
        </w:rPr>
        <w:t xml:space="preserve"> تعل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مات</w:t>
      </w:r>
      <w:r w:rsidR="00E723FC">
        <w:rPr>
          <w:rtl/>
        </w:rPr>
        <w:t xml:space="preserve"> وقرآن واہل ب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ت</w:t>
      </w:r>
      <w:r w:rsidR="00E723FC">
        <w:rPr>
          <w:rtl/>
        </w:rPr>
        <w:t xml:space="preserve"> کے نئے علم</w:t>
      </w:r>
      <w:r w:rsidR="00E723FC">
        <w:rPr>
          <w:rFonts w:hint="cs"/>
          <w:rtl/>
        </w:rPr>
        <w:t>ی</w:t>
      </w:r>
      <w:r w:rsidR="00E723FC">
        <w:rPr>
          <w:rtl/>
        </w:rPr>
        <w:t xml:space="preserve"> مطالب، گوشوں ،زاو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وں</w:t>
      </w:r>
      <w:r w:rsidR="00E723FC">
        <w:rPr>
          <w:rtl/>
        </w:rPr>
        <w:t xml:space="preserve"> اور نئے پہلووں کو سامع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ن</w:t>
      </w:r>
      <w:r w:rsidR="00E723FC">
        <w:rPr>
          <w:rtl/>
        </w:rPr>
        <w:t xml:space="preserve"> کے سامنے ب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ان</w:t>
      </w:r>
      <w:r w:rsidR="00E723FC">
        <w:rPr>
          <w:rtl/>
        </w:rPr>
        <w:t xml:space="preserve"> کرنا چاہ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ے،جو</w:t>
      </w:r>
      <w:r w:rsidR="00E723FC">
        <w:rPr>
          <w:rtl/>
        </w:rPr>
        <w:t xml:space="preserve"> اُن ک</w:t>
      </w:r>
      <w:r w:rsidR="00E723FC">
        <w:rPr>
          <w:rFonts w:hint="cs"/>
          <w:rtl/>
        </w:rPr>
        <w:t>ی</w:t>
      </w:r>
      <w:r w:rsidR="00E723FC">
        <w:rPr>
          <w:rtl/>
        </w:rPr>
        <w:t xml:space="preserve"> د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ن</w:t>
      </w:r>
      <w:r w:rsidR="00E723FC">
        <w:rPr>
          <w:rFonts w:hint="cs"/>
          <w:rtl/>
        </w:rPr>
        <w:t>ی</w:t>
      </w:r>
      <w:r w:rsidR="00E723FC">
        <w:rPr>
          <w:rtl/>
        </w:rPr>
        <w:t xml:space="preserve"> معلومات م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ں</w:t>
      </w:r>
      <w:r w:rsidR="00E723FC">
        <w:rPr>
          <w:rtl/>
        </w:rPr>
        <w:t xml:space="preserve"> اضا فے کے ساتھ ساتھ اُ ن کے ا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مان</w:t>
      </w:r>
      <w:r w:rsidR="00E723FC">
        <w:rPr>
          <w:rtl/>
        </w:rPr>
        <w:t xml:space="preserve"> و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ق</w:t>
      </w:r>
      <w:r w:rsidR="00E723FC">
        <w:rPr>
          <w:rFonts w:hint="cs"/>
          <w:rtl/>
        </w:rPr>
        <w:t>ی</w:t>
      </w:r>
      <w:r w:rsidR="00E723FC">
        <w:rPr>
          <w:rFonts w:hint="eastAsia"/>
          <w:rtl/>
        </w:rPr>
        <w:t>ن</w:t>
      </w:r>
      <w:r w:rsidR="00E723FC">
        <w:rPr>
          <w:rtl/>
        </w:rPr>
        <w:t xml:space="preserve"> ک</w:t>
      </w:r>
      <w:r w:rsidR="00E723FC">
        <w:rPr>
          <w:rFonts w:hint="cs"/>
          <w:rtl/>
        </w:rPr>
        <w:t>ی</w:t>
      </w:r>
      <w:r w:rsidR="00E723FC">
        <w:rPr>
          <w:rtl/>
        </w:rPr>
        <w:t xml:space="preserve"> پختگ</w:t>
      </w:r>
      <w:r w:rsidR="00E723FC">
        <w:rPr>
          <w:rFonts w:hint="cs"/>
          <w:rtl/>
        </w:rPr>
        <w:t>ی</w:t>
      </w:r>
      <w:r w:rsidR="00E723FC">
        <w:rPr>
          <w:rtl/>
        </w:rPr>
        <w:t xml:space="preserve"> کا سبب بنے۔(م</w:t>
      </w:r>
      <w:r w:rsidR="00E723FC">
        <w:rPr>
          <w:rFonts w:hint="eastAsia"/>
          <w:rtl/>
        </w:rPr>
        <w:t>ترجم</w:t>
      </w:r>
      <w:r w:rsidR="00E723FC">
        <w:rPr>
          <w:rtl/>
        </w:rPr>
        <w:t>)</w:t>
      </w:r>
    </w:p>
    <w:p w:rsidR="00E723FC" w:rsidRDefault="0093189C" w:rsidP="00E723FC">
      <w:pPr>
        <w:pStyle w:val="libFootnote"/>
        <w:rPr>
          <w:rtl/>
        </w:rPr>
      </w:pPr>
      <w:r w:rsidRPr="0077300E">
        <w:rPr>
          <w:rFonts w:hint="cs"/>
          <w:rtl/>
        </w:rPr>
        <w:t>3</w:t>
      </w:r>
      <w:r w:rsidR="00E723FC">
        <w:rPr>
          <w:rFonts w:hint="cs"/>
          <w:rtl/>
        </w:rPr>
        <w:t xml:space="preserve"> آمد محرم پر علما، مبلغی</w:t>
      </w:r>
      <w:r w:rsidR="00E723FC">
        <w:rPr>
          <w:rFonts w:hint="eastAsia"/>
          <w:rtl/>
        </w:rPr>
        <w:t>ن</w:t>
      </w:r>
      <w:r w:rsidR="00E723FC">
        <w:rPr>
          <w:rtl/>
        </w:rPr>
        <w:t xml:space="preserve"> اور نوحہ خواں حضرات سے خطاب </w:t>
      </w:r>
      <w:r w:rsidR="001928B4" w:rsidRPr="0077300E">
        <w:rPr>
          <w:rFonts w:hint="cs"/>
          <w:rtl/>
        </w:rPr>
        <w:t>3</w:t>
      </w:r>
      <w:r w:rsidR="00E723FC">
        <w:rPr>
          <w:rFonts w:hint="cs"/>
          <w:rtl/>
        </w:rPr>
        <w:t xml:space="preserve">/ </w:t>
      </w:r>
      <w:r w:rsidR="001928B4" w:rsidRPr="0077300E">
        <w:rPr>
          <w:rFonts w:hint="cs"/>
          <w:rtl/>
        </w:rPr>
        <w:t>3</w:t>
      </w:r>
      <w:r w:rsidR="00E723FC">
        <w:rPr>
          <w:rFonts w:hint="cs"/>
          <w:rtl/>
        </w:rPr>
        <w:t xml:space="preserve">/ </w:t>
      </w:r>
      <w:r w:rsidR="001928B4" w:rsidRPr="0077300E">
        <w:rPr>
          <w:rFonts w:hint="cs"/>
          <w:rtl/>
        </w:rPr>
        <w:t>13</w:t>
      </w:r>
      <w:r w:rsidR="0077300E" w:rsidRPr="0077300E">
        <w:rPr>
          <w:rFonts w:hint="cs"/>
          <w:rtl/>
        </w:rPr>
        <w:t>7</w:t>
      </w:r>
      <w:r w:rsidR="001928B4" w:rsidRPr="0077300E">
        <w:rPr>
          <w:rFonts w:hint="cs"/>
          <w:rtl/>
        </w:rPr>
        <w:t>4</w:t>
      </w:r>
    </w:p>
    <w:p w:rsidR="00E723FC" w:rsidRPr="0077300E" w:rsidRDefault="0093189C" w:rsidP="00E723FC">
      <w:pPr>
        <w:pStyle w:val="libFootnote"/>
        <w:rPr>
          <w:rtl/>
        </w:rPr>
      </w:pPr>
      <w:r w:rsidRPr="0077300E">
        <w:rPr>
          <w:rFonts w:hint="cs"/>
          <w:rtl/>
        </w:rPr>
        <w:t>4</w:t>
      </w:r>
      <w:r w:rsidR="00E723FC">
        <w:rPr>
          <w:rFonts w:hint="cs"/>
          <w:rtl/>
        </w:rPr>
        <w:t xml:space="preserve"> کمانڈروں اور مقاومت فورس کے ماتمی</w:t>
      </w:r>
      <w:r w:rsidR="00E723FC">
        <w:rPr>
          <w:rtl/>
        </w:rPr>
        <w:t xml:space="preserve"> دستوں سے خطاب </w:t>
      </w:r>
      <w:r w:rsidR="001928B4" w:rsidRPr="0077300E">
        <w:rPr>
          <w:rFonts w:hint="cs"/>
          <w:rtl/>
        </w:rPr>
        <w:t>22</w:t>
      </w:r>
      <w:r w:rsidR="00E723FC">
        <w:rPr>
          <w:rFonts w:hint="cs"/>
          <w:rtl/>
        </w:rPr>
        <w:t xml:space="preserve">/ </w:t>
      </w:r>
      <w:r w:rsidR="001928B4" w:rsidRPr="0077300E">
        <w:rPr>
          <w:rFonts w:hint="cs"/>
          <w:rtl/>
        </w:rPr>
        <w:t>4</w:t>
      </w:r>
      <w:r w:rsidR="00E723FC">
        <w:rPr>
          <w:rFonts w:hint="cs"/>
          <w:rtl/>
        </w:rPr>
        <w:t xml:space="preserve">/ </w:t>
      </w:r>
      <w:r w:rsidR="001928B4" w:rsidRPr="0077300E">
        <w:rPr>
          <w:rFonts w:hint="cs"/>
          <w:rtl/>
        </w:rPr>
        <w:t>13</w:t>
      </w:r>
      <w:r w:rsidR="0077300E" w:rsidRPr="0077300E">
        <w:rPr>
          <w:rFonts w:hint="cs"/>
          <w:rtl/>
        </w:rPr>
        <w:t>7</w:t>
      </w:r>
      <w:r w:rsidR="001928B4" w:rsidRPr="0077300E">
        <w:rPr>
          <w:rFonts w:hint="cs"/>
          <w:rtl/>
        </w:rPr>
        <w:t>1</w:t>
      </w:r>
    </w:p>
    <w:p w:rsidR="00E723FC" w:rsidRDefault="00E723FC" w:rsidP="001928B4">
      <w:pPr>
        <w:pStyle w:val="libPoemTini"/>
        <w:rPr>
          <w:rtl/>
          <w:lang w:bidi="ur-PK"/>
        </w:rPr>
      </w:pPr>
      <w:r>
        <w:rPr>
          <w:rtl/>
          <w:lang w:bidi="ur-PK"/>
        </w:rPr>
        <w:br w:type="page"/>
      </w:r>
    </w:p>
    <w:p w:rsidR="00E723FC" w:rsidRDefault="00E723FC" w:rsidP="00E723FC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63" w:name="_Toc500672045"/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اور عبرت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63"/>
    </w:p>
    <w:p w:rsidR="00734EFD" w:rsidRDefault="00734EFD" w:rsidP="00082277">
      <w:pPr>
        <w:pStyle w:val="Heading2Center"/>
        <w:rPr>
          <w:rtl/>
          <w:lang w:bidi="ur-PK"/>
        </w:rPr>
      </w:pPr>
      <w:bookmarkStart w:id="64" w:name="_Toc500672046"/>
      <w:r>
        <w:rPr>
          <w:rFonts w:hint="eastAsia"/>
          <w:rtl/>
          <w:lang w:bidi="ur-PK"/>
        </w:rPr>
        <w:t>کربلا،جائے</w:t>
      </w:r>
      <w:r>
        <w:rPr>
          <w:rtl/>
          <w:lang w:bidi="ur-PK"/>
        </w:rPr>
        <w:t xml:space="preserve"> عبرت</w:t>
      </w:r>
      <w:bookmarkEnd w:id="64"/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درس وسبق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علاوہ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جائے عبرت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انسان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اِس واقعہ کو غور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تاکہ وہ عبرت حاصل کرسکے۔ کربلا سے عبرت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مطلب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آپ کا اُن حالات اور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فراز سے موازنہ کرے تاکہ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کس حال و وضع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ہے،</w:t>
      </w:r>
      <w:r>
        <w:rPr>
          <w:rtl/>
          <w:lang w:bidi="ur-PK"/>
        </w:rPr>
        <w:t xml:space="preserve"> کون سا امر اُس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خطرے کا باعث ہے اور کس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؟ اِسے عبرت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راستے سے گزر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جو الٹ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 کے ساتھ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حادثہ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وہ نقصان سے دوچار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کے مسافر ہلاک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آپ وہاں رک کر نگاہ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اِ 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اِس حادثے سے عبرت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 ہو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رفتار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محتاط ڈرائ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ونگ</w:t>
      </w:r>
      <w:r>
        <w:rPr>
          <w:rtl/>
          <w:lang w:bidi="ur-PK"/>
        </w:rPr>
        <w:t xml:space="preserve"> کا انجام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حادثہ ہوتا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و سبق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 از راہ عبرت ہے لہٰذا اِ س ج</w:t>
      </w:r>
      <w:r>
        <w:rPr>
          <w:rFonts w:hint="eastAsia"/>
          <w:rtl/>
          <w:lang w:bidi="ur-PK"/>
        </w:rPr>
        <w:t>ہت</w:t>
      </w:r>
      <w:r>
        <w:rPr>
          <w:rtl/>
          <w:lang w:bidi="ur-PK"/>
        </w:rPr>
        <w:t xml:space="preserve"> سے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وفکر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  <w:r w:rsidR="00082277" w:rsidRPr="00082277">
        <w:rPr>
          <w:rStyle w:val="libFootnotenumChar"/>
          <w:rFonts w:hint="cs"/>
          <w:rtl/>
        </w:rPr>
        <w:t>(1)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65" w:name="_Toc500672047"/>
      <w:r>
        <w:rPr>
          <w:rFonts w:hint="eastAsia"/>
          <w:rtl/>
          <w:lang w:bidi="ur-PK"/>
        </w:rPr>
        <w:t>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عبرت:مسلمانوں کے ہا تھوں نواسہ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شہادت!</w:t>
      </w:r>
      <w:bookmarkEnd w:id="6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عبرت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وصال کے بعد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کون سے حالات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ہوئے کہ نوبت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آپہنچ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فدا 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مثال قائم کرے۔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ہوتا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سال بعد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 و معاند اقوام کے اصلاح و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الگ بات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مرکز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مکہ 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انقطاعِ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پچاس سال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اوضاع و حالات کا مشاہدہ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کو فداکرنے اور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چارہ 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پاتے! مگر وہ کون سے حالات تھے کہ جن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فقط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اسلام کو زندہ کرنا ممکن ہے واِلَّا سمجھو کہ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 سے گزر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عبرت کا مقام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>۔</w:t>
      </w:r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کہ جس کے رہبر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مک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اسلام کے پرچم کو مسلمانوں کے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 وہ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العرب کے کونے کونے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جاتے اور شام 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و روم اُن کے وجود سے کپکپاتے تھے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فرار کرجانے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سمجھتے</w:t>
      </w:r>
      <w:r>
        <w:rPr>
          <w:rtl/>
          <w:lang w:bidi="ur-PK"/>
        </w:rPr>
        <w:t xml:space="preserve">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مسلمان فاتحانہ اندار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</w:t>
      </w:r>
      <w:r w:rsidR="0008227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لوٹتے</w:t>
      </w:r>
      <w:r>
        <w:rPr>
          <w:rtl/>
          <w:lang w:bidi="ur-PK"/>
        </w:rPr>
        <w:t xml:space="preserve"> تھے؛ بالکل جنگ تبوک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تھا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مسجدوں اور کوچہ و بازار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تلاوت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 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ںبلند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بہ نفس 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خود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گزار صدا اور لحن سے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تلاوت کرتے تھے اور عوام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راہ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گامزن کرتے تھے۔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پچاس سال بعد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شہر، اسلام سے اتنے دور ہوگئے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و معالجہ ، سوائے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مثل و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آخر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وجوہات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علل و اسباب تھے کہ جو اِن حالات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بنے؟ مقام عبرت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66" w:name="_Toc500672048"/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عبرت :اسلام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آفت 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bookmarkEnd w:id="66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موجودہ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اِس جہت و زاو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سے غور وفکر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آج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اُس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آفت و بلا نے آگھ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تھا کہ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اُس کا حاکم بن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تھا ( اور لوگ اُسے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اور ج</w:t>
      </w:r>
      <w:r>
        <w:rPr>
          <w:rFonts w:hint="eastAsia"/>
          <w:rtl/>
          <w:lang w:bidi="ur-PK"/>
        </w:rPr>
        <w:t>انتے</w:t>
      </w:r>
      <w:r>
        <w:rPr>
          <w:rtl/>
          <w:lang w:bidi="ur-PK"/>
        </w:rPr>
        <w:t xml:space="preserve"> بوجھتے ہوئے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خاموش تھے)؟ آخر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بعد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جہاں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حکومت کرتے تھے اور جو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 مرکز تھا، اولاد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سروں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بلند کرکے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(اور آل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eastAsia"/>
          <w:rtl/>
          <w:lang w:bidi="ur-PK"/>
        </w:rPr>
        <w:t>اکر</w:t>
      </w:r>
      <w:r>
        <w:rPr>
          <w:rtl/>
          <w:lang w:bidi="ur-PK"/>
        </w:rPr>
        <w:t xml:space="preserve">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 کے بازاروں اور درباروں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ہے)؟ !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کوفہ</w:t>
      </w:r>
      <w:r>
        <w:rPr>
          <w:rtl/>
          <w:lang w:bidi="ur-PK"/>
        </w:rPr>
        <w:t xml:space="preserve"> کو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گانہ</w:t>
      </w:r>
      <w:r>
        <w:rPr>
          <w:rtl/>
          <w:lang w:bidi="ur-PK"/>
        </w:rPr>
        <w:t xml:space="preserve"> شہر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کوفہ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 ہے کہ جہاں کے بازاروں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اپنے دور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اٹھا کر چلتے تھے اور مسلمانوں کو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تھے؛ 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اور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کرتے ، پردئہ شب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مسجد کوفہ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مناجات اور صدائے تلاوت قرآن بلند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اورآپ 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مقتدر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دوڑ کو سنبھالتے تھے۔ آج اکسٹھ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کوفہ ہے کہ جہاں آل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بناکر بازاروں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جارہا ہے!!اِن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تھا کہ حالات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پہنچ گئے تھے!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1928B4" w:rsidP="00082277">
      <w:pPr>
        <w:pStyle w:val="Heading2Center"/>
        <w:rPr>
          <w:rtl/>
          <w:lang w:bidi="ur-PK"/>
        </w:rPr>
      </w:pPr>
      <w:bookmarkStart w:id="67" w:name="_Toc500672049"/>
      <w:r w:rsidRPr="001928B4">
        <w:rPr>
          <w:rFonts w:hint="cs"/>
          <w:rtl/>
        </w:rPr>
        <w:lastRenderedPageBreak/>
        <w:t>1</w:t>
      </w:r>
      <w:r w:rsidR="00734EFD" w:rsidRPr="001928B4">
        <w:rPr>
          <w:rFonts w:hint="cs"/>
          <w:rtl/>
        </w:rPr>
        <w:t>۔ اصل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عامل؛معاشرت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سطح پر پھ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لنے</w:t>
      </w:r>
      <w:r w:rsidR="00734EFD">
        <w:rPr>
          <w:rtl/>
          <w:lang w:bidi="ur-PK"/>
        </w:rPr>
        <w:t xml:space="preserve"> وال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گمراہ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اور انحراف</w:t>
      </w:r>
      <w:bookmarkEnd w:id="67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ہو تو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معاشرے کوکہ جس کے حاکم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صرف چند دہائ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خاص حالات سے دوچار کردے تو سمجھنال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خطرناک ہے، لہٰذا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ڈر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خوف کھانا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جو خود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شاگردوں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شاگرد سمجھتے تھے ، 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 ت باعث فخر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احکامات کا ادراک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اُن پر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کجا اور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>کجا! اُس معاشرے کے مو</w:t>
      </w:r>
      <w:r>
        <w:rPr>
          <w:rFonts w:hint="eastAsia"/>
          <w:rtl/>
          <w:lang w:bidi="ur-PK"/>
        </w:rPr>
        <w:t>سس</w:t>
      </w:r>
      <w:r>
        <w:rPr>
          <w:rtl/>
          <w:lang w:bidi="ur-PK"/>
        </w:rPr>
        <w:t xml:space="preserve"> و 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تھے کہ جو آپ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وصال کے چند سالوں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ہمارے معاشرے کو بہت ہوش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کہ وہ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نہ ہوجائے،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عبرت کا مقام!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اُس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پہچان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(کہ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علامات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اُس کے نتائج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بدن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حالت سے دوچار ہوتا ہے) اور اِس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اجتناب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کربلا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غام،</w:t>
      </w:r>
      <w:r>
        <w:rPr>
          <w:rtl/>
          <w:lang w:bidi="ur-PK"/>
        </w:rPr>
        <w:t xml:space="preserve"> کربلا کے دوسرے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غاموں</w:t>
      </w:r>
      <w:r>
        <w:rPr>
          <w:rtl/>
          <w:lang w:bidi="ur-PK"/>
        </w:rPr>
        <w:t xml:space="preserve"> اورد رسوں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آج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علل و اسباب کو تلاش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اُس معاشرے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طالب</w:t>
      </w:r>
      <w:r>
        <w:rPr>
          <w:rtl/>
          <w:lang w:bidi="ur-PK"/>
        </w:rPr>
        <w:t xml:space="preserve"> کے فرزند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سر کو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جہاں اُن کے والد حکومت کرتے تھے، پھرا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صدائے احتجاج بلند نہ کرے!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شہر سے کچھ افراد کربلا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اورنواسہ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اور اُس کے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اصحاب کو تشنہ لب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حرم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موضوع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موجود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سوال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کروں گا۔ قرآن نے اِس جواب کو اِس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اُس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مسلمانوں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اِس انداز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وہ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 ’’</w:t>
      </w:r>
      <w:r w:rsidRPr="00082277">
        <w:rPr>
          <w:rStyle w:val="libArabicChar"/>
          <w:rtl/>
        </w:rPr>
        <w:t>فَخَلَفَ مِن بَعدِ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ِم خَلف ا</w:t>
      </w:r>
      <w:r w:rsidRPr="00082277">
        <w:rPr>
          <w:rStyle w:val="libArabicChar"/>
          <w:rFonts w:hint="eastAsia"/>
          <w:rtl/>
        </w:rPr>
        <w:t>َضَاعُوا</w:t>
      </w:r>
      <w:r w:rsidRPr="00082277">
        <w:rPr>
          <w:rStyle w:val="libArabicChar"/>
          <w:rtl/>
        </w:rPr>
        <w:t xml:space="preserve"> الصَّلَا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َ</w:t>
      </w:r>
      <w:r w:rsidRPr="00082277">
        <w:rPr>
          <w:rStyle w:val="libArabicChar"/>
          <w:rtl/>
        </w:rPr>
        <w:t xml:space="preserve"> وَ اتَّبَعُوا الشَّ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وَاتَ فَسَوفَ </w:t>
      </w:r>
      <w:r w:rsidRPr="00082277">
        <w:rPr>
          <w:rStyle w:val="libArabicChar"/>
          <w:rFonts w:hint="cs"/>
          <w:rtl/>
        </w:rPr>
        <w:t xml:space="preserve">يَلقَونَ غَيًّا </w:t>
      </w:r>
      <w:r w:rsidRPr="004C1FD1">
        <w:rPr>
          <w:rFonts w:hint="cs"/>
          <w:rtl/>
        </w:rPr>
        <w:t xml:space="preserve">‘‘ </w:t>
      </w:r>
      <w:r w:rsidR="0093189C" w:rsidRPr="0093189C">
        <w:rPr>
          <w:rStyle w:val="libFootnotenumChar"/>
          <w:rFonts w:hint="cs"/>
          <w:rtl/>
        </w:rPr>
        <w:t>(2)</w:t>
      </w:r>
      <w:r w:rsidRPr="004C1FD1">
        <w:rPr>
          <w:rFonts w:hint="cs"/>
          <w:rtl/>
        </w:rPr>
        <w:t xml:space="preserve"> ،’’اور اُن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نے نماز کو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شہوات و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بہت جلد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گے‘‘۔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93189C" w:rsidRDefault="0093189C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68" w:name="_Toc500672050"/>
      <w:r>
        <w:rPr>
          <w:rFonts w:hint="eastAsia"/>
          <w:rtl/>
          <w:lang w:bidi="ur-PK"/>
        </w:rPr>
        <w:lastRenderedPageBreak/>
        <w:t>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انحراف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وجہ؛</w:t>
      </w:r>
      <w:bookmarkEnd w:id="68"/>
    </w:p>
    <w:p w:rsidR="00734EFD" w:rsidRDefault="00734EFD" w:rsidP="00082277">
      <w:pPr>
        <w:pStyle w:val="Heading2Center"/>
        <w:rPr>
          <w:rtl/>
          <w:lang w:bidi="ur-PK"/>
        </w:rPr>
      </w:pPr>
      <w:bookmarkStart w:id="69" w:name="_Toc500672051"/>
      <w:r>
        <w:rPr>
          <w:rFonts w:hint="eastAsia"/>
          <w:rtl/>
          <w:lang w:bidi="ur-PK"/>
        </w:rPr>
        <w:t>ذکرخدا</w:t>
      </w:r>
      <w:r>
        <w:rPr>
          <w:rtl/>
          <w:lang w:bidi="ur-PK"/>
        </w:rPr>
        <w:t xml:space="preserve"> ا 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bookmarkEnd w:id="6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کے انحراف کے دوعامل اور عنصر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ذکرِ خد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کا مظہر نماز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فراموش کرنا،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توجہ، ذکر ، دعا و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توسل</w:t>
      </w:r>
      <w:r>
        <w:rPr>
          <w:rtl/>
          <w:lang w:bidi="ur-PK"/>
        </w:rPr>
        <w:t xml:space="preserve"> 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طلب و تضرّع و 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توکّل اور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حساب کتاب کو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باہر نکال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نکنا</w:t>
      </w:r>
      <w:r>
        <w:rPr>
          <w:rtl/>
          <w:lang w:bidi="ur-PK"/>
        </w:rPr>
        <w:t xml:space="preserve"> اور دوسرا عنصر </w:t>
      </w:r>
      <w:r w:rsidRPr="0093189C">
        <w:rPr>
          <w:rStyle w:val="libArabicChar"/>
          <w:rtl/>
        </w:rPr>
        <w:t>’’وَاتَّبَعُوا الشَّ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وَاتَ </w:t>
      </w:r>
      <w:r>
        <w:rPr>
          <w:rtl/>
          <w:lang w:bidi="ur-PK"/>
        </w:rPr>
        <w:t>‘‘ شہوت 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جانا ، ہوا و ہوس اور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 الفاظ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طلب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مال وثروت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جمع آور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فکر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پڑنا اور لذات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لُطف اندو زہو کرخداو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 فراموش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نااور</w:t>
      </w:r>
      <w:r>
        <w:rPr>
          <w:rtl/>
          <w:lang w:bidi="ur-PK"/>
        </w:rPr>
        <w:t xml:space="preserve"> اِن سب امور کو ’’اصل‘‘ جاننا اور ہدف و مقصد کو فراموش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70" w:name="_Toc500672052"/>
      <w:r>
        <w:rPr>
          <w:rFonts w:hint="eastAsia"/>
          <w:rtl/>
          <w:lang w:bidi="ur-PK"/>
        </w:rPr>
        <w:t>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درد: ہدف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تڑپ کا دل سے نکل جانا</w:t>
      </w:r>
      <w:bookmarkEnd w:id="70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اُس معاشرے کا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درد و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؛ ممکن ہے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درد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ہدف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لگن و تڑپ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سے ختم ہوجائے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ہوجائے ،اگر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 کہ وہ اپنا اُلّو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</w:t>
      </w:r>
      <w:r>
        <w:rPr>
          <w:rtl/>
          <w:lang w:bidi="ur-PK"/>
        </w:rPr>
        <w:t xml:space="preserve"> کرے، ہم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دوڑ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سے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عقب نہ رہ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کو بھرا ہے اور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ہاتھ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کر ج</w:t>
      </w:r>
      <w:r>
        <w:rPr>
          <w:rFonts w:hint="eastAsia"/>
          <w:rtl/>
          <w:lang w:bidi="ur-PK"/>
        </w:rPr>
        <w:t>مع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جب معاشرے کے افراداپنے انفراد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مفادات کو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مفادات پر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توظاہر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اِس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لات</w:t>
      </w:r>
      <w:r>
        <w:rPr>
          <w:rtl/>
          <w:lang w:bidi="ur-PK"/>
        </w:rPr>
        <w:t xml:space="preserve"> سے معاشرہ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 اِس</w:t>
      </w:r>
      <w:r w:rsidR="0093189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قسم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بلاوں سے دُچار ہوگا۔</w:t>
      </w:r>
    </w:p>
    <w:p w:rsidR="00734EFD" w:rsidRDefault="00734EFD" w:rsidP="0093189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نظام،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مانوں</w:t>
      </w:r>
      <w:r>
        <w:rPr>
          <w:rtl/>
          <w:lang w:bidi="ur-PK"/>
        </w:rPr>
        <w:t xml:space="preserve"> ، بلند ہمتوں ، آہن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عزموں ، بلند و بالا اہداف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 مقصد شِعَاروں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اور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زندہ رکھنے سے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 ہے، اِنہ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اوروہ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رفت کرتا ہے۔ اِن شِعَاروں کو کم رنگ کرنے،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شمار کرنے، انقلاب و اسلام کے اصول و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بے اعتنائ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برتنے اور تمام امور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مادّ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اور سمجھنے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ہے کہ معاشرہ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مقام پر جا پہنچے گا کہ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صورتحال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>
        <w:rPr>
          <w:rFonts w:hint="eastAsia"/>
          <w:rtl/>
          <w:lang w:bidi="ur-PK"/>
        </w:rPr>
        <w:t>اوائلِ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سے دوچار تھا۔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71" w:name="_Toc500672053"/>
      <w:r>
        <w:rPr>
          <w:rFonts w:hint="eastAsia"/>
          <w:rtl/>
          <w:lang w:bidi="ur-PK"/>
        </w:rPr>
        <w:lastRenderedPageBreak/>
        <w:t>جب</w:t>
      </w:r>
      <w:r>
        <w:rPr>
          <w:rtl/>
          <w:lang w:bidi="ur-PK"/>
        </w:rPr>
        <w:t xml:space="preserve"> خلافت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  <w:bookmarkEnd w:id="7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زمانہ تھا کہ جب مسلمانوں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تمام شعبہ ہائے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رفت، ہر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پر رضائے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حصول،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فروغ اور قرآن و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سے آشنائ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حکومت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اور تمام محکمے و ادارے ، زھد و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 شاں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ماف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اور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بے اعتنائ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برتنے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تھے۔ اِنہ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طالب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ممتاز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سامنے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اِن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امامت و خلافت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وجود رکھتے تھے۔</w:t>
      </w:r>
    </w:p>
    <w:p w:rsidR="00734EFD" w:rsidRDefault="00734EFD" w:rsidP="00E723F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دُن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بے اعتنائ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جہاد؛ امامت و خلافت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ہوں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جو اِن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کے مالک ہوں ، حکومت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ڈور سنبھال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زمام کار کو اپنے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معاشرہ،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ہوگا۔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امامت و خلافت کے انتخاب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طلب ،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شہوتوں اور خواہشات کا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غلام ،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منافع کو جمع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چالاک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گر اور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صداقت و سچائ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گانہ</w:t>
      </w:r>
      <w:r>
        <w:rPr>
          <w:rtl/>
          <w:lang w:bidi="ur-PK"/>
        </w:rPr>
        <w:t xml:space="preserve"> و ناآشنا فرد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باگ ڈور سنبھالے تو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عمر ابن سعد، شمر اور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اللہ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ہوں گے اور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کو مقتل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72" w:name="_Toc500672054"/>
      <w:r>
        <w:rPr>
          <w:rFonts w:hint="eastAsia"/>
          <w:rtl/>
          <w:lang w:bidi="ur-PK"/>
        </w:rPr>
        <w:t>دلوں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تڑپ رکھنے والے افراد،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اروں</w:t>
      </w:r>
      <w:r>
        <w:rPr>
          <w:rtl/>
          <w:lang w:bidi="ur-PK"/>
        </w:rPr>
        <w:t xml:space="preserve"> کو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7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 جمع دواور چار کا قاعدہ ہے ۔ لہٰذا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تڑپ رکھنے والے افراد اِس بات کا موقع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آنے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اقدار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ہوں۔ اگر انتخابِ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ظاہر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خون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ہے۔ اگر امّت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زِعامت 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ومکار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چاپلوس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ناانصاف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دروغگوئ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سے بے اعتنائ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بن جائے تو معلوم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تخت سلطنت پر ب</w:t>
      </w:r>
      <w:r>
        <w:rPr>
          <w:rFonts w:hint="eastAsia"/>
          <w:rtl/>
          <w:lang w:bidi="ur-PK"/>
        </w:rPr>
        <w:t>راجمان</w:t>
      </w:r>
      <w:r>
        <w:rPr>
          <w:rtl/>
          <w:lang w:bidi="ur-PK"/>
        </w:rPr>
        <w:t xml:space="preserve"> ہوجائے گا اور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اللہ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، عراق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 اوّل قرار پائے گا۔ اسلام کا کام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(زمانہ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کے) اِن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اروں</w:t>
      </w:r>
      <w:r>
        <w:rPr>
          <w:rtl/>
          <w:lang w:bidi="ur-PK"/>
        </w:rPr>
        <w:t xml:space="preserve"> کو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کرے اور ہمارے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الاقوام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 معروف و رائج باطل ،غلط اورمادّ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اروں</w:t>
      </w:r>
      <w:r>
        <w:rPr>
          <w:rtl/>
          <w:lang w:bidi="ur-PK"/>
        </w:rPr>
        <w:t xml:space="preserve"> کے مقابل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بن جائے اور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کردے۔</w:t>
      </w:r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آج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دُن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کذب و دروغ، ظلم و ستم، شہوت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پر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کو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دُن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روش صرف آج سے مخصوص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رُوبہ زوال اور کمزور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اِس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ختم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باقاعدہ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ں؛صاحبانِ</w:t>
      </w:r>
      <w:r>
        <w:rPr>
          <w:rtl/>
          <w:lang w:bidi="ur-PK"/>
        </w:rPr>
        <w:t xml:space="preserve"> قدرت واقتدار، دولت پرستوں اور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داروں نے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جال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سربراہ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کررہ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جھوٹ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مکّار،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مقامات و درجات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بے اعت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برتنے 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کو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پائمال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بے رحم حکومت اِس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کا نظم و نسق سنبھالے ہو ئے ہے اور اِس کے بعد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اپنے درجات کے لحاظ سے اِ 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حالت۔ </w:t>
      </w:r>
      <w:r w:rsidR="00082277" w:rsidRPr="00082277">
        <w:rPr>
          <w:rStyle w:val="libFootnotenumChar"/>
          <w:rFonts w:hint="cs"/>
          <w:rtl/>
        </w:rPr>
        <w:t>(3)</w:t>
      </w:r>
    </w:p>
    <w:p w:rsidR="00E723FC" w:rsidRDefault="00E723FC" w:rsidP="00E723FC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E723FC" w:rsidRDefault="00E723FC" w:rsidP="0093189C">
      <w:pPr>
        <w:pStyle w:val="libFootnote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 وہ معاشرہ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پروان چڑھے اور سب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۰ کا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کتنا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تھے، حضرت عل</w:t>
      </w:r>
      <w:r>
        <w:rPr>
          <w:rFonts w:hint="cs"/>
          <w:rtl/>
        </w:rPr>
        <w:t>ی</w:t>
      </w:r>
      <w:r>
        <w:rPr>
          <w:rtl/>
        </w:rPr>
        <w:t xml:space="preserve"> و حضرت فاطمہ ٭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 w:rsidR="001928B4" w:rsidRPr="0077300E">
        <w:rPr>
          <w:rFonts w:hint="cs"/>
          <w:rtl/>
        </w:rPr>
        <w:t>11</w:t>
      </w:r>
      <w:r>
        <w:rPr>
          <w:rFonts w:hint="cs"/>
          <w:rtl/>
        </w:rPr>
        <w:t xml:space="preserve"> ہجری</w:t>
      </w:r>
      <w:r>
        <w:rPr>
          <w:rtl/>
        </w:rPr>
        <w:t xml:space="preserve"> سے </w:t>
      </w:r>
      <w:r w:rsidR="0077300E" w:rsidRPr="0077300E">
        <w:rPr>
          <w:rFonts w:hint="cs"/>
          <w:rtl/>
        </w:rPr>
        <w:t>6</w:t>
      </w:r>
      <w:r w:rsidR="001928B4" w:rsidRPr="0077300E">
        <w:rPr>
          <w:rFonts w:hint="cs"/>
          <w:rtl/>
        </w:rPr>
        <w:t>1</w:t>
      </w:r>
      <w:r>
        <w:rPr>
          <w:rFonts w:hint="cs"/>
          <w:rtl/>
        </w:rPr>
        <w:t xml:space="preserve"> ہجری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امت،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کرنے کربلا آگئ</w:t>
      </w:r>
      <w:r>
        <w:rPr>
          <w:rFonts w:hint="cs"/>
          <w:rtl/>
        </w:rPr>
        <w:t>ی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لوگ جو کل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عظمتوں کے گن گاتے تھے آج اُن کے 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  <w:r w:rsidR="001928B4" w:rsidRPr="0077300E">
        <w:rPr>
          <w:rFonts w:hint="cs"/>
          <w:rtl/>
        </w:rPr>
        <w:t>5</w:t>
      </w:r>
      <w:r w:rsidR="0077300E" w:rsidRPr="0077300E">
        <w:rPr>
          <w:rFonts w:hint="cs"/>
          <w:rtl/>
        </w:rPr>
        <w:t>0</w:t>
      </w:r>
      <w:r>
        <w:rPr>
          <w:rFonts w:hint="cs"/>
          <w:rtl/>
        </w:rPr>
        <w:t xml:space="preserve"> سالوں می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حالات بالکل بدل گئے اور اسلام و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والے لوگ ، فرزند رسول ۰ کے قاتل بن گئے؟! لہٰذا واقعہ کربلا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حالات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جوہم سب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درس عبرت ہو۔(مترجم)</w:t>
      </w:r>
    </w:p>
    <w:p w:rsidR="00E723FC" w:rsidRDefault="00082277" w:rsidP="00E723FC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E723FC">
        <w:rPr>
          <w:rFonts w:hint="cs"/>
          <w:rtl/>
        </w:rPr>
        <w:t xml:space="preserve"> سورئہ مری</w:t>
      </w:r>
      <w:r w:rsidR="00E723FC">
        <w:rPr>
          <w:rFonts w:hint="eastAsia"/>
          <w:rtl/>
        </w:rPr>
        <w:t>م</w:t>
      </w:r>
      <w:r w:rsidR="00E723FC">
        <w:rPr>
          <w:rtl/>
        </w:rPr>
        <w:t xml:space="preserve"> / </w:t>
      </w:r>
      <w:r w:rsidR="001928B4" w:rsidRPr="0077300E">
        <w:rPr>
          <w:rFonts w:hint="cs"/>
          <w:rtl/>
        </w:rPr>
        <w:t>5</w:t>
      </w:r>
      <w:r w:rsidR="0077300E" w:rsidRPr="0077300E">
        <w:rPr>
          <w:rFonts w:hint="cs"/>
          <w:rtl/>
        </w:rPr>
        <w:t>9</w:t>
      </w:r>
    </w:p>
    <w:p w:rsidR="00734EFD" w:rsidRDefault="00082277" w:rsidP="00E723FC">
      <w:pPr>
        <w:pStyle w:val="libFootnote"/>
        <w:rPr>
          <w:rtl/>
        </w:rPr>
      </w:pPr>
      <w:r w:rsidRPr="0077300E">
        <w:rPr>
          <w:rFonts w:hint="cs"/>
          <w:rtl/>
        </w:rPr>
        <w:t>3</w:t>
      </w:r>
      <w:r w:rsidR="00734EFD">
        <w:rPr>
          <w:rFonts w:hint="cs"/>
          <w:rtl/>
        </w:rPr>
        <w:t xml:space="preserve"> کمانڈروں اور بسی</w:t>
      </w:r>
      <w:r w:rsidR="00734EFD">
        <w:rPr>
          <w:rFonts w:hint="eastAsia"/>
          <w:rtl/>
        </w:rPr>
        <w:t>ج</w:t>
      </w:r>
      <w:r w:rsidR="00734EFD">
        <w:rPr>
          <w:rtl/>
        </w:rPr>
        <w:t xml:space="preserve"> مقاومت فورس کے ماتم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دستوں سے خطاب </w:t>
      </w:r>
      <w:r w:rsidR="001928B4" w:rsidRPr="0077300E">
        <w:rPr>
          <w:rFonts w:hint="cs"/>
          <w:rtl/>
        </w:rPr>
        <w:t>22</w:t>
      </w:r>
      <w:r w:rsidR="00734EFD">
        <w:rPr>
          <w:rFonts w:hint="cs"/>
          <w:rtl/>
        </w:rPr>
        <w:t xml:space="preserve">/ </w:t>
      </w:r>
      <w:r w:rsidR="001928B4" w:rsidRPr="0077300E">
        <w:rPr>
          <w:rFonts w:hint="cs"/>
          <w:rtl/>
        </w:rPr>
        <w:t>4</w:t>
      </w:r>
      <w:r w:rsidR="00734EFD">
        <w:rPr>
          <w:rFonts w:hint="cs"/>
          <w:rtl/>
        </w:rPr>
        <w:t>/</w:t>
      </w:r>
      <w:r w:rsidR="001928B4" w:rsidRPr="0077300E">
        <w:rPr>
          <w:rFonts w:hint="cs"/>
          <w:rtl/>
        </w:rPr>
        <w:t>13</w:t>
      </w:r>
      <w:r w:rsidR="0077300E" w:rsidRPr="0077300E">
        <w:rPr>
          <w:rFonts w:hint="cs"/>
          <w:rtl/>
        </w:rPr>
        <w:t>7</w:t>
      </w:r>
      <w:r w:rsidR="001928B4" w:rsidRPr="0077300E">
        <w:rPr>
          <w:rFonts w:hint="cs"/>
          <w:rtl/>
        </w:rPr>
        <w:t>1</w:t>
      </w:r>
    </w:p>
    <w:p w:rsidR="00E723FC" w:rsidRDefault="00E723FC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082277">
      <w:pPr>
        <w:pStyle w:val="Heading2Center"/>
        <w:rPr>
          <w:rtl/>
          <w:lang w:bidi="ur-PK"/>
        </w:rPr>
      </w:pPr>
      <w:bookmarkStart w:id="73" w:name="_Toc500672055"/>
      <w:r>
        <w:rPr>
          <w:rFonts w:hint="eastAsia"/>
          <w:rtl/>
          <w:lang w:bidi="ur-PK"/>
        </w:rPr>
        <w:lastRenderedPageBreak/>
        <w:t>واقعہ</w:t>
      </w:r>
      <w:r>
        <w:rPr>
          <w:rtl/>
          <w:lang w:bidi="ur-PK"/>
        </w:rPr>
        <w:t xml:space="preserve"> کر بلا کے پس پردہ عوامل</w:t>
      </w:r>
      <w:bookmarkEnd w:id="73"/>
    </w:p>
    <w:p w:rsidR="00734EFD" w:rsidRDefault="00734EFD" w:rsidP="00082277">
      <w:pPr>
        <w:pStyle w:val="Heading2Center"/>
        <w:rPr>
          <w:rtl/>
          <w:lang w:bidi="ur-PK"/>
        </w:rPr>
      </w:pPr>
      <w:bookmarkStart w:id="74" w:name="_Toc500672056"/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تھے کہ کربلا کا واقعہ رونما ہوا؟</w:t>
      </w:r>
      <w:bookmarkEnd w:id="7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عبرت ہائے کربلا کے عنوان پر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مَ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کہا تھا کہ ہم اِس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حادثے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جا نے والے درسوں کے علاوہ عبرت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’’درس‘‘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جبکہ ’’عبرت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 xml:space="preserve"> ہم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حادثہ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کون سے واقعہ کے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ہونے کا امکان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کربلاسے</w:t>
      </w:r>
      <w:r>
        <w:rPr>
          <w:rtl/>
          <w:lang w:bidi="ur-PK"/>
        </w:rPr>
        <w:t xml:space="preserve">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انسان غور وفکر کرے کہ وہ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سربراہ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دس سال تک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 و طاقت سے مافوق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اور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بحر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کراں</w:t>
      </w:r>
      <w:r>
        <w:rPr>
          <w:rtl/>
          <w:lang w:bidi="ur-PK"/>
        </w:rPr>
        <w:t xml:space="preserve"> سے متصل ہوتے ہوئے اور بے مثل و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بے انتہا حکمت کے ساتھ دس سال تک اُس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آپ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کچھ عرصے (پچ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سال)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پر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اور کوفہ کو بالترت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 مرکز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اُس وقت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حادثہ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ہوا تھا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کاکون سا جرثومہ اُس معاشرے کے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وصال کے نصف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اور اِنہ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اُس دردناک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ہے؟!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tl/>
          <w:lang w:bidi="ur-PK"/>
        </w:rPr>
        <w:t xml:space="preserve"> وہ کون سے علل و اسباب تھے کہ جس کے با عث اتنا بڑا حادثہ رونما ہوا؟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نام و نشان اور گمنام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اپنے بچپنے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بچہ تھا کہ جسے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اوراُس کے ساتھ منبر پر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کر اصحاب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سے گفتگو فرماتے ت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فرزند تھا کہ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’’ح</w:t>
      </w:r>
      <w:r w:rsidRPr="00082277">
        <w:rPr>
          <w:rStyle w:val="libArabicChar"/>
          <w:rtl/>
        </w:rPr>
        <w:t>ُسَ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Fonts w:hint="eastAsia"/>
          <w:rtl/>
        </w:rPr>
        <w:t>نُ</w:t>
      </w:r>
      <w:r w:rsidRPr="00082277">
        <w:rPr>
          <w:rStyle w:val="libArabicChar"/>
          <w:rtl/>
        </w:rPr>
        <w:t xml:space="preserve"> مِنِّ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tl/>
        </w:rPr>
        <w:t xml:space="preserve"> وَاَنَا مِنَ الحُسِ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Fonts w:hint="eastAsia"/>
          <w:rtl/>
        </w:rPr>
        <w:t>نِ</w:t>
      </w:r>
      <w:r>
        <w:rPr>
          <w:rFonts w:hint="eastAsia"/>
          <w:rtl/>
          <w:lang w:bidi="ur-PK"/>
        </w:rPr>
        <w:t>‘‘،’’حس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مجھے سے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ہوں‘‘ اور اِن پسر وپدر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مضبوط رشتہ اور رابطہ قائم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سافرزند</w:t>
      </w:r>
      <w:r>
        <w:rPr>
          <w:rtl/>
          <w:lang w:bidi="ur-PK"/>
        </w:rPr>
        <w:t xml:space="preserve"> تھا کہ جس کا شمار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</w:t>
      </w: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دورِحکومت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و صلح کے زمانوں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حکومت کے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ارکان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تھا اورجو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روشن و تابناک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جگمگاتا تھا ۔ اِس کے باوجود اُس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کا حال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ہوجائے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معروف نواسہ اپنے عمل،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باعظمت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عزت و آبرو، شہرِ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حلقہ درس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چاہنے والے، اصحاب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کے مختلف علاقوں سے تعلق رکھنے والے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شرکت کرتے تھے، کے باوجودا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ہوجائے کہ جس کا </w:t>
      </w:r>
      <w:r>
        <w:rPr>
          <w:rtl/>
          <w:lang w:bidi="ur-PK"/>
        </w:rPr>
        <w:lastRenderedPageBreak/>
        <w:t>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محاصرہ کر کے اُسے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>
        <w:rPr>
          <w:rtl/>
          <w:lang w:bidi="ur-PK"/>
        </w:rPr>
        <w:t xml:space="preserve"> قت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اُسے قتل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اُس کے ساتھ تمام مردوں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شش ماہ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خوار بچے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صرف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قتل و غارت پر اکتفائ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بلکہ اُس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بچوں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جنگ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بنا کر شہر شہر گھماتے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ں؛آخر</w:t>
      </w:r>
      <w:r>
        <w:rPr>
          <w:rtl/>
          <w:lang w:bidi="ur-PK"/>
        </w:rPr>
        <w:t xml:space="preserve"> قصّہ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حالات رونما ہوئے تھے؟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مقام عبرت!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معاشرے کا اُس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سے موازنہ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آپ کو دونوں کا فرق معلوم ہوسکے۔ ہمارے معاشرے کے سربراہ اور حاکم ،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تھے جو بلاشک و شبہ ہمارے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ہوتے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کجا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کجا؟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رتبت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اُس وقت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پھونک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اُن بزرگوار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دہائ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تک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چلا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کارواں اپنے راستے پر گامزن رہا۔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بعد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فتوحات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اقدس کے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کا اثر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وجود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آپ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آگے بڑھارہ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اُس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فتوحات اور ہمارے معاشرے (اور انقلاب)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رکھتے تھے کہ جس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اِس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نوجوانوں 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ورسٹ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مدارس کے طالب علموں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افراد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ہوں کہ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مطالعہ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 توجہ سے اِس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حادثہ رونما ہوا ہے!</w:t>
      </w:r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’’</w:t>
      </w:r>
      <w:r>
        <w:rPr>
          <w:rtl/>
          <w:lang w:bidi="ur-PK"/>
        </w:rPr>
        <w:t xml:space="preserve"> </w:t>
      </w:r>
      <w:r w:rsidRPr="00082277">
        <w:rPr>
          <w:rStyle w:val="libArabicChar"/>
          <w:rtl/>
        </w:rPr>
        <w:t>تِلکَ اُمَّ</w:t>
      </w:r>
      <w:r w:rsidR="001928B4" w:rsidRPr="001928B4">
        <w:rPr>
          <w:rStyle w:val="libArabicChar"/>
          <w:rFonts w:hint="cs"/>
          <w:rtl/>
        </w:rPr>
        <w:t>ة</w:t>
      </w:r>
      <w:r w:rsidRPr="00082277">
        <w:rPr>
          <w:rStyle w:val="libArabicChar"/>
          <w:rtl/>
        </w:rPr>
        <w:t xml:space="preserve"> قَد خَلَت</w:t>
      </w:r>
      <w:r>
        <w:rPr>
          <w:rtl/>
          <w:lang w:bidi="ur-PK"/>
        </w:rPr>
        <w:t>‘‘،’’وہ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اُمّت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گزر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‘‘،</w:t>
      </w:r>
      <w:r>
        <w:rPr>
          <w:rtl/>
          <w:lang w:bidi="ur-PK"/>
        </w:rPr>
        <w:t xml:space="preserve"> گذشتہ امتوں سے عبرت آموز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قرآن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درس کا حصہ ہے۔اِس حادثے کے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، چند امور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ں،مَ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کا تجز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چاہتا بلکہ صرف اجمال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کروںگا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محقق اف</w:t>
      </w:r>
      <w:r>
        <w:rPr>
          <w:rFonts w:hint="eastAsia"/>
          <w:rtl/>
          <w:lang w:bidi="ur-PK"/>
        </w:rPr>
        <w:t>راد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سرجوڑ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جملے پرغور وفکر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75" w:name="_Toc500672057"/>
      <w:r>
        <w:rPr>
          <w:rFonts w:hint="eastAsia"/>
          <w:rtl/>
          <w:lang w:bidi="ur-PK"/>
        </w:rPr>
        <w:t>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عامل: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بے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رواج پانا</w:t>
      </w:r>
      <w:bookmarkEnd w:id="7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حادثے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تھا کہ ’’دن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بے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احساسِ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ہم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امر بالمعروف اور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ںتو</w:t>
      </w:r>
      <w:r>
        <w:rPr>
          <w:rtl/>
          <w:lang w:bidi="ur-PK"/>
        </w:rPr>
        <w:t xml:space="preserve">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اصل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معاشرے کو بے حس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شہر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جو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</w:t>
      </w:r>
      <w:r>
        <w:rPr>
          <w:rtl/>
          <w:lang w:bidi="ur-PK"/>
        </w:rPr>
        <w:lastRenderedPageBreak/>
        <w:t>کا پہلا مرکز تھا، کچھ مدت بعد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قاروں،</w:t>
      </w:r>
      <w:r>
        <w:rPr>
          <w:rtl/>
          <w:lang w:bidi="ur-PK"/>
        </w:rPr>
        <w:t xml:space="preserve"> گانا گانے والوں اور معروف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رقاصاوں کے مرکز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تھااور جب دربار شام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مغنّ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تو شہر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قاروں</w:t>
      </w:r>
      <w:r>
        <w:rPr>
          <w:rtl/>
          <w:lang w:bidi="ur-PK"/>
        </w:rPr>
        <w:t xml:space="preserve"> اور خوبصورت آواز رکھنے والے مغنّ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وںکو</w:t>
      </w:r>
      <w:r>
        <w:rPr>
          <w:rtl/>
          <w:lang w:bidi="ur-PK"/>
        </w:rPr>
        <w:t xml:space="preserve">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تھا!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جسارت و گناہ،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سو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دوسو سال بعد انجام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گئے بلکہ جگر گوشہ حضرت زہرا ٭ اور نور چشم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زمانے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قبل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پائے۔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گناہا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کا مرکز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، اصحاب اور تابع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خاندان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کے بعض نوجوان اِن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ہوگئے! اِس فاسد حکومت کے سرکردہ افراد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جانتے تھے کہ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کرنا ہے ،اُنہ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 کے کن حساس اورکمزور نکات پر انگل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کھن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لوگوں کو حکومت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سے غافل رکھنے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بلا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صرف شہر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دوسرے شہر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تھے۔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76" w:name="_Toc500672058"/>
      <w:r>
        <w:rPr>
          <w:rFonts w:hint="eastAsia"/>
          <w:rtl/>
          <w:lang w:bidi="ur-PK"/>
        </w:rPr>
        <w:t>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اپنے دامن کو آلودہ نہ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76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تمسک، پاکدامن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کا اندازہ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ہوتا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ہم بارہا موجودہ زمانے کے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نوجوانوں کو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اپنا دامن بچائے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ںتو</w:t>
      </w:r>
      <w:r>
        <w:rPr>
          <w:rtl/>
          <w:lang w:bidi="ur-PK"/>
        </w:rPr>
        <w:t xml:space="preserve">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آج اِن نوجوانوں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کون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جوانقلابِ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اُصولوں اور اہداف کا دفاع کرنے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(رضا کار) واقعاً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نوجوان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علم،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جہاد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آگے آگے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نوجوان آپ کو کہاں نظر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تعداد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کو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گے؛بنابر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لاب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موجوں سے ہوش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الحمد للہ خداوند عالم نے اِس انقلاب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قداست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 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محفوظ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ہے، ہمارے نوجوان پاک و طاہر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اِس بات کو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ذہن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زن، زر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خطرناک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مضبوط دلوں اور مس</w:t>
      </w:r>
      <w:r>
        <w:rPr>
          <w:rFonts w:hint="eastAsia"/>
          <w:rtl/>
          <w:lang w:bidi="ur-PK"/>
        </w:rPr>
        <w:t>تحکم</w:t>
      </w:r>
      <w:r>
        <w:rPr>
          <w:rtl/>
          <w:lang w:bidi="ur-PK"/>
        </w:rPr>
        <w:t xml:space="preserve"> ارادے والے انسانوںکے پائے ثبات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لرزش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لہٰذا اِن امور اور اِن کے وسوسوں کا مقابلہ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وہ جہادِ اکبر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آپ نے جہادِ اصغر کو بطر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احسن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اب آپ اِس منزل </w:t>
      </w:r>
      <w:r>
        <w:rPr>
          <w:rFonts w:hint="eastAsia"/>
          <w:rtl/>
          <w:lang w:bidi="ur-PK"/>
        </w:rPr>
        <w:t>پرآ</w:t>
      </w:r>
      <w:r>
        <w:rPr>
          <w:rtl/>
          <w:lang w:bidi="ur-PK"/>
        </w:rPr>
        <w:t xml:space="preserve"> پہنچے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جہادِ اکبر کو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انجام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الحمد</w:t>
      </w:r>
      <w:r>
        <w:rPr>
          <w:rtl/>
          <w:lang w:bidi="ur-PK"/>
        </w:rPr>
        <w:t xml:space="preserve"> للہ آج ہمارے نوجوان، مومن، حزب اللّٰہ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نوجوان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لہٰذا اِس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دشمن چاہتا ہے کہ تمام مسلمان اقوام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لے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ہے کہ مسلمان قوم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ذلت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غفلت کا شکار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گناہوں کا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اندر غرق کر دے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پر اپنا تسلط جما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انقلاب سے قبل ہمارے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حالات تھے اور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بہت سے ممالک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ہورہا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77" w:name="_Toc500672059"/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عامل: عالم اسلام کے مستقبل سے اہل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اعتنائ</w:t>
      </w:r>
      <w:r>
        <w:rPr>
          <w:rFonts w:hint="cs"/>
          <w:rtl/>
          <w:lang w:bidi="ur-PK"/>
        </w:rPr>
        <w:t>ی</w:t>
      </w:r>
      <w:bookmarkEnd w:id="77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عامل و سبب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اور جسے انسان 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مشاہدہ کرتا ہے،وہ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اہل حق نے جو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تصور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تھے 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سرنوشت و مستقبل سے بے اعتنائ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اِس سے غافل ہوئے اور اِس مسئ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دل و دماغ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بعض افراد نے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بہادر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جوش و خروش کا مظاہرہ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جس پر حکام وقت نے سخت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مثلاً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دور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حملہ ہوا، جس پر اہلِ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خلاف آواز اٹھائ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اِن لوگوں کو سرکوب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ظالم شخص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جاکہ</w:t>
      </w:r>
      <w:r>
        <w:rPr>
          <w:rtl/>
          <w:lang w:bidi="ur-PK"/>
        </w:rPr>
        <w:t xml:space="preserve"> جس نے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عام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اِن تمام افراد نے حالات سے سمجھوتہ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ہر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مزاحمت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روک کربگڑتے ہو ئے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بند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البتہ اِن افراد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اہل م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شامل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تھوڑے بہت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کہ جن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خود اختلاف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خلاف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برخلاف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اُن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اتحاد تھا، نہ اُن کے کام منظم تھے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گروہ اور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مکم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طورپرا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مربوط و متصل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نکلا کہ دشمن نے بے رحم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سرکچل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جواب دے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اُنہوں نے عقب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اہم اور قابل توجہ نکتہ ہے۔</w:t>
      </w:r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مقابلہ کرنے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نقصان پہنچانے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و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 و جہد بہت واضح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ہے، جس طرح حق ،باطل کو ختم کرنا چاہتا ہے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باطل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کوشاںرہتا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حملے ہوتے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قسمت کا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اُس وقت ہوتا ہے کہ ج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اِن طاقتوں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تھک جائے اور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پہلے کمزور پڑے گا تو شکست اُس کا مقدر بنے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="00082277" w:rsidRPr="00082277">
        <w:rPr>
          <w:rStyle w:val="libFootnotenumChar"/>
          <w:rFonts w:hint="cs"/>
          <w:rtl/>
        </w:rPr>
        <w:t>(1)</w:t>
      </w:r>
    </w:p>
    <w:p w:rsidR="00734EFD" w:rsidRDefault="00E723FC" w:rsidP="00082277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____________________</w:t>
      </w:r>
    </w:p>
    <w:p w:rsidR="00734EFD" w:rsidRDefault="001928B4" w:rsidP="00E723FC">
      <w:pPr>
        <w:pStyle w:val="libFootnote"/>
        <w:rPr>
          <w:rtl/>
        </w:rPr>
      </w:pPr>
      <w:r w:rsidRPr="0077300E">
        <w:rPr>
          <w:rFonts w:hint="cs"/>
          <w:rtl/>
        </w:rPr>
        <w:t>1</w:t>
      </w:r>
      <w:r w:rsidR="00734EFD">
        <w:rPr>
          <w:rFonts w:hint="cs"/>
          <w:rtl/>
        </w:rPr>
        <w:t xml:space="preserve"> </w:t>
      </w:r>
      <w:r w:rsidRPr="0077300E">
        <w:rPr>
          <w:rFonts w:hint="cs"/>
          <w:rtl/>
        </w:rPr>
        <w:t>3</w:t>
      </w:r>
      <w:r w:rsidR="00734EFD">
        <w:rPr>
          <w:rFonts w:hint="cs"/>
          <w:rtl/>
        </w:rPr>
        <w:t xml:space="preserve"> شعبان روز پاسدار کی</w:t>
      </w:r>
      <w:r w:rsidR="00734EFD">
        <w:rPr>
          <w:rtl/>
        </w:rPr>
        <w:t xml:space="preserve"> مناسبت سے اندرون ملک نظم و نسق اور امن و امان برقرار کرنے وال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ن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روئے</w:t>
      </w:r>
      <w:r w:rsidR="00734EFD">
        <w:rPr>
          <w:rtl/>
        </w:rPr>
        <w:t xml:space="preserve"> انتظام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اور سپاہ پاسداران انقلاب اسلام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سے خطاب 26/2/1996</w:t>
      </w:r>
    </w:p>
    <w:p w:rsidR="00E723FC" w:rsidRDefault="00E723FC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082277">
      <w:pPr>
        <w:pStyle w:val="Heading2Center"/>
        <w:rPr>
          <w:rtl/>
          <w:lang w:bidi="ur-PK"/>
        </w:rPr>
      </w:pPr>
      <w:bookmarkStart w:id="78" w:name="_Toc500672060"/>
      <w:r>
        <w:rPr>
          <w:rFonts w:hint="eastAsia"/>
          <w:rtl/>
          <w:lang w:bidi="ur-PK"/>
        </w:rPr>
        <w:lastRenderedPageBreak/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کربلا کے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</w:t>
      </w:r>
      <w:bookmarkEnd w:id="78"/>
    </w:p>
    <w:p w:rsidR="00734EFD" w:rsidRDefault="00734EFD" w:rsidP="00082277">
      <w:pPr>
        <w:pStyle w:val="Heading2Center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79" w:name="_Toc500672061"/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bookmarkEnd w:id="79"/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بہا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خونِ ناحق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محفوظ ہے، چونکہ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شخص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کو خلوص کے طبق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بلند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اہداف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صداقت اور نوران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ہوتا ہے۔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 کاذب و مکار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خود کو حق کا کتنا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 طرفدار بناکر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اُس کے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منافع خصوصاً جب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اُس کے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خطرے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ہٹ جاتا ہے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پر حاضر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کہ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 کرے۔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</w:t>
      </w:r>
      <w:r>
        <w:rPr>
          <w:rFonts w:hint="eastAsia"/>
          <w:rtl/>
          <w:lang w:bidi="ur-PK"/>
        </w:rPr>
        <w:t>ہ</w:t>
      </w:r>
      <w:r w:rsidR="0008227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شخص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رکھتا ہے اور مخلصانہ طور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راہ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 ہے تو ’’حق? عَلَ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اللّٰہِ‘‘ تو اُس کا خدا پر حق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اپنے ذمہ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اُسے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کوزندہ رکھے۔ </w:t>
      </w:r>
      <w:r w:rsidRPr="00082277">
        <w:rPr>
          <w:rStyle w:val="libArabicChar"/>
          <w:rtl/>
        </w:rPr>
        <w:t xml:space="preserve">’’وَلاَ تَقُولُوا لِمَن </w:t>
      </w:r>
      <w:r w:rsidRPr="00082277">
        <w:rPr>
          <w:rStyle w:val="libArabicChar"/>
          <w:rFonts w:hint="cs"/>
          <w:rtl/>
        </w:rPr>
        <w:t>يُّقتَلُ ف</w:t>
      </w:r>
      <w:r w:rsidRPr="00082277">
        <w:rPr>
          <w:rStyle w:val="libArabicChar"/>
          <w:rFonts w:hint="eastAsia"/>
          <w:rtl/>
        </w:rPr>
        <w:t>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tl/>
        </w:rPr>
        <w:t xml:space="preserve"> سَبِ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Fonts w:hint="eastAsia"/>
          <w:rtl/>
        </w:rPr>
        <w:t>لِ</w:t>
      </w:r>
      <w:r w:rsidRPr="00082277">
        <w:rPr>
          <w:rStyle w:val="libArabicChar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اَموات</w:t>
      </w:r>
      <w:r w:rsidR="00082277" w:rsidRPr="0077300E">
        <w:rPr>
          <w:rStyle w:val="libArabicChar"/>
          <w:rFonts w:hint="cs"/>
          <w:rtl/>
        </w:rPr>
        <w:t xml:space="preserve"> </w:t>
      </w:r>
      <w:r w:rsidRPr="0077300E">
        <w:rPr>
          <w:rStyle w:val="libArabicChar"/>
          <w:rFonts w:hint="cs"/>
          <w:rtl/>
        </w:rPr>
        <w:t xml:space="preserve">‘‘ </w:t>
      </w:r>
      <w:r>
        <w:rPr>
          <w:rtl/>
          <w:lang w:bidi="ur-PK"/>
        </w:rPr>
        <w:t>،’’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مارا جائے اُسے مردہ نہ کہو‘‘: </w:t>
      </w:r>
      <w:r w:rsidRPr="00082277">
        <w:rPr>
          <w:rStyle w:val="libArabicChar"/>
          <w:rtl/>
        </w:rPr>
        <w:t>’’وَلَا تَحسَبَنَّ الَّذِ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Fonts w:hint="eastAsia"/>
          <w:rtl/>
        </w:rPr>
        <w:t>نَ</w:t>
      </w:r>
      <w:r w:rsidRPr="00082277">
        <w:rPr>
          <w:rStyle w:val="libArabicChar"/>
          <w:rtl/>
        </w:rPr>
        <w:t xml:space="preserve"> قُتِلُوا فِ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tl/>
        </w:rPr>
        <w:t xml:space="preserve"> سَبِ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Fonts w:hint="eastAsia"/>
          <w:rtl/>
        </w:rPr>
        <w:t>لِ</w:t>
      </w:r>
      <w:r w:rsidRPr="00082277">
        <w:rPr>
          <w:rStyle w:val="libArabicChar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اَموَاتًا بَ</w:t>
      </w:r>
      <w:r w:rsidRPr="00082277">
        <w:rPr>
          <w:rStyle w:val="libArabicChar"/>
          <w:rtl/>
        </w:rPr>
        <w:t>ل اَح</w:t>
      </w:r>
      <w:r w:rsidRPr="00082277">
        <w:rPr>
          <w:rStyle w:val="libArabicChar"/>
          <w:rFonts w:hint="cs"/>
          <w:rtl/>
        </w:rPr>
        <w:t>يَآئ?</w:t>
      </w:r>
      <w:r w:rsidRPr="004C1FD1">
        <w:rPr>
          <w:rFonts w:hint="cs"/>
          <w:rtl/>
        </w:rPr>
        <w:t xml:space="preserve">‘ </w:t>
      </w:r>
      <w:r>
        <w:rPr>
          <w:rtl/>
          <w:lang w:bidi="ur-PK"/>
        </w:rPr>
        <w:t>،’’جو لوگ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ہرگز مردہ گمان نہ کرو بلکہ وہ 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ں‘‘؛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اللہ زندہ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اُن کے زندہ رہنے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قدموں کے نشان، راہِ حق سے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مٹتے اور اُن کا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پرچم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جھکتا۔ ممکن ہے چند روز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ظلم و ستم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مداخلت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 با 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اورفدا کا 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رنگ کو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خداوند عالم نے قانونِ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اور قانون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اور صالح و مخلص افراد کا راستہ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 خلوص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لہٰذا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،اُن کے اور اُن کے اصحابِ با وفا کے بہائے گئے خونِ ناحق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 آج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تاق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تمام ارشادات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نکتہ موجود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کروں کہ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اصلاح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امام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ارشادات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اِ س جملے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محفل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قرار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کررہا ہوں۔ امام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082277">
        <w:rPr>
          <w:rStyle w:val="libArabicChar"/>
          <w:rtl/>
        </w:rPr>
        <w:t>’’اَللَّ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ُمَّ </w:t>
      </w:r>
      <w:r w:rsidRPr="0077300E">
        <w:rPr>
          <w:rStyle w:val="libArabicChar"/>
          <w:rFonts w:hint="cs"/>
          <w:rtl/>
        </w:rPr>
        <w:lastRenderedPageBreak/>
        <w:t>اِنَّکَ تَعلَمُ اَنَّ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ُ لَم 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Fonts w:hint="eastAsia"/>
          <w:rtl/>
        </w:rPr>
        <w:t>کُن</w:t>
      </w:r>
      <w:r w:rsidRPr="00082277">
        <w:rPr>
          <w:rStyle w:val="libArabicChar"/>
          <w:rtl/>
        </w:rPr>
        <w:t xml:space="preserve"> مِنَّا تَنَافُسًا سُلطَانِ وَلَا التِمَاسًا مِن فُضُولِ الحُطَامِ</w:t>
      </w:r>
      <w:r>
        <w:rPr>
          <w:rtl/>
          <w:lang w:bidi="ur-PK"/>
        </w:rPr>
        <w:t xml:space="preserve">‘‘ </w:t>
      </w:r>
      <w:r w:rsidR="00082277" w:rsidRPr="00082277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 xml:space="preserve"> ’’پروردگارا!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 ہم نے چلائ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جس 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لئے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ںتجھ</w:t>
      </w:r>
      <w:r>
        <w:rPr>
          <w:rtl/>
          <w:lang w:bidi="ur-PK"/>
        </w:rPr>
        <w:t xml:space="preserve">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صلے</w:t>
      </w:r>
      <w:r>
        <w:rPr>
          <w:rtl/>
          <w:lang w:bidi="ur-PK"/>
        </w:rPr>
        <w:t xml:space="preserve"> کے طالب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جانتا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 قتدارک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اقتدار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ہدف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زمام قدرت کو اپنے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و منال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 کہ اُس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لذتوں سے لُطف اندوز ہوں، شکم پُر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تقاضے پورے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مال ودولت جمع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ں؛اِن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ںسے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ہمارا ہدف و مقصد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ہے‘‘۔</w:t>
      </w:r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تھا؟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اِس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جملے ارشاد فرمائے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ہمار</w:t>
      </w:r>
      <w:r>
        <w:rPr>
          <w:rFonts w:hint="cs"/>
          <w:rtl/>
          <w:lang w:bidi="ur-PK"/>
        </w:rPr>
        <w:t>ی</w:t>
      </w:r>
      <w:r w:rsidR="0008227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جہت</w:t>
      </w:r>
      <w:r>
        <w:rPr>
          <w:rtl/>
          <w:lang w:bidi="ur-PK"/>
        </w:rPr>
        <w:t xml:space="preserve"> کو واضح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کا مقصد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تھا، ’’ </w:t>
      </w:r>
      <w:r w:rsidRPr="00082277">
        <w:rPr>
          <w:rStyle w:val="libArabicChar"/>
          <w:rtl/>
        </w:rPr>
        <w:t>وَلٰکِن لِنُرِ</w:t>
      </w:r>
      <w:r w:rsidRPr="00082277">
        <w:rPr>
          <w:rStyle w:val="libArabicChar"/>
          <w:rFonts w:hint="cs"/>
          <w:rtl/>
        </w:rPr>
        <w:t>يَ المَعَالِمَ مِن</w:t>
      </w:r>
      <w:r w:rsidR="00E723FC" w:rsidRPr="00082277">
        <w:rPr>
          <w:rStyle w:val="libArabicChar"/>
          <w:rFonts w:hint="cs"/>
          <w:rtl/>
        </w:rPr>
        <w:t xml:space="preserve"> </w:t>
      </w:r>
      <w:r w:rsidRPr="00082277">
        <w:rPr>
          <w:rStyle w:val="libArabicChar"/>
          <w:rFonts w:hint="eastAsia"/>
          <w:rtl/>
        </w:rPr>
        <w:t>دِ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Fonts w:hint="eastAsia"/>
          <w:rtl/>
        </w:rPr>
        <w:t>نِکَ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</w:t>
      </w:r>
      <w:r w:rsidR="00082277" w:rsidRPr="00082277">
        <w:rPr>
          <w:rStyle w:val="libFootnotenumChar"/>
          <w:rFonts w:hint="cs"/>
          <w:rtl/>
        </w:rPr>
        <w:t>(2)</w:t>
      </w:r>
      <w:r w:rsidRPr="004C1FD1">
        <w:rPr>
          <w:rFonts w:hint="cs"/>
          <w:rtl/>
        </w:rPr>
        <w:t xml:space="preserve"> ، ’’ہم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واضح اور آشکار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کے خواہاںہ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بہت اہم ہے؛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مر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محسوس انحراف کا راستہ اپناتا ہے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راہ کو اِس انداز سے غلط بناکر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 ہے( کہ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مرحلے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انسان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کا ما لک نہ ہو تووہ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 سکتا) ۔ اگر اُس کا بس چلے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ہے کہ ’’د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چھوڑ دو‘‘؛ اگر اُس کے امکان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ضرور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شہوت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غلط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لوگوں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اُن سے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ممکن نہ ہو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راستے پر حرکت کررہے ہوں تو سنگ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راہنما سائن بورڈ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سمت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ظاہر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خائن شخص آئے اور راستے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کو بتانے والے سائن بورڈوںپردرج شدہ علامات کو بدل دے کہ جو راستے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</w:t>
      </w:r>
      <w:r>
        <w:rPr>
          <w:rFonts w:hint="eastAsia"/>
          <w:rtl/>
          <w:lang w:bidi="ur-PK"/>
        </w:rPr>
        <w:t>رف</w:t>
      </w:r>
      <w:r>
        <w:rPr>
          <w:rtl/>
          <w:lang w:bidi="ur-PK"/>
        </w:rPr>
        <w:t xml:space="preserve"> ظاہرکر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جا 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80" w:name="_Toc500672062"/>
      <w:r>
        <w:rPr>
          <w:rFonts w:hint="eastAsia"/>
          <w:rtl/>
          <w:lang w:bidi="ur-PK"/>
        </w:rPr>
        <w:t>اصلاح</w:t>
      </w:r>
      <w:r>
        <w:rPr>
          <w:rtl/>
          <w:lang w:bidi="ur-PK"/>
        </w:rPr>
        <w:t xml:space="preserve"> معاشرہ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سدِّباب</w:t>
      </w:r>
      <w:bookmarkEnd w:id="80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 کو 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پہلا ہدف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ہوئے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 </w:t>
      </w:r>
      <w:r w:rsidRPr="00082277">
        <w:rPr>
          <w:rStyle w:val="libArabicChar"/>
          <w:rtl/>
        </w:rPr>
        <w:t>لِنُرِ</w:t>
      </w:r>
      <w:r w:rsidRPr="00082277">
        <w:rPr>
          <w:rStyle w:val="libArabicChar"/>
          <w:rFonts w:hint="cs"/>
          <w:rtl/>
        </w:rPr>
        <w:t>يَ المَعَالِمَ مِن دِی</w:t>
      </w:r>
      <w:r w:rsidRPr="00082277">
        <w:rPr>
          <w:rStyle w:val="libArabicChar"/>
          <w:rFonts w:hint="eastAsia"/>
          <w:rtl/>
        </w:rPr>
        <w:t>نِکَ</w:t>
      </w:r>
      <w:r w:rsidRPr="00082277">
        <w:rPr>
          <w:rStyle w:val="libArabicChar"/>
          <w:rtl/>
        </w:rPr>
        <w:t xml:space="preserve"> و نُظ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ِرَ الاِصلَاحَ فِ</w:t>
      </w:r>
      <w:r w:rsidRPr="00082277">
        <w:rPr>
          <w:rStyle w:val="libArabicChar"/>
          <w:rFonts w:hint="cs"/>
          <w:rtl/>
        </w:rPr>
        <w:t>ی</w:t>
      </w:r>
      <w:r w:rsidRPr="00082277">
        <w:rPr>
          <w:rStyle w:val="libArabicChar"/>
          <w:rtl/>
        </w:rPr>
        <w:t xml:space="preserve"> بِلَادِکَ</w:t>
      </w:r>
      <w:r>
        <w:rPr>
          <w:rtl/>
          <w:lang w:bidi="ur-PK"/>
        </w:rPr>
        <w:t>‘‘</w:t>
      </w:r>
      <w:r w:rsidR="00082277" w:rsidRPr="00082277">
        <w:rPr>
          <w:rStyle w:val="libFootnotenumChar"/>
          <w:rFonts w:hint="cs"/>
          <w:rtl/>
        </w:rPr>
        <w:t>(3)</w:t>
      </w:r>
      <w:r w:rsidRPr="004C1FD1">
        <w:rPr>
          <w:rFonts w:hint="cs"/>
          <w:rtl/>
        </w:rPr>
        <w:t>’’بارالٰہا!ہم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معاشروں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 کس اصلاح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اِصلاح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نابود کرنا؛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امام 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انواع و اقسام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سے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زُمرے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ظلم وستم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مصداق ہے ،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و بگاڑبھ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ہے،مال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خردبُرد اور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</w:t>
      </w:r>
      <w:r>
        <w:rPr>
          <w:rtl/>
          <w:lang w:bidi="ur-PK"/>
        </w:rPr>
        <w:t xml:space="preserve"> نے والا کرپشن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رکھتا ہے،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دست و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باں</w:t>
      </w:r>
      <w:r>
        <w:rPr>
          <w:rtl/>
          <w:lang w:bidi="ur-PK"/>
        </w:rPr>
        <w:t xml:space="preserve"> ہونا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نوع اور قسم ہے، دشمنانِ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رغبت اور جھکاو بھ</w:t>
      </w:r>
      <w:r>
        <w:rPr>
          <w:rFonts w:hint="cs"/>
          <w:rtl/>
          <w:lang w:bidi="ur-PK"/>
        </w:rPr>
        <w:t>ی</w:t>
      </w:r>
      <w:r w:rsidR="0008227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ہے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اپنے شوق و رغبت کو ظاہر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ہے ؛(ا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)تمام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آڑاور اُس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(اور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آڑم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)۔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ا</w:t>
      </w:r>
      <w:r>
        <w:rPr>
          <w:rFonts w:hint="eastAsia"/>
          <w:rtl/>
          <w:lang w:bidi="ur-PK"/>
        </w:rPr>
        <w:t>ِس</w:t>
      </w:r>
      <w:r>
        <w:rPr>
          <w:rtl/>
          <w:lang w:bidi="ur-PK"/>
        </w:rPr>
        <w:t xml:space="preserve"> کے بعد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082277">
        <w:rPr>
          <w:rStyle w:val="libArabicChar"/>
          <w:rtl/>
        </w:rPr>
        <w:t>’’وَ</w:t>
      </w:r>
      <w:r w:rsidRPr="00082277">
        <w:rPr>
          <w:rStyle w:val="libArabicChar"/>
          <w:rFonts w:hint="cs"/>
          <w:rtl/>
        </w:rPr>
        <w:t>يَامَنَ المَظلُومُونَ مِن عِبَادِکَ</w:t>
      </w:r>
      <w:r w:rsidRPr="004C1FD1">
        <w:rPr>
          <w:rFonts w:hint="cs"/>
          <w:rtl/>
        </w:rPr>
        <w:t xml:space="preserve">‘‘ </w:t>
      </w:r>
      <w:r w:rsidR="00082277" w:rsidRPr="00082277">
        <w:rPr>
          <w:rStyle w:val="libFootnotenumChar"/>
          <w:rFonts w:hint="cs"/>
          <w:rtl/>
        </w:rPr>
        <w:t>(4)</w:t>
      </w:r>
      <w:r w:rsidRPr="004C1FD1">
        <w:rPr>
          <w:rFonts w:hint="cs"/>
          <w:rtl/>
        </w:rPr>
        <w:t xml:space="preserve"> ،تا’’کہ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امن و سکون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مظلوم سے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مراد، معاشرے کے مظلوم افراد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 کہ ستمگراور ظلم کرنے والے؛نہ ظلم کے مدّاح اورنہ اُسے سرانے والے</w:t>
      </w:r>
      <w:r w:rsidR="0008227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اورنہ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 w:rsidR="0008227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ظالموںکاساتھ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والے! ’’ مَظلُومُونَ‘‘ سے مراد وہ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بے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</w:t>
      </w:r>
      <w:r>
        <w:rPr>
          <w:rtl/>
          <w:lang w:bidi="ur-PK"/>
        </w:rPr>
        <w:t xml:space="preserve"> مددگار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سجھائ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ہدف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معاشرے کے مستضعف اور کمزور افراد خواہ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طبقے سے تعلق رکھنے والے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ہوں، امن و سکون کا سانس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ں،اُن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آبروک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اوراُن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عدل و انصاف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سامان ہواور وہ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امن و سکون کا سانس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آج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ااِن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تشنہ ہے؛ چنا نچہ آپ غو 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کس طرح اُس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بالکل نق</w:t>
      </w:r>
      <w:r>
        <w:rPr>
          <w:rFonts w:hint="eastAsia"/>
          <w:rtl/>
          <w:lang w:bidi="ur-PK"/>
        </w:rPr>
        <w:t>طہ</w:t>
      </w:r>
      <w:r>
        <w:rPr>
          <w:rtl/>
          <w:lang w:bidi="ur-PK"/>
        </w:rPr>
        <w:t xml:space="preserve"> مقابل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انگل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آج 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الاقوام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 نگاہ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صورتحال سامنے اپنے سامنے موجود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پرچم کواُلٹا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کو غلط انداز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جارہا ہے ، عالم استکبار اور لٹ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خدا کے مظلوم بندوں پر پہلے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ظلم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اوراِن ظالموں نے اپنے پنجوں کو مظلوموں کے جسموں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گاڑا ہوا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082277">
      <w:pPr>
        <w:pStyle w:val="Heading2Center"/>
        <w:rPr>
          <w:rtl/>
          <w:lang w:bidi="ur-PK"/>
        </w:rPr>
      </w:pPr>
      <w:bookmarkStart w:id="81" w:name="_Toc500672063"/>
      <w:r>
        <w:rPr>
          <w:rFonts w:hint="eastAsia"/>
          <w:rtl/>
          <w:lang w:bidi="ur-PK"/>
        </w:rPr>
        <w:t>احکام</w:t>
      </w:r>
      <w:r>
        <w:rPr>
          <w:rtl/>
          <w:lang w:bidi="ur-PK"/>
        </w:rPr>
        <w:t xml:space="preserve">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نفاذ</w:t>
      </w:r>
      <w:bookmarkEnd w:id="81"/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خطبے کے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’’</w:t>
      </w:r>
      <w:r w:rsidRPr="00082277">
        <w:rPr>
          <w:rStyle w:val="libArabicChar"/>
          <w:rtl/>
        </w:rPr>
        <w:t xml:space="preserve">و </w:t>
      </w:r>
      <w:r w:rsidRPr="00082277">
        <w:rPr>
          <w:rStyle w:val="libArabicChar"/>
          <w:rFonts w:hint="cs"/>
          <w:rtl/>
        </w:rPr>
        <w:t>يُعمَل وَبِفَرَائِضِکَ اَحکَامِکَ و</w:t>
      </w:r>
      <w:r w:rsidRPr="00082277">
        <w:rPr>
          <w:rStyle w:val="libArabicChar"/>
          <w:rFonts w:hint="eastAsia"/>
          <w:rtl/>
        </w:rPr>
        <w:t>سُنَنِکَ</w:t>
      </w:r>
      <w:r w:rsidRPr="00082277">
        <w:rPr>
          <w:rStyle w:val="libArabicChar"/>
          <w:rtl/>
        </w:rPr>
        <w:t xml:space="preserve"> </w:t>
      </w:r>
      <w:r>
        <w:rPr>
          <w:rtl/>
          <w:lang w:bidi="ur-PK"/>
        </w:rPr>
        <w:t xml:space="preserve">‘‘ </w:t>
      </w:r>
      <w:r w:rsidR="00082277" w:rsidRPr="00082277">
        <w:rPr>
          <w:rStyle w:val="libFootnotenumChar"/>
          <w:rFonts w:hint="cs"/>
          <w:rtl/>
        </w:rPr>
        <w:t>(5)</w:t>
      </w:r>
      <w:r w:rsidRPr="004C1FD1">
        <w:rPr>
          <w:rFonts w:hint="cs"/>
          <w:rtl/>
        </w:rPr>
        <w:t xml:space="preserve"> ،’’اورہمارا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فرائض وسنت اور احکام پر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جائے‘‘؛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ہدف</w:t>
      </w:r>
      <w:r>
        <w:rPr>
          <w:rtl/>
          <w:lang w:bidi="ur-PK"/>
        </w:rPr>
        <w:t>! 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موقع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گوشے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کھڑا ہو جو نہ صرف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سے آشنا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کلمات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لغت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الف ب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ہدف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لب گشائ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فلاں ہدف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تھا(کہ جس کا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ہدف سے سرے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کو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ہے)!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کہاں سے اور کس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پرکہہ رہے ہو؟!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کاا 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جملہ </w:t>
      </w:r>
      <w:r>
        <w:rPr>
          <w:rtl/>
          <w:lang w:bidi="ur-PK"/>
        </w:rPr>
        <w:lastRenderedPageBreak/>
        <w:t>ہے کہ ’’</w:t>
      </w:r>
      <w:r w:rsidRPr="00082277">
        <w:rPr>
          <w:rStyle w:val="libArabicChar"/>
          <w:rtl/>
        </w:rPr>
        <w:t xml:space="preserve">و </w:t>
      </w:r>
      <w:r w:rsidRPr="00082277">
        <w:rPr>
          <w:rStyle w:val="libArabicChar"/>
          <w:rFonts w:hint="cs"/>
          <w:rtl/>
        </w:rPr>
        <w:t>يُعمَلَ وَبِفَرَائِضِکَ وَاَحکَامِکَ وسُنَنِکَ</w:t>
      </w:r>
      <w:r w:rsidRPr="004C1FD1">
        <w:rPr>
          <w:rFonts w:hint="cs"/>
          <w:rtl/>
        </w:rPr>
        <w:t xml:space="preserve">‘‘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زمانے کے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صال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جانوں کو صرف اِ 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قربان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 احکام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آخر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،احکام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عمل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مضمر ہے ،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عدل وانصاف، احکام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عمل کرنے سے ملتا ہے اور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آزاد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احکام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ع</w:t>
      </w:r>
      <w:r>
        <w:rPr>
          <w:rFonts w:hint="eastAsia"/>
          <w:rtl/>
          <w:lang w:bidi="ur-PK"/>
        </w:rPr>
        <w:t>مل</w:t>
      </w:r>
      <w:r>
        <w:rPr>
          <w:rtl/>
          <w:lang w:bidi="ur-PK"/>
        </w:rPr>
        <w:t xml:space="preserve"> کرنے سے وابستہ ہے۔ اِن لوگوں کوآزاد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کہاں سے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انسان ،احکام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خواہشات کو پاسکتا ہے۔ </w:t>
      </w:r>
      <w:r w:rsidR="00082277" w:rsidRPr="00082277">
        <w:rPr>
          <w:rStyle w:val="libFootnotenumChar"/>
          <w:rFonts w:hint="cs"/>
          <w:rtl/>
        </w:rPr>
        <w:t>(6)</w:t>
      </w:r>
    </w:p>
    <w:p w:rsidR="00E723FC" w:rsidRDefault="00E723FC" w:rsidP="00E723FC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E723FC" w:rsidRDefault="00082277" w:rsidP="00E723FC">
      <w:pPr>
        <w:pStyle w:val="libFootnote"/>
        <w:rPr>
          <w:rtl/>
        </w:rPr>
      </w:pPr>
      <w:r w:rsidRPr="0077300E">
        <w:rPr>
          <w:rFonts w:hint="cs"/>
          <w:rtl/>
        </w:rPr>
        <w:t>1</w:t>
      </w:r>
      <w:r w:rsidR="00E723FC">
        <w:rPr>
          <w:rFonts w:hint="cs"/>
          <w:rtl/>
        </w:rPr>
        <w:t xml:space="preserve"> بحار الانوار ج</w:t>
      </w:r>
      <w:r w:rsidR="001928B4" w:rsidRPr="0077300E">
        <w:rPr>
          <w:rFonts w:hint="cs"/>
          <w:rtl/>
        </w:rPr>
        <w:t>1</w:t>
      </w:r>
      <w:r w:rsidR="0077300E" w:rsidRPr="0077300E">
        <w:rPr>
          <w:rFonts w:hint="cs"/>
          <w:rtl/>
        </w:rPr>
        <w:t>00</w:t>
      </w:r>
      <w:r w:rsidR="00E723FC">
        <w:rPr>
          <w:rFonts w:hint="cs"/>
          <w:rtl/>
        </w:rPr>
        <w:t xml:space="preserve">، ص </w:t>
      </w:r>
      <w:r w:rsidR="0077300E" w:rsidRPr="0077300E">
        <w:rPr>
          <w:rFonts w:hint="cs"/>
          <w:rtl/>
        </w:rPr>
        <w:t>79</w:t>
      </w:r>
    </w:p>
    <w:p w:rsidR="00E723FC" w:rsidRDefault="00082277" w:rsidP="00082277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E723FC">
        <w:rPr>
          <w:rFonts w:hint="cs"/>
          <w:rtl/>
        </w:rPr>
        <w:t xml:space="preserve"> و </w:t>
      </w:r>
      <w:r w:rsidRPr="0077300E">
        <w:rPr>
          <w:rFonts w:hint="cs"/>
          <w:rtl/>
        </w:rPr>
        <w:t>3</w:t>
      </w:r>
      <w:r w:rsidR="00E723FC">
        <w:rPr>
          <w:rFonts w:hint="cs"/>
          <w:rtl/>
        </w:rPr>
        <w:t xml:space="preserve"> حوالہ سابق</w:t>
      </w:r>
    </w:p>
    <w:p w:rsidR="00E723FC" w:rsidRDefault="00082277" w:rsidP="00082277">
      <w:pPr>
        <w:pStyle w:val="libFootnote"/>
        <w:rPr>
          <w:rtl/>
        </w:rPr>
      </w:pPr>
      <w:r w:rsidRPr="0077300E">
        <w:rPr>
          <w:rFonts w:hint="cs"/>
          <w:rtl/>
        </w:rPr>
        <w:t>4</w:t>
      </w:r>
      <w:r w:rsidR="00E723FC">
        <w:rPr>
          <w:rFonts w:hint="cs"/>
          <w:rtl/>
        </w:rPr>
        <w:t xml:space="preserve"> و </w:t>
      </w:r>
      <w:r w:rsidRPr="0077300E">
        <w:rPr>
          <w:rFonts w:hint="cs"/>
          <w:rtl/>
        </w:rPr>
        <w:t>5</w:t>
      </w:r>
      <w:r w:rsidR="00E723FC">
        <w:rPr>
          <w:rFonts w:hint="cs"/>
          <w:rtl/>
        </w:rPr>
        <w:t xml:space="preserve"> حوالہ سابق</w:t>
      </w:r>
    </w:p>
    <w:p w:rsidR="00734EFD" w:rsidRDefault="00082277" w:rsidP="00E723FC">
      <w:pPr>
        <w:pStyle w:val="libFootnote"/>
        <w:rPr>
          <w:rtl/>
        </w:rPr>
      </w:pPr>
      <w:r w:rsidRPr="0077300E">
        <w:rPr>
          <w:rFonts w:hint="cs"/>
          <w:rtl/>
        </w:rPr>
        <w:t>6</w:t>
      </w:r>
      <w:r w:rsidR="00734EFD">
        <w:rPr>
          <w:rFonts w:hint="cs"/>
          <w:rtl/>
        </w:rPr>
        <w:t xml:space="preserve"> محرم کی</w:t>
      </w:r>
      <w:r w:rsidR="00734EFD">
        <w:rPr>
          <w:rtl/>
        </w:rPr>
        <w:t xml:space="preserve"> آمد سے قبل علمائ اور مبلغ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ن</w:t>
      </w:r>
      <w:r w:rsidR="00734EFD">
        <w:rPr>
          <w:rtl/>
        </w:rPr>
        <w:t xml:space="preserve"> سے خطاب 12/4/2000</w:t>
      </w:r>
    </w:p>
    <w:p w:rsidR="00E723FC" w:rsidRDefault="00E723FC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82" w:name="_Toc500672064"/>
      <w:r>
        <w:rPr>
          <w:rFonts w:hint="eastAsia"/>
          <w:rtl/>
          <w:lang w:bidi="ur-PK"/>
        </w:rPr>
        <w:lastRenderedPageBreak/>
        <w:t>کربلا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اسرار و رُموز</w:t>
      </w:r>
      <w:bookmarkEnd w:id="82"/>
    </w:p>
    <w:p w:rsidR="00734EFD" w:rsidRDefault="001928B4" w:rsidP="00D346F5">
      <w:pPr>
        <w:pStyle w:val="Heading2Center"/>
        <w:rPr>
          <w:rtl/>
          <w:lang w:bidi="ur-PK"/>
        </w:rPr>
      </w:pPr>
      <w:bookmarkStart w:id="83" w:name="_Toc500672065"/>
      <w:r w:rsidRPr="001928B4">
        <w:rPr>
          <w:rFonts w:hint="cs"/>
          <w:rtl/>
        </w:rPr>
        <w:t>1</w:t>
      </w:r>
      <w:r w:rsidR="00734EFD">
        <w:rPr>
          <w:rFonts w:hint="cs"/>
          <w:rtl/>
          <w:lang w:bidi="ur-PK"/>
        </w:rPr>
        <w:t>۔عوام کے سوئے ہوئے ضمی</w:t>
      </w:r>
      <w:r w:rsidR="00734EFD">
        <w:rPr>
          <w:rFonts w:hint="eastAsia"/>
          <w:rtl/>
          <w:lang w:bidi="ur-PK"/>
        </w:rPr>
        <w:t>روں</w:t>
      </w:r>
      <w:r w:rsidR="00734EFD">
        <w:rPr>
          <w:rtl/>
          <w:lang w:bidi="ur-PK"/>
        </w:rPr>
        <w:t xml:space="preserve"> ک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ب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دار</w:t>
      </w:r>
      <w:r w:rsidR="00734EFD">
        <w:rPr>
          <w:rFonts w:hint="cs"/>
          <w:rtl/>
          <w:lang w:bidi="ur-PK"/>
        </w:rPr>
        <w:t>ی</w:t>
      </w:r>
      <w:bookmarkEnd w:id="83"/>
    </w:p>
    <w:p w:rsidR="00D346F5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مبارکہ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ساپہلوموجو</w:t>
      </w:r>
      <w:r>
        <w:rPr>
          <w:rtl/>
          <w:lang w:bidi="ur-PK"/>
        </w:rPr>
        <w:t xml:space="preserve"> د ہے کہ جس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 وبالاپہاڑ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اطراف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اپنے دامن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 اور وہ’’ کربلا‘‘ ہے 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اتنے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واقعات ، مطالب ،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، خطبات اور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مو</w:t>
      </w:r>
      <w:r>
        <w:rPr>
          <w:rFonts w:hint="eastAsia"/>
          <w:rtl/>
          <w:lang w:bidi="ur-PK"/>
        </w:rPr>
        <w:t>جود</w:t>
      </w:r>
      <w:r>
        <w:rPr>
          <w:rtl/>
          <w:lang w:bidi="ur-PK"/>
        </w:rPr>
        <w:t xml:space="preserve"> ہے کہ اگر کربلا کا واقعہ رونمانہ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دوسرے ہر معصوم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احکامات اورروا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منبع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واقعہ کربلا اتنا اہم ہے کہ آپ امام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پہلو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واقعہ کو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واقعہ کربلا ا</w:t>
      </w:r>
      <w:r>
        <w:rPr>
          <w:rFonts w:hint="eastAsia"/>
          <w:rtl/>
          <w:lang w:bidi="ur-PK"/>
        </w:rPr>
        <w:t>تنا</w:t>
      </w:r>
      <w:r>
        <w:rPr>
          <w:rtl/>
          <w:lang w:bidi="ur-PK"/>
        </w:rPr>
        <w:t xml:space="preserve"> اہم ہے کہ آج روز ولادت باسعادت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tl/>
          <w:lang w:bidi="ur-PK"/>
        </w:rPr>
        <w:t>’’</w:t>
      </w:r>
      <w:r w:rsidRPr="00D346F5">
        <w:rPr>
          <w:rStyle w:val="libArabicChar"/>
          <w:rtl/>
        </w:rPr>
        <w:t>بَکَت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</w:t>
      </w:r>
      <w:r w:rsidR="00D346F5" w:rsidRPr="00D346F5">
        <w:rPr>
          <w:rStyle w:val="libArabicChar"/>
          <w:rFonts w:hint="cs"/>
          <w:rtl/>
        </w:rPr>
        <w:t xml:space="preserve"> </w:t>
      </w:r>
      <w:r w:rsidRPr="00D346F5">
        <w:rPr>
          <w:rStyle w:val="libArabicChar"/>
          <w:rFonts w:hint="eastAsia"/>
          <w:rtl/>
        </w:rPr>
        <w:t>السَمَآئُ</w:t>
      </w:r>
      <w:r w:rsidRPr="00D346F5">
        <w:rPr>
          <w:rStyle w:val="libArabicChar"/>
          <w:rtl/>
        </w:rPr>
        <w:t xml:space="preserve"> وَمَن عَل</w:t>
      </w:r>
      <w:r w:rsidRPr="00D346F5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َا‘‘</w:t>
      </w:r>
      <w:r w:rsidRPr="00D346F5">
        <w:rPr>
          <w:rStyle w:val="libArabicChar"/>
          <w:rtl/>
        </w:rPr>
        <w:t xml:space="preserve"> </w:t>
      </w:r>
      <w:r w:rsidRPr="00D346F5">
        <w:rPr>
          <w:rFonts w:hint="cs"/>
          <w:rtl/>
        </w:rPr>
        <w:t>ی</w:t>
      </w:r>
      <w:r w:rsidRPr="00D346F5">
        <w:rPr>
          <w:rFonts w:hint="eastAsia"/>
          <w:rtl/>
        </w:rPr>
        <w:t>ا</w:t>
      </w:r>
      <w:r w:rsidRPr="00D346F5">
        <w:rPr>
          <w:rStyle w:val="libArabicChar"/>
          <w:rtl/>
        </w:rPr>
        <w:t xml:space="preserve"> ’’مَن فِ</w:t>
      </w:r>
      <w:r w:rsidRPr="00D346F5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اور ’’ </w:t>
      </w:r>
      <w:r w:rsidRPr="00D346F5">
        <w:rPr>
          <w:rStyle w:val="libArabicChar"/>
          <w:rtl/>
        </w:rPr>
        <w:t>وَالاَرضُ وَمَن عَلَ</w:t>
      </w:r>
      <w:r w:rsidRPr="00D346F5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</w:t>
      </w:r>
      <w:r w:rsidRPr="00D346F5">
        <w:rPr>
          <w:rStyle w:val="libArabicChar"/>
          <w:rtl/>
        </w:rPr>
        <w:t xml:space="preserve"> وَ لَمَّا </w:t>
      </w:r>
      <w:r w:rsidRPr="00D346F5">
        <w:rPr>
          <w:rStyle w:val="libArabicChar"/>
          <w:rFonts w:hint="cs"/>
          <w:rtl/>
        </w:rPr>
        <w:t>يَط</w:t>
      </w:r>
      <w:r w:rsidRPr="00D346F5">
        <w:rPr>
          <w:rStyle w:val="libArabicChar"/>
          <w:rtl/>
        </w:rPr>
        <w:t>َآ لَا بَتَ</w:t>
      </w:r>
      <w:r w:rsidRPr="00D346F5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</w:t>
      </w:r>
      <w:r w:rsidR="00D346F5" w:rsidRPr="00D346F5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>، ’’امام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پر</w:t>
      </w:r>
      <w:r>
        <w:rPr>
          <w:rtl/>
          <w:lang w:bidi="ur-PK"/>
        </w:rPr>
        <w:t xml:space="preserve"> آسمان اور اہل آسمان 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اُس پر رہنے والوں نے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ا‘‘</w:t>
      </w:r>
      <w:r>
        <w:rPr>
          <w:rtl/>
          <w:lang w:bidi="ur-PK"/>
        </w:rPr>
        <w:t>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جہان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نے اُن پر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بے مثل و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واقعہ کربلا اور شہادت عظم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 ا</w:t>
      </w:r>
      <w:r>
        <w:rPr>
          <w:rFonts w:hint="eastAsia"/>
          <w:rtl/>
          <w:lang w:bidi="ur-PK"/>
        </w:rPr>
        <w:t>کسٹھ</w:t>
      </w:r>
      <w:r>
        <w:rPr>
          <w:rtl/>
          <w:lang w:bidi="ur-PK"/>
        </w:rPr>
        <w:t xml:space="preserve"> ہجر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روزِ عاشورا سامنے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واقعہ تھا کہ جس پرصد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آخر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واقعہ تھا کہ جو پہلے سے مقدّر تھا؟ ’’</w:t>
      </w:r>
      <w:r w:rsidRPr="00D346F5">
        <w:rPr>
          <w:rStyle w:val="libArabicChar"/>
          <w:rtl/>
        </w:rPr>
        <w:t>اَلمَدعُوّ لِشَ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ادَتِ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قَبلِ استِ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لَا لِ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وَ وِ لَادَتِ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>
        <w:rPr>
          <w:rtl/>
          <w:lang w:bidi="ur-PK"/>
        </w:rPr>
        <w:t xml:space="preserve">‘‘ ، </w:t>
      </w:r>
      <w:r w:rsidR="00D346F5" w:rsidRPr="00D346F5">
        <w:rPr>
          <w:rStyle w:val="libFootnotenumChar"/>
          <w:rFonts w:hint="cs"/>
          <w:rtl/>
        </w:rPr>
        <w:t>(2)</w:t>
      </w:r>
      <w:r w:rsidRPr="004C1FD1">
        <w:rPr>
          <w:rFonts w:hint="cs"/>
          <w:rtl/>
        </w:rPr>
        <w:t xml:space="preserve"> ’’قبل اِس کے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ںدرجہ</w:t>
      </w:r>
      <w:r>
        <w:rPr>
          <w:rtl/>
          <w:lang w:bidi="ur-PK"/>
        </w:rPr>
        <w:t xml:space="preserve"> شہادت سے منسوب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تا اور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نام سے پکارا جاتا تھا‘‘۔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معلوم ہوتا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راز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کہ جو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رکھتا ہے۔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سے متعلق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اپنے فہم و ادراک کے مطابق اِس واقعہ کو سمجھا ہے۔ بعض نے اُسے حکومت کے حصول کے ہدف تک محدود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بعض نے اُسے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مختلف مسائل تک بہت چھوٹا اور کم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والا ب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جبکہ بعض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جنہوں نے واقعہ کربلا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پہلووں کو پہچانا، اُس پر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قلم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اِن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چاہتا؛وہ مطلب کے جسے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مدّ نظر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زمانہ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ظہور کرنے</w:t>
      </w:r>
      <w:r w:rsidR="00D346F5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والے</w:t>
      </w:r>
      <w:r>
        <w:rPr>
          <w:rtl/>
          <w:lang w:bidi="ur-PK"/>
        </w:rPr>
        <w:t xml:space="preserve"> اِس نئے مظہر ’’اسلام‘‘ کو اُس کے ظہور سے قبل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ظہور کے آغاز سے لاحق خطرات کوپروردگار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پہلے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اُن خطرات سے مقابلے کے وسائل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</w:t>
      </w:r>
      <w:r>
        <w:rPr>
          <w:rtl/>
          <w:lang w:bidi="ur-PK"/>
        </w:rPr>
        <w:lastRenderedPageBreak/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ںمدنظررکھاگ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</w:t>
      </w:r>
      <w:r>
        <w:rPr>
          <w:rtl/>
          <w:lang w:bidi="ur-PK"/>
        </w:rPr>
        <w:t>۔بالکل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وسالم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کہ </w:t>
      </w: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عالم نے اپنے دفاع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اُس کے اندر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مثلاً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کہ جس کے موجد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نئر</w:t>
      </w:r>
      <w:r>
        <w:rPr>
          <w:rtl/>
          <w:lang w:bidi="ur-PK"/>
        </w:rPr>
        <w:t xml:space="preserve"> نے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کا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اُس کے ساتھ رکھا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D346F5">
      <w:pPr>
        <w:pStyle w:val="Heading2Center"/>
        <w:rPr>
          <w:rtl/>
          <w:lang w:bidi="ur-PK"/>
        </w:rPr>
      </w:pPr>
      <w:bookmarkStart w:id="84" w:name="_Toc500672066"/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قسم کے خطرات اور اُن سے مقابلے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84"/>
    </w:p>
    <w:p w:rsidR="00734EFD" w:rsidRDefault="00734EFD" w:rsidP="00E723F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اپنے ظہور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قسم کے خطرات کا سامنا کررہا ہے اور اُسے اِن خطرات کا مقابلہ کرنے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؛خداوند عالم نے اِن وسائل کو خود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D346F5">
      <w:pPr>
        <w:pStyle w:val="Heading2Center"/>
        <w:rPr>
          <w:rtl/>
          <w:lang w:bidi="ur-PK"/>
        </w:rPr>
      </w:pPr>
      <w:bookmarkStart w:id="85" w:name="_Toc500672067"/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bookmarkEnd w:id="8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توجہ</w:t>
      </w:r>
      <w:r>
        <w:rPr>
          <w:rtl/>
          <w:lang w:bidi="ur-PK"/>
        </w:rPr>
        <w:t xml:space="preserve"> طلب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خطرہ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دو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اسلام کو لاحق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اِن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دشمنوں کا خطرہ ہے اور دوسرا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خطرہ۔ب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سے مراد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سرحد پار مختلف قسم کے اسلحوں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نظام کے وجود،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فکر،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عقائد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اپنا نشانا بنانا۔ اِس خطرے کا آپ نے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خود مشاہدہ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دشمن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نظام کو صفحہ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نابود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بہت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تھے کہ جنہوں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صلہ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وہ اِس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کو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>۔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دشمنوں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مراد ہے؟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سے مرادصرف مخالف ملک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ملک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کے مخالف افرادبھ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کے زُمرے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خواہ وہ ملک کے اندر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ہوں۔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بہت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دشمن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اِس نظام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لاتعلق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اظہار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کے مخالف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زمرے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ںآتے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ہر قسم کے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اسلحے،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اور اپنے پاس موجود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اِس نظام کو نابو د ک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دشمن ہے۔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86" w:name="_Toc500672068"/>
      <w:r>
        <w:rPr>
          <w:rFonts w:hint="eastAsia"/>
          <w:rtl/>
          <w:lang w:bidi="ur-PK"/>
        </w:rPr>
        <w:t>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bookmarkEnd w:id="86"/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دشمن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 ٹوٹ پھوٹ اور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’’اپنوں‘‘ کے اعمال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’’اپنے لوگ‘‘ ممکن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رہتے ہوئے ذہن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ہونے،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کے غالب آنے،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جلووں کو توجہ اور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آفت کا شکار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البتہ اِس کا خطرہ پہلے دشمن اور آفت کے خطرے سے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قسم کے دشمن ?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اندرن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دشمن(آفت و بلا)? ہر نظام ومکتب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وج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اسلام نے اِن دونوں آفتوں کا مقابلہ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’’جہاد‘‘ کو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جہاد صرف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ہے۔’’ج</w:t>
      </w:r>
      <w:r w:rsidRPr="00D346F5">
        <w:rPr>
          <w:rStyle w:val="libArabicChar"/>
          <w:rtl/>
        </w:rPr>
        <w:t>َا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ِدِالکُفَّارَ وَالمُنَافِقِ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</w:t>
      </w:r>
      <w:r w:rsidR="00D346F5" w:rsidRPr="00D346F5">
        <w:rPr>
          <w:rStyle w:val="libFootnotenumChar"/>
          <w:rFonts w:hint="cs"/>
          <w:rtl/>
        </w:rPr>
        <w:t>(3)</w:t>
      </w:r>
      <w:r w:rsidRPr="004C1FD1">
        <w:rPr>
          <w:rFonts w:hint="cs"/>
          <w:rtl/>
        </w:rPr>
        <w:t>،’’کفار اور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جہاد کرو‘‘،(کفار باہراور)منافق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نظام و مکتب کے اندر رہ کر حملہ </w:t>
      </w:r>
      <w:r>
        <w:rPr>
          <w:rFonts w:hint="eastAsia"/>
          <w:rtl/>
          <w:lang w:bidi="ur-PK"/>
        </w:rPr>
        <w:t>آور</w:t>
      </w:r>
      <w:r>
        <w:rPr>
          <w:rtl/>
          <w:lang w:bidi="ur-PK"/>
        </w:rPr>
        <w:t xml:space="preserve"> ہوتا ہے لہٰذا اِن سب سے جہاد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۔جہاد دراصل اُس دشمن سے مقابلہ ہے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اعتقاد نہ رکھنے اوراُس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اُس پر حملہ آور ہوتا ہے۔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ٹوٹ پھوٹ کا مقابلہ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دُن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انسان کے سامنے کھل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 w:rsidRPr="00D346F5">
        <w:rPr>
          <w:rStyle w:val="libArabicChar"/>
          <w:rtl/>
        </w:rPr>
        <w:t>’’اِعلَمُوااَنَّمَا الحَ</w:t>
      </w:r>
      <w:r w:rsidRPr="00D346F5">
        <w:rPr>
          <w:rStyle w:val="libArabicChar"/>
          <w:rFonts w:hint="cs"/>
          <w:rtl/>
        </w:rPr>
        <w:t>يَا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ُ</w:t>
      </w:r>
      <w:r w:rsidRPr="00D346F5">
        <w:rPr>
          <w:rStyle w:val="libArabicChar"/>
          <w:rFonts w:hint="eastAsia"/>
          <w:rtl/>
        </w:rPr>
        <w:t>الدُّن</w:t>
      </w:r>
      <w:r w:rsidRPr="00D346F5">
        <w:rPr>
          <w:rStyle w:val="libArabicChar"/>
          <w:rFonts w:hint="cs"/>
          <w:rtl/>
        </w:rPr>
        <w:t>يَالَعِب</w:t>
      </w:r>
      <w:r w:rsidRPr="00D346F5">
        <w:rPr>
          <w:rStyle w:val="libArabicChar"/>
          <w:rtl/>
        </w:rPr>
        <w:t xml:space="preserve"> وَلَ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و وَزِ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Fonts w:hint="eastAsia"/>
          <w:rtl/>
        </w:rPr>
        <w:t>نَ</w:t>
      </w:r>
      <w:r w:rsidR="001928B4" w:rsidRPr="001928B4">
        <w:rPr>
          <w:rStyle w:val="libArabicChar"/>
          <w:rFonts w:hint="cs"/>
          <w:rtl/>
        </w:rPr>
        <w:t>ة</w:t>
      </w:r>
      <w:r w:rsidRPr="00D346F5">
        <w:rPr>
          <w:rStyle w:val="libArabicChar"/>
          <w:rtl/>
        </w:rPr>
        <w:t xml:space="preserve"> و تَفَاخُر?بَ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Fonts w:hint="eastAsia"/>
          <w:rtl/>
        </w:rPr>
        <w:t>نَکُم</w:t>
      </w:r>
      <w:r w:rsidRPr="00D346F5">
        <w:rPr>
          <w:rStyle w:val="libArabicChar"/>
          <w:rtl/>
        </w:rPr>
        <w:t xml:space="preserve"> وَتَکَاثُر فِ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tl/>
        </w:rPr>
        <w:t xml:space="preserve"> الاَموَالِ وَاَولاَدِ ‘‘</w:t>
      </w:r>
      <w:r>
        <w:rPr>
          <w:rtl/>
          <w:lang w:bidi="ur-PK"/>
        </w:rPr>
        <w:t xml:space="preserve"> </w:t>
      </w:r>
      <w:r w:rsidR="00D346F5" w:rsidRPr="00D346F5">
        <w:rPr>
          <w:rStyle w:val="libFootnotenumChar"/>
          <w:rFonts w:hint="cs"/>
          <w:rtl/>
        </w:rPr>
        <w:t>(4)</w:t>
      </w:r>
      <w:r w:rsidRPr="004C1FD1">
        <w:rPr>
          <w:rFonts w:hint="cs"/>
          <w:rtl/>
        </w:rPr>
        <w:t xml:space="preserve"> ’’ جان لو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تماشا،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نت،</w:t>
      </w:r>
      <w:r>
        <w:rPr>
          <w:rtl/>
          <w:lang w:bidi="ur-PK"/>
        </w:rPr>
        <w:t xml:space="preserve"> آ</w:t>
      </w: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فخر کرنا اور مال و اولادک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پر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فخر و مباہات کرنا ہے‘‘۔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و دولت ،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لذات آپ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آپ اِن سے استفادہ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مجبور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اِن سے وابستہ ہے ؛ن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اِس 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 شبہ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آپ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اِ ن کو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اِن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لذتوںو جلووں کو اپنا ہدف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اِن ضرورتوں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چشم بستہ حرکت کرنا اور اِن کے حصول اور اِن سے بہرہ مند ہونے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اپنے ہدف کو فراموش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بہت خطرناک ہے۔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جنگ کے شجاع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دل انسان،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گفتگو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انسان اِس انتظار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ہے کہ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گفتگو جہاد و جنگ اور قوتِ بازو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ہم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نہج البلاغہ کے خطبات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تر گفتگو اور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زہدو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،اخلاق،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بلند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اجاگر کرنے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خصوصاً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پہلو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جہاد و جنگ اور زہد و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اخلاق،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جلوہ افروز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 اور نفس دونوں سے جہادنے سب سے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D346F5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جلوہ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خداوند عالم اِس بات کو جانتا 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گا لہٰذا اِس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سب سے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مثال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چاہتا تھاکہ جو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 سکے؛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شعبہ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درجے پر آنے والے افراد اور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ئن،</w:t>
      </w:r>
      <w:r>
        <w:rPr>
          <w:rtl/>
          <w:lang w:bidi="ur-PK"/>
        </w:rPr>
        <w:t xml:space="preserve">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شعبے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 باعث بنتے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کے ذہن کو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سے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ہے جبکہ عاشورا اور کربلاب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اور نفس کے دو محاذوں پر لڑ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جنگ سے عبارت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پہلا محاذ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سے مقابلے کا محاذ ہے جو عبارت ہے اُس زمانے کے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نظام حکومت اور جونکوں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نظام قدرت و سلطنت سے چمٹے ہوئے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طلب افراد سے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نظام حکومت و خلافت کہ جسے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طلب اور شہرت پرست افراد نے اسلام اور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بتائے ہوئے راستے کے بالکل مخالف سمت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حرکت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؛جبکہ</w:t>
      </w:r>
      <w:r>
        <w:rPr>
          <w:rtl/>
          <w:lang w:bidi="ur-PK"/>
        </w:rPr>
        <w:t xml:space="preserve"> دوسرا محاذ باطن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جہاد کا محاذ کہلاتا ہے کہ اُس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صورتحال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پورا معاشرا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مطابق حرکت کررہا تھا۔</w:t>
      </w:r>
    </w:p>
    <w:p w:rsidR="00734EFD" w:rsidRDefault="001928B4" w:rsidP="00D346F5">
      <w:pPr>
        <w:pStyle w:val="Heading2Center"/>
        <w:rPr>
          <w:rtl/>
          <w:lang w:bidi="ur-PK"/>
        </w:rPr>
      </w:pPr>
      <w:bookmarkStart w:id="87" w:name="_Toc500672069"/>
      <w:r w:rsidRPr="001928B4">
        <w:rPr>
          <w:rFonts w:hint="cs"/>
          <w:rtl/>
        </w:rPr>
        <w:t>2</w:t>
      </w:r>
      <w:r w:rsidR="00734EFD" w:rsidRPr="001928B4">
        <w:rPr>
          <w:rFonts w:hint="cs"/>
          <w:rtl/>
        </w:rPr>
        <w:t>۔لوگوں کے خواب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دہ</w:t>
      </w:r>
      <w:r w:rsidR="00734EFD">
        <w:rPr>
          <w:rtl/>
          <w:lang w:bidi="ur-PK"/>
        </w:rPr>
        <w:t xml:space="preserve"> ضم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روں</w:t>
      </w:r>
      <w:r w:rsidR="00734EFD">
        <w:rPr>
          <w:rtl/>
          <w:lang w:bidi="ur-PK"/>
        </w:rPr>
        <w:t xml:space="preserve"> کو جگا نا</w:t>
      </w:r>
      <w:bookmarkEnd w:id="87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نکتہ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نکتہ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اگر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مبارک ہاتھوں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 کچھ عرصہ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تھا اور اِس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کاموں کا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جاچکا تھاتود</w:t>
      </w:r>
      <w:r>
        <w:rPr>
          <w:rFonts w:hint="eastAsia"/>
          <w:rtl/>
          <w:lang w:bidi="ur-PK"/>
        </w:rPr>
        <w:t>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فتوحات نے اِسلام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مملکت کا دائرہ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ممالک کے کونے کونے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سرکوب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گئے تھے ۔فتوحات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 فتح شدہ علاقوں سے آنے والے مالِ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غوطہ ور ہونے لگے اوراِ س مالِ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منصفانہ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افراد مالدار اور ثروتمندبن گئے اور کچھ’’ طبقہ اشراف‘‘م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جانے لگے۔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88" w:name="_Toc500672070"/>
      <w:r>
        <w:rPr>
          <w:rFonts w:hint="eastAsia"/>
          <w:rtl/>
          <w:lang w:bidi="ur-PK"/>
        </w:rPr>
        <w:t>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بزرگ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ہونا</w:t>
      </w:r>
      <w:bookmarkEnd w:id="88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اُس وقت ہوا کہ جب اسلام نے اشراف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،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اور دولت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منصفانہ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تر اور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تر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کا قلع قمع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کے کچھ عرصے بعد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’’اشراف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ت‘‘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لبادہ اوڑھ کر نئے تاس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شدہ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بہت سے عناصر ، اسلام کا نام لے کر سامنے آئے، اُنہوں نے ’’فلاں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>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ٹے‘‘</w:t>
      </w:r>
      <w:r>
        <w:rPr>
          <w:rtl/>
          <w:lang w:bidi="ur-PK"/>
        </w:rPr>
        <w:t xml:space="preserve"> اور’’ رسول اللہ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فلاں رشتہ دار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ٹے‘‘</w:t>
      </w:r>
      <w:r>
        <w:rPr>
          <w:rtl/>
          <w:lang w:bidi="ur-PK"/>
        </w:rPr>
        <w:t xml:space="preserve"> کے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عنوان سے ناشائستہ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مناسب کاموں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افراد کے نام اُن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کرتوتوں کے ساتھ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اوراق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سامنے آئے کہ جنہوںنے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چار سو اسّ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</w:t>
      </w:r>
      <w:r w:rsidR="001928B4" w:rsidRPr="0077300E">
        <w:rPr>
          <w:rFonts w:hint="cs"/>
          <w:rtl/>
          <w:lang w:bidi="ur-PK"/>
        </w:rPr>
        <w:t>4</w:t>
      </w:r>
      <w:r w:rsidR="0077300E" w:rsidRPr="0077300E">
        <w:rPr>
          <w:rFonts w:hint="cs"/>
          <w:rtl/>
          <w:lang w:bidi="ur-PK"/>
        </w:rPr>
        <w:t>80</w:t>
      </w:r>
      <w:r w:rsidRPr="004C1FD1">
        <w:rPr>
          <w:rFonts w:hint="cs"/>
          <w:rtl/>
        </w:rPr>
        <w:t>) درہم کے مِہرُ السُّن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(شرع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مہر) کہ جسے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اوائلِ اسلام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مسلمانوں نے رائج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کے بجائے دس لاکھ (ا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)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مثقال خالص سونا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کون لوگ تھے؟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بڑے بڑے صحاب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ٹے،</w:t>
      </w:r>
      <w:r>
        <w:rPr>
          <w:rtl/>
          <w:lang w:bidi="ur-PK"/>
        </w:rPr>
        <w:t xml:space="preserve"> مثلاً مصعب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افراد۔ جب ہم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نظام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مکتب کا اندر سے خراب ہونا تو اُس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کہ جب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بدل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جنم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شہوت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مہلک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زہرکو آہستہ آہستہ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ماحول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سُورماتھا جو سامنے آتا جو شہامت وشجاعت اور جرآت و حوصلے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ابن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خلاف آواز حق بلند کرتا؟ اُس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معاشرے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کون سا شخص تھا جو اُس نظام حکومت کے خلاف آواز اٹھانے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کرتا؟!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</w:t>
      </w:r>
      <w:r>
        <w:rPr>
          <w:rFonts w:hint="eastAsia"/>
          <w:rtl/>
          <w:lang w:bidi="ur-PK"/>
        </w:rPr>
        <w:t>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و نوش اورشراب و کباب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کو فکر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ظلم و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دوں پر قائم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اِس با طل نظامِ حکومت کے سامنے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کھڑا ہو!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راہ ہموار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عام مسلمانوں کو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انحراف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لے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راحت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اہم بات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لوگوں کے سوئے ہوئے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لہٰذا آپ توجہ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بہت سے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مذہب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بعد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گرے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 رہے البتہ اِن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اموں</w:t>
      </w:r>
      <w:r>
        <w:rPr>
          <w:rtl/>
          <w:lang w:bidi="ur-PK"/>
        </w:rPr>
        <w:t xml:space="preserve">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کوں</w:t>
      </w:r>
      <w:r>
        <w:rPr>
          <w:rtl/>
          <w:lang w:bidi="ur-PK"/>
        </w:rPr>
        <w:t xml:space="preserve"> کو سرکوب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اہم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کودشمن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سرکوب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تلخ ضرور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تلخ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معاشرہ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پر پہنچ جائے کہ وہ اپنے دشمن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ردعمل کو ظاہر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قدرت کو کھو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بڑا خطرہ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1928B4" w:rsidP="00D346F5">
      <w:pPr>
        <w:pStyle w:val="Heading2Center"/>
        <w:rPr>
          <w:rtl/>
          <w:lang w:bidi="ur-PK"/>
        </w:rPr>
      </w:pPr>
      <w:bookmarkStart w:id="89" w:name="_Toc500672071"/>
      <w:r w:rsidRPr="001928B4">
        <w:rPr>
          <w:rFonts w:hint="cs"/>
          <w:rtl/>
          <w:lang w:bidi="ur-PK"/>
        </w:rPr>
        <w:t>3</w:t>
      </w:r>
      <w:r w:rsidR="00734EFD" w:rsidRPr="001928B4">
        <w:rPr>
          <w:rFonts w:hint="cs"/>
          <w:rtl/>
        </w:rPr>
        <w:t>۔امام حس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ن</w:t>
      </w:r>
      <w:r w:rsidR="00734EFD">
        <w:rPr>
          <w:rtl/>
          <w:lang w:bidi="ur-PK"/>
        </w:rPr>
        <w:t xml:space="preserve"> کا تا ر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خ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کار نا مہ</w:t>
      </w:r>
      <w:bookmarkEnd w:id="8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حکومتوں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ہوئے کہ جواوائلِ اسلام سے زمان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فاصلہ رکھنے کے با وجود امام حسن مجتب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ظلم و ستم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سے مقابلے کرنے والے افرادسے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عزم و ارادے کے مالک تھے۔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سرکوب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بہرحال اِن لوگوں نے ظالمانِ وقت کے خلاف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اہل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سے جو ’’واقعہ حرّہ‘‘ کے نام سے معروف ہے ،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اور بعد کے واقعات اور تواب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مختار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تک اور وہاں سے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کے زمانے تک </w:t>
      </w:r>
      <w:r>
        <w:rPr>
          <w:rFonts w:hint="eastAsia"/>
          <w:rtl/>
          <w:lang w:bidi="ur-PK"/>
        </w:rPr>
        <w:t>مختلف</w:t>
      </w:r>
      <w:r>
        <w:rPr>
          <w:rtl/>
          <w:lang w:bidi="ur-PK"/>
        </w:rPr>
        <w:t xml:space="preserve"> قسم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مسلسل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 رہے ، اِن تمام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اموں</w:t>
      </w:r>
      <w:r>
        <w:rPr>
          <w:rtl/>
          <w:lang w:bidi="ur-PK"/>
        </w:rPr>
        <w:t xml:space="preserve"> کا 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تھا؟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! </w:t>
      </w:r>
      <w:r>
        <w:rPr>
          <w:rtl/>
          <w:lang w:bidi="ur-PK"/>
        </w:rPr>
        <w:lastRenderedPageBreak/>
        <w:t>اگر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 ماتے تومعاشرے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کاہل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فرارک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عادت، ظلم 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قبول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وںکہتے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اُس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قبول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 مرچک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بزرگ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مرکز ’’شہر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نہ‘‘</w:t>
      </w:r>
      <w:r>
        <w:rPr>
          <w:rtl/>
          <w:lang w:bidi="ur-PK"/>
        </w:rPr>
        <w:t xml:space="preserve"> سے مکہ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گئے؛ ’’ابن عباس</w:t>
      </w:r>
      <w:r>
        <w:rPr>
          <w:rtl/>
          <w:lang w:bidi="fa-IR"/>
        </w:rPr>
        <w:t xml:space="preserve">۱ ‘‘ </w:t>
      </w:r>
      <w:r>
        <w:rPr>
          <w:rtl/>
          <w:lang w:bidi="ur-PK"/>
        </w:rPr>
        <w:t>، ’’پسر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fa-IR"/>
        </w:rPr>
        <w:t>۱ ‘‘</w:t>
      </w:r>
      <w:r>
        <w:rPr>
          <w:rtl/>
          <w:lang w:bidi="ur-PK"/>
        </w:rPr>
        <w:t xml:space="preserve">،’’ ابن عمر </w:t>
      </w:r>
      <w:r>
        <w:rPr>
          <w:rtl/>
          <w:lang w:bidi="fa-IR"/>
        </w:rPr>
        <w:t xml:space="preserve">۱ ‘‘ </w:t>
      </w:r>
      <w:r>
        <w:rPr>
          <w:rtl/>
          <w:lang w:bidi="ur-PK"/>
        </w:rPr>
        <w:t xml:space="preserve">اور صدر اسلام کے خلفا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سب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وجود</w:t>
      </w:r>
      <w:r>
        <w:rPr>
          <w:rtl/>
          <w:lang w:bidi="ur-PK"/>
        </w:rPr>
        <w:t xml:space="preserve">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بات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کہ اُس خون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کرے۔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شروع سے قبل عالم اسلام کے خاص الخاص افراد اور بزرگ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قدم اٹھانے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روح زندہ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درس ہے کہ جو واقعہ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دوسرے درسوں کے ساتھ موجود ہے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اِس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’’</w:t>
      </w:r>
      <w:r w:rsidRPr="00D346F5">
        <w:rPr>
          <w:rStyle w:val="libArabicChar"/>
          <w:rtl/>
        </w:rPr>
        <w:t>اَلمَدعُوّ لِشَ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َادَتِ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قَبلَ اِستِ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لَالِ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وَوِلَادَتِ</w:t>
      </w:r>
      <w:r w:rsidR="001928B4" w:rsidRPr="001928B4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‘‘ِ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باسعادت سے قبل ’’</w:t>
      </w:r>
      <w:r w:rsidRPr="00D346F5">
        <w:rPr>
          <w:rStyle w:val="libArabicChar"/>
          <w:rtl/>
        </w:rPr>
        <w:t>بَکَت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السَّمَآئُ وَ مَن فِ</w:t>
      </w:r>
      <w:r w:rsidRPr="00D346F5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</w:t>
      </w:r>
      <w:r w:rsidRPr="00D346F5">
        <w:rPr>
          <w:rStyle w:val="libArabicChar"/>
          <w:rtl/>
        </w:rPr>
        <w:t xml:space="preserve"> وَالاَرضُ وَمَن عَلَ</w:t>
      </w:r>
      <w:r w:rsidRPr="00D346F5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لوگوں کو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غم اور </w:t>
      </w:r>
      <w:r>
        <w:rPr>
          <w:rFonts w:hint="eastAsia"/>
          <w:rtl/>
          <w:lang w:bidi="ur-PK"/>
        </w:rPr>
        <w:t>عزائ</w:t>
      </w:r>
      <w:r>
        <w:rPr>
          <w:rtl/>
          <w:lang w:bidi="ur-PK"/>
        </w:rPr>
        <w:t xml:space="preserve"> اور اُس کے خاص احترام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اِن دعاوں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پر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اِن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</w:t>
      </w:r>
      <w:r w:rsidR="00D346F5" w:rsidRPr="00D346F5">
        <w:rPr>
          <w:rStyle w:val="libFootnotenumChar"/>
          <w:rFonts w:hint="cs"/>
          <w:rtl/>
        </w:rPr>
        <w:t>(4)</w:t>
      </w:r>
    </w:p>
    <w:p w:rsidR="00734EFD" w:rsidRDefault="001928B4" w:rsidP="00D346F5">
      <w:pPr>
        <w:pStyle w:val="Heading2Center"/>
        <w:rPr>
          <w:rtl/>
          <w:lang w:bidi="ur-PK"/>
        </w:rPr>
      </w:pPr>
      <w:bookmarkStart w:id="90" w:name="_Toc500672072"/>
      <w:r w:rsidRPr="001928B4">
        <w:rPr>
          <w:rFonts w:hint="cs"/>
          <w:rtl/>
        </w:rPr>
        <w:t>4</w:t>
      </w:r>
      <w:r w:rsidR="00734EFD" w:rsidRPr="001928B4">
        <w:rPr>
          <w:rFonts w:hint="cs"/>
          <w:rtl/>
        </w:rPr>
        <w:t>۔واقعہ کربلا ک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انفراد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ت</w:t>
      </w:r>
      <w:r w:rsidR="00734EFD">
        <w:rPr>
          <w:rtl/>
          <w:lang w:bidi="ur-PK"/>
        </w:rPr>
        <w:t xml:space="preserve"> و عظمت!</w:t>
      </w:r>
      <w:bookmarkEnd w:id="90"/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،تا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اُفق سے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غروب ہونے والا سورج ہے!واقعہ کر بلاکے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اتنے انمٹ نقوش چھوڑے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وجوہات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واقعہ کربلا اِ س جہت سے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کمال کا حامل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اِس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وفداکار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استثنائ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مافوق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 سے آج تک بے شمار جنگوں، شہادتوں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داستانوں سے پُر ہے۔ ہم نے اپنے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مشاہدہ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بہت سے افراد نے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داستانوں کو رقم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سخت سے سخت سے حالات کو</w:t>
      </w:r>
      <w:r>
        <w:rPr>
          <w:rFonts w:hint="eastAsia"/>
          <w:rtl/>
          <w:lang w:bidi="ur-PK"/>
        </w:rPr>
        <w:t>تحمل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فراوان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آپ نے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اِن کا 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اِن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، واقعہ کربلا سے قابل موازنہ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بدر واحد اور اوائلِ اسلام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شہدائ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انسان جب غوروفکر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تو سمجھت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ہمارے چند آئمہ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اُنہوں 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کو مخاطب کرتے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’’</w:t>
      </w:r>
      <w:r w:rsidRPr="00D346F5">
        <w:rPr>
          <w:rStyle w:val="libArabicChar"/>
          <w:rtl/>
        </w:rPr>
        <w:t xml:space="preserve">لَا </w:t>
      </w:r>
      <w:r w:rsidRPr="00D346F5">
        <w:rPr>
          <w:rStyle w:val="libArabicChar"/>
          <w:rFonts w:hint="cs"/>
          <w:rtl/>
        </w:rPr>
        <w:t>يَومَ کَيَومِکَ يَا اَبَا عَبدِ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</w:t>
      </w:r>
      <w:r w:rsidRPr="004C1FD1">
        <w:rPr>
          <w:rFonts w:hint="cs"/>
          <w:rtl/>
        </w:rPr>
        <w:t xml:space="preserve">‘‘،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 اے ابا عبد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>(امام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) !کوئ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واقعہ، آپ کے واقعہ کربلا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آپ کے دن ’’عاشورا‘‘ کے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ہے‘‘!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چونکہ</w:t>
      </w:r>
      <w:r>
        <w:rPr>
          <w:rtl/>
          <w:lang w:bidi="ur-PK"/>
        </w:rPr>
        <w:t xml:space="preserve"> واقعہ کربلا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استثنائ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ہے۔</w:t>
      </w:r>
    </w:p>
    <w:p w:rsidR="00734EFD" w:rsidRDefault="00734EFD" w:rsidP="00E723F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 کا لبّ لباب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ظلم و ستم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فقط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کہ جنہوں نے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(بزرگ و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) نے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دوستو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افراد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کچھ افراد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گروہ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مقابلہ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 سکتا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و بہانے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فرار کرگ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ابن عباس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تراشا، عبداللہ بن جعفر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بہانہ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عبداللہ بن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کا سہارا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صحابہ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او ر تابع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</w:t>
      </w:r>
      <w:r>
        <w:rPr>
          <w:rtl/>
          <w:lang w:bidi="ur-PK"/>
        </w:rPr>
        <w:t xml:space="preserve"> سے تعلق رکھنے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مشہور و معروف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صاحبانِ مقام و منزلت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مبارزہ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وقت تھا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افرادباتوں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کے دفاع کو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جو ظالم ہے، رحم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مخالف گروہوں اور افرادکو سرکوب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اِن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عمل سے فرار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گوشہ و کنار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جاکر پناہ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کتاو</w:t>
      </w:r>
      <w:r>
        <w:rPr>
          <w:rtl/>
          <w:lang w:bidi="ur-PK"/>
        </w:rPr>
        <w:t xml:space="preserve"> تنہا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اور تو اور اپنے اِس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لگے اور امام ح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آکر اُن سے اصرار کرنے لگے کہ ’’آقا!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خلاف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جنگ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دل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>۔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91" w:name="_Toc500672073"/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 کربلا کا ہے کہ خوف بس خدا کا ہے</w:t>
      </w:r>
      <w:bookmarkEnd w:id="9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عبرت ہے کہ جہاں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خوف کا شکار ہو جا 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جہاں دشمن اپنے تمام رُعب و دبدبے اور لاو لشکر کے ساتھ مقابلے پر آتا ہے ، جہاں سب اِس بات کا احساس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اُنہوں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رکھا تو عالم غربت و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دان جنگ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ہضم کرجائے گا، وہ مقام کہ جہاں انسانوں کے باطن اور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کے جوہر پہچانے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وقت کہ جب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و تعداد کے ساتھ موجود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ںمصمّم</w:t>
      </w:r>
      <w:r>
        <w:rPr>
          <w:rtl/>
          <w:lang w:bidi="ur-PK"/>
        </w:rPr>
        <w:t xml:space="preserve"> ارادوں کا مالک، آ 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عزم والا اور دشمن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جرآت</w:t>
      </w:r>
      <w:r>
        <w:rPr>
          <w:rtl/>
          <w:lang w:bidi="ur-PK"/>
        </w:rPr>
        <w:t xml:space="preserve"> و شہادت کا مظاہرہ کرنے والا صرف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واضح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جب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معروف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توکچھ افراد اُن کے گرد جمع ہوجاتے اور جمع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ہوا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کتنا سخت و دشوار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کرکے امام کو چھوڑ گئے اوروہ افراد جو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مکے سے چلے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کے ساتھ شامل ہوتے رہے، شب عاشورا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بہت کم رہ </w:t>
      </w:r>
      <w:r>
        <w:rPr>
          <w:rtl/>
          <w:lang w:bidi="ur-PK"/>
        </w:rPr>
        <w:lastRenderedPageBreak/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روزِ عاشورا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صرف بہتّر (</w:t>
      </w:r>
      <w:r w:rsidR="0077300E" w:rsidRPr="0077300E">
        <w:rPr>
          <w:rFonts w:hint="cs"/>
          <w:rtl/>
          <w:lang w:bidi="ur-PK"/>
        </w:rPr>
        <w:t>7</w:t>
      </w:r>
      <w:r w:rsidR="001928B4" w:rsidRPr="0077300E">
        <w:rPr>
          <w:rFonts w:hint="cs"/>
          <w:rtl/>
          <w:lang w:bidi="ur-PK"/>
        </w:rPr>
        <w:t>2</w:t>
      </w:r>
      <w:r w:rsidRPr="004C1FD1">
        <w:rPr>
          <w:rFonts w:hint="cs"/>
          <w:rtl/>
        </w:rPr>
        <w:t>)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ت؛ل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قتل ہونے اور گھر والوں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بنائے جانے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ذلت</w:t>
      </w:r>
      <w:r>
        <w:rPr>
          <w:rtl/>
          <w:lang w:bidi="ur-PK"/>
        </w:rPr>
        <w:t xml:space="preserve"> وپست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رُسوائ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خِ</w:t>
      </w:r>
      <w:r>
        <w:rPr>
          <w:rtl/>
          <w:lang w:bidi="ur-PK"/>
        </w:rPr>
        <w:t xml:space="preserve"> اسلام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مجاہد و مبارز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خطرناک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اتنے سخت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کھڑے ہوئے اور ذرّہ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و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شکار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براب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مظلوم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بزرگ ہے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مظلوم ہے اور اُس نے عالم غربت و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شہادت کو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92" w:name="_Toc500672074"/>
      <w:r>
        <w:rPr>
          <w:rFonts w:hint="eastAsia"/>
          <w:rtl/>
          <w:lang w:bidi="ur-PK"/>
        </w:rPr>
        <w:t>داد</w:t>
      </w:r>
      <w:r>
        <w:rPr>
          <w:rtl/>
          <w:lang w:bidi="ur-PK"/>
        </w:rPr>
        <w:t xml:space="preserve"> وتحس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عالم غربت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کا فرق</w:t>
      </w:r>
      <w:bookmarkEnd w:id="9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بہت</w:t>
      </w:r>
      <w:r>
        <w:rPr>
          <w:rtl/>
          <w:lang w:bidi="ur-PK"/>
        </w:rPr>
        <w:t xml:space="preserve"> فرق ہے اُس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فداکار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جذبات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رکھتا ہے، عوام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نعرے لگات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ہے۔اُس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کے چاروں طرف جو ش وجذبات رکھنے والے افرادموجود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جانتا ہے کہ اگر وہ زخم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کس قسم کے جذبات سے اُس کے ساتھ برتاو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اُس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عالم غربت و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اورانحراف و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ظلمت 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و انصار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و اِعانت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دشمن کے تمام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کے باوجود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کھڑا ہوکر مقابلہ کرتا ہے اور اپنے جسم و جان کو قضائے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سپرد کرتے ہوئے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ہونے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ہوجاتا ہے 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شہدائے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شہدائ ،راہِ خدا 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ںجہاد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احساس کرتے ہوئے دشمن کے رعب و دبد</w:t>
      </w: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سے ہرگز خوف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ہوئے، نہ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خوف وو حشت نے اُ ن کے حوصلوں کو پست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اُنہوںنے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دشمن کے مقابلے سے فرار کا جواز فراہم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کہ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رہبر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قوم کوعظمت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جاہ وجلال اور رعب و دبدبے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لانا اور خوف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نہ ہونا۔</w:t>
      </w:r>
    </w:p>
    <w:p w:rsidR="00734EFD" w:rsidRDefault="001928B4" w:rsidP="00D346F5">
      <w:pPr>
        <w:pStyle w:val="Heading2Center"/>
        <w:rPr>
          <w:rtl/>
          <w:lang w:bidi="ur-PK"/>
        </w:rPr>
      </w:pPr>
      <w:bookmarkStart w:id="93" w:name="_Toc500672075"/>
      <w:r w:rsidRPr="001928B4">
        <w:rPr>
          <w:rFonts w:hint="cs"/>
          <w:rtl/>
        </w:rPr>
        <w:t>5</w:t>
      </w:r>
      <w:r w:rsidR="00734EFD" w:rsidRPr="001928B4">
        <w:rPr>
          <w:rFonts w:hint="cs"/>
          <w:rtl/>
        </w:rPr>
        <w:t>۔امام حس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ن</w:t>
      </w:r>
      <w:r w:rsidR="00734EFD">
        <w:rPr>
          <w:rtl/>
          <w:lang w:bidi="ur-PK"/>
        </w:rPr>
        <w:t xml:space="preserve"> ک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مختصر اور بڑ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مدت ک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کام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اب</w:t>
      </w:r>
      <w:r w:rsidR="00734EFD">
        <w:rPr>
          <w:rFonts w:hint="cs"/>
          <w:rtl/>
          <w:lang w:bidi="ur-PK"/>
        </w:rPr>
        <w:t>ی</w:t>
      </w:r>
      <w:bookmarkEnd w:id="93"/>
    </w:p>
    <w:p w:rsidR="00734EFD" w:rsidRDefault="00734EFD" w:rsidP="00082277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جانتے تھے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آپ کا دشمن اُس معاشرے اور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اُن کے خلاف زہر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سے بھردے گا۔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کہ جو اپنے زمانے، اُس کے تقاضوں ، وقت کے دھارے اور دشمن کو نہ پہچان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وہ اِس بات 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طرح</w:t>
      </w:r>
      <w:r>
        <w:rPr>
          <w:rtl/>
          <w:lang w:bidi="ur-PK"/>
        </w:rPr>
        <w:t xml:space="preserve"> آگاہ وبا خبرتھے کہ اُن کا دشمن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خباثت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گا، اِس کے باجود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رکھتے تھے کہ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اور مظلومانہ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بالآخر دشمن کو مختصر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شکست سے دوچار کردے گا اور </w:t>
      </w:r>
      <w:r>
        <w:rPr>
          <w:rtl/>
          <w:lang w:bidi="ur-PK"/>
        </w:rPr>
        <w:lastRenderedPageBreak/>
        <w:t>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سراسر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</w:t>
      </w:r>
      <w:r w:rsidR="00082277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 کرے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دالشہدا</w:t>
      </w:r>
      <w:r>
        <w:rPr>
          <w:rtl/>
          <w:lang w:bidi="ur-PK"/>
        </w:rPr>
        <w:t xml:space="preserve"> شکست کھا گئے۔قتل ہو نا شکست کھانا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 کے ہاتھوں قتل ہونا شکست کھانے کے برابر ہوسکتاہے، جو اپنے ہدف کو حاصل نہ کرسکے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شکست اُس کا مقدر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دشمنوں کا ہدف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اسلام اور نبوت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صفحہ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لہٰذا اُن افراد نے شکست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افراد اپنے مقصد کے حصول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ہوسکے۔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کا ہدف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دشمنان اسلام کے منصوبوںکو ناکام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جس کے مطابق وہ پورے معاشرے کو اپنے افکار و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مطابق بناچکے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بنارہے تھے؛ آپ کا ہدف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اسلام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صدائے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حقان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اوراسلام کا دشمن مغلوب ہوجائے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مختصر مدت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ہوئے۔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94" w:name="_Toc500672076"/>
      <w:r>
        <w:rPr>
          <w:rFonts w:hint="eastAsia"/>
          <w:rtl/>
          <w:lang w:bidi="ur-PK"/>
        </w:rPr>
        <w:t>مختصر</w:t>
      </w:r>
      <w:r>
        <w:rPr>
          <w:rtl/>
          <w:lang w:bidi="ur-PK"/>
        </w:rPr>
        <w:t xml:space="preserve"> مدت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  <w:bookmarkEnd w:id="94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مختصر</w:t>
      </w:r>
      <w:r>
        <w:rPr>
          <w:rtl/>
          <w:lang w:bidi="ur-PK"/>
        </w:rPr>
        <w:t xml:space="preserve"> مدت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کواِس طرح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آپ کے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ام،</w:t>
      </w:r>
      <w:r>
        <w:rPr>
          <w:rtl/>
          <w:lang w:bidi="ur-PK"/>
        </w:rPr>
        <w:t xml:space="preserve"> مظلومانہ شہادت اور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کو ہلا ڈالا، اِس واقعہ کے بعد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ئے اسلام بالخصوص مکہ 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پے در پے واقعات رونما ہوئے جو آل ابو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ختم </w:t>
      </w:r>
      <w:r>
        <w:rPr>
          <w:rFonts w:hint="eastAsia"/>
          <w:rtl/>
          <w:lang w:bidi="ur-PK"/>
        </w:rPr>
        <w:t>ہوئے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چار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آل ابوسف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مکمل طور پر نابود ہوگئے 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تھا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بے 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عداوت و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بغض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اِس طرح اُس مظلوم امام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ادِ</w:t>
      </w:r>
      <w:r>
        <w:rPr>
          <w:rtl/>
          <w:lang w:bidi="ur-PK"/>
        </w:rPr>
        <w:t xml:space="preserve"> مظلو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سامنے مغلوب ہوجائے گا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چار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>!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95" w:name="_Toc500672077"/>
      <w:r>
        <w:rPr>
          <w:rFonts w:hint="eastAsia"/>
          <w:rtl/>
          <w:lang w:bidi="ur-PK"/>
        </w:rPr>
        <w:t>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  <w:bookmarkEnd w:id="9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ہوئے؛آپ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اسلام کو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مستحکم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اقوام نے رشد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اہے؟</w:t>
      </w:r>
      <w:r>
        <w:rPr>
          <w:rtl/>
          <w:lang w:bidi="ur-PK"/>
        </w:rPr>
        <w:t>!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علوم اور فقہ نے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شرفت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بالآخر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گزرنے کے بعد 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کا پرچم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بلند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مقامات پر لہرا رہا ہے!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اُس کا خاندان،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طرح دن بہ دن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شرفت</w:t>
      </w:r>
      <w:r>
        <w:rPr>
          <w:rtl/>
          <w:lang w:bidi="ur-PK"/>
        </w:rPr>
        <w:t xml:space="preserve">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تھا؟ وہ تو چاہتے تھے کہ اسلام کو جڑوں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نکال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قرآن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>کا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آج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کے برعکس ہے ۔ پس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کا وہ مجاہد و مبارز جو ظلم و ستم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سامنے مظلومانہ طور پر کھڑا ہوا، جس کا خون بہا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جس کے خاندان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تمام </w:t>
      </w:r>
      <w:r>
        <w:rPr>
          <w:rtl/>
          <w:lang w:bidi="ur-PK"/>
        </w:rPr>
        <w:lastRenderedPageBreak/>
        <w:t>جہات سے اپنے دشمن پر غ</w:t>
      </w:r>
      <w:r>
        <w:rPr>
          <w:rFonts w:hint="eastAsia"/>
          <w:rtl/>
          <w:lang w:bidi="ur-PK"/>
        </w:rPr>
        <w:t>الب</w:t>
      </w:r>
      <w:r>
        <w:rPr>
          <w:rtl/>
          <w:lang w:bidi="ur-PK"/>
        </w:rPr>
        <w:t xml:space="preserve"> 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قوموں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درس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معاصر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، صدورِ مملکت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استدان</w:t>
      </w:r>
      <w:r>
        <w:rPr>
          <w:rtl/>
          <w:lang w:bidi="ur-PK"/>
        </w:rPr>
        <w:t xml:space="preserve"> حضرات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مسلمان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’’ہم نے مقابلے اور جدوجہد کا راستہ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ہے‘‘۔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96" w:name="_Toc500672078"/>
      <w:r>
        <w:rPr>
          <w:rFonts w:hint="eastAsia"/>
          <w:rtl/>
          <w:lang w:bidi="ur-PK"/>
        </w:rPr>
        <w:t>ہمارا</w:t>
      </w:r>
      <w:r>
        <w:rPr>
          <w:rtl/>
          <w:lang w:bidi="ur-PK"/>
        </w:rPr>
        <w:t xml:space="preserve"> 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انقلاب، انقلاب کربلا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جلوہ ہے</w:t>
      </w:r>
      <w:bookmarkEnd w:id="96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خود</w:t>
      </w:r>
      <w:r>
        <w:rPr>
          <w:rtl/>
          <w:lang w:bidi="ur-PK"/>
        </w:rPr>
        <w:t xml:space="preserve"> ہماراا 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زندہ مثال ہے۔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نے جہاد و استقامت کو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اور اُنہوں نے اِس بات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باور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 xml:space="preserve"> کہ اپنے ہدف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قتل ہونا، مغلوب ہونے اور شکست کھانے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زاُنہوں</w:t>
      </w:r>
      <w:r>
        <w:rPr>
          <w:rtl/>
          <w:lang w:bidi="ur-PK"/>
        </w:rPr>
        <w:t xml:space="preserve"> نے </w:t>
      </w: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بات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مسلح دشمن کے سامنے عقب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باعث ہوتاہے اور دشمن کتنا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رعب و دبدبے والا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جہاد کرنے والا گروہ اور مجاہد اگر مومن ہوں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پر توکل کرتے ہوئے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آخرکاردشمن کو شکست سے دوچار ہونا پڑے گا 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با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گروہ کے قدم چومے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جو کچھ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بہنوں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کرنا چاہتا ہوں 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آپ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کربلا تاق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مشعلِ راہ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زندہ و جاو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اور کربلا مثال ہے اِس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انسان اپنے دشمن کے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رعب و دبدبے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خوف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شکار نہ ہو اور ہم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اِس کا امتحان دے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D346F5">
      <w:pPr>
        <w:pStyle w:val="Heading2Center"/>
        <w:rPr>
          <w:rtl/>
          <w:lang w:bidi="ur-PK"/>
        </w:rPr>
      </w:pPr>
      <w:bookmarkStart w:id="97" w:name="_Toc500672079"/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عزت وسر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</w:t>
      </w:r>
      <w:bookmarkEnd w:id="97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اسلام کے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بہتر (</w:t>
      </w:r>
      <w:r w:rsidR="0077300E" w:rsidRPr="0077300E">
        <w:rPr>
          <w:rFonts w:hint="cs"/>
          <w:rtl/>
          <w:lang w:bidi="ur-PK"/>
        </w:rPr>
        <w:t>7</w:t>
      </w:r>
      <w:r w:rsidR="001928B4" w:rsidRPr="0077300E">
        <w:rPr>
          <w:rFonts w:hint="cs"/>
          <w:rtl/>
          <w:lang w:bidi="ur-PK"/>
        </w:rPr>
        <w:t>2</w:t>
      </w:r>
      <w:r w:rsidRPr="004C1FD1">
        <w:rPr>
          <w:rFonts w:hint="cs"/>
          <w:rtl/>
        </w:rPr>
        <w:t>) افراد کے ساتھ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کا ہرگز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قدم اٹھائے گا اور جہاد و استقامت کے پُرخطر راستے پر نکلے گا وہ حتماً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قوم</w:t>
      </w:r>
      <w:r>
        <w:rPr>
          <w:rtl/>
          <w:lang w:bidi="ur-PK"/>
        </w:rPr>
        <w:t xml:space="preserve"> الحمد للہ آج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چلنے کا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امتحان دے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آج مسلمان قوموں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اقوام عالم کے سامنے عظمت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آپ نے انقلاب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قبل جو کچھ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جس راہ پر قدم اٹھائے وہ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دشمن سے ن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ڈرنا اور تا دندان مسلح دشمن کے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آمادگ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آٹھ</w:t>
      </w:r>
      <w:r>
        <w:rPr>
          <w:rtl/>
          <w:lang w:bidi="ur-PK"/>
        </w:rPr>
        <w:t xml:space="preserve"> سالہ جنگ کے دوران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صورتحال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اُس کے مقابلے پر مشرق و مغرب کا استعمار کھڑا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خوف کا شکار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ہم نے اِس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اپنے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بہت سے افراد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و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کوراہِ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ںقربان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بہت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سالوں تک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اور آج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افراد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عزت و عظمت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تک جا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اسلام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؛آج اسلام کا پرچم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 لہرار ہا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اُس استقامت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کانت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 </w:t>
      </w:r>
      <w:r w:rsidR="00D346F5" w:rsidRPr="00082277">
        <w:rPr>
          <w:rStyle w:val="libFootnotenumChar"/>
          <w:rFonts w:hint="cs"/>
          <w:rtl/>
        </w:rPr>
        <w:t>(5)</w:t>
      </w:r>
    </w:p>
    <w:p w:rsidR="00E723FC" w:rsidRDefault="00E723FC" w:rsidP="00E723FC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E723FC" w:rsidRDefault="00D346F5" w:rsidP="00E723FC">
      <w:pPr>
        <w:pStyle w:val="libFootnote"/>
        <w:rPr>
          <w:rtl/>
        </w:rPr>
      </w:pPr>
      <w:r>
        <w:rPr>
          <w:rFonts w:hint="cs"/>
          <w:rtl/>
        </w:rPr>
        <w:t>1</w:t>
      </w:r>
      <w:r w:rsidR="00E723FC">
        <w:rPr>
          <w:rFonts w:hint="cs"/>
          <w:rtl/>
        </w:rPr>
        <w:t xml:space="preserve"> عمال سوم شعبان ، مفاتی</w:t>
      </w:r>
      <w:r w:rsidR="00E723FC">
        <w:rPr>
          <w:rFonts w:hint="eastAsia"/>
          <w:rtl/>
        </w:rPr>
        <w:t>ح</w:t>
      </w:r>
      <w:r w:rsidR="00E723FC">
        <w:rPr>
          <w:rtl/>
        </w:rPr>
        <w:t xml:space="preserve"> الجنان</w:t>
      </w:r>
    </w:p>
    <w:p w:rsidR="00E723FC" w:rsidRDefault="00D346F5" w:rsidP="00E723FC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E723FC">
        <w:rPr>
          <w:rFonts w:hint="cs"/>
          <w:rtl/>
        </w:rPr>
        <w:t xml:space="preserve"> اعمال سوم شعبان ، مفاتی</w:t>
      </w:r>
      <w:r w:rsidR="00E723FC">
        <w:rPr>
          <w:rFonts w:hint="eastAsia"/>
          <w:rtl/>
        </w:rPr>
        <w:t>ح</w:t>
      </w:r>
      <w:r w:rsidR="00E723FC">
        <w:rPr>
          <w:rtl/>
        </w:rPr>
        <w:t xml:space="preserve"> الجنان</w:t>
      </w:r>
    </w:p>
    <w:p w:rsidR="00E723FC" w:rsidRDefault="00D346F5" w:rsidP="00E723FC">
      <w:pPr>
        <w:pStyle w:val="libFootnote"/>
        <w:rPr>
          <w:rtl/>
        </w:rPr>
      </w:pPr>
      <w:r w:rsidRPr="0077300E">
        <w:rPr>
          <w:rFonts w:hint="cs"/>
          <w:rtl/>
        </w:rPr>
        <w:t>3</w:t>
      </w:r>
      <w:r w:rsidR="00E723FC">
        <w:rPr>
          <w:rFonts w:hint="cs"/>
          <w:rtl/>
        </w:rPr>
        <w:t xml:space="preserve"> سورئہ توبہ / </w:t>
      </w:r>
      <w:r w:rsidR="0077300E" w:rsidRPr="0077300E">
        <w:rPr>
          <w:rFonts w:hint="cs"/>
          <w:rtl/>
        </w:rPr>
        <w:t>7</w:t>
      </w:r>
      <w:r w:rsidR="001928B4" w:rsidRPr="0077300E">
        <w:rPr>
          <w:rFonts w:hint="cs"/>
          <w:rtl/>
        </w:rPr>
        <w:t>3</w:t>
      </w:r>
      <w:r w:rsidR="00E723FC">
        <w:rPr>
          <w:rFonts w:hint="cs"/>
          <w:rtl/>
        </w:rPr>
        <w:t xml:space="preserve"> </w:t>
      </w:r>
      <w:r w:rsidR="001928B4" w:rsidRPr="0077300E">
        <w:rPr>
          <w:rFonts w:hint="cs"/>
          <w:rtl/>
        </w:rPr>
        <w:t>2</w:t>
      </w:r>
      <w:r w:rsidR="00E723FC">
        <w:rPr>
          <w:rFonts w:hint="cs"/>
          <w:rtl/>
        </w:rPr>
        <w:t xml:space="preserve"> سورئہ حدی</w:t>
      </w:r>
      <w:r w:rsidR="00E723FC">
        <w:rPr>
          <w:rFonts w:hint="eastAsia"/>
          <w:rtl/>
        </w:rPr>
        <w:t>د</w:t>
      </w:r>
      <w:r w:rsidR="00E723FC">
        <w:rPr>
          <w:rtl/>
        </w:rPr>
        <w:t xml:space="preserve"> / </w:t>
      </w:r>
      <w:r w:rsidR="001928B4" w:rsidRPr="0077300E">
        <w:rPr>
          <w:rFonts w:hint="cs"/>
          <w:rtl/>
        </w:rPr>
        <w:t>2</w:t>
      </w:r>
      <w:r w:rsidR="0077300E" w:rsidRPr="0077300E">
        <w:rPr>
          <w:rFonts w:hint="cs"/>
          <w:rtl/>
        </w:rPr>
        <w:t>0</w:t>
      </w:r>
    </w:p>
    <w:p w:rsidR="00E723FC" w:rsidRDefault="00D346F5" w:rsidP="00E723FC">
      <w:pPr>
        <w:pStyle w:val="libFootnote"/>
        <w:rPr>
          <w:rtl/>
        </w:rPr>
      </w:pPr>
      <w:r w:rsidRPr="0077300E">
        <w:rPr>
          <w:rFonts w:hint="cs"/>
          <w:rtl/>
        </w:rPr>
        <w:t>4</w:t>
      </w:r>
      <w:r w:rsidR="00E723FC">
        <w:rPr>
          <w:rFonts w:hint="cs"/>
          <w:rtl/>
        </w:rPr>
        <w:t xml:space="preserve"> سپاہ پاسداران سے خطاب 26/1/1992</w:t>
      </w:r>
    </w:p>
    <w:p w:rsidR="00734EFD" w:rsidRDefault="00D346F5" w:rsidP="00E723FC">
      <w:pPr>
        <w:pStyle w:val="libFootnote"/>
        <w:rPr>
          <w:rtl/>
        </w:rPr>
      </w:pPr>
      <w:r w:rsidRPr="0077300E">
        <w:rPr>
          <w:rFonts w:hint="cs"/>
          <w:rtl/>
        </w:rPr>
        <w:t>5</w:t>
      </w:r>
      <w:r w:rsidR="00734EFD">
        <w:rPr>
          <w:rFonts w:hint="cs"/>
          <w:rtl/>
        </w:rPr>
        <w:t xml:space="preserve"> ماہ محرم کی</w:t>
      </w:r>
      <w:r w:rsidR="00734EFD">
        <w:rPr>
          <w:rtl/>
        </w:rPr>
        <w:t xml:space="preserve"> آمد سے قبل عوام</w:t>
      </w:r>
      <w:r w:rsidR="00734EFD">
        <w:rPr>
          <w:rFonts w:hint="cs"/>
          <w:rtl/>
        </w:rPr>
        <w:t>ی</w:t>
      </w:r>
      <w:r w:rsidR="00734EFD">
        <w:rPr>
          <w:rtl/>
        </w:rPr>
        <w:t xml:space="preserve"> اجتماع سے خطاب 1/7/1992</w:t>
      </w:r>
    </w:p>
    <w:p w:rsidR="00E723FC" w:rsidRDefault="00E723FC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34EFD" w:rsidRDefault="00734EFD" w:rsidP="004A3B2C">
      <w:pPr>
        <w:pStyle w:val="Heading2Center"/>
        <w:rPr>
          <w:rtl/>
          <w:lang w:bidi="ur-PK"/>
        </w:rPr>
      </w:pPr>
      <w:bookmarkStart w:id="98" w:name="_Toc500672080"/>
      <w:r>
        <w:rPr>
          <w:rFonts w:hint="eastAsia"/>
          <w:rtl/>
          <w:lang w:bidi="ur-PK"/>
        </w:rPr>
        <w:lastRenderedPageBreak/>
        <w:t>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خلاصہ</w:t>
      </w:r>
      <w:bookmarkEnd w:id="98"/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99" w:name="_Toc500672081"/>
      <w:r>
        <w:rPr>
          <w:rFonts w:hint="eastAsia"/>
          <w:rtl/>
          <w:lang w:bidi="ur-PK"/>
        </w:rPr>
        <w:t>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اور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خلاف جنگ!</w:t>
      </w:r>
      <w:bookmarkEnd w:id="9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اربع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جملہ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مختلف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ارتوں</w:t>
      </w:r>
      <w:r>
        <w:rPr>
          <w:rtl/>
          <w:lang w:bidi="ur-PK"/>
        </w:rPr>
        <w:t xml:space="preserve"> اور دعاوں کے جملوں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قابل تآمّل اور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زجملہ</w:t>
      </w:r>
      <w:r>
        <w:rPr>
          <w:rtl/>
          <w:lang w:bidi="ur-PK"/>
        </w:rPr>
        <w:t xml:space="preserve"> ہے اور وہ جملہ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</w:t>
      </w:r>
      <w:r w:rsidRPr="004A3B2C">
        <w:rPr>
          <w:rStyle w:val="libArabicChar"/>
          <w:rtl/>
        </w:rPr>
        <w:t>’’وَ بَذَلَ مَ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جَتَ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فِ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Fonts w:hint="eastAsia"/>
          <w:rtl/>
        </w:rPr>
        <w:t>کَ‘‘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پڑھنے والا خدا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مخاطب کرتے ہوئے کہتا ہے کہ’’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اور خون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ا‘‘؛</w:t>
      </w:r>
      <w:r w:rsidRPr="004A3B2C">
        <w:rPr>
          <w:rStyle w:val="libArabicChar"/>
          <w:rFonts w:hint="eastAsia"/>
          <w:rtl/>
        </w:rPr>
        <w:t>’’لِ</w:t>
      </w:r>
      <w:r w:rsidRPr="004A3B2C">
        <w:rPr>
          <w:rStyle w:val="libArabicChar"/>
          <w:rFonts w:hint="cs"/>
          <w:rtl/>
        </w:rPr>
        <w:t>يَستَنقِذَ</w:t>
      </w:r>
      <w:r w:rsidRPr="004A3B2C">
        <w:rPr>
          <w:rStyle w:val="libArabicChar"/>
          <w:rtl/>
        </w:rPr>
        <w:t xml:space="preserve"> عِبَادِکَ مِنَ الجَ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َالَ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4A3B2C">
        <w:rPr>
          <w:rStyle w:val="libArabicChar"/>
          <w:rtl/>
        </w:rPr>
        <w:t xml:space="preserve"> وَحَ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Fonts w:hint="eastAsia"/>
          <w:rtl/>
        </w:rPr>
        <w:t>رَ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4A3B2C">
        <w:rPr>
          <w:rStyle w:val="libArabicChar"/>
          <w:rFonts w:hint="eastAsia"/>
          <w:rtl/>
        </w:rPr>
        <w:t>الضَّلَالَ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‘</w:t>
      </w:r>
      <w:r>
        <w:rPr>
          <w:rtl/>
          <w:lang w:bidi="ur-PK"/>
        </w:rPr>
        <w:t xml:space="preserve"> ،’’تاکہ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بندوں کو جہالت سے نجات دلائ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ضلالت و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و سر</w:t>
      </w:r>
      <w:r>
        <w:rPr>
          <w:rFonts w:hint="eastAsia"/>
          <w:rtl/>
          <w:lang w:bidi="ur-PK"/>
        </w:rPr>
        <w:t>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باہرنکال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اِس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رُخ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اِس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دوسرا رخ جسے اِس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کا اگلا جملہ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ہے، </w:t>
      </w:r>
      <w:r w:rsidRPr="004A3B2C">
        <w:rPr>
          <w:rStyle w:val="libArabicChar"/>
          <w:rtl/>
        </w:rPr>
        <w:t>’’وَقَد تَوَازَرَ عَلَ</w:t>
      </w:r>
      <w:r w:rsidRPr="004A3B2C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 w:rsidRPr="004A3B2C">
        <w:rPr>
          <w:rStyle w:val="libArabicChar"/>
          <w:rtl/>
        </w:rPr>
        <w:t xml:space="preserve"> مَن غَرَّت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الدُّن</w:t>
      </w:r>
      <w:r w:rsidRPr="004A3B2C">
        <w:rPr>
          <w:rStyle w:val="libArabicChar"/>
          <w:rFonts w:hint="cs"/>
          <w:rtl/>
        </w:rPr>
        <w:t>يَا وَبَاعَ حَظَّ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بِالاَرذَلِ الاَدنٰٰٰٰ</w:t>
      </w:r>
      <w:r w:rsidRPr="004A3B2C">
        <w:rPr>
          <w:rStyle w:val="libArabicChar"/>
          <w:rFonts w:hint="cs"/>
          <w:rtl/>
        </w:rPr>
        <w:t>ی</w:t>
      </w:r>
      <w:r>
        <w:rPr>
          <w:rFonts w:hint="eastAsia"/>
          <w:rtl/>
          <w:lang w:bidi="ur-PK"/>
        </w:rPr>
        <w:t>‘‘</w:t>
      </w:r>
      <w:r>
        <w:rPr>
          <w:rtl/>
          <w:lang w:bidi="ur-PK"/>
        </w:rPr>
        <w:t xml:space="preserve"> ،اِس واقعہ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مدِ مقابل وہ لوگ تھے جو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کھا کر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کھو گئے تھے،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و منال،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شہوت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سے بے خود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</w:t>
      </w:r>
      <w:r w:rsidRPr="004A3B2C">
        <w:rPr>
          <w:rStyle w:val="libArabicChar"/>
          <w:rtl/>
        </w:rPr>
        <w:t>’’وَبَاعَ حَظَّ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بِالاَرذَلِ الاَدنٰ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Fonts w:hint="eastAsia"/>
          <w:rtl/>
        </w:rPr>
        <w:t>‘‘</w:t>
      </w:r>
      <w:r>
        <w:rPr>
          <w:rFonts w:hint="eastAsia"/>
          <w:rtl/>
          <w:lang w:bidi="ur-PK"/>
        </w:rPr>
        <w:t>؛’’اُنہوں</w:t>
      </w:r>
      <w:r>
        <w:rPr>
          <w:rtl/>
          <w:lang w:bidi="ur-PK"/>
        </w:rPr>
        <w:t xml:space="preserve"> نے اپنے حصے کو کوڑ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ڈالا‘‘۔ خداوند عالم نے عالم خلقت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حصہ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وہ حصہ ،دن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و خوش 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عبارت ہے۔ اِن لوگوں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چند روزہ 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عوض فروخت کرڈالا۔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خلاصہ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وہ عظمت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ذلت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غوروفکر کرنے سے انسان اِس بات کا احساس کرتا ہے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دو مختلف نگاہوں سے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نگاہ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درست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نگاہ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مجموعاً اِس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مختلف اورعظ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ابعاو جہات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نگاہ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سے متعلق ہے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فاسق، ظالم اور منحرف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خلاف تھال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آدھے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ختم ہو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نگاہ دوم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وہ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و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خلاف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۔صح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گرچہ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مقابلہ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کاصرف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اور پست انسان سے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مقابلہ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وپست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ذلت و رُسوائ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مقابلہ ہے اور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امام نے اِن سے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0" w:name="_Toc500672082"/>
      <w:r>
        <w:rPr>
          <w:rFonts w:hint="eastAsia"/>
          <w:rtl/>
          <w:lang w:bidi="ur-PK"/>
        </w:rPr>
        <w:t>امامت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bookmarkEnd w:id="100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کے ہاتھوں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،اگر ہم اِس تناظر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واقعہ کربلا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خلاصہ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اِ 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ت؛</w:t>
      </w:r>
      <w:r>
        <w:rPr>
          <w:rtl/>
          <w:lang w:bidi="ur-PK"/>
        </w:rPr>
        <w:t xml:space="preserve"> ظلم و جہالت اور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کے ہاتھوں پس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خواہ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شہنشائ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و بادشاہت،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ظلم و ستم اور جہالت 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نسبتاً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العرب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قائم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اُن سے بدتر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 جہالت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بادل چھائے ہوئے تھے۔ اِس ظلمت 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نور اسلام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لے،</w:t>
      </w:r>
      <w:r>
        <w:rPr>
          <w:rtl/>
          <w:lang w:bidi="ur-PK"/>
        </w:rPr>
        <w:t xml:space="preserve"> امداد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عوام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فرسا جدوجہد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العرب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علاقے کو منور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نور آہستہ آہستہ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لتا</w:t>
      </w:r>
      <w:r>
        <w:rPr>
          <w:rtl/>
          <w:lang w:bidi="ur-PK"/>
        </w:rPr>
        <w:t xml:space="preserve"> رہا اوراُس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علاقے کو منور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کا وصال ہوا تو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اگر وہ حکومت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بلاشک و شبہ وہ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کو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کچھ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زمانہ کے ظہور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ظہور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ہوتا وہ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ہوجاتا۔ امام زمانہ کے ظہور کے بعد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عدل و انصاف،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معرفت و محبت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اِس عالم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امام زمانہ کے ظہور کے بعد کے زمانے سے متعلق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صرف خدا ہے جانتا ہے کہ اُس وقت بشر کن عظمت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لتوں</w:t>
      </w:r>
      <w:r>
        <w:rPr>
          <w:rtl/>
          <w:lang w:bidi="ur-PK"/>
        </w:rPr>
        <w:t xml:space="preserve"> کو حاصل کرے گا۔ بنابراِ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کچھ خاص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نہ پاسکا۔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ظلم و ستم کے بجائے عدل و انصاف ؛ شرک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کو متفرق اور پرا کندہ کرنے کے بجائے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پروردگار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تمرکز؛ جہالت کے بجائے علم و معرفت اور حسد 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بجائے انسانوں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مداراکرنے کے رابطوں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قائم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پرورش پانے والا انسان ؛باتقو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پاکدامن ، عالم ، بابص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رت،</w:t>
      </w:r>
      <w:r>
        <w:rPr>
          <w:rtl/>
          <w:lang w:bidi="ur-PK"/>
        </w:rPr>
        <w:t xml:space="preserve"> فعال، پُرنشاط، متحرک اور کمال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گامزن ہوگا۔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پچاس سال بعد حالات بالکل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 گئے، نام کا اسلام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لوگ صرف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باطن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و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دور دور تک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و نشان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 عدل و انصاف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بجائے ظالم حکومت برسر اقتدار آگئ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اُخوت و مساوات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اور گروہ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 </w:t>
      </w:r>
      <w:r>
        <w:rPr>
          <w:rtl/>
          <w:lang w:bidi="ur-PK"/>
        </w:rPr>
        <w:lastRenderedPageBreak/>
        <w:t>جمان ہو گئے اورنور معرفت بجائے جہالت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دلوںنے لوگوں پر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اِن پچاس سالوں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جتنا آگے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جاتے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اگر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ڈھونڈنا چاہے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نکڑوں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،نوجوان نسل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1" w:name="_Toc500672083"/>
      <w:r>
        <w:rPr>
          <w:rFonts w:hint="eastAsia"/>
          <w:rtl/>
          <w:lang w:bidi="ur-PK"/>
        </w:rPr>
        <w:t>امامت</w:t>
      </w:r>
      <w:r>
        <w:rPr>
          <w:rtl/>
          <w:lang w:bidi="ur-PK"/>
        </w:rPr>
        <w:t xml:space="preserve"> و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فرق!</w:t>
      </w:r>
      <w:bookmarkEnd w:id="10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وند عالم کا عطا کردہ’’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کانظام امامت‘‘ ؛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وسلطنت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نظام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 اصل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ت؛</w:t>
      </w:r>
      <w:r>
        <w:rPr>
          <w:rtl/>
          <w:lang w:bidi="ur-PK"/>
        </w:rPr>
        <w:t xml:space="preserve"> سلطنت و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نظام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 جوہر سے مختلف ہے، اُس سے مکمل طورپر تناقض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امامت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لوگوں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اعتقاد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رابطہ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سلطنت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ظلم و قدرت اور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عوام اور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و رابطہ قائم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مدّ مقابل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امامت؛ امّت کے د</w:t>
      </w:r>
      <w:r>
        <w:rPr>
          <w:rFonts w:hint="eastAsia"/>
          <w:rtl/>
          <w:lang w:bidi="ur-PK"/>
        </w:rPr>
        <w:t>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امت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رواں اور شفاف چشمہ ہے جبکہ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سلطنت؛ عوام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پر زور زبردست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راج، سلطنت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فلاح و بہبود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اور حکام و سلاط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ثروت اندوز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شہوت 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وسائل فراہم کرنے کے امکانا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! ہم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حکو 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طرف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سلطنت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برسر اقتدار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اُس کا لوگوں سے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رابطہ تھا اور نہ وہ علم و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پاکدامن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الف ب سے واقف تھا؛راہ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جہادکرنے کااُس کانہ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سابقہ تھا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اعتقاد رکھتا تھا؛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زنہ</w:t>
      </w:r>
      <w:r>
        <w:rPr>
          <w:rtl/>
          <w:lang w:bidi="ur-PK"/>
        </w:rPr>
        <w:t xml:space="preserve"> اُس کا کردار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کے کردارک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تھا اور نہ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گفتارا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دانا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گفتار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سنتِ رسول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سے اُس کا دور دور کاکو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واسطہ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 اِن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امام و رہبر تھے کہ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مسند رسول </w:t>
      </w:r>
      <w:r>
        <w:rPr>
          <w:rtl/>
          <w:lang w:bidi="fa-IR"/>
        </w:rPr>
        <w:t>۰</w:t>
      </w:r>
      <w:r>
        <w:rPr>
          <w:rtl/>
          <w:lang w:bidi="ur-PK"/>
        </w:rPr>
        <w:t>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اور </w:t>
      </w:r>
      <w:r>
        <w:rPr>
          <w:rFonts w:hint="eastAsia"/>
          <w:rtl/>
          <w:lang w:bidi="ur-PK"/>
        </w:rPr>
        <w:t>اُنہوں</w:t>
      </w:r>
      <w:r>
        <w:rPr>
          <w:rtl/>
          <w:lang w:bidi="ur-PK"/>
        </w:rPr>
        <w:t xml:space="preserve">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2" w:name="_Toc500672084"/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اصل ہدف</w:t>
      </w:r>
      <w:bookmarkEnd w:id="10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اگر</w:t>
      </w:r>
      <w:r>
        <w:rPr>
          <w:rtl/>
          <w:lang w:bidi="ur-PK"/>
        </w:rPr>
        <w:t xml:space="preserve"> اِس واقعہ کا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بظاہر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ام،</w:t>
      </w:r>
      <w:r>
        <w:rPr>
          <w:rtl/>
          <w:lang w:bidi="ur-PK"/>
        </w:rPr>
        <w:t xml:space="preserve"> ظلم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قائم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 طل حکومت کے خلاف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؛اسلام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کے اِح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، معرفت 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جلاد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عزت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تھا اور اِس کا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امت کوذلت و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جہالت سے نجات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جب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جارہے تھے تو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 ابن حنف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نام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 w:rsidRPr="004A3B2C">
        <w:rPr>
          <w:rStyle w:val="libArabicChar"/>
          <w:rtl/>
        </w:rPr>
        <w:t>’’اِنِّ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tl/>
        </w:rPr>
        <w:t xml:space="preserve"> لَم</w:t>
      </w:r>
      <w:r w:rsidRPr="004A3B2C">
        <w:rPr>
          <w:rStyle w:val="libArabicChar"/>
          <w:rFonts w:hint="cs"/>
          <w:rtl/>
        </w:rPr>
        <w:t>ْ اَخرُج اَشِرًا وَ لاَ بَطِ</w:t>
      </w:r>
      <w:r w:rsidRPr="004A3B2C">
        <w:rPr>
          <w:rStyle w:val="libArabicChar"/>
          <w:rtl/>
        </w:rPr>
        <w:t>رَاً وَلاَ مُفسِدًا وَلَا ظَالِمًا اِنَّمَا خَرَج</w:t>
      </w:r>
      <w:r w:rsidRPr="004A3B2C">
        <w:rPr>
          <w:rStyle w:val="libArabicChar"/>
          <w:rFonts w:hint="cs"/>
          <w:rtl/>
        </w:rPr>
        <w:t>ْتُ لِطَلَبِ الْاِصْلَاحِ فِی</w:t>
      </w:r>
      <w:r w:rsidRPr="004A3B2C">
        <w:rPr>
          <w:rStyle w:val="libArabicChar"/>
          <w:rtl/>
        </w:rPr>
        <w:t xml:space="preserve"> اُمَّ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4A3B2C">
        <w:rPr>
          <w:rStyle w:val="libArabicChar"/>
          <w:rtl/>
        </w:rPr>
        <w:t xml:space="preserve"> جَدِّ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؛’’م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غرو</w:t>
      </w:r>
      <w:r>
        <w:rPr>
          <w:rFonts w:hint="eastAsia"/>
          <w:rtl/>
          <w:lang w:bidi="ur-PK"/>
        </w:rPr>
        <w:t>رو</w:t>
      </w:r>
      <w:r>
        <w:rPr>
          <w:rtl/>
          <w:lang w:bidi="ur-PK"/>
        </w:rPr>
        <w:t xml:space="preserve"> تکبر ،فخر ومباہات اور ظلم و فساد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کررہا ہوں،م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ہوں کہ امت محمد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لوگ غلط سمت اور انحطاط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حرکت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اُس جانب قدم بڑھارہے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اسلام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سمت کے خلاف ہے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اور خراب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ہے‘‘۔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3" w:name="_Toc500672085"/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مبارزے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صورت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03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ومبارزے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دوصورت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دونوں کا اپنا اپنا الگ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اور دونوں اچھے نتائج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پر غالب 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ہوجاتے اور لوگوں پر ظلم و ستم کرنے والوں سے زمام اقتدار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فرماتے،اگر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ہوجاتا تو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اور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ممکن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اُس وقت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کے بجائے اپنے خون،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اُس زبان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کہ جسے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شہ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رواںاور شفاف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دھارے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 آپ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وہ افراد جو بڑے بڑے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وعدے کرتے اور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مضبوط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دم بھرتے تھے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کرتے تو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اِن افراد نے کو 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اِس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سامن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نوبت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تک جا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کہ جسے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شہادت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اورراہِ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اقارب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قربان کرنا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فداکار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ہے کہ جو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کہ </w:t>
      </w: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 مالک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ہو، وہ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ختم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 کہ جو روز بروز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پر نور افشان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کررہا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گذشتہ پانچ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دس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آج حالات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روشن فکر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بے غرض افراد جب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مطالعہ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واقعہ کربلا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خضوع کا احساس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تمام افراد جو اسل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سروکار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آزاد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عدالت، عزت،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بلند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زاو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سے کربلا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عدل و انصاف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، جہالت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مقابلہ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لشہدا</w:t>
      </w:r>
      <w:r>
        <w:rPr>
          <w:rtl/>
          <w:lang w:bidi="ur-PK"/>
        </w:rPr>
        <w:t xml:space="preserve"> اُن کے امام و رہبر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4" w:name="_Toc500672086"/>
      <w:r>
        <w:rPr>
          <w:rFonts w:hint="eastAsia"/>
          <w:rtl/>
          <w:lang w:bidi="ur-PK"/>
        </w:rPr>
        <w:t>جہالت</w:t>
      </w:r>
      <w:r>
        <w:rPr>
          <w:rtl/>
          <w:lang w:bidi="ur-PK"/>
        </w:rPr>
        <w:t xml:space="preserve"> و پست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انسان کے دو بڑے دشمن</w:t>
      </w:r>
      <w:bookmarkEnd w:id="10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انسان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چوٹ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خواہ وہ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سے، اگر آپ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جڑوں تک پہنچ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جہالت نظر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کے افراد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آگاہ وواقف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رکھن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و شناخت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معرفت کے حامل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قدر 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کے قائل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ں،انہوں</w:t>
      </w:r>
      <w:r>
        <w:rPr>
          <w:rtl/>
          <w:lang w:bidi="ur-PK"/>
        </w:rPr>
        <w:t xml:space="preserve"> نے اُسے کوڑ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اُس کے بجائے ذلت وپست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سجاد اور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Pr="004A3B2C">
        <w:rPr>
          <w:rStyle w:val="libArabicChar"/>
          <w:rtl/>
        </w:rPr>
        <w:t>’’لَ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Fonts w:hint="eastAsia"/>
          <w:rtl/>
        </w:rPr>
        <w:t>سَ</w:t>
      </w:r>
      <w:r w:rsidRPr="004A3B2C">
        <w:rPr>
          <w:rStyle w:val="libArabicChar"/>
          <w:rtl/>
        </w:rPr>
        <w:t xml:space="preserve"> لِاَنفُسِکُم ثَمَن? اِلَّا الجَنَّ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َ</w:t>
      </w:r>
      <w:r w:rsidRPr="004A3B2C">
        <w:rPr>
          <w:rStyle w:val="libArabicChar"/>
          <w:rtl/>
        </w:rPr>
        <w:t xml:space="preserve"> فَلَا تَبِ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Fonts w:hint="eastAsia"/>
          <w:rtl/>
        </w:rPr>
        <w:t>عُو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</w:t>
      </w:r>
      <w:r w:rsidRPr="004A3B2C">
        <w:rPr>
          <w:rStyle w:val="libArabicChar"/>
          <w:rtl/>
        </w:rPr>
        <w:t xml:space="preserve"> بِغَ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Fonts w:hint="eastAsia"/>
          <w:rtl/>
        </w:rPr>
        <w:t>رِ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َا‘‘</w:t>
      </w:r>
      <w:r>
        <w:rPr>
          <w:rFonts w:hint="eastAsia"/>
          <w:rtl/>
          <w:lang w:bidi="ur-PK"/>
        </w:rPr>
        <w:t>؛’’تمہار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لہٰذا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جانوں کو جنت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عوض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چو‘‘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اے انسان!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ہو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ذات اور تشخص و وجود کو فروخت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اِن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ہے اور وہ ہے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جنت، اگر تم نے اپنے نفس کو جنت سے کم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عوض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چا</w:t>
      </w:r>
      <w:r>
        <w:rPr>
          <w:rtl/>
          <w:lang w:bidi="ur-PK"/>
        </w:rPr>
        <w:t xml:space="preserve"> تو جان لو کہ تم کو اِس معاملے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غبن ہوا ہے! اگر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شرط کے ساتھ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ذلت وپست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قبول کر لو 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سودا جائز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تمام افراد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گوشے کناروں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زر وزم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صاحبانِ ظلم و ستم کے ظلم کے سامنے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اوراُنہوں نے اِس ذلت و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خواہ عالم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دان،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کارکن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سے وابستہ افراد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روشن فکر اشخاص،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</w:t>
      </w:r>
      <w:r>
        <w:rPr>
          <w:rFonts w:hint="eastAsia"/>
          <w:rtl/>
          <w:lang w:bidi="ur-PK"/>
        </w:rPr>
        <w:t>ِس</w:t>
      </w:r>
      <w:r>
        <w:rPr>
          <w:rtl/>
          <w:lang w:bidi="ur-PK"/>
        </w:rPr>
        <w:t xml:space="preserve"> وجہ سے ہے کہ اُنہوں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پہچانا اور خود کو کوڑ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دام فروخت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؛ہاں سچ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بہت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استدانوں</w:t>
      </w:r>
      <w:r>
        <w:rPr>
          <w:rtl/>
          <w:lang w:bidi="ur-PK"/>
        </w:rPr>
        <w:t xml:space="preserve"> نے خود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ڈالا ہے۔ عزت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انسان صرف سلطنت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بادشاہت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ٹھے؛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تخت حکومت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ہزاروں افرادسے غروروتکبر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آتا ہے اوراُن پر ظلم کرتاہے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مرکز کا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اور خود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اُسے اپنا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بنائے ہوئے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و قدرت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بڑے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مراکز کے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5" w:name="_Toc500672087"/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سے قبل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و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  <w:bookmarkEnd w:id="10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آج ہمارے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ملک پر نگاہ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مشاہدہ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اِس ملک کے نوجوانوں کے چہرے اپنے ملک کے استقلال و خودمختار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عزت کے احساس سے شادمان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 س بات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 ہے کہ اِس ملک کا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کا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چھوٹا سا حکم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کرتا ہے!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بات کو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قبول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اِس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اوربا عزت ملک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سے قبل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برسراقتدار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کے افراد فرعون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تکبر کے مرض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تھے، اُنہوں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جاہ وجلال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رعب و دبدبے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لوگ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کرتے ہوئے اُن کے سامنے جھکتے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دوسروں کے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اُن کے سامنے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پست تھے!اِس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تہران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چاہتا تو وقت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شاہ سے ملاقات کرتا، ہربات کو اُ س پر تھونپتا اور </w:t>
      </w:r>
      <w:r>
        <w:rPr>
          <w:rFonts w:hint="eastAsia"/>
          <w:rtl/>
          <w:lang w:bidi="ur-PK"/>
        </w:rPr>
        <w:t>اُس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چاہتا اور اگر وہ انجام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تو اُسے ہٹا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(ل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شاہ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جرآت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خلاف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چھوٹا سا عمل انجام دے!) اِن افراد کا ظاہر بہت جاہ و جلال والا تھا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کن صرف عوام اور کمزور افراد کے سامنے۔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ذلت کو انسانوں سے دور کرنا چاہتے تھے۔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6" w:name="_Toc500672088"/>
      <w:r>
        <w:rPr>
          <w:rFonts w:hint="eastAsia"/>
          <w:rtl/>
          <w:lang w:bidi="ur-PK"/>
        </w:rPr>
        <w:t>اخلاق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bookmarkEnd w:id="106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 w:rsidRPr="001E673B">
        <w:rPr>
          <w:rStyle w:val="libArabicChar"/>
          <w:rtl/>
        </w:rPr>
        <w:t>’’کَانَ رَسُولُ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ِ </w:t>
      </w:r>
      <w:r w:rsidRPr="001E673B">
        <w:rPr>
          <w:rStyle w:val="libArabicChar"/>
          <w:rFonts w:hint="cs"/>
          <w:rtl/>
        </w:rPr>
        <w:t>يَاک</w:t>
      </w:r>
      <w:r w:rsidRPr="001E673B">
        <w:rPr>
          <w:rStyle w:val="libArabicChar"/>
          <w:rtl/>
        </w:rPr>
        <w:t xml:space="preserve">ُلُ آَکلَ العَبدِ وَ </w:t>
      </w:r>
      <w:r w:rsidRPr="001E673B">
        <w:rPr>
          <w:rStyle w:val="libArabicChar"/>
          <w:rFonts w:hint="cs"/>
          <w:rtl/>
        </w:rPr>
        <w:t>يَجلِسُ جُلُوسَ العَبدِ‘‘</w:t>
      </w:r>
      <w:r w:rsidRPr="004C1FD1">
        <w:rPr>
          <w:rFonts w:hint="cs"/>
          <w:rtl/>
        </w:rPr>
        <w:t xml:space="preserve"> ،’’ وہ غلام و عبد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غذا تناول فرماتے اور بندوں کے مثل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تھے ‘‘۔ 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بہت سے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اقارب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افراد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لوگوں </w:t>
      </w:r>
      <w:r>
        <w:rPr>
          <w:rtl/>
          <w:lang w:bidi="ur-PK"/>
        </w:rPr>
        <w:lastRenderedPageBreak/>
        <w:t>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آپ </w:t>
      </w:r>
      <w:r>
        <w:rPr>
          <w:rtl/>
          <w:lang w:bidi="fa-IR"/>
        </w:rPr>
        <w:t>۰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و عمل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متواضعانہ تھا، اُن کا احترام فر ماتے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فخر و مباہات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نگاہ و اشارے سے اُس زمانے کے بڑے بڑے شہنشاہوں کے بدنوں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کپکپ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7" w:name="_Toc500672089"/>
      <w:r>
        <w:rPr>
          <w:rFonts w:hint="eastAsia"/>
          <w:rtl/>
          <w:lang w:bidi="ur-PK"/>
        </w:rPr>
        <w:t>امامت</w:t>
      </w:r>
      <w:r>
        <w:rPr>
          <w:rtl/>
          <w:lang w:bidi="ur-PK"/>
        </w:rPr>
        <w:t xml:space="preserve"> و سلطنت کا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فرق</w:t>
      </w:r>
      <w:bookmarkEnd w:id="107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نظام کہ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کو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لے کر آتا ہے، لوگوں کو علم و معرفت عطا کرتا ہے، اُن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 محبت کو رائج کرتا ہے اور دشمنوں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اور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اُس کے فرائض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</w:t>
      </w:r>
      <w:r>
        <w:rPr>
          <w:rFonts w:hint="eastAsia"/>
          <w:rtl/>
          <w:lang w:bidi="ur-PK"/>
        </w:rPr>
        <w:t>مل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بادشاہت اور ظالم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بالکل اِس کے برعکس عمل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بہت سے ممالک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بادشاہ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رائج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لو گ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بادشاہ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مطلق العنان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اُن کے ملک پر حاکم ہے۔اِن کا نام سلطان ،بادشاہ سلامت،جاں پناہ ،ظلِّ الٰہ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ظلِّ سبحان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 کے ملک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ُن</w:t>
      </w:r>
      <w:r>
        <w:rPr>
          <w:rtl/>
          <w:lang w:bidi="ur-PK"/>
        </w:rPr>
        <w:t xml:space="preserve"> کے دماغ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سلطنت و بادشاہت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 عون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کل</w:t>
      </w:r>
      <w:r>
        <w:rPr>
          <w:rtl/>
          <w:lang w:bidi="ur-PK"/>
        </w:rPr>
        <w:t xml:space="preserve"> دِ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سوارہے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سے ظالمانہ اور متکبرانہ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رکھنا اور اپنے سے بالاتر طاقتوں کے سامنے ذلت ورسوائ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جھکنا! نوبت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آپہنچ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بڑے اور طاقتور ملک (امر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>)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اپنے اپنے مقام و منصب کے لحاظ سے صہ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الاقوام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الاقوام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ورک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کمپن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مالکان کے ہاتھوں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غلام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مجبور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کے مطابق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اپنا موقف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وہ </w:t>
      </w:r>
      <w:r>
        <w:rPr>
          <w:rFonts w:hint="eastAsia"/>
          <w:rtl/>
          <w:lang w:bidi="ur-PK"/>
        </w:rPr>
        <w:t>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اِن سے ناراض نہ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اِسے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سلطنت و با دشاہت!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پہلو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و رُسورائ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وہ ذلت و رُسوائ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بدن اور ڈھانچے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عالم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پنپنے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و رُسوائ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Fonts w:hint="eastAsia"/>
          <w:rtl/>
          <w:lang w:bidi="ur-PK"/>
        </w:rPr>
        <w:t>خلاف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8" w:name="_Toc500672090"/>
      <w:r>
        <w:rPr>
          <w:rFonts w:hint="eastAsia"/>
          <w:rtl/>
          <w:lang w:bidi="ur-PK"/>
        </w:rPr>
        <w:t>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خداکے ساتھ ساتھ عزت و سرفراز</w:t>
      </w:r>
      <w:r>
        <w:rPr>
          <w:rFonts w:hint="cs"/>
          <w:rtl/>
          <w:lang w:bidi="ur-PK"/>
        </w:rPr>
        <w:t>ی</w:t>
      </w:r>
      <w:bookmarkEnd w:id="108"/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رفتار و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ابتدائ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سے شہادت تک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عزت وسربلند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اُس کے ساتھ ساتھ خداوند عالم کے سامنے عبود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محض کوواضح طور پر محسوس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جبکہ واقعہ کربلا اورامام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قابل مشاہدہ ہے۔</w:t>
      </w:r>
    </w:p>
    <w:p w:rsidR="00734EFD" w:rsidRDefault="00734EFD" w:rsidP="004C1FD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جس</w:t>
      </w:r>
      <w:r>
        <w:rPr>
          <w:rtl/>
          <w:lang w:bidi="ur-PK"/>
        </w:rPr>
        <w:t xml:space="preserve"> دن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ںہزاروں</w:t>
      </w:r>
      <w:r>
        <w:rPr>
          <w:rtl/>
          <w:lang w:bidi="ur-PK"/>
        </w:rPr>
        <w:t xml:space="preserve"> خطوط لائے گئے کہ ہم آپ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اور چاہنے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کوفہ و عراق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کا انتظار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غرور و تکبر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 آپ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Pr="001928B4">
        <w:rPr>
          <w:rStyle w:val="libArabicChar"/>
          <w:rtl/>
        </w:rPr>
        <w:t>’’خُطَّ المَو</w:t>
      </w:r>
      <w:r w:rsidRPr="001928B4">
        <w:rPr>
          <w:rStyle w:val="libArabicChar"/>
          <w:rFonts w:hint="cs"/>
          <w:rtl/>
        </w:rPr>
        <w:t>ْتِ عَلٰ</w:t>
      </w:r>
      <w:r w:rsidR="001928B4" w:rsidRPr="001928B4">
        <w:rPr>
          <w:rStyle w:val="libArabicChar"/>
          <w:rFonts w:hint="cs"/>
          <w:rtl/>
        </w:rPr>
        <w:t>ى</w:t>
      </w:r>
      <w:r w:rsidRPr="001928B4">
        <w:rPr>
          <w:rStyle w:val="libArabicChar"/>
          <w:rFonts w:hint="cs"/>
          <w:rtl/>
        </w:rPr>
        <w:t xml:space="preserve"> وُلدِآ</w:t>
      </w:r>
      <w:r w:rsidRPr="001928B4">
        <w:rPr>
          <w:rStyle w:val="libArabicChar"/>
          <w:rFonts w:hint="eastAsia"/>
          <w:rtl/>
        </w:rPr>
        <w:t>دَمَ</w:t>
      </w:r>
      <w:r w:rsidRPr="001928B4">
        <w:rPr>
          <w:rStyle w:val="libArabicChar"/>
          <w:rtl/>
        </w:rPr>
        <w:t xml:space="preserve"> مَحَطَّ القَلَادَ</w:t>
      </w:r>
      <w:r w:rsidR="001928B4" w:rsidRPr="001928B4">
        <w:rPr>
          <w:rStyle w:val="libArabicChar"/>
          <w:rFonts w:hint="cs"/>
          <w:rtl/>
        </w:rPr>
        <w:t>ة</w:t>
      </w:r>
      <w:r w:rsidRPr="001928B4">
        <w:rPr>
          <w:rStyle w:val="libArabicChar"/>
          <w:rFonts w:hint="cs"/>
          <w:rtl/>
        </w:rPr>
        <w:t>ِ</w:t>
      </w:r>
      <w:r w:rsidRPr="001928B4">
        <w:rPr>
          <w:rStyle w:val="libArabicChar"/>
          <w:rtl/>
        </w:rPr>
        <w:t xml:space="preserve"> عَلٰ</w:t>
      </w:r>
      <w:r w:rsidR="001928B4" w:rsidRPr="001928B4">
        <w:rPr>
          <w:rStyle w:val="libArabicChar"/>
          <w:rFonts w:hint="cs"/>
          <w:rtl/>
        </w:rPr>
        <w:t>ى</w:t>
      </w:r>
      <w:r w:rsidRPr="001928B4">
        <w:rPr>
          <w:rStyle w:val="libArabicChar"/>
          <w:rFonts w:hint="cs"/>
          <w:rtl/>
        </w:rPr>
        <w:t xml:space="preserve"> جِی</w:t>
      </w:r>
      <w:r w:rsidRPr="001928B4">
        <w:rPr>
          <w:rStyle w:val="libArabicChar"/>
          <w:rFonts w:hint="eastAsia"/>
          <w:rtl/>
        </w:rPr>
        <w:t>دِ</w:t>
      </w:r>
      <w:r w:rsidRPr="001928B4">
        <w:rPr>
          <w:rStyle w:val="libArabicChar"/>
          <w:rtl/>
        </w:rPr>
        <w:t xml:space="preserve"> الفَتَا</w:t>
      </w:r>
      <w:r w:rsidR="001928B4" w:rsidRPr="001928B4">
        <w:rPr>
          <w:rStyle w:val="libArabicChar"/>
          <w:rFonts w:hint="cs"/>
          <w:rtl/>
        </w:rPr>
        <w:t>ة</w:t>
      </w:r>
      <w:r w:rsidRPr="001928B4">
        <w:rPr>
          <w:rStyle w:val="libArabicChar"/>
          <w:rFonts w:hint="cs"/>
          <w:rtl/>
        </w:rPr>
        <w:t>ِ</w:t>
      </w:r>
      <w:r w:rsidRPr="001E673B">
        <w:rPr>
          <w:rStyle w:val="libArabicChar"/>
          <w:rFonts w:hint="eastAsia"/>
          <w:rtl/>
        </w:rPr>
        <w:t>‘‘</w:t>
      </w:r>
      <w:r>
        <w:rPr>
          <w:rtl/>
          <w:lang w:bidi="ur-PK"/>
        </w:rPr>
        <w:t xml:space="preserve"> </w:t>
      </w:r>
      <w:r w:rsidR="001E673B" w:rsidRPr="001E673B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 xml:space="preserve">  ’’موت فرزند آدم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اِس طرح لکھ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گلوبند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گلے پر نشان چھوڑ جاتا ہے‘‘۔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موت کا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</w:t>
      </w:r>
      <w:r w:rsidR="001E673B">
        <w:rPr>
          <w:rFonts w:hint="cs"/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 w:rsidR="001E673B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دشمنوں</w:t>
      </w:r>
      <w:r>
        <w:rPr>
          <w:rtl/>
          <w:lang w:bidi="ur-PK"/>
        </w:rPr>
        <w:t xml:space="preserve"> کو خوف و ہراس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اور دوستوں اور چاہنے والوں کو سبز باغ دکھائے ہوں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کو شہر کوفہ کے منصب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ہوں؛ا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ہر 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ہے! بلکہ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سچے اور خالص مسلمان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معرفت، عبود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تواضع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دوں پر قائم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اعلان فرمارہے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ہے کہ سب لوگ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اٹھائ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اوراُس سے اظہار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tl/>
          <w:lang w:bidi="ur-PK"/>
        </w:rPr>
        <w:t xml:space="preserve"> و مودّت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جس دن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 پست 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افراد کے ہاتھوں سو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افراد کا محاصرہ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اورلوگ آپ اور آپ کے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اصحاب کو قتل کرنے کے درپے ہوگئے اور اہل حرم اور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پر تولنے لگے تو اُس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انسان، خداکے سچے بندے اور اسلام کے سچے عاشق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اضطراب کا دور دور تک کو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و نشان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نے روز عاشورا کے واقعات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اورجو کتابوں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منتقل ہوتے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کہتا ہے کہ </w:t>
      </w:r>
      <w:r w:rsidRPr="00D346F5">
        <w:rPr>
          <w:rStyle w:val="libArabicChar"/>
          <w:rtl/>
        </w:rPr>
        <w:t>’’فَوَاللّٰ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ما رَاَ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Fonts w:hint="eastAsia"/>
          <w:rtl/>
        </w:rPr>
        <w:t>تُ</w:t>
      </w:r>
      <w:r w:rsidRPr="00D346F5">
        <w:rPr>
          <w:rStyle w:val="libArabicChar"/>
          <w:rtl/>
        </w:rPr>
        <w:t xml:space="preserve"> مَکثُورًا‘‘؛</w:t>
      </w:r>
      <w:r>
        <w:rPr>
          <w:rtl/>
          <w:lang w:bidi="ur-PK"/>
        </w:rPr>
        <w:t>’’قسم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روز عاشورا کے مصائب ،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ظلم و ستم کے باوجود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تھوڑا سا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ٹوٹا </w:t>
      </w:r>
      <w:r>
        <w:rPr>
          <w:rFonts w:hint="eastAsia"/>
          <w:rtl/>
          <w:lang w:bidi="ur-PK"/>
        </w:rPr>
        <w:t>ہوا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ا‘‘</w:t>
      </w:r>
      <w:r>
        <w:rPr>
          <w:rtl/>
          <w:lang w:bidi="ur-PK"/>
        </w:rPr>
        <w:t>۔ ’’مَکثُورا ‘‘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پر غم و اندوہ کے پہاڑ ٹوٹ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 کا بچہ مرجائے،جس کے دوستوں کو موت کے گھاٹ اتار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جائے،جس کے مال و دولت کو لوٹ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اور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طو 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اُٹتھ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ںجسے</w:t>
      </w:r>
      <w:r>
        <w:rPr>
          <w:rtl/>
          <w:lang w:bidi="ur-PK"/>
        </w:rPr>
        <w:t xml:space="preserve"> چاروں طرف سے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ہے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چاروں طرف سے بلاوں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گھرے ہوئے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مضبوط چٹان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’’اربط جاشا‘‘۔ مختلف جنگوں ، بڑے بڑے محاذ جنگ اور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کو مختلف قسم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افراد نظر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غم و اندوہ کے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ہے کہ اُس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اور کڑے وقت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جو شاداب چہرے، مصمم ارادوں کا مالک، عزم آ 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والا اور خداوند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پر کامل توکل کرنے والا ہو!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ہے خداوند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انمٹ نقوش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ںجو</w:t>
      </w:r>
      <w:r>
        <w:rPr>
          <w:rtl/>
          <w:lang w:bidi="ur-PK"/>
        </w:rPr>
        <w:t xml:space="preserve"> واقعہ کربلا نے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پر چھوڑے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انسان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و معاشرے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جدوجہد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معاشرہ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جہالت وپست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نظام اور نسل و نژاد کے زخم و 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سُور موجودنہ ہوں۔سب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معاشرے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مل کر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جدوجہد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تاکہ وہ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اور آئے گا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ممکن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09" w:name="_Toc500672091"/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کا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کربلا ہے</w:t>
      </w:r>
      <w:bookmarkEnd w:id="109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زمانہ تھا کہ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رائج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 تب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سے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ہمارے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اور نظام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ثابت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جہالت و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،انسانوں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اورنسل ونژاد سے پاک معاشرے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ممکن ہے۔صح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ہمارا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اُس نے اپنے ہدف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رکاوٹوں کو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حکومت، آمرانہ نظام حکومت، وہ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پر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مسلط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طاقتوں کے سامنے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(پہلو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خان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کے)ا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سے فرعون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تکبر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گانوں</w:t>
      </w:r>
      <w:r>
        <w:rPr>
          <w:rtl/>
          <w:lang w:bidi="ur-PK"/>
        </w:rPr>
        <w:t xml:space="preserve"> کے سامنے اُس کا سر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خم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کے موانع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طرفدار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نے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ثابت کر دکھا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ممکن ہے اور اِس رکاوٹ کو ہٹا کر اِس راستے پر حرکت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عالم کے لطف و کرم سے اِس نظام کو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بنا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بہنو! ہم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آدھے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اگر ہم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زندہ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کا احترام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اگرہم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کربلا کو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بہت بڑا واقعہ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احترام کے قائل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اِس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ہے کہ اِس واقعہ کا تذکرہ اور اُسے زندہ رکھنا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مددکرے گاکہ ہم آگے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قدم بڑھائ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بتائے ہوئے راستے کو اپنا سر مشق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نام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خداوند عالم نے عظمت بخش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واقعہ کربلا کو تا ابد زندہ رکھا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ہم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اِس واقعہ کو زندہ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ںتواِس</w:t>
      </w:r>
      <w:r>
        <w:rPr>
          <w:rtl/>
          <w:lang w:bidi="ur-PK"/>
        </w:rPr>
        <w:t xml:space="preserve">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ہم اِس کام کو انجام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اِس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با عظمت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مختلف واقعات اُسے کم رنگ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اُسے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 w:rsidR="00D346F5" w:rsidRPr="00D346F5">
        <w:rPr>
          <w:rStyle w:val="libFootnotenumChar"/>
          <w:rFonts w:hint="cs"/>
          <w:rtl/>
        </w:rPr>
        <w:t>(2)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0" w:name="_Toc500672092"/>
      <w:r>
        <w:rPr>
          <w:rFonts w:hint="eastAsia"/>
          <w:rtl/>
          <w:lang w:bidi="ur-PK"/>
        </w:rPr>
        <w:lastRenderedPageBreak/>
        <w:t>کربلا</w:t>
      </w:r>
      <w:r>
        <w:rPr>
          <w:rtl/>
          <w:lang w:bidi="ur-PK"/>
        </w:rPr>
        <w:t xml:space="preserve"> ہے اِک آفتاب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بہت!</w:t>
      </w:r>
      <w:bookmarkEnd w:id="110"/>
    </w:p>
    <w:p w:rsidR="00734EFD" w:rsidRDefault="00734EFD" w:rsidP="00E723F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محرم</w:t>
      </w:r>
      <w:r>
        <w:rPr>
          <w:rtl/>
          <w:lang w:bidi="ur-PK"/>
        </w:rPr>
        <w:t xml:space="preserve"> سے متعلق دو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خود واقعہ کربلا سے متعلق ہے۔ اگرچہ کہ</w:t>
      </w:r>
      <w:r w:rsidR="00E723F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ہمارے</w:t>
      </w:r>
      <w:r>
        <w:rPr>
          <w:rtl/>
          <w:lang w:bidi="ur-PK"/>
        </w:rPr>
        <w:t xml:space="preserve"> بزرگ علما نے فلسفہ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متعلق بہت کچھ لکھا ہے اور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 لب اِس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درخشاں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عمر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 کا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ہم واقعہ کربلااور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متعلق جتنا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غوروفکر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مت</w:t>
      </w:r>
      <w:r>
        <w:rPr>
          <w:rFonts w:hint="eastAsia"/>
          <w:rtl/>
          <w:lang w:bidi="ur-PK"/>
        </w:rPr>
        <w:t>وجہ</w:t>
      </w:r>
      <w:r>
        <w:rPr>
          <w:rtl/>
          <w:lang w:bidi="ur-PK"/>
        </w:rPr>
        <w:t xml:space="preserve"> ہوں گے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مختلف جہات سے جذاب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کا حامل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جانے کے قابل ہے۔ ہم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ممکن ہے کہ اِس واقعہ کے نئے پہلووں، زاو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اورحقائق کو ہمارے سامنے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کہ جو پورے سال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ماہ محرم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الگ خاص بات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محرم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اور ان شائ اللہ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رہے گا۔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1" w:name="_Toc500672093"/>
      <w:r>
        <w:rPr>
          <w:rFonts w:hint="eastAsia"/>
          <w:rtl/>
          <w:lang w:bidi="ur-PK"/>
        </w:rPr>
        <w:t>مکتب</w:t>
      </w:r>
      <w:r>
        <w:rPr>
          <w:rtl/>
          <w:lang w:bidi="ur-PK"/>
        </w:rPr>
        <w:t xml:space="preserve"> 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وجہ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از،</w:t>
      </w:r>
      <w:r>
        <w:rPr>
          <w:rtl/>
          <w:lang w:bidi="ur-PK"/>
        </w:rPr>
        <w:t xml:space="preserve"> کربلا</w:t>
      </w:r>
      <w:bookmarkEnd w:id="11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پہلو جو ماہ محرم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مناسبت سے قابل بحث ہے اور اِس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کم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واقعہ کربلا کو زندہ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برکتوں سے متعلق ہے۔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دوسرے مسلمان مکا تب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 نسبت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مکتبہ فکرکا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اُس کا واقعہ کربلا سے متصل ہونا ہے۔ جس زمانے سے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مصائب کا تذکرہ شروع ہوا تواُس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سے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محبوں اور چاہنے والوں کے اذہان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و برکت 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چشمے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ہوئے اور آج تک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2" w:name="_Toc500672094"/>
      <w:r>
        <w:rPr>
          <w:rFonts w:hint="eastAsia"/>
          <w:rtl/>
          <w:lang w:bidi="ur-PK"/>
        </w:rPr>
        <w:t>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محبت اور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کردار</w:t>
      </w:r>
      <w:bookmarkEnd w:id="112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واقعہ</w:t>
      </w:r>
      <w:r>
        <w:rPr>
          <w:rtl/>
          <w:lang w:bidi="ur-PK"/>
        </w:rPr>
        <w:t xml:space="preserve"> کربلا کا تذکرہ کرنا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کو دہرانا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واقعہ ہے کہ جو بے شمار ابعادوجہات کا حامل ہے۔ پس اِس واقعہ کا تذکرہ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مقولہ ہے جو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برکتوں کا باعث ہوسکتا ہے لہٰذا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آئمہ طاہر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کرنا اور دوسروں کو رُلانا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مقام کا حامل تھا۔ مبادا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کرے کہ عقل و منطق اور استدلال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کرنا اور اِس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غلط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ہے ۔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tl/>
          <w:lang w:bidi="ur-PK"/>
        </w:rPr>
        <w:lastRenderedPageBreak/>
        <w:t>احساسات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گہ</w:t>
      </w:r>
      <w:r>
        <w:rPr>
          <w:rtl/>
          <w:lang w:bidi="ur-PK"/>
        </w:rPr>
        <w:t xml:space="preserve"> اور منطق و استدلال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اورانسان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دونوںخاص کردارکے حامل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بہت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مسائل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ومحبت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اور عقل ومنطق اور استدلال اِن احساسات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سکتے۔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آپ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کوں</w:t>
      </w:r>
      <w:r>
        <w:rPr>
          <w:rtl/>
          <w:lang w:bidi="ur-PK"/>
        </w:rPr>
        <w:t xml:space="preserve"> کا مطالعہ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جب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مبعوث ہوتے تھے تو</w:t>
      </w:r>
      <w:r w:rsidR="00D346F5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پہلے</w:t>
      </w:r>
      <w:r>
        <w:rPr>
          <w:rtl/>
          <w:lang w:bidi="ur-PK"/>
        </w:rPr>
        <w:t xml:space="preserve"> مرحلے پر اُن کے گرد جمع ہونے والے افراد استدلال و برہان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اُن کے پاس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آتے تھے۔ آپ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کے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تو آپ کو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گا کہ آنحضرت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استعداد رکھنے والے کفار کو اپنے سامنے بٹھا کر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برہان سے بات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کے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خدا، واحد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اِس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تم جن بتوں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پرستش کرتے ہو وہ باطل ہے !دل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برہان کو وہاں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کہ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زور پکڑ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جبکہ پہلے مرحلے پر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ک،</w:t>
      </w:r>
      <w:r>
        <w:rPr>
          <w:rtl/>
          <w:lang w:bidi="ur-PK"/>
        </w:rPr>
        <w:t xml:space="preserve">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جذبا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احساسات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کے ہمراہ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پہلے مرحلے پر اُن کے سوئے ہوئے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کہا جاتا ہے کہ ’’اِن بتوں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کتنے ناتوان اور عاجز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ں‘‘</w:t>
      </w:r>
      <w:r>
        <w:rPr>
          <w:rtl/>
          <w:lang w:bidi="ur-PK"/>
        </w:rPr>
        <w:t>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کے پہلے مرحلے پر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’’د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>! خداوند متعا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واحد ہے‘‘،’’ </w:t>
      </w:r>
      <w:r w:rsidRPr="00D346F5">
        <w:rPr>
          <w:rStyle w:val="libArabicChar"/>
          <w:rtl/>
        </w:rPr>
        <w:t>قُولُوا لَا اِلٰ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 اِلّا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تُفلِحُوا‘‘؛</w:t>
      </w:r>
      <w:r>
        <w:rPr>
          <w:rtl/>
          <w:lang w:bidi="ur-PK"/>
        </w:rPr>
        <w:t xml:space="preserve"> ’’کہوکہ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 سوائے اللہ کے اور فلاح پاجاو‘‘۔ ’’</w:t>
      </w:r>
      <w:r w:rsidRPr="00D346F5">
        <w:rPr>
          <w:rStyle w:val="libArabicChar"/>
          <w:rtl/>
        </w:rPr>
        <w:t>لَا اِلٰ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 اِلّا اللّٰ</w:t>
      </w:r>
      <w:r w:rsidR="001928B4" w:rsidRPr="001928B4">
        <w:rPr>
          <w:rStyle w:val="libArabicChar"/>
          <w:rFonts w:hint="cs"/>
          <w:rtl/>
        </w:rPr>
        <w:t>ه</w:t>
      </w:r>
      <w:r>
        <w:rPr>
          <w:rtl/>
          <w:lang w:bidi="ur-PK"/>
        </w:rPr>
        <w:t>‘‘ کہنا کس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پر’’ </w:t>
      </w:r>
      <w:r w:rsidRPr="00D346F5">
        <w:rPr>
          <w:rStyle w:val="libArabicChar"/>
          <w:rtl/>
        </w:rPr>
        <w:t>تُفلِحُوا</w:t>
      </w:r>
      <w:r>
        <w:rPr>
          <w:rtl/>
          <w:lang w:bidi="ur-PK"/>
        </w:rPr>
        <w:t>‘‘ (نجات پانے)کا باعث بنتا ہے ؟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اِس بات کوک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البتہ ہر احساس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سچا اور صادق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اِس پر بحث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کا اعلان کرتا ہے تووہ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فلسف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وبرہان سے لوگوں کو دعوت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بلکہ احساسات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استعمال کرتا ہے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ضرور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سچے احساسات، غلط اور بے منطق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وتے</w:t>
      </w:r>
      <w:r>
        <w:rPr>
          <w:rtl/>
          <w:lang w:bidi="ur-PK"/>
        </w:rPr>
        <w:t xml:space="preserve"> اور اِن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استدلال و برہان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پہلے مرحلے پر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موجودلوگوں پر ظلم و ستم ،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اور لوگوں پر جنّ وبشر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نِ</w:t>
      </w:r>
      <w:r>
        <w:rPr>
          <w:rtl/>
          <w:lang w:bidi="ur-PK"/>
        </w:rPr>
        <w:t xml:space="preserve"> اِنس کے خودساختہ خداوں </w:t>
      </w:r>
      <w:r w:rsidRPr="00D346F5">
        <w:rPr>
          <w:rStyle w:val="libArabicChar"/>
          <w:rtl/>
        </w:rPr>
        <w:t>’’اَندَادُ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‘‘</w:t>
      </w:r>
      <w:r>
        <w:rPr>
          <w:rtl/>
          <w:lang w:bidi="ur-PK"/>
        </w:rPr>
        <w:t xml:space="preserve"> کے دباو کواپنا ہدف بناتا ہے 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احساسات اور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چل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اُس کے بعد منطق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استدلال و برہان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نوبت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افراد جو عقل و خِرد اور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شرفت</w:t>
      </w:r>
      <w:r>
        <w:rPr>
          <w:rtl/>
          <w:lang w:bidi="ur-PK"/>
        </w:rPr>
        <w:t xml:space="preserve"> کے حامل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برہان تک پہنچ جا 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بعض افراد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مراحل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پھنسے رہ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>
        <w:rPr>
          <w:rtl/>
          <w:lang w:bidi="ur-PK"/>
        </w:rPr>
        <w:cr/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کہ جو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برہان کے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درجات کے حامل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کہ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کے استدلال رکھنے والے افراد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احساسات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اُن کا رابطہ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مستحکم ہوتا ہے اور رسول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سے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کا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موج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مارتا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</w:t>
      </w:r>
      <w:r>
        <w:rPr>
          <w:rFonts w:hint="eastAsia"/>
          <w:rtl/>
          <w:lang w:bidi="ur-PK"/>
        </w:rPr>
        <w:t>بلند</w:t>
      </w:r>
      <w:r>
        <w:rPr>
          <w:rtl/>
          <w:lang w:bidi="ur-PK"/>
        </w:rPr>
        <w:t xml:space="preserve"> درجات تک پہنچتے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3" w:name="_Toc500672095"/>
      <w:r>
        <w:rPr>
          <w:rFonts w:hint="eastAsia"/>
          <w:rtl/>
          <w:lang w:bidi="ur-PK"/>
        </w:rPr>
        <w:t>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ہدف!</w:t>
      </w:r>
      <w:bookmarkEnd w:id="113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اور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اپنا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اور الگ مقام ہے؛ نہ مہربان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لے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برہان،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،احساسات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پُر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واقعہ کربلا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ںسچے</w:t>
      </w:r>
      <w:r>
        <w:rPr>
          <w:rtl/>
          <w:lang w:bidi="ur-PK"/>
        </w:rPr>
        <w:t xml:space="preserve"> قسم کے مہربان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محبت کے جذب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احساسات لئے ہوا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اورپاک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نقص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دھوکہ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 دور دور تک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شائبہ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ہدف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کہ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مُنصِف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عالم متفق القول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اُس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معاشرے کو ظلم و </w:t>
      </w:r>
      <w:r>
        <w:rPr>
          <w:rFonts w:hint="eastAsia"/>
          <w:rtl/>
          <w:lang w:bidi="ur-PK"/>
        </w:rPr>
        <w:t>ستم</w:t>
      </w:r>
      <w:r>
        <w:rPr>
          <w:rtl/>
          <w:lang w:bidi="ur-PK"/>
        </w:rPr>
        <w:t xml:space="preserve"> سے نجات دلانے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تھا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آغاز کرتا ہے اور کہتا ہے کہ </w:t>
      </w:r>
      <w:r w:rsidRPr="00D346F5">
        <w:rPr>
          <w:rStyle w:val="libArabicChar"/>
          <w:rtl/>
        </w:rPr>
        <w:t>’’اَ</w:t>
      </w:r>
      <w:r w:rsidRPr="00D346F5">
        <w:rPr>
          <w:rStyle w:val="libArabicChar"/>
          <w:rFonts w:hint="cs"/>
          <w:rtl/>
        </w:rPr>
        <w:t>يُّ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َا النَّاسُ! اِنَّ </w:t>
      </w:r>
      <w:r w:rsidRPr="00D346F5">
        <w:rPr>
          <w:rStyle w:val="libArabicChar"/>
          <w:rFonts w:hint="cs"/>
          <w:rtl/>
        </w:rPr>
        <w:t>رَسُولَ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صَلَّ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tl/>
        </w:rPr>
        <w:t xml:space="preserve">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ُ عَلَ</w:t>
      </w:r>
      <w:r w:rsidRPr="00D346F5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</w:t>
      </w:r>
      <w:r w:rsidRPr="00D346F5">
        <w:rPr>
          <w:rStyle w:val="libArabicChar"/>
          <w:rtl/>
        </w:rPr>
        <w:t xml:space="preserve"> وآلِ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وَسَلَّم قَالَ مَن رَآَ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tl/>
        </w:rPr>
        <w:t xml:space="preserve"> سُلطَانًا جَائرًا</w:t>
      </w:r>
      <w:r>
        <w:rPr>
          <w:rtl/>
          <w:lang w:bidi="ur-PK"/>
        </w:rPr>
        <w:t xml:space="preserve">۔۔۔‘‘۔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ظلم و ستم سے مقابلے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فلسفہ قرار دے کر اُس کا اعلان فرمارہے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’’</w:t>
      </w:r>
      <w:r w:rsidRPr="00D346F5">
        <w:rPr>
          <w:rStyle w:val="libArabicChar"/>
          <w:rFonts w:hint="cs"/>
          <w:rtl/>
        </w:rPr>
        <w:t>يَعمَلُ فِی</w:t>
      </w:r>
      <w:r w:rsidRPr="00D346F5">
        <w:rPr>
          <w:rStyle w:val="libArabicChar"/>
          <w:rtl/>
        </w:rPr>
        <w:t xml:space="preserve"> عِبَادِاللّٰ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بِالجَورِ والطُّغ</w:t>
      </w:r>
      <w:r w:rsidRPr="00D346F5">
        <w:rPr>
          <w:rStyle w:val="libArabicChar"/>
          <w:rFonts w:hint="cs"/>
          <w:rtl/>
        </w:rPr>
        <w:t>يَانِ وَبالاِثمِ وَالعُدوَانِ</w:t>
      </w:r>
      <w:r w:rsidRPr="004C1FD1">
        <w:rPr>
          <w:rFonts w:hint="cs"/>
          <w:rtl/>
        </w:rPr>
        <w:t>‘‘؛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’’</w:t>
      </w:r>
      <w:r>
        <w:rPr>
          <w:rtl/>
          <w:lang w:bidi="ur-PK"/>
        </w:rPr>
        <w:t xml:space="preserve"> جو بندگانِ خدا پر ظلم و جوراورگناہ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حکومت کر رہا ہے‘‘۔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بات مقدس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اہداف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جسے تمام مُنصِفِ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عالم قب</w:t>
      </w:r>
      <w:r>
        <w:rPr>
          <w:rFonts w:hint="eastAsia"/>
          <w:rtl/>
          <w:lang w:bidi="ur-PK"/>
        </w:rPr>
        <w:t>ول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بلند اور مقدس ہدف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جنگ اورمبارزے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مصائب کو تحمل کرتا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4" w:name="_Toc500672096"/>
      <w:r>
        <w:rPr>
          <w:rFonts w:hint="eastAsia"/>
          <w:rtl/>
          <w:lang w:bidi="ur-PK"/>
        </w:rPr>
        <w:t>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جنگ!</w:t>
      </w:r>
      <w:bookmarkEnd w:id="11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سے دشوار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جنگ،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جنگ ہے۔ اپنے دوستوں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داد و تحس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نعروں، جوش و خروش اور ولولے کو بڑھانے کے احساسات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موت کے منہ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جانا چنداں مشکل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صدر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حق و باطل کے لشکر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صف آرا ہوئے تو محاذ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سرفہرست رہنے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تھے،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اپنے سپاہ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پوچھا کہ’’کون ہے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 تاکہ دشمن کے فلاں معروف جنگجو کو قتل کرسکے‘‘؟ سپاہ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نوجوان نے حام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سامنے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حضرت ختم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مرتبت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نے اُس کے سر پر ہاتھ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اور آگے تک اُس کے ساتھ گئے، مسلمانوں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رکھتا ہے، جہاد کرتا ہے اور درجہ شہادت 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فائز ہوتا ہے؛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کا جہاد کرنا اور قتل ہونا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قسم کا جہاد وہ ہے کہ جب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نبرد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رکھتا ہے تو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منکر و مخالف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ااُس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مقام و منزلت سے غافل؛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ہوئے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 سے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ہوا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لہرا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تلواروںکو باہر نکالے ہوئے ہے اور وہ افراد جو اپنے قلب سے اُس کو داد و تحس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تعداد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کو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جرآت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’’عبد اللہ ابن عباس </w:t>
      </w:r>
      <w:r>
        <w:rPr>
          <w:rtl/>
          <w:lang w:bidi="fa-IR"/>
        </w:rPr>
        <w:t xml:space="preserve">۱ ‘‘ </w:t>
      </w:r>
      <w:r>
        <w:rPr>
          <w:rtl/>
          <w:lang w:bidi="ur-PK"/>
        </w:rPr>
        <w:t>اور ’’عبد اللہ ابن جعفر‘‘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خاندان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سے تعلق 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شجرہ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سے متصل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جرآت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کہ مکہ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کھڑے ہوکر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بلند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نعرے لگائ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جنگ اور مبارزہ!اور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جنگ ہے کہ جہاں تمام افراد اِس لڑنے والے انسان سے روگرداں اور اُس کے دشمن ہوں۔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کے بعض دوستوں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 سے منہ موڑ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اُن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جب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کہا کہ ’’</w:t>
      </w:r>
      <w:r>
        <w:rPr>
          <w:rFonts w:hint="eastAsia"/>
          <w:rtl/>
          <w:lang w:bidi="ur-PK"/>
        </w:rPr>
        <w:t>آو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کرو‘‘ تو اُس نے مدد کرنے کے بجائے حضرت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اپنا گھوڑا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کہا کہ 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گھوڑے سے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جئے‘‘</w:t>
      </w:r>
      <w:r>
        <w:rPr>
          <w:rtl/>
          <w:lang w:bidi="ur-PK"/>
        </w:rPr>
        <w:t>۔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بڑھ کر غربت و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اِس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بانہ</w:t>
      </w:r>
      <w:r>
        <w:rPr>
          <w:rtl/>
          <w:lang w:bidi="ur-PK"/>
        </w:rPr>
        <w:t xml:space="preserve"> جنگ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بڑھ کر اور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ہے؟! اور اِس کے ساتھ ساتھ اِس غربت و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 کے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افراد کو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کے سامنے ٹکڑے ٹکڑے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ہے، اُس کے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ٹے،</w:t>
      </w:r>
      <w:r>
        <w:rPr>
          <w:rtl/>
          <w:lang w:bidi="ur-PK"/>
        </w:rPr>
        <w:t xml:space="preserve"> بھانجے، بھا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چچا زاد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اصحاب اور گل ہائے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اُس کے سامنے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رگڑ رگڑ کر جان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!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خوار شش ماہہ بچے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کے</w:t>
      </w:r>
      <w:r>
        <w:rPr>
          <w:rFonts w:hint="eastAsia"/>
          <w:rtl/>
          <w:lang w:bidi="ur-PK"/>
        </w:rPr>
        <w:t>گھاٹ</w:t>
      </w:r>
      <w:r>
        <w:rPr>
          <w:rtl/>
          <w:lang w:bidi="ur-PK"/>
        </w:rPr>
        <w:t xml:space="preserve"> اتار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ہے!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تمام مصائب اور جان فرسا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علاہ وہ جانتا ہے 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اُس کے جسم سے جدا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ال،</w:t>
      </w:r>
      <w:r>
        <w:rPr>
          <w:rtl/>
          <w:lang w:bidi="ur-PK"/>
        </w:rPr>
        <w:t xml:space="preserve"> بے پناہ و بے دفاع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دشمن کے حملوں کا نشانہ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وہ اِس بات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آگاہ ہے کہ سپاہِ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</w:t>
      </w:r>
      <w:r>
        <w:rPr>
          <w:rtl/>
          <w:lang w:bidi="ur-PK"/>
        </w:rPr>
        <w:lastRenderedPageBreak/>
        <w:t>بھوکے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نوجوان بچ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حملہ آور ہوں گے، اُن کے ننھے ننھے دلوں کو خوف سے دہلا 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حرمت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وہ اِس بات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رکھتا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لوگ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تعلق رکھنے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دختر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حر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اُن سے جسارت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گے؛ وہ اِن تمام حالات سے آگاہ و باخبر تھا۔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اِن</w:t>
      </w:r>
      <w:r>
        <w:rPr>
          <w:rtl/>
          <w:lang w:bidi="ur-PK"/>
        </w:rPr>
        <w:t xml:space="preserve"> مشکلات اور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ساتھ اُس کے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اضافہ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جئے؛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خوار بچہ تشنہ، چھوٹے بچے اور بچ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سے جاں بہ لب اور نڈھال، بوڑھے اور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العمر افراد تشنگ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بے حال؛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تصور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جنگ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 ہے؟ اتناپاک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زہ،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انسان کہ آسمان سے ملائکہ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پر سبقت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اُس سے متبرّک ہوں،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کہ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جس کے بلند و بالا مقام پر رشک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جنگ اور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مصائب اور طاقت فرسا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</w:t>
      </w:r>
      <w:r>
        <w:rPr>
          <w:rFonts w:hint="eastAsia"/>
          <w:rtl/>
          <w:lang w:bidi="ur-PK"/>
        </w:rPr>
        <w:t>تھ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ہوجاتا ہے!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شہامت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کون سا انسان ہے کہ جو اِس دلخراش واقعہ کو سن کر متآثر نہ ہواوروہ کون انسان ہے کہ جس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ںدل</w:t>
      </w:r>
      <w:r>
        <w:rPr>
          <w:rtl/>
          <w:lang w:bidi="ur-PK"/>
        </w:rPr>
        <w:t xml:space="preserve"> دھڑکتا ہو اوروہ اِس واقعہ کو سمجھے ، پہچانے اور اُس کا عاشق نہ بنے؟!</w:t>
      </w:r>
    </w:p>
    <w:p w:rsidR="00734EFD" w:rsidRDefault="00734EFD" w:rsidP="00D346F5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چشمہ ہے جو روزِعاشوراُس وقت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کہ جب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>’’تلّہ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ہ‘‘پر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کو مخاطب کرتے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Pr="00D346F5">
        <w:rPr>
          <w:rStyle w:val="libArabicChar"/>
          <w:rtl/>
        </w:rPr>
        <w:t>’’</w:t>
      </w:r>
      <w:r w:rsidRPr="00D346F5">
        <w:rPr>
          <w:rStyle w:val="libArabicChar"/>
          <w:rFonts w:hint="cs"/>
          <w:rtl/>
        </w:rPr>
        <w:t>يَا رَسُولَ 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! صَلّ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tl/>
        </w:rPr>
        <w:t xml:space="preserve"> عَلَ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Fonts w:hint="eastAsia"/>
          <w:rtl/>
        </w:rPr>
        <w:t>کَ</w:t>
      </w:r>
      <w:r w:rsidRPr="00D346F5">
        <w:rPr>
          <w:rStyle w:val="libArabicChar"/>
          <w:rtl/>
        </w:rPr>
        <w:t xml:space="preserve"> مَلَائِک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ُ</w:t>
      </w:r>
      <w:r w:rsidRPr="00D346F5">
        <w:rPr>
          <w:rStyle w:val="libArabicChar"/>
          <w:rtl/>
        </w:rPr>
        <w:t xml:space="preserve"> السَّمَآئِ ، 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َذاحُسَ</w:t>
      </w:r>
      <w:r w:rsidRPr="00D346F5">
        <w:rPr>
          <w:rStyle w:val="libArabicChar"/>
          <w:rFonts w:hint="cs"/>
          <w:rtl/>
        </w:rPr>
        <w:t>ی</w:t>
      </w:r>
      <w:r w:rsidRPr="00D346F5">
        <w:rPr>
          <w:rStyle w:val="libArabicChar"/>
          <w:rFonts w:hint="eastAsia"/>
          <w:rtl/>
        </w:rPr>
        <w:t>ن</w:t>
      </w:r>
      <w:r w:rsidRPr="00D346F5">
        <w:rPr>
          <w:rStyle w:val="libArabicChar"/>
          <w:rtl/>
        </w:rPr>
        <w:t xml:space="preserve"> مُرَمَّل? بِالدِّمَآئِ ، مُقَطَّعُ الاَعضَآئِ ، م</w:t>
      </w:r>
      <w:r w:rsidRPr="00D346F5">
        <w:rPr>
          <w:rStyle w:val="libArabicChar"/>
          <w:rFonts w:hint="eastAsia"/>
          <w:rtl/>
        </w:rPr>
        <w:t>َسلُوبَ</w:t>
      </w:r>
      <w:r w:rsidRPr="00D346F5">
        <w:rPr>
          <w:rStyle w:val="libArabicChar"/>
          <w:rtl/>
        </w:rPr>
        <w:t xml:space="preserve"> العَمَّامَ</w:t>
      </w:r>
      <w:r w:rsidR="001928B4" w:rsidRPr="001928B4">
        <w:rPr>
          <w:rStyle w:val="libArabicChar"/>
          <w:rFonts w:hint="cs"/>
          <w:rtl/>
        </w:rPr>
        <w:t>ة</w:t>
      </w:r>
      <w:r w:rsidRPr="0077300E">
        <w:rPr>
          <w:rStyle w:val="libArabicChar"/>
          <w:rFonts w:hint="cs"/>
          <w:rtl/>
        </w:rPr>
        <w:t>ِ</w:t>
      </w:r>
      <w:r w:rsidRPr="00D346F5">
        <w:rPr>
          <w:rStyle w:val="libArabicChar"/>
          <w:rtl/>
        </w:rPr>
        <w:t xml:space="preserve"> والرِّدَآئ</w:t>
      </w:r>
      <w:r>
        <w:rPr>
          <w:rtl/>
          <w:lang w:bidi="ur-PK"/>
        </w:rPr>
        <w:t xml:space="preserve">ِ‘‘؛ ’’ اے نانا رسول اللہ </w:t>
      </w:r>
      <w:r>
        <w:rPr>
          <w:rtl/>
          <w:lang w:bidi="fa-IR"/>
        </w:rPr>
        <w:t xml:space="preserve">۰! </w:t>
      </w:r>
      <w:r>
        <w:rPr>
          <w:rtl/>
          <w:lang w:bidi="ur-PK"/>
        </w:rPr>
        <w:t>آسمان کے ملائکہ آپ پر درودو سلام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آپ کا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اپنے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D346F5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غلطاں،</w:t>
      </w:r>
      <w:r>
        <w:rPr>
          <w:rtl/>
          <w:lang w:bidi="ur-PK"/>
        </w:rPr>
        <w:t xml:space="preserve"> جس کا جسم پائمال ہے اور جس کے عمامے اورعبا کو لوٹ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ہے‘‘۔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٭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مصائب پڑھنے شروع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ے اور با آواز بلند اُس واقعہ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چھپانا چاہتے تھے۔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الشہدا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المرتبت خواہر نے کربلاوکوفہ اور شام 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 آواز بلند واقعہ عاشورا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چشمہ اُس وقت اُبلا اور آج تک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5" w:name="_Toc500672097"/>
      <w:r>
        <w:rPr>
          <w:rFonts w:hint="eastAsia"/>
          <w:rtl/>
          <w:lang w:bidi="ur-PK"/>
        </w:rPr>
        <w:t>مجالس</w:t>
      </w:r>
      <w:r>
        <w:rPr>
          <w:rtl/>
          <w:lang w:bidi="ur-PK"/>
        </w:rPr>
        <w:t xml:space="preserve"> اور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</w:t>
      </w:r>
      <w:bookmarkEnd w:id="115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کا دامن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نعمت سے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تو اُس سے اُس نعمت کاسوال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نعمت سے بہرہ مند ہو تا ہے تو اُس سے اُس نعمت کے متعلق ضروربا ز پُرس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ہمارے پاس بزرگتر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نعمت،مجالس عزا ، محرم اور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ہے؛افسوس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ہمارے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مسلمان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اپنے آپ کو اِس نعمت عظم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ہے، وہ اِس نعمت سے بہرہ مند ہوسکتے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کے امکانات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البتہ بعض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مسلمان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گوشہ و کنار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محرم کے ذکر اورواقعہ کربلا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بہرہ منداور مستف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۔آج جبکہ ہمارے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محرم اور واقعہ کربلا کا تذکرہ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مثال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ذکر موجود ہے تو اِ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ںاِن</w:t>
      </w:r>
      <w:r>
        <w:rPr>
          <w:rtl/>
          <w:lang w:bidi="ur-PK"/>
        </w:rPr>
        <w:t xml:space="preserve"> مجالس اور تذکرے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اور اِس نعمت کا شکرانہ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734EFD" w:rsidRDefault="00734EFD" w:rsidP="004A3B2C">
      <w:pPr>
        <w:pStyle w:val="Heading2Center"/>
        <w:rPr>
          <w:rtl/>
          <w:lang w:bidi="ur-PK"/>
        </w:rPr>
      </w:pPr>
      <w:bookmarkStart w:id="116" w:name="_Toc500672098"/>
      <w:r>
        <w:rPr>
          <w:rFonts w:hint="eastAsia"/>
          <w:rtl/>
          <w:lang w:bidi="ur-PK"/>
        </w:rPr>
        <w:t>ظالم</w:t>
      </w:r>
      <w:r>
        <w:rPr>
          <w:rtl/>
          <w:lang w:bidi="ur-PK"/>
        </w:rPr>
        <w:t xml:space="preserve"> طاقتوںکاکربلاسے خوف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ہونا</w:t>
      </w:r>
      <w:bookmarkEnd w:id="116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،ہمارے قلوب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اسلام کے منبع سے متصل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جو اُس نے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ظالم و جابر اور ستمگر حکمران واقعہ کربلا سے خوف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ہوگئے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مبارک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کھانے لگے۔ واقعہ کربلا اور شہدائے کربلا سے خوف و ہراس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زمانے سے شروع ہوا اور آج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آپ نے اِس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خود ہمارے انقلاب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ہے،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محرم کا چاند طلوع ہوتا تھا تو کافر و فاسق پہلو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اپنے ہاتھوں کو بندھا</w:t>
      </w:r>
    </w:p>
    <w:p w:rsidR="00734EFD" w:rsidRDefault="00734EFD" w:rsidP="004A3B2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ہوامحسوس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کربلائ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عوام کے مقابلے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خود کو عاجز 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پہلو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حکام محرم کے سامنے عاجز و درماندہ ہوجاتے تھے! اُس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رپورٹوں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اشاروں اور صراحت کے ساتھ معلوم ہوتا ہے کہ وہ محرم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سے بالکل چکرا جاتے تھے۔ حضرت ا</w:t>
      </w:r>
      <w:r>
        <w:rPr>
          <w:rFonts w:hint="eastAsia"/>
          <w:rtl/>
          <w:lang w:bidi="ur-PK"/>
        </w:rPr>
        <w:t>مام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، اُس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شناس،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شناس اور انسان شناس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دانا نے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اہداف تک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اِس واقعہ سے کس طرح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 اور اُنہوں نے اِس سے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استفادہ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4A3B2C" w:rsidRPr="004A3B2C">
        <w:rPr>
          <w:rStyle w:val="libFootnotenumChar"/>
          <w:rFonts w:hint="cs"/>
          <w:rtl/>
        </w:rPr>
        <w:t>(3)</w:t>
      </w:r>
    </w:p>
    <w:p w:rsidR="00E723FC" w:rsidRDefault="00E723FC" w:rsidP="001928B4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E723FC" w:rsidRDefault="004A3B2C" w:rsidP="00E723FC">
      <w:pPr>
        <w:pStyle w:val="libFootnote"/>
        <w:rPr>
          <w:rtl/>
        </w:rPr>
      </w:pPr>
      <w:r w:rsidRPr="0077300E">
        <w:rPr>
          <w:rFonts w:hint="cs"/>
          <w:rtl/>
        </w:rPr>
        <w:t>1</w:t>
      </w:r>
      <w:r w:rsidR="00E723FC">
        <w:rPr>
          <w:rFonts w:hint="cs"/>
          <w:rtl/>
        </w:rPr>
        <w:t xml:space="preserve"> بحار الانوار ، جلد </w:t>
      </w:r>
      <w:r w:rsidR="001928B4" w:rsidRPr="0077300E">
        <w:rPr>
          <w:rFonts w:hint="cs"/>
          <w:rtl/>
        </w:rPr>
        <w:t>44</w:t>
      </w:r>
      <w:r w:rsidR="00E723FC">
        <w:rPr>
          <w:rFonts w:hint="cs"/>
          <w:rtl/>
        </w:rPr>
        <w:t xml:space="preserve">، صفحہ </w:t>
      </w:r>
      <w:r w:rsidR="001928B4" w:rsidRPr="0077300E">
        <w:rPr>
          <w:rFonts w:hint="cs"/>
          <w:rtl/>
        </w:rPr>
        <w:t>3</w:t>
      </w:r>
      <w:r w:rsidR="0077300E" w:rsidRPr="0077300E">
        <w:rPr>
          <w:rFonts w:hint="cs"/>
          <w:rtl/>
        </w:rPr>
        <w:t>66</w:t>
      </w:r>
    </w:p>
    <w:p w:rsidR="00E723FC" w:rsidRDefault="004A3B2C" w:rsidP="00E723FC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E723FC">
        <w:rPr>
          <w:rFonts w:hint="cs"/>
          <w:rtl/>
        </w:rPr>
        <w:t xml:space="preserve"> خطبہ نماز جمعہ 15/6/2000</w:t>
      </w:r>
    </w:p>
    <w:p w:rsidR="00734EFD" w:rsidRDefault="004A3B2C" w:rsidP="00E723FC">
      <w:pPr>
        <w:pStyle w:val="libFootnote"/>
        <w:rPr>
          <w:rtl/>
        </w:rPr>
      </w:pPr>
      <w:r w:rsidRPr="0077300E">
        <w:rPr>
          <w:rFonts w:hint="cs"/>
          <w:rtl/>
        </w:rPr>
        <w:t>3</w:t>
      </w:r>
      <w:r w:rsidR="00734EFD">
        <w:rPr>
          <w:rFonts w:hint="cs"/>
          <w:rtl/>
        </w:rPr>
        <w:t xml:space="preserve"> ماہ محرم کی</w:t>
      </w:r>
      <w:r w:rsidR="00734EFD">
        <w:rPr>
          <w:rtl/>
        </w:rPr>
        <w:t xml:space="preserve"> آمد پر علمائ سے خطاب 7/6/2004</w:t>
      </w:r>
    </w:p>
    <w:p w:rsidR="00E723FC" w:rsidRDefault="00E723FC" w:rsidP="001928B4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A3B2C" w:rsidRDefault="004A3B2C" w:rsidP="004A3B2C">
      <w:pPr>
        <w:pStyle w:val="Heading2Center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7" w:name="_Toc500672099"/>
      <w:r>
        <w:rPr>
          <w:rFonts w:hint="eastAsia"/>
          <w:rtl/>
          <w:lang w:bidi="ur-PK"/>
        </w:rPr>
        <w:t>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مضمر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پہلو</w:t>
      </w:r>
      <w:bookmarkEnd w:id="117"/>
    </w:p>
    <w:p w:rsidR="00734EFD" w:rsidRDefault="00734EFD" w:rsidP="004A3B2C">
      <w:pPr>
        <w:pStyle w:val="Heading2Center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18" w:name="_Toc500672100"/>
      <w:r>
        <w:rPr>
          <w:rFonts w:hint="eastAsia"/>
          <w:rtl/>
          <w:lang w:bidi="ur-PK"/>
        </w:rPr>
        <w:t>انقلاب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ک،معنو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مصائب</w:t>
      </w:r>
      <w:bookmarkEnd w:id="118"/>
    </w:p>
    <w:p w:rsidR="00734EFD" w:rsidRDefault="00734EFD" w:rsidP="007730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پہلووں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جاسکتا ہے اور اِن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پہلووں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پہلو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جلوہ افروز ہے وہ 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افتخار کا پہلو ہے۔</w:t>
      </w:r>
    </w:p>
    <w:p w:rsidR="00734EFD" w:rsidRDefault="00734EFD" w:rsidP="004A3B2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اِس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پہلوطاقتور باطل اور حق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جنگ ہے کہ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انقلاب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اصلاح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جدوجہد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 کواپنا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اِس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پہلو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اخلاق ہے ۔ اِس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مبارزہ اور جنگ وجود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پہلووں، انقلاب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اقدامات اور حق و باطل کے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الاعلان برسرپ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آنے کے علاوہ ہے اور وہ انسانوں کے نفس اور اُن کے باطن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ہے جہاںانسان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 کے اندر موجود کمزور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</w:t>
      </w:r>
      <w:r>
        <w:rPr>
          <w:rtl/>
          <w:lang w:bidi="ur-PK"/>
        </w:rPr>
        <w:t xml:space="preserve"> مختلف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لالچ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ذلت و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شہوت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اُسے بڑے اور اہم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صلے</w:t>
      </w:r>
      <w:r>
        <w:rPr>
          <w:rtl/>
          <w:lang w:bidi="ur-PK"/>
        </w:rPr>
        <w:t xml:space="preserve"> کرنے اور بڑے بڑے قدم اٹھانے سے روکت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جنگ 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ہے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دشوار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لحاظ سے اپنا جواب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جہاں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فداکار مرد و زن</w:t>
      </w:r>
      <w:r w:rsidR="004A3B2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مختصر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جماعت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چل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وہاں اُن کے احساسِ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ماف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لذتوں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جن کے باطن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کہ جسے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جنود عقل (خدائ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لشکر) سے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،نے اُن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لشکروں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جنود جہل (ش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لشکر)پر غلبہ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اُن کا نام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سنہر</w:t>
      </w:r>
      <w:r>
        <w:rPr>
          <w:rFonts w:hint="cs"/>
          <w:rtl/>
          <w:lang w:bidi="ur-PK"/>
        </w:rPr>
        <w:t>ی</w:t>
      </w:r>
      <w:r w:rsidR="004A3B2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حروف</w:t>
      </w:r>
      <w:r>
        <w:rPr>
          <w:rtl/>
          <w:lang w:bidi="ur-PK"/>
        </w:rPr>
        <w:t xml:space="preserve"> سے آج تک درج ہے۔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پہلو کہ جو عوام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مشہور ہے ، وہ مصائب اور غم و اندوہ کا پہلو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پہلو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عروج پر نظر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لہٰذا اہل فکر و نظر کو اِن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پہلووں کو مدنظر رکھنا چاہے۔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4A3B2C" w:rsidRDefault="004A3B2C" w:rsidP="00734EFD">
      <w:pPr>
        <w:pStyle w:val="libNormal"/>
        <w:rPr>
          <w:rtl/>
          <w:lang w:bidi="ur-PK"/>
        </w:rPr>
      </w:pPr>
    </w:p>
    <w:p w:rsidR="004A3B2C" w:rsidRDefault="004A3B2C" w:rsidP="00734EFD">
      <w:pPr>
        <w:pStyle w:val="libNormal"/>
        <w:rPr>
          <w:rtl/>
          <w:lang w:bidi="ur-PK"/>
        </w:rPr>
      </w:pPr>
    </w:p>
    <w:p w:rsidR="00734EFD" w:rsidRDefault="001928B4" w:rsidP="004A3B2C">
      <w:pPr>
        <w:pStyle w:val="Heading2Center"/>
        <w:rPr>
          <w:rtl/>
          <w:lang w:bidi="ur-PK"/>
        </w:rPr>
      </w:pPr>
      <w:bookmarkStart w:id="119" w:name="_Toc500672101"/>
      <w:r w:rsidRPr="001928B4">
        <w:rPr>
          <w:rFonts w:hint="cs"/>
          <w:rtl/>
        </w:rPr>
        <w:t>1</w:t>
      </w:r>
      <w:r w:rsidR="00734EFD" w:rsidRPr="001928B4">
        <w:rPr>
          <w:rFonts w:hint="cs"/>
          <w:rtl/>
        </w:rPr>
        <w:t>۔ انقلاب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تحر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ک</w:t>
      </w:r>
      <w:r w:rsidR="00734EFD">
        <w:rPr>
          <w:rtl/>
          <w:lang w:bidi="ur-PK"/>
        </w:rPr>
        <w:t xml:space="preserve"> م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ں</w:t>
      </w:r>
      <w:r w:rsidR="00734EFD">
        <w:rPr>
          <w:rtl/>
          <w:lang w:bidi="ur-PK"/>
        </w:rPr>
        <w:t xml:space="preserve"> عزت و سربلند</w:t>
      </w:r>
      <w:r w:rsidR="00734EFD">
        <w:rPr>
          <w:rFonts w:hint="cs"/>
          <w:rtl/>
          <w:lang w:bidi="ur-PK"/>
        </w:rPr>
        <w:t>ی</w:t>
      </w:r>
      <w:r w:rsidR="00734EFD">
        <w:rPr>
          <w:rtl/>
          <w:lang w:bidi="ur-PK"/>
        </w:rPr>
        <w:t xml:space="preserve"> کا عنصر</w:t>
      </w:r>
      <w:bookmarkEnd w:id="119"/>
    </w:p>
    <w:p w:rsidR="00734EFD" w:rsidRDefault="00734EFD" w:rsidP="0077300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77300E">
        <w:rPr>
          <w:rtl/>
          <w:lang w:bidi="ur-PK"/>
        </w:rPr>
        <w:t>جہاں امام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انقلاب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موجزن ہے ؛س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مدمقابل کون تھا؟ آپ کے مد مقابل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ظالم و فاسق حکومت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</w:t>
      </w:r>
      <w:r w:rsidR="004A3B2C">
        <w:rPr>
          <w:rFonts w:hint="cs"/>
          <w:rtl/>
          <w:lang w:bidi="ur-PK"/>
        </w:rPr>
        <w:t>(</w:t>
      </w:r>
      <w:r w:rsidRPr="004A3B2C">
        <w:rPr>
          <w:rStyle w:val="libArabicChar"/>
          <w:rFonts w:hint="cs"/>
          <w:rtl/>
        </w:rPr>
        <w:t>يَعمَل فِی</w:t>
      </w:r>
      <w:r w:rsidRPr="004A3B2C">
        <w:rPr>
          <w:rStyle w:val="libArabicChar"/>
          <w:rtl/>
        </w:rPr>
        <w:t xml:space="preserve"> عِبَادِاللّٰ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بِالاِثمِ وَالعُدوَان</w:t>
      </w:r>
      <w:r w:rsidR="004A3B2C">
        <w:rPr>
          <w:rFonts w:hint="cs"/>
          <w:rtl/>
          <w:lang w:bidi="ur-PK"/>
        </w:rPr>
        <w:t>)</w:t>
      </w:r>
      <w:r>
        <w:rPr>
          <w:rtl/>
          <w:lang w:bidi="ur-PK"/>
        </w:rPr>
        <w:t xml:space="preserve"> ،جو معاشر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ںگناہ</w:t>
      </w:r>
      <w:r>
        <w:rPr>
          <w:rtl/>
          <w:lang w:bidi="ur-PK"/>
        </w:rPr>
        <w:t xml:space="preserve"> و سرکش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حکو مت کر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۔اُس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پورا معاشرہ اُس ظالم حکومت کے پنجوں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ںجکڑا</w:t>
      </w:r>
      <w:r>
        <w:rPr>
          <w:rtl/>
          <w:lang w:bidi="ur-PK"/>
        </w:rPr>
        <w:t xml:space="preserve"> ہوا تھا اور جہاں بندگانِ خدا پرظلم و ستم ، غرور و تکبر اور خود خواہ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خود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لوگوں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اُن</w:t>
      </w:r>
      <w:r>
        <w:rPr>
          <w:rtl/>
          <w:lang w:bidi="ur-PK"/>
        </w:rPr>
        <w:t xml:space="preserve"> کے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کا ذرا سا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جاتا ہے، برسر اقتدار طبقہ نے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ظہوراسلام سے قبل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تھاجبکہ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ت،اُس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’’عادلانہ حکومت ‘‘ہے اور اُس تصوّرات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(مد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فاضلہ)کے خدوخال کہ جسے اسلام شکل و صورت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تھا،حکومت کے طرز عمل اور حاکم وقت کے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سے تعلق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4A3B2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اُ</w:t>
      </w:r>
      <w:r>
        <w:rPr>
          <w:rtl/>
          <w:lang w:bidi="ur-PK"/>
        </w:rPr>
        <w:t xml:space="preserve"> س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بقول، امامت کو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سلطنت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امامت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راہنمائ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کارواں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الخاص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ہدف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حرکت کررہا ہو کہ جہاں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 آگے آگے رہ کر کارواں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تمام افر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کرے۔اِس طرح کہ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گم کردے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کارواں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رہ جائے) تو وہ رہبراُس کا ہاتھ تھام کر اُسے دوبارہ قافلے سے ملا دے،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تھک کر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جائے تو 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راستہ طے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بندھائے،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پاوں زخم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جائے</w:t>
      </w:r>
      <w:r>
        <w:rPr>
          <w:rtl/>
          <w:lang w:bidi="ur-PK"/>
        </w:rPr>
        <w:t xml:space="preserve"> تو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مرہم پٹ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اور قافلے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تمام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کرے۔ اِسے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’’امام‘‘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امامِ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کہا جاتا ہے؛ جبکہ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سلطنت اِس مفہوم و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بالکل متضاد</w:t>
      </w:r>
      <w:r>
        <w:rPr>
          <w:rFonts w:hint="eastAsia"/>
          <w:rtl/>
          <w:lang w:bidi="ur-PK"/>
        </w:rPr>
        <w:t>ہے،</w:t>
      </w:r>
      <w:r>
        <w:rPr>
          <w:rtl/>
          <w:lang w:bidi="ur-PK"/>
        </w:rPr>
        <w:t xml:space="preserve"> سلطنت و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بادشاہت کہ جو سلطنت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ہے ۔چنانچہ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کے نام سلطان اور بادشاہ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اُن کے باطن دوسروں پر تسلط و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ظلم و ستم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 و بُو سے پُر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جس دور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اقوام پر ظلم کرے گا،خواہ اُس کا نام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اُسے سلطنت و 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جا ئے گا۔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ملک کا صدر کہ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مستبکراورڈکٹ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آج اُس کا واضح نمونہ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ہے، اپنے آپ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اخلاق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اپنے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کمپن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منافع کو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انسانوں کے منافع پر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دے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اقوام کے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صلے</w:t>
      </w:r>
      <w:r>
        <w:rPr>
          <w:rtl/>
          <w:lang w:bidi="ur-PK"/>
        </w:rPr>
        <w:t xml:space="preserve"> خود کرے؛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سلطنت وملوک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آمر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ت،خواہ</w:t>
      </w:r>
      <w:r>
        <w:rPr>
          <w:rtl/>
          <w:lang w:bidi="ur-PK"/>
        </w:rPr>
        <w:t xml:space="preserve"> اِس کانام بادشاہت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 ہو!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4A3B2C" w:rsidRDefault="004A3B2C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20" w:name="_Toc500672102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کے مطالبے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>!</w:t>
      </w:r>
      <w:bookmarkEnd w:id="120"/>
    </w:p>
    <w:p w:rsidR="00734EFD" w:rsidRDefault="00734EFD" w:rsidP="004A3B2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امامت کو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نظام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</w:t>
      </w:r>
      <w:r w:rsidR="004A3B2C">
        <w:rPr>
          <w:rFonts w:hint="cs"/>
          <w:rtl/>
          <w:lang w:bidi="ur-PK"/>
        </w:rPr>
        <w:t>(</w:t>
      </w:r>
      <w:r>
        <w:rPr>
          <w:rtl/>
          <w:lang w:bidi="ur-PK"/>
        </w:rPr>
        <w:t xml:space="preserve"> </w:t>
      </w:r>
      <w:r w:rsidRPr="004A3B2C">
        <w:rPr>
          <w:rStyle w:val="libArabicChar"/>
          <w:rFonts w:hint="cs"/>
          <w:rtl/>
        </w:rPr>
        <w:t>يَعمَلُ فِی</w:t>
      </w:r>
      <w:r w:rsidRPr="004A3B2C">
        <w:rPr>
          <w:rStyle w:val="libArabicChar"/>
          <w:rtl/>
        </w:rPr>
        <w:t xml:space="preserve"> عِبَادِاللّٰ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ِ بِالاِثمِ وَالعُدوَانِ</w:t>
      </w:r>
      <w:r w:rsidR="004A3B2C">
        <w:rPr>
          <w:rFonts w:hint="cs"/>
          <w:rtl/>
          <w:lang w:bidi="ur-PK"/>
        </w:rPr>
        <w:t>)</w:t>
      </w:r>
      <w:r>
        <w:rPr>
          <w:rtl/>
          <w:lang w:bidi="ur-PK"/>
        </w:rPr>
        <w:t xml:space="preserve"> ؛ ظلم و ستم اور گناہ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لوگوں پر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اِن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حالات سے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مسلمانوںکو آگاہ کرنے،حقائق کو روشن و واضح کرنے، لوگوںک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اُس سے قبل کے زمانوںکے حق و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کو مشخص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جو کچھ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ہوا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وہ ظلم ، فاسق اور گمراہ حاکم اِس موقع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انتظار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راہنمااُس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قبول کرلے اور اُس کے کاموں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اظہار کرے! جس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کا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مطالبہ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4A3B2C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اِس بات کا خواہاں تھا کہ وہ آپ کو مجبور کرے کہ آپ لوگوں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کے بجائے اِس ظالم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ضلالت کو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جائز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آو اور اِس ظالم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کرو اور اِس کے ہاتھ مضبوط بناو!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سے شروع ہوتا ہے۔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اِس قسم کا بے جا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ہودہ</w:t>
      </w:r>
      <w:r>
        <w:rPr>
          <w:rtl/>
          <w:lang w:bidi="ur-PK"/>
        </w:rPr>
        <w:t xml:space="preserve"> و احمقانہ مطالبہ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تو اِس بات کا امکان تھا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نے جس طرح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دور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ںامّت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اورجس انداز سے آپ کے بعد آنے والے آئمہ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رہے،آپ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پرچم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اٹھاتے،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اور حقائق</w:t>
      </w:r>
      <w:r w:rsidR="004A3B2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فرماتے۔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و تکبر اور تمام فضائل 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قدم آگے بڑھا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اِس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توقع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اسلام کے بے مثال’’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امامت‘‘ کے طاغوت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سلطنت و بادشاہت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قان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پر دستخط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ہاتھوں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مقام ہے کہ جہاں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="004A3B2C">
        <w:rPr>
          <w:rFonts w:hint="cs"/>
          <w:rtl/>
          <w:lang w:bidi="ur-PK"/>
        </w:rPr>
        <w:t>(</w:t>
      </w:r>
      <w:r w:rsidRPr="004A3B2C">
        <w:rPr>
          <w:rStyle w:val="libArabicChar"/>
          <w:rtl/>
        </w:rPr>
        <w:t>مِثلِ</w:t>
      </w:r>
      <w:r w:rsidRPr="004A3B2C">
        <w:rPr>
          <w:rStyle w:val="libArabicChar"/>
          <w:rFonts w:hint="cs"/>
          <w:rtl/>
        </w:rPr>
        <w:t>ی</w:t>
      </w:r>
      <w:r w:rsidRPr="004A3B2C">
        <w:rPr>
          <w:rStyle w:val="libArabicChar"/>
          <w:rtl/>
        </w:rPr>
        <w:t xml:space="preserve"> لَا </w:t>
      </w:r>
      <w:r w:rsidRPr="004A3B2C">
        <w:rPr>
          <w:rStyle w:val="libArabicChar"/>
          <w:rFonts w:hint="cs"/>
          <w:rtl/>
        </w:rPr>
        <w:t>يُبَايِعُ مِثلَ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 xml:space="preserve">ُ </w:t>
      </w:r>
      <w:r w:rsidR="004A3B2C" w:rsidRPr="004C1FD1">
        <w:rPr>
          <w:rFonts w:hint="cs"/>
          <w:rtl/>
        </w:rPr>
        <w:t>)</w:t>
      </w:r>
      <w:r w:rsidRPr="004C1FD1">
        <w:rPr>
          <w:rFonts w:hint="cs"/>
          <w:rtl/>
        </w:rPr>
        <w:t xml:space="preserve"> </w:t>
      </w:r>
      <w:r w:rsidR="004A3B2C" w:rsidRPr="004A3B2C">
        <w:rPr>
          <w:rStyle w:val="libFootnotenumChar"/>
          <w:rFonts w:hint="cs"/>
          <w:rtl/>
        </w:rPr>
        <w:t>(1)</w:t>
      </w:r>
      <w:r w:rsidRPr="004C1FD1">
        <w:rPr>
          <w:rFonts w:hint="cs"/>
          <w:rtl/>
        </w:rPr>
        <w:t xml:space="preserve"> ،’’م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ہرگز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کرسکتا‘‘،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پرچم حق کے عنوان سے تاابد تک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ہے اور حق کا پرچم نہ توباطل طاقتوں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استعمال ہوسکتا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اُس کے رنگ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رنگ سکتا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وجہ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4A3B2C">
        <w:rPr>
          <w:rStyle w:val="libArabicChar"/>
          <w:rtl/>
        </w:rPr>
        <w:t>’’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</w:t>
      </w:r>
      <w:r w:rsidRPr="004A3B2C">
        <w:rPr>
          <w:rStyle w:val="libArabicChar"/>
          <w:rFonts w:hint="cs"/>
          <w:rtl/>
        </w:rPr>
        <w:t>ی</w:t>
      </w:r>
      <w:r w:rsidR="001928B4" w:rsidRPr="001928B4">
        <w:rPr>
          <w:rStyle w:val="libArabicChar"/>
          <w:rFonts w:hint="cs"/>
          <w:rtl/>
        </w:rPr>
        <w:t>ه</w:t>
      </w:r>
      <w:r w:rsidRPr="0077300E">
        <w:rPr>
          <w:rStyle w:val="libArabicChar"/>
          <w:rFonts w:hint="cs"/>
          <w:rtl/>
        </w:rPr>
        <w:t>َات</w:t>
      </w:r>
      <w:r w:rsidRPr="004A3B2C">
        <w:rPr>
          <w:rStyle w:val="libArabicChar"/>
          <w:rtl/>
        </w:rPr>
        <w:t xml:space="preserve"> مِنَّا الذِّلَّ</w:t>
      </w:r>
      <w:r w:rsidR="001928B4" w:rsidRPr="001928B4">
        <w:rPr>
          <w:rStyle w:val="libArabicChar"/>
          <w:rFonts w:hint="cs"/>
          <w:rtl/>
        </w:rPr>
        <w:t>ة</w:t>
      </w:r>
      <w:r w:rsidR="004A3B2C" w:rsidRPr="004A3B2C">
        <w:rPr>
          <w:rStyle w:val="libFootnotenumChar"/>
          <w:rFonts w:hint="cs"/>
          <w:rtl/>
        </w:rPr>
        <w:t>(2)</w:t>
      </w:r>
      <w:r w:rsidRPr="004C1FD1">
        <w:rPr>
          <w:rFonts w:hint="cs"/>
          <w:rtl/>
        </w:rPr>
        <w:t xml:space="preserve"> ،’’ذلت </w:t>
      </w:r>
      <w:r>
        <w:rPr>
          <w:rtl/>
          <w:lang w:bidi="ur-PK"/>
        </w:rPr>
        <w:t>ہم سے دور ہے ‘‘۔امام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،عزت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 حق، عزتِ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عزتِ امامت اور رسول اللہ </w:t>
      </w:r>
      <w:r>
        <w:rPr>
          <w:rtl/>
          <w:lang w:bidi="fa-IR"/>
        </w:rPr>
        <w:t>۰</w:t>
      </w:r>
      <w:r>
        <w:rPr>
          <w:rtl/>
          <w:lang w:bidi="ur-PK"/>
        </w:rPr>
        <w:t xml:space="preserve"> کے دکھائے ہوئے راستے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عزت!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چونکہ عزت کا مظہر کامل تھے لہٰذا آپ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عزت</w:t>
      </w:r>
      <w:r>
        <w:rPr>
          <w:rtl/>
          <w:lang w:bidi="ur-PK"/>
        </w:rPr>
        <w:t xml:space="preserve">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زبان سے ادا کرتا ہے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کہہ کر اپنے مقصد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ہدف کے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حصول</w:t>
      </w:r>
      <w:r>
        <w:rPr>
          <w:rtl/>
          <w:lang w:bidi="ur-PK"/>
        </w:rPr>
        <w:t xml:space="preserve"> تک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قائم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 اور سخت حالات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عقب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ہرگز باعث عزت و افتخار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ہوسکتا۔ عزت و افتخار اُس انسان، جماعت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سزاوار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ادا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پر آخر وقت تک قائم رہ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اِس بات کا موقع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کہ جو پرچم اُنہوں نے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طوفان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تُند 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ہوائ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اُسے گراد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 پرچم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مضبوط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تھامے رہے اور اِس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اور اپنے اہلِ 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تک مضبوط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اپنے قدم جمائے رکھے؛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انقلاب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عزت و افتخار اور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1928B4" w:rsidP="004A3B2C">
      <w:pPr>
        <w:pStyle w:val="Heading2Center"/>
        <w:rPr>
          <w:rtl/>
          <w:lang w:bidi="ur-PK"/>
        </w:rPr>
      </w:pPr>
      <w:bookmarkStart w:id="121" w:name="_Toc500672103"/>
      <w:r w:rsidRPr="001928B4">
        <w:rPr>
          <w:rFonts w:hint="cs"/>
          <w:rtl/>
        </w:rPr>
        <w:t>2</w:t>
      </w:r>
      <w:r w:rsidR="00734EFD">
        <w:rPr>
          <w:rtl/>
          <w:lang w:bidi="ur-PK"/>
        </w:rPr>
        <w:t>۔ معنو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ت</w:t>
      </w:r>
      <w:r w:rsidR="00734EFD">
        <w:rPr>
          <w:rtl/>
          <w:lang w:bidi="ur-PK"/>
        </w:rPr>
        <w:t xml:space="preserve"> و فض</w:t>
      </w:r>
      <w:r w:rsidR="00734EFD">
        <w:rPr>
          <w:rFonts w:hint="cs"/>
          <w:rtl/>
          <w:lang w:bidi="ur-PK"/>
        </w:rPr>
        <w:t>ی</w:t>
      </w:r>
      <w:r w:rsidR="00734EFD">
        <w:rPr>
          <w:rFonts w:hint="eastAsia"/>
          <w:rtl/>
          <w:lang w:bidi="ur-PK"/>
        </w:rPr>
        <w:t>لت</w:t>
      </w:r>
      <w:r w:rsidR="00734EFD">
        <w:rPr>
          <w:rtl/>
          <w:lang w:bidi="ur-PK"/>
        </w:rPr>
        <w:t xml:space="preserve"> کا مجسم ہونا</w:t>
      </w:r>
      <w:bookmarkEnd w:id="121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عنصر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مجسم نظر آتا ہے ؛بہت سے افراد امام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پاس آتے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ںاُن</w:t>
      </w:r>
      <w:r>
        <w:rPr>
          <w:rtl/>
          <w:lang w:bidi="ur-PK"/>
        </w:rPr>
        <w:t xml:space="preserve">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سرزنش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افراد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برے افراد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ںتھے</w:t>
      </w:r>
      <w:r>
        <w:rPr>
          <w:rtl/>
          <w:lang w:bidi="ur-PK"/>
        </w:rPr>
        <w:t xml:space="preserve"> بلکہ بعض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افراد غلط سمجھ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تھے اور بشر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کمزور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اِن پر غالب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اُنہوں نے چا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اُنہ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کمزور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سامنے مغلوب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دالشہدا</w:t>
      </w:r>
      <w:r>
        <w:rPr>
          <w:rtl/>
          <w:lang w:bidi="ur-PK"/>
        </w:rPr>
        <w:t xml:space="preserve"> نے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مغلوب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شامل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اِس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۔وہ ماں کہ جس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سر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اپنے نوجوان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نوجوان کہ جس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لذتوں کو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آباد کہہ کر خود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تشنہ تلواروں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ابن مظاہر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بزرگ افراد اور مسلم ابن عوسجہ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راحت و آرام، نرم و گرم بستروں اور گھربار کو چھوڑ آئے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تحمل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سپاہ دشمن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مقام کے حامل شجاع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سردار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حُر ابن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مقام و منزلت سے صرف نظر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جاملا،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افراد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اُس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 اور عقل وجہالت کے لشکروں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محاذ آرائ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کے لشکروں کو جہالت کے لشکروں پر غلبہ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و کامران ہوئے،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بہت کم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استقامت اور ثبات قدم اِس بات کا سبب بنے 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ہزاروں افراد اُن سے درس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پر قدم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اپنے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لتوں</w:t>
      </w:r>
      <w:r>
        <w:rPr>
          <w:rtl/>
          <w:lang w:bidi="ur-PK"/>
        </w:rPr>
        <w:t xml:space="preserve"> کو رذ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لتوں</w:t>
      </w:r>
      <w:r>
        <w:rPr>
          <w:rtl/>
          <w:lang w:bidi="ur-PK"/>
        </w:rPr>
        <w:t xml:space="preserve"> پر غلبہ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لتوں</w:t>
      </w:r>
      <w:r>
        <w:rPr>
          <w:rtl/>
          <w:lang w:bidi="ur-PK"/>
        </w:rPr>
        <w:t xml:space="preserve"> کا درخت خشک ہوجاتا ہے مگر اِن افراد نے اپنے خون سے اِس درخت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آپ</w:t>
      </w:r>
      <w:r>
        <w:rPr>
          <w:rtl/>
          <w:lang w:bidi="ur-PK"/>
        </w:rPr>
        <w:t xml:space="preserve"> نے اپنے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سے افراد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کہ جو رذائل و فضائل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اوراُنہوں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عقل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سے کنٹرول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لوگوں نے آپ سے بہت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فلسط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جو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کے ماتھے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چوم کر اُسے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اِس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 ہے۔اِس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ںسالوںسے</w:t>
      </w:r>
      <w:r>
        <w:rPr>
          <w:rtl/>
          <w:lang w:bidi="ur-PK"/>
        </w:rPr>
        <w:t xml:space="preserve"> زن و مرد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tl/>
          <w:lang w:bidi="ur-PK"/>
        </w:rPr>
        <w:t xml:space="preserve"> جوان سبھ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تھے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اپنے ضُعف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 آرائ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کے لشکروں کے جہالت کے لشکروں پر غالب نہ آنے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فلسط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ذلت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دشمن نے اُس پر غلبہ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ہے، آج فلسط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آج فلسط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نے اپنے اندر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 آرائ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 وںکو غالب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قوم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اور سرفراز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1928B4" w:rsidP="001928B4">
      <w:pPr>
        <w:pStyle w:val="Heading2Center"/>
        <w:rPr>
          <w:rtl/>
          <w:lang w:bidi="ur-PK"/>
        </w:rPr>
      </w:pPr>
      <w:bookmarkStart w:id="122" w:name="_Toc500672104"/>
      <w:r w:rsidRPr="001928B4">
        <w:rPr>
          <w:rFonts w:hint="cs"/>
          <w:rtl/>
        </w:rPr>
        <w:t>3</w:t>
      </w:r>
      <w:r w:rsidR="00734EFD">
        <w:rPr>
          <w:rFonts w:hint="cs"/>
          <w:rtl/>
          <w:lang w:bidi="ur-PK"/>
        </w:rPr>
        <w:t>۔ مصائب کربلا می</w:t>
      </w:r>
      <w:r w:rsidR="00734EFD">
        <w:rPr>
          <w:rFonts w:hint="eastAsia"/>
          <w:rtl/>
          <w:lang w:bidi="ur-PK"/>
        </w:rPr>
        <w:t>ں</w:t>
      </w:r>
      <w:r w:rsidR="00734EFD">
        <w:rPr>
          <w:rtl/>
          <w:lang w:bidi="ur-PK"/>
        </w:rPr>
        <w:t xml:space="preserve"> عنصر عزت</w:t>
      </w:r>
      <w:bookmarkEnd w:id="122"/>
    </w:p>
    <w:p w:rsidR="00734EFD" w:rsidRDefault="00734EFD" w:rsidP="004A3B2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کربلا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پہلو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مصائب اور مشکلات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جابجا مقامات پر عزت و افتخار اور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عنصر نظر آتا ہے۔ اگرچہ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مصائب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اور بابِ شہادت ہے، اگرچہ کہ جوانانِ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ہاشم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شہادت،بچوں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اطفال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بزرگ اور عمررس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اصحاب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حضرت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بڑے غم اور مصائب کا باعث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اِس کے خوداُن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مکتب 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باعث ہے۔ </w:t>
      </w:r>
      <w:r w:rsidR="004A3B2C" w:rsidRPr="004A3B2C">
        <w:rPr>
          <w:rStyle w:val="libFootnotenumChar"/>
          <w:rFonts w:hint="cs"/>
          <w:rtl/>
        </w:rPr>
        <w:t>(3)</w:t>
      </w:r>
    </w:p>
    <w:p w:rsidR="00E723FC" w:rsidRDefault="00E723FC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23" w:name="_Toc500672105"/>
      <w:r>
        <w:rPr>
          <w:rFonts w:hint="eastAsia"/>
          <w:rtl/>
          <w:lang w:bidi="ur-PK"/>
        </w:rPr>
        <w:t>ہمارا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:شہادت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 ذکر کو زندہ رکھنا</w:t>
      </w:r>
      <w:bookmarkEnd w:id="123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اربع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(چہلم)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اِس 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اِس دن خداوند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خاندان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کوششوں 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ذکر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زندہ و جاو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روزِ اربع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اِس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مضبوط و مستحکم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 شہدائ کے ورث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روزِ عاشورا شہادت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واقعات کے ذکر اور اُن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آثار و نتائج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کمر بستہ نہ ہوتے تو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شہادتِ عظم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نتائج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استفادہ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کرپات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ہے کہ خداوند متعال اِس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شہدائ کو زندہ رکھتا ہے اور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صفحات اور افراد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اذہان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خودبخود زندہ رہتا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خداوند عالم نے اِس واقعہ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دوسرے واقعات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عام نوع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جن وسائل و امکانات کو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کہ جو ہمارے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ہمارے ارادے سے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وابستہ</w:t>
      </w:r>
      <w:r>
        <w:rPr>
          <w:rtl/>
          <w:lang w:bidi="ur-PK"/>
        </w:rPr>
        <w:t xml:space="preserve"> ہے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اپنے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صلوں</w:t>
      </w:r>
      <w:r>
        <w:rPr>
          <w:rtl/>
          <w:lang w:bidi="ur-PK"/>
        </w:rPr>
        <w:t xml:space="preserve"> سے شہدائ کے ذکر اور فلسفہ شہادت کا 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tl/>
          <w:lang w:bidi="ur-PK"/>
        </w:rPr>
        <w:t xml:space="preserve"> کرسکتے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734EFD" w:rsidRDefault="00734EFD" w:rsidP="004A3B2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٭ اور امام سجاد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خواہ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عصرِ عاشورکا وقت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کوفہ و شام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شام اور اُس کے بعد کربلا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اور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 w:rsidR="004A3B2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لمحات تک کا زمانہ ہو، مقابلہ نہ کرتے اور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انات</w:t>
      </w:r>
      <w:r>
        <w:rPr>
          <w:rtl/>
          <w:lang w:bidi="ur-PK"/>
        </w:rPr>
        <w:t xml:space="preserve"> اور خطبات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باطل کے چہرے پر</w:t>
      </w:r>
      <w:r w:rsidR="004A3B2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نقاب نہ الٹتے اورکربلا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فلسفے،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ہدف اور دشمن کے ظلم و ستم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 کرتے تو واقعہ کربلا آج زندہ نہ ہوتا۔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 صادق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’’اگر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کربلا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شعر کہے اور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اُس</w:t>
      </w:r>
      <w:r>
        <w:rPr>
          <w:rtl/>
          <w:lang w:bidi="ur-PK"/>
        </w:rPr>
        <w:t xml:space="preserve"> شعر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لوگوں کو رُلائے تو خداوند عالم اُس پرجنت کو واجب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‘‘! وجہ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گنڈا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واقعہ کربلا بالعموم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مٹانے اور اُنہ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کمر بستہ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</w:t>
      </w:r>
      <w:r>
        <w:rPr>
          <w:rtl/>
          <w:lang w:bidi="ur-PK"/>
        </w:rPr>
        <w:t xml:space="preserve"> اِس واقعہ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 و بو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پاسک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اُن کاپروپ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گنڈا</w:t>
      </w:r>
      <w:r>
        <w:rPr>
          <w:rtl/>
          <w:lang w:bidi="ur-PK"/>
        </w:rPr>
        <w:t>۔ اُس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ظالم و ستمگر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ںاپنے</w:t>
      </w:r>
      <w:r>
        <w:rPr>
          <w:rtl/>
          <w:lang w:bidi="ur-PK"/>
        </w:rPr>
        <w:t xml:space="preserve"> جھوٹے، مغرضانہ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طنت</w:t>
      </w:r>
      <w:r>
        <w:rPr>
          <w:rtl/>
          <w:lang w:bidi="ur-PK"/>
        </w:rPr>
        <w:t xml:space="preserve">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استفادہ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 اور ماحول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ممکن تھا کہ واقعہ کربلا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 عظمت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ئے اسلام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گوشہ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رونما ہوا تھا اِس عظمت کے ساتھ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رہتا؟ اگر اِن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و جدوجہد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و قربا 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کے اوراق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دفن ہوجاتا ۔</w:t>
      </w:r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نے اِس ذکر کو زندہ رکھا ہے وہ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تھے۔ جس طرح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ناور</w:t>
      </w:r>
      <w:r>
        <w:rPr>
          <w:rtl/>
          <w:lang w:bidi="ur-PK"/>
        </w:rPr>
        <w:t xml:space="preserve"> اُن کے اصحاب  با وفاکا جہاد ااور اُن کے مصائب سخت تھے،اُس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حضرت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،حضرت امام سجاد اوربق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افراد کا جہاد اور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صعوبت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برداشت کرنا </w:t>
      </w:r>
      <w:r>
        <w:rPr>
          <w:rtl/>
          <w:lang w:bidi="ur-PK"/>
        </w:rPr>
        <w:lastRenderedPageBreak/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دشوار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مشکل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 تھا۔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دانِ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والوں نے تلواروں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جنگ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اور (خطبات،اشعار، احساسات اور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اشک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>)ثقافت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اروں</w:t>
      </w:r>
      <w:r>
        <w:rPr>
          <w:rtl/>
          <w:lang w:bidi="ur-PK"/>
        </w:rPr>
        <w:t xml:space="preserve"> سے دشمن کو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بوس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اِس اہم نکتہ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734EFD" w:rsidRDefault="00734EFD" w:rsidP="00734EFD">
      <w:pPr>
        <w:pStyle w:val="libNormal"/>
        <w:rPr>
          <w:rtl/>
          <w:lang w:bidi="ur-PK"/>
        </w:rPr>
      </w:pPr>
    </w:p>
    <w:p w:rsidR="00734EFD" w:rsidRDefault="00734EFD" w:rsidP="004A3B2C">
      <w:pPr>
        <w:pStyle w:val="Heading2Center"/>
        <w:rPr>
          <w:rtl/>
          <w:lang w:bidi="ur-PK"/>
        </w:rPr>
      </w:pPr>
      <w:bookmarkStart w:id="124" w:name="_Toc500672106"/>
      <w:r>
        <w:rPr>
          <w:rFonts w:hint="eastAsia"/>
          <w:rtl/>
          <w:lang w:bidi="ur-PK"/>
        </w:rPr>
        <w:t>درسِ</w:t>
      </w:r>
      <w:r>
        <w:rPr>
          <w:rtl/>
          <w:lang w:bidi="ur-PK"/>
        </w:rPr>
        <w:t xml:space="preserve"> اربع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bookmarkEnd w:id="124"/>
    </w:p>
    <w:p w:rsidR="00734EFD" w:rsidRDefault="00734EFD" w:rsidP="00734EFD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اربع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(چہلم) کا درس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دشمن کے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کے طوفان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تند 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ہواوں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ذکرِ شہادت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 فلسفے کو زندہ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آپ 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انقلاب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ئ سے لے کر آج تک انقلاب،امام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fa-IR"/>
        </w:rPr>
        <w:t>۲</w:t>
      </w:r>
      <w:r>
        <w:rPr>
          <w:rtl/>
          <w:lang w:bidi="ur-PK"/>
        </w:rPr>
        <w:t>،اسلام اورہمار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کے خلاف دشمن کا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گنڈا</w:t>
      </w:r>
      <w:r>
        <w:rPr>
          <w:rtl/>
          <w:lang w:bidi="ur-PK"/>
        </w:rPr>
        <w:t xml:space="preserve"> کتنا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تھا، اگر دشمن کے اِس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کے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نہ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نہ ہو تو دشمن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غالب آجائے گا چنانچہ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اور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بہت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والا اور خطرناک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ہے۔</w:t>
      </w:r>
    </w:p>
    <w:p w:rsidR="00E65435" w:rsidRPr="004C1FD1" w:rsidRDefault="00734EFD" w:rsidP="004A3B2C">
      <w:pPr>
        <w:pStyle w:val="libNormal"/>
        <w:rPr>
          <w:rtl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ظالم و جابر نظام حکومت نے اپنے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سے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شکست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4A3B2C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ثابت</w:t>
      </w:r>
      <w:r>
        <w:rPr>
          <w:rtl/>
          <w:lang w:bidi="ur-PK"/>
        </w:rPr>
        <w:t xml:space="preserve"> کرنا چاہتا تھا کہ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شخص ہے کہ جس نے عدل و انصاف کے نظام،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خلاف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مقاصد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ہے!! بعض افراد نے اِس جھوٹے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کو من و عن قبول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کو نہا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بے رحم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بے 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لادوں</w:t>
      </w:r>
      <w:r>
        <w:rPr>
          <w:rtl/>
          <w:lang w:bidi="ur-PK"/>
        </w:rPr>
        <w:t xml:space="preserve"> نے صحرائے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غلبہ اور فتح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لگے!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نظام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اِس ’’تبل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حق‘‘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مضبوط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بُنے ہوئے اِس جال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تار کھول ڈالا اور اُس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بساط الٹ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حق اِس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ہوتاہے۔</w:t>
      </w:r>
      <w:r w:rsidR="004A3B2C" w:rsidRPr="004A3B2C">
        <w:rPr>
          <w:rStyle w:val="libFootnotenumChar"/>
          <w:rFonts w:hint="cs"/>
          <w:rtl/>
        </w:rPr>
        <w:t>(4)</w:t>
      </w:r>
      <w:r w:rsidRPr="004C1FD1">
        <w:rPr>
          <w:rFonts w:hint="cs"/>
          <w:rtl/>
        </w:rPr>
        <w:t xml:space="preserve"> </w:t>
      </w:r>
    </w:p>
    <w:p w:rsidR="00E65435" w:rsidRDefault="00E65435" w:rsidP="00E65435">
      <w:pPr>
        <w:pStyle w:val="libFootnote"/>
        <w:rPr>
          <w:rtl/>
        </w:rPr>
      </w:pPr>
      <w:r>
        <w:rPr>
          <w:rFonts w:hint="cs"/>
          <w:rtl/>
        </w:rPr>
        <w:t>____________________</w:t>
      </w:r>
    </w:p>
    <w:p w:rsidR="00E65435" w:rsidRDefault="004A3B2C" w:rsidP="00E65435">
      <w:pPr>
        <w:pStyle w:val="libFootnote"/>
        <w:rPr>
          <w:rtl/>
        </w:rPr>
      </w:pPr>
      <w:r w:rsidRPr="0077300E">
        <w:rPr>
          <w:rFonts w:hint="cs"/>
          <w:rtl/>
        </w:rPr>
        <w:t>1</w:t>
      </w:r>
      <w:r w:rsidR="00E65435">
        <w:rPr>
          <w:rFonts w:hint="cs"/>
          <w:rtl/>
        </w:rPr>
        <w:t xml:space="preserve"> بحار الانوار جلد </w:t>
      </w:r>
      <w:r w:rsidR="001928B4" w:rsidRPr="0077300E">
        <w:rPr>
          <w:rFonts w:hint="cs"/>
          <w:rtl/>
        </w:rPr>
        <w:t>44</w:t>
      </w:r>
      <w:r w:rsidR="00E65435">
        <w:rPr>
          <w:rFonts w:hint="cs"/>
          <w:rtl/>
        </w:rPr>
        <w:t xml:space="preserve">، صفحہ </w:t>
      </w:r>
      <w:r w:rsidR="001928B4" w:rsidRPr="0077300E">
        <w:rPr>
          <w:rFonts w:hint="cs"/>
          <w:rtl/>
        </w:rPr>
        <w:t>325</w:t>
      </w:r>
    </w:p>
    <w:p w:rsidR="00E65435" w:rsidRDefault="004A3B2C" w:rsidP="00E65435">
      <w:pPr>
        <w:pStyle w:val="libFootnote"/>
        <w:rPr>
          <w:rtl/>
        </w:rPr>
      </w:pPr>
      <w:r w:rsidRPr="0077300E">
        <w:rPr>
          <w:rFonts w:hint="cs"/>
          <w:rtl/>
        </w:rPr>
        <w:t>2</w:t>
      </w:r>
      <w:r w:rsidR="00E65435">
        <w:rPr>
          <w:rFonts w:hint="cs"/>
          <w:rtl/>
        </w:rPr>
        <w:t xml:space="preserve"> بحار الانوار جلد </w:t>
      </w:r>
      <w:r w:rsidR="001928B4" w:rsidRPr="0077300E">
        <w:rPr>
          <w:rFonts w:hint="cs"/>
          <w:rtl/>
        </w:rPr>
        <w:t>45</w:t>
      </w:r>
      <w:r w:rsidR="00E65435">
        <w:rPr>
          <w:rFonts w:hint="cs"/>
          <w:rtl/>
        </w:rPr>
        <w:t xml:space="preserve">، صفحہ </w:t>
      </w:r>
      <w:r w:rsidR="0077300E" w:rsidRPr="0077300E">
        <w:rPr>
          <w:rFonts w:hint="cs"/>
          <w:rtl/>
        </w:rPr>
        <w:t>8</w:t>
      </w:r>
      <w:r w:rsidR="001928B4" w:rsidRPr="0077300E">
        <w:rPr>
          <w:rFonts w:hint="cs"/>
          <w:rtl/>
        </w:rPr>
        <w:t>3</w:t>
      </w:r>
    </w:p>
    <w:p w:rsidR="00E65435" w:rsidRDefault="004A3B2C" w:rsidP="00E65435">
      <w:pPr>
        <w:pStyle w:val="libFootnote"/>
        <w:rPr>
          <w:rtl/>
        </w:rPr>
      </w:pPr>
      <w:r w:rsidRPr="0077300E">
        <w:rPr>
          <w:rFonts w:hint="cs"/>
          <w:rtl/>
        </w:rPr>
        <w:t>3</w:t>
      </w:r>
      <w:r w:rsidR="00E65435">
        <w:rPr>
          <w:rFonts w:hint="cs"/>
          <w:rtl/>
        </w:rPr>
        <w:t xml:space="preserve"> ’’دو کوھہ‘‘ فوجی</w:t>
      </w:r>
      <w:r w:rsidR="00E65435">
        <w:rPr>
          <w:rtl/>
        </w:rPr>
        <w:t xml:space="preserve"> ترب</w:t>
      </w:r>
      <w:r w:rsidR="00E65435">
        <w:rPr>
          <w:rFonts w:hint="cs"/>
          <w:rtl/>
        </w:rPr>
        <w:t>ی</w:t>
      </w:r>
      <w:r w:rsidR="00E65435">
        <w:rPr>
          <w:rFonts w:hint="eastAsia"/>
          <w:rtl/>
        </w:rPr>
        <w:t>ت</w:t>
      </w:r>
      <w:r w:rsidR="00E65435">
        <w:rPr>
          <w:rFonts w:hint="cs"/>
          <w:rtl/>
        </w:rPr>
        <w:t>ی</w:t>
      </w:r>
      <w:r w:rsidR="00E65435">
        <w:rPr>
          <w:rtl/>
        </w:rPr>
        <w:t xml:space="preserve"> ک</w:t>
      </w:r>
      <w:r w:rsidR="00E65435">
        <w:rPr>
          <w:rFonts w:hint="cs"/>
          <w:rtl/>
        </w:rPr>
        <w:t>ی</w:t>
      </w:r>
      <w:r w:rsidR="00E65435">
        <w:rPr>
          <w:rFonts w:hint="eastAsia"/>
          <w:rtl/>
        </w:rPr>
        <w:t>مپ</w:t>
      </w:r>
      <w:r w:rsidR="00E65435">
        <w:rPr>
          <w:rtl/>
        </w:rPr>
        <w:t xml:space="preserve"> م</w:t>
      </w:r>
      <w:r w:rsidR="00E65435">
        <w:rPr>
          <w:rFonts w:hint="cs"/>
          <w:rtl/>
        </w:rPr>
        <w:t>ی</w:t>
      </w:r>
      <w:r w:rsidR="00E65435">
        <w:rPr>
          <w:rFonts w:hint="eastAsia"/>
          <w:rtl/>
        </w:rPr>
        <w:t>ں</w:t>
      </w:r>
      <w:r w:rsidR="00E65435">
        <w:rPr>
          <w:rtl/>
        </w:rPr>
        <w:t xml:space="preserve"> عوام</w:t>
      </w:r>
      <w:r w:rsidR="00E65435">
        <w:rPr>
          <w:rFonts w:hint="cs"/>
          <w:rtl/>
        </w:rPr>
        <w:t>ی</w:t>
      </w:r>
      <w:r w:rsidR="00E65435">
        <w:rPr>
          <w:rtl/>
        </w:rPr>
        <w:t xml:space="preserve"> اجتماع سے خطاب 29/3/2002</w:t>
      </w:r>
    </w:p>
    <w:p w:rsidR="00734EFD" w:rsidRDefault="004A3B2C" w:rsidP="00E65435">
      <w:pPr>
        <w:pStyle w:val="libFootnote"/>
        <w:rPr>
          <w:rtl/>
        </w:rPr>
      </w:pPr>
      <w:r w:rsidRPr="0077300E">
        <w:rPr>
          <w:rFonts w:hint="cs"/>
          <w:rtl/>
        </w:rPr>
        <w:t>4</w:t>
      </w:r>
      <w:r w:rsidR="00734EFD">
        <w:rPr>
          <w:rFonts w:hint="cs"/>
          <w:rtl/>
        </w:rPr>
        <w:t xml:space="preserve"> حدی</w:t>
      </w:r>
      <w:r w:rsidR="00734EFD">
        <w:rPr>
          <w:rFonts w:hint="eastAsia"/>
          <w:rtl/>
        </w:rPr>
        <w:t>ث</w:t>
      </w:r>
      <w:r w:rsidR="00734EFD">
        <w:rPr>
          <w:rtl/>
        </w:rPr>
        <w:t xml:space="preserve"> ولا</w:t>
      </w:r>
      <w:r w:rsidR="00734EFD">
        <w:rPr>
          <w:rFonts w:hint="cs"/>
          <w:rtl/>
        </w:rPr>
        <w:t>ی</w:t>
      </w:r>
      <w:r w:rsidR="00734EFD">
        <w:rPr>
          <w:rFonts w:hint="eastAsia"/>
          <w:rtl/>
        </w:rPr>
        <w:t>ت،</w:t>
      </w:r>
      <w:r w:rsidR="00734EFD">
        <w:rPr>
          <w:rtl/>
        </w:rPr>
        <w:t xml:space="preserve"> جلد </w:t>
      </w:r>
      <w:r w:rsidR="001928B4" w:rsidRPr="0077300E">
        <w:rPr>
          <w:rFonts w:hint="cs"/>
          <w:rtl/>
        </w:rPr>
        <w:t>2</w:t>
      </w:r>
      <w:r w:rsidR="00734EFD">
        <w:rPr>
          <w:rFonts w:hint="cs"/>
          <w:rtl/>
        </w:rPr>
        <w:t xml:space="preserve"> صفحہ </w:t>
      </w:r>
      <w:r w:rsidR="001928B4" w:rsidRPr="0077300E">
        <w:rPr>
          <w:rFonts w:hint="cs"/>
          <w:rtl/>
        </w:rPr>
        <w:t>143</w:t>
      </w:r>
      <w:r w:rsidR="00734EFD">
        <w:rPr>
          <w:rFonts w:hint="cs"/>
          <w:rtl/>
        </w:rPr>
        <w:t xml:space="preserve">۔ </w:t>
      </w:r>
      <w:r w:rsidR="001928B4" w:rsidRPr="0077300E">
        <w:rPr>
          <w:rFonts w:hint="cs"/>
          <w:rtl/>
        </w:rPr>
        <w:t>141</w:t>
      </w:r>
    </w:p>
    <w:p w:rsidR="00E65435" w:rsidRDefault="00E65435" w:rsidP="001928B4">
      <w:pPr>
        <w:pStyle w:val="libPoemTini"/>
        <w:rPr>
          <w:rtl/>
          <w:lang w:bidi="ur-PK"/>
        </w:rPr>
      </w:pPr>
      <w:r>
        <w:rPr>
          <w:rtl/>
          <w:lang w:bidi="ur-PK"/>
        </w:rPr>
        <w:br w:type="page"/>
      </w:r>
    </w:p>
    <w:sdt>
      <w:sdtPr>
        <w:rPr>
          <w:rtl/>
        </w:rPr>
        <w:id w:val="77621032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955711" w:rsidRDefault="00955711" w:rsidP="00955711">
          <w:pPr>
            <w:pStyle w:val="Heading2Center"/>
          </w:pPr>
          <w:r w:rsidRPr="00955711">
            <w:rPr>
              <w:rFonts w:hint="cs"/>
              <w:rtl/>
            </w:rPr>
            <w:t>فہرست</w:t>
          </w:r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671982" w:history="1">
            <w:r w:rsidRPr="00700F3D">
              <w:rPr>
                <w:rStyle w:val="Hyperlink"/>
                <w:noProof/>
                <w:rtl/>
                <w:lang w:bidi="ur-PK"/>
              </w:rPr>
              <w:t>عرض 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83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اُسوہ انسان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84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،دلربائے قلوب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85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تعل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مات اور دعائ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86" w:history="1">
            <w:r w:rsidRPr="00700F3D">
              <w:rPr>
                <w:rStyle w:val="Hyperlink"/>
                <w:noProof/>
                <w:rtl/>
                <w:lang w:bidi="ur-PK"/>
              </w:rPr>
              <w:t>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 الشہدا ، انسانوں کے آئ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ڈ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87" w:history="1">
            <w:r w:rsidRPr="00700F3D">
              <w:rPr>
                <w:rStyle w:val="Hyperlink"/>
                <w:noProof/>
                <w:rtl/>
                <w:lang w:bidi="ur-PK"/>
              </w:rPr>
              <w:t>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 حک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 (دانا)کا بے مثال جواب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88" w:history="1">
            <w:r w:rsidRPr="00700F3D">
              <w:rPr>
                <w:rStyle w:val="Hyperlink"/>
                <w:noProof/>
                <w:rtl/>
                <w:lang w:bidi="ur-PK"/>
              </w:rPr>
              <w:t>واقعہ کربلا سے قبل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شخص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و فعال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89" w:history="1">
            <w:r w:rsidRPr="00700F3D">
              <w:rPr>
                <w:rStyle w:val="Hyperlink"/>
                <w:noProof/>
                <w:rtl/>
                <w:lang w:bidi="ur-PK"/>
              </w:rPr>
              <w:t>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ہونے وال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تحر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فات سے مقابلہ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0" w:history="1">
            <w:r w:rsidRPr="00700F3D">
              <w:rPr>
                <w:rStyle w:val="Hyperlink"/>
                <w:noProof/>
                <w:rtl/>
                <w:lang w:bidi="ur-PK"/>
              </w:rPr>
              <w:t>امر بالمعروف و نہ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عن المنکر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1" w:history="1">
            <w:r w:rsidRPr="00700F3D">
              <w:rPr>
                <w:rStyle w:val="Hyperlink"/>
                <w:noProof/>
                <w:rtl/>
                <w:lang w:bidi="ur-PK"/>
              </w:rPr>
              <w:t>زندگ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کے 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دانوں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جدوجہد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2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ح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ت ط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بہ کا اجمال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جا ئزہ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3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زندگ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کے 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دور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4" w:history="1">
            <w:r w:rsidRPr="00700F3D">
              <w:rPr>
                <w:rStyle w:val="Hyperlink"/>
                <w:noProof/>
                <w:rtl/>
                <w:lang w:bidi="ur-PK"/>
              </w:rPr>
              <w:t>دورِ طفول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5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دورانِ جوان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6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دورانِ غربت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7" w:history="1">
            <w:r w:rsidRPr="00700F3D">
              <w:rPr>
                <w:rStyle w:val="Hyperlink"/>
                <w:noProof/>
                <w:rtl/>
                <w:lang w:bidi="ur-PK"/>
              </w:rPr>
              <w:t xml:space="preserve">رسول اللہ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 w:rsidRPr="00700F3D">
              <w:rPr>
                <w:rStyle w:val="Hyperlink"/>
                <w:noProof/>
                <w:rtl/>
                <w:lang w:bidi="ur-PK"/>
              </w:rPr>
              <w:t>کے اہل 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تمام عالم اسلام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قابل احترام 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8" w:history="1">
            <w:r w:rsidRPr="00700F3D">
              <w:rPr>
                <w:rStyle w:val="Hyperlink"/>
                <w:noProof/>
                <w:rtl/>
                <w:lang w:bidi="ur-PK"/>
              </w:rPr>
              <w:t>ہدف کے حصول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عزم وحوصلہ اور شجا 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1999" w:history="1">
            <w:r w:rsidRPr="00700F3D">
              <w:rPr>
                <w:rStyle w:val="Hyperlink"/>
                <w:noProof/>
                <w:rtl/>
                <w:lang w:bidi="ur-PK"/>
              </w:rPr>
              <w:t>دشمن کے خلاف جنگ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بہتر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حکمت عمل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Toc500671999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0" w:history="1">
            <w:r w:rsidRPr="00700F3D">
              <w:rPr>
                <w:rStyle w:val="Hyperlink"/>
                <w:noProof/>
                <w:rtl/>
                <w:lang w:bidi="ur-PK"/>
              </w:rPr>
              <w:t>خالص اسلام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نشان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1" w:history="1">
            <w:r w:rsidRPr="00700F3D">
              <w:rPr>
                <w:rStyle w:val="Hyperlink"/>
                <w:noProof/>
                <w:rtl/>
                <w:lang w:bidi="ur-PK"/>
              </w:rPr>
              <w:t>دشمن سے ہر صورت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مقابلہ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Pr="00955711" w:rsidRDefault="00955711" w:rsidP="0095571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55711">
            <w:rPr>
              <w:rStyle w:val="Hyperlink"/>
              <w:color w:val="000000"/>
              <w:u w:val="none"/>
            </w:rPr>
            <w:br w:type="page"/>
          </w:r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2" w:history="1">
            <w:r w:rsidRPr="00700F3D">
              <w:rPr>
                <w:rStyle w:val="Hyperlink"/>
                <w:noProof/>
                <w:rtl/>
                <w:lang w:bidi="ur-PK"/>
              </w:rPr>
              <w:t>ظلمت و ظلم کے پورے جہان سے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مقابلہ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3" w:history="1">
            <w:r w:rsidRPr="00700F3D">
              <w:rPr>
                <w:rStyle w:val="Hyperlink"/>
                <w:noProof/>
                <w:rtl/>
                <w:lang w:bidi="ur-PK"/>
              </w:rPr>
              <w:t>روح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4" w:history="1">
            <w:r w:rsidRPr="00700F3D">
              <w:rPr>
                <w:rStyle w:val="Hyperlink"/>
                <w:noProof/>
                <w:rtl/>
                <w:lang w:bidi="ur-PK"/>
              </w:rPr>
              <w:t>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عظمت!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5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عظمت و شجاعت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6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ہدف، 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نظام اور 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معاشرے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تعم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 نو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7" w:history="1">
            <w:r w:rsidRPr="00700F3D">
              <w:rPr>
                <w:rStyle w:val="Hyperlink"/>
                <w:noProof/>
                <w:rtl/>
                <w:lang w:bidi="ur-PK"/>
              </w:rPr>
              <w:t>چند ماہ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تحر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 اور سو سے ز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ادہ درس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8" w:history="1">
            <w:r w:rsidRPr="00700F3D">
              <w:rPr>
                <w:rStyle w:val="Hyperlink"/>
                <w:noProof/>
                <w:rtl/>
                <w:lang w:bidi="ur-PK"/>
              </w:rPr>
              <w:t>اصل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درس : 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 الشہدا نے 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وں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09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کے 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اورمقصد شہادت سے متعلق مختلف نظر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0" w:history="1">
            <w:r w:rsidRPr="00700F3D">
              <w:rPr>
                <w:rStyle w:val="Hyperlink"/>
                <w:noProof/>
                <w:rtl/>
                <w:lang w:bidi="ur-PK"/>
              </w:rPr>
              <w:t>الف:ک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تشک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 حکومت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لئے تھا؟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1" w:history="1">
            <w:r w:rsidRPr="00700F3D">
              <w:rPr>
                <w:rStyle w:val="Hyperlink"/>
                <w:noProof/>
                <w:rtl/>
                <w:lang w:bidi="ur-PK"/>
              </w:rPr>
              <w:t>ب:ک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نے شہادت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لئے 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فرما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اتھا؟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2" w:history="1">
            <w:r w:rsidRPr="00700F3D">
              <w:rPr>
                <w:rStyle w:val="Hyperlink"/>
                <w:noProof/>
                <w:rtl/>
                <w:lang w:bidi="ur-PK"/>
              </w:rPr>
              <w:t>حکومت و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700F3D">
              <w:rPr>
                <w:rStyle w:val="Hyperlink"/>
                <w:noProof/>
                <w:rtl/>
                <w:lang w:bidi="ur-PK"/>
              </w:rPr>
              <w:t>شہادت دونت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جے تھے نہ کہ ہدف!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3" w:history="1">
            <w:r w:rsidRPr="00700F3D">
              <w:rPr>
                <w:rStyle w:val="Hyperlink"/>
                <w:noProof/>
                <w:rtl/>
                <w:lang w:bidi="ur-PK"/>
              </w:rPr>
              <w:t>ہدف، 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سے عظ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 واجب کو انجام 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نا تھا کہ جس پر ابھ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تک عمل نہ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تھا!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4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کے زمانے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اِس واجب کو انجام 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نے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راہ ہموار ہوئ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5" w:history="1">
            <w:r w:rsidRPr="00700F3D">
              <w:rPr>
                <w:rStyle w:val="Hyperlink"/>
                <w:noProof/>
                <w:rtl/>
                <w:lang w:bidi="ur-PK"/>
              </w:rPr>
              <w:t>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غمبر اکرم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احکامات کا مجموعہ لے کر آئے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6" w:history="1">
            <w:r w:rsidRPr="00700F3D">
              <w:rPr>
                <w:rStyle w:val="Hyperlink"/>
                <w:noProof/>
                <w:rtl/>
                <w:lang w:bidi="ur-PK"/>
              </w:rPr>
              <w:t>اب جب 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غمبر اکرم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ح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ات مبارکہ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حکومت اور 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معاشرہ تشک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7" w:history="1">
            <w:r w:rsidRPr="00700F3D">
              <w:rPr>
                <w:rStyle w:val="Hyperlink"/>
                <w:noProof/>
                <w:rtl/>
                <w:lang w:bidi="ur-PK"/>
              </w:rPr>
              <w:t>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غمبر اسلام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 w:rsidRPr="00700F3D">
              <w:rPr>
                <w:rStyle w:val="Hyperlink"/>
                <w:noProof/>
                <w:rtl/>
                <w:lang w:bidi="ur-PK"/>
              </w:rPr>
              <w:t>کا بتا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ہوا راستہ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8" w:history="1">
            <w:r w:rsidRPr="00700F3D">
              <w:rPr>
                <w:rStyle w:val="Hyperlink"/>
                <w:noProof/>
                <w:rtl/>
                <w:lang w:bidi="ur-PK"/>
              </w:rPr>
              <w:t>انحراف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اقسام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19" w:history="1">
            <w:r w:rsidRPr="00700F3D">
              <w:rPr>
                <w:rStyle w:val="Hyperlink"/>
                <w:noProof/>
                <w:rtl/>
                <w:lang w:bidi="ur-PK"/>
              </w:rPr>
              <w:t>شرع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ذمہ 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اوراُس کا حکم موجود تھا مگر عمل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لئے حالات 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ش نہ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آئے تھے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0" w:history="1">
            <w:r w:rsidRPr="00700F3D">
              <w:rPr>
                <w:rStyle w:val="Hyperlink"/>
                <w:noProof/>
                <w:rtl/>
                <w:lang w:bidi="ur-PK"/>
              </w:rPr>
              <w:t>منحرف معاشرے کو اُس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اصل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راہ پر پلٹانے کے حکم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اہم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1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کے زمانے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انحراف بھ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تھااور حالات بھ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مناسب تھے!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2" w:history="1">
            <w:r w:rsidRPr="00700F3D">
              <w:rPr>
                <w:rStyle w:val="Hyperlink"/>
                <w:noProof/>
                <w:rtl/>
                <w:lang w:bidi="ur-PK"/>
              </w:rPr>
              <w:t>سب آئمہ کا مقام امامت برابر ہے!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Pr="00955711" w:rsidRDefault="00955711" w:rsidP="0095571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55711">
            <w:rPr>
              <w:rStyle w:val="Hyperlink"/>
              <w:color w:val="000000"/>
              <w:u w:val="none"/>
            </w:rPr>
            <w:br w:type="page"/>
          </w:r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3" w:history="1">
            <w:r w:rsidRPr="00700F3D">
              <w:rPr>
                <w:rStyle w:val="Hyperlink"/>
                <w:noProof/>
                <w:rtl/>
                <w:lang w:bidi="ur-PK"/>
              </w:rPr>
              <w:t>وظ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فے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ادائ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ہم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شہ خطرے کے ساتھ ہے!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4" w:history="1">
            <w:r w:rsidRPr="00700F3D">
              <w:rPr>
                <w:rStyle w:val="Hyperlink"/>
                <w:noProof/>
                <w:rtl/>
                <w:lang w:bidi="ur-PK"/>
              </w:rPr>
              <w:t>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معاشرے کو صح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ح راہ پر لوٹانا، ہدف ہے!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5" w:history="1">
            <w:r w:rsidRPr="00700F3D">
              <w:rPr>
                <w:rStyle w:val="Hyperlink"/>
                <w:noProof/>
                <w:rtl/>
                <w:lang w:bidi="ur-PK"/>
              </w:rPr>
              <w:t>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 الشہدا نے پہل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بار 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ہ قدم اٹھا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6" w:history="1">
            <w:r w:rsidRPr="00700F3D">
              <w:rPr>
                <w:rStyle w:val="Hyperlink"/>
                <w:noProof/>
                <w:rtl/>
                <w:lang w:bidi="ur-PK"/>
              </w:rPr>
              <w:t xml:space="preserve">حکومت 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ز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 سے اسلام کو زبردست خطرہ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7" w:history="1">
            <w:r w:rsidRPr="00700F3D">
              <w:rPr>
                <w:rStyle w:val="Hyperlink"/>
                <w:noProof/>
                <w:rtl/>
                <w:lang w:bidi="ur-PK"/>
              </w:rPr>
              <w:t>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رے 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کا مقصد، امت محمد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اصلاح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8" w:history="1">
            <w:r w:rsidRPr="00700F3D">
              <w:rPr>
                <w:rStyle w:val="Hyperlink"/>
                <w:noProof/>
                <w:rtl/>
                <w:lang w:bidi="ur-PK"/>
              </w:rPr>
              <w:t>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حاکم ، معاشرے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کتاب خدا کو نافذ کرے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29" w:history="1">
            <w:r w:rsidRPr="00700F3D">
              <w:rPr>
                <w:rStyle w:val="Hyperlink"/>
                <w:noProof/>
                <w:rtl/>
                <w:lang w:bidi="ur-PK"/>
              </w:rPr>
              <w:t>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غمبر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نے ذمہ 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مشخص کرد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0" w:history="1">
            <w:r w:rsidRPr="00700F3D">
              <w:rPr>
                <w:rStyle w:val="Hyperlink"/>
                <w:noProof/>
                <w:rtl/>
                <w:lang w:bidi="ur-PK"/>
              </w:rPr>
              <w:t>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دوسروں سے ز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ادہ اِس 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لئے سزاوار ہوں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1" w:history="1">
            <w:r w:rsidRPr="00700F3D">
              <w:rPr>
                <w:rStyle w:val="Hyperlink"/>
                <w:noProof/>
                <w:rtl/>
                <w:lang w:bidi="ur-PK"/>
              </w:rPr>
              <w:t>جو کچھ خدا نے ہمارے لئے چاہا ہے ، خ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2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نے اسلام کا 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مہ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3" w:history="1">
            <w:r w:rsidRPr="00700F3D">
              <w:rPr>
                <w:rStyle w:val="Hyperlink"/>
                <w:noProof/>
                <w:rtl/>
                <w:lang w:bidi="ur-PK"/>
              </w:rPr>
              <w:t>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 الشہدا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اد اور کربلا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وں زندہ رہے؟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4" w:history="1">
            <w:r w:rsidRPr="00700F3D">
              <w:rPr>
                <w:rStyle w:val="Hyperlink"/>
                <w:noProof/>
                <w:rtl/>
                <w:lang w:bidi="ur-PK"/>
              </w:rPr>
              <w:t>وہ درس جو طوطوں نے اس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 طوطے کود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5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نے اپنے عظ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 عمل سے ذمہ 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کو واضح کرد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6" w:history="1">
            <w:r w:rsidRPr="00700F3D">
              <w:rPr>
                <w:rStyle w:val="Hyperlink"/>
                <w:noProof/>
                <w:rtl/>
                <w:lang w:bidi="ur-PK"/>
              </w:rPr>
              <w:t>مختلف قسم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ذمہ 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وں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سے اصل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ذمے 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تشخ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7" w:history="1">
            <w:r w:rsidRPr="00700F3D">
              <w:rPr>
                <w:rStyle w:val="Hyperlink"/>
                <w:noProof/>
                <w:rtl/>
                <w:lang w:bidi="ur-PK"/>
              </w:rPr>
              <w:t>معاشرت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زندگ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اُس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بقا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حق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ذمہ 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شناخت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اہم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8" w:history="1">
            <w:r w:rsidRPr="00700F3D">
              <w:rPr>
                <w:rStyle w:val="Hyperlink"/>
                <w:noProof/>
                <w:rtl/>
                <w:lang w:bidi="ur-PK"/>
              </w:rPr>
              <w:t>آج واجب تر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کام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39" w:history="1">
            <w:r w:rsidRPr="00700F3D">
              <w:rPr>
                <w:rStyle w:val="Hyperlink"/>
                <w:noProof/>
                <w:rtl/>
                <w:lang w:bidi="ur-PK"/>
              </w:rPr>
              <w:t>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کربلا کا فلسفہ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0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ہدف اور اُس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راہ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حائل رکا وٹ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1" w:history="1">
            <w:r w:rsidRPr="00700F3D">
              <w:rPr>
                <w:rStyle w:val="Hyperlink"/>
                <w:noProof/>
                <w:rtl/>
                <w:lang w:bidi="ur-PK"/>
              </w:rPr>
              <w:t>فداکار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بص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رت ، دفاع 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کے لازم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اصول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2" w:history="1">
            <w:r w:rsidRPr="00700F3D">
              <w:rPr>
                <w:rStyle w:val="Hyperlink"/>
                <w:noProof/>
                <w:rtl/>
                <w:lang w:bidi="ur-PK"/>
              </w:rPr>
              <w:t>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ثبات قدم ا ور استقامت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3" w:history="1">
            <w:r w:rsidRPr="00700F3D">
              <w:rPr>
                <w:rStyle w:val="Hyperlink"/>
                <w:noProof/>
                <w:rtl/>
                <w:lang w:bidi="ur-PK"/>
              </w:rPr>
              <w:t>شرع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عذر، انسان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راہ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رکاوٹ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Pr="00955711" w:rsidRDefault="00955711" w:rsidP="0095571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55711">
            <w:rPr>
              <w:rStyle w:val="Hyperlink"/>
              <w:color w:val="000000"/>
              <w:u w:val="none"/>
            </w:rPr>
            <w:br w:type="page"/>
          </w:r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4" w:history="1">
            <w:r w:rsidRPr="00700F3D">
              <w:rPr>
                <w:rStyle w:val="Hyperlink"/>
                <w:noProof/>
                <w:rtl/>
                <w:lang w:bidi="ur-PK"/>
              </w:rPr>
              <w:t>شرع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عذر سے مقابلے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استقامت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ضرورت!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5" w:history="1">
            <w:r w:rsidRPr="00700F3D">
              <w:rPr>
                <w:rStyle w:val="Hyperlink"/>
                <w:noProof/>
                <w:rtl/>
                <w:lang w:bidi="ur-PK"/>
              </w:rPr>
              <w:t>کربلا اور عبرت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6" w:history="1">
            <w:r w:rsidRPr="00700F3D">
              <w:rPr>
                <w:rStyle w:val="Hyperlink"/>
                <w:noProof/>
                <w:rtl/>
                <w:lang w:bidi="ur-PK"/>
              </w:rPr>
              <w:t>کربلا،جائے عبرت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7" w:history="1">
            <w:r w:rsidRPr="00700F3D">
              <w:rPr>
                <w:rStyle w:val="Hyperlink"/>
                <w:noProof/>
                <w:rtl/>
                <w:lang w:bidi="ur-PK"/>
              </w:rPr>
              <w:t>پہل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عبرت:مسلمانوں کے ہا تھوں نواسہ رسول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شہادت!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8" w:history="1">
            <w:r w:rsidRPr="00700F3D">
              <w:rPr>
                <w:rStyle w:val="Hyperlink"/>
                <w:noProof/>
                <w:rtl/>
                <w:lang w:bidi="ur-PK"/>
              </w:rPr>
              <w:t>دوسر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عبرت :اسلام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معاشرے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آفت وب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49" w:history="1">
            <w:r w:rsidRPr="00700F3D">
              <w:rPr>
                <w:rStyle w:val="Hyperlink"/>
                <w:noProof/>
                <w:rtl/>
              </w:rPr>
              <w:t>1۔ اصل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عامل؛معاشرت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سطح پر پھ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لنے وال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گمراہ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انحراف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0" w:history="1">
            <w:r w:rsidRPr="00700F3D">
              <w:rPr>
                <w:rStyle w:val="Hyperlink"/>
                <w:noProof/>
                <w:rtl/>
                <w:lang w:bidi="ur-PK"/>
              </w:rPr>
              <w:t>گمراہ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انحراف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اصل وجہ؛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1" w:history="1">
            <w:r w:rsidRPr="00700F3D">
              <w:rPr>
                <w:rStyle w:val="Hyperlink"/>
                <w:noProof/>
                <w:rtl/>
                <w:lang w:bidi="ur-PK"/>
              </w:rPr>
              <w:t>ذکرخدا ا ور معنو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سے دور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خواہشات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رو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2" w:history="1">
            <w:r w:rsidRPr="00700F3D">
              <w:rPr>
                <w:rStyle w:val="Hyperlink"/>
                <w:noProof/>
                <w:rtl/>
                <w:lang w:bidi="ur-PK"/>
              </w:rPr>
              <w:t>اصل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بن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درد: ہدف کے حصول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تڑپ کا دل سے نکل جانا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3" w:history="1">
            <w:r w:rsidRPr="00700F3D">
              <w:rPr>
                <w:rStyle w:val="Hyperlink"/>
                <w:noProof/>
                <w:rtl/>
                <w:lang w:bidi="ur-PK"/>
              </w:rPr>
              <w:t>جب خلافت کے مع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ار و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زان تبد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 ہوجائ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4" w:history="1">
            <w:r w:rsidRPr="00700F3D">
              <w:rPr>
                <w:rStyle w:val="Hyperlink"/>
                <w:noProof/>
                <w:rtl/>
                <w:lang w:bidi="ur-PK"/>
              </w:rPr>
              <w:t>دلوں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تڑپ رکھنے والے افراد، مع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اروں کو تبد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 نہ ہونے 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5" w:history="1">
            <w:r w:rsidRPr="00700F3D">
              <w:rPr>
                <w:rStyle w:val="Hyperlink"/>
                <w:noProof/>
                <w:rtl/>
                <w:lang w:bidi="ur-PK"/>
              </w:rPr>
              <w:t>واقعہ کر بلا کے پس پردہ عوامل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6" w:history="1">
            <w:r w:rsidRPr="00700F3D">
              <w:rPr>
                <w:rStyle w:val="Hyperlink"/>
                <w:noProof/>
                <w:rtl/>
                <w:lang w:bidi="ur-PK"/>
              </w:rPr>
              <w:t>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حالات 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ش آئے تھے کہ کربلا کا واقعہ رونما ہوا؟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7" w:history="1">
            <w:r w:rsidRPr="00700F3D">
              <w:rPr>
                <w:rStyle w:val="Hyperlink"/>
                <w:noProof/>
                <w:rtl/>
                <w:lang w:bidi="ur-PK"/>
              </w:rPr>
              <w:t>اصل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عامل: دن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پرست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برائ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و بے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 رواج پانا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8" w:history="1">
            <w:r w:rsidRPr="00700F3D">
              <w:rPr>
                <w:rStyle w:val="Hyperlink"/>
                <w:noProof/>
                <w:rtl/>
                <w:lang w:bidi="ur-PK"/>
              </w:rPr>
              <w:t>برائ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وں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گندگ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سے اپنے دامن کو آلودہ نہ ہونے 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59" w:history="1">
            <w:r w:rsidRPr="00700F3D">
              <w:rPr>
                <w:rStyle w:val="Hyperlink"/>
                <w:noProof/>
                <w:rtl/>
                <w:lang w:bidi="ur-PK"/>
              </w:rPr>
              <w:t>دوسرا عامل: عالم اسلام کے مستقبل سے اہل حق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بے اعتنائ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0" w:history="1">
            <w:r w:rsidRPr="00700F3D">
              <w:rPr>
                <w:rStyle w:val="Hyperlink"/>
                <w:noProof/>
                <w:rtl/>
                <w:lang w:bidi="ur-PK"/>
              </w:rPr>
              <w:t>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کربلا کے اجتماع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پہلو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1" w:history="1">
            <w:r w:rsidRPr="00700F3D">
              <w:rPr>
                <w:rStyle w:val="Hyperlink"/>
                <w:noProof/>
                <w:rtl/>
                <w:lang w:bidi="ur-PK"/>
              </w:rPr>
              <w:t>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خصوص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2" w:history="1">
            <w:r w:rsidRPr="00700F3D">
              <w:rPr>
                <w:rStyle w:val="Hyperlink"/>
                <w:noProof/>
                <w:rtl/>
                <w:lang w:bidi="ur-PK"/>
              </w:rPr>
              <w:t>اصلاح معاشرہ اور برائ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وں کا سدِّباب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3" w:history="1">
            <w:r w:rsidRPr="00700F3D">
              <w:rPr>
                <w:rStyle w:val="Hyperlink"/>
                <w:noProof/>
                <w:rtl/>
                <w:lang w:bidi="ur-PK"/>
              </w:rPr>
              <w:t>احکام الٰہ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 نفاذ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4" w:history="1">
            <w:r w:rsidRPr="00700F3D">
              <w:rPr>
                <w:rStyle w:val="Hyperlink"/>
                <w:noProof/>
                <w:rtl/>
                <w:lang w:bidi="ur-PK"/>
              </w:rPr>
              <w:t>کربلا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پوش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دہ اسرار و رُموز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Pr="00955711" w:rsidRDefault="00955711" w:rsidP="0095571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55711">
            <w:rPr>
              <w:rStyle w:val="Hyperlink"/>
              <w:color w:val="000000"/>
              <w:u w:val="none"/>
            </w:rPr>
            <w:br w:type="page"/>
          </w:r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5" w:history="1">
            <w:r w:rsidRPr="00700F3D">
              <w:rPr>
                <w:rStyle w:val="Hyperlink"/>
                <w:noProof/>
                <w:rtl/>
              </w:rPr>
              <w:t>1</w:t>
            </w:r>
            <w:r w:rsidRPr="00700F3D">
              <w:rPr>
                <w:rStyle w:val="Hyperlink"/>
                <w:noProof/>
                <w:rtl/>
                <w:lang w:bidi="ur-PK"/>
              </w:rPr>
              <w:t>۔عوام کے سوئے ہوئے ضم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روں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6" w:history="1">
            <w:r w:rsidRPr="00700F3D">
              <w:rPr>
                <w:rStyle w:val="Hyperlink"/>
                <w:noProof/>
                <w:rtl/>
                <w:lang w:bidi="ur-PK"/>
              </w:rPr>
              <w:t>دو قسم کے خطرات اور اُن سے مقابلے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راہ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7" w:history="1">
            <w:r w:rsidRPr="00700F3D">
              <w:rPr>
                <w:rStyle w:val="Hyperlink"/>
                <w:noProof/>
                <w:rtl/>
                <w:lang w:bidi="ur-PK"/>
              </w:rPr>
              <w:t>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رون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دشمن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8" w:history="1">
            <w:r w:rsidRPr="00700F3D">
              <w:rPr>
                <w:rStyle w:val="Hyperlink"/>
                <w:noProof/>
                <w:rtl/>
                <w:lang w:bidi="ur-PK"/>
              </w:rPr>
              <w:t>اندرون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دشمن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69" w:history="1">
            <w:r w:rsidRPr="00700F3D">
              <w:rPr>
                <w:rStyle w:val="Hyperlink"/>
                <w:noProof/>
                <w:rtl/>
              </w:rPr>
              <w:t>2۔لوگوں کے خواب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دہ ضم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روں کو جگا 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0" w:history="1">
            <w:r w:rsidRPr="00700F3D">
              <w:rPr>
                <w:rStyle w:val="Hyperlink"/>
                <w:noProof/>
                <w:rtl/>
                <w:lang w:bidi="ur-PK"/>
              </w:rPr>
              <w:t>بڑ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اور بزرگ شخص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ات کا دن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 دار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مبتلا 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1" w:history="1">
            <w:r w:rsidRPr="00700F3D">
              <w:rPr>
                <w:rStyle w:val="Hyperlink"/>
                <w:noProof/>
                <w:rtl/>
                <w:lang w:bidi="ur-PK"/>
              </w:rPr>
              <w:t>3</w:t>
            </w:r>
            <w:r w:rsidRPr="00700F3D">
              <w:rPr>
                <w:rStyle w:val="Hyperlink"/>
                <w:noProof/>
                <w:rtl/>
              </w:rPr>
              <w:t>۔امام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تا 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خ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کار نا 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2" w:history="1">
            <w:r w:rsidRPr="00700F3D">
              <w:rPr>
                <w:rStyle w:val="Hyperlink"/>
                <w:noProof/>
                <w:rtl/>
              </w:rPr>
              <w:t>4۔واقعہ کربلا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انفراد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و عظمت!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3" w:history="1"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ہ درس کربلا کا ہے کہ خوف بس خدا کا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4" w:history="1">
            <w:r w:rsidRPr="00700F3D">
              <w:rPr>
                <w:rStyle w:val="Hyperlink"/>
                <w:noProof/>
                <w:rtl/>
                <w:lang w:bidi="ur-PK"/>
              </w:rPr>
              <w:t>داد وتحس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اور عالم غربت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لڑ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جانے وال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جنگ کا 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5" w:history="1">
            <w:r w:rsidRPr="00700F3D">
              <w:rPr>
                <w:rStyle w:val="Hyperlink"/>
                <w:noProof/>
                <w:rtl/>
              </w:rPr>
              <w:t>5۔امام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مختصر اور بڑ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مدت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6" w:history="1">
            <w:r w:rsidRPr="00700F3D">
              <w:rPr>
                <w:rStyle w:val="Hyperlink"/>
                <w:noProof/>
                <w:rtl/>
                <w:lang w:bidi="ur-PK"/>
              </w:rPr>
              <w:t>مختصر مدت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7" w:history="1">
            <w:r w:rsidRPr="00700F3D">
              <w:rPr>
                <w:rStyle w:val="Hyperlink"/>
                <w:noProof/>
                <w:rtl/>
                <w:lang w:bidi="ur-PK"/>
              </w:rPr>
              <w:t>بڑ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مدت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8" w:history="1">
            <w:r w:rsidRPr="00700F3D">
              <w:rPr>
                <w:rStyle w:val="Hyperlink"/>
                <w:noProof/>
                <w:rtl/>
                <w:lang w:bidi="ur-PK"/>
              </w:rPr>
              <w:t>ہمارا 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انقلاب، انقلاب کربلا کا 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 جلوہ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79" w:history="1">
            <w:r w:rsidRPr="00700F3D">
              <w:rPr>
                <w:rStyle w:val="Hyperlink"/>
                <w:noProof/>
                <w:rtl/>
                <w:lang w:bidi="ur-PK"/>
              </w:rPr>
              <w:t>کربلا عزت وسر بلند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 درس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0" w:history="1">
            <w:r w:rsidRPr="00700F3D">
              <w:rPr>
                <w:rStyle w:val="Hyperlink"/>
                <w:noProof/>
                <w:rtl/>
                <w:lang w:bidi="ur-PK"/>
              </w:rPr>
              <w:t>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تحر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 کا خلاصہ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1" w:history="1">
            <w:r w:rsidRPr="00700F3D">
              <w:rPr>
                <w:rStyle w:val="Hyperlink"/>
                <w:noProof/>
                <w:rtl/>
                <w:lang w:bidi="ur-PK"/>
              </w:rPr>
              <w:t>انسان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جہالت اور پست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کے خلاف جنگ!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2" w:history="1">
            <w:r w:rsidRPr="00700F3D">
              <w:rPr>
                <w:rStyle w:val="Hyperlink"/>
                <w:noProof/>
                <w:rtl/>
                <w:lang w:bidi="ur-PK"/>
              </w:rPr>
              <w:t>امامت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ملوک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تبد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3" w:history="1">
            <w:r w:rsidRPr="00700F3D">
              <w:rPr>
                <w:rStyle w:val="Hyperlink"/>
                <w:noProof/>
                <w:rtl/>
                <w:lang w:bidi="ur-PK"/>
              </w:rPr>
              <w:t>امامت و ملوک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کا فرق!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4" w:history="1">
            <w:r w:rsidRPr="00700F3D">
              <w:rPr>
                <w:rStyle w:val="Hyperlink"/>
                <w:noProof/>
                <w:rtl/>
                <w:lang w:bidi="ur-PK"/>
              </w:rPr>
              <w:t>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ام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کا اصل ہدف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5" w:history="1">
            <w:r w:rsidRPr="00700F3D">
              <w:rPr>
                <w:rStyle w:val="Hyperlink"/>
                <w:noProof/>
                <w:rtl/>
                <w:lang w:bidi="ur-PK"/>
              </w:rPr>
              <w:t>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د الشہدا کے مبارزے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دو صورت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Pr="00955711" w:rsidRDefault="00955711" w:rsidP="00955711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955711">
            <w:rPr>
              <w:rStyle w:val="Hyperlink"/>
              <w:color w:val="000000"/>
              <w:u w:val="none"/>
            </w:rPr>
            <w:br w:type="page"/>
          </w:r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6" w:history="1">
            <w:r w:rsidRPr="00700F3D">
              <w:rPr>
                <w:rStyle w:val="Hyperlink"/>
                <w:noProof/>
                <w:rtl/>
                <w:lang w:bidi="ur-PK"/>
              </w:rPr>
              <w:t>جہالت و پست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، انسان کے دو بڑے دشمن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7" w:history="1">
            <w:r w:rsidRPr="00700F3D">
              <w:rPr>
                <w:rStyle w:val="Hyperlink"/>
                <w:noProof/>
                <w:rtl/>
                <w:lang w:bidi="ur-PK"/>
              </w:rPr>
              <w:t>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انقلاب سے قبل 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ران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ذلت و پست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8" w:history="1">
            <w:r w:rsidRPr="00700F3D">
              <w:rPr>
                <w:rStyle w:val="Hyperlink"/>
                <w:noProof/>
                <w:rtl/>
                <w:lang w:bidi="ur-PK"/>
              </w:rPr>
              <w:t>اخلاق 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غمبر </w:t>
            </w:r>
            <w:r w:rsidRPr="00700F3D">
              <w:rPr>
                <w:rStyle w:val="Hyperlink"/>
                <w:noProof/>
                <w:rtl/>
                <w:lang w:bidi="fa-IR"/>
              </w:rPr>
              <w:t>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89" w:history="1">
            <w:r w:rsidRPr="00700F3D">
              <w:rPr>
                <w:rStyle w:val="Hyperlink"/>
                <w:noProof/>
                <w:rtl/>
                <w:lang w:bidi="ur-PK"/>
              </w:rPr>
              <w:t>امامت و سلطنت کا بن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0" w:history="1">
            <w:r w:rsidRPr="00700F3D">
              <w:rPr>
                <w:rStyle w:val="Hyperlink"/>
                <w:noProof/>
                <w:rtl/>
                <w:lang w:bidi="ur-PK"/>
              </w:rPr>
              <w:t>بندگ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خداکے ساتھ ساتھ عزت و سرفراز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1" w:history="1">
            <w:r w:rsidRPr="00700F3D">
              <w:rPr>
                <w:rStyle w:val="Hyperlink"/>
                <w:noProof/>
                <w:rtl/>
                <w:lang w:bidi="ur-PK"/>
              </w:rPr>
              <w:t>اسلام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انقلاب کا آئ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ڈ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 کربلا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2" w:history="1">
            <w:r w:rsidRPr="00700F3D">
              <w:rPr>
                <w:rStyle w:val="Hyperlink"/>
                <w:noProof/>
                <w:rtl/>
                <w:lang w:bidi="ur-PK"/>
              </w:rPr>
              <w:t>کربلا ہے اِک آفتاب اور اُس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تنو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بہت!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3" w:history="1">
            <w:r w:rsidRPr="00700F3D">
              <w:rPr>
                <w:rStyle w:val="Hyperlink"/>
                <w:noProof/>
                <w:rtl/>
                <w:lang w:bidi="ur-PK"/>
              </w:rPr>
              <w:t>مکتب تش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ع کا ا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 وجہ امت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از، 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4" w:history="1">
            <w:r w:rsidRPr="00700F3D">
              <w:rPr>
                <w:rStyle w:val="Hyperlink"/>
                <w:noProof/>
                <w:rtl/>
                <w:lang w:bidi="ur-PK"/>
              </w:rPr>
              <w:t>زندگ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پ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ار و محبت اور مہربان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 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5" w:history="1">
            <w:r w:rsidRPr="00700F3D">
              <w:rPr>
                <w:rStyle w:val="Hyperlink"/>
                <w:noProof/>
                <w:rtl/>
                <w:lang w:bidi="ur-PK"/>
              </w:rPr>
              <w:t>اعل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ہدف!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6" w:history="1">
            <w:r w:rsidRPr="00700F3D">
              <w:rPr>
                <w:rStyle w:val="Hyperlink"/>
                <w:noProof/>
                <w:rtl/>
                <w:lang w:bidi="ur-PK"/>
              </w:rPr>
              <w:t>غر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بانہ جنگ!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7" w:history="1">
            <w:r w:rsidRPr="00700F3D">
              <w:rPr>
                <w:rStyle w:val="Hyperlink"/>
                <w:noProof/>
                <w:rtl/>
                <w:lang w:bidi="ur-PK"/>
              </w:rPr>
              <w:t>مجالس اور کربلا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عظ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 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8" w:history="1">
            <w:r w:rsidRPr="00700F3D">
              <w:rPr>
                <w:rStyle w:val="Hyperlink"/>
                <w:noProof/>
                <w:rtl/>
                <w:lang w:bidi="ur-PK"/>
              </w:rPr>
              <w:t>ظالم طاقتوںکاکربلاسے خوف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مبتلا 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099" w:history="1">
            <w:r w:rsidRPr="00700F3D">
              <w:rPr>
                <w:rStyle w:val="Hyperlink"/>
                <w:noProof/>
                <w:rtl/>
                <w:lang w:bidi="ur-PK"/>
              </w:rPr>
              <w:t>تحر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 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مضمر ت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عظ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م پہلو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100" w:history="1">
            <w:r w:rsidRPr="00700F3D">
              <w:rPr>
                <w:rStyle w:val="Hyperlink"/>
                <w:noProof/>
                <w:rtl/>
                <w:lang w:bidi="ur-PK"/>
              </w:rPr>
              <w:t>انقلاب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تحر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ک،معنو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اور مصائب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101" w:history="1">
            <w:r w:rsidRPr="00700F3D">
              <w:rPr>
                <w:rStyle w:val="Hyperlink"/>
                <w:noProof/>
                <w:rtl/>
              </w:rPr>
              <w:t>1۔ انقلاب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تحر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ک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عزت و سربلند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کا عنصر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102" w:history="1">
            <w:r w:rsidRPr="00700F3D">
              <w:rPr>
                <w:rStyle w:val="Hyperlink"/>
                <w:noProof/>
                <w:rtl/>
                <w:lang w:bidi="ur-PK"/>
              </w:rPr>
              <w:t>امام حس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 سے ب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عت کے مطالبے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حق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قت!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103" w:history="1">
            <w:r w:rsidRPr="00700F3D">
              <w:rPr>
                <w:rStyle w:val="Hyperlink"/>
                <w:noProof/>
                <w:rtl/>
              </w:rPr>
              <w:t>2</w:t>
            </w:r>
            <w:r w:rsidRPr="00700F3D">
              <w:rPr>
                <w:rStyle w:val="Hyperlink"/>
                <w:noProof/>
                <w:rtl/>
                <w:lang w:bidi="ur-PK"/>
              </w:rPr>
              <w:t>۔ معنو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ت و فض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لت کا مجسم 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104" w:history="1">
            <w:r w:rsidRPr="00700F3D">
              <w:rPr>
                <w:rStyle w:val="Hyperlink"/>
                <w:noProof/>
                <w:rtl/>
              </w:rPr>
              <w:t>3</w:t>
            </w:r>
            <w:r w:rsidRPr="00700F3D">
              <w:rPr>
                <w:rStyle w:val="Hyperlink"/>
                <w:noProof/>
                <w:rtl/>
                <w:lang w:bidi="ur-PK"/>
              </w:rPr>
              <w:t>۔ مصائب کربلا م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ں عنصر عزت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105" w:history="1">
            <w:r w:rsidRPr="00700F3D">
              <w:rPr>
                <w:rStyle w:val="Hyperlink"/>
                <w:noProof/>
                <w:rtl/>
                <w:lang w:bidi="ur-PK"/>
              </w:rPr>
              <w:t>ہمارا وظ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فہ :شہادت ک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 xml:space="preserve"> حق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قت و ذکر کو زندہ رکھنا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672106" w:history="1">
            <w:r w:rsidRPr="00700F3D">
              <w:rPr>
                <w:rStyle w:val="Hyperlink"/>
                <w:noProof/>
                <w:rtl/>
                <w:lang w:bidi="ur-PK"/>
              </w:rPr>
              <w:t xml:space="preserve">درسِ </w:t>
            </w:r>
            <w:r w:rsidRPr="00700F3D">
              <w:rPr>
                <w:rStyle w:val="Hyperlink"/>
                <w:noProof/>
                <w:rtl/>
                <w:lang w:bidi="ur-PK"/>
              </w:rPr>
              <w:t>ا</w:t>
            </w:r>
            <w:r w:rsidRPr="00700F3D">
              <w:rPr>
                <w:rStyle w:val="Hyperlink"/>
                <w:noProof/>
                <w:rtl/>
                <w:lang w:bidi="ur-PK"/>
              </w:rPr>
              <w:t>ربع</w:t>
            </w:r>
            <w:r w:rsidRPr="00700F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700F3D">
              <w:rPr>
                <w:rStyle w:val="Hyperlink"/>
                <w:noProof/>
                <w:rtl/>
                <w:lang w:bidi="ur-PK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Toc500672106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55711" w:rsidRDefault="00955711" w:rsidP="00955711">
          <w:pPr>
            <w:pStyle w:val="libNormal"/>
          </w:pPr>
          <w:r>
            <w:fldChar w:fldCharType="end"/>
          </w:r>
        </w:p>
      </w:sdtContent>
    </w:sdt>
    <w:sectPr w:rsidR="00955711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2B0" w:rsidRDefault="00EB72B0">
      <w:r>
        <w:separator/>
      </w:r>
    </w:p>
  </w:endnote>
  <w:endnote w:type="continuationSeparator" w:id="0">
    <w:p w:rsidR="00EB72B0" w:rsidRDefault="00EB7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D1" w:rsidRDefault="004C1FD1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FD1" w:rsidRPr="00826B03" w:rsidRDefault="004C1FD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2B0" w:rsidRDefault="00EB72B0">
      <w:r>
        <w:separator/>
      </w:r>
    </w:p>
  </w:footnote>
  <w:footnote w:type="continuationSeparator" w:id="0">
    <w:p w:rsidR="00EB72B0" w:rsidRDefault="00EB72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8E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E88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06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2277"/>
    <w:rsid w:val="000839D2"/>
    <w:rsid w:val="000853CE"/>
    <w:rsid w:val="000854F5"/>
    <w:rsid w:val="000859B3"/>
    <w:rsid w:val="00086302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0CED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388D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0F0"/>
    <w:rsid w:val="00130B8B"/>
    <w:rsid w:val="001314C1"/>
    <w:rsid w:val="00131A59"/>
    <w:rsid w:val="0013280A"/>
    <w:rsid w:val="0013285B"/>
    <w:rsid w:val="00133F7B"/>
    <w:rsid w:val="00134BAE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67E4F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955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197"/>
    <w:rsid w:val="001912BF"/>
    <w:rsid w:val="001921CE"/>
    <w:rsid w:val="00192580"/>
    <w:rsid w:val="001928B4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18E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73B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CFE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612B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237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9A8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4FA6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782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2D2A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6E97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B2C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60E"/>
    <w:rsid w:val="004B5DE2"/>
    <w:rsid w:val="004B60C5"/>
    <w:rsid w:val="004B774E"/>
    <w:rsid w:val="004B7DEE"/>
    <w:rsid w:val="004C0546"/>
    <w:rsid w:val="004C058B"/>
    <w:rsid w:val="004C1019"/>
    <w:rsid w:val="004C1F73"/>
    <w:rsid w:val="004C1FD1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2B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4E8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0B0F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0F11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1715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2BA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BD"/>
    <w:rsid w:val="007224E2"/>
    <w:rsid w:val="00722A8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4EFD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4EC5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4393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125"/>
    <w:rsid w:val="00763533"/>
    <w:rsid w:val="007642C7"/>
    <w:rsid w:val="00764640"/>
    <w:rsid w:val="0076464D"/>
    <w:rsid w:val="007651BA"/>
    <w:rsid w:val="00765BEF"/>
    <w:rsid w:val="00765CF4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0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754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3AE"/>
    <w:rsid w:val="008D6657"/>
    <w:rsid w:val="008D6C5D"/>
    <w:rsid w:val="008D6F56"/>
    <w:rsid w:val="008D7250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525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2F56"/>
    <w:rsid w:val="00923850"/>
    <w:rsid w:val="0092388A"/>
    <w:rsid w:val="00923B9B"/>
    <w:rsid w:val="00924466"/>
    <w:rsid w:val="009246EE"/>
    <w:rsid w:val="0092529C"/>
    <w:rsid w:val="00927356"/>
    <w:rsid w:val="00927BAF"/>
    <w:rsid w:val="00927D62"/>
    <w:rsid w:val="0093071F"/>
    <w:rsid w:val="009315A4"/>
    <w:rsid w:val="0093189C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11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4EC1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532"/>
    <w:rsid w:val="00A5671E"/>
    <w:rsid w:val="00A568FD"/>
    <w:rsid w:val="00A570C9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5CBD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91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3C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67D7A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1CF1"/>
    <w:rsid w:val="00BC2905"/>
    <w:rsid w:val="00BC2D22"/>
    <w:rsid w:val="00BC2DB8"/>
    <w:rsid w:val="00BC499A"/>
    <w:rsid w:val="00BC4D13"/>
    <w:rsid w:val="00BC534F"/>
    <w:rsid w:val="00BC5E67"/>
    <w:rsid w:val="00BC665E"/>
    <w:rsid w:val="00BC6DCB"/>
    <w:rsid w:val="00BC717E"/>
    <w:rsid w:val="00BD0828"/>
    <w:rsid w:val="00BD1610"/>
    <w:rsid w:val="00BD1703"/>
    <w:rsid w:val="00BD1AE2"/>
    <w:rsid w:val="00BD1C0F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B30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D08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D60"/>
    <w:rsid w:val="00C16341"/>
    <w:rsid w:val="00C1743C"/>
    <w:rsid w:val="00C17683"/>
    <w:rsid w:val="00C206ED"/>
    <w:rsid w:val="00C21B1E"/>
    <w:rsid w:val="00C21D55"/>
    <w:rsid w:val="00C21E46"/>
    <w:rsid w:val="00C22361"/>
    <w:rsid w:val="00C22EFE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3F64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4C41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46F5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B24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006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058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68C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435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3FC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2B0"/>
    <w:rsid w:val="00EB7421"/>
    <w:rsid w:val="00EB78AF"/>
    <w:rsid w:val="00EB7C08"/>
    <w:rsid w:val="00EB7EC6"/>
    <w:rsid w:val="00EC02A5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6DF4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81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272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739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CD6"/>
    <w:rsid w:val="00F73E3A"/>
    <w:rsid w:val="00F745D3"/>
    <w:rsid w:val="00F74E6A"/>
    <w:rsid w:val="00F74F27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0AAD-B39F-4DC0-90A3-1C179940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16170</TotalTime>
  <Pages>110</Pages>
  <Words>30593</Words>
  <Characters>174381</Characters>
  <Application>Microsoft Office Word</Application>
  <DocSecurity>0</DocSecurity>
  <Lines>1453</Lines>
  <Paragraphs>409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167</cp:revision>
  <cp:lastPrinted>2017-12-05T11:09:00Z</cp:lastPrinted>
  <dcterms:created xsi:type="dcterms:W3CDTF">2015-06-13T07:48:00Z</dcterms:created>
  <dcterms:modified xsi:type="dcterms:W3CDTF">2017-12-10T08:57:00Z</dcterms:modified>
</cp:coreProperties>
</file>