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4D3" w:rsidRDefault="008D78E8" w:rsidP="008D78E8">
      <w:pPr>
        <w:pStyle w:val="libCenter"/>
        <w:rPr>
          <w:rtl/>
        </w:rPr>
      </w:pPr>
      <w:r>
        <w:rPr>
          <w:noProof/>
          <w:rtl/>
        </w:rPr>
        <w:drawing>
          <wp:inline distT="0" distB="0" distL="0" distR="0">
            <wp:extent cx="6132729" cy="8672945"/>
            <wp:effectExtent l="19050" t="0" r="1371" b="0"/>
            <wp:docPr id="2" name="Picture 1" descr="L:\New_kar\rabe_al_sani_1439\majmua_e_taqareer_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rabe_al_sani_1439\majmua_e_taqareer_2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382" cy="8678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4D3" w:rsidRDefault="00D674D3" w:rsidP="008D78E8">
      <w:pPr>
        <w:pStyle w:val="libNormal"/>
        <w:rPr>
          <w:rtl/>
        </w:rPr>
      </w:pPr>
      <w:r>
        <w:rPr>
          <w:rtl/>
        </w:rPr>
        <w:br w:type="page"/>
      </w:r>
    </w:p>
    <w:p w:rsidR="00D674D3" w:rsidRDefault="008D78E8" w:rsidP="008D78E8">
      <w:pPr>
        <w:pStyle w:val="libNormal"/>
        <w:rPr>
          <w:rtl/>
        </w:rPr>
      </w:pPr>
      <w:r w:rsidRPr="008D78E8">
        <w:rPr>
          <w:rFonts w:hint="cs"/>
          <w:rtl/>
        </w:rPr>
        <w:lastRenderedPageBreak/>
        <w:t>ی</w:t>
      </w:r>
      <w:r w:rsidRPr="008D78E8">
        <w:rPr>
          <w:rFonts w:hint="eastAsia"/>
          <w:rtl/>
        </w:rPr>
        <w:t>ہ</w:t>
      </w:r>
      <w:r w:rsidRPr="008D78E8">
        <w:rPr>
          <w:rtl/>
        </w:rPr>
        <w:t xml:space="preserve"> کتاب برق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شکل م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ں</w:t>
      </w:r>
      <w:r w:rsidRPr="008D78E8">
        <w:rPr>
          <w:rtl/>
        </w:rPr>
        <w:t xml:space="preserve"> نشرہوئ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ہے اور شبکہ الامام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ن</w:t>
      </w:r>
      <w:r w:rsidRPr="008D78E8">
        <w:rPr>
          <w:rtl/>
        </w:rPr>
        <w:t xml:space="preserve"> الحسن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ن</w:t>
      </w:r>
      <w:r w:rsidRPr="008D78E8">
        <w:rPr>
          <w:rtl/>
        </w:rPr>
        <w:t xml:space="preserve"> (عل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ہما</w:t>
      </w:r>
      <w:r w:rsidRPr="008D78E8">
        <w:rPr>
          <w:rtl/>
        </w:rPr>
        <w:t xml:space="preserve"> السلام) کے گروہ علم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ک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نگران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م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ں</w:t>
      </w:r>
      <w:r w:rsidRPr="008D78E8">
        <w:rPr>
          <w:rtl/>
        </w:rPr>
        <w:t xml:space="preserve"> اس ک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فن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طورپرتصح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ح</w:t>
      </w:r>
      <w:r w:rsidRPr="008D78E8">
        <w:rPr>
          <w:rtl/>
        </w:rPr>
        <w:t xml:space="preserve"> اور تنظ</w:t>
      </w:r>
      <w:r w:rsidRPr="008D78E8">
        <w:rPr>
          <w:rFonts w:hint="cs"/>
          <w:rtl/>
        </w:rPr>
        <w:t>ی</w:t>
      </w:r>
      <w:r w:rsidRPr="008D78E8">
        <w:rPr>
          <w:rFonts w:hint="eastAsia"/>
          <w:rtl/>
        </w:rPr>
        <w:t>م</w:t>
      </w:r>
      <w:r w:rsidRPr="008D78E8">
        <w:rPr>
          <w:rtl/>
        </w:rPr>
        <w:t xml:space="preserve"> ہوئ</w:t>
      </w:r>
      <w:r w:rsidRPr="008D78E8">
        <w:rPr>
          <w:rFonts w:hint="cs"/>
          <w:rtl/>
        </w:rPr>
        <w:t>ی</w:t>
      </w:r>
      <w:r w:rsidRPr="008D78E8">
        <w:rPr>
          <w:rtl/>
        </w:rPr>
        <w:t xml:space="preserve"> ہے</w:t>
      </w:r>
    </w:p>
    <w:p w:rsidR="00D674D3" w:rsidRDefault="00D674D3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D674D3" w:rsidP="00D674D3">
      <w:pPr>
        <w:pStyle w:val="libCenterBold2"/>
        <w:rPr>
          <w:rtl/>
        </w:rPr>
      </w:pPr>
      <w:r>
        <w:rPr>
          <w:rFonts w:hint="cs"/>
          <w:rtl/>
        </w:rPr>
        <w:lastRenderedPageBreak/>
        <w:t>مجموعہ تقاریر حصہ دوم</w:t>
      </w:r>
    </w:p>
    <w:p w:rsidR="00D674D3" w:rsidRDefault="00A54C30" w:rsidP="00D674D3">
      <w:pPr>
        <w:pStyle w:val="libCenterBold2"/>
        <w:rPr>
          <w:rtl/>
        </w:rPr>
      </w:pPr>
      <w:r>
        <w:rPr>
          <w:rtl/>
        </w:rPr>
        <w:t>مصنف: مولانا جان عل</w:t>
      </w:r>
      <w:r>
        <w:rPr>
          <w:rFonts w:hint="cs"/>
          <w:rtl/>
        </w:rPr>
        <w:t>ی</w:t>
      </w:r>
      <w:r>
        <w:rPr>
          <w:rtl/>
        </w:rPr>
        <w:t xml:space="preserve"> شاہ کاظم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674D3" w:rsidRDefault="00D674D3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A54C30">
      <w:pPr>
        <w:pStyle w:val="libNormal"/>
        <w:rPr>
          <w:rtl/>
        </w:rPr>
      </w:pPr>
    </w:p>
    <w:p w:rsidR="00A54C30" w:rsidRDefault="00A54C30" w:rsidP="00D674D3">
      <w:pPr>
        <w:pStyle w:val="Heading2Center"/>
        <w:rPr>
          <w:rtl/>
        </w:rPr>
      </w:pPr>
      <w:bookmarkStart w:id="0" w:name="_Toc501450100"/>
      <w:r>
        <w:rPr>
          <w:rFonts w:hint="eastAsia"/>
          <w:rtl/>
        </w:rPr>
        <w:t>مجلس</w:t>
      </w:r>
      <w:r>
        <w:rPr>
          <w:rtl/>
        </w:rPr>
        <w:t xml:space="preserve"> </w:t>
      </w:r>
      <w:r>
        <w:rPr>
          <w:rtl/>
          <w:lang w:bidi="fa-IR"/>
        </w:rPr>
        <w:t>۱</w:t>
      </w:r>
      <w:bookmarkEnd w:id="0"/>
    </w:p>
    <w:p w:rsidR="00A54C30" w:rsidRDefault="00A54C30" w:rsidP="00A54C30">
      <w:pPr>
        <w:pStyle w:val="libNormal"/>
        <w:rPr>
          <w:rtl/>
        </w:rPr>
      </w:pPr>
    </w:p>
    <w:p w:rsidR="00A54C30" w:rsidRDefault="00A54C30" w:rsidP="00D674D3">
      <w:pPr>
        <w:pStyle w:val="Heading2Center"/>
        <w:rPr>
          <w:rtl/>
        </w:rPr>
      </w:pPr>
      <w:bookmarkStart w:id="1" w:name="_Toc501450101"/>
      <w:r>
        <w:rPr>
          <w:rFonts w:hint="eastAsia"/>
          <w:rtl/>
        </w:rPr>
        <w:t>امام</w:t>
      </w:r>
      <w:r>
        <w:rPr>
          <w:rtl/>
        </w:rPr>
        <w:t xml:space="preserve"> زمانہ</w:t>
      </w:r>
      <w:bookmarkEnd w:id="1"/>
    </w:p>
    <w:p w:rsidR="00902C8C" w:rsidRDefault="00A54C30" w:rsidP="00902C8C">
      <w:pPr>
        <w:pStyle w:val="libNormal"/>
        <w:rPr>
          <w:rtl/>
        </w:rPr>
      </w:pPr>
      <w:r w:rsidRPr="00D674D3">
        <w:rPr>
          <w:rStyle w:val="libArabicChar"/>
          <w:rFonts w:hint="eastAsia"/>
          <w:rtl/>
        </w:rPr>
        <w:t>بسم</w:t>
      </w:r>
      <w:r w:rsidRPr="00D674D3">
        <w:rPr>
          <w:rStyle w:val="libArabicChar"/>
          <w:rtl/>
        </w:rPr>
        <w:t xml:space="preserve">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الرحمن ا لرح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م</w:t>
      </w:r>
      <w:r>
        <w:rPr>
          <w:rtl/>
        </w:rPr>
        <w:t xml:space="preserve"> </w:t>
      </w:r>
    </w:p>
    <w:p w:rsidR="00A54C30" w:rsidRDefault="00902C8C" w:rsidP="00902C8C">
      <w:pPr>
        <w:pStyle w:val="libNormal"/>
        <w:rPr>
          <w:rtl/>
        </w:rPr>
      </w:pPr>
      <w:r w:rsidRPr="00902C8C">
        <w:rPr>
          <w:rStyle w:val="libAlaemChar"/>
          <w:rtl/>
        </w:rPr>
        <w:t>(</w:t>
      </w:r>
      <w:r w:rsidRPr="00902C8C">
        <w:rPr>
          <w:rStyle w:val="libAieChar"/>
          <w:rtl/>
        </w:rPr>
        <w:t>بق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ة</w:t>
      </w:r>
      <w:r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خ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ر</w:t>
      </w:r>
      <w:r w:rsidRPr="00902C8C">
        <w:rPr>
          <w:rStyle w:val="libAieChar"/>
          <w:rtl/>
        </w:rPr>
        <w:t xml:space="preserve"> لکم ان کنتم مومن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ن</w:t>
      </w:r>
      <w:r w:rsidRPr="00902C8C">
        <w:rPr>
          <w:rStyle w:val="libAlaemChar"/>
          <w:rtl/>
        </w:rPr>
        <w:t>)</w:t>
      </w:r>
      <w:r>
        <w:rPr>
          <w:rtl/>
        </w:rPr>
        <w:t xml:space="preserve"> </w:t>
      </w:r>
      <w:r w:rsidR="00A54C30">
        <w:rPr>
          <w:rtl/>
        </w:rPr>
        <w:t>۔(سور</w:t>
      </w:r>
      <w:r w:rsidR="00C96147">
        <w:rPr>
          <w:rtl/>
        </w:rPr>
        <w:t xml:space="preserve">ہ </w:t>
      </w:r>
      <w:r w:rsidR="00A54C30">
        <w:rPr>
          <w:rtl/>
        </w:rPr>
        <w:t xml:space="preserve"> ہود آ</w:t>
      </w:r>
      <w:r w:rsidR="00A54C30">
        <w:rPr>
          <w:rFonts w:hint="cs"/>
          <w:rtl/>
        </w:rPr>
        <w:t>ی</w:t>
      </w:r>
      <w:r w:rsidR="00A54C30">
        <w:rPr>
          <w:rFonts w:hint="eastAsia"/>
          <w:rtl/>
        </w:rPr>
        <w:t>ت</w:t>
      </w:r>
      <w:r w:rsidR="00A54C30">
        <w:rPr>
          <w:rtl/>
        </w:rPr>
        <w:t xml:space="preserve"> </w:t>
      </w:r>
      <w:r w:rsidR="00A54C30">
        <w:rPr>
          <w:rtl/>
          <w:lang w:bidi="fa-IR"/>
        </w:rPr>
        <w:t xml:space="preserve">۸۶) </w:t>
      </w:r>
    </w:p>
    <w:p w:rsidR="00A54C30" w:rsidRDefault="00A54C30" w:rsidP="00902C8C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سبحانہ وتعال</w:t>
      </w:r>
      <w:r>
        <w:rPr>
          <w:rFonts w:hint="cs"/>
          <w:rtl/>
        </w:rPr>
        <w:t>یٰ</w:t>
      </w:r>
      <w:r>
        <w:rPr>
          <w:rtl/>
        </w:rPr>
        <w:t xml:space="preserve"> قر 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 رہا ہے </w:t>
      </w:r>
      <w:r w:rsidR="00902C8C" w:rsidRPr="00902C8C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ieChar"/>
          <w:rtl/>
        </w:rPr>
        <w:t xml:space="preserve"> لکم</w:t>
      </w:r>
      <w:r w:rsidR="00902C8C" w:rsidRPr="00902C8C">
        <w:rPr>
          <w:rStyle w:val="libAlaemChar"/>
          <w:rtl/>
        </w:rPr>
        <w:t>)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بہتر ہے</w:t>
      </w:r>
      <w:r w:rsidR="00902C8C" w:rsidRPr="00902C8C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laemChar"/>
          <w:rtl/>
        </w:rPr>
        <w:t>)</w:t>
      </w:r>
      <w:r>
        <w:rPr>
          <w:rtl/>
        </w:rPr>
        <w:t xml:space="preserve"> اگر تم مومن ہو تو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اب اس لفظ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ہست</w:t>
      </w:r>
      <w:r>
        <w:rPr>
          <w:rFonts w:hint="cs"/>
          <w:rtl/>
        </w:rPr>
        <w:t>ی</w:t>
      </w:r>
      <w:r>
        <w:rPr>
          <w:rtl/>
        </w:rPr>
        <w:t xml:space="preserve"> وہ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حج</w:t>
      </w:r>
      <w:r>
        <w:rPr>
          <w:rFonts w:hint="eastAsia"/>
          <w:rtl/>
        </w:rPr>
        <w:t>ت</w:t>
      </w:r>
      <w:r>
        <w:rPr>
          <w:rtl/>
        </w:rPr>
        <w:t xml:space="preserve"> خدا جسے خدا نے آج تک باق</w:t>
      </w:r>
      <w:r>
        <w:rPr>
          <w:rFonts w:hint="cs"/>
          <w:rtl/>
        </w:rPr>
        <w:t>ی</w:t>
      </w:r>
      <w:r>
        <w:rPr>
          <w:rtl/>
        </w:rPr>
        <w:t xml:space="preserve"> رکھاہے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عالم نے حضرت امام زمانہ (عج) کے مشہور اور معروف اس نام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674D3">
        <w:rPr>
          <w:rStyle w:val="libArabicChar"/>
          <w:rtl/>
        </w:rPr>
        <w:t>السلام عل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ک</w:t>
      </w:r>
      <w:r w:rsidRPr="00D674D3">
        <w:rPr>
          <w:rStyle w:val="libArabicChar"/>
          <w:rtl/>
        </w:rPr>
        <w:t xml:space="preserve"> 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ا</w:t>
      </w:r>
      <w:r w:rsidRPr="00D674D3">
        <w:rPr>
          <w:rStyle w:val="libArabicChar"/>
          <w:rtl/>
        </w:rPr>
        <w:t xml:space="preserve"> بق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ة</w:t>
      </w:r>
      <w:r w:rsidRPr="00D674D3">
        <w:rPr>
          <w:rStyle w:val="libArabicChar"/>
          <w:rtl/>
        </w:rPr>
        <w:t xml:space="preserve">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سرکار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مشہور صفات اور مشہور </w:t>
      </w:r>
      <w:r>
        <w:rPr>
          <w:rFonts w:hint="eastAsia"/>
          <w:rtl/>
        </w:rPr>
        <w:t>ناموں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 ہے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کا سبب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خداوند</w:t>
      </w:r>
      <w:r>
        <w:rPr>
          <w:rtl/>
        </w:rPr>
        <w:t xml:space="preserve"> عالم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عطا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ہمارے امام آج بھ</w:t>
      </w:r>
      <w:r>
        <w:rPr>
          <w:rFonts w:hint="cs"/>
          <w:rtl/>
        </w:rPr>
        <w:t>ی</w:t>
      </w:r>
      <w:r>
        <w:rPr>
          <w:rtl/>
        </w:rPr>
        <w:t xml:space="preserve">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نصرت اور مدد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 بھ</w:t>
      </w:r>
      <w:r>
        <w:rPr>
          <w:rFonts w:hint="cs"/>
          <w:rtl/>
        </w:rPr>
        <w:t>ی</w:t>
      </w:r>
      <w:r>
        <w:rPr>
          <w:rtl/>
        </w:rPr>
        <w:t xml:space="preserve"> ان کے معجزات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آج بھ</w:t>
      </w:r>
      <w:r>
        <w:rPr>
          <w:rFonts w:hint="cs"/>
          <w:rtl/>
        </w:rPr>
        <w:t>ی</w:t>
      </w:r>
      <w:r>
        <w:rPr>
          <w:rtl/>
        </w:rPr>
        <w:t xml:space="preserve"> وہ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مدد 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چہ جا 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پردہ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مگرآپ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صدام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دشمن تھا صدام نے دس لاکھ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بے گناہ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اس وقت کے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عرا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لاکھ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دشمن ہے صدام بھ</w:t>
      </w:r>
      <w:r>
        <w:rPr>
          <w:rFonts w:hint="cs"/>
          <w:rtl/>
        </w:rPr>
        <w:t>ی</w:t>
      </w:r>
      <w:r>
        <w:rPr>
          <w:rtl/>
        </w:rPr>
        <w:t xml:space="preserve"> ہمارا دشمن ہے</w:t>
      </w:r>
      <w:r w:rsidRPr="00C96147">
        <w:rPr>
          <w:rFonts w:hint="cs"/>
          <w:rtl/>
        </w:rPr>
        <w:t xml:space="preserve"> مگر سبحان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</w:t>
      </w:r>
      <w:r>
        <w:rPr>
          <w:rFonts w:hint="eastAsia"/>
          <w:rtl/>
        </w:rPr>
        <w:t>م</w:t>
      </w:r>
      <w:r>
        <w:rPr>
          <w:rtl/>
        </w:rPr>
        <w:t xml:space="preserve"> کا معجزہ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اچو</w:t>
      </w:r>
      <w:r>
        <w:rPr>
          <w:rtl/>
        </w:rPr>
        <w:t xml:space="preserve"> تھے امام ک</w:t>
      </w:r>
      <w:r>
        <w:rPr>
          <w:rFonts w:hint="cs"/>
          <w:rtl/>
        </w:rPr>
        <w:t>ی</w:t>
      </w:r>
      <w:r>
        <w:rPr>
          <w:rtl/>
        </w:rPr>
        <w:t xml:space="preserve"> دعا ہے کہ پروردگار تو ظالم کو ظالم سے لڑا تا کہ مظلوم محفوظ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لطف و کرم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زمانہ کا معجزہ ہے کہ خدا نے امام زمانہ کے لطف و کرم سے آج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محفوظ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صدام</w:t>
      </w:r>
      <w:r>
        <w:rPr>
          <w:rFonts w:hint="cs"/>
          <w:rtl/>
        </w:rPr>
        <w:t>ی</w:t>
      </w:r>
      <w:r>
        <w:rPr>
          <w:rtl/>
        </w:rPr>
        <w:t xml:space="preserve"> مررہے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لطف و کر م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امام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اگر ہمار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مدد تمہارے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 ہو ت</w:t>
      </w:r>
      <w:r>
        <w:rPr>
          <w:rFonts w:hint="cs"/>
          <w:rtl/>
        </w:rPr>
        <w:t>ی</w:t>
      </w:r>
      <w:r>
        <w:rPr>
          <w:rtl/>
        </w:rPr>
        <w:t xml:space="preserve">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مٹا چک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قدر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طاقتوں نے اس عزادار</w:t>
      </w:r>
      <w:r>
        <w:rPr>
          <w:rFonts w:hint="cs"/>
          <w:rtl/>
        </w:rPr>
        <w:t>ی</w:t>
      </w:r>
      <w:r>
        <w:rPr>
          <w:rtl/>
        </w:rPr>
        <w:t xml:space="preserve"> کو ختم کرنا چا ہا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بادشاہوں نے اس قدر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خرچ کئے کہ عزادار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ٹ</w:t>
      </w:r>
      <w:r>
        <w:rPr>
          <w:rtl/>
        </w:rPr>
        <w:t xml:space="preserve"> جائے مگر ہر دن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اور بڑھت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ہرکو نے کونے 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ن،حس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صدا بلند </w:t>
      </w:r>
      <w:r>
        <w:rPr>
          <w:rtl/>
        </w:rPr>
        <w:lastRenderedPageBreak/>
        <w:t>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ہے کہ ہم بے سہارا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وارث امام زمانہ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ہمارے امام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کچھ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خصوصاً جو خود کو مومن 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کہلا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بڑھ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ہمارے امام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پر 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  ہم اپنے بچوں کو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کار ک</w:t>
      </w:r>
      <w:r>
        <w:rPr>
          <w:rFonts w:hint="cs"/>
          <w:rtl/>
        </w:rPr>
        <w:t>ی</w:t>
      </w:r>
      <w:r>
        <w:rPr>
          <w:rtl/>
        </w:rPr>
        <w:t xml:space="preserve"> معرفت کا نور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معرفت اگر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تو محبت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معرفت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” </w:t>
      </w:r>
      <w:r w:rsidRPr="00D674D3">
        <w:rPr>
          <w:rStyle w:val="libArabicChar"/>
          <w:rtl/>
        </w:rPr>
        <w:t xml:space="preserve">من مات و لم 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عرف</w:t>
      </w:r>
      <w:r w:rsidRPr="00D674D3">
        <w:rPr>
          <w:rStyle w:val="libArabicChar"/>
          <w:rtl/>
        </w:rPr>
        <w:t xml:space="preserve"> امام زمان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Fonts w:hint="cs"/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مرجا ئے اور اسے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نہ ہو </w:t>
      </w:r>
      <w:r w:rsidR="00902C8C">
        <w:rPr>
          <w:rFonts w:hint="cs"/>
          <w:rtl/>
        </w:rPr>
        <w:t xml:space="preserve"> </w:t>
      </w:r>
      <w:r w:rsidRPr="00D674D3">
        <w:rPr>
          <w:rStyle w:val="libArabicChar"/>
          <w:rFonts w:hint="cs"/>
          <w:rtl/>
        </w:rPr>
        <w:t>فقد مات می</w:t>
      </w:r>
      <w:r w:rsidRPr="00D674D3">
        <w:rPr>
          <w:rStyle w:val="libArabicChar"/>
          <w:rFonts w:hint="eastAsia"/>
          <w:rtl/>
        </w:rPr>
        <w:t>تة</w:t>
      </w:r>
      <w:r w:rsidRPr="00D674D3">
        <w:rPr>
          <w:rStyle w:val="libArabicChar"/>
          <w:rtl/>
        </w:rPr>
        <w:t xml:space="preserve"> جا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ل</w:t>
      </w:r>
      <w:r w:rsidRPr="00D674D3">
        <w:rPr>
          <w:rStyle w:val="libArabicChar"/>
          <w:rFonts w:hint="cs"/>
          <w:rtl/>
        </w:rPr>
        <w:t>ی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تو وہ جہالت ک</w:t>
      </w:r>
      <w:r>
        <w:rPr>
          <w:rFonts w:hint="cs"/>
          <w:rtl/>
        </w:rPr>
        <w:t>ی</w:t>
      </w:r>
      <w:r>
        <w:rPr>
          <w:rtl/>
        </w:rPr>
        <w:t xml:space="preserve"> موت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کفر ک</w:t>
      </w:r>
      <w:r>
        <w:rPr>
          <w:rFonts w:hint="cs"/>
          <w:rtl/>
        </w:rPr>
        <w:t>ی</w:t>
      </w:r>
      <w:r>
        <w:rPr>
          <w:rtl/>
        </w:rPr>
        <w:t xml:space="preserve"> موت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معرفت امام حاصل کرنا 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مو من پر واجب ہے ہر مسلمان پر واجب ہے کہ اس و</w:t>
      </w:r>
      <w:r>
        <w:rPr>
          <w:rFonts w:hint="eastAsia"/>
          <w:rtl/>
        </w:rPr>
        <w:t>قت</w:t>
      </w:r>
      <w:r>
        <w:rPr>
          <w:rtl/>
        </w:rPr>
        <w:t xml:space="preserve"> حجت خدا کون ہے اس وقت نمائندہ خدا کون ہے۔ </w:t>
      </w:r>
    </w:p>
    <w:p w:rsidR="00A54C30" w:rsidRDefault="00A54C30" w:rsidP="00902C8C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لوگ جو امام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جوابات معلوم ہونے چا 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تا کہ کوئ</w:t>
      </w:r>
      <w:r>
        <w:rPr>
          <w:rFonts w:hint="cs"/>
          <w:rtl/>
        </w:rPr>
        <w:t>ی</w:t>
      </w:r>
      <w:r>
        <w:rPr>
          <w:rtl/>
        </w:rPr>
        <w:t xml:space="preserve"> انسان کس</w:t>
      </w:r>
      <w:r>
        <w:rPr>
          <w:rFonts w:hint="cs"/>
          <w:rtl/>
        </w:rPr>
        <w:t>ی</w:t>
      </w:r>
      <w:r>
        <w:rPr>
          <w:rtl/>
        </w:rPr>
        <w:t xml:space="preserve"> مومن کو گمراہ نہ کرسکے اس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بگاڑ نہ سکے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امام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ہے؟ اس کا جواب، آپ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سے دے سکت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عقل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سوال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البتہ سوال کا جواب ہر مومن کو آنا چاہئے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ہزاار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عرصہ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کے امام ابھ</w:t>
      </w:r>
      <w:r>
        <w:rPr>
          <w:rFonts w:hint="cs"/>
          <w:rtl/>
        </w:rPr>
        <w:t>ی</w:t>
      </w:r>
      <w:r>
        <w:rPr>
          <w:rtl/>
        </w:rPr>
        <w:t xml:space="preserve">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تو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خدا وند عالم نے قر 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سب مسلم</w:t>
      </w:r>
      <w:r>
        <w:rPr>
          <w:rFonts w:hint="eastAsia"/>
          <w:rtl/>
        </w:rPr>
        <w:t>انوں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</w:t>
      </w:r>
      <w:r w:rsidR="00902C8C" w:rsidRPr="00902C8C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ان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عل</w:t>
      </w:r>
      <w:r w:rsidR="00902C8C" w:rsidRPr="00902C8C">
        <w:rPr>
          <w:rStyle w:val="libAieChar"/>
          <w:rFonts w:hint="cs"/>
          <w:rtl/>
        </w:rPr>
        <w:t>یٰ</w:t>
      </w:r>
      <w:r w:rsidR="00902C8C" w:rsidRPr="00902C8C">
        <w:rPr>
          <w:rStyle w:val="libAieChar"/>
          <w:rtl/>
        </w:rPr>
        <w:t xml:space="preserve"> کل شئ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قد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laemChar"/>
          <w:rtl/>
        </w:rPr>
        <w:t>)</w:t>
      </w:r>
      <w:r>
        <w:rPr>
          <w:rtl/>
        </w:rPr>
        <w:t xml:space="preserve"> کہ خدا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قادر ہے خدا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کس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سال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ہزا ر سال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دے خدا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قرآن سے کچھ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نوح (ع) ک</w:t>
      </w:r>
      <w:r>
        <w:rPr>
          <w:rFonts w:hint="cs"/>
          <w:rtl/>
        </w:rPr>
        <w:t>ی</w:t>
      </w:r>
      <w:r>
        <w:rPr>
          <w:rtl/>
        </w:rPr>
        <w:t xml:space="preserve"> عمر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بتلائ</w:t>
      </w:r>
      <w:r>
        <w:rPr>
          <w:rFonts w:hint="cs"/>
          <w:rtl/>
        </w:rPr>
        <w:t>ی</w:t>
      </w:r>
      <w:r>
        <w:rPr>
          <w:rtl/>
        </w:rPr>
        <w:t xml:space="preserve"> ہے پروردگار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 سو سال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عمر د</w:t>
      </w:r>
      <w:r>
        <w:rPr>
          <w:rFonts w:hint="cs"/>
          <w:rtl/>
        </w:rPr>
        <w:t>ی</w:t>
      </w:r>
      <w:r>
        <w:rPr>
          <w:rtl/>
        </w:rPr>
        <w:t xml:space="preserve"> ہے قر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خضر اور امام زمان آج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حضرت خضر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</w:t>
      </w:r>
      <w:r>
        <w:rPr>
          <w:rFonts w:hint="eastAsia"/>
          <w:rtl/>
        </w:rPr>
        <w:t>ہے</w:t>
      </w:r>
      <w:r>
        <w:rPr>
          <w:rtl/>
        </w:rPr>
        <w:t xml:space="preserve"> بعض نے کہا کے 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نے کہا کے نب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(ع) کے لئے قرآن کا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کہ وہ ابھ</w:t>
      </w:r>
      <w:r>
        <w:rPr>
          <w:rFonts w:hint="cs"/>
          <w:rtl/>
        </w:rPr>
        <w:t>ی</w:t>
      </w:r>
      <w:r>
        <w:rPr>
          <w:rtl/>
        </w:rPr>
        <w:t xml:space="preserve">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اللہ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ابھ</w:t>
      </w:r>
      <w:r>
        <w:rPr>
          <w:rFonts w:hint="cs"/>
          <w:rtl/>
        </w:rPr>
        <w:t>ی</w:t>
      </w:r>
      <w:r>
        <w:rPr>
          <w:rtl/>
        </w:rPr>
        <w:t xml:space="preserve"> تک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کہرہ</w:t>
      </w:r>
      <w:r>
        <w:rPr>
          <w:rFonts w:hint="cs"/>
          <w:rtl/>
        </w:rPr>
        <w:t>ی</w:t>
      </w:r>
      <w:r>
        <w:rPr>
          <w:rtl/>
        </w:rPr>
        <w:t xml:space="preserve">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امام زمانہ کا ان</w:t>
      </w:r>
      <w:r>
        <w:rPr>
          <w:rFonts w:hint="eastAsia"/>
          <w:rtl/>
        </w:rPr>
        <w:t>تظار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زمانہ کا انتظار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توجب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>(ع) اتن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پاسکتے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خضر کو اتن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مل سکت</w:t>
      </w:r>
      <w:r>
        <w:rPr>
          <w:rFonts w:hint="cs"/>
          <w:rtl/>
        </w:rPr>
        <w:t>ی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حضرت نوح نو سو سال زندہ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اللہ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 جتنے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جب قرآن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902C8C" w:rsidRPr="00902C8C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اعوذ بالل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من ال</w:t>
      </w:r>
      <w:r w:rsidR="00902C8C" w:rsidRPr="00902C8C">
        <w:rPr>
          <w:rStyle w:val="libAieChar"/>
          <w:rFonts w:hint="eastAsia"/>
          <w:rtl/>
        </w:rPr>
        <w:t>ش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طان</w:t>
      </w:r>
      <w:r w:rsidR="00902C8C" w:rsidRPr="00902C8C">
        <w:rPr>
          <w:rStyle w:val="libAieChar"/>
          <w:rtl/>
        </w:rPr>
        <w:t xml:space="preserve"> اللع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الرج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</w:t>
      </w:r>
      <w:r w:rsidR="00902C8C" w:rsidRPr="00902C8C">
        <w:rPr>
          <w:rStyle w:val="libAlaemChar"/>
          <w:rtl/>
        </w:rPr>
        <w:t>)</w:t>
      </w:r>
      <w:r>
        <w:rPr>
          <w:rtl/>
        </w:rPr>
        <w:t xml:space="preserve">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پناہ مانگتاہوں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شر سے مجھے بچا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سارے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جو سب سے پہلے گمراہ کرنے والاحضرت آدم سے بھ</w:t>
      </w:r>
      <w:r>
        <w:rPr>
          <w:rFonts w:hint="cs"/>
          <w:rtl/>
        </w:rPr>
        <w:t>ی</w:t>
      </w:r>
      <w:r>
        <w:rPr>
          <w:rtl/>
        </w:rPr>
        <w:t xml:space="preserve"> جو پہلے تھا وہ کمبخت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زندہ ہے اگر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ہم اعوذ باللہ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پڑھت</w:t>
      </w:r>
      <w:r>
        <w:rPr>
          <w:rFonts w:hint="eastAsia"/>
          <w:rtl/>
        </w:rPr>
        <w:t>ے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جو حضرت آدم (ع) سے بھ</w:t>
      </w:r>
      <w:r>
        <w:rPr>
          <w:rFonts w:hint="cs"/>
          <w:rtl/>
        </w:rPr>
        <w:t>ی</w:t>
      </w:r>
      <w:r>
        <w:rPr>
          <w:rtl/>
        </w:rPr>
        <w:t xml:space="preserve"> پہلے تھا وہ کمبخت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اب تک موجود ہے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تعجب ک</w:t>
      </w:r>
      <w:r>
        <w:rPr>
          <w:rFonts w:hint="cs"/>
          <w:rtl/>
        </w:rPr>
        <w:t>ی</w:t>
      </w:r>
      <w:r>
        <w:rPr>
          <w:rtl/>
        </w:rPr>
        <w:t xml:space="preserve"> بات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عمر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اور امام ک</w:t>
      </w:r>
      <w:r>
        <w:rPr>
          <w:rFonts w:hint="cs"/>
          <w:rtl/>
        </w:rPr>
        <w:t>ی</w:t>
      </w:r>
      <w:r>
        <w:rPr>
          <w:rtl/>
        </w:rPr>
        <w:t xml:space="preserve"> عمر پر شک ہو جب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جو گمراہ کرنے والا ہے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عمر پاسکتا ہے مگر امام جو ہاد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اتن</w:t>
      </w:r>
      <w:r>
        <w:rPr>
          <w:rFonts w:hint="cs"/>
          <w:rtl/>
        </w:rPr>
        <w:t>ی</w:t>
      </w:r>
      <w:r>
        <w:rPr>
          <w:rtl/>
        </w:rPr>
        <w:t xml:space="preserve"> لمب</w:t>
      </w:r>
      <w:r>
        <w:rPr>
          <w:rFonts w:hint="cs"/>
          <w:rtl/>
        </w:rPr>
        <w:t>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اشکالات اعتراضات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جوابات ہر مومن کو آ ناچاہئ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معرفت ہو ناچا ہئے معرفت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</w:t>
      </w:r>
      <w:r>
        <w:rPr>
          <w:rtl/>
        </w:rPr>
        <w:t xml:space="preserve"> ں اور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مل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امام حجت خدا ہے ۔ مو 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خطبہ ہے کہ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انسانو! سنو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حجت خدا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ہے قانون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حجت خدا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 ک</w:t>
      </w:r>
      <w:r>
        <w:rPr>
          <w:rFonts w:hint="cs"/>
          <w:rtl/>
        </w:rPr>
        <w:t>ی</w:t>
      </w:r>
      <w:r>
        <w:rPr>
          <w:rtl/>
        </w:rPr>
        <w:t xml:space="preserve"> مانند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بدن تب تک باق</w:t>
      </w:r>
      <w:r>
        <w:rPr>
          <w:rFonts w:hint="cs"/>
          <w:rtl/>
        </w:rPr>
        <w:t>ی</w:t>
      </w:r>
      <w:r>
        <w:rPr>
          <w:rtl/>
        </w:rPr>
        <w:t xml:space="preserve"> ہے تب تک زندہ ہے تب تک ہم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کہ روح موجود ہے اگر روح نکل جائے تو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بدن گر جاتا ہے 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مو لا عل</w:t>
      </w:r>
      <w:r>
        <w:rPr>
          <w:rFonts w:hint="cs"/>
          <w:rtl/>
        </w:rPr>
        <w:t>ی</w:t>
      </w:r>
      <w:r>
        <w:rPr>
          <w:rtl/>
        </w:rPr>
        <w:t xml:space="preserve"> (ع)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کائنات ک</w:t>
      </w:r>
      <w:r>
        <w:rPr>
          <w:rFonts w:hint="cs"/>
          <w:rtl/>
        </w:rPr>
        <w:t>ی</w:t>
      </w:r>
      <w:r>
        <w:rPr>
          <w:rtl/>
        </w:rPr>
        <w:t xml:space="preserve"> روح حجت خدا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 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چل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حرکت ہے جو کچھ نظام چل رہا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چل رہا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ح </w:t>
      </w:r>
      <w:r>
        <w:rPr>
          <w:rFonts w:hint="eastAsia"/>
          <w:rtl/>
        </w:rPr>
        <w:t>موجود</w:t>
      </w:r>
      <w:r>
        <w:rPr>
          <w:rtl/>
        </w:rPr>
        <w:t xml:space="preserve"> ہے اور ا مام زمانہ کائنات ک</w:t>
      </w:r>
      <w:r>
        <w:rPr>
          <w:rFonts w:hint="cs"/>
          <w:rtl/>
        </w:rPr>
        <w:t>ی</w:t>
      </w:r>
      <w:r>
        <w:rPr>
          <w:rtl/>
        </w:rPr>
        <w:t xml:space="preserve"> روح حجت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طرف سے حجت، اللہ ک</w:t>
      </w:r>
      <w:r>
        <w:rPr>
          <w:rFonts w:hint="cs"/>
          <w:rtl/>
        </w:rPr>
        <w:t>ی</w:t>
      </w:r>
      <w:r>
        <w:rPr>
          <w:rtl/>
        </w:rPr>
        <w:t xml:space="preserve"> طرف سے نمائندہ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حجت خدا اس کائنات سے چل</w:t>
      </w:r>
      <w:r>
        <w:rPr>
          <w:rFonts w:hint="cs"/>
          <w:rtl/>
        </w:rPr>
        <w:t>ی</w:t>
      </w:r>
      <w:r>
        <w:rPr>
          <w:rtl/>
        </w:rPr>
        <w:t xml:space="preserve"> جا 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رک جا 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کائنات کبھ</w:t>
      </w:r>
      <w:r>
        <w:rPr>
          <w:rFonts w:hint="cs"/>
          <w:rtl/>
        </w:rPr>
        <w:t>ی</w:t>
      </w:r>
      <w:r>
        <w:rPr>
          <w:rtl/>
        </w:rPr>
        <w:t xml:space="preserve"> حجت خدا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ہ 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امام کے وجود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ہ سکت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 مل رہ</w:t>
      </w:r>
      <w:r>
        <w:rPr>
          <w:rFonts w:hint="cs"/>
          <w:rtl/>
        </w:rPr>
        <w:t>ی</w:t>
      </w:r>
      <w:r>
        <w:rPr>
          <w:rtl/>
        </w:rPr>
        <w:t xml:space="preserve"> ہے وہ امام زمانہ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جب معرفت ہو گ</w:t>
      </w:r>
      <w:r>
        <w:rPr>
          <w:rFonts w:hint="cs"/>
          <w:rtl/>
        </w:rPr>
        <w:t>ی</w:t>
      </w:r>
      <w:r>
        <w:rPr>
          <w:rtl/>
        </w:rPr>
        <w:t xml:space="preserve"> تو خود بخود امام سے محبت ہو گ</w:t>
      </w:r>
      <w:r>
        <w:rPr>
          <w:rFonts w:hint="cs"/>
          <w:rtl/>
        </w:rPr>
        <w:t>ی</w:t>
      </w:r>
      <w:r>
        <w:rPr>
          <w:rtl/>
        </w:rPr>
        <w:t xml:space="preserve"> ہم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امام نے ہمار</w:t>
      </w:r>
      <w:r>
        <w:rPr>
          <w:rFonts w:hint="cs"/>
          <w:rtl/>
        </w:rPr>
        <w:t>ی</w:t>
      </w:r>
      <w:r>
        <w:rPr>
          <w:rtl/>
        </w:rPr>
        <w:t xml:space="preserve"> مشکل کو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معرفت ہو گ</w:t>
      </w:r>
      <w:r>
        <w:rPr>
          <w:rFonts w:hint="cs"/>
          <w:rtl/>
        </w:rPr>
        <w:t>ی</w:t>
      </w:r>
      <w:r>
        <w:rPr>
          <w:rtl/>
        </w:rPr>
        <w:t xml:space="preserve"> تو خود بخود محبت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اور امام سے محبت کتن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="00902C8C" w:rsidRPr="00902C8C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قل لااسئلکم عل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اجر</w:t>
      </w:r>
      <w:r w:rsidR="00902C8C" w:rsidRPr="00902C8C">
        <w:rPr>
          <w:rStyle w:val="libAieChar"/>
          <w:rFonts w:hint="eastAsia"/>
          <w:rtl/>
        </w:rPr>
        <w:t>اً</w:t>
      </w:r>
      <w:r w:rsidR="00902C8C" w:rsidRPr="00902C8C">
        <w:rPr>
          <w:rStyle w:val="libAieChar"/>
          <w:rtl/>
        </w:rPr>
        <w:t xml:space="preserve"> الا المودة ف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القرب</w:t>
      </w:r>
      <w:r w:rsidR="00902C8C" w:rsidRPr="00902C8C">
        <w:rPr>
          <w:rStyle w:val="libAieChar"/>
          <w:rFonts w:hint="cs"/>
          <w:rtl/>
        </w:rPr>
        <w:t>یٰ</w:t>
      </w:r>
      <w:r w:rsidR="00902C8C" w:rsidRPr="00902C8C">
        <w:rPr>
          <w:rStyle w:val="libAieChar"/>
          <w:rtl/>
        </w:rPr>
        <w:t xml:space="preserve"> </w:t>
      </w:r>
      <w:r w:rsidR="00902C8C" w:rsidRPr="00902C8C">
        <w:rPr>
          <w:rStyle w:val="libAlaemChar"/>
          <w:rtl/>
        </w:rPr>
        <w:t>)</w:t>
      </w:r>
      <w:r>
        <w:rPr>
          <w:rtl/>
        </w:rPr>
        <w:t xml:space="preserve"> (سور</w:t>
      </w:r>
      <w:r w:rsidR="00C96147">
        <w:rPr>
          <w:rtl/>
        </w:rPr>
        <w:t xml:space="preserve">ہ 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۲۳) </w:t>
      </w:r>
      <w:r>
        <w:rPr>
          <w:rtl/>
        </w:rPr>
        <w:t>محبت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مود ت کرن</w:t>
      </w:r>
      <w:r>
        <w:rPr>
          <w:rFonts w:hint="cs"/>
          <w:rtl/>
        </w:rPr>
        <w:t>ی</w:t>
      </w:r>
      <w:r>
        <w:rPr>
          <w:rtl/>
        </w:rPr>
        <w:t xml:space="preserve"> ہے مودت کسے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سار</w:t>
      </w:r>
      <w:r>
        <w:rPr>
          <w:rFonts w:hint="cs"/>
          <w:rtl/>
        </w:rPr>
        <w:t>ی</w:t>
      </w:r>
      <w:r>
        <w:rPr>
          <w:rtl/>
        </w:rPr>
        <w:t xml:space="preserve"> محبت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مودت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محبت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ن</w:t>
      </w:r>
      <w:r>
        <w:rPr>
          <w:rFonts w:hint="cs"/>
          <w:rtl/>
        </w:rPr>
        <w:t>ی</w:t>
      </w:r>
      <w:r>
        <w:rPr>
          <w:rtl/>
        </w:rPr>
        <w:t xml:space="preserve"> ہے امام سے محبت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جان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امام سے محبت اولا د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C96147">
        <w:rPr>
          <w:rFonts w:hint="cs"/>
          <w:rtl/>
        </w:rPr>
        <w:t>جب محبت ہو گ</w:t>
      </w:r>
      <w:r>
        <w:rPr>
          <w:rFonts w:hint="cs"/>
          <w:rtl/>
        </w:rPr>
        <w:t>ی</w:t>
      </w:r>
      <w:r>
        <w:rPr>
          <w:rtl/>
        </w:rPr>
        <w:t xml:space="preserve"> تو ملاقات کا عشق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کہ جس مولا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سار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سے کم اس مولا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تو ہو جائے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عشق انسان کو گناہوں سے بچا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امام زمانہ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دو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بلکہ تمہارے گناہوں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دو 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مو لا ہمارے ساتھ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گناہ پردہ بن </w:t>
      </w:r>
      <w:r>
        <w:rPr>
          <w:rFonts w:hint="eastAsia"/>
          <w:rtl/>
        </w:rPr>
        <w:t>جاتے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معرفت ہوگ</w:t>
      </w:r>
      <w:r>
        <w:rPr>
          <w:rFonts w:hint="cs"/>
          <w:rtl/>
        </w:rPr>
        <w:t>ی</w:t>
      </w:r>
      <w:r>
        <w:rPr>
          <w:rtl/>
        </w:rPr>
        <w:t xml:space="preserve"> تومحبت بھ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جب محبت ہو گ</w:t>
      </w:r>
      <w:r>
        <w:rPr>
          <w:rFonts w:hint="cs"/>
          <w:rtl/>
        </w:rPr>
        <w:t>ی</w:t>
      </w:r>
      <w:r>
        <w:rPr>
          <w:rtl/>
        </w:rPr>
        <w:t xml:space="preserve"> تو عشق ملاقات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جب عشق ملاقات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گا تو انسان چاہے گا کہ گناہوں سے دورہو جا ئے خود کو پاک کرتا چلا جائے ،امام ک</w:t>
      </w:r>
      <w:r>
        <w:rPr>
          <w:rFonts w:hint="cs"/>
          <w:rtl/>
        </w:rPr>
        <w:t>ی</w:t>
      </w:r>
      <w:r>
        <w:rPr>
          <w:rtl/>
        </w:rPr>
        <w:t xml:space="preserve"> ملا قات کب ہوگ</w:t>
      </w:r>
      <w:r>
        <w:rPr>
          <w:rFonts w:hint="cs"/>
          <w:rtl/>
        </w:rPr>
        <w:t>ی</w:t>
      </w:r>
      <w:r>
        <w:rPr>
          <w:rtl/>
        </w:rPr>
        <w:t xml:space="preserve"> جب ا پ امام زمانہ کے اخلاق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کو کون 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پسند ہے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نماز تہجد پسند ہے تو ہم بھ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بھ</w:t>
      </w:r>
      <w:r>
        <w:rPr>
          <w:rFonts w:hint="cs"/>
          <w:rtl/>
        </w:rPr>
        <w:t>ی</w:t>
      </w:r>
      <w:r>
        <w:rPr>
          <w:rtl/>
        </w:rPr>
        <w:t xml:space="preserve"> نماز تہجد کے عاد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کرنا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پسند ہے تو ہم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مسک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کا مقصد و ہدف ہے کہ پ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پرچم لہرائے تو اگر ہم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کے اخلاق ک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بھ</w:t>
      </w:r>
      <w:r>
        <w:rPr>
          <w:rFonts w:hint="cs"/>
          <w:rtl/>
        </w:rPr>
        <w:t>ی</w:t>
      </w:r>
      <w:r>
        <w:rPr>
          <w:rtl/>
        </w:rPr>
        <w:t xml:space="preserve"> اپنے ان توا 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طاقتو ں و علم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پو 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کا پرچم لہرائ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کرنا ہر مو من پر لازم ہے امام ز</w:t>
      </w:r>
      <w:r>
        <w:rPr>
          <w:rFonts w:hint="eastAsia"/>
          <w:rtl/>
        </w:rPr>
        <w:t>مانہ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ذمہ دار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جس قدر جہالت بڑھے گ</w:t>
      </w:r>
      <w:r>
        <w:rPr>
          <w:rFonts w:hint="cs"/>
          <w:rtl/>
        </w:rPr>
        <w:t>ی</w:t>
      </w:r>
      <w:r>
        <w:rPr>
          <w:rtl/>
        </w:rPr>
        <w:t xml:space="preserve"> اس قدر امام زمانہ (عج) کا ظہور دور تر ہو تا چلا جائے گا جتنا علم بڑھے گا ،جتنا تقوا بڑھے گا اتنا امام کا ظہورنزد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ہوتاچلا جائے گا تو عاشقان امام زمانہ کے لئے لازم</w:t>
      </w:r>
      <w:r>
        <w:rPr>
          <w:rFonts w:hint="cs"/>
          <w:rtl/>
        </w:rPr>
        <w:t>ی</w:t>
      </w:r>
      <w:r>
        <w:rPr>
          <w:rtl/>
        </w:rPr>
        <w:t xml:space="preserve"> ہے کہ جہالت </w:t>
      </w:r>
      <w:r>
        <w:rPr>
          <w:rFonts w:hint="eastAsia"/>
          <w:rtl/>
        </w:rPr>
        <w:t>کومٹائ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کو مٹا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کو مٹا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جہالت بڑھے گ</w:t>
      </w:r>
      <w:r>
        <w:rPr>
          <w:rFonts w:hint="cs"/>
          <w:rtl/>
        </w:rPr>
        <w:t>ی</w:t>
      </w:r>
      <w:r>
        <w:rPr>
          <w:rtl/>
        </w:rPr>
        <w:t xml:space="preserve"> اتنا نقصان ہو گااس</w:t>
      </w:r>
      <w:r>
        <w:rPr>
          <w:rFonts w:hint="cs"/>
          <w:rtl/>
        </w:rPr>
        <w:t>ی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وجہ سے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گئے گمراہ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کربلا کا واقعہ نمودار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لوگ گمراہ تھے علم نہ تھا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نہ تھا تو جس قدر علم بڑھے گا اس قدر امام کے ظہور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کے لئے سب سے بڑ</w:t>
      </w:r>
      <w:r>
        <w:rPr>
          <w:rFonts w:hint="cs"/>
          <w:rtl/>
        </w:rPr>
        <w:t>ی</w:t>
      </w:r>
      <w:r>
        <w:rPr>
          <w:rtl/>
        </w:rPr>
        <w:t xml:space="preserve"> مشکل جہالت ہے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مشکلات تھ</w:t>
      </w:r>
      <w:r>
        <w:rPr>
          <w:rFonts w:hint="cs"/>
          <w:rtl/>
        </w:rPr>
        <w:t>ی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جہالت 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>
        <w:rPr>
          <w:rtl/>
        </w:rPr>
        <w:t xml:space="preserve"> آج مسلمانوں پر لازم ہے کہ وہ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</w:t>
      </w:r>
      <w:r w:rsidR="00C96147">
        <w:rPr>
          <w:rtl/>
        </w:rPr>
        <w:t xml:space="preserve">ہ </w:t>
      </w:r>
      <w:r>
        <w:rPr>
          <w:rtl/>
        </w:rPr>
        <w:t xml:space="preserve">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 باد ہو جائے گ</w:t>
      </w:r>
      <w:r>
        <w:rPr>
          <w:rFonts w:hint="cs"/>
          <w:rtl/>
        </w:rPr>
        <w:t>ی</w:t>
      </w:r>
      <w:r>
        <w:rPr>
          <w:rtl/>
        </w:rPr>
        <w:t xml:space="preserve"> اور آخرت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برباد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آج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نوکر اور غلام بن چکاہے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پو 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بر باد کر رہا ہے پہلے وہ صرف ہمارے حکمرانوں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مرواد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تو وہ باقائدہ ملکوں پر قبضہ کر 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سے افغانستان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پلاننگ ہے کہ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نقشہ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عراق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اعظم کہ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کہ وہ عراق کا دورہ کر کے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اس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بدتر بر</w:t>
      </w:r>
      <w:r>
        <w:rPr>
          <w:rFonts w:hint="cs"/>
          <w:rtl/>
        </w:rPr>
        <w:t>ی</w:t>
      </w:r>
      <w:r>
        <w:rPr>
          <w:rtl/>
        </w:rPr>
        <w:t xml:space="preserve"> خبر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کربلا اور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eastAsia"/>
          <w:rtl/>
        </w:rPr>
        <w:t>ھربھ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کے علماء نے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س</w:t>
      </w:r>
      <w:r>
        <w:rPr>
          <w:rFonts w:hint="cs"/>
          <w:rtl/>
        </w:rPr>
        <w:t>ی</w:t>
      </w:r>
      <w:r>
        <w:rPr>
          <w:rFonts w:hint="eastAsia"/>
          <w:rtl/>
        </w:rPr>
        <w:t>ستان</w:t>
      </w:r>
      <w:r>
        <w:rPr>
          <w:rFonts w:hint="cs"/>
          <w:rtl/>
        </w:rPr>
        <w:t>ی</w:t>
      </w:r>
      <w:r>
        <w:rPr>
          <w:rtl/>
        </w:rPr>
        <w:t xml:space="preserve"> نے اورد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علماؤں نے فتو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گھروں کو 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بچ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سے صدام کے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کس</w:t>
      </w:r>
      <w:r>
        <w:rPr>
          <w:rFonts w:hint="cs"/>
          <w:rtl/>
        </w:rPr>
        <w:t>ی</w:t>
      </w:r>
      <w:r>
        <w:rPr>
          <w:rtl/>
        </w:rPr>
        <w:t xml:space="preserve"> کو آ پرشن کرنا ہے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پراپرٹ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بنا تھا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آ کر مکا نات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تھے انہوں نے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قبضہ کر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کے مکان کو انھوں نے پانچ لاکھ کا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وہ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کہنے ل</w:t>
      </w:r>
      <w:r>
        <w:rPr>
          <w:rFonts w:hint="eastAsia"/>
          <w:rtl/>
        </w:rPr>
        <w:t>گے</w:t>
      </w:r>
      <w:r>
        <w:rPr>
          <w:rtl/>
        </w:rPr>
        <w:t xml:space="preserve"> کہ چا ر لاکھ کا فائدہ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لوگ دھڑادھڑ مکان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اتنے مکان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لئے کہ انہوں نے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نے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وہاں موجود ہے کربلا اور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نقشہ ہے </w:t>
      </w:r>
      <w:r>
        <w:rPr>
          <w:rFonts w:hint="eastAsia"/>
          <w:rtl/>
        </w:rPr>
        <w:t>کہا</w:t>
      </w:r>
      <w:r>
        <w:rPr>
          <w:rtl/>
        </w:rPr>
        <w:t xml:space="preserve"> پلاننگ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کہا سا زش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اب تو ملکوں پر قبضہ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 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کنٹرول اُن دنوں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پور</w:t>
      </w:r>
      <w:r>
        <w:rPr>
          <w:rFonts w:hint="cs"/>
          <w:rtl/>
        </w:rPr>
        <w:t>ی</w:t>
      </w:r>
      <w:r>
        <w:rPr>
          <w:rtl/>
        </w:rPr>
        <w:t xml:space="preserve"> کوشش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آگئے تھے اور اٹم بم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اب وہ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اتنا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دو کہ جو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رپ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ان کا حشر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تمہارا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ہوگا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ان کا قبضہ ہے اب تو ان ک</w:t>
      </w:r>
      <w:r>
        <w:rPr>
          <w:rFonts w:hint="cs"/>
          <w:rtl/>
        </w:rPr>
        <w:t>ی</w:t>
      </w:r>
      <w:r>
        <w:rPr>
          <w:rtl/>
        </w:rPr>
        <w:t xml:space="preserve"> نظر پاکستان پر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ہے شام </w:t>
      </w:r>
      <w:r>
        <w:rPr>
          <w:rFonts w:hint="eastAsia"/>
          <w:rtl/>
        </w:rPr>
        <w:t>پر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 ر</w:t>
      </w:r>
      <w:r>
        <w:rPr>
          <w:rFonts w:hint="cs"/>
          <w:rtl/>
        </w:rPr>
        <w:t>ی</w:t>
      </w:r>
      <w:r>
        <w:rPr>
          <w:rtl/>
        </w:rPr>
        <w:t xml:space="preserve"> پلاننگ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اب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ہاتھ پر ہاتھ رکھ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نہ ہم ان حکمرانوں کو بدل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ہم ٹکنالوج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</w:t>
      </w:r>
      <w:r>
        <w:rPr>
          <w:rFonts w:hint="eastAsia"/>
          <w:rtl/>
        </w:rPr>
        <w:t>ن</w:t>
      </w:r>
      <w:r>
        <w:rPr>
          <w:rtl/>
        </w:rPr>
        <w:t xml:space="preserve"> کا مقابلہ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راستے کھلے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سالوں سے پلاننگ ک</w:t>
      </w:r>
      <w:r>
        <w:rPr>
          <w:rFonts w:hint="cs"/>
          <w:rtl/>
        </w:rPr>
        <w:t>ی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پر کنٹرول کردل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صدر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بزنس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ان کے قبضے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انہوں نے بہت لمب</w:t>
      </w:r>
      <w:r>
        <w:rPr>
          <w:rFonts w:hint="cs"/>
          <w:rtl/>
        </w:rPr>
        <w:t>ی</w:t>
      </w:r>
      <w:r>
        <w:rPr>
          <w:rtl/>
        </w:rPr>
        <w:t xml:space="preserve"> محنت ک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 کہ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ناشروع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</w:t>
      </w:r>
      <w:r>
        <w:rPr>
          <w:rFonts w:hint="cs"/>
          <w:rtl/>
        </w:rPr>
        <w:t>ی</w:t>
      </w:r>
      <w:r>
        <w:rPr>
          <w:rFonts w:hint="eastAsia"/>
          <w:rtl/>
        </w:rPr>
        <w:t>ساآ</w:t>
      </w:r>
      <w:r>
        <w:rPr>
          <w:rtl/>
        </w:rPr>
        <w:t xml:space="preserve">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وہاں پر مجارٹ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وہاں پر زور ٹوٹ جا ئے گا مگر ہم وہ زحمت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تو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کو مسلمان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کئ</w:t>
      </w:r>
      <w:r>
        <w:rPr>
          <w:rFonts w:hint="cs"/>
          <w:rtl/>
        </w:rPr>
        <w:t>ی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لاکھوں کروڑوں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وہاں خود بخود ان</w:t>
      </w:r>
      <w:r>
        <w:rPr>
          <w:rFonts w:hint="eastAsia"/>
          <w:rtl/>
        </w:rPr>
        <w:t>قلاب</w:t>
      </w:r>
      <w:r>
        <w:rPr>
          <w:rtl/>
        </w:rPr>
        <w:t xml:space="preserve"> آ ئے گا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نا کوئ</w:t>
      </w:r>
      <w:r>
        <w:rPr>
          <w:rFonts w:hint="cs"/>
          <w:rtl/>
        </w:rPr>
        <w:t>ی</w:t>
      </w:r>
      <w:r>
        <w:rPr>
          <w:rtl/>
        </w:rPr>
        <w:t xml:space="preserve"> مشکل کا م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کے دس رو پے اور دس منٹ خرچ ہو ں گے اور آپ کے دس منٹ اور دس رو پے خرچ ہو نے کے بعد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 اسلام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کروڑ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tl/>
        </w:rPr>
        <w:lastRenderedPageBreak/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گھروں تک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تو ہم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اگر چل</w:t>
      </w:r>
      <w:r>
        <w:rPr>
          <w:rFonts w:hint="eastAsia"/>
          <w:rtl/>
        </w:rPr>
        <w:t>ے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وہاں سے اپن</w:t>
      </w:r>
      <w:r>
        <w:rPr>
          <w:rFonts w:hint="cs"/>
          <w:rtl/>
        </w:rPr>
        <w:t>ی</w:t>
      </w:r>
      <w:r>
        <w:rPr>
          <w:rtl/>
        </w:rPr>
        <w:t xml:space="preserve"> کتابوں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مضمون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اُسے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کے فضا ئل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کروڑ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لوگوں تک پہنچا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 وہ بھ</w:t>
      </w:r>
      <w:r>
        <w:rPr>
          <w:rFonts w:hint="cs"/>
          <w:rtl/>
        </w:rPr>
        <w:t>ی</w:t>
      </w:r>
      <w:r>
        <w:rPr>
          <w:rtl/>
        </w:rPr>
        <w:t xml:space="preserve"> وقت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پاتے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جن کے ہا 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پھربھ</w:t>
      </w:r>
      <w:r>
        <w:rPr>
          <w:rFonts w:hint="cs"/>
          <w:rtl/>
        </w:rPr>
        <w:t>ی</w:t>
      </w:r>
      <w:r>
        <w:rPr>
          <w:rtl/>
        </w:rPr>
        <w:t xml:space="preserve"> وہ انٹر 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سائڈ ہے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سائڈ ہے جب کہ پو 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پھربھ</w:t>
      </w:r>
      <w:r>
        <w:rPr>
          <w:rFonts w:hint="cs"/>
          <w:rtl/>
        </w:rPr>
        <w:t>ی</w:t>
      </w:r>
      <w:r>
        <w:rPr>
          <w:rtl/>
        </w:rPr>
        <w:t xml:space="preserve"> اپنا کام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محنت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 مسلمان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جگہ ہم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مارے مارے پھر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نئے اگر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نا بہت آ سان کام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بھوکے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لنڈن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بہت ف</w:t>
      </w:r>
      <w:r>
        <w:rPr>
          <w:rFonts w:hint="cs"/>
          <w:rtl/>
        </w:rPr>
        <w:t>ی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مشکلات تھے وہ بہت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 وہ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پر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کو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کوئ</w:t>
      </w:r>
      <w:r>
        <w:rPr>
          <w:rFonts w:hint="cs"/>
          <w:rtl/>
        </w:rPr>
        <w:t>ی</w:t>
      </w:r>
      <w:r>
        <w:rPr>
          <w:rtl/>
        </w:rPr>
        <w:t xml:space="preserve">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سکا 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ڈاو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اس ک</w:t>
      </w:r>
      <w:r>
        <w:rPr>
          <w:rFonts w:hint="cs"/>
          <w:rtl/>
        </w:rPr>
        <w:t>ی</w:t>
      </w:r>
      <w:r>
        <w:rPr>
          <w:rtl/>
        </w:rPr>
        <w:t xml:space="preserve"> ملاقات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ہو گئ</w:t>
      </w:r>
      <w:r>
        <w:rPr>
          <w:rFonts w:hint="cs"/>
          <w:rtl/>
        </w:rPr>
        <w:t>ی</w:t>
      </w:r>
      <w:r>
        <w:rPr>
          <w:rtl/>
        </w:rPr>
        <w:t xml:space="preserve"> اس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مشکلا ت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ان کا کو ئ</w:t>
      </w:r>
      <w:r>
        <w:rPr>
          <w:rFonts w:hint="cs"/>
          <w:rtl/>
        </w:rPr>
        <w:t>ی</w:t>
      </w:r>
      <w:r>
        <w:rPr>
          <w:rtl/>
        </w:rPr>
        <w:t xml:space="preserve">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اس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نے اسے کہا کہ اس کا تو بہت آسان حل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</w:t>
      </w:r>
      <w:r>
        <w:rPr>
          <w:rFonts w:hint="eastAsia"/>
          <w:rtl/>
        </w:rPr>
        <w:t>کر</w:t>
      </w:r>
      <w:r>
        <w:rPr>
          <w:rtl/>
        </w:rPr>
        <w:t xml:space="preserve"> تو اس نے دوسرا مسئلہ پو چھا تو اس شخص نے کہا اس کا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حل ہے وہ مسلمان شخص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سے اترا تو 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گاڑ</w:t>
      </w:r>
      <w:r>
        <w:rPr>
          <w:rFonts w:hint="cs"/>
          <w:rtl/>
        </w:rPr>
        <w:t>ی</w:t>
      </w:r>
      <w:r>
        <w:rPr>
          <w:rtl/>
        </w:rPr>
        <w:t xml:space="preserve"> سے اتر کر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کہنے لگا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ہونا چا ہتا ہوں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 شخص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اتنا جلد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مسلمان ہوسکتا ہے اس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نے کہا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مطمئن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کہ ان پروبلم کا حل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حل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ہونا چا ہتا ہوں آ پ بتا 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وہ اُسے امام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گئے اور اسے سکرٹ</w:t>
      </w:r>
      <w:r>
        <w:rPr>
          <w:rFonts w:hint="cs"/>
          <w:rtl/>
        </w:rPr>
        <w:t>ی</w:t>
      </w:r>
      <w:r>
        <w:rPr>
          <w:rtl/>
        </w:rPr>
        <w:t xml:space="preserve">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 ورکھا کہ اسے کچھ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 </w:t>
      </w:r>
      <w:r>
        <w:rPr>
          <w:rFonts w:hint="eastAsia"/>
          <w:rtl/>
        </w:rPr>
        <w:t>ہونا</w:t>
      </w:r>
      <w:r>
        <w:rPr>
          <w:rtl/>
        </w:rPr>
        <w:t xml:space="preserve"> چا ہتا ہے ہم مسلمان تھوڑ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چند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پر قبضہ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بھ</w:t>
      </w:r>
      <w:r>
        <w:rPr>
          <w:rFonts w:hint="cs"/>
          <w:rtl/>
        </w:rPr>
        <w:t>ی</w:t>
      </w:r>
      <w:r>
        <w:rPr>
          <w:rtl/>
        </w:rPr>
        <w:t xml:space="preserve"> فحاش اگر آ پ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اکثر جگہ پر لکھا ہو تا تھا </w:t>
      </w:r>
      <w:r>
        <w:t>No Jues no dog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اتن</w:t>
      </w:r>
      <w:r>
        <w:rPr>
          <w:rFonts w:hint="cs"/>
          <w:rtl/>
        </w:rPr>
        <w:t>ی</w:t>
      </w:r>
      <w:r>
        <w:rPr>
          <w:rtl/>
        </w:rPr>
        <w:t xml:space="preserve"> نفرت کرتے تھے کہ کتا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ئے ا ور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آئے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ورک پر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کنٹرول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مسلمان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آ 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نہ بنے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نا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 نا ہے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کے لئے کئ</w:t>
      </w:r>
      <w:r>
        <w:rPr>
          <w:rFonts w:hint="cs"/>
          <w:rtl/>
        </w:rPr>
        <w:t>ی</w:t>
      </w:r>
      <w:r>
        <w:rPr>
          <w:rtl/>
        </w:rPr>
        <w:t xml:space="preserve"> راستے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شوشل پروبلم 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اور دوسرا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رو حا ن</w:t>
      </w:r>
      <w:r>
        <w:rPr>
          <w:rFonts w:hint="cs"/>
          <w:rtl/>
        </w:rPr>
        <w:t>ی</w:t>
      </w:r>
      <w:r>
        <w:rPr>
          <w:rtl/>
        </w:rPr>
        <w:t xml:space="preserve"> طور پر 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ختم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 2002شعبان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بحث چل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کے پر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اگر وہ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ہم جنس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فعل جو کتا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C96147">
        <w:rPr>
          <w:rFonts w:hint="cs"/>
          <w:rtl/>
        </w:rPr>
        <w:t xml:space="preserve">انہوں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کہ اگر کو ئ</w:t>
      </w:r>
      <w:r>
        <w:rPr>
          <w:rFonts w:hint="cs"/>
          <w:rtl/>
        </w:rPr>
        <w:t>ی</w:t>
      </w:r>
      <w:r>
        <w:rPr>
          <w:rtl/>
        </w:rPr>
        <w:t xml:space="preserve"> ہم جنس پرست پادر</w:t>
      </w:r>
      <w:r>
        <w:rPr>
          <w:rFonts w:hint="cs"/>
          <w:rtl/>
        </w:rPr>
        <w:t>ی</w:t>
      </w:r>
      <w:r>
        <w:rPr>
          <w:rtl/>
        </w:rPr>
        <w:t xml:space="preserve"> بننا چا ہے تو بن </w:t>
      </w:r>
      <w:r>
        <w:rPr>
          <w:rtl/>
        </w:rPr>
        <w:lastRenderedPageBreak/>
        <w:t xml:space="preserve">سکتاہے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 خر اُن کے </w:t>
      </w:r>
      <w:r>
        <w:rPr>
          <w:rFonts w:hint="eastAsia"/>
          <w:rtl/>
        </w:rPr>
        <w:t>چرچ</w:t>
      </w:r>
      <w:r>
        <w:rPr>
          <w:rtl/>
        </w:rPr>
        <w:t xml:space="preserve">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جنہوں نے قانوناً چھٹ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ہم جنس پرست اُن کا مو لو</w:t>
      </w:r>
      <w:r>
        <w:rPr>
          <w:rFonts w:hint="cs"/>
          <w:rtl/>
        </w:rPr>
        <w:t>ی</w:t>
      </w:r>
      <w:r>
        <w:rPr>
          <w:rtl/>
        </w:rPr>
        <w:t xml:space="preserve"> بن سکتا ہے تو اس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کہاں ہو گ</w:t>
      </w:r>
      <w:r>
        <w:rPr>
          <w:rFonts w:hint="cs"/>
          <w:rtl/>
        </w:rPr>
        <w:t>ی</w:t>
      </w:r>
      <w:r>
        <w:rPr>
          <w:rtl/>
        </w:rPr>
        <w:t xml:space="preserve"> وہ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گناہ کہ جو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کُتے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خنز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نر نر کے ساتھ بدفعل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تا تو وہ ہم جنس باز کو اپنا مو لو</w:t>
      </w:r>
      <w:r>
        <w:rPr>
          <w:rFonts w:hint="cs"/>
          <w:rtl/>
        </w:rPr>
        <w:t>ی</w:t>
      </w:r>
      <w:r>
        <w:rPr>
          <w:rtl/>
        </w:rPr>
        <w:t xml:space="preserve"> بنا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کے لوگ بالکل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بھوکے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نئے اگر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tl/>
        </w:rPr>
        <w:t xml:space="preserve"> غذا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مسلمان بن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رو حان</w:t>
      </w:r>
      <w:r>
        <w:rPr>
          <w:rFonts w:hint="cs"/>
          <w:rtl/>
        </w:rPr>
        <w:t>ی</w:t>
      </w:r>
      <w:r>
        <w:rPr>
          <w:rtl/>
        </w:rPr>
        <w:t xml:space="preserve"> غذا ؤں ک</w:t>
      </w:r>
      <w:r>
        <w:rPr>
          <w:rFonts w:hint="cs"/>
          <w:rtl/>
        </w:rPr>
        <w:t>ی</w:t>
      </w:r>
      <w:r>
        <w:rPr>
          <w:rtl/>
        </w:rPr>
        <w:t xml:space="preserve"> ہمارے پاس کو 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قدر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قدراذکا 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ذرا سا دعاؤں کا مزہ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 ئے تو وہ اسلام ک</w:t>
      </w:r>
      <w:r>
        <w:rPr>
          <w:rFonts w:hint="cs"/>
          <w:rtl/>
        </w:rPr>
        <w:t>ی</w:t>
      </w:r>
      <w:r>
        <w:rPr>
          <w:rtl/>
        </w:rPr>
        <w:t xml:space="preserve"> طرف آ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دو سرا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ئبل ہے آ پ اس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کرشنٹ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فر 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 وحدہ لاشر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لہ)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کا کو 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ہول</w:t>
      </w:r>
      <w:r>
        <w:rPr>
          <w:rFonts w:hint="cs"/>
          <w:rtl/>
        </w:rPr>
        <w:t>ی</w:t>
      </w:r>
      <w:r>
        <w:rPr>
          <w:rtl/>
        </w:rPr>
        <w:t xml:space="preserve"> ٹرنٹ</w:t>
      </w:r>
      <w:r>
        <w:rPr>
          <w:rFonts w:hint="cs"/>
          <w:rtl/>
        </w:rPr>
        <w:t>ی</w:t>
      </w:r>
      <w:r>
        <w:rPr>
          <w:rtl/>
        </w:rPr>
        <w:t xml:space="preserve"> ہے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خدا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چپڑ کا نمبرا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بہت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کام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بائبل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کنگزج</w:t>
      </w:r>
      <w:r>
        <w:rPr>
          <w:rFonts w:hint="cs"/>
          <w:rtl/>
        </w:rPr>
        <w:t>ی</w:t>
      </w:r>
      <w:r>
        <w:rPr>
          <w:rFonts w:hint="eastAsia"/>
          <w:rtl/>
        </w:rPr>
        <w:t>نز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>
        <w:t>There is non like God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ترجمہ ہے ( 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کمثلہ شئ</w:t>
      </w:r>
      <w:r>
        <w:rPr>
          <w:rFonts w:hint="cs"/>
          <w:rtl/>
        </w:rPr>
        <w:t>ی</w:t>
      </w:r>
      <w:r>
        <w:rPr>
          <w:rtl/>
        </w:rPr>
        <w:t xml:space="preserve"> ) خدا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کوئ</w:t>
      </w:r>
      <w:r>
        <w:rPr>
          <w:rFonts w:hint="cs"/>
          <w:rtl/>
        </w:rPr>
        <w:t>ی</w:t>
      </w:r>
      <w:r>
        <w:rPr>
          <w:rtl/>
        </w:rPr>
        <w:t xml:space="preserve"> شئ</w:t>
      </w:r>
      <w:r>
        <w:rPr>
          <w:rFonts w:hint="cs"/>
          <w:rtl/>
        </w:rPr>
        <w:t>ی</w:t>
      </w:r>
      <w:r>
        <w:rPr>
          <w:rtl/>
        </w:rPr>
        <w:t xml:space="preserve"> اس کے مثل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 دس چپٹر اور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دس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ہوگا کہ وہ پہلے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لکھا تھا </w:t>
      </w:r>
      <w:r>
        <w:t>There is non like god</w:t>
      </w:r>
      <w:r>
        <w:rPr>
          <w:rtl/>
        </w:rPr>
        <w:t xml:space="preserve"> اور اب انھوں نے </w:t>
      </w:r>
      <w:r>
        <w:rPr>
          <w:rFonts w:hint="eastAsia"/>
          <w:rtl/>
        </w:rPr>
        <w:t>بدل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لکھا </w:t>
      </w:r>
      <w:r>
        <w:t>that no oneas powerful is the lord overs god</w:t>
      </w:r>
      <w:r>
        <w:rPr>
          <w:rtl/>
        </w:rPr>
        <w:t xml:space="preserve"> اور وہ لوگ آہستہ آہستہ تبدل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آ رام سے ثابت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اگر آپ کہتے ہو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،حضرت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کتاب ہے کہ کہہ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t>There is non like god</w:t>
      </w:r>
      <w:r>
        <w:rPr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اللہ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قرآن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”</w:t>
      </w:r>
      <w:r w:rsidR="00902C8C" w:rsidRPr="00902C8C">
        <w:rPr>
          <w:rStyle w:val="libAlaemChar"/>
          <w:rtl/>
        </w:rPr>
        <w:t xml:space="preserve"> (</w:t>
      </w:r>
      <w:r w:rsidR="00902C8C" w:rsidRPr="00902C8C">
        <w:rPr>
          <w:rStyle w:val="libAieChar"/>
          <w:rtl/>
        </w:rPr>
        <w:t>ل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س</w:t>
      </w:r>
      <w:r w:rsidR="00902C8C" w:rsidRPr="00902C8C">
        <w:rPr>
          <w:rStyle w:val="libAieChar"/>
          <w:rtl/>
        </w:rPr>
        <w:t xml:space="preserve"> کمثل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شئ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laemChar"/>
          <w:rtl/>
        </w:rPr>
        <w:t>)</w:t>
      </w:r>
      <w:r w:rsidR="00D674D3">
        <w:rPr>
          <w:rtl/>
        </w:rPr>
        <w:t xml:space="preserve"> 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زمانے سے ہر مومن کا رابطہ مضبوط ہوناچاہئے ہمارے امام آ ج بھ</w:t>
      </w:r>
      <w:r>
        <w:rPr>
          <w:rFonts w:hint="cs"/>
          <w:rtl/>
        </w:rPr>
        <w:t>ی</w:t>
      </w:r>
      <w:r>
        <w:rPr>
          <w:rtl/>
        </w:rPr>
        <w:t xml:space="preserve"> مو 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مشکل ہو جو بھ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ہو اپنے مو لا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مدد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کتنے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شہرجس کا نام بافت ہے وہاں کا واقعہ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چودہ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سولہ ہجر</w:t>
      </w:r>
      <w:r>
        <w:rPr>
          <w:rFonts w:hint="cs"/>
          <w:rtl/>
        </w:rPr>
        <w:t>ی</w:t>
      </w:r>
      <w:r>
        <w:rPr>
          <w:rtl/>
        </w:rPr>
        <w:t xml:space="preserve"> کا واقعہ ہے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 کے سننے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بو لنے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بچہ جب اپنے دوستوں کے ساتھ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تھا تو اس کے دو</w:t>
      </w:r>
      <w:r>
        <w:rPr>
          <w:rFonts w:hint="eastAsia"/>
          <w:rtl/>
        </w:rPr>
        <w:t>ست</w:t>
      </w:r>
      <w:r>
        <w:rPr>
          <w:rtl/>
        </w:rPr>
        <w:t xml:space="preserve"> اس کا مزاق اڑاتے تھے تو اس وجہ سے اس نے بچوں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ملنا جلنا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والدہ کا دل دُکھتا تھا کہت</w:t>
      </w:r>
      <w:r>
        <w:rPr>
          <w:rFonts w:hint="cs"/>
          <w:rtl/>
        </w:rPr>
        <w:t>ی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بچہ روتا رہتا ہے اگر وہ بچہ کچھ بولنا چاہتا تھا تو 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روتا رہتا تھا اس ک</w:t>
      </w:r>
      <w:r>
        <w:rPr>
          <w:rFonts w:hint="cs"/>
          <w:rtl/>
        </w:rPr>
        <w:t>ی</w:t>
      </w:r>
      <w:r>
        <w:rPr>
          <w:rtl/>
        </w:rPr>
        <w:t xml:space="preserve"> ماں </w:t>
      </w:r>
      <w:r>
        <w:rPr>
          <w:rtl/>
        </w:rPr>
        <w:lastRenderedPageBreak/>
        <w:t>نے اپنے ب</w:t>
      </w:r>
      <w:r>
        <w:rPr>
          <w:rFonts w:hint="eastAsia"/>
          <w:rtl/>
        </w:rPr>
        <w:t>چے</w:t>
      </w:r>
      <w:r>
        <w:rPr>
          <w:rtl/>
        </w:rPr>
        <w:t xml:space="preserve"> کے لئے دعا ک</w:t>
      </w:r>
      <w:r>
        <w:rPr>
          <w:rFonts w:hint="cs"/>
          <w:rtl/>
        </w:rPr>
        <w:t>ی</w:t>
      </w:r>
      <w:r>
        <w:rPr>
          <w:rtl/>
        </w:rPr>
        <w:t xml:space="preserve"> نذر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نے اسے کہا کہ تم مسجد جمکران چلے جا</w:t>
      </w:r>
      <w:r w:rsidR="00C96147">
        <w:rPr>
          <w:rtl/>
        </w:rPr>
        <w:t>و</w:t>
      </w:r>
      <w:r>
        <w:rPr>
          <w:rtl/>
        </w:rPr>
        <w:t xml:space="preserve"> و ہاں بہت معجزات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مسجد ہے اور وہاں کے خاص اعمال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شفا مل جا 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 منہ مسجد جمکران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ئ</w:t>
      </w:r>
      <w:r>
        <w:rPr>
          <w:rFonts w:hint="cs"/>
          <w:rtl/>
        </w:rPr>
        <w:t>ی</w:t>
      </w:r>
      <w:r>
        <w:rPr>
          <w:rtl/>
        </w:rPr>
        <w:t xml:space="preserve"> ا ور وہاں پر اعمال کئے اس نے دورکعت نما</w:t>
      </w:r>
      <w:r>
        <w:rPr>
          <w:rFonts w:hint="eastAsia"/>
          <w:rtl/>
        </w:rPr>
        <w:t>ز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اور سو گئ</w:t>
      </w:r>
      <w:r>
        <w:rPr>
          <w:rFonts w:hint="cs"/>
          <w:rtl/>
        </w:rPr>
        <w:t>ی</w:t>
      </w:r>
      <w:r>
        <w:rPr>
          <w:rtl/>
        </w:rPr>
        <w:t xml:space="preserve"> تو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زمانہ (عج)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 اُس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آ گے آ گے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سادات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خاتون نے ان سا دات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انھوں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زمانہ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غرض سے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tl/>
        </w:rPr>
        <w:t xml:space="preserve"> ہو ں تا کہ امام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کو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خاتون دوڑ ت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امام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بچہ 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سن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ہے آپ لطف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دو رکعت نماز پڑھو تو اس نے کہا،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ابھ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ہے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بارہ پڑھو،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کتنا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نماز ک</w:t>
      </w:r>
      <w:r>
        <w:rPr>
          <w:rFonts w:hint="cs"/>
          <w:rtl/>
        </w:rPr>
        <w:t>ی</w:t>
      </w:r>
      <w:r>
        <w:rPr>
          <w:rtl/>
        </w:rPr>
        <w:t xml:space="preserve"> طرف را غب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بارہ نماز پڑھو تمہار</w:t>
      </w:r>
      <w:r>
        <w:rPr>
          <w:rFonts w:hint="cs"/>
          <w:rtl/>
        </w:rPr>
        <w:t>ی</w:t>
      </w:r>
      <w:r>
        <w:rPr>
          <w:rtl/>
        </w:rPr>
        <w:t xml:space="preserve"> مشکل ختم ہو جا ئے گ</w:t>
      </w:r>
      <w:r>
        <w:rPr>
          <w:rFonts w:hint="cs"/>
          <w:rtl/>
        </w:rPr>
        <w:t>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جائے تو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رکعت نماز پڑھے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امام زمانہ آ پ ک</w:t>
      </w:r>
      <w:r>
        <w:rPr>
          <w:rFonts w:hint="cs"/>
          <w:rtl/>
        </w:rPr>
        <w:t>ی</w:t>
      </w:r>
      <w:r>
        <w:rPr>
          <w:rtl/>
        </w:rPr>
        <w:t xml:space="preserve"> مشکل کو حل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نماز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 کعت نماز امام زمانہ پڑھتا ہوں سنت قربة الا اللہ اور سورہ الحمد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اک</w:t>
      </w:r>
      <w:r w:rsidR="00902C8C" w:rsidRPr="00902C8C">
        <w:rPr>
          <w:rStyle w:val="libAieChar"/>
          <w:rtl/>
        </w:rPr>
        <w:t xml:space="preserve"> نعبد و ا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اک</w:t>
      </w:r>
      <w:r w:rsidR="00902C8C" w:rsidRPr="00902C8C">
        <w:rPr>
          <w:rStyle w:val="libAieChar"/>
          <w:rtl/>
        </w:rPr>
        <w:t xml:space="preserve"> نستع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123CAE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جملہ کو سو مرتبہ دہرا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مر تبہ پڑھ کر سورہ کے آ گے </w:t>
      </w:r>
      <w:r>
        <w:rPr>
          <w:rFonts w:hint="eastAsia"/>
          <w:rtl/>
        </w:rPr>
        <w:t>کے</w:t>
      </w:r>
      <w:r>
        <w:rPr>
          <w:rtl/>
        </w:rPr>
        <w:t xml:space="preserve"> جملے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سورہ کو مکمل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کے بعد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جب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سات مرتبہ </w:t>
      </w:r>
      <w:r w:rsidRPr="00D674D3">
        <w:rPr>
          <w:rStyle w:val="libArabicChar"/>
          <w:rtl/>
        </w:rPr>
        <w:t>سبحان رب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tl/>
        </w:rPr>
        <w:t xml:space="preserve"> العظ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م</w:t>
      </w:r>
      <w:r w:rsidRPr="00D674D3">
        <w:rPr>
          <w:rStyle w:val="libArabicChar"/>
          <w:rtl/>
        </w:rPr>
        <w:t xml:space="preserve"> وبحمد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اورپھرسجدہ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سات مرتبہ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D674D3">
        <w:rPr>
          <w:rStyle w:val="libArabicChar"/>
          <w:rtl/>
        </w:rPr>
        <w:t>سبحان رب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tl/>
        </w:rPr>
        <w:t xml:space="preserve"> الاعل</w:t>
      </w:r>
      <w:r w:rsidRPr="00D674D3">
        <w:rPr>
          <w:rStyle w:val="libArabicChar"/>
          <w:rFonts w:hint="cs"/>
          <w:rtl/>
        </w:rPr>
        <w:t>یٰ</w:t>
      </w:r>
      <w:r w:rsidRPr="00D674D3">
        <w:rPr>
          <w:rStyle w:val="libArabicChar"/>
          <w:rtl/>
        </w:rPr>
        <w:t xml:space="preserve"> و بحمد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پھر جب دوسر</w:t>
      </w:r>
      <w:r>
        <w:rPr>
          <w:rFonts w:hint="cs"/>
          <w:rtl/>
        </w:rPr>
        <w:t>ی</w:t>
      </w:r>
      <w:r>
        <w:rPr>
          <w:rtl/>
        </w:rPr>
        <w:t xml:space="preserve"> رکعت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”</w:t>
      </w:r>
      <w:r w:rsidRPr="00D674D3">
        <w:rPr>
          <w:rStyle w:val="libArabicChar"/>
          <w:rtl/>
        </w:rPr>
        <w:t>ا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اک</w:t>
      </w:r>
      <w:r w:rsidRPr="00D674D3">
        <w:rPr>
          <w:rStyle w:val="libArabicChar"/>
          <w:rtl/>
        </w:rPr>
        <w:t xml:space="preserve"> نعبد و ا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اک</w:t>
      </w:r>
      <w:r w:rsidRPr="00D674D3">
        <w:rPr>
          <w:rStyle w:val="libArabicChar"/>
          <w:rtl/>
        </w:rPr>
        <w:t xml:space="preserve"> نستع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ن</w:t>
      </w:r>
      <w:r>
        <w:rPr>
          <w:rFonts w:hint="eastAsia"/>
          <w:rtl/>
        </w:rPr>
        <w:t>“</w:t>
      </w:r>
      <w:r>
        <w:rPr>
          <w:rtl/>
        </w:rPr>
        <w:t xml:space="preserve"> پر پہنچ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جملہ کو سو مر تبہ تکرار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تو” </w:t>
      </w:r>
      <w:r w:rsidRPr="00D674D3">
        <w:rPr>
          <w:rStyle w:val="libArabicChar"/>
          <w:rtl/>
        </w:rPr>
        <w:t>سبحان رب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tl/>
        </w:rPr>
        <w:t xml:space="preserve"> العظ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م</w:t>
      </w:r>
      <w:r w:rsidRPr="00D674D3">
        <w:rPr>
          <w:rStyle w:val="libArabicChar"/>
          <w:rtl/>
        </w:rPr>
        <w:t xml:space="preserve"> وبحمد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کو سات مرتبہ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سات مرتبہ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D674D3">
        <w:rPr>
          <w:rStyle w:val="libArabicChar"/>
          <w:rtl/>
        </w:rPr>
        <w:t>سبحان رب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tl/>
        </w:rPr>
        <w:t xml:space="preserve"> الاعل</w:t>
      </w:r>
      <w:r w:rsidRPr="00D674D3">
        <w:rPr>
          <w:rStyle w:val="libArabicChar"/>
          <w:rFonts w:hint="cs"/>
          <w:rtl/>
        </w:rPr>
        <w:t>یٰ</w:t>
      </w:r>
      <w:r w:rsidRPr="00D674D3">
        <w:rPr>
          <w:rStyle w:val="libArabicChar"/>
          <w:rtl/>
        </w:rPr>
        <w:t xml:space="preserve"> وبحمد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 ختم ہو جا ئے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درودک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،سجدہ سے سر اٹھا کر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حضرت فاطمة الزھرا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 کے بعد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انشاء اللہ امام زمانہ عالم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آپ ک</w:t>
      </w:r>
      <w:r>
        <w:rPr>
          <w:rFonts w:hint="cs"/>
          <w:rtl/>
        </w:rPr>
        <w:t>ی</w:t>
      </w:r>
      <w:r>
        <w:rPr>
          <w:rtl/>
        </w:rPr>
        <w:t xml:space="preserve"> مدد فر ما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 منہ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واپس گئ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تک اس کا بچہ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بول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</w:t>
      </w:r>
      <w:r>
        <w:rPr>
          <w:rFonts w:hint="cs"/>
          <w:rtl/>
        </w:rPr>
        <w:t>ی</w:t>
      </w:r>
      <w:r>
        <w:rPr>
          <w:rtl/>
        </w:rPr>
        <w:t xml:space="preserve"> پھر رو نے لگ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کو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امام نے کہا کہ بچہ کو شفا ملے گ</w:t>
      </w:r>
      <w:r>
        <w:rPr>
          <w:rFonts w:hint="cs"/>
          <w:rtl/>
        </w:rPr>
        <w:t>ی</w:t>
      </w:r>
      <w:r>
        <w:rPr>
          <w:rtl/>
        </w:rPr>
        <w:t xml:space="preserve"> مگر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بات ہے ابھ</w:t>
      </w:r>
      <w:r>
        <w:rPr>
          <w:rFonts w:hint="cs"/>
          <w:rtl/>
        </w:rPr>
        <w:t>ی</w:t>
      </w:r>
      <w:r>
        <w:rPr>
          <w:rtl/>
        </w:rPr>
        <w:t xml:space="preserve"> وہ کچن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کام بھ</w:t>
      </w:r>
      <w:r>
        <w:rPr>
          <w:rFonts w:hint="cs"/>
          <w:rtl/>
        </w:rPr>
        <w:t>ی</w:t>
      </w:r>
      <w:r>
        <w:rPr>
          <w:rtl/>
        </w:rPr>
        <w:t xml:space="preserve"> کر ر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اچانک اس کے بچے ک</w:t>
      </w:r>
      <w:r>
        <w:rPr>
          <w:rFonts w:hint="cs"/>
          <w:rtl/>
        </w:rPr>
        <w:t>ی</w:t>
      </w:r>
      <w:r>
        <w:rPr>
          <w:rtl/>
        </w:rPr>
        <w:t xml:space="preserve"> آ واز آ ئ</w:t>
      </w:r>
      <w:r>
        <w:rPr>
          <w:rFonts w:hint="cs"/>
          <w:rtl/>
        </w:rPr>
        <w:t>ی</w:t>
      </w:r>
      <w:r>
        <w:rPr>
          <w:rtl/>
        </w:rPr>
        <w:t xml:space="preserve"> اماں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با سے ملناچاہتا ہوں اس خاتون نے شکر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 لا نے ہمار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بچہ بول بھ</w:t>
      </w:r>
      <w:r>
        <w:rPr>
          <w:rFonts w:hint="cs"/>
          <w:rtl/>
        </w:rPr>
        <w:t>ی</w:t>
      </w:r>
      <w:r>
        <w:rPr>
          <w:rtl/>
        </w:rPr>
        <w:t xml:space="preserve"> رہا ہے اور سن بھ</w:t>
      </w:r>
      <w:r>
        <w:rPr>
          <w:rFonts w:hint="cs"/>
          <w:rtl/>
        </w:rPr>
        <w:t>ی</w:t>
      </w:r>
      <w:r>
        <w:rPr>
          <w:rtl/>
        </w:rPr>
        <w:t xml:space="preserve"> رہا ہے ۔ </w:t>
      </w:r>
    </w:p>
    <w:p w:rsidR="00A54C30" w:rsidRDefault="00A54C30" w:rsidP="00D674D3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معجزات کو جمع کر نے ک</w:t>
      </w:r>
      <w:r>
        <w:rPr>
          <w:rFonts w:hint="cs"/>
          <w:rtl/>
        </w:rPr>
        <w:t>ی</w:t>
      </w:r>
      <w:r>
        <w:rPr>
          <w:rtl/>
        </w:rPr>
        <w:t xml:space="preserve"> ضرورت ہے ان معجزات سے بھ</w:t>
      </w:r>
      <w:r>
        <w:rPr>
          <w:rFonts w:hint="cs"/>
          <w:rtl/>
        </w:rPr>
        <w:t>ی</w:t>
      </w:r>
      <w:r>
        <w:rPr>
          <w:rtl/>
        </w:rPr>
        <w:t xml:space="preserve"> ہم بڑ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ر ضا (ع) کے روضہ پر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رو ضے پر کتنے ہزاروں معجزے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معجزات کو تو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بنا نا چا ہئے تا کہ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ہزاروں لوگ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مجالس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معجزات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کے لئے خاص جگہ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 کر ان کے لئے دعا ء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ہ</w:t>
      </w:r>
      <w:r>
        <w:rPr>
          <w:rFonts w:hint="cs"/>
          <w:rtl/>
        </w:rPr>
        <w:t>ی</w:t>
      </w:r>
      <w:r>
        <w:rPr>
          <w:rtl/>
        </w:rPr>
        <w:t xml:space="preserve">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لا علا</w:t>
      </w:r>
      <w:r>
        <w:rPr>
          <w:rFonts w:hint="eastAsia"/>
          <w:rtl/>
        </w:rPr>
        <w:t>ج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شفا 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معجزات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غفلت ہے کہ ہم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 کل ہمارے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خلوص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 ور پڑھنے والے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کروں تا کہ مجمع خوش ہو جا ئے جو انسان چاہتا ہے کہ اس کے د ر</w:t>
      </w:r>
      <w:r>
        <w:rPr>
          <w:rFonts w:hint="eastAsia"/>
          <w:rtl/>
        </w:rPr>
        <w:t>وس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مجمع ہو جا ئے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 (ص)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</w:t>
      </w:r>
      <w:r w:rsidRPr="00D674D3">
        <w:rPr>
          <w:rStyle w:val="libArabicChar"/>
          <w:rtl/>
        </w:rPr>
        <w:t>الر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اء</w:t>
      </w:r>
      <w:r w:rsidRPr="00D674D3">
        <w:rPr>
          <w:rStyle w:val="libArabicChar"/>
          <w:rtl/>
        </w:rPr>
        <w:t xml:space="preserve"> شرک کل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ر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شرک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مبلغ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امر بالمعروف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تا فقط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تا کہ مجمع خوش ہو جا ئے جب کہ کس قدر گمراہ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حضرت امام جعفر صادق (ع)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نورا 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مو لا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کے جان کا خطرہ ہے مال کا خطرہ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بچانے کے لئے جا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مومن کہ وہ جس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خطرہ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کدھر جا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؟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پاس پہلے جا</w:t>
      </w:r>
      <w:r w:rsidR="00C96147">
        <w:rPr>
          <w:rtl/>
        </w:rPr>
        <w:t>و</w:t>
      </w:r>
      <w:r>
        <w:rPr>
          <w:rtl/>
        </w:rPr>
        <w:t xml:space="preserve"> جس کے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خطرہ ہو ہرانسان کو کو ئ</w:t>
      </w:r>
      <w:r>
        <w:rPr>
          <w:rFonts w:hint="cs"/>
          <w:rtl/>
        </w:rPr>
        <w:t>ی</w:t>
      </w:r>
      <w:r>
        <w:rPr>
          <w:rtl/>
        </w:rPr>
        <w:t xml:space="preserve"> نہ کو ئ</w:t>
      </w:r>
      <w:r>
        <w:rPr>
          <w:rFonts w:hint="cs"/>
          <w:rtl/>
        </w:rPr>
        <w:t>ی</w:t>
      </w:r>
      <w:r>
        <w:rPr>
          <w:rtl/>
        </w:rPr>
        <w:t xml:space="preserve"> دن مر نا ہے مگر ا گر کو ئ</w:t>
      </w:r>
      <w:r>
        <w:rPr>
          <w:rFonts w:hint="cs"/>
          <w:rtl/>
        </w:rPr>
        <w:t>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امام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 سا ر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نوجوانوں کو گمراہ کر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مو من اے نو جوان </w:t>
      </w:r>
      <w:r>
        <w:rPr>
          <w:rFonts w:hint="eastAsia"/>
          <w:rtl/>
        </w:rPr>
        <w:t>اگر</w:t>
      </w:r>
      <w:r>
        <w:rPr>
          <w:rtl/>
        </w:rPr>
        <w:t xml:space="preserve"> تمہارے اندر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تو تمہارے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ختم ہو جا ئے گا مو لا عل</w:t>
      </w:r>
      <w:r>
        <w:rPr>
          <w:rFonts w:hint="cs"/>
          <w:rtl/>
        </w:rPr>
        <w:t>ی</w:t>
      </w:r>
      <w:r>
        <w:rPr>
          <w:rtl/>
        </w:rPr>
        <w:t xml:space="preserve"> کا جملہ ہے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کطرفہ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دو طرفہ ہو ت</w:t>
      </w:r>
      <w:r>
        <w:rPr>
          <w:rFonts w:hint="cs"/>
          <w:rtl/>
        </w:rPr>
        <w:t>ی</w:t>
      </w:r>
      <w:r>
        <w:rPr>
          <w:rtl/>
        </w:rPr>
        <w:t xml:space="preserve"> ہے فقط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بہن کو کو 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کو کو ئ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</w:t>
      </w:r>
      <w:r>
        <w:rPr>
          <w:rFonts w:hint="cs"/>
          <w:rtl/>
        </w:rPr>
        <w:t>ی</w:t>
      </w:r>
      <w:r>
        <w:rPr>
          <w:rtl/>
        </w:rPr>
        <w:t xml:space="preserve"> بہن م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کھوں،</w:t>
      </w:r>
      <w:r>
        <w:rPr>
          <w:rtl/>
        </w:rPr>
        <w:t xml:space="preserve"> مو لا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 ہے،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مند وہ ہے جس کے پاس دو طرفہ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 وہ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وہ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 ہتا کہ کو 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بہن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مقصد وہ تھا جو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کرام کا تھا ”</w:t>
      </w:r>
      <w:r w:rsidR="00902C8C" w:rsidRPr="0072787B">
        <w:rPr>
          <w:rStyle w:val="libAlaemChar"/>
          <w:rFonts w:hint="cs"/>
          <w:rtl/>
        </w:rPr>
        <w:t>(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>و الذ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بعث ف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الا م</w:t>
      </w:r>
      <w:r w:rsidR="00902C8C" w:rsidRPr="00902C8C">
        <w:rPr>
          <w:rStyle w:val="libAieChar"/>
          <w:rFonts w:hint="cs"/>
          <w:rtl/>
        </w:rPr>
        <w:t>یی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رسولاً من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م</w:t>
      </w:r>
      <w:r w:rsidR="00902C8C" w:rsidRPr="00902C8C">
        <w:rPr>
          <w:rStyle w:val="libAieChar"/>
          <w:rtl/>
        </w:rPr>
        <w:t xml:space="preserve"> 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تلو</w:t>
      </w:r>
      <w:r w:rsidR="00902C8C" w:rsidRPr="00902C8C">
        <w:rPr>
          <w:rStyle w:val="libAieChar"/>
          <w:rtl/>
        </w:rPr>
        <w:t xml:space="preserve"> عل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م</w:t>
      </w:r>
      <w:r w:rsidR="00902C8C" w:rsidRPr="00902C8C">
        <w:rPr>
          <w:rStyle w:val="libAieChar"/>
          <w:rtl/>
        </w:rPr>
        <w:t xml:space="preserve"> آ 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ات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و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زک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م</w:t>
      </w:r>
      <w:r w:rsidR="00902C8C" w:rsidRPr="00902C8C">
        <w:rPr>
          <w:rStyle w:val="libAieChar"/>
          <w:rtl/>
        </w:rPr>
        <w:t xml:space="preserve"> و 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علم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م</w:t>
      </w:r>
      <w:r w:rsidR="00902C8C" w:rsidRPr="00902C8C">
        <w:rPr>
          <w:rStyle w:val="libAieChar"/>
          <w:rtl/>
        </w:rPr>
        <w:t xml:space="preserve"> الکتاب و الحکمة و ان کا نوا من قبل لف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ضلال المب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Fonts w:hint="cs"/>
          <w:rtl/>
        </w:rPr>
        <w:t>)</w:t>
      </w:r>
      <w:r>
        <w:rPr>
          <w:rtl/>
        </w:rPr>
        <w:t>(سور</w:t>
      </w:r>
      <w:r w:rsidR="00C96147">
        <w:rPr>
          <w:rtl/>
        </w:rPr>
        <w:t xml:space="preserve">ہ </w:t>
      </w:r>
      <w:r>
        <w:rPr>
          <w:rtl/>
        </w:rPr>
        <w:t xml:space="preserve"> جمعہ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۲)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انسانوں کے نفسوں کوپاک کرنا گمراہ</w:t>
      </w:r>
      <w:r>
        <w:rPr>
          <w:rFonts w:hint="cs"/>
          <w:rtl/>
        </w:rPr>
        <w:t>ی</w:t>
      </w:r>
      <w:r>
        <w:rPr>
          <w:rtl/>
        </w:rPr>
        <w:t xml:space="preserve"> سے نجات دلاناہے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 زاد کرانا ہے اللہ ک</w:t>
      </w:r>
      <w:r>
        <w:rPr>
          <w:rFonts w:hint="cs"/>
          <w:rtl/>
        </w:rPr>
        <w:t>ی</w:t>
      </w:r>
      <w:r>
        <w:rPr>
          <w:rtl/>
        </w:rPr>
        <w:t xml:space="preserve">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 نا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</w:t>
      </w:r>
    </w:p>
    <w:p w:rsidR="00D674D3" w:rsidRDefault="00D674D3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D674D3">
      <w:pPr>
        <w:pStyle w:val="Heading2Center"/>
        <w:rPr>
          <w:rtl/>
        </w:rPr>
      </w:pPr>
      <w:bookmarkStart w:id="2" w:name="_Toc501450102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bookmarkEnd w:id="2"/>
    </w:p>
    <w:p w:rsidR="00A54C30" w:rsidRDefault="00A54C30" w:rsidP="00D674D3">
      <w:pPr>
        <w:pStyle w:val="libArabic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D674D3" w:rsidRDefault="00A54C30" w:rsidP="00A54C30">
      <w:pPr>
        <w:pStyle w:val="libNormal"/>
        <w:rPr>
          <w:rtl/>
        </w:rPr>
      </w:pPr>
      <w:r w:rsidRPr="00D674D3">
        <w:rPr>
          <w:rStyle w:val="libArabicChar"/>
          <w:rFonts w:hint="eastAsia"/>
          <w:rtl/>
        </w:rPr>
        <w:t>فقد</w:t>
      </w:r>
      <w:r w:rsidRPr="00D674D3">
        <w:rPr>
          <w:rStyle w:val="libArabicChar"/>
          <w:rtl/>
        </w:rPr>
        <w:t xml:space="preserve"> قال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تبارک و تعال</w:t>
      </w:r>
      <w:r w:rsidRPr="00D674D3">
        <w:rPr>
          <w:rStyle w:val="libArabicChar"/>
          <w:rFonts w:hint="cs"/>
          <w:rtl/>
        </w:rPr>
        <w:t>یٰ</w:t>
      </w:r>
      <w:r w:rsidRPr="00D674D3">
        <w:rPr>
          <w:rStyle w:val="libArabicChar"/>
          <w:rtl/>
        </w:rPr>
        <w:t xml:space="preserve"> ف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tl/>
        </w:rPr>
        <w:t xml:space="preserve"> کتاب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المج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د</w:t>
      </w:r>
      <w:r w:rsidRPr="00D674D3">
        <w:rPr>
          <w:rStyle w:val="libArabicChar"/>
          <w:rtl/>
        </w:rPr>
        <w:t xml:space="preserve"> بسم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الرحمن الرح</w:t>
      </w:r>
      <w:r w:rsidRPr="00D674D3">
        <w:rPr>
          <w:rStyle w:val="libArabicChar"/>
          <w:rFonts w:hint="cs"/>
          <w:rtl/>
        </w:rPr>
        <w:t>ی</w:t>
      </w:r>
      <w:r w:rsidRPr="00D674D3">
        <w:rPr>
          <w:rStyle w:val="libArabicChar"/>
          <w:rFonts w:hint="eastAsia"/>
          <w:rtl/>
        </w:rPr>
        <w:t>م</w:t>
      </w:r>
      <w:r>
        <w:rPr>
          <w:rtl/>
        </w:rPr>
        <w:t xml:space="preserve"> ”</w:t>
      </w:r>
    </w:p>
    <w:p w:rsidR="00A54C30" w:rsidRDefault="00A54C30" w:rsidP="00A54C30">
      <w:pPr>
        <w:pStyle w:val="libNormal"/>
        <w:rPr>
          <w:rtl/>
        </w:rPr>
      </w:pPr>
      <w:r>
        <w:rPr>
          <w:rtl/>
        </w:rPr>
        <w:t xml:space="preserve">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رلکم</w:t>
      </w:r>
      <w:r w:rsidR="00902C8C" w:rsidRPr="00902C8C">
        <w:rPr>
          <w:rStyle w:val="libAieChar"/>
          <w:rtl/>
        </w:rPr>
        <w:t xml:space="preserve"> ان کنتم مو 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</w:t>
      </w:r>
      <w:r w:rsidR="00902C8C" w:rsidRPr="0072787B">
        <w:rPr>
          <w:rStyle w:val="libAlaemChar"/>
          <w:rtl/>
        </w:rPr>
        <w:t>)</w:t>
      </w:r>
      <w:r>
        <w:rPr>
          <w:rtl/>
        </w:rPr>
        <w:t>“ (سور</w:t>
      </w:r>
      <w:r w:rsidR="00C96147">
        <w:rPr>
          <w:rtl/>
        </w:rPr>
        <w:t xml:space="preserve">ہ </w:t>
      </w:r>
      <w:r>
        <w:rPr>
          <w:rtl/>
        </w:rPr>
        <w:t xml:space="preserve">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۸۶)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تعال</w:t>
      </w:r>
      <w:r>
        <w:rPr>
          <w:rFonts w:hint="cs"/>
          <w:rtl/>
        </w:rPr>
        <w:t>یٰ</w:t>
      </w:r>
      <w:r>
        <w:rPr>
          <w:rtl/>
        </w:rPr>
        <w:t xml:space="preserve"> کا ارشاد ہورہا ہے کہ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زمانہ (عج) اس بزرگ 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ہست</w:t>
      </w:r>
      <w:r>
        <w:rPr>
          <w:rFonts w:hint="cs"/>
          <w:rtl/>
        </w:rPr>
        <w:t>ی</w:t>
      </w:r>
      <w:r>
        <w:rPr>
          <w:rtl/>
        </w:rPr>
        <w:t xml:space="preserve"> کو خداوند عالم نے آج تک باق</w:t>
      </w:r>
      <w:r>
        <w:rPr>
          <w:rFonts w:hint="cs"/>
          <w:rtl/>
        </w:rPr>
        <w:t>ی</w:t>
      </w:r>
      <w:r>
        <w:rPr>
          <w:rtl/>
        </w:rPr>
        <w:t xml:space="preserve"> رکھا ہے ان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تمہارے لئے بہترہے مگر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تم مو من بن جا</w:t>
      </w:r>
      <w:r w:rsidR="00C96147">
        <w:rPr>
          <w:rtl/>
        </w:rPr>
        <w:t>و</w:t>
      </w:r>
      <w:r>
        <w:rPr>
          <w:rFonts w:hint="eastAsia"/>
          <w:rtl/>
        </w:rPr>
        <w:t>مو</w:t>
      </w:r>
      <w:r>
        <w:rPr>
          <w:rtl/>
        </w:rPr>
        <w:t xml:space="preserve"> من کے لئے وجود فرزند زہرا سے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</w:t>
      </w:r>
      <w:r>
        <w:rPr>
          <w:rFonts w:hint="eastAsia"/>
          <w:rtl/>
        </w:rPr>
        <w:t>تا</w:t>
      </w:r>
      <w:r>
        <w:rPr>
          <w:rtl/>
        </w:rPr>
        <w:t xml:space="preserve"> ہے ہمارے امام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کا زمانہ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معرفت امام زمانہ نوجوانوں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بچوں کو سکھائ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معرفت امام زمانہ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بھ</w:t>
      </w:r>
      <w:r>
        <w:rPr>
          <w:rFonts w:hint="cs"/>
          <w:rtl/>
        </w:rPr>
        <w:t>ی</w:t>
      </w:r>
      <w:r>
        <w:rPr>
          <w:rtl/>
        </w:rPr>
        <w:t xml:space="preserve"> خدا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</w:t>
      </w:r>
      <w:r>
        <w:rPr>
          <w:rFonts w:hint="eastAsia"/>
          <w:rtl/>
        </w:rPr>
        <w:t>ن</w:t>
      </w:r>
      <w:r>
        <w:rPr>
          <w:rtl/>
        </w:rPr>
        <w:t xml:space="preserve">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رہا ہے اور اس قر آن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 ر بار بتلا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بھ</w:t>
      </w:r>
      <w:r>
        <w:rPr>
          <w:rFonts w:hint="cs"/>
          <w:rtl/>
        </w:rPr>
        <w:t>ی</w:t>
      </w:r>
      <w:r>
        <w:rPr>
          <w:rtl/>
        </w:rPr>
        <w:t xml:space="preserve"> نعمت مل رہ</w:t>
      </w:r>
      <w:r>
        <w:rPr>
          <w:rFonts w:hint="cs"/>
          <w:rtl/>
        </w:rPr>
        <w:t>ی</w:t>
      </w:r>
      <w:r>
        <w:rPr>
          <w:rtl/>
        </w:rPr>
        <w:t xml:space="preserve"> ہے وہ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حجت خدا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کا فر کو بھ</w:t>
      </w:r>
      <w:r>
        <w:rPr>
          <w:rFonts w:hint="cs"/>
          <w:rtl/>
        </w:rPr>
        <w:t>ی</w:t>
      </w:r>
      <w:r>
        <w:rPr>
          <w:rtl/>
        </w:rPr>
        <w:t xml:space="preserve"> ا گر مل رہ</w:t>
      </w:r>
      <w:r>
        <w:rPr>
          <w:rFonts w:hint="cs"/>
          <w:rtl/>
        </w:rPr>
        <w:t>ی</w:t>
      </w:r>
      <w:r>
        <w:rPr>
          <w:rtl/>
        </w:rPr>
        <w:t xml:space="preserve"> ہے تو ان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مو من کو بھ</w:t>
      </w:r>
      <w:r>
        <w:rPr>
          <w:rFonts w:hint="cs"/>
          <w:rtl/>
        </w:rPr>
        <w:t>ی</w:t>
      </w:r>
      <w:r>
        <w:rPr>
          <w:rtl/>
        </w:rPr>
        <w:t xml:space="preserve"> اگر مل رہ</w:t>
      </w:r>
      <w:r>
        <w:rPr>
          <w:rFonts w:hint="cs"/>
          <w:rtl/>
        </w:rPr>
        <w:t>ی</w:t>
      </w:r>
      <w:r>
        <w:rPr>
          <w:rtl/>
        </w:rPr>
        <w:t xml:space="preserve"> ہے ان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اگر جو شبہات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سوالا 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بے شما ر جوابات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سورج بادلوں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چھپ جا 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منقطع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سورج اس ک</w:t>
      </w:r>
      <w:r>
        <w:rPr>
          <w:rFonts w:hint="cs"/>
          <w:rtl/>
        </w:rPr>
        <w:t>ی</w:t>
      </w:r>
      <w:r>
        <w:rPr>
          <w:rtl/>
        </w:rPr>
        <w:t xml:space="preserve"> شعائ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بادلوں پا ر کرتے ہو ئے ہم تک پہنچ جا ت</w:t>
      </w:r>
      <w:r>
        <w:rPr>
          <w:rFonts w:hint="cs"/>
          <w:rtl/>
        </w:rPr>
        <w:t>ی</w:t>
      </w:r>
      <w:r>
        <w:rPr>
          <w:rtl/>
        </w:rPr>
        <w:t xml:space="preserve"> ہے بادلوں سے گذرے تے ہو 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اوں</w:t>
      </w:r>
      <w:r>
        <w:rPr>
          <w:rtl/>
        </w:rPr>
        <w:t xml:space="preserve"> پر پہاڑوں پر پہنچ جا 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معمول</w:t>
      </w:r>
      <w:r>
        <w:rPr>
          <w:rFonts w:hint="cs"/>
          <w:rtl/>
        </w:rPr>
        <w:t>ی</w:t>
      </w:r>
      <w:r>
        <w:rPr>
          <w:rtl/>
        </w:rPr>
        <w:t xml:space="preserve"> نور ہے مگر قرآن کہہ رہا ہے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نور سموات والارض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اللہ کا نور وہ نور کون ہے حجت خدا امام خدا کا نور ہے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اور آسمان پر بھ</w:t>
      </w:r>
      <w:r>
        <w:rPr>
          <w:rFonts w:hint="cs"/>
          <w:rtl/>
        </w:rPr>
        <w:t>ی</w:t>
      </w:r>
      <w:r>
        <w:rPr>
          <w:rtl/>
        </w:rPr>
        <w:t xml:space="preserve"> لہذا نور امام کا مقابلہ سورج کا 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لہذا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پردے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امام کے وجود سے مسلسل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ہے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وجود سے تب فائدہ ملے گا جب امام آپ کے سامنے ہو ں آپ جا کر امام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جا کر امام سے مسئلہ پوچھ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امام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فائدہ اس سوا</w:t>
      </w:r>
      <w:r>
        <w:rPr>
          <w:rFonts w:hint="eastAsia"/>
          <w:rtl/>
        </w:rPr>
        <w:t>ل</w:t>
      </w:r>
      <w:r>
        <w:rPr>
          <w:rtl/>
        </w:rPr>
        <w:t xml:space="preserve"> کا جواب کہ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رہکر امام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فائدہ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مسلمانوں کا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ہم سب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قرآن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کہ قرآن نے خود کہا ہے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تلاوت سے پہلے ضرور کہا کرو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اعوذبالل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من ال</w:t>
      </w:r>
      <w:r w:rsidR="00902C8C" w:rsidRPr="00902C8C">
        <w:rPr>
          <w:rStyle w:val="libAieChar"/>
          <w:rFonts w:hint="eastAsia"/>
          <w:rtl/>
        </w:rPr>
        <w:t>ش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طان</w:t>
      </w:r>
      <w:r w:rsidR="00902C8C" w:rsidRPr="00902C8C">
        <w:rPr>
          <w:rStyle w:val="libAieChar"/>
          <w:rtl/>
        </w:rPr>
        <w:t xml:space="preserve"> الع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الرج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 پھرقرآن ک</w:t>
      </w:r>
      <w:r>
        <w:rPr>
          <w:rFonts w:hint="cs"/>
          <w:rtl/>
        </w:rPr>
        <w:t>ی</w:t>
      </w:r>
      <w:r>
        <w:rPr>
          <w:rtl/>
        </w:rPr>
        <w:t xml:space="preserve"> تلاوت کرو تا کہ تم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شر سے بچ جا</w:t>
      </w:r>
      <w:r w:rsidR="00C96147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منحوس جو آج تک زندہ ہے کہا ہم سے کس</w:t>
      </w:r>
      <w:r>
        <w:rPr>
          <w:rFonts w:hint="cs"/>
          <w:rtl/>
        </w:rPr>
        <w:t>ی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،مگر اس کے وجود سے کس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مسلمان کو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نظر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تا مگر ضرور ہے تو وہ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کرتا ہے کہا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تک کس</w:t>
      </w:r>
      <w:r>
        <w:rPr>
          <w:rFonts w:hint="cs"/>
          <w:rtl/>
        </w:rPr>
        <w:t>ی</w:t>
      </w:r>
      <w:r>
        <w:rPr>
          <w:rtl/>
        </w:rPr>
        <w:t xml:space="preserve"> کا ہاتھ پکڑا کہ چلو سن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کہتا ہے کہ چلو جوا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ہا تھ پکڑکر کہتا ہے کہ چلو نشے کر نے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گمراہ کر تا ہے تو قر 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>
        <w:rPr>
          <w:rFonts w:hint="cs"/>
          <w:rtl/>
        </w:rPr>
        <w:t>ی</w:t>
      </w:r>
      <w:r>
        <w:rPr>
          <w:rFonts w:hint="eastAsia"/>
          <w:rtl/>
        </w:rPr>
        <w:t>وسوس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صدور ال</w:t>
      </w:r>
      <w:r>
        <w:rPr>
          <w:rFonts w:hint="eastAsia"/>
          <w:rtl/>
        </w:rPr>
        <w:t>ناس</w:t>
      </w:r>
      <w:r>
        <w:rPr>
          <w:rtl/>
        </w:rPr>
        <w:t xml:space="preserve"> من الجنة و الناس “ لوگو!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وسوسہ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ہاتھ پکڑ کر شراب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 تا ہے بر 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 تا کہا گناہ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لا تا ہے اگر ہم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ں تب بھ</w:t>
      </w:r>
      <w:r>
        <w:rPr>
          <w:rFonts w:hint="cs"/>
          <w:rtl/>
        </w:rPr>
        <w:t>ی</w:t>
      </w:r>
      <w:r>
        <w:rPr>
          <w:rtl/>
        </w:rPr>
        <w:t xml:space="preserve"> وہ وسوسہ کرتا ہے اگر ہم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تب بھ</w:t>
      </w:r>
      <w:r>
        <w:rPr>
          <w:rFonts w:hint="cs"/>
          <w:rtl/>
        </w:rPr>
        <w:t>ی</w:t>
      </w:r>
      <w:r>
        <w:rPr>
          <w:rtl/>
        </w:rPr>
        <w:t xml:space="preserve"> وہ وسوسہ کرتا ہے اگر ہم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وہاں پر بھ</w:t>
      </w:r>
      <w:r>
        <w:rPr>
          <w:rFonts w:hint="cs"/>
          <w:rtl/>
        </w:rPr>
        <w:t>ی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کرتا ہے ہم جہاں جہاں بھ</w:t>
      </w:r>
      <w:r>
        <w:rPr>
          <w:rFonts w:hint="cs"/>
          <w:rtl/>
        </w:rPr>
        <w:t>ی</w:t>
      </w:r>
      <w:r>
        <w:rPr>
          <w:rtl/>
        </w:rPr>
        <w:t xml:space="preserve">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اتنا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کہ وہ وہاں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 تا اور وسوسہ کرتا ہے</w:t>
      </w:r>
      <w:r w:rsidRPr="00C961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کون ہے دشمن خدا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کون ہے جسے اللہ نے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دشمن خدا کے پاس جب گمراہ کرنے وا</w:t>
      </w:r>
      <w:r>
        <w:rPr>
          <w:rFonts w:hint="eastAsia"/>
          <w:rtl/>
        </w:rPr>
        <w:t>لے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پاس اتن</w:t>
      </w:r>
      <w:r>
        <w:rPr>
          <w:rFonts w:hint="cs"/>
          <w:rtl/>
        </w:rPr>
        <w:t>ی</w:t>
      </w:r>
      <w:r>
        <w:rPr>
          <w:rtl/>
        </w:rPr>
        <w:t xml:space="preserve"> طاقت ہے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رہکر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گمراہ کررہا ہے تو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نور خد ابھ</w:t>
      </w:r>
      <w:r>
        <w:rPr>
          <w:rFonts w:hint="cs"/>
          <w:rtl/>
        </w:rPr>
        <w:t>ی</w:t>
      </w:r>
      <w:r>
        <w:rPr>
          <w:rtl/>
        </w:rPr>
        <w:t xml:space="preserve"> ہو حجت خدا بھ</w:t>
      </w:r>
      <w:r>
        <w:rPr>
          <w:rFonts w:hint="cs"/>
          <w:rtl/>
        </w:rPr>
        <w:t>ی</w:t>
      </w:r>
      <w:r>
        <w:rPr>
          <w:rtl/>
        </w:rPr>
        <w:t xml:space="preserve"> ہو اور امام بھ</w:t>
      </w:r>
      <w:r>
        <w:rPr>
          <w:rFonts w:hint="cs"/>
          <w:rtl/>
        </w:rPr>
        <w:t>ی</w:t>
      </w:r>
      <w:r>
        <w:rPr>
          <w:rtl/>
        </w:rPr>
        <w:t xml:space="preserve"> ہو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بھ</w:t>
      </w:r>
      <w:r>
        <w:rPr>
          <w:rFonts w:hint="cs"/>
          <w:rtl/>
        </w:rPr>
        <w:t>ی</w:t>
      </w:r>
      <w:r>
        <w:rPr>
          <w:rtl/>
        </w:rPr>
        <w:t xml:space="preserve">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کے نمائندے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رہکر انسانوں کو ہدا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دے۔ </w:t>
      </w:r>
    </w:p>
    <w:p w:rsidR="00A54C30" w:rsidRDefault="00A54C30" w:rsidP="0072787B">
      <w:pPr>
        <w:pStyle w:val="libNormal"/>
        <w:rPr>
          <w:rtl/>
        </w:rPr>
      </w:pPr>
      <w:r>
        <w:rPr>
          <w:rFonts w:hint="eastAsia"/>
          <w:rtl/>
        </w:rPr>
        <w:t>معرفت</w:t>
      </w:r>
      <w:r>
        <w:rPr>
          <w:rtl/>
        </w:rPr>
        <w:t xml:space="preserve"> امام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نا چاہئے لوگوں کے سوالا ت کے جوابات آنے چا ہئے تا کہ لوگوں کو گمراہ</w:t>
      </w:r>
      <w:r>
        <w:rPr>
          <w:rFonts w:hint="cs"/>
          <w:rtl/>
        </w:rPr>
        <w:t>ی</w:t>
      </w:r>
      <w:r>
        <w:rPr>
          <w:rtl/>
        </w:rPr>
        <w:t xml:space="preserve"> سے بچا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(عج) ، رسول خدا (ص)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انتظار کرے گا انتظار تو ہم سب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تسنن بھ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انتظار تو سبھ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رسول خدا فر 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انتظار کرے گا اس کا مقام جنگ بدر اور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دہو</w:t>
      </w:r>
      <w:r>
        <w:rPr>
          <w:rtl/>
        </w:rPr>
        <w:t xml:space="preserve"> نے والے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برابر ہے ۔ رسول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 بھ</w:t>
      </w:r>
      <w:r>
        <w:rPr>
          <w:rFonts w:hint="cs"/>
          <w:rtl/>
        </w:rPr>
        <w:t>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سکتے ہو کے جو جنگ احدم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دہو</w:t>
      </w:r>
      <w:r>
        <w:rPr>
          <w:rtl/>
        </w:rPr>
        <w:t xml:space="preserve"> گئے تم بھ</w:t>
      </w:r>
      <w:r>
        <w:rPr>
          <w:rFonts w:hint="cs"/>
          <w:rtl/>
        </w:rPr>
        <w:t>ی</w:t>
      </w:r>
      <w:r>
        <w:rPr>
          <w:rtl/>
        </w:rPr>
        <w:t xml:space="preserve"> 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سکتے ہو جو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مگر شر 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 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کار کا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انتظا ر کرو ،اب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کہ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انتظار جھوٹا ہو 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سچا انتظار ہو تا ہے مثال کوئ</w:t>
      </w:r>
      <w:r>
        <w:rPr>
          <w:rFonts w:hint="cs"/>
          <w:rtl/>
        </w:rPr>
        <w:t>ی</w:t>
      </w:r>
      <w:r>
        <w:rPr>
          <w:rtl/>
        </w:rPr>
        <w:t xml:space="preserve"> کہے کہ آج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بلند مرتبہ والا ش</w:t>
      </w:r>
      <w:r>
        <w:rPr>
          <w:rFonts w:hint="eastAsia"/>
          <w:rtl/>
        </w:rPr>
        <w:t>خص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مہمان بن کر ا نے والا ہے اور جب ہم نے آپ کے گھر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کچرا پڑا ہوا ہے دو سر</w:t>
      </w:r>
      <w:r>
        <w:rPr>
          <w:rFonts w:hint="cs"/>
          <w:rtl/>
        </w:rPr>
        <w:t>ی</w:t>
      </w:r>
      <w:r>
        <w:rPr>
          <w:rtl/>
        </w:rPr>
        <w:t xml:space="preserve"> طرف مٹ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ہے اور کو ئ</w:t>
      </w:r>
      <w:r>
        <w:rPr>
          <w:rFonts w:hint="cs"/>
          <w:rtl/>
        </w:rPr>
        <w:t>ی</w:t>
      </w:r>
      <w:r>
        <w:rPr>
          <w:rtl/>
        </w:rPr>
        <w:t xml:space="preserve">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کہہ رہا ہے کہ کائنات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 ہما 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 نے والا ہے سب سے محبوتر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جس پ</w:t>
      </w:r>
      <w:r>
        <w:rPr>
          <w:rFonts w:hint="eastAsia"/>
          <w:rtl/>
        </w:rPr>
        <w:t>ر</w:t>
      </w:r>
      <w:r>
        <w:rPr>
          <w:rtl/>
        </w:rPr>
        <w:t xml:space="preserve"> جان فدا وہ آنے والا ہے اور انھوں نے کچرا سا منے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 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جھوٹا انتظار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کائنات کا سب سے محبوتر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آ نے والا ہے تو آ پ کو اس کے کمرے کو کتنا نوران</w:t>
      </w:r>
      <w:r>
        <w:rPr>
          <w:rFonts w:hint="cs"/>
          <w:rtl/>
        </w:rPr>
        <w:t>ی</w:t>
      </w:r>
      <w:r>
        <w:rPr>
          <w:rtl/>
        </w:rPr>
        <w:t xml:space="preserve"> بنا نا تھا کتن</w:t>
      </w:r>
      <w:r>
        <w:rPr>
          <w:rFonts w:hint="cs"/>
          <w:rtl/>
        </w:rPr>
        <w:t>ی</w:t>
      </w:r>
      <w:r>
        <w:rPr>
          <w:rtl/>
        </w:rPr>
        <w:t xml:space="preserve"> خوشبو ک</w:t>
      </w:r>
      <w:r>
        <w:rPr>
          <w:rFonts w:hint="cs"/>
          <w:rtl/>
        </w:rPr>
        <w:t>ی</w:t>
      </w:r>
      <w:r>
        <w:rPr>
          <w:rtl/>
        </w:rPr>
        <w:t xml:space="preserve"> چھنکار سے اسے معطر کر نا تھا تا کہ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سچا انتظار ہے تو ہم سب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العجل مو لا جلد</w:t>
      </w:r>
      <w:r>
        <w:rPr>
          <w:rFonts w:hint="cs"/>
          <w:rtl/>
        </w:rPr>
        <w:t>ی</w:t>
      </w:r>
      <w:r>
        <w:rPr>
          <w:rtl/>
        </w:rPr>
        <w:t xml:space="preserve"> 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خود اپنے گر</w:t>
      </w:r>
      <w:r>
        <w:rPr>
          <w:rFonts w:hint="cs"/>
          <w:rtl/>
        </w:rPr>
        <w:t>ی</w:t>
      </w:r>
      <w:r>
        <w:rPr>
          <w:rFonts w:hint="eastAsia"/>
          <w:rtl/>
        </w:rPr>
        <w:t>بان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جھانک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سچا انتظار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جھوٹا انتظار </w:t>
      </w:r>
      <w:r>
        <w:rPr>
          <w:rtl/>
        </w:rPr>
        <w:lastRenderedPageBreak/>
        <w:t>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نظر وہ ہمارے گھروں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کا کتنا بڑا بنگلا ہ</w:t>
      </w:r>
      <w:r>
        <w:rPr>
          <w:rFonts w:hint="eastAsia"/>
          <w:rtl/>
        </w:rPr>
        <w:t>ے</w:t>
      </w:r>
      <w:r>
        <w:rPr>
          <w:rtl/>
        </w:rPr>
        <w:t xml:space="preserve"> کہ فلاں کا کتنا چھوٹا فل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ہے کہ فلان جھونپڑ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گھروں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کہ فلان کا گھر بڑا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چھوٹا ہے قرآن نے 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امام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72787B">
        <w:t xml:space="preserve"> </w:t>
      </w:r>
      <w:r w:rsidR="00902C8C" w:rsidRPr="0072787B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ان اکر مکم عند ا 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اتقاکم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(سور</w:t>
      </w:r>
      <w:r w:rsidR="00C96147">
        <w:rPr>
          <w:rtl/>
        </w:rPr>
        <w:t xml:space="preserve">ہ 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۱۳) </w:t>
      </w:r>
      <w:r>
        <w:rPr>
          <w:rtl/>
        </w:rPr>
        <w:t>خدا نب</w:t>
      </w:r>
      <w:r>
        <w:rPr>
          <w:rFonts w:hint="cs"/>
          <w:rtl/>
        </w:rPr>
        <w:t>ی</w:t>
      </w:r>
      <w:r>
        <w:rPr>
          <w:rtl/>
        </w:rPr>
        <w:t xml:space="preserve"> و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دلوں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تقوا کا نور ہے جو انسان کہہ ر ہا ہے کہ مو لا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و ہ اپنے دل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نے اپنے دل کو صاف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زبان سے کہہ رہا ہے مو لا آ جائ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مگر دل کو اس نے صاف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ہے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گناہوں ک</w:t>
      </w:r>
      <w:r>
        <w:rPr>
          <w:rFonts w:hint="cs"/>
          <w:rtl/>
        </w:rPr>
        <w:t>ی</w:t>
      </w:r>
      <w:r>
        <w:rPr>
          <w:rtl/>
        </w:rPr>
        <w:t xml:space="preserve"> نجاست ہے حقوق خدا ادا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 پھر بھ</w:t>
      </w:r>
      <w:r>
        <w:rPr>
          <w:rFonts w:hint="cs"/>
          <w:rtl/>
        </w:rPr>
        <w:t>ی</w:t>
      </w:r>
      <w:r>
        <w:rPr>
          <w:rtl/>
        </w:rPr>
        <w:t xml:space="preserve"> کہہ ر ہا ہے العجل العجل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جھوٹا انتظار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اللہ کے رسول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مر نے کے بعد انسان کا اعمال نامہ بند ہو جا تا ہے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اعمال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 پ کا اعمال نامہ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ا گر آپ نے مسجد بنا ئ</w:t>
      </w:r>
      <w:r>
        <w:rPr>
          <w:rFonts w:hint="cs"/>
          <w:rtl/>
        </w:rPr>
        <w:t>ی</w:t>
      </w:r>
      <w:r>
        <w:rPr>
          <w:rtl/>
        </w:rPr>
        <w:t xml:space="preserve"> ہے امام بارگاہ بنا ئ</w:t>
      </w:r>
      <w:r>
        <w:rPr>
          <w:rFonts w:hint="cs"/>
          <w:rtl/>
        </w:rPr>
        <w:t>ی</w:t>
      </w:r>
      <w:r>
        <w:rPr>
          <w:rtl/>
        </w:rPr>
        <w:t xml:space="preserve"> ہے جب تک اس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</w:t>
      </w:r>
      <w:r>
        <w:rPr>
          <w:rFonts w:hint="cs"/>
          <w:rtl/>
        </w:rPr>
        <w:t>ی</w:t>
      </w:r>
      <w:r>
        <w:rPr>
          <w:rtl/>
        </w:rPr>
        <w:t xml:space="preserve"> نماز پڑ 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 پ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کا ثواب ملتا رہے گا تو اعمال نامہ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اچھ</w:t>
      </w:r>
      <w:r>
        <w:rPr>
          <w:rFonts w:hint="cs"/>
          <w:rtl/>
        </w:rPr>
        <w:t>ی</w:t>
      </w:r>
      <w:r>
        <w:rPr>
          <w:rtl/>
        </w:rPr>
        <w:t xml:space="preserve"> کتاب لکھو گے اسے چھپوادو تو وہ اجر تمہا رے لئے جار</w:t>
      </w:r>
      <w:r>
        <w:rPr>
          <w:rFonts w:hint="cs"/>
          <w:rtl/>
        </w:rPr>
        <w:t>ی</w:t>
      </w:r>
      <w:r>
        <w:rPr>
          <w:rtl/>
        </w:rPr>
        <w:t xml:space="preserve"> رہے گا۔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پاس کتابوں ک</w:t>
      </w:r>
      <w:r>
        <w:rPr>
          <w:rFonts w:hint="cs"/>
          <w:rtl/>
        </w:rPr>
        <w:t>ی</w:t>
      </w:r>
      <w:r>
        <w:rPr>
          <w:rtl/>
        </w:rPr>
        <w:t xml:space="preserve"> بے انتھا کم</w:t>
      </w:r>
      <w:r>
        <w:rPr>
          <w:rFonts w:hint="cs"/>
          <w:rtl/>
        </w:rPr>
        <w:t>ی</w:t>
      </w:r>
      <w:r>
        <w:rPr>
          <w:rtl/>
        </w:rPr>
        <w:t xml:space="preserve"> ہے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کتا 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سال لنڈن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محبت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الحمد للہ کتنے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جس کا نام </w:t>
      </w:r>
      <w:r>
        <w:t>Then i was guided</w:t>
      </w:r>
      <w:r>
        <w:rPr>
          <w:rtl/>
        </w:rPr>
        <w:t xml:space="preserve"> او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t>Nights of peshwer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جا 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مسلمان ہو جائے ان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کروڑ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کو ئ</w:t>
      </w:r>
      <w:r>
        <w:rPr>
          <w:rFonts w:hint="cs"/>
          <w:rtl/>
        </w:rPr>
        <w:t>ی</w:t>
      </w:r>
      <w:r>
        <w:rPr>
          <w:rtl/>
        </w:rPr>
        <w:t xml:space="preserve"> پڑھ کر کنورٹ ہو جا ئے اور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 لے اُس ک</w:t>
      </w:r>
      <w:r>
        <w:rPr>
          <w:rFonts w:hint="cs"/>
          <w:rtl/>
        </w:rPr>
        <w:t>ی</w:t>
      </w:r>
      <w:r>
        <w:rPr>
          <w:rtl/>
        </w:rPr>
        <w:t xml:space="preserve"> تعداد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چھپ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رکاوٹ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پاس کم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تر جمہ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اس نکتہ ک</w:t>
      </w:r>
      <w:r>
        <w:rPr>
          <w:rFonts w:hint="cs"/>
          <w:rtl/>
        </w:rPr>
        <w:t>ی</w:t>
      </w:r>
      <w:r>
        <w:rPr>
          <w:rtl/>
        </w:rPr>
        <w:t xml:space="preserve"> طرف لوگ متوجہ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انگلش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تر جمہ کروا نا چا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آ ج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انٹرنشنل زبان چل رہ</w:t>
      </w:r>
      <w:r>
        <w:rPr>
          <w:rFonts w:hint="cs"/>
          <w:rtl/>
        </w:rPr>
        <w:t>ی</w:t>
      </w:r>
      <w:r>
        <w:rPr>
          <w:rtl/>
        </w:rPr>
        <w:t xml:space="preserve"> ہے وہ انگلش ہے اللہ کے رسول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کتاب چھپواکے مرو جب تک کتاب پڑھنے والے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ملتا رہے گا اور عذا ب کم ہوتا رہے گا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جتنا بھ</w:t>
      </w:r>
      <w:r>
        <w:rPr>
          <w:rFonts w:hint="cs"/>
          <w:rtl/>
        </w:rPr>
        <w:t>ی</w:t>
      </w:r>
      <w:r>
        <w:rPr>
          <w:rtl/>
        </w:rPr>
        <w:t xml:space="preserve"> کا غذ ضعف ہو مگر کتاب ک</w:t>
      </w:r>
      <w:r>
        <w:rPr>
          <w:rFonts w:hint="cs"/>
          <w:rtl/>
        </w:rPr>
        <w:t>ی</w:t>
      </w:r>
      <w:r>
        <w:rPr>
          <w:rtl/>
        </w:rPr>
        <w:t xml:space="preserve">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سو سال تک عمر ہے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اللہ کے رسول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اولاد صالح اگر بچہ صالح ہے اگر آ پ نے بچے کو نماز</w:t>
      </w:r>
      <w:r>
        <w:rPr>
          <w:rFonts w:hint="cs"/>
          <w:rtl/>
        </w:rPr>
        <w:t>ی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تک وہ نماز تہجد پڑھے گا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پ کو ثواب ملے گا بچے کو </w:t>
      </w:r>
      <w:r>
        <w:rPr>
          <w:rtl/>
        </w:rPr>
        <w:lastRenderedPageBreak/>
        <w:t>آپ نے عشق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وہ کربلا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لئے جا ئے گا تو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کوثوا ب ملے گا امام ز مانہ (عج)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(ص)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چو تھ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 کے مرے تو اُس کا اعمال نامہ کبھ</w:t>
      </w:r>
      <w:r>
        <w:rPr>
          <w:rFonts w:hint="cs"/>
          <w:rtl/>
        </w:rPr>
        <w:t>ی</w:t>
      </w:r>
      <w:r>
        <w:rPr>
          <w:rtl/>
        </w:rPr>
        <w:t xml:space="preserve">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وہ ہے ”رابطو ا“ گر کو ئ</w:t>
      </w:r>
      <w:r>
        <w:rPr>
          <w:rFonts w:hint="cs"/>
          <w:rtl/>
        </w:rPr>
        <w:t>ی</w:t>
      </w:r>
      <w:r>
        <w:rPr>
          <w:rtl/>
        </w:rPr>
        <w:t xml:space="preserve"> انسان اپنے امام زمانہ سے رابطہ قائم کرے ، ہم سب امام زما نہ کے عاشق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رابطہ بہت کم لوگوں کا امام کے سات</w:t>
      </w:r>
      <w:r>
        <w:rPr>
          <w:rFonts w:hint="eastAsia"/>
          <w:rtl/>
        </w:rPr>
        <w:t>ھ</w:t>
      </w:r>
      <w:r>
        <w:rPr>
          <w:rtl/>
        </w:rPr>
        <w:t xml:space="preserve"> ہے اگر کو ئ</w:t>
      </w:r>
      <w:r>
        <w:rPr>
          <w:rFonts w:hint="cs"/>
          <w:rtl/>
        </w:rPr>
        <w:t>ی</w:t>
      </w:r>
      <w:r>
        <w:rPr>
          <w:rtl/>
        </w:rPr>
        <w:t xml:space="preserve"> اپنے زمانے کے امام سے رابطہ قائم کر لے اُن کا کبھ</w:t>
      </w:r>
      <w:r>
        <w:rPr>
          <w:rFonts w:hint="cs"/>
          <w:rtl/>
        </w:rPr>
        <w:t>ی</w:t>
      </w:r>
      <w:r>
        <w:rPr>
          <w:rtl/>
        </w:rPr>
        <w:t xml:space="preserve"> اعمال نامہ 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بلکہ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اُن کا اعمال نامہ کھلا ہوا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رابطہ تھا لہذا مسلسل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ثواب ملے گا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امام سے رابطہ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 ئے گ</w:t>
      </w:r>
      <w:r>
        <w:rPr>
          <w:rFonts w:hint="cs"/>
          <w:rtl/>
        </w:rPr>
        <w:t>ی</w:t>
      </w:r>
      <w:r>
        <w:rPr>
          <w:rtl/>
        </w:rPr>
        <w:t xml:space="preserve"> جس کا رابطہ امام سے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بادشاہ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اُس کے لئے نجات ہے را بطہ کے لئے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کے اخلاق ک</w:t>
      </w:r>
      <w:r>
        <w:rPr>
          <w:rFonts w:hint="cs"/>
          <w:rtl/>
        </w:rPr>
        <w:t>ی</w:t>
      </w:r>
      <w:r>
        <w:rPr>
          <w:rtl/>
        </w:rPr>
        <w:t xml:space="preserve"> کچھ صفات ہم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اخلاق امام کو جانناہے تو کو ئ</w:t>
      </w:r>
      <w:r>
        <w:rPr>
          <w:rFonts w:hint="cs"/>
          <w:rtl/>
        </w:rPr>
        <w:t>ی</w:t>
      </w:r>
      <w:r>
        <w:rPr>
          <w:rtl/>
        </w:rPr>
        <w:t xml:space="preserve"> مشکل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رسول خدا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 w:rsidRPr="00237C4F">
        <w:rPr>
          <w:rStyle w:val="libArabicChar"/>
          <w:rtl/>
        </w:rPr>
        <w:t>اولنا محمد اوسطنا محمد آخرنا محمد</w:t>
      </w:r>
      <w:r>
        <w:rPr>
          <w:rtl/>
        </w:rPr>
        <w:t xml:space="preserve"> ہمارا پہلا بھ</w:t>
      </w:r>
      <w:r>
        <w:rPr>
          <w:rFonts w:hint="cs"/>
          <w:rtl/>
        </w:rPr>
        <w:t>ی</w:t>
      </w:r>
      <w:r>
        <w:rPr>
          <w:rtl/>
        </w:rPr>
        <w:t xml:space="preserve"> محمد ہمارا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ہمارا آ خر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ہم بارہ کے بارہ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جو اخلاق مو لا عل</w:t>
      </w:r>
      <w:r>
        <w:rPr>
          <w:rFonts w:hint="cs"/>
          <w:rtl/>
        </w:rPr>
        <w:t>ی</w:t>
      </w:r>
      <w:r>
        <w:rPr>
          <w:rtl/>
        </w:rPr>
        <w:t xml:space="preserve"> کا ہے وہ</w:t>
      </w:r>
      <w:r>
        <w:rPr>
          <w:rFonts w:hint="cs"/>
          <w:rtl/>
        </w:rPr>
        <w:t>ی</w:t>
      </w:r>
      <w:r>
        <w:rPr>
          <w:rtl/>
        </w:rPr>
        <w:t xml:space="preserve"> اخلا ق امام حسن کا ہے جو اخلا ق امام حسن کا </w:t>
      </w:r>
      <w:r>
        <w:rPr>
          <w:rFonts w:hint="eastAsia"/>
          <w:rtl/>
        </w:rPr>
        <w:t>ہے</w:t>
      </w:r>
      <w:r>
        <w:rPr>
          <w:rtl/>
        </w:rPr>
        <w:t xml:space="preserve"> و ہ</w:t>
      </w:r>
      <w:r>
        <w:rPr>
          <w:rFonts w:hint="cs"/>
          <w:rtl/>
        </w:rPr>
        <w:t>ی</w:t>
      </w:r>
      <w:r>
        <w:rPr>
          <w:rtl/>
        </w:rPr>
        <w:t xml:space="preserve"> اخلاق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ہے جو اخلاق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٪کا ہے وہ</w:t>
      </w:r>
      <w:r>
        <w:rPr>
          <w:rFonts w:hint="cs"/>
          <w:rtl/>
        </w:rPr>
        <w:t>ی</w:t>
      </w:r>
      <w:r>
        <w:rPr>
          <w:rtl/>
        </w:rPr>
        <w:t xml:space="preserve"> اخلاق ہم اپنے اندر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امام سے رابطے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٪کا اخلاق کس قدر اعل</w:t>
      </w:r>
      <w:r>
        <w:rPr>
          <w:rFonts w:hint="cs"/>
          <w:rtl/>
        </w:rPr>
        <w:t>ی</w:t>
      </w:r>
      <w:r>
        <w:rPr>
          <w:rtl/>
        </w:rPr>
        <w:t xml:space="preserve"> تھا کس قدر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کہ دشمن بھ</w:t>
      </w:r>
      <w:r>
        <w:rPr>
          <w:rFonts w:hint="cs"/>
          <w:rtl/>
        </w:rPr>
        <w:t>ی</w:t>
      </w:r>
      <w:r>
        <w:rPr>
          <w:rtl/>
        </w:rPr>
        <w:t xml:space="preserve"> ان کے اندر نقص تلاش نہ کرسکا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٪کس قدرحل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ہم چھوٹ</w:t>
      </w:r>
      <w:r>
        <w:rPr>
          <w:rFonts w:hint="cs"/>
          <w:rtl/>
        </w:rPr>
        <w:t>ی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باتوں پر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شام کا رہنے والا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 حسن (ع)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الفاظ اصحاب کے لئے نا قابل برداشت تھا انہوں نے کہا مو لا ہم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مولا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 جس قدر اُس کو بر ابھلا کہنا ت</w:t>
      </w:r>
      <w:r>
        <w:rPr>
          <w:rFonts w:hint="eastAsia"/>
          <w:rtl/>
        </w:rPr>
        <w:t>ھا</w:t>
      </w:r>
      <w:r>
        <w:rPr>
          <w:rtl/>
        </w:rPr>
        <w:t xml:space="preserve"> امام سنتے رہے آخر وہ تھک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تھک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نے آگے بڑھ کر مسکرا کر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مسافر لگتے ہو اگر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ک</w:t>
      </w:r>
      <w:r>
        <w:rPr>
          <w:rFonts w:hint="cs"/>
          <w:rtl/>
        </w:rPr>
        <w:t>ی</w:t>
      </w:r>
      <w:r>
        <w:rPr>
          <w:rtl/>
        </w:rPr>
        <w:t xml:space="preserve"> ضرورت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لگتے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لا 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ہوں اگر مقروض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قرض ادا ک</w:t>
      </w:r>
      <w:r>
        <w:rPr>
          <w:rFonts w:hint="eastAsia"/>
          <w:rtl/>
        </w:rPr>
        <w:t>ر</w:t>
      </w:r>
      <w:r>
        <w:rPr>
          <w:rtl/>
        </w:rPr>
        <w:t xml:space="preserve"> 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 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نے بداخلاق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کر د</w:t>
      </w:r>
      <w:r>
        <w:rPr>
          <w:rFonts w:hint="cs"/>
          <w:rtl/>
        </w:rPr>
        <w:t>ی</w:t>
      </w:r>
      <w:r>
        <w:rPr>
          <w:rtl/>
        </w:rPr>
        <w:t xml:space="preserve"> اور امام معصوم نے کر م ک</w:t>
      </w:r>
      <w:r>
        <w:rPr>
          <w:rFonts w:hint="cs"/>
          <w:rtl/>
        </w:rPr>
        <w:t>ی</w:t>
      </w:r>
      <w:r>
        <w:rPr>
          <w:rtl/>
        </w:rPr>
        <w:t xml:space="preserve"> حد کرد</w:t>
      </w:r>
      <w:r>
        <w:rPr>
          <w:rFonts w:hint="cs"/>
          <w:rtl/>
        </w:rPr>
        <w:t>ی</w:t>
      </w:r>
      <w:r w:rsidRPr="00C96147">
        <w:rPr>
          <w:rFonts w:hint="cs"/>
          <w:rtl/>
        </w:rPr>
        <w:t xml:space="preserve"> اس قدر امام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</w:t>
      </w:r>
      <w:r>
        <w:rPr>
          <w:rtl/>
        </w:rPr>
        <w:t xml:space="preserve"> ہو گئے کہ روتے روتے امام کے قدموں پر گر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کہنے لگا مو لا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آپ سے ملاقات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آپ کے خلاف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پروپکنڈے سنے تھے ج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 پ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تو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مجھے آ پ سے نفر ت تھ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 پ سے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 وقت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آپ سے محبت ہو گئ</w:t>
      </w:r>
      <w:r>
        <w:rPr>
          <w:rFonts w:hint="cs"/>
          <w:rtl/>
        </w:rPr>
        <w:t>ی</w:t>
      </w:r>
      <w:r>
        <w:rPr>
          <w:rtl/>
        </w:rPr>
        <w:t xml:space="preserve">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اخلاق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وہ اخل</w:t>
      </w:r>
      <w:r>
        <w:rPr>
          <w:rFonts w:hint="eastAsia"/>
          <w:rtl/>
        </w:rPr>
        <w:t>اق</w:t>
      </w:r>
      <w:r>
        <w:rPr>
          <w:rtl/>
        </w:rPr>
        <w:t xml:space="preserve"> ہمارے اندر آ جا ئے تبھ</w:t>
      </w:r>
      <w:r>
        <w:rPr>
          <w:rFonts w:hint="cs"/>
          <w:rtl/>
        </w:rPr>
        <w:t>ی</w:t>
      </w:r>
      <w:r>
        <w:rPr>
          <w:rtl/>
        </w:rPr>
        <w:t xml:space="preserve"> امام زمانہ سے رابطہ ہو گا را بطے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 ضرور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سے کم مہ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امام زمانہ </w:t>
      </w:r>
      <w:r>
        <w:rPr>
          <w:rtl/>
        </w:rPr>
        <w:lastRenderedPageBreak/>
        <w:t>کو اپنے گھر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اکرو</w:t>
      </w:r>
      <w:r>
        <w:rPr>
          <w:rtl/>
        </w:rPr>
        <w:t xml:space="preserve"> جب کہ جو بھ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امام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چاہئے کہ امام کو کم سے کم ا</w:t>
      </w:r>
      <w:r>
        <w:rPr>
          <w:rFonts w:hint="cs"/>
          <w:rtl/>
        </w:rPr>
        <w:t>ی</w:t>
      </w:r>
      <w:r>
        <w:rPr>
          <w:rtl/>
        </w:rPr>
        <w:t>ک مر تبہ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مومنوں جمعہ کے دن نماز فجر کے بعد دعائے ندبہ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اکرو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ہم تمہارے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حرم امام رضا 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جمعہ کے د</w:t>
      </w:r>
      <w:r>
        <w:rPr>
          <w:rFonts w:hint="eastAsia"/>
          <w:rtl/>
        </w:rPr>
        <w:t>ن</w:t>
      </w:r>
      <w:r>
        <w:rPr>
          <w:rtl/>
        </w:rPr>
        <w:t xml:space="preserve"> پچاس سا ٹھ ھزار کا مجمع ہو تا ہے اور وہاں دعائے ندبہ ہو ت</w:t>
      </w:r>
      <w:r>
        <w:rPr>
          <w:rFonts w:hint="cs"/>
          <w:rtl/>
        </w:rPr>
        <w:t>ی</w:t>
      </w:r>
      <w:r>
        <w:rPr>
          <w:rtl/>
        </w:rPr>
        <w:t xml:space="preserve"> ہے اور وہاں پر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گھر امام زمانہ کا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کا نام انہوں نے مھد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رکھا ہے وہاں پر بھ</w:t>
      </w:r>
      <w:r>
        <w:rPr>
          <w:rFonts w:hint="cs"/>
          <w:rtl/>
        </w:rPr>
        <w:t>ی</w:t>
      </w:r>
      <w:r>
        <w:rPr>
          <w:rtl/>
        </w:rPr>
        <w:t xml:space="preserve"> جمعہ کے دن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کا مجمع ہو تا ہے اور وہاں سب کو ناشتہ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بلکہ وہاں ل</w:t>
      </w:r>
      <w:r>
        <w:rPr>
          <w:rFonts w:hint="eastAsia"/>
          <w:rtl/>
        </w:rPr>
        <w:t>و</w:t>
      </w:r>
      <w:r>
        <w:rPr>
          <w:rtl/>
        </w:rPr>
        <w:t xml:space="preserve"> گوں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دعائے ندبہ ہو ت</w:t>
      </w:r>
      <w:r>
        <w:rPr>
          <w:rFonts w:hint="cs"/>
          <w:rtl/>
        </w:rPr>
        <w:t>ی</w:t>
      </w:r>
      <w:r>
        <w:rPr>
          <w:rtl/>
        </w:rPr>
        <w:t xml:space="preserve"> ہے امام زمانہ سے رابطہ کر نے کے لئے کم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دعائے ندبہ کا انتظام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اس سے رزق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 ور جو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وہ ختم ہو جا ئے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نجف</w:t>
      </w:r>
      <w:r>
        <w:rPr>
          <w:rtl/>
        </w:rPr>
        <w:t xml:space="preserve"> اشرف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رہا کر تا تھا ان ک</w:t>
      </w:r>
      <w:r>
        <w:rPr>
          <w:rFonts w:hint="cs"/>
          <w:rtl/>
        </w:rPr>
        <w:t>ی</w:t>
      </w:r>
      <w:r>
        <w:rPr>
          <w:rtl/>
        </w:rPr>
        <w:t xml:space="preserve"> والدہ ہر روز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مجلس کا انتظام کر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وہاں وبا آئ</w:t>
      </w:r>
      <w:r>
        <w:rPr>
          <w:rFonts w:hint="cs"/>
          <w:rtl/>
        </w:rPr>
        <w:t>ی</w:t>
      </w:r>
      <w:r>
        <w:rPr>
          <w:rtl/>
        </w:rPr>
        <w:t xml:space="preserve"> ا ور جب وبا ا ئ</w:t>
      </w:r>
      <w:r>
        <w:rPr>
          <w:rFonts w:hint="cs"/>
          <w:rtl/>
        </w:rPr>
        <w:t>ی</w:t>
      </w:r>
      <w:r>
        <w:rPr>
          <w:rtl/>
        </w:rPr>
        <w:t xml:space="preserve"> تو کو ئ</w:t>
      </w:r>
      <w:r>
        <w:rPr>
          <w:rFonts w:hint="cs"/>
          <w:rtl/>
        </w:rPr>
        <w:t>ی</w:t>
      </w:r>
      <w:r>
        <w:rPr>
          <w:rtl/>
        </w:rPr>
        <w:t xml:space="preserve"> گھر نہ بچا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 لوگ مر چکے تھے مگر اُن کا واحد گھرتھا کہ ان کے گھ</w:t>
      </w:r>
      <w:r>
        <w:rPr>
          <w:rFonts w:hint="eastAsia"/>
          <w:rtl/>
        </w:rPr>
        <w:t>ر</w:t>
      </w:r>
      <w:r>
        <w:rPr>
          <w:rtl/>
        </w:rPr>
        <w:t xml:space="preserve"> کا کو ئ</w:t>
      </w:r>
      <w:r>
        <w:rPr>
          <w:rFonts w:hint="cs"/>
          <w:rtl/>
        </w:rPr>
        <w:t>ی</w:t>
      </w:r>
      <w:r>
        <w:rPr>
          <w:rtl/>
        </w:rPr>
        <w:t xml:space="preserve"> فرد نہ مر ا تو وہ لوگ سونچنے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گئے کہ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tl/>
        </w:rPr>
        <w:t xml:space="preserve"> کہ ہر دن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مجلس منعقد ہو 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امام زمانہ سے رابطہ منعقد ہو تو آپ اسلام کے لئے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نے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کو مسلمان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نئے کہ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لکھنے</w:t>
      </w:r>
      <w:r>
        <w:rPr>
          <w:rtl/>
        </w:rPr>
        <w:t xml:space="preserve"> والا کہتاہے </w:t>
      </w:r>
      <w:r>
        <w:rPr>
          <w:rtl/>
          <w:lang w:bidi="fa-IR"/>
        </w:rPr>
        <w:t>۹۵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اُس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مشغلہ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مناظرہ کرے تو بہت بڑے بڑے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کا سلسلہ تھا تو اُس</w:t>
      </w:r>
      <w:r>
        <w:rPr>
          <w:rFonts w:hint="cs"/>
          <w:rtl/>
        </w:rPr>
        <w:t>ی</w:t>
      </w:r>
      <w:r>
        <w:rPr>
          <w:rtl/>
        </w:rPr>
        <w:t xml:space="preserve"> دوران اُس شخص نے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اُس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خواب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وہ منظر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 مباھلہ کا منظر تھا تو انہوں نے پرکٹکل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سے کتنا ثواب ہو تا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ض</w:t>
      </w:r>
      <w:r>
        <w:rPr>
          <w:rFonts w:hint="cs"/>
          <w:rtl/>
        </w:rPr>
        <w:t>ی</w:t>
      </w:r>
      <w:r>
        <w:rPr>
          <w:rtl/>
        </w:rPr>
        <w:t xml:space="preserve">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مباہلہ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پنجتن پاک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اس طر ح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اگر آپ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خصوصاً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نے کا کام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زمانہ سے را 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فوراً آپ کا رابطہ ہو جا 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قابض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سا زش مسلمانوں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ڈنٹ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 کے پٹھو ہو چکے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ان کا کنٹرول ہے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اُن کا کنٹرول ہے آج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سارے مسلمانوں کو اپنے کنٹرول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عراق کے بعد پاکستان کا نمبر ہے تو لہذا صرف و صرف ہمارے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ہم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ان ک</w:t>
      </w:r>
      <w:r>
        <w:rPr>
          <w:rFonts w:hint="cs"/>
          <w:rtl/>
        </w:rPr>
        <w:t>ی</w:t>
      </w:r>
      <w:r>
        <w:rPr>
          <w:rtl/>
        </w:rPr>
        <w:t xml:space="preserve"> مجارٹ</w:t>
      </w:r>
      <w:r>
        <w:rPr>
          <w:rFonts w:hint="cs"/>
          <w:rtl/>
        </w:rPr>
        <w:t>ی</w:t>
      </w:r>
      <w:r>
        <w:rPr>
          <w:rtl/>
        </w:rPr>
        <w:t xml:space="preserve"> آ گے آ </w:t>
      </w:r>
      <w:r>
        <w:rPr>
          <w:rFonts w:hint="eastAsia"/>
          <w:rtl/>
        </w:rPr>
        <w:t>سکت</w:t>
      </w:r>
      <w:r>
        <w:rPr>
          <w:rFonts w:hint="cs"/>
          <w:rtl/>
        </w:rPr>
        <w:t>ی</w:t>
      </w:r>
      <w:r>
        <w:rPr>
          <w:rtl/>
        </w:rPr>
        <w:t xml:space="preserve"> ہے کہ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کنٹرول وہاں سے ختم ہو جا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 ت بھ</w:t>
      </w:r>
      <w:r>
        <w:rPr>
          <w:rFonts w:hint="cs"/>
          <w:rtl/>
        </w:rPr>
        <w:t>ی</w:t>
      </w:r>
      <w:r>
        <w:rPr>
          <w:rtl/>
        </w:rPr>
        <w:t xml:space="preserve"> تجربے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انگلنڈ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مسلمان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برٹش گورمنٹ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دوسروں اسکولوں کو برانچ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مسلمان اسکولوں کوبھ</w:t>
      </w:r>
      <w:r>
        <w:rPr>
          <w:rFonts w:hint="cs"/>
          <w:rtl/>
        </w:rPr>
        <w:t>ی</w:t>
      </w:r>
      <w:r>
        <w:rPr>
          <w:rtl/>
        </w:rPr>
        <w:t xml:space="preserve"> برانچ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برانچ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جب </w:t>
      </w:r>
      <w:r>
        <w:rPr>
          <w:rFonts w:hint="eastAsia"/>
          <w:rtl/>
        </w:rPr>
        <w:t>اُن</w:t>
      </w:r>
      <w:r>
        <w:rPr>
          <w:rtl/>
        </w:rPr>
        <w:t xml:space="preserve"> کا گانے والا مسلمان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اسکول کھولا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ان کا گورا تھا وہ جا کر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لڑا جب اُ س کو اسکول بنا نے ک</w:t>
      </w:r>
      <w:r>
        <w:rPr>
          <w:rFonts w:hint="cs"/>
          <w:rtl/>
        </w:rPr>
        <w:t>ی</w:t>
      </w:r>
      <w:r>
        <w:rPr>
          <w:rtl/>
        </w:rPr>
        <w:t xml:space="preserve"> برانچ مل گئ</w:t>
      </w:r>
      <w:r>
        <w:rPr>
          <w:rFonts w:hint="cs"/>
          <w:rtl/>
        </w:rPr>
        <w:t>ی</w:t>
      </w:r>
      <w:r>
        <w:rPr>
          <w:rtl/>
        </w:rPr>
        <w:t xml:space="preserve"> تود وسرے مسلمانوں کے لئے بھ</w:t>
      </w:r>
      <w:r>
        <w:rPr>
          <w:rFonts w:hint="cs"/>
          <w:rtl/>
        </w:rPr>
        <w:t>ی</w:t>
      </w:r>
      <w:r>
        <w:rPr>
          <w:rtl/>
        </w:rPr>
        <w:t xml:space="preserve"> دروازے کھل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اگران کے بڑے بڑے پروفسرز کو ان کے اہم لوگوں کو مسل</w:t>
      </w:r>
      <w:r>
        <w:rPr>
          <w:rFonts w:hint="eastAsia"/>
          <w:rtl/>
        </w:rPr>
        <w:t>مان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زور ٹوٹ سکتا ہے اس کے علاوہ کو 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ہمارے حکمران بھ</w:t>
      </w:r>
      <w:r>
        <w:rPr>
          <w:rFonts w:hint="cs"/>
          <w:rtl/>
        </w:rPr>
        <w:t>ی</w:t>
      </w:r>
      <w:r>
        <w:rPr>
          <w:rtl/>
        </w:rPr>
        <w:t xml:space="preserve"> ان کے پٹھو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سائنسدانوں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 نکہ سائنسدان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ملک ک</w:t>
      </w:r>
      <w:r>
        <w:rPr>
          <w:rFonts w:hint="cs"/>
          <w:rtl/>
        </w:rPr>
        <w:t>ی</w:t>
      </w:r>
      <w:r>
        <w:rPr>
          <w:rtl/>
        </w:rPr>
        <w:t xml:space="preserve"> خدمت کر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کون پاکستان</w:t>
      </w:r>
      <w:r>
        <w:rPr>
          <w:rFonts w:hint="cs"/>
          <w:rtl/>
        </w:rPr>
        <w:t>ی</w:t>
      </w:r>
      <w:r>
        <w:rPr>
          <w:rtl/>
        </w:rPr>
        <w:t xml:space="preserve"> ا 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دروازہ ان کا بند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 پاکستان جا</w:t>
      </w:r>
      <w:r w:rsidR="00C96147">
        <w:rPr>
          <w:rtl/>
        </w:rPr>
        <w:t>و</w:t>
      </w:r>
      <w:r>
        <w:rPr>
          <w:rtl/>
        </w:rPr>
        <w:t xml:space="preserve"> گے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گا احمد جن کا انتقال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بہت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مگران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پندرہ سولہ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ہزار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پ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کو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اصلا 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وہ کئ</w:t>
      </w:r>
      <w:r>
        <w:rPr>
          <w:rFonts w:hint="cs"/>
          <w:rtl/>
        </w:rPr>
        <w:t>ی</w:t>
      </w:r>
      <w:r>
        <w:rPr>
          <w:rtl/>
        </w:rPr>
        <w:t xml:space="preserve"> مناظروں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کھا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رو حان</w:t>
      </w:r>
      <w:r>
        <w:rPr>
          <w:rFonts w:hint="cs"/>
          <w:rtl/>
        </w:rPr>
        <w:t>ی</w:t>
      </w:r>
      <w:r>
        <w:rPr>
          <w:rtl/>
        </w:rPr>
        <w:t xml:space="preserve"> طور پر بالکل تباہ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تصور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t>God</w:t>
      </w:r>
      <w:r>
        <w:rPr>
          <w:rtl/>
        </w:rPr>
        <w:t xml:space="preserve"> دوسر ا </w:t>
      </w:r>
      <w:r>
        <w:t>jeses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t>Holy gost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روح القدس جب کہ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ان کا ع</w:t>
      </w:r>
      <w:r>
        <w:rPr>
          <w:rFonts w:hint="cs"/>
          <w:rtl/>
        </w:rPr>
        <w:t>ی</w:t>
      </w:r>
      <w:r>
        <w:rPr>
          <w:rFonts w:hint="eastAsia"/>
          <w:rtl/>
        </w:rPr>
        <w:t>قدہ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کتاب سے ثابت ہو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ل</w:t>
      </w:r>
      <w:r>
        <w:rPr>
          <w:rFonts w:hint="cs"/>
          <w:rtl/>
        </w:rPr>
        <w:t>ی</w:t>
      </w:r>
      <w:r>
        <w:rPr>
          <w:rtl/>
        </w:rPr>
        <w:t xml:space="preserve"> ٹرن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وہ بالکل غلط ہے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t>There is non like god</w:t>
      </w:r>
      <w:r>
        <w:rPr>
          <w:rtl/>
        </w:rPr>
        <w:t xml:space="preserve"> کہ کو ئ</w:t>
      </w:r>
      <w:r>
        <w:rPr>
          <w:rFonts w:hint="cs"/>
          <w:rtl/>
        </w:rPr>
        <w:t>ی</w:t>
      </w:r>
      <w:r>
        <w:rPr>
          <w:rtl/>
        </w:rPr>
        <w:t xml:space="preserve"> خدا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eastAsia"/>
          <w:rtl/>
        </w:rPr>
        <w:t>تر</w:t>
      </w:r>
      <w:r>
        <w:rPr>
          <w:rtl/>
        </w:rPr>
        <w:t xml:space="preserve"> جمہ ہے ”ل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کمثلہ شئ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اللہ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چپڑ 25آ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نمبر13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خدا کہہ رہا ہے </w:t>
      </w:r>
      <w:r>
        <w:t>look my servent jeses</w:t>
      </w:r>
      <w:r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کہہ رہا ہے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نوکر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سن اب جو نوکر ہے وہ خدا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ہے خود ان ک</w:t>
      </w:r>
      <w:r>
        <w:rPr>
          <w:rFonts w:hint="cs"/>
          <w:rtl/>
        </w:rPr>
        <w:t>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مو جود ہے اس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چپڑ12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18 </w:t>
      </w:r>
      <w:r>
        <w:t>look my servent jeses</w:t>
      </w:r>
      <w:r>
        <w:rPr>
          <w:rtl/>
        </w:rPr>
        <w:t xml:space="preserve"> ا پ خود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سوال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خدا </w:t>
      </w:r>
      <w:r>
        <w:rPr>
          <w:rFonts w:hint="eastAsia"/>
          <w:rtl/>
        </w:rPr>
        <w:t>خود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سے کہہ رہا ہے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نوکر ہو اُس کے بعد دو سر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 بے انتھا اہم ہے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آ 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 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بگاڑ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چپٹر مارسورن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29 ہے </w:t>
      </w:r>
      <w:r>
        <w:t xml:space="preserve">jeses replied" The most important camandment is this her o Israil the lord over god is one </w:t>
      </w:r>
      <w:r>
        <w:lastRenderedPageBreak/>
        <w:t>only non</w:t>
      </w:r>
      <w:r>
        <w:rPr>
          <w:rtl/>
        </w:rPr>
        <w:t xml:space="preserve">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ہمارا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ہے(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ہمارا خدا ہے ہمارا ماسٹر ہے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سے ثابت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ھو ل</w:t>
      </w:r>
      <w:r>
        <w:rPr>
          <w:rFonts w:hint="cs"/>
          <w:rtl/>
        </w:rPr>
        <w:t>ی</w:t>
      </w:r>
      <w:r>
        <w:rPr>
          <w:rtl/>
        </w:rPr>
        <w:t xml:space="preserve"> ٹرنٹ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غل</w:t>
      </w:r>
      <w:r>
        <w:rPr>
          <w:rFonts w:hint="eastAsia"/>
          <w:rtl/>
        </w:rPr>
        <w:t>ط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خلاف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مشکل کا وقت ا ئے تو امام زمانہ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پڑہا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آ ج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کربلا </w:t>
      </w:r>
      <w:r>
        <w:rPr>
          <w:rtl/>
          <w:lang w:bidi="fa-IR"/>
        </w:rPr>
        <w:t>۵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من تھا بس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رضا کا ر) تھااس کا نام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تھا وہ زخم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اُ </w:t>
      </w:r>
      <w:r>
        <w:rPr>
          <w:rFonts w:hint="eastAsia"/>
          <w:rtl/>
        </w:rPr>
        <w:t>س</w:t>
      </w:r>
      <w:r>
        <w:rPr>
          <w:rtl/>
        </w:rPr>
        <w:t xml:space="preserve"> کے کان کے پردے پھٹ گئے تھے تو اسے ہاسپٹل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وہاں نماز پڑھنے کے لئے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اُس نے وہاں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مسجد کو سجا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نے لوگوں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 ج مسجد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سجا 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تو لوگوں نے کہا کہ آج پندرہ شعبان ہے امام زمانہ ک</w:t>
      </w:r>
      <w:r>
        <w:rPr>
          <w:rFonts w:hint="cs"/>
          <w:rtl/>
        </w:rPr>
        <w:t>ی</w:t>
      </w:r>
      <w:r>
        <w:rPr>
          <w:rtl/>
        </w:rPr>
        <w:t xml:space="preserve"> ولا دت کا دن ہے تو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تو عشق امام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آنکھوں سے آنسو بہنے لگے اور ڈاکٹر کے پاس 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کہنے لگا کہ آپ نے مجھے ظاہراً لاعلاج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آ ج پندرہ شعبان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جمکران جا نا چاہتا ہوں اور وہاں جاکر التجا کروں گا کہ م</w:t>
      </w:r>
      <w:r>
        <w:rPr>
          <w:rFonts w:hint="eastAsia"/>
          <w:rtl/>
        </w:rPr>
        <w:t>ولا</w:t>
      </w:r>
      <w:r>
        <w:rPr>
          <w:rtl/>
        </w:rPr>
        <w:t xml:space="preserve"> مجھے صحت عطا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والا ڈاکٹر تو اُس نے قلم سے لکھ کر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ہو تم پڑھے لکھے آدم</w:t>
      </w:r>
      <w:r>
        <w:rPr>
          <w:rFonts w:hint="cs"/>
          <w:rtl/>
        </w:rPr>
        <w:t>ی</w:t>
      </w:r>
      <w:r>
        <w:rPr>
          <w:rtl/>
        </w:rPr>
        <w:t xml:space="preserve"> ہو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شفا ملت</w:t>
      </w:r>
      <w:r>
        <w:rPr>
          <w:rFonts w:hint="cs"/>
          <w:rtl/>
        </w:rPr>
        <w:t>ی</w:t>
      </w:r>
      <w:r>
        <w:rPr>
          <w:rtl/>
        </w:rPr>
        <w:t xml:space="preserve">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ہاسپٹل بند ہو جا تے تو اُس کو اس جملہ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خود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کہہ رہا ہے مگر اس نے امام ز</w:t>
      </w:r>
      <w:r>
        <w:rPr>
          <w:rFonts w:hint="eastAsia"/>
          <w:rtl/>
        </w:rPr>
        <w:t>مانہ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 امام زما نے کے پاس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 زمانہ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کو شفا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اُس نے ڈاکٹر سے کہا کہ بہر حال مجھے جا نا ہے تو وہ مسجد جمکرآن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مسجد جمکران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رکعت نماز ادا ک</w:t>
      </w:r>
      <w:r>
        <w:rPr>
          <w:rFonts w:hint="cs"/>
          <w:rtl/>
        </w:rPr>
        <w:t>ی</w:t>
      </w:r>
      <w:r>
        <w:rPr>
          <w:rtl/>
        </w:rPr>
        <w:t xml:space="preserve"> اور رو رو کر دعا ک</w:t>
      </w:r>
      <w:r>
        <w:rPr>
          <w:rFonts w:hint="cs"/>
          <w:rtl/>
        </w:rPr>
        <w:t>ی</w:t>
      </w:r>
      <w:r>
        <w:rPr>
          <w:rtl/>
        </w:rPr>
        <w:t xml:space="preserve"> کہ اے مولا مجھے اپنے کانو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مو لا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پر ستر مرتبہ بھ</w:t>
      </w:r>
      <w:r>
        <w:rPr>
          <w:rFonts w:hint="cs"/>
          <w:rtl/>
        </w:rPr>
        <w:t>ی</w:t>
      </w:r>
      <w:r>
        <w:rPr>
          <w:rtl/>
        </w:rPr>
        <w:t xml:space="preserve"> قربان ہو جا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پھر زندہ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ہٹنے والا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آ پ کے قدموں پر قربان ہو جا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ڈاکٹر کو بتا نا چا ہتا ہوں کہ ہمارے امام آج بھ</w:t>
      </w:r>
      <w:r>
        <w:rPr>
          <w:rFonts w:hint="cs"/>
          <w:rtl/>
        </w:rPr>
        <w:t>ی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مددکرتے ہ</w:t>
      </w:r>
      <w:r>
        <w:rPr>
          <w:rFonts w:hint="cs"/>
          <w:rtl/>
        </w:rPr>
        <w:t>ی</w:t>
      </w:r>
      <w:r>
        <w:rPr>
          <w:rtl/>
        </w:rPr>
        <w:t>ں رو رو کر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آنکھ لگ گئ</w:t>
      </w:r>
      <w:r>
        <w:rPr>
          <w:rFonts w:hint="cs"/>
          <w:rtl/>
        </w:rPr>
        <w:t>ی</w:t>
      </w:r>
      <w:r>
        <w:rPr>
          <w:rtl/>
        </w:rPr>
        <w:t xml:space="preserve"> تو اُس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اچانک شور ہوا ہے کہ امام زما نہ آ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اوربہت ہ</w:t>
      </w:r>
      <w:r>
        <w:rPr>
          <w:rFonts w:hint="cs"/>
          <w:rtl/>
        </w:rPr>
        <w:t>ی</w:t>
      </w:r>
      <w:r>
        <w:rPr>
          <w:rtl/>
        </w:rPr>
        <w:t xml:space="preserve"> لذت حاصل ک</w:t>
      </w:r>
      <w:r>
        <w:rPr>
          <w:rFonts w:hint="cs"/>
          <w:rtl/>
        </w:rPr>
        <w:t>ی</w:t>
      </w:r>
      <w:r>
        <w:rPr>
          <w:rtl/>
        </w:rPr>
        <w:t xml:space="preserve"> اور واقعاً اگر کو ئ</w:t>
      </w:r>
      <w:r>
        <w:rPr>
          <w:rFonts w:hint="cs"/>
          <w:rtl/>
        </w:rPr>
        <w:t>ی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معصو 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تو وہ پورا دن انسان کا نوران</w:t>
      </w:r>
      <w:r>
        <w:rPr>
          <w:rFonts w:hint="cs"/>
          <w:rtl/>
        </w:rPr>
        <w:t>ی</w:t>
      </w:r>
      <w:r>
        <w:rPr>
          <w:rtl/>
        </w:rPr>
        <w:t xml:space="preserve"> گذرے گا اور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eastAsia"/>
          <w:rtl/>
        </w:rPr>
        <w:t>ح</w:t>
      </w:r>
      <w:r>
        <w:rPr>
          <w:rtl/>
        </w:rPr>
        <w:t xml:space="preserve"> ہوا کہ اُس کا وہ پورا دن اچھاگذرا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کان بالکل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ئے تھے اب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ہاسپٹل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تو اچانک کس</w:t>
      </w:r>
      <w:r>
        <w:rPr>
          <w:rFonts w:hint="cs"/>
          <w:rtl/>
        </w:rPr>
        <w:t>ی</w:t>
      </w:r>
      <w:r>
        <w:rPr>
          <w:rtl/>
        </w:rPr>
        <w:t xml:space="preserve"> نرس نے دروازہ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اُس نے دروازے ک</w:t>
      </w:r>
      <w:r>
        <w:rPr>
          <w:rFonts w:hint="cs"/>
          <w:rtl/>
        </w:rPr>
        <w:t>ی</w:t>
      </w:r>
      <w:r>
        <w:rPr>
          <w:rtl/>
        </w:rPr>
        <w:t xml:space="preserve"> آ واز سن</w:t>
      </w:r>
      <w:r>
        <w:rPr>
          <w:rFonts w:hint="cs"/>
          <w:rtl/>
        </w:rPr>
        <w:t>ی</w:t>
      </w:r>
      <w:r>
        <w:rPr>
          <w:rtl/>
        </w:rPr>
        <w:t xml:space="preserve"> تو نرس سے کہا کہ جلد</w:t>
      </w:r>
      <w:r>
        <w:rPr>
          <w:rFonts w:hint="cs"/>
          <w:rtl/>
        </w:rPr>
        <w:t>ی</w:t>
      </w:r>
      <w:r>
        <w:rPr>
          <w:rtl/>
        </w:rPr>
        <w:t xml:space="preserve"> سے ڈاکٹر کو بلا</w:t>
      </w:r>
      <w:r w:rsidR="00C96147">
        <w:rPr>
          <w:rtl/>
        </w:rPr>
        <w:t>و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کان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لوگوں نے </w:t>
      </w:r>
      <w:r>
        <w:rPr>
          <w:rFonts w:hint="eastAsia"/>
          <w:rtl/>
        </w:rPr>
        <w:t>کہا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آ خر ڈاکٹر </w:t>
      </w:r>
      <w:r>
        <w:rPr>
          <w:rtl/>
        </w:rPr>
        <w:lastRenderedPageBreak/>
        <w:t>آ گئے اس کو معا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لئے لے گئے جب اس کے کانوں کے پردوں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الحمد للہ وہ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 بھ</w:t>
      </w:r>
      <w:r>
        <w:rPr>
          <w:rFonts w:hint="cs"/>
          <w:rtl/>
        </w:rPr>
        <w:t>ی</w:t>
      </w:r>
      <w:r>
        <w:rPr>
          <w:rtl/>
        </w:rPr>
        <w:t xml:space="preserve"> ر ہا تھا اور اس</w:t>
      </w:r>
      <w:r>
        <w:rPr>
          <w:rFonts w:hint="cs"/>
          <w:rtl/>
        </w:rPr>
        <w:t>ی</w:t>
      </w:r>
      <w:r>
        <w:rPr>
          <w:rtl/>
        </w:rPr>
        <w:t xml:space="preserve"> طرح سے اس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مشکل کو امام زمانہ نے حل کرد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اگر ہم امام زمانہ سے رابطہ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ہو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کو شفا مل سکت</w:t>
      </w:r>
      <w:r>
        <w:rPr>
          <w:rFonts w:hint="cs"/>
          <w:rtl/>
        </w:rPr>
        <w:t>ی</w:t>
      </w:r>
      <w:r>
        <w:rPr>
          <w:rtl/>
        </w:rPr>
        <w:t xml:space="preserve"> ہے ہمارے امام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طرف سے کو 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اندر جو خام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اندر طہارت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ہمارے گناہ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خود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eastAsia"/>
          <w:rtl/>
        </w:rPr>
        <w:t>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ہم تم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گناہوں نے تم کو ہم سے دور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237C4F" w:rsidRDefault="00237C4F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237C4F">
      <w:pPr>
        <w:pStyle w:val="Heading2Center"/>
        <w:rPr>
          <w:rtl/>
        </w:rPr>
      </w:pPr>
      <w:bookmarkStart w:id="3" w:name="_Toc501450103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۳</w:t>
      </w:r>
      <w:bookmarkEnd w:id="3"/>
    </w:p>
    <w:p w:rsidR="00237C4F" w:rsidRDefault="00A54C30" w:rsidP="00A54C30">
      <w:pPr>
        <w:pStyle w:val="libNormal"/>
      </w:pPr>
      <w:r w:rsidRPr="00237C4F">
        <w:rPr>
          <w:rStyle w:val="libArabicChar"/>
          <w:rFonts w:hint="eastAsia"/>
          <w:rtl/>
        </w:rPr>
        <w:t>فقد</w:t>
      </w:r>
      <w:r w:rsidRPr="00237C4F">
        <w:rPr>
          <w:rStyle w:val="libArabicChar"/>
          <w:rtl/>
        </w:rPr>
        <w:t xml:space="preserve"> قال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تبارک وتعال</w:t>
      </w:r>
      <w:r w:rsidRPr="00237C4F">
        <w:rPr>
          <w:rStyle w:val="libArabicChar"/>
          <w:rFonts w:hint="cs"/>
          <w:rtl/>
        </w:rPr>
        <w:t>یٰ</w:t>
      </w:r>
      <w:r w:rsidRPr="00237C4F">
        <w:rPr>
          <w:rStyle w:val="libArabicChar"/>
          <w:rtl/>
        </w:rPr>
        <w:t xml:space="preserve"> ف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tl/>
        </w:rPr>
        <w:t xml:space="preserve"> کتاب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المج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د</w:t>
      </w:r>
      <w:r w:rsidRPr="00237C4F">
        <w:rPr>
          <w:rStyle w:val="libArabicChar"/>
          <w:rtl/>
        </w:rPr>
        <w:t xml:space="preserve"> بسم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الر</w:t>
      </w:r>
      <w:r w:rsidRPr="00237C4F">
        <w:rPr>
          <w:rStyle w:val="libArabicChar"/>
          <w:rtl/>
        </w:rPr>
        <w:t>حمن الرح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م</w:t>
      </w:r>
      <w:r>
        <w:rPr>
          <w:rtl/>
        </w:rPr>
        <w:t xml:space="preserve"> ” </w:t>
      </w:r>
    </w:p>
    <w:p w:rsidR="00A54C30" w:rsidRDefault="00902C8C" w:rsidP="00A54C30">
      <w:pPr>
        <w:pStyle w:val="libNormal"/>
        <w:rPr>
          <w:rtl/>
        </w:rPr>
      </w:pPr>
      <w:r w:rsidRPr="00123CAE">
        <w:rPr>
          <w:rStyle w:val="libAlaemChar"/>
          <w:rtl/>
        </w:rPr>
        <w:t>(</w:t>
      </w:r>
      <w:r w:rsidRPr="00902C8C">
        <w:rPr>
          <w:rStyle w:val="libAieChar"/>
          <w:rtl/>
        </w:rPr>
        <w:t>بق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ة</w:t>
      </w:r>
      <w:r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خ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رلکم</w:t>
      </w:r>
      <w:r w:rsidRPr="00902C8C">
        <w:rPr>
          <w:rStyle w:val="libAieChar"/>
          <w:rtl/>
        </w:rPr>
        <w:t xml:space="preserve"> ان کنتم مومن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ن</w:t>
      </w:r>
      <w:r w:rsidRPr="00902C8C">
        <w:rPr>
          <w:rStyle w:val="libAieChar"/>
          <w:rtl/>
        </w:rPr>
        <w:t xml:space="preserve"> </w:t>
      </w:r>
      <w:r w:rsidRPr="0072787B">
        <w:rPr>
          <w:rStyle w:val="libAlaemChar"/>
          <w:rtl/>
        </w:rPr>
        <w:t>)</w:t>
      </w:r>
      <w:r w:rsidR="00A54C30">
        <w:rPr>
          <w:rtl/>
        </w:rPr>
        <w:t>“(سور</w:t>
      </w:r>
      <w:r w:rsidR="00C96147">
        <w:rPr>
          <w:rtl/>
        </w:rPr>
        <w:t xml:space="preserve">ہ </w:t>
      </w:r>
      <w:r w:rsidR="00A54C30">
        <w:rPr>
          <w:rtl/>
        </w:rPr>
        <w:t xml:space="preserve"> ہود آ</w:t>
      </w:r>
      <w:r w:rsidR="00A54C30">
        <w:rPr>
          <w:rFonts w:hint="cs"/>
          <w:rtl/>
        </w:rPr>
        <w:t>ی</w:t>
      </w:r>
      <w:r w:rsidR="00A54C30">
        <w:rPr>
          <w:rFonts w:hint="eastAsia"/>
          <w:rtl/>
        </w:rPr>
        <w:t>ت</w:t>
      </w:r>
      <w:r w:rsidR="00A54C30">
        <w:rPr>
          <w:rtl/>
        </w:rPr>
        <w:t xml:space="preserve"> </w:t>
      </w:r>
      <w:r w:rsidR="00A54C30">
        <w:rPr>
          <w:rtl/>
          <w:lang w:bidi="fa-IR"/>
        </w:rPr>
        <w:t xml:space="preserve">۸۶)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سبحانہ و تعال</w:t>
      </w:r>
      <w:r>
        <w:rPr>
          <w:rFonts w:hint="cs"/>
          <w:rtl/>
        </w:rPr>
        <w:t>یٰ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 ماتا ہے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جس ہست</w:t>
      </w:r>
      <w:r>
        <w:rPr>
          <w:rFonts w:hint="cs"/>
          <w:rtl/>
        </w:rPr>
        <w:t>ی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آج تک باق</w:t>
      </w:r>
      <w:r>
        <w:rPr>
          <w:rFonts w:hint="cs"/>
          <w:rtl/>
        </w:rPr>
        <w:t>ی</w:t>
      </w:r>
      <w:r>
        <w:rPr>
          <w:rtl/>
        </w:rPr>
        <w:t xml:space="preserve"> رکھا ہے اگر تم مو من ہو تو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وجود امام با برکت ہے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سعادت کا سبب ہے معرفت امام حاصل کرنا ہر مو من </w:t>
      </w:r>
      <w:r>
        <w:rPr>
          <w:rFonts w:hint="eastAsia"/>
          <w:rtl/>
        </w:rPr>
        <w:t>کے</w:t>
      </w:r>
      <w:r>
        <w:rPr>
          <w:rtl/>
        </w:rPr>
        <w:t xml:space="preserve"> لئے لازم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”من ما ت و 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زمانہ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جاھل</w:t>
      </w:r>
      <w:r>
        <w:rPr>
          <w:rFonts w:hint="cs"/>
          <w:rtl/>
        </w:rPr>
        <w:t>ی</w:t>
      </w:r>
      <w:r>
        <w:rPr>
          <w:rFonts w:hint="eastAsia"/>
          <w:rtl/>
        </w:rPr>
        <w:t>ہ“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مرجا ئے ا ور زمانہ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کرے تو اُس ک</w:t>
      </w:r>
      <w:r>
        <w:rPr>
          <w:rFonts w:hint="cs"/>
          <w:rtl/>
        </w:rPr>
        <w:t>ی</w:t>
      </w:r>
      <w:r>
        <w:rPr>
          <w:rtl/>
        </w:rPr>
        <w:t xml:space="preserve"> موت جہالت ک</w:t>
      </w:r>
      <w:r>
        <w:rPr>
          <w:rFonts w:hint="cs"/>
          <w:rtl/>
        </w:rPr>
        <w:t>ی</w:t>
      </w:r>
      <w:r>
        <w:rPr>
          <w:rtl/>
        </w:rPr>
        <w:t xml:space="preserve"> موت ہے 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جہالت سے مراد وہ</w:t>
      </w:r>
      <w:r>
        <w:rPr>
          <w:rFonts w:hint="cs"/>
          <w:rtl/>
        </w:rPr>
        <w:t>ی</w:t>
      </w:r>
      <w:r>
        <w:rPr>
          <w:rtl/>
        </w:rPr>
        <w:t xml:space="preserve"> کفر ہے جو اسلام سے پہلے ج</w:t>
      </w:r>
      <w:r>
        <w:rPr>
          <w:rFonts w:hint="eastAsia"/>
          <w:rtl/>
        </w:rPr>
        <w:t>ہالت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نے اپنے زمانہ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</w:t>
      </w:r>
      <w:r>
        <w:rPr>
          <w:rFonts w:hint="cs"/>
          <w:rtl/>
        </w:rPr>
        <w:t>ی</w:t>
      </w:r>
      <w:r>
        <w:rPr>
          <w:rtl/>
        </w:rPr>
        <w:t xml:space="preserve"> تو وہ ابو جہل ک</w:t>
      </w:r>
      <w:r>
        <w:rPr>
          <w:rFonts w:hint="cs"/>
          <w:rtl/>
        </w:rPr>
        <w:t>ی</w:t>
      </w:r>
      <w:r>
        <w:rPr>
          <w:rtl/>
        </w:rPr>
        <w:t xml:space="preserve"> طرح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C961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بتلارہ</w:t>
      </w:r>
      <w:r>
        <w:rPr>
          <w:rFonts w:hint="cs"/>
          <w:rtl/>
        </w:rPr>
        <w:t>ی</w:t>
      </w:r>
      <w:r>
        <w:rPr>
          <w:rtl/>
        </w:rPr>
        <w:t xml:space="preserve"> ہے کہ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ہونگے تو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،کوئ</w:t>
      </w:r>
      <w:r>
        <w:rPr>
          <w:rFonts w:hint="cs"/>
          <w:rtl/>
        </w:rPr>
        <w:t>ی</w:t>
      </w:r>
      <w:r>
        <w:rPr>
          <w:rtl/>
        </w:rPr>
        <w:t xml:space="preserve"> زمانہ امام کے وجود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 آن نے کہا ،م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تلاوت سے پہلے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اعوذبالل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من الش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طان</w:t>
      </w:r>
      <w:r w:rsidR="00902C8C" w:rsidRPr="00902C8C">
        <w:rPr>
          <w:rStyle w:val="libAieChar"/>
          <w:rtl/>
        </w:rPr>
        <w:t xml:space="preserve"> الرج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جو گمراہ کرنے والا ہے اسے ابھ</w:t>
      </w:r>
      <w:r>
        <w:rPr>
          <w:rFonts w:hint="cs"/>
          <w:rtl/>
        </w:rPr>
        <w:t>ی</w:t>
      </w:r>
      <w:r>
        <w:rPr>
          <w:rtl/>
        </w:rPr>
        <w:t xml:space="preserve"> تک مو 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کمبخت ابھ</w:t>
      </w:r>
      <w:r>
        <w:rPr>
          <w:rFonts w:hint="cs"/>
          <w:rtl/>
        </w:rPr>
        <w:t>ی</w:t>
      </w:r>
      <w:r>
        <w:rPr>
          <w:rtl/>
        </w:rPr>
        <w:t xml:space="preserve"> تک زندہ ہے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گمراہ کرنے والا موجود ہے ا گر اللہ کے راستے سے ہٹانے والا مو جود ہے تو عدل الہ</w:t>
      </w:r>
      <w:r>
        <w:rPr>
          <w:rFonts w:hint="cs"/>
          <w:rtl/>
        </w:rPr>
        <w:t>ی</w:t>
      </w:r>
      <w:r>
        <w:rPr>
          <w:rtl/>
        </w:rPr>
        <w:t xml:space="preserve"> کا تقاضا ہے کہ ہاد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ہو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عادل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موجود ہو اللہ کے راستے سے ہٹانے والا مو جود ہو مگر اللہ کے راستے پر بلا نے والا موجود نہ ہو لہذا امام آج بھ</w:t>
      </w:r>
      <w:r>
        <w:rPr>
          <w:rFonts w:hint="cs"/>
          <w:rtl/>
        </w:rPr>
        <w:t>ی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کو تاہ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امام سے دور ہو تے چلے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آ ل عمران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فر مات</w:t>
      </w:r>
      <w:r>
        <w:rPr>
          <w:rFonts w:hint="eastAsia"/>
          <w:rtl/>
        </w:rPr>
        <w:t>ا</w:t>
      </w:r>
      <w:r>
        <w:rPr>
          <w:rtl/>
        </w:rPr>
        <w:t xml:space="preserve"> ہے ” </w:t>
      </w:r>
      <w:r w:rsidR="00902C8C" w:rsidRPr="00123CAE">
        <w:rPr>
          <w:rStyle w:val="libAlaemChar"/>
          <w:rFonts w:hint="cs"/>
          <w:rtl/>
        </w:rPr>
        <w:t>(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الذ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اٰ منوا اصبروا وصابروا ورابطوا واتقوالل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لعلکم تفلحون</w:t>
      </w:r>
      <w:r w:rsidR="00902C8C" w:rsidRPr="0072787B">
        <w:rPr>
          <w:rStyle w:val="libAlaemChar"/>
          <w:rFonts w:hint="cs"/>
          <w:rtl/>
        </w:rPr>
        <w:t>)</w:t>
      </w:r>
      <w:r>
        <w:rPr>
          <w:rtl/>
        </w:rPr>
        <w:t xml:space="preserve"> “ (سور</w:t>
      </w:r>
      <w:r w:rsidR="00C96147">
        <w:rPr>
          <w:rtl/>
        </w:rPr>
        <w:t xml:space="preserve">ہ </w:t>
      </w:r>
      <w:r>
        <w:rPr>
          <w:rtl/>
        </w:rPr>
        <w:t xml:space="preserve">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۲۰۰)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خدا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دے رہا ہے اے مومنو! ذکر کرو پھر کہہ رہا ہے صبر کرو پہلے بھ</w:t>
      </w:r>
      <w:r>
        <w:rPr>
          <w:rFonts w:hint="cs"/>
          <w:rtl/>
        </w:rPr>
        <w:t>ی</w:t>
      </w:r>
      <w:r>
        <w:rPr>
          <w:rtl/>
        </w:rPr>
        <w:t xml:space="preserve"> کہا کہ صبر کرو پھر بھ</w:t>
      </w:r>
      <w:r>
        <w:rPr>
          <w:rFonts w:hint="cs"/>
          <w:rtl/>
        </w:rPr>
        <w:t>ی</w:t>
      </w:r>
      <w:r>
        <w:rPr>
          <w:rtl/>
        </w:rPr>
        <w:t xml:space="preserve"> کہہ رہا ہے صبر کرو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 دونوں صبروں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فر </w:t>
      </w:r>
      <w:r>
        <w:rPr>
          <w:rFonts w:hint="eastAsia"/>
          <w:rtl/>
        </w:rPr>
        <w:t>ق</w:t>
      </w:r>
      <w:r>
        <w:rPr>
          <w:rtl/>
        </w:rPr>
        <w:t xml:space="preserve">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باقر (ع)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مولا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رہ</w:t>
      </w:r>
      <w:r>
        <w:rPr>
          <w:rFonts w:hint="cs"/>
          <w:rtl/>
        </w:rPr>
        <w:t>ی</w:t>
      </w:r>
      <w:r>
        <w:rPr>
          <w:rtl/>
        </w:rPr>
        <w:t xml:space="preserve"> ہے کہ خدا دو مرتبہ کہہ رہا ہے کہ صبر کرو اے مو منو! صبر کرو اور صبر کرو ”ورابطو“ اور ان سے را بطہ کرو دو مرتبہ صبر کا لفظ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نے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 ما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</w:t>
      </w:r>
      <w:r>
        <w:rPr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مرتبہ صبر </w:t>
      </w:r>
      <w:r>
        <w:rPr>
          <w:rFonts w:hint="eastAsia"/>
          <w:rtl/>
        </w:rPr>
        <w:t>کا</w:t>
      </w:r>
      <w:r>
        <w:rPr>
          <w:rtl/>
        </w:rPr>
        <w:t xml:space="preserve"> حکم ہے اُس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پروردگار ک</w:t>
      </w:r>
      <w:r>
        <w:rPr>
          <w:rFonts w:hint="cs"/>
          <w:rtl/>
        </w:rPr>
        <w:t>ی</w:t>
      </w:r>
      <w:r>
        <w:rPr>
          <w:rtl/>
        </w:rPr>
        <w:t xml:space="preserve"> جو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پر واجب ک</w:t>
      </w:r>
      <w:r>
        <w:rPr>
          <w:rFonts w:hint="cs"/>
          <w:rtl/>
        </w:rPr>
        <w:t>ی</w:t>
      </w:r>
      <w:r>
        <w:rPr>
          <w:rtl/>
        </w:rPr>
        <w:t xml:space="preserve"> ہے اسے اداکر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وہ نفس پر گران گذرے مگر صبر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نفس کو عبادت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نماز فجر پڑھن</w:t>
      </w:r>
      <w:r>
        <w:rPr>
          <w:rFonts w:hint="cs"/>
          <w:rtl/>
        </w:rPr>
        <w:t>ی</w:t>
      </w:r>
      <w:r>
        <w:rPr>
          <w:rtl/>
        </w:rPr>
        <w:t xml:space="preserve"> ہے مگر کب اٹھنا ہے نفس کے مطابق کہ وہ کہے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کا وقت ہے پور</w:t>
      </w:r>
      <w:r>
        <w:rPr>
          <w:rFonts w:hint="cs"/>
          <w:rtl/>
        </w:rPr>
        <w:t>ی</w:t>
      </w:r>
      <w:r>
        <w:rPr>
          <w:rtl/>
        </w:rPr>
        <w:t xml:space="preserve"> رات جاگے ہو ئے ہو بستر پر سو جا </w:t>
      </w:r>
      <w:r w:rsidR="00C96147">
        <w:rPr>
          <w:rtl/>
        </w:rPr>
        <w:t>و</w:t>
      </w:r>
      <w:r>
        <w:rPr>
          <w:rtl/>
        </w:rPr>
        <w:t xml:space="preserve"> مگر اٹھ کر نماز پڑھ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پر گران گذرتا ہے مگر صبر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کا حق ہے ادا کرو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مون</w:t>
      </w:r>
      <w:r>
        <w:rPr>
          <w:rtl/>
        </w:rPr>
        <w:t xml:space="preserve"> کا حق ادا کرو اس</w:t>
      </w:r>
      <w:r>
        <w:rPr>
          <w:rFonts w:hint="cs"/>
          <w:rtl/>
        </w:rPr>
        <w:t>ی</w:t>
      </w:r>
      <w:r>
        <w:rPr>
          <w:rtl/>
        </w:rPr>
        <w:t xml:space="preserve"> طرح سے اگر جہاد کا حکم آ جا ئے تو جہاد سخت ہے مگر اُس پر صبر کرو حج واجب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گرم</w:t>
      </w:r>
      <w:r>
        <w:rPr>
          <w:rFonts w:hint="cs"/>
          <w:rtl/>
        </w:rPr>
        <w:t>ی</w:t>
      </w:r>
      <w:r>
        <w:rPr>
          <w:rtl/>
        </w:rPr>
        <w:t xml:space="preserve"> کا موسم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د</w:t>
      </w:r>
      <w:r>
        <w:rPr>
          <w:rFonts w:hint="cs"/>
          <w:rtl/>
        </w:rPr>
        <w:t>ی</w:t>
      </w:r>
      <w:r>
        <w:rPr>
          <w:rtl/>
        </w:rPr>
        <w:t xml:space="preserve"> کا موسم ہے مگر صب</w:t>
      </w:r>
      <w:r>
        <w:rPr>
          <w:rFonts w:hint="eastAsia"/>
          <w:rtl/>
        </w:rPr>
        <w:t>ر</w:t>
      </w:r>
      <w:r>
        <w:rPr>
          <w:rtl/>
        </w:rPr>
        <w:t xml:space="preserve">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صبر ہے ، او ردو سرا جوصبر ہے دوسر</w:t>
      </w:r>
      <w:r>
        <w:rPr>
          <w:rFonts w:hint="cs"/>
          <w:rtl/>
        </w:rPr>
        <w:t>ی</w:t>
      </w:r>
      <w:r>
        <w:rPr>
          <w:rtl/>
        </w:rPr>
        <w:t xml:space="preserve"> مرتبہ جو صبر کا لفظ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 کے لئے ہے کہ دشمن اسلام جب تم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ء دشمنان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٪جب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تم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دامن چھوڑدو وہاں پر دامن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مت چھوڑنا قرآن کے دامن کو مت چھوڑ نا بلکہ ص</w:t>
      </w:r>
      <w:r>
        <w:rPr>
          <w:rFonts w:hint="eastAsia"/>
          <w:rtl/>
        </w:rPr>
        <w:t>بر</w:t>
      </w:r>
      <w:r>
        <w:rPr>
          <w:rtl/>
        </w:rPr>
        <w:t xml:space="preserve"> کرنا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پھر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”ورابطو “ کہ رابطہ قائم کرو امام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رابطے کا حکم ہے کہ رابطے قائم کرو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 سے رابطے قائم کرنا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زمانے کے امام سے رابطے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رسول خدا فر 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سے رابطے قائم کرو ، امام سے را بطے قائم کرنا کو ئ</w:t>
      </w:r>
      <w:r>
        <w:rPr>
          <w:rFonts w:hint="cs"/>
          <w:rtl/>
        </w:rPr>
        <w:t>ی</w:t>
      </w:r>
      <w:r>
        <w:rPr>
          <w:rtl/>
        </w:rPr>
        <w:t xml:space="preserve"> مشکل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شوق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فر زند زہرا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ادھر خود امام بھ</w:t>
      </w:r>
      <w:r>
        <w:rPr>
          <w:rFonts w:hint="cs"/>
          <w:rtl/>
        </w:rPr>
        <w:t>ی</w:t>
      </w:r>
      <w:r>
        <w:rPr>
          <w:rtl/>
        </w:rPr>
        <w:t xml:space="preserve"> بعض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ملنے کا شوق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اندر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تو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خود امام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ملاقات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کے ا ن</w:t>
      </w:r>
      <w:r>
        <w:rPr>
          <w:rFonts w:hint="eastAsia"/>
          <w:rtl/>
        </w:rPr>
        <w:t>درصلاح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سر کار امام جعفر صادق (ع)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مجھے قسم ہے اُس ذات ک</w:t>
      </w:r>
      <w:r>
        <w:rPr>
          <w:rFonts w:hint="cs"/>
          <w:rtl/>
        </w:rPr>
        <w:t>ی</w:t>
      </w:r>
      <w:r>
        <w:rPr>
          <w:rtl/>
        </w:rPr>
        <w:t xml:space="preserve"> جس کے قبض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ہے ، امام قسم اٹھا کر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کو ئ</w:t>
      </w:r>
      <w:r>
        <w:rPr>
          <w:rFonts w:hint="cs"/>
          <w:rtl/>
        </w:rPr>
        <w:t>ی</w:t>
      </w:r>
      <w:r>
        <w:rPr>
          <w:rtl/>
        </w:rPr>
        <w:t xml:space="preserve"> شک نہ کرے اور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بتلا نے کے لئے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دولت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سارے سو نے جواہرا ت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خزانوں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اُن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مچھر کے پر کے برابر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قسم کھا کر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شوق رکھتا ہوں امام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شوق رکھ</w:t>
      </w:r>
      <w:r>
        <w:rPr>
          <w:rFonts w:hint="eastAsia"/>
          <w:rtl/>
        </w:rPr>
        <w:t>تا</w:t>
      </w:r>
      <w:r>
        <w:rPr>
          <w:rtl/>
        </w:rPr>
        <w:t xml:space="preserve"> ہوں کہ اُن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گفتگو کروں اصحاب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گاکہ مو لا اُن کے صفات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خاموش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ذکر خدا ہے ذکر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 موش</w:t>
      </w:r>
      <w:r>
        <w:rPr>
          <w:rFonts w:hint="cs"/>
          <w:rtl/>
        </w:rPr>
        <w:t>ی</w:t>
      </w:r>
      <w:r>
        <w:rPr>
          <w:rtl/>
        </w:rPr>
        <w:t xml:space="preserve"> اما م سے رابطہ ہے اور اُن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نماز کو قائم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حالت فقر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ہے جو رکاوٹ ہے کہ ہم اپنے مولا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رکاوٹ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کہ جو انسان کو امام سے دور کرت</w:t>
      </w:r>
      <w:r>
        <w:rPr>
          <w:rFonts w:hint="cs"/>
          <w:rtl/>
        </w:rPr>
        <w:t>ی</w:t>
      </w:r>
      <w:r>
        <w:rPr>
          <w:rtl/>
        </w:rPr>
        <w:t xml:space="preserve"> ہے اگر ہمارے اندر حب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رکاوٹ </w:t>
      </w:r>
      <w:r>
        <w:rPr>
          <w:rFonts w:hint="eastAsia"/>
          <w:rtl/>
        </w:rPr>
        <w:t>ہے</w:t>
      </w:r>
      <w:r>
        <w:rPr>
          <w:rtl/>
        </w:rPr>
        <w:t xml:space="preserve"> کہ ہم امام </w:t>
      </w:r>
      <w:r>
        <w:rPr>
          <w:rtl/>
        </w:rPr>
        <w:lastRenderedPageBreak/>
        <w:t>سے دور ہوتے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دوسرا گناہ ہے جو رکاوٹ ہے جب امام زمانہ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انسان ک</w:t>
      </w:r>
      <w:r>
        <w:rPr>
          <w:rFonts w:hint="cs"/>
          <w:rtl/>
        </w:rPr>
        <w:t>ی</w:t>
      </w:r>
      <w:r>
        <w:rPr>
          <w:rtl/>
        </w:rPr>
        <w:t xml:space="preserve"> عقل اتن</w:t>
      </w:r>
      <w:r>
        <w:rPr>
          <w:rFonts w:hint="cs"/>
          <w:rtl/>
        </w:rPr>
        <w:t>ی</w:t>
      </w:r>
      <w:r>
        <w:rPr>
          <w:rtl/>
        </w:rPr>
        <w:t xml:space="preserve"> بلند ہو جا ئے گ</w:t>
      </w:r>
      <w:r>
        <w:rPr>
          <w:rFonts w:hint="cs"/>
          <w:rtl/>
        </w:rPr>
        <w:t>ی</w:t>
      </w:r>
      <w:r>
        <w:rPr>
          <w:rtl/>
        </w:rPr>
        <w:t xml:space="preserve"> کہ انسان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سونا اور خاک برابر ہو گا۔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خاتون پو رے سونے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ڈوب</w:t>
      </w:r>
      <w:r>
        <w:rPr>
          <w:rFonts w:hint="cs"/>
          <w:rtl/>
        </w:rPr>
        <w:t>ی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کوفہ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دوسرے شہر جا ئے گ</w:t>
      </w:r>
      <w:r>
        <w:rPr>
          <w:rFonts w:hint="cs"/>
          <w:rtl/>
        </w:rPr>
        <w:t>ی</w:t>
      </w:r>
      <w:r>
        <w:rPr>
          <w:rtl/>
        </w:rPr>
        <w:t xml:space="preserve"> تو کو ئ</w:t>
      </w:r>
      <w:r>
        <w:rPr>
          <w:rFonts w:hint="cs"/>
          <w:rtl/>
        </w:rPr>
        <w:t>ی</w:t>
      </w:r>
      <w:r>
        <w:rPr>
          <w:rtl/>
        </w:rPr>
        <w:t xml:space="preserve">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لوٹے گا کو ئ</w:t>
      </w:r>
      <w:r>
        <w:rPr>
          <w:rFonts w:hint="cs"/>
          <w:rtl/>
        </w:rPr>
        <w:t>ی</w:t>
      </w:r>
      <w:r>
        <w:rPr>
          <w:rtl/>
        </w:rPr>
        <w:t xml:space="preserve"> اسے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سونے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چلا ئے گا کہ کو ئ</w:t>
      </w:r>
      <w:r>
        <w:rPr>
          <w:rFonts w:hint="cs"/>
          <w:rtl/>
        </w:rPr>
        <w:t>ی</w:t>
      </w:r>
      <w:r>
        <w:rPr>
          <w:rtl/>
        </w:rPr>
        <w:t xml:space="preserve"> مستحق ہے کو ئ</w:t>
      </w:r>
      <w:r>
        <w:rPr>
          <w:rFonts w:hint="cs"/>
          <w:rtl/>
        </w:rPr>
        <w:t>ی</w:t>
      </w:r>
      <w:r>
        <w:rPr>
          <w:rtl/>
        </w:rPr>
        <w:t xml:space="preserve"> زکات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ہے کو ئ</w:t>
      </w:r>
      <w:r>
        <w:rPr>
          <w:rFonts w:hint="cs"/>
          <w:rtl/>
        </w:rPr>
        <w:t>ی</w:t>
      </w:r>
      <w:r>
        <w:rPr>
          <w:rtl/>
        </w:rPr>
        <w:t xml:space="preserve"> آ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</w:t>
      </w:r>
      <w:r>
        <w:rPr>
          <w:rFonts w:hint="eastAsia"/>
          <w:rtl/>
        </w:rPr>
        <w:t>حق</w:t>
      </w:r>
      <w:r>
        <w:rPr>
          <w:rtl/>
        </w:rPr>
        <w:t xml:space="preserve"> ہو ں مگر آج کو ئ</w:t>
      </w:r>
      <w:r>
        <w:rPr>
          <w:rFonts w:hint="cs"/>
          <w:rtl/>
        </w:rPr>
        <w:t>ی</w:t>
      </w:r>
      <w:r>
        <w:rPr>
          <w:rtl/>
        </w:rPr>
        <w:t xml:space="preserve"> مستحق بھ</w:t>
      </w:r>
      <w:r>
        <w:rPr>
          <w:rFonts w:hint="cs"/>
          <w:rtl/>
        </w:rPr>
        <w:t>ی</w:t>
      </w:r>
      <w:r>
        <w:rPr>
          <w:rtl/>
        </w:rPr>
        <w:t xml:space="preserve"> نہ ہو مگر آ کر کہے گا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مستحق ہو ں مجھے دے دو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نراق</w:t>
      </w:r>
      <w:r>
        <w:rPr>
          <w:rFonts w:hint="cs"/>
          <w:rtl/>
        </w:rPr>
        <w:t>ی</w:t>
      </w:r>
      <w:r>
        <w:rPr>
          <w:rtl/>
        </w:rPr>
        <w:t xml:space="preserve"> نے خوب جملہ کہا :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شئ</w:t>
      </w:r>
      <w:r>
        <w:rPr>
          <w:rFonts w:hint="cs"/>
          <w:rtl/>
        </w:rPr>
        <w:t>ی</w:t>
      </w:r>
      <w:r>
        <w:rPr>
          <w:rtl/>
        </w:rPr>
        <w:t xml:space="preserve"> کا عاشق بنو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سے جدا ہو نے والا ہوں اور وہ مجھ سے بے وفائ</w:t>
      </w:r>
      <w:r>
        <w:rPr>
          <w:rFonts w:hint="cs"/>
          <w:rtl/>
        </w:rPr>
        <w:t>ی</w:t>
      </w:r>
      <w:r>
        <w:rPr>
          <w:rtl/>
        </w:rPr>
        <w:t xml:space="preserve"> کرنے والا ہے؟ انسان جو دو</w:t>
      </w:r>
      <w:r>
        <w:rPr>
          <w:rFonts w:hint="eastAsia"/>
          <w:rtl/>
        </w:rPr>
        <w:t>لت</w:t>
      </w:r>
      <w:r>
        <w:rPr>
          <w:rtl/>
        </w:rPr>
        <w:t xml:space="preserve"> سے محبت کر تا ہے اس لئے کہ اُس ک</w:t>
      </w:r>
      <w:r>
        <w:rPr>
          <w:rFonts w:hint="cs"/>
          <w:rtl/>
        </w:rPr>
        <w:t>ی</w:t>
      </w:r>
      <w:r>
        <w:rPr>
          <w:rtl/>
        </w:rPr>
        <w:t xml:space="preserve"> عقل ناقص ہے جب امام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انسان ک</w:t>
      </w:r>
      <w:r>
        <w:rPr>
          <w:rFonts w:hint="cs"/>
          <w:rtl/>
        </w:rPr>
        <w:t>ی</w:t>
      </w:r>
      <w:r>
        <w:rPr>
          <w:rtl/>
        </w:rPr>
        <w:t xml:space="preserve"> عقل ترق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 کہ دولت ک</w:t>
      </w:r>
      <w:r>
        <w:rPr>
          <w:rFonts w:hint="cs"/>
          <w:rtl/>
        </w:rPr>
        <w:t>ی</w:t>
      </w:r>
      <w:r>
        <w:rPr>
          <w:rtl/>
        </w:rPr>
        <w:t xml:space="preserve"> محبت انسان کے اندر سے بالکل ختم ہو جا ئے گ</w:t>
      </w:r>
      <w:r>
        <w:rPr>
          <w:rFonts w:hint="cs"/>
          <w:rtl/>
        </w:rPr>
        <w:t>ی</w:t>
      </w:r>
      <w:r>
        <w:rPr>
          <w:rtl/>
        </w:rPr>
        <w:t xml:space="preserve"> اور اُس ک</w:t>
      </w:r>
      <w:r>
        <w:rPr>
          <w:rFonts w:hint="cs"/>
          <w:rtl/>
        </w:rPr>
        <w:t>ی</w:t>
      </w:r>
      <w:r>
        <w:rPr>
          <w:rtl/>
        </w:rPr>
        <w:t xml:space="preserve"> جگہ پر خدا ک</w:t>
      </w:r>
      <w:r>
        <w:rPr>
          <w:rFonts w:hint="cs"/>
          <w:rtl/>
        </w:rPr>
        <w:t>ی</w:t>
      </w:r>
      <w:r>
        <w:rPr>
          <w:rtl/>
        </w:rPr>
        <w:t xml:space="preserve"> محبت کا نور آ جا 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خدا ک</w:t>
      </w:r>
      <w:r>
        <w:rPr>
          <w:rFonts w:hint="cs"/>
          <w:rtl/>
        </w:rPr>
        <w:t>ی</w:t>
      </w:r>
      <w:r>
        <w:rPr>
          <w:rtl/>
        </w:rPr>
        <w:t xml:space="preserve"> محبت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رہے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سے ا 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محبت قبر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ساتھ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(ص) 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بتلا نے کے لئے اصحاب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کنارے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خدا نے اپنا ہاتھ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اور پھر نکا لا اور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 w:rsidR="00C96147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ہاتھ پر چند قطرے پان</w:t>
      </w:r>
      <w:r>
        <w:rPr>
          <w:rFonts w:hint="cs"/>
          <w:rtl/>
        </w:rPr>
        <w:t>ی</w:t>
      </w:r>
      <w:r>
        <w:rPr>
          <w:rtl/>
        </w:rPr>
        <w:t xml:space="preserve"> کے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قطرات کا مقابلہ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</w:t>
      </w:r>
      <w:r>
        <w:rPr>
          <w:rFonts w:hint="eastAsia"/>
          <w:rtl/>
        </w:rPr>
        <w:t>ے</w:t>
      </w:r>
      <w:r>
        <w:rPr>
          <w:rtl/>
        </w:rPr>
        <w:t xml:space="preserve"> کہا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مقابلہ ان چند قطرات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سب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چند قطرے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اتنا بڑا 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بس اتنا سننا تھا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اللہ کے رسول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>! اے مسلمانو! کبھ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 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نہ ہونا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کے چند قطرات کے برابر ہے اور آخرت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وہ بہتے ہو ئے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جملہ قر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بل تؤثرون الح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اة</w:t>
      </w:r>
      <w:r w:rsidR="00902C8C" w:rsidRPr="00902C8C">
        <w:rPr>
          <w:rStyle w:val="libAieChar"/>
          <w:rtl/>
        </w:rPr>
        <w:t xml:space="preserve"> الدن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و الاخرة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ieChar"/>
          <w:rtl/>
        </w:rPr>
        <w:t xml:space="preserve"> وابق</w:t>
      </w:r>
      <w:r w:rsidR="00902C8C" w:rsidRPr="00902C8C">
        <w:rPr>
          <w:rStyle w:val="libAieChar"/>
          <w:rFonts w:hint="cs"/>
          <w:rtl/>
        </w:rPr>
        <w:t>یٰ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“(سور</w:t>
      </w:r>
      <w:r w:rsidR="00C96147">
        <w:rPr>
          <w:rtl/>
        </w:rPr>
        <w:t xml:space="preserve">ہ </w:t>
      </w:r>
      <w:r>
        <w:rPr>
          <w:rtl/>
        </w:rPr>
        <w:t xml:space="preserve"> الاعل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 xml:space="preserve">۱۶/۱۷) </w:t>
      </w:r>
      <w:r>
        <w:rPr>
          <w:rtl/>
        </w:rPr>
        <w:t xml:space="preserve">اے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چند قطرہ کے برابرہے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خواب ہے مگر آ خرت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ابد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زمانہ کے ساتھ رابطہ رکھنے کے لئے دعائے عہد کو اگر کو ئ</w:t>
      </w:r>
      <w:r>
        <w:rPr>
          <w:rFonts w:hint="cs"/>
          <w:rtl/>
        </w:rPr>
        <w:t>ی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دن مسلسل پڑھے اگر غذا حرام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گناہ رکاوٹ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انشاء اللہ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جا ئے گ</w:t>
      </w:r>
      <w:r>
        <w:rPr>
          <w:rFonts w:hint="cs"/>
          <w:rtl/>
        </w:rPr>
        <w:t>ی</w:t>
      </w:r>
      <w:r>
        <w:rPr>
          <w:rtl/>
        </w:rPr>
        <w:t xml:space="preserve"> دعائے عہد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امام زمانہ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روزانہ امام کا صدقہ نکا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صدقہ سے بہت برکت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فوائد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صدقہ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کرواسکتے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رقم سے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بچے پڑھ بھ</w:t>
      </w:r>
      <w:r>
        <w:rPr>
          <w:rFonts w:hint="cs"/>
          <w:rtl/>
        </w:rPr>
        <w:t>ی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کے لوگ وہاں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</w:t>
      </w:r>
      <w:r>
        <w:rPr>
          <w:rFonts w:hint="eastAsia"/>
          <w:rtl/>
        </w:rPr>
        <w:t>ہ</w:t>
      </w:r>
      <w:r>
        <w:rPr>
          <w:rtl/>
        </w:rPr>
        <w:t xml:space="preserve"> وہاں پر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ھزار لوگوں نے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واقعاً وہاں امام زمانہ کے صدقے سے وہ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ھزار لوگو ں کا لشکر شکست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الحمد للہ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محفوط ہو گئے ان ک</w:t>
      </w:r>
      <w:r>
        <w:rPr>
          <w:rFonts w:hint="cs"/>
          <w:rtl/>
        </w:rPr>
        <w:t>ی</w:t>
      </w:r>
      <w:r>
        <w:rPr>
          <w:rtl/>
        </w:rPr>
        <w:t xml:space="preserve"> عزت محفوط ہو گئ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 محفوط ہو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امام زمانہ کا صدقہ ہے ہر کھانے سے پہلے صدقہ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 بط</w:t>
      </w:r>
      <w:r>
        <w:rPr>
          <w:rFonts w:hint="eastAsia"/>
          <w:rtl/>
        </w:rPr>
        <w:t>ے</w:t>
      </w:r>
      <w:r>
        <w:rPr>
          <w:rtl/>
        </w:rPr>
        <w:t xml:space="preserve"> کے لئے صدقہ ضرور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کو مسلمان ضرور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(جنگ اخبار)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انگلنڈ ک</w:t>
      </w:r>
      <w:r>
        <w:rPr>
          <w:rFonts w:hint="cs"/>
          <w:rtl/>
        </w:rPr>
        <w:t>ی</w:t>
      </w:r>
      <w:r>
        <w:rPr>
          <w:rtl/>
        </w:rPr>
        <w:t xml:space="preserve"> اخبار سے رپورٹ ہے کہ انگلنڈ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ہزار لوگوں نے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انگلش اسکولوں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کو احمد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با ئبل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شکست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تک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مسلمان سے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سکاہے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حق ہے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فطرت ہے اگر کو 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کو مسلمان بنا نا ہے تو سب سے پہل</w:t>
      </w:r>
      <w:r>
        <w:rPr>
          <w:rFonts w:hint="cs"/>
          <w:rtl/>
        </w:rPr>
        <w:t>ی</w:t>
      </w:r>
      <w:r>
        <w:rPr>
          <w:rtl/>
        </w:rPr>
        <w:t xml:space="preserve"> بحث تو 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 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کہا جا ئے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 ا کہتے ہو تو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Only begoten son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خدا نے کہا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لفظ با ئبل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لئے استعمال ہو اہے کہ ہم اُن کو دو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110 چ</w:t>
      </w:r>
      <w:r>
        <w:rPr>
          <w:rFonts w:hint="cs"/>
          <w:rtl/>
        </w:rPr>
        <w:t>ی</w:t>
      </w:r>
      <w:r>
        <w:rPr>
          <w:rFonts w:hint="eastAsia"/>
          <w:rtl/>
        </w:rPr>
        <w:t>پڑ</w:t>
      </w:r>
      <w:r>
        <w:rPr>
          <w:rtl/>
        </w:rPr>
        <w:t xml:space="preserve"> نمبر 4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22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t>son</w:t>
      </w:r>
      <w:r>
        <w:rPr>
          <w:rtl/>
        </w:rPr>
        <w:t xml:space="preserve"> کا لفظ فقط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سے لوگوں کے لئے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خدا نے کہا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>
        <w:rPr>
          <w:rFonts w:hint="eastAsia"/>
          <w:rtl/>
        </w:rPr>
        <w:t>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کتاب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کتاب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وجہ سے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thus said juha israil if my son even my first born son</w:t>
      </w:r>
      <w:r>
        <w:rPr>
          <w:rtl/>
        </w:rPr>
        <w:t xml:space="preserve">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پہلا ب</w:t>
      </w:r>
      <w:r>
        <w:rPr>
          <w:rFonts w:hint="cs"/>
          <w:rtl/>
        </w:rPr>
        <w:t>ی</w:t>
      </w:r>
      <w:r>
        <w:rPr>
          <w:rFonts w:hint="eastAsia"/>
          <w:rtl/>
        </w:rPr>
        <w:t>ٹاہے</w:t>
      </w:r>
      <w:r>
        <w:rPr>
          <w:rtl/>
        </w:rPr>
        <w:t xml:space="preserve"> اگر آ پ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لفط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لئے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لفظ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خدا نے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پہلا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پھر آپ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خدا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ہو دوسر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t>palms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زبور </w:t>
      </w:r>
      <w:r>
        <w:t>chapter2</w:t>
      </w:r>
      <w:r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t>verse7 ((jahoha has said on to me</w:t>
      </w:r>
      <w:r w:rsidR="00902C8C">
        <w:rPr>
          <w:rtl/>
        </w:rPr>
        <w:t>)</w:t>
      </w:r>
      <w:r>
        <w:rPr>
          <w:rtl/>
        </w:rPr>
        <w:t xml:space="preserve"> حضرت دا</w:t>
      </w:r>
      <w:r w:rsidR="00C96147">
        <w:rPr>
          <w:rtl/>
        </w:rPr>
        <w:t>و</w:t>
      </w:r>
      <w:r>
        <w:rPr>
          <w:rFonts w:hint="eastAsia"/>
          <w:rtl/>
        </w:rPr>
        <w:t>ود</w:t>
      </w:r>
      <w:r>
        <w:rPr>
          <w:rtl/>
        </w:rPr>
        <w:t xml:space="preserve"> پر وح</w:t>
      </w:r>
      <w:r>
        <w:rPr>
          <w:rFonts w:hint="cs"/>
          <w:rtl/>
        </w:rPr>
        <w:t>ی</w:t>
      </w:r>
      <w:r>
        <w:rPr>
          <w:rtl/>
        </w:rPr>
        <w:t xml:space="preserve"> نازل ہو ئ</w:t>
      </w:r>
      <w:r>
        <w:rPr>
          <w:rFonts w:hint="cs"/>
          <w:rtl/>
        </w:rPr>
        <w:t>ی</w:t>
      </w:r>
      <w:r>
        <w:rPr>
          <w:rtl/>
        </w:rPr>
        <w:t xml:space="preserve"> حضرت دا</w:t>
      </w:r>
      <w:r w:rsidR="00C96147">
        <w:rPr>
          <w:rtl/>
        </w:rPr>
        <w:t>و</w:t>
      </w:r>
      <w:r>
        <w:rPr>
          <w:rFonts w:hint="eastAsia"/>
          <w:rtl/>
        </w:rPr>
        <w:t>ود</w:t>
      </w:r>
      <w:r>
        <w:rPr>
          <w:rtl/>
        </w:rPr>
        <w:t xml:space="preserve">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کہ خد انے مجھے کہا </w:t>
      </w:r>
      <w:r>
        <w:t>Thow are my son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ہے </w:t>
      </w:r>
      <w:r>
        <w:t>begoten son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اپنا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ب</w:t>
      </w:r>
      <w:r>
        <w:rPr>
          <w:rFonts w:hint="cs"/>
          <w:rtl/>
        </w:rPr>
        <w:t>ی</w:t>
      </w:r>
      <w:r>
        <w:rPr>
          <w:rFonts w:hint="eastAsia"/>
          <w:rtl/>
        </w:rPr>
        <w:t>ٹاہے</w:t>
      </w:r>
      <w:r>
        <w:rPr>
          <w:rtl/>
        </w:rPr>
        <w:t xml:space="preserve"> جو لفط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لئے استعمال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 ئے حضرت داو</w:t>
      </w:r>
      <w:r w:rsidR="00C9614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خد ا نے کہا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ہما 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 ہ کتاب ہے اور خدا نے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کہا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ہے اور ممکن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وہاں پر ہے کہ </w:t>
      </w:r>
      <w:r>
        <w:t>Onlybegoten son</w:t>
      </w:r>
      <w:r>
        <w:rPr>
          <w:rtl/>
        </w:rPr>
        <w:t xml:space="preserve"> صرف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گوٹن</w:t>
      </w:r>
      <w:r>
        <w:rPr>
          <w:rtl/>
        </w:rPr>
        <w:t xml:space="preserve"> سن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t>Only</w:t>
      </w:r>
      <w:r>
        <w:rPr>
          <w:rtl/>
        </w:rPr>
        <w:t xml:space="preserve"> کا لفظ بائ</w:t>
      </w:r>
      <w:r>
        <w:rPr>
          <w:rFonts w:hint="cs"/>
          <w:rtl/>
        </w:rPr>
        <w:t>ی</w:t>
      </w:r>
      <w:r>
        <w:rPr>
          <w:rFonts w:hint="eastAsia"/>
          <w:rtl/>
        </w:rPr>
        <w:t>بل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 استعمال ہوا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بائبل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پچاس ہزار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چھپ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t>Fifty thousand earar in bible</w:t>
      </w:r>
      <w:r>
        <w:rPr>
          <w:rtl/>
        </w:rPr>
        <w:t xml:space="preserve"> اور اس سے کوئ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ھبر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t>chapter 11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 17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>
        <w:t>Ibraham who had reseved gods promes about secrifise his one and noly son Ishaq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وعدہ نبھا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وح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کہ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قربان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Only son</w:t>
      </w:r>
      <w:r>
        <w:rPr>
          <w:rtl/>
        </w:rPr>
        <w:t xml:space="preserve"> کا لفط استعمال ہوا جب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دوسراب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لکھا ہوا ہے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اسحاق جب کہ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حضرت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لہذا ان کو مسلمان بنا نا کو ئ</w:t>
      </w:r>
      <w:r>
        <w:rPr>
          <w:rFonts w:hint="cs"/>
          <w:rtl/>
        </w:rPr>
        <w:t>ی</w:t>
      </w:r>
      <w:r>
        <w:rPr>
          <w:rtl/>
        </w:rPr>
        <w:t xml:space="preserve"> مشکل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خود مسلمان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طور پر مر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تڑپ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کے پر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انتہا ئ</w:t>
      </w:r>
      <w:r>
        <w:rPr>
          <w:rFonts w:hint="cs"/>
          <w:rtl/>
        </w:rPr>
        <w:t>ی</w:t>
      </w:r>
      <w:r>
        <w:rPr>
          <w:rtl/>
        </w:rPr>
        <w:t xml:space="preserve"> غل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حرکتوں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سب سے پہلے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دکھا نا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eastAsia"/>
          <w:rtl/>
        </w:rPr>
        <w:t>ٹنشن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ان کو تھوڑا سا ذکر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عبادت بتا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فوراً مسلمان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سہاں رو حان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مسلم حضرت امام رضا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خود کہتے ہ</w:t>
      </w:r>
      <w:r>
        <w:rPr>
          <w:rFonts w:hint="cs"/>
          <w:rtl/>
        </w:rPr>
        <w:t>ی</w:t>
      </w:r>
      <w:r>
        <w:rPr>
          <w:rtl/>
        </w:rPr>
        <w:t>ں کہ ہم نے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تن</w:t>
      </w:r>
      <w:r>
        <w:rPr>
          <w:rFonts w:hint="cs"/>
          <w:rtl/>
        </w:rPr>
        <w:t>ی</w:t>
      </w:r>
      <w:r>
        <w:rPr>
          <w:rtl/>
        </w:rPr>
        <w:t xml:space="preserve"> رو حا ن</w:t>
      </w:r>
      <w:r>
        <w:rPr>
          <w:rFonts w:hint="cs"/>
          <w:rtl/>
        </w:rPr>
        <w:t>ی</w:t>
      </w:r>
      <w:r>
        <w:rPr>
          <w:rtl/>
        </w:rPr>
        <w:t xml:space="preserve"> لذت کا مزا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چکھا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ومسلم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گھنٹوں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ج</w:t>
      </w:r>
      <w:r>
        <w:rPr>
          <w:rFonts w:hint="cs"/>
          <w:rtl/>
        </w:rPr>
        <w:t>ی</w:t>
      </w:r>
      <w:r>
        <w:rPr>
          <w:rtl/>
        </w:rPr>
        <w:t xml:space="preserve"> بھرتا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کم ازکم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گھنٹے ہم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شوشل پروبلم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طلاق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اُس ک</w:t>
      </w:r>
      <w:r>
        <w:rPr>
          <w:rFonts w:hint="cs"/>
          <w:rtl/>
        </w:rPr>
        <w:t>ی</w:t>
      </w:r>
      <w:r>
        <w:rPr>
          <w:rtl/>
        </w:rPr>
        <w:t xml:space="preserve">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eastAsia"/>
          <w:rtl/>
        </w:rPr>
        <w:t>ور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کا کو ئ</w:t>
      </w:r>
      <w:r>
        <w:rPr>
          <w:rFonts w:hint="cs"/>
          <w:rtl/>
        </w:rPr>
        <w:t>ی</w:t>
      </w:r>
      <w:r>
        <w:rPr>
          <w:rtl/>
        </w:rPr>
        <w:t xml:space="preserve"> سالوشن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الحمد للہ اسلام کے پاس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نسخے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کس</w:t>
      </w:r>
      <w:r>
        <w:rPr>
          <w:rFonts w:hint="cs"/>
          <w:rtl/>
        </w:rPr>
        <w:t>ی</w:t>
      </w:r>
      <w:r>
        <w:rPr>
          <w:rtl/>
        </w:rPr>
        <w:t xml:space="preserve"> کو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لا ناچا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پہلے ہمارے اندر تھوڑ</w:t>
      </w:r>
      <w:r>
        <w:rPr>
          <w:rFonts w:hint="cs"/>
          <w:rtl/>
        </w:rPr>
        <w:t>ی</w:t>
      </w:r>
      <w:r>
        <w:rPr>
          <w:rtl/>
        </w:rPr>
        <w:t xml:space="preserve"> بہت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ہمارا فرشتہ سے رابطہ ہو 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ہمار ا فر شتہ سے ر 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تو امام سے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 بطہ ہو 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 ہما رے اندر گناہوں ک</w:t>
      </w:r>
      <w:r>
        <w:rPr>
          <w:rFonts w:hint="cs"/>
          <w:rtl/>
        </w:rPr>
        <w:t>ی</w:t>
      </w:r>
      <w:r>
        <w:rPr>
          <w:rtl/>
        </w:rPr>
        <w:t xml:space="preserve"> غلاظت ہے (( الاحد</w:t>
      </w:r>
      <w:r w:rsidR="00902C8C">
        <w:rPr>
          <w:rtl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کا نا م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اثر ہے با وضو ہو کر تنہا 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 کر نا ہے کہ تا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</w:t>
      </w:r>
      <w:r>
        <w:rPr>
          <w:rFonts w:hint="cs"/>
          <w:rtl/>
        </w:rPr>
        <w:t>ی</w:t>
      </w:r>
      <w:r>
        <w:rPr>
          <w:rtl/>
        </w:rPr>
        <w:t xml:space="preserve"> رو حا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ہے ” الاحد “ کو پانچ مرتبہ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ذکر خلوت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ہے مگر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ساتوں اعضا پاک ہوں اگر ساتوں اعضا پاک نہ ہوں پھر آپ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فرشتہ نظر ا 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اللہ نے فرم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 xml:space="preserve">لا 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مس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الا المط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>رون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“(سور</w:t>
      </w:r>
      <w:r w:rsidR="00C96147">
        <w:rPr>
          <w:rtl/>
        </w:rPr>
        <w:t xml:space="preserve">ہ </w:t>
      </w:r>
      <w:r>
        <w:rPr>
          <w:rtl/>
        </w:rPr>
        <w:t xml:space="preserve"> واقعہ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۷۹)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روحان</w:t>
      </w:r>
      <w:r>
        <w:rPr>
          <w:rFonts w:hint="cs"/>
          <w:rtl/>
        </w:rPr>
        <w:t>ی</w:t>
      </w:r>
      <w:r>
        <w:rPr>
          <w:rtl/>
        </w:rPr>
        <w:t xml:space="preserve"> مقامات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نجس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ہے اور زبان سے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ج کل معاشرہ کو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نے تباہ اور بر با 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گناہ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بڑا خطرنا ک گناہ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انسان کو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اللہ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ارے</w:t>
      </w:r>
      <w:r>
        <w:rPr>
          <w:rtl/>
        </w:rPr>
        <w:t xml:space="preserve"> رسول محمد مصطف</w:t>
      </w:r>
      <w:r>
        <w:rPr>
          <w:rFonts w:hint="cs"/>
          <w:rtl/>
        </w:rPr>
        <w:t>ی</w:t>
      </w:r>
      <w:r>
        <w:rPr>
          <w:rtl/>
        </w:rPr>
        <w:t xml:space="preserve"> (ص) فر ما </w:t>
      </w:r>
      <w:r>
        <w:rPr>
          <w:rtl/>
        </w:rPr>
        <w:lastRenderedPageBreak/>
        <w:t>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237C4F">
        <w:rPr>
          <w:rStyle w:val="libArabicChar"/>
          <w:rtl/>
        </w:rPr>
        <w:t>الغ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بة</w:t>
      </w:r>
      <w:r w:rsidRPr="00237C4F">
        <w:rPr>
          <w:rStyle w:val="libArabicChar"/>
          <w:rtl/>
        </w:rPr>
        <w:t xml:space="preserve"> اشد من الزنا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سب نے لکھا ہے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اللہ کے رسول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زنا سے بدتر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لوگ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 آن پڑھتے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سے خطرنا ک کو ئ</w:t>
      </w:r>
      <w:r>
        <w:rPr>
          <w:rFonts w:hint="cs"/>
          <w:rtl/>
        </w:rPr>
        <w:t>ی</w:t>
      </w:r>
      <w:r>
        <w:rPr>
          <w:rtl/>
        </w:rPr>
        <w:t xml:space="preserve"> گناہ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وبا ک</w:t>
      </w:r>
      <w:r>
        <w:rPr>
          <w:rFonts w:hint="cs"/>
          <w:rtl/>
        </w:rPr>
        <w:t>ی</w:t>
      </w:r>
      <w:r>
        <w:rPr>
          <w:rtl/>
        </w:rPr>
        <w:t xml:space="preserve"> طرح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صدر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دو لوگ آ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 رہے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دونوں کے منھ سے جہنم ک</w:t>
      </w:r>
      <w:r>
        <w:rPr>
          <w:rFonts w:hint="cs"/>
          <w:rtl/>
        </w:rPr>
        <w:t>ی</w:t>
      </w:r>
      <w:r>
        <w:rPr>
          <w:rtl/>
        </w:rPr>
        <w:t xml:space="preserve"> آگ نکل رہ</w:t>
      </w:r>
      <w:r>
        <w:rPr>
          <w:rFonts w:hint="cs"/>
          <w:rtl/>
        </w:rPr>
        <w:t>ی</w:t>
      </w:r>
      <w:r>
        <w:rPr>
          <w:rtl/>
        </w:rPr>
        <w:t xml:space="preserve"> ہے اس سے بڑھ کر علامہ طبا طبا 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جو انہوں نے لکھ</w:t>
      </w:r>
      <w:r>
        <w:rPr>
          <w:rFonts w:hint="cs"/>
          <w:rtl/>
        </w:rPr>
        <w:t>ی</w:t>
      </w:r>
      <w:r>
        <w:rPr>
          <w:rtl/>
        </w:rPr>
        <w:t xml:space="preserve"> وہ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شاگر دکے پاس ا ئے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داخل ہو ئے اور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گھنٹے پہلے گناہ ہواتھا اور اُس ک</w:t>
      </w:r>
      <w:r>
        <w:rPr>
          <w:rFonts w:hint="cs"/>
          <w:rtl/>
        </w:rPr>
        <w:t>ی</w:t>
      </w:r>
      <w:r>
        <w:rPr>
          <w:rtl/>
        </w:rPr>
        <w:t xml:space="preserve"> نجاست ک</w:t>
      </w:r>
      <w:r>
        <w:rPr>
          <w:rFonts w:hint="cs"/>
          <w:rtl/>
        </w:rPr>
        <w:t>ی</w:t>
      </w:r>
      <w:r>
        <w:rPr>
          <w:rtl/>
        </w:rPr>
        <w:t xml:space="preserve"> بو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سونگ رہا ہوں تو لوگوں نے کہا قبل</w:t>
      </w:r>
      <w:r>
        <w:rPr>
          <w:rFonts w:hint="eastAsia"/>
          <w:rtl/>
        </w:rPr>
        <w:t>ہ</w:t>
      </w:r>
      <w:r>
        <w:rPr>
          <w:rtl/>
        </w:rPr>
        <w:t xml:space="preserve"> آپ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فر 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گھنٹے پہلے کس</w:t>
      </w:r>
      <w:r>
        <w:rPr>
          <w:rFonts w:hint="cs"/>
          <w:rtl/>
        </w:rPr>
        <w:t>ی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علامہ طبا طبائ</w:t>
      </w:r>
      <w:r>
        <w:rPr>
          <w:rFonts w:hint="cs"/>
          <w:rtl/>
        </w:rPr>
        <w:t>ی</w:t>
      </w:r>
      <w:r>
        <w:rPr>
          <w:rtl/>
        </w:rPr>
        <w:t xml:space="preserve"> اُس شاگرد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اگر چاہتے ہو روحان</w:t>
      </w:r>
      <w:r>
        <w:rPr>
          <w:rFonts w:hint="cs"/>
          <w:rtl/>
        </w:rPr>
        <w:t>ی</w:t>
      </w:r>
      <w:r>
        <w:rPr>
          <w:rtl/>
        </w:rPr>
        <w:t xml:space="preserve"> مقامات تجھے مل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فوراً اس گھر کو بدل دو 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رہ رہے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رہکر تجھے رو حا ن</w:t>
      </w:r>
      <w:r>
        <w:rPr>
          <w:rFonts w:hint="cs"/>
          <w:rtl/>
        </w:rPr>
        <w:t>ی</w:t>
      </w:r>
      <w:r>
        <w:rPr>
          <w:rtl/>
        </w:rPr>
        <w:t xml:space="preserve"> مقامات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ہونگے اُ 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عاد</w:t>
      </w:r>
      <w:r>
        <w:rPr>
          <w:rFonts w:hint="cs"/>
          <w:rtl/>
        </w:rPr>
        <w:t>ی</w:t>
      </w:r>
      <w:r>
        <w:rPr>
          <w:rtl/>
        </w:rPr>
        <w:t xml:space="preserve">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انہوں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زنا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وہاں رو حان</w:t>
      </w:r>
      <w:r>
        <w:rPr>
          <w:rFonts w:hint="cs"/>
          <w:rtl/>
        </w:rPr>
        <w:t>ی</w:t>
      </w:r>
      <w:r>
        <w:rPr>
          <w:rtl/>
        </w:rPr>
        <w:t xml:space="preserve"> مقامات حاصل کر سکتا ہے او ر اللہ کے رسول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زنا سے بھ</w:t>
      </w:r>
      <w:r>
        <w:rPr>
          <w:rFonts w:hint="cs"/>
          <w:rtl/>
        </w:rPr>
        <w:t>ی</w:t>
      </w:r>
      <w:r>
        <w:rPr>
          <w:rtl/>
        </w:rPr>
        <w:t xml:space="preserve"> بدتر ہے اگر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زنا سے بڑا گناہ ہے تو وہاں پر اُس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بر</w:t>
      </w:r>
      <w:r>
        <w:rPr>
          <w:rtl/>
        </w:rPr>
        <w:t xml:space="preserve"> کات 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فرشتے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جہاں صبح و شام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بعض گناہوں کو اصلاً گناہ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کے سامنے کو ئ</w:t>
      </w:r>
      <w:r>
        <w:rPr>
          <w:rFonts w:hint="cs"/>
          <w:rtl/>
        </w:rPr>
        <w:t>ی</w:t>
      </w:r>
      <w:r>
        <w:rPr>
          <w:rtl/>
        </w:rPr>
        <w:t xml:space="preserve"> شراب پئے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اآپ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کو ئ</w:t>
      </w:r>
      <w:r>
        <w:rPr>
          <w:rFonts w:hint="cs"/>
          <w:rtl/>
        </w:rPr>
        <w:t>ی</w:t>
      </w:r>
      <w:r>
        <w:rPr>
          <w:rtl/>
        </w:rPr>
        <w:t xml:space="preserve"> ا پ کے سامنے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 رہا ہے ا ور آ پ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ہہ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سنتے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روکنے ک</w:t>
      </w:r>
      <w:r>
        <w:rPr>
          <w:rFonts w:hint="cs"/>
          <w:rtl/>
        </w:rPr>
        <w:t>ی</w:t>
      </w:r>
      <w:r>
        <w:rPr>
          <w:rtl/>
        </w:rPr>
        <w:t xml:space="preserve"> ہمت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علامہ طبا طبا ئ</w:t>
      </w:r>
      <w:r>
        <w:rPr>
          <w:rFonts w:hint="cs"/>
          <w:rtl/>
        </w:rPr>
        <w:t>ی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شاگردوں نے کہا مگر کس</w:t>
      </w:r>
      <w:r>
        <w:rPr>
          <w:rFonts w:hint="cs"/>
          <w:rtl/>
        </w:rPr>
        <w:t>ی</w:t>
      </w:r>
      <w:r>
        <w:rPr>
          <w:rtl/>
        </w:rPr>
        <w:t xml:space="preserve"> کو جراء 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کے سا منے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فوراً جلال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روکتے خبر دار مسلمان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کرو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اس لئے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ہو 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ہے ساتوں اعضاء بدن پاک ہو نا چاہئے پھر آپ اپنا کمرہ بند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قبلہ رخ ہو کر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شروع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الاحد اس ذکر کو پانچ ہزار مر تبہ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پرو</w:t>
      </w:r>
      <w:r>
        <w:rPr>
          <w:rFonts w:hint="eastAsia"/>
          <w:rtl/>
        </w:rPr>
        <w:t>ردگار</w:t>
      </w:r>
      <w:r>
        <w:rPr>
          <w:rtl/>
        </w:rPr>
        <w:t xml:space="preserve"> آ پ کو فر شتہ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ا ئے گا اگر فر شتہ کود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آ پ کے اندر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دل ابھ</w:t>
      </w:r>
      <w:r>
        <w:rPr>
          <w:rFonts w:hint="cs"/>
          <w:rtl/>
        </w:rPr>
        <w:t>ی</w:t>
      </w:r>
      <w:r>
        <w:rPr>
          <w:rtl/>
        </w:rPr>
        <w:t xml:space="preserve"> مردہ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اب ا پ کے لئے آگے بڑھنا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آ پ فر شتہ سے سامناکر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اپنے امام زمان سے بھ</w:t>
      </w:r>
      <w:r>
        <w:rPr>
          <w:rFonts w:hint="cs"/>
          <w:rtl/>
        </w:rPr>
        <w:t>ی</w:t>
      </w:r>
      <w:r>
        <w:rPr>
          <w:rtl/>
        </w:rPr>
        <w:t xml:space="preserve"> رابطہ کرسکتے ہ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85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انگلنڈ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 ہو ا تو اسے مدرسہ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ہمارے مدرسوں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</w:t>
      </w:r>
      <w:r>
        <w:rPr>
          <w:rFonts w:hint="cs"/>
          <w:rtl/>
        </w:rPr>
        <w:t>ی</w:t>
      </w:r>
      <w:r>
        <w:rPr>
          <w:rtl/>
        </w:rPr>
        <w:t xml:space="preserve"> کتاب پڑھاتے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عرب</w:t>
      </w:r>
      <w:r>
        <w:rPr>
          <w:rFonts w:hint="cs"/>
          <w:rtl/>
        </w:rPr>
        <w:t>ی</w:t>
      </w:r>
      <w:r>
        <w:rPr>
          <w:rtl/>
        </w:rPr>
        <w:t xml:space="preserve"> گرامر ک</w:t>
      </w:r>
      <w:r>
        <w:rPr>
          <w:rFonts w:hint="cs"/>
          <w:rtl/>
        </w:rPr>
        <w:t>ی</w:t>
      </w:r>
      <w:r>
        <w:rPr>
          <w:rtl/>
        </w:rPr>
        <w:t xml:space="preserve"> ہے ضرب ، ضربا ضربو ا کہ اس نے ما را فلا ں نے ما ر ا اُس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پڑھا رہے ہو کہ ا س نے ما را فل</w:t>
      </w:r>
      <w:r>
        <w:rPr>
          <w:rFonts w:hint="eastAsia"/>
          <w:rtl/>
        </w:rPr>
        <w:t>اں</w:t>
      </w:r>
      <w:r>
        <w:rPr>
          <w:rtl/>
        </w:rPr>
        <w:t xml:space="preserve"> نے مار ا اُس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رو حا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 صل کر نے 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اگر آپ روحان</w:t>
      </w:r>
      <w:r>
        <w:rPr>
          <w:rFonts w:hint="cs"/>
          <w:rtl/>
        </w:rPr>
        <w:t>ی</w:t>
      </w:r>
      <w:r>
        <w:rPr>
          <w:rtl/>
        </w:rPr>
        <w:t xml:space="preserve"> اعمال سے آشنا ہو ں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مدد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مبلغ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وگانڈا</w:t>
      </w:r>
      <w:r>
        <w:rPr>
          <w:rtl/>
        </w:rPr>
        <w:t xml:space="preserve"> کے نازم سے وہاں پر کئ</w:t>
      </w:r>
      <w:r>
        <w:rPr>
          <w:rFonts w:hint="cs"/>
          <w:rtl/>
        </w:rPr>
        <w:t>ی</w:t>
      </w:r>
      <w:r>
        <w:rPr>
          <w:rtl/>
        </w:rPr>
        <w:t xml:space="preserve"> سال سے بار 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س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وہاں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وہاں کے لوگوں نے کہا ہم بھوک سے مر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 پ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کا تو سو چئے تو وہاں کے لوگوں نے کہا اگر آ پ با رش بر سائ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سب کے سب مسلمان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انہوں نے کہا اگر ا پ کا مذہب سچا ہے تو آپ دعاء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با رش برسے تو جو بھ</w:t>
      </w:r>
      <w:r>
        <w:rPr>
          <w:rFonts w:hint="cs"/>
          <w:rtl/>
        </w:rPr>
        <w:t>ی</w:t>
      </w:r>
      <w:r>
        <w:rPr>
          <w:rtl/>
        </w:rPr>
        <w:t xml:space="preserve"> آپ کا مذہب ہے ہم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اُس شخص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امتحان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پروردگا 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مسلمان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بارش برسا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خاطر اُس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سب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سجاد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دعا نکال</w:t>
      </w:r>
      <w:r>
        <w:rPr>
          <w:rFonts w:hint="cs"/>
          <w:rtl/>
        </w:rPr>
        <w:t>ی</w:t>
      </w:r>
      <w:r>
        <w:rPr>
          <w:rtl/>
        </w:rPr>
        <w:t xml:space="preserve"> اور ان سے وعدہ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وعدہ پکا کہ مسلمان ہو جا </w:t>
      </w:r>
      <w:r w:rsidR="00C96147">
        <w:rPr>
          <w:rtl/>
        </w:rPr>
        <w:t>و</w:t>
      </w:r>
      <w:r>
        <w:rPr>
          <w:rtl/>
        </w:rPr>
        <w:t xml:space="preserve"> گے انہوں نے کہا 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اُس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گے بڑھ کر بڑے خلوص کے ساتھ گڑ گڑا کر دعا مانگ</w:t>
      </w:r>
      <w:r>
        <w:rPr>
          <w:rFonts w:hint="cs"/>
          <w:rtl/>
        </w:rPr>
        <w:t>ی</w:t>
      </w:r>
      <w:r>
        <w:rPr>
          <w:rtl/>
        </w:rPr>
        <w:t xml:space="preserve"> تو دعا کے دوران بارش آگئ</w:t>
      </w:r>
      <w:r>
        <w:rPr>
          <w:rFonts w:hint="cs"/>
          <w:rtl/>
        </w:rPr>
        <w:t>ی</w:t>
      </w:r>
      <w:r>
        <w:rPr>
          <w:rtl/>
        </w:rPr>
        <w:t xml:space="preserve"> ا ور پورا کا پورا گا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مسلمان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ہما</w:t>
      </w:r>
      <w:r>
        <w:rPr>
          <w:rtl/>
        </w:rPr>
        <w:t xml:space="preserve"> 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ہمارا اپنا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کچھ لوگ اپن</w:t>
      </w:r>
      <w:r>
        <w:rPr>
          <w:rFonts w:hint="cs"/>
          <w:rtl/>
        </w:rPr>
        <w:t>ی</w:t>
      </w:r>
      <w:r>
        <w:rPr>
          <w:rtl/>
        </w:rPr>
        <w:t xml:space="preserve"> کوشش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ابھ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ہو تو ہم ہزاروں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؟ مشہد امام رضا -کے روضے پر ہر سال ہر مہ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کتنے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لا</w:t>
      </w:r>
      <w:r>
        <w:rPr>
          <w:rFonts w:hint="eastAsia"/>
          <w:rtl/>
        </w:rPr>
        <w:t>علاج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شفا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علاج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ہے مگر وہ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محدود ہے صرف ر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پر اعلان ہو جا 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انقارہ</w:t>
      </w:r>
      <w:r>
        <w:rPr>
          <w:rtl/>
        </w:rPr>
        <w:t xml:space="preserve"> بجا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معجزہ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معجزات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فلم ہو نا چا ہئے ہما ر ا اپنا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ہو نا چا ہئے تا کہ ہم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دکھا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امام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آج بھ</w:t>
      </w:r>
      <w:r>
        <w:rPr>
          <w:rFonts w:hint="cs"/>
          <w:rtl/>
        </w:rPr>
        <w:t>ی</w:t>
      </w:r>
      <w:r>
        <w:rPr>
          <w:rtl/>
        </w:rPr>
        <w:t xml:space="preserve"> وہ معجزہ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کر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کو ئ</w:t>
      </w:r>
      <w:r>
        <w:rPr>
          <w:rFonts w:hint="cs"/>
          <w:rtl/>
        </w:rPr>
        <w:t>ی</w:t>
      </w:r>
      <w:r>
        <w:rPr>
          <w:rtl/>
        </w:rPr>
        <w:t xml:space="preserve"> دن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کنسر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شفا پا تے نہ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معجزے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آج جو ٹکنولوج</w:t>
      </w:r>
      <w:r>
        <w:rPr>
          <w:rFonts w:hint="cs"/>
          <w:rtl/>
        </w:rPr>
        <w:t>ی</w:t>
      </w:r>
      <w:r>
        <w:rPr>
          <w:rtl/>
        </w:rPr>
        <w:t xml:space="preserve"> ہے آج جو ڈش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 س پرآ نا چاہئے تو ہزار ہا انسانوں ک</w:t>
      </w:r>
      <w:r>
        <w:rPr>
          <w:rFonts w:hint="cs"/>
          <w:rtl/>
        </w:rPr>
        <w:t>ی</w:t>
      </w:r>
      <w:r>
        <w:rPr>
          <w:rtl/>
        </w:rPr>
        <w:t xml:space="preserve"> ا 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بچہ تھا جو 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 اُس ک</w:t>
      </w:r>
      <w:r>
        <w:rPr>
          <w:rFonts w:hint="cs"/>
          <w:rtl/>
        </w:rPr>
        <w:t>ی</w:t>
      </w:r>
      <w:r>
        <w:rPr>
          <w:rtl/>
        </w:rPr>
        <w:t xml:space="preserve"> والدہ اُس کو امام رضا کے روضے پر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اور اُس نے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ما م رضا (ع)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وہ بچہ آدھ</w:t>
      </w:r>
      <w:r>
        <w:rPr>
          <w:rFonts w:hint="cs"/>
          <w:rtl/>
        </w:rPr>
        <w:t>ی</w:t>
      </w:r>
      <w:r>
        <w:rPr>
          <w:rtl/>
        </w:rPr>
        <w:t xml:space="preserve"> را ت کو اٹھا اور بات کر نے لگا اُس ک</w:t>
      </w:r>
      <w:r>
        <w:rPr>
          <w:rFonts w:hint="cs"/>
          <w:rtl/>
        </w:rPr>
        <w:t>ی</w:t>
      </w:r>
      <w:r>
        <w:rPr>
          <w:rtl/>
        </w:rPr>
        <w:t xml:space="preserve"> والدہ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ا ہوا اُس نے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تو انہوں نے کہا کہ بات کرو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کہ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ہوں انہوں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تجھے شفاد</w:t>
      </w:r>
      <w:r>
        <w:rPr>
          <w:rFonts w:hint="cs"/>
          <w:rtl/>
        </w:rPr>
        <w:t>ی</w:t>
      </w:r>
      <w:r>
        <w:rPr>
          <w:rtl/>
        </w:rPr>
        <w:t xml:space="preserve"> ہے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کتنے معجزے ہو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بتلا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ہمارے اھل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٪ آ ج بھ</w:t>
      </w:r>
      <w:r>
        <w:rPr>
          <w:rFonts w:hint="cs"/>
          <w:rtl/>
        </w:rPr>
        <w:t>ی</w:t>
      </w:r>
      <w:r>
        <w:rPr>
          <w:rtl/>
        </w:rPr>
        <w:t xml:space="preserve"> معجز نما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 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ہو 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۔ </w:t>
      </w:r>
    </w:p>
    <w:p w:rsidR="00237C4F" w:rsidRDefault="00237C4F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237C4F">
      <w:pPr>
        <w:pStyle w:val="Heading2Center"/>
        <w:rPr>
          <w:rtl/>
        </w:rPr>
      </w:pPr>
      <w:bookmarkStart w:id="4" w:name="_Toc501450104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۴</w:t>
      </w:r>
      <w:bookmarkEnd w:id="4"/>
    </w:p>
    <w:p w:rsidR="00237C4F" w:rsidRDefault="00A54C30" w:rsidP="00A54C30">
      <w:pPr>
        <w:pStyle w:val="libNormal"/>
      </w:pPr>
      <w:r w:rsidRPr="00237C4F">
        <w:rPr>
          <w:rStyle w:val="libArabicChar"/>
          <w:rFonts w:hint="eastAsia"/>
          <w:rtl/>
        </w:rPr>
        <w:t>قال</w:t>
      </w:r>
      <w:r w:rsidRPr="00237C4F">
        <w:rPr>
          <w:rStyle w:val="libArabicChar"/>
          <w:rtl/>
        </w:rPr>
        <w:t xml:space="preserve">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تبارک و تعال</w:t>
      </w:r>
      <w:r w:rsidRPr="00237C4F">
        <w:rPr>
          <w:rStyle w:val="libArabicChar"/>
          <w:rFonts w:hint="cs"/>
          <w:rtl/>
        </w:rPr>
        <w:t>یٰ</w:t>
      </w:r>
      <w:r w:rsidRPr="00237C4F">
        <w:rPr>
          <w:rStyle w:val="libArabicChar"/>
          <w:rtl/>
        </w:rPr>
        <w:t xml:space="preserve"> ف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tl/>
        </w:rPr>
        <w:t xml:space="preserve"> کتاب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المج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د</w:t>
      </w:r>
      <w:r w:rsidRPr="00237C4F">
        <w:rPr>
          <w:rStyle w:val="libArabicChar"/>
          <w:rtl/>
        </w:rPr>
        <w:t xml:space="preserve"> بسم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الرحمن ا</w:t>
      </w:r>
      <w:r w:rsidRPr="00237C4F">
        <w:rPr>
          <w:rStyle w:val="libArabicChar"/>
          <w:rtl/>
        </w:rPr>
        <w:t>لرح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م</w:t>
      </w:r>
      <w:r>
        <w:rPr>
          <w:rtl/>
        </w:rPr>
        <w:t xml:space="preserve"> ”</w:t>
      </w:r>
    </w:p>
    <w:p w:rsidR="00A54C30" w:rsidRDefault="00902C8C" w:rsidP="00A54C30">
      <w:pPr>
        <w:pStyle w:val="libNormal"/>
        <w:rPr>
          <w:rtl/>
        </w:rPr>
      </w:pPr>
      <w:r w:rsidRPr="00123CAE">
        <w:rPr>
          <w:rStyle w:val="libAlaemChar"/>
          <w:rtl/>
        </w:rPr>
        <w:t>(</w:t>
      </w:r>
      <w:r w:rsidRPr="00902C8C">
        <w:rPr>
          <w:rStyle w:val="libAieChar"/>
          <w:rtl/>
        </w:rPr>
        <w:t>بق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ة</w:t>
      </w:r>
      <w:r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خ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ر</w:t>
      </w:r>
      <w:r w:rsidRPr="00902C8C">
        <w:rPr>
          <w:rStyle w:val="libAieChar"/>
          <w:rtl/>
        </w:rPr>
        <w:t xml:space="preserve"> لکم ان کنتم مومن</w:t>
      </w:r>
      <w:r w:rsidRPr="00902C8C">
        <w:rPr>
          <w:rStyle w:val="libAieChar"/>
          <w:rFonts w:hint="cs"/>
          <w:rtl/>
        </w:rPr>
        <w:t>ی</w:t>
      </w:r>
      <w:r w:rsidRPr="00902C8C">
        <w:rPr>
          <w:rStyle w:val="libAieChar"/>
          <w:rFonts w:hint="eastAsia"/>
          <w:rtl/>
        </w:rPr>
        <w:t>ن</w:t>
      </w:r>
      <w:r w:rsidRPr="0072787B">
        <w:rPr>
          <w:rStyle w:val="libAlaemChar"/>
          <w:rtl/>
        </w:rPr>
        <w:t>)</w:t>
      </w:r>
      <w:r w:rsidR="00A54C30">
        <w:rPr>
          <w:rtl/>
        </w:rPr>
        <w:t xml:space="preserve"> “(سور</w:t>
      </w:r>
      <w:r w:rsidR="00C96147">
        <w:rPr>
          <w:rtl/>
        </w:rPr>
        <w:t xml:space="preserve">ہ </w:t>
      </w:r>
      <w:r w:rsidR="00A54C30">
        <w:rPr>
          <w:rtl/>
        </w:rPr>
        <w:t xml:space="preserve"> ہود آ</w:t>
      </w:r>
      <w:r w:rsidR="00A54C30">
        <w:rPr>
          <w:rFonts w:hint="cs"/>
          <w:rtl/>
        </w:rPr>
        <w:t>ی</w:t>
      </w:r>
      <w:r w:rsidR="00A54C30">
        <w:rPr>
          <w:rFonts w:hint="eastAsia"/>
          <w:rtl/>
        </w:rPr>
        <w:t>ت</w:t>
      </w:r>
      <w:r w:rsidR="00A54C30">
        <w:rPr>
          <w:rtl/>
        </w:rPr>
        <w:t xml:space="preserve"> </w:t>
      </w:r>
      <w:r w:rsidR="00A54C30">
        <w:rPr>
          <w:rtl/>
          <w:lang w:bidi="fa-IR"/>
        </w:rPr>
        <w:t xml:space="preserve">۸۶)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اللہ</w:t>
      </w:r>
      <w:r>
        <w:rPr>
          <w:rtl/>
        </w:rPr>
        <w:t xml:space="preserve"> سبحانہ و تعال</w:t>
      </w:r>
      <w:r>
        <w:rPr>
          <w:rFonts w:hint="cs"/>
          <w:rtl/>
        </w:rPr>
        <w:t>یٰ</w:t>
      </w:r>
      <w:r>
        <w:rPr>
          <w:rtl/>
        </w:rPr>
        <w:t xml:space="preserve">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 ما رہا ہے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ieChar"/>
          <w:rtl/>
        </w:rPr>
        <w:t xml:space="preserve"> لکم 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اگر تم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اس</w:t>
      </w:r>
      <w:r>
        <w:rPr>
          <w:rFonts w:hint="cs"/>
          <w:rtl/>
        </w:rPr>
        <w:t>ی</w:t>
      </w:r>
      <w:r>
        <w:rPr>
          <w:rtl/>
        </w:rPr>
        <w:t xml:space="preserve"> طرح سے آل عمران آخر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کا حکم مل رہا ہے ” </w:t>
      </w:r>
      <w:r w:rsidR="00902C8C" w:rsidRPr="00123CAE">
        <w:rPr>
          <w:rStyle w:val="libAlaemChar"/>
          <w:rFonts w:hint="cs"/>
          <w:rtl/>
        </w:rPr>
        <w:t>(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الذ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آمنوا اصبروا و صابروا ورابطو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72787B">
        <w:rPr>
          <w:rStyle w:val="libAlaemChar"/>
          <w:rFonts w:hint="cs"/>
          <w:rtl/>
        </w:rPr>
        <w:t>)</w:t>
      </w:r>
      <w:r>
        <w:rPr>
          <w:rtl/>
        </w:rPr>
        <w:t xml:space="preserve"> “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فر ما رہا ہے را بطہ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 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معصوم امام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مراد امام زما 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زمانے کے امام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رہو معرفت امام بھ</w:t>
      </w:r>
      <w:r>
        <w:rPr>
          <w:rFonts w:hint="cs"/>
          <w:rtl/>
        </w:rPr>
        <w:t>ی</w:t>
      </w:r>
      <w:r>
        <w:rPr>
          <w:rtl/>
        </w:rPr>
        <w:t xml:space="preserve"> ہر مسلمان پر واجب ہے کہ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ہے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امر ہے کہ ”ر</w:t>
      </w:r>
      <w:r>
        <w:rPr>
          <w:rFonts w:hint="eastAsia"/>
          <w:rtl/>
        </w:rPr>
        <w:t>ابطو</w:t>
      </w:r>
      <w:r>
        <w:rPr>
          <w:rtl/>
        </w:rPr>
        <w:t xml:space="preserve"> “ انسان اپنے امام کے ساتھ را 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معرفت بھ</w:t>
      </w:r>
      <w:r>
        <w:rPr>
          <w:rFonts w:hint="cs"/>
          <w:rtl/>
        </w:rPr>
        <w:t>ی</w:t>
      </w:r>
      <w:r>
        <w:rPr>
          <w:rtl/>
        </w:rPr>
        <w:t xml:space="preserve"> حاصل کرنا ضرور</w:t>
      </w:r>
      <w:r>
        <w:rPr>
          <w:rFonts w:hint="cs"/>
          <w:rtl/>
        </w:rPr>
        <w:t>ی</w:t>
      </w:r>
      <w:r>
        <w:rPr>
          <w:rtl/>
        </w:rPr>
        <w:t xml:space="preserve"> ہے اور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لوگ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بہت بڑا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حضرت عل</w:t>
      </w:r>
      <w:r>
        <w:rPr>
          <w:rFonts w:hint="cs"/>
          <w:rtl/>
        </w:rPr>
        <w:t>ی</w:t>
      </w:r>
      <w:r>
        <w:rPr>
          <w:rtl/>
        </w:rPr>
        <w:t xml:space="preserve"> (ع) کو نب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امامت کو نبوت سے بڑھا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(ع) سر کار مآب حضرت محمد مصطف</w:t>
      </w:r>
      <w:r>
        <w:rPr>
          <w:rFonts w:hint="cs"/>
          <w:rtl/>
        </w:rPr>
        <w:t>یٰ</w:t>
      </w:r>
      <w:r>
        <w:rPr>
          <w:rtl/>
        </w:rPr>
        <w:t xml:space="preserve"> (ص) کے مقام سے نہ</w:t>
      </w:r>
      <w:r>
        <w:rPr>
          <w:rFonts w:hint="cs"/>
          <w:rtl/>
        </w:rPr>
        <w:t>ی</w:t>
      </w:r>
      <w:r>
        <w:rPr>
          <w:rtl/>
        </w:rPr>
        <w:t>ں بڑھا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قطعاً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لئے مو لا عل</w:t>
      </w:r>
      <w:r>
        <w:rPr>
          <w:rFonts w:hint="cs"/>
          <w:rtl/>
        </w:rPr>
        <w:t>ی</w:t>
      </w:r>
      <w:r>
        <w:rPr>
          <w:rtl/>
        </w:rPr>
        <w:t xml:space="preserve"> خود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کے غلا 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غلا م ہوں مجھے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 م</w:t>
      </w:r>
      <w:r>
        <w:rPr>
          <w:rFonts w:hint="cs"/>
          <w:rtl/>
        </w:rPr>
        <w:t>ی</w:t>
      </w:r>
      <w:r>
        <w:rPr>
          <w:rtl/>
        </w:rPr>
        <w:t xml:space="preserve"> پر فخر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البتہ مسئلہ امامت جوہے وہ خود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بحث ہو ئ</w:t>
      </w:r>
      <w:r>
        <w:rPr>
          <w:rFonts w:hint="cs"/>
          <w:rtl/>
        </w:rPr>
        <w:t>ی</w:t>
      </w:r>
      <w:r>
        <w:rPr>
          <w:rtl/>
        </w:rPr>
        <w:t xml:space="preserve"> ہے کہ امامت کا در ج</w:t>
      </w:r>
      <w:r>
        <w:rPr>
          <w:rFonts w:hint="eastAsia"/>
          <w:rtl/>
        </w:rPr>
        <w:t>ہ</w:t>
      </w:r>
      <w:r>
        <w:rPr>
          <w:rtl/>
        </w:rPr>
        <w:t xml:space="preserve"> نبوت اور رسالت کے درجوں سے بلندہے مگر ہمارے نب</w:t>
      </w:r>
      <w:r>
        <w:rPr>
          <w:rFonts w:hint="cs"/>
          <w:rtl/>
        </w:rPr>
        <w:t>ی</w:t>
      </w:r>
      <w:r>
        <w:rPr>
          <w:rtl/>
        </w:rPr>
        <w:t xml:space="preserve">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جتنے بھ</w:t>
      </w:r>
      <w:r>
        <w:rPr>
          <w:rFonts w:hint="cs"/>
          <w:rtl/>
        </w:rPr>
        <w:t>ی</w:t>
      </w:r>
      <w:r>
        <w:rPr>
          <w:rtl/>
        </w:rPr>
        <w:t xml:space="preserve">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سردار اور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کا مقام رسالت اور نبوت کے مقام سے بلند ہے اور اُس کے لئے قرآن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اب</w:t>
      </w:r>
      <w:r>
        <w:rPr>
          <w:rFonts w:hint="eastAsia"/>
          <w:rtl/>
        </w:rPr>
        <w:t>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رسول نے جب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تو خدا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”ان</w:t>
      </w:r>
      <w:r>
        <w:rPr>
          <w:rFonts w:hint="cs"/>
          <w:rtl/>
        </w:rPr>
        <w:t>ی</w:t>
      </w:r>
      <w:r>
        <w:rPr>
          <w:rtl/>
        </w:rPr>
        <w:t xml:space="preserve"> جاعلک للناس اماما“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 نے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عطا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امامت کا در جہ سب در جوں سے بلند ہے اب مو 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امامت کا در جہ سر کار رسالت مآب کے سواء تمام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سے ب</w:t>
      </w:r>
      <w:r>
        <w:rPr>
          <w:rFonts w:hint="eastAsia"/>
          <w:rtl/>
        </w:rPr>
        <w:t>لند</w:t>
      </w:r>
      <w:r>
        <w:rPr>
          <w:rtl/>
        </w:rPr>
        <w:t xml:space="preserve"> ہے اور اُس کے لئے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مباہلہ ہے کہ مباہلہ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 xml:space="preserve">فقل تعالوا ندعوا ابنائنا وابنائکم </w:t>
      </w:r>
      <w:r w:rsidR="00C96147" w:rsidRPr="00C96147">
        <w:rPr>
          <w:rStyle w:val="libAieChar"/>
          <w:rFonts w:hint="cs"/>
          <w:rtl/>
        </w:rPr>
        <w:t>---</w:t>
      </w:r>
      <w:r w:rsidR="00902C8C" w:rsidRPr="0072787B">
        <w:rPr>
          <w:rStyle w:val="libAlaemChar"/>
          <w:rtl/>
        </w:rPr>
        <w:t>)</w:t>
      </w:r>
      <w:r w:rsidRPr="00C96147">
        <w:rPr>
          <w:rFonts w:hint="cs"/>
          <w:rtl/>
        </w:rPr>
        <w:t>“(سور</w:t>
      </w:r>
      <w:r w:rsidR="00C96147">
        <w:rPr>
          <w:rFonts w:hint="cs"/>
          <w:rtl/>
        </w:rPr>
        <w:t xml:space="preserve">ہ </w:t>
      </w:r>
      <w:r>
        <w:rPr>
          <w:rtl/>
        </w:rPr>
        <w:t xml:space="preserve"> 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۶۱) </w:t>
      </w:r>
      <w:r>
        <w:rPr>
          <w:rtl/>
        </w:rPr>
        <w:t>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 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کہدو کہ تم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لا </w:t>
      </w:r>
      <w:r w:rsidR="00C96147">
        <w:rPr>
          <w:rtl/>
        </w:rPr>
        <w:t>و</w:t>
      </w:r>
      <w:r>
        <w:rPr>
          <w:rtl/>
        </w:rPr>
        <w:t xml:space="preserve"> ہم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کو لا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 اپنے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لا </w:t>
      </w:r>
      <w:r w:rsidR="00C96147">
        <w:rPr>
          <w:rtl/>
        </w:rPr>
        <w:t>و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لا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”انفسنا انفسکم“ تم اپنے نفسوں کو لا </w:t>
      </w:r>
      <w:r w:rsidR="00C96147">
        <w:rPr>
          <w:rtl/>
        </w:rPr>
        <w:t>و</w:t>
      </w:r>
      <w:r>
        <w:rPr>
          <w:rtl/>
        </w:rPr>
        <w:t xml:space="preserve"> ہم اپنے نفسوں کو لا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تمام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کہ مباہلہ کے دن </w:t>
      </w:r>
      <w:r>
        <w:rPr>
          <w:rtl/>
        </w:rPr>
        <w:lastRenderedPageBreak/>
        <w:t>سر کار رسالت مآب عل</w:t>
      </w:r>
      <w:r>
        <w:rPr>
          <w:rFonts w:hint="cs"/>
          <w:rtl/>
        </w:rPr>
        <w:t>ی</w:t>
      </w:r>
      <w:r>
        <w:rPr>
          <w:rtl/>
        </w:rPr>
        <w:t xml:space="preserve"> کو اپنا نفس بنا کر لئے آ ئے اس سے کس</w:t>
      </w:r>
      <w:r>
        <w:rPr>
          <w:rFonts w:hint="cs"/>
          <w:rtl/>
        </w:rPr>
        <w:t>ی</w:t>
      </w:r>
      <w:r>
        <w:rPr>
          <w:rtl/>
        </w:rPr>
        <w:t xml:space="preserve"> مفسر کو انکا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انفسنا ک</w:t>
      </w:r>
      <w:r>
        <w:rPr>
          <w:rFonts w:hint="cs"/>
          <w:rtl/>
        </w:rPr>
        <w:t>ی</w:t>
      </w:r>
      <w:r>
        <w:rPr>
          <w:rtl/>
        </w:rPr>
        <w:t xml:space="preserve"> جگہ پر عل</w:t>
      </w:r>
      <w:r>
        <w:rPr>
          <w:rFonts w:hint="cs"/>
          <w:rtl/>
        </w:rPr>
        <w:t>ی</w:t>
      </w:r>
      <w:r>
        <w:rPr>
          <w:rtl/>
        </w:rPr>
        <w:t xml:space="preserve"> کو اللہ کے </w:t>
      </w:r>
      <w:r>
        <w:rPr>
          <w:rFonts w:hint="eastAsia"/>
          <w:rtl/>
        </w:rPr>
        <w:t>رسول</w:t>
      </w:r>
      <w:r>
        <w:rPr>
          <w:rtl/>
        </w:rPr>
        <w:t xml:space="preserve"> اپنا نفس بنا کر لا ئے تو سا رے مسلمانوں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ہمارے نب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،ہمارے نب</w:t>
      </w:r>
      <w:r>
        <w:rPr>
          <w:rFonts w:hint="cs"/>
          <w:rtl/>
        </w:rPr>
        <w:t>ی</w:t>
      </w:r>
      <w:r>
        <w:rPr>
          <w:rtl/>
        </w:rPr>
        <w:t xml:space="preserve"> کا چہرہ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چہروں سے افضل ہے ہمارے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 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 نکھوں سے افضل ہے ہمارے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زبانوں سے افضل ہے ہمارے نب</w:t>
      </w:r>
      <w:r>
        <w:rPr>
          <w:rFonts w:hint="cs"/>
          <w:rtl/>
        </w:rPr>
        <w:t>ی</w:t>
      </w:r>
      <w:r>
        <w:rPr>
          <w:rtl/>
        </w:rPr>
        <w:t xml:space="preserve"> کے ہات</w:t>
      </w:r>
      <w:r>
        <w:rPr>
          <w:rFonts w:hint="eastAsia"/>
          <w:rtl/>
        </w:rPr>
        <w:t>ھ</w:t>
      </w:r>
      <w:r>
        <w:rPr>
          <w:rtl/>
        </w:rPr>
        <w:t xml:space="preserve">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ہاتھوں سے افضل ہے تو اس</w:t>
      </w:r>
      <w:r>
        <w:rPr>
          <w:rFonts w:hint="cs"/>
          <w:rtl/>
        </w:rPr>
        <w:t>ی</w:t>
      </w:r>
      <w:r>
        <w:rPr>
          <w:rtl/>
        </w:rPr>
        <w:t xml:space="preserve"> طرح سے ہمارے نب</w:t>
      </w:r>
      <w:r>
        <w:rPr>
          <w:rFonts w:hint="cs"/>
          <w:rtl/>
        </w:rPr>
        <w:t>ی</w:t>
      </w:r>
      <w:r>
        <w:rPr>
          <w:rtl/>
        </w:rPr>
        <w:t xml:space="preserve"> تمام 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نفسوں سے افضل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ہر مسلمان پر معرفت امام حاصل کر ناواجب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(ع) کو جب پروردگا ر نے خلق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عرش کے چاروں طرف چودہ انوار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 لک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مصطف</w:t>
      </w:r>
      <w:r>
        <w:rPr>
          <w:rFonts w:hint="cs"/>
          <w:rtl/>
        </w:rPr>
        <w:t>یٰ</w:t>
      </w:r>
      <w:r>
        <w:rPr>
          <w:rtl/>
        </w:rPr>
        <w:t xml:space="preserve"> (ص)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المرتض</w:t>
      </w:r>
      <w:r>
        <w:rPr>
          <w:rFonts w:hint="cs"/>
          <w:rtl/>
        </w:rPr>
        <w:t>یٰ</w:t>
      </w:r>
      <w:r>
        <w:rPr>
          <w:rtl/>
        </w:rPr>
        <w:t xml:space="preserve"> (ع)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فاطمة الزہرا (س)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مہد</w:t>
      </w:r>
      <w:r>
        <w:rPr>
          <w:rFonts w:hint="cs"/>
          <w:rtl/>
        </w:rPr>
        <w:t>ی</w:t>
      </w:r>
      <w:r>
        <w:rPr>
          <w:rtl/>
        </w:rPr>
        <w:t xml:space="preserve"> (عج)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حاصل ک</w:t>
      </w:r>
      <w:r>
        <w:rPr>
          <w:rFonts w:hint="cs"/>
          <w:rtl/>
        </w:rPr>
        <w:t>ی</w:t>
      </w:r>
      <w:r>
        <w:rPr>
          <w:rtl/>
        </w:rPr>
        <w:t xml:space="preserve"> ہے اُس کے بعد ابرا 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چودہ انوار کے چاروں طرف چھوٹے چھوٹے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گن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کتا</w:t>
      </w:r>
      <w:r>
        <w:rPr>
          <w:rtl/>
        </w:rPr>
        <w:t xml:space="preserve"> ہے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چودہ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پ نے تو بتلا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کے چاروں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انوار جو گھوم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مقام کس قدر بلند ہے اگر ہم واقعاً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توہمارا وجود نوارا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 جا تا ہے تو ہم چودہ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گرد گھومتے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  <w:r w:rsidRPr="00C96147">
        <w:rPr>
          <w:rFonts w:hint="cs"/>
          <w:rtl/>
        </w:rPr>
        <w:t xml:space="preserve">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 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 ان ک</w:t>
      </w:r>
      <w:r>
        <w:rPr>
          <w:rFonts w:hint="cs"/>
          <w:rtl/>
        </w:rPr>
        <w:t>ی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کون ہے ؟ پروردگار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 اور 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اکاون 61رکعات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C96147">
        <w:rPr>
          <w:rFonts w:hint="cs"/>
          <w:rtl/>
        </w:rPr>
        <w:t xml:space="preserve"> آج ہم خود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تو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سترہ رکعات نماز پڑھنا بھ</w:t>
      </w:r>
      <w:r>
        <w:rPr>
          <w:rFonts w:hint="cs"/>
          <w:rtl/>
        </w:rPr>
        <w:t>ی</w:t>
      </w:r>
      <w:r>
        <w:rPr>
          <w:rtl/>
        </w:rPr>
        <w:t xml:space="preserve"> ہمارے لئے بعض وقت مشکل ہوجا تا ہے اگر عاشق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بناہے توپہل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جوحضرت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سنائ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 ہے کہ وہ اکاون رکعات ن</w:t>
      </w:r>
      <w:r>
        <w:rPr>
          <w:rFonts w:hint="eastAsia"/>
          <w:rtl/>
        </w:rPr>
        <w:t>ماز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اکاون رکعات کس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آپ دو رکعت نماز فجر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ساتھ دو رکعت نماز مستحب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ظہر ک</w:t>
      </w:r>
      <w:r>
        <w:rPr>
          <w:rFonts w:hint="cs"/>
          <w:rtl/>
        </w:rPr>
        <w:t>ی</w:t>
      </w:r>
      <w:r>
        <w:rPr>
          <w:rtl/>
        </w:rPr>
        <w:t xml:space="preserve"> نماز واجب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کے ساتھ دو دو رکعت کرکے نماز مستحب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عصر ک</w:t>
      </w:r>
      <w:r>
        <w:rPr>
          <w:rFonts w:hint="cs"/>
          <w:rtl/>
        </w:rPr>
        <w:t>ی</w:t>
      </w:r>
      <w:r>
        <w:rPr>
          <w:rtl/>
        </w:rPr>
        <w:t xml:space="preserve">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کے ساتھ دو دورکعت کرکے مستحب نما</w:t>
      </w:r>
      <w:r>
        <w:rPr>
          <w:rFonts w:hint="eastAsia"/>
          <w:rtl/>
        </w:rPr>
        <w:t>ز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مغرب وعشا ک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دو دوکعت کرکے نماز مستحب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نماز تہجد جو گ</w:t>
      </w:r>
      <w:r>
        <w:rPr>
          <w:rFonts w:hint="cs"/>
          <w:rtl/>
        </w:rPr>
        <w:t>ی</w:t>
      </w:r>
      <w:r>
        <w:rPr>
          <w:rFonts w:hint="eastAsia"/>
          <w:rtl/>
        </w:rPr>
        <w:t>ارہ</w:t>
      </w:r>
      <w:r>
        <w:rPr>
          <w:rtl/>
        </w:rPr>
        <w:t xml:space="preserve"> کعت ہے جو فجر سے پہل</w:t>
      </w:r>
      <w:r>
        <w:rPr>
          <w:rFonts w:hint="cs"/>
          <w:rtl/>
        </w:rPr>
        <w:t>ی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C96147">
        <w:rPr>
          <w:rFonts w:hint="cs"/>
          <w:rtl/>
        </w:rPr>
        <w:t xml:space="preserve"> خدا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ابر 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اکاون رکعت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دوسر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</w:t>
      </w:r>
      <w:r>
        <w:rPr>
          <w:rFonts w:hint="eastAsia"/>
          <w:rtl/>
        </w:rPr>
        <w:t>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بسم اللہ الرحمن الر 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بلند آ واز سے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رکوع سے پہلے دعائے قنوت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للہ ہم سب اس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پروردگار اس کے علاوہ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آواز آئ</w:t>
      </w:r>
      <w:r>
        <w:rPr>
          <w:rFonts w:hint="cs"/>
          <w:rtl/>
        </w:rPr>
        <w:t>ی</w:t>
      </w:r>
      <w:r>
        <w:rPr>
          <w:rtl/>
        </w:rPr>
        <w:t xml:space="preserve"> نماز ختم کر</w:t>
      </w:r>
      <w:r>
        <w:rPr>
          <w:rFonts w:hint="eastAsia"/>
          <w:rtl/>
        </w:rPr>
        <w:t>نے</w:t>
      </w:r>
      <w:r>
        <w:rPr>
          <w:rtl/>
        </w:rPr>
        <w:t xml:space="preserve">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سجدہ شکر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شکر کا سجدہ بھ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نعمت ہے ،جب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صفات سن</w:t>
      </w:r>
      <w:r>
        <w:rPr>
          <w:rFonts w:hint="cs"/>
          <w:rtl/>
        </w:rPr>
        <w:t>ی</w:t>
      </w:r>
      <w:r>
        <w:rPr>
          <w:rtl/>
        </w:rPr>
        <w:t xml:space="preserve"> تو کہا مجھے بھ</w:t>
      </w:r>
      <w:r>
        <w:rPr>
          <w:rFonts w:hint="cs"/>
          <w:rtl/>
        </w:rPr>
        <w:t>ی</w:t>
      </w:r>
      <w:r>
        <w:rPr>
          <w:rtl/>
        </w:rPr>
        <w:t xml:space="preserve"> ان چہاردہ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دے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ابر 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اللہ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جو اکاون رکعات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سجدہ شکر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نماز تہجد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پروردگار مجھے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کردے ۔ اگر کو ئ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انکا ر کر ے تو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قرآن مو جود ہے جب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دع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مجھے محمد و آل محمد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 دے تو سورہ صافات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۸۳</w:t>
      </w:r>
      <w:r>
        <w:rPr>
          <w:rtl/>
        </w:rPr>
        <w:t xml:space="preserve">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نازل ہو ئ</w:t>
      </w:r>
      <w:r>
        <w:rPr>
          <w:rFonts w:hint="cs"/>
          <w:rtl/>
        </w:rPr>
        <w:t>ی</w:t>
      </w:r>
      <w:r>
        <w:rPr>
          <w:rtl/>
        </w:rPr>
        <w:t xml:space="preserve">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و اِنَّ من ش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عت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ِ</w:t>
      </w:r>
      <w:r w:rsidR="00902C8C" w:rsidRPr="00902C8C">
        <w:rPr>
          <w:rStyle w:val="libAieChar"/>
          <w:rtl/>
        </w:rPr>
        <w:t xml:space="preserve"> لَاِبرٰ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>ِ</w:t>
      </w:r>
      <w:r w:rsidR="00902C8C" w:rsidRPr="00902C8C">
        <w:rPr>
          <w:rStyle w:val="libAieChar"/>
          <w:rFonts w:hint="cs"/>
          <w:rtl/>
        </w:rPr>
        <w:t>ی</w:t>
      </w:r>
      <w:r w:rsidR="00902C8C" w:rsidRPr="0072787B">
        <w:rPr>
          <w:rStyle w:val="libAieChar"/>
          <w:rFonts w:hint="eastAsia"/>
          <w:rtl/>
        </w:rPr>
        <w:t>مََِ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(سور</w:t>
      </w:r>
      <w:r w:rsidR="00C96147">
        <w:rPr>
          <w:rtl/>
        </w:rPr>
        <w:t xml:space="preserve">ہ </w:t>
      </w:r>
      <w:r>
        <w:rPr>
          <w:rtl/>
        </w:rPr>
        <w:t xml:space="preserve">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۸۳) </w:t>
      </w:r>
      <w:r>
        <w:rPr>
          <w:rtl/>
        </w:rPr>
        <w:t>اے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ہم نے تجھے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انسان غافل اگر تم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کہتے ہو پہلے تو قرآن کو پڑھ لو کہ کون کون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مشکل پڑے اپنے مولا کو بلا ئے مو لا ہرگز ہم سے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سال پہلے کا واقعہ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منہ خون </w:t>
      </w:r>
      <w:r>
        <w:rPr>
          <w:rFonts w:hint="eastAsia"/>
          <w:rtl/>
        </w:rPr>
        <w:t>کے</w:t>
      </w:r>
      <w:r>
        <w:rPr>
          <w:rtl/>
        </w:rPr>
        <w:t xml:space="preserve"> کنسرکے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</w:t>
      </w:r>
      <w:r>
        <w:rPr>
          <w:rFonts w:hint="cs"/>
          <w:rtl/>
        </w:rPr>
        <w:t>ی</w:t>
      </w:r>
      <w:r>
        <w:rPr>
          <w:rtl/>
        </w:rPr>
        <w:t xml:space="preserve"> ڈاکٹروں نے اُسے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لاعلاج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موقت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اُس نے اپنے شوہر سے کہا کہ حج کا موقع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مجھے حج پر لے چلو مجھے رو ضہ رسول پر لئے چلو مجھے جنت البق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لے چلو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مجھے وہاں شفا مل جا ئے اُس نے دوسرا تقاضا شوہر س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مجھے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خدا پر عبادت کرنے کے لئے دو اُس کے شوہر نے کہا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تو وہ خاتون وہاں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جاگ جاگ 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 منہ رو رہ</w:t>
      </w:r>
      <w:r>
        <w:rPr>
          <w:rFonts w:hint="cs"/>
          <w:rtl/>
        </w:rPr>
        <w:t>ی</w:t>
      </w:r>
      <w:r>
        <w:rPr>
          <w:rtl/>
        </w:rPr>
        <w:t xml:space="preserve"> ہے پروردگار مجھے امام زمانہ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شفا دے وہ پروردگار سے امام زمانہ کے صدقہ دعاء مانگ رہ</w:t>
      </w:r>
      <w:r>
        <w:rPr>
          <w:rFonts w:hint="cs"/>
          <w:rtl/>
        </w:rPr>
        <w:t>ی</w:t>
      </w:r>
      <w:r>
        <w:rPr>
          <w:rtl/>
        </w:rPr>
        <w:t xml:space="preserve"> ہے اور کہہ رہ</w:t>
      </w:r>
      <w:r>
        <w:rPr>
          <w:rFonts w:hint="cs"/>
          <w:rtl/>
        </w:rPr>
        <w:t>ی</w:t>
      </w:r>
      <w:r>
        <w:rPr>
          <w:rtl/>
        </w:rPr>
        <w:t xml:space="preserve"> ہے اے </w:t>
      </w:r>
      <w:r>
        <w:rPr>
          <w:rFonts w:hint="eastAsia"/>
          <w:rtl/>
        </w:rPr>
        <w:t>پروردگار</w:t>
      </w:r>
      <w:r>
        <w:rPr>
          <w:rtl/>
        </w:rPr>
        <w:t xml:space="preserve"> اگر تو مجھے شفا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پہلے مجھے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کہ تجھے شفا مل رہ</w:t>
      </w:r>
      <w:r>
        <w:rPr>
          <w:rFonts w:hint="cs"/>
          <w:rtl/>
        </w:rPr>
        <w:t>ی</w:t>
      </w:r>
      <w:r>
        <w:rPr>
          <w:rtl/>
        </w:rPr>
        <w:t xml:space="preserve"> ہے تا کہ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 ئے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دعاء قبول ہو گئ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رات اس مو منہ نے طواف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طواف کے بعد دو رکعت نماز پڑھنا چا 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اسے اچانک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tl/>
        </w:rPr>
        <w:t xml:space="preserve"> انہوں نے اسے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نماز پڑھناچا ہت</w:t>
      </w:r>
      <w:r>
        <w:rPr>
          <w:rFonts w:hint="cs"/>
          <w:rtl/>
        </w:rPr>
        <w:t>ی</w:t>
      </w:r>
      <w:r>
        <w:rPr>
          <w:rtl/>
        </w:rPr>
        <w:t xml:space="preserve"> ہو تو اس مومنہ نے کہا ج</w:t>
      </w:r>
      <w:r>
        <w:rPr>
          <w:rFonts w:hint="cs"/>
          <w:rtl/>
        </w:rPr>
        <w:t>ی</w:t>
      </w:r>
      <w:r>
        <w:rPr>
          <w:rtl/>
        </w:rPr>
        <w:t xml:space="preserve"> کہا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انہوں نے اپنا ہاتھ حجر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پررکھا حج کا زمانہ تھا لاکھوں کا مجمع تھا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خلوت ہو گئ</w:t>
      </w:r>
      <w:r>
        <w:rPr>
          <w:rFonts w:hint="cs"/>
          <w:rtl/>
        </w:rPr>
        <w:t>ی</w:t>
      </w:r>
      <w:r>
        <w:rPr>
          <w:rtl/>
        </w:rPr>
        <w:t xml:space="preserve"> کہ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تھا کہ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eastAsia"/>
          <w:rtl/>
        </w:rPr>
        <w:t>واء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اُس مقام پر نہ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مومنہ ابھ</w:t>
      </w:r>
      <w:r>
        <w:rPr>
          <w:rFonts w:hint="cs"/>
          <w:rtl/>
        </w:rPr>
        <w:t>ی</w:t>
      </w:r>
      <w:r>
        <w:rPr>
          <w:rtl/>
        </w:rPr>
        <w:t xml:space="preserve"> تک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مو منہ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</w:t>
      </w:r>
      <w:r>
        <w:rPr>
          <w:rFonts w:hint="cs"/>
          <w:rtl/>
        </w:rPr>
        <w:t>ی</w:t>
      </w:r>
      <w:r>
        <w:rPr>
          <w:rtl/>
        </w:rPr>
        <w:t xml:space="preserve"> اور جب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نماز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</w:t>
      </w:r>
      <w:r>
        <w:rPr>
          <w:rFonts w:hint="cs"/>
          <w:rtl/>
        </w:rPr>
        <w:t>ی</w:t>
      </w:r>
      <w:r>
        <w:rPr>
          <w:rtl/>
        </w:rPr>
        <w:t xml:space="preserve"> نوران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وہاں کھڑ</w:t>
      </w:r>
      <w:r>
        <w:rPr>
          <w:rFonts w:hint="cs"/>
          <w:rtl/>
        </w:rPr>
        <w:t>ی</w:t>
      </w:r>
      <w:r>
        <w:rPr>
          <w:rtl/>
        </w:rPr>
        <w:t xml:space="preserve"> ہے انہوں نے مجھ سے کہا دوسر</w:t>
      </w:r>
      <w:r>
        <w:rPr>
          <w:rFonts w:hint="cs"/>
          <w:rtl/>
        </w:rPr>
        <w:t>ی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پڑھنا چاہت</w:t>
      </w:r>
      <w:r>
        <w:rPr>
          <w:rFonts w:hint="cs"/>
          <w:rtl/>
        </w:rPr>
        <w:t>ی</w:t>
      </w:r>
      <w:r>
        <w:rPr>
          <w:rtl/>
        </w:rPr>
        <w:t xml:space="preserve"> ہو؟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eastAsia"/>
          <w:rtl/>
        </w:rPr>
        <w:t>ُن</w:t>
      </w:r>
      <w:r>
        <w:rPr>
          <w:rtl/>
        </w:rPr>
        <w:t xml:space="preserve"> سے کہا اے بزرگ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نماز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سکت</w:t>
      </w:r>
      <w:r>
        <w:rPr>
          <w:rFonts w:hint="cs"/>
          <w:rtl/>
        </w:rPr>
        <w:t>ی</w:t>
      </w:r>
      <w:r>
        <w:rPr>
          <w:rtl/>
        </w:rPr>
        <w:t xml:space="preserve"> ہوں فقط دعا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رہت</w:t>
      </w:r>
      <w:r>
        <w:rPr>
          <w:rFonts w:hint="cs"/>
          <w:rtl/>
        </w:rPr>
        <w:t>ی</w:t>
      </w:r>
      <w:r>
        <w:rPr>
          <w:rtl/>
        </w:rPr>
        <w:t xml:space="preserve"> ہوں تو انہوں نے کہا تجھے پروردگار نے شفا عطا ک</w:t>
      </w:r>
      <w:r>
        <w:rPr>
          <w:rFonts w:hint="cs"/>
          <w:rtl/>
        </w:rPr>
        <w:t>ی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ختم ہو گئ</w:t>
      </w:r>
      <w:r>
        <w:rPr>
          <w:rFonts w:hint="cs"/>
          <w:rtl/>
        </w:rPr>
        <w:t>ی</w:t>
      </w:r>
      <w:r>
        <w:rPr>
          <w:rtl/>
        </w:rPr>
        <w:t xml:space="preserve"> ہے جا اور زم زم کا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لے اُس خاتون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زمزم کے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بڑھ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وجو</w:t>
      </w:r>
      <w:r>
        <w:rPr>
          <w:rtl/>
        </w:rPr>
        <w:t xml:space="preserve"> پلٹ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tl/>
        </w:rPr>
        <w:lastRenderedPageBreak/>
        <w:t>وہ نوران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خود کو بہتر محسوس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پھر تہران واپس آ کر معا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توخود ڈاکٹر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تھے کہ الحمدللہ کہ کنسر کا کو 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اثر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امام زندہ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ہمارے امام مدد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خلوص کے ساتھ امام کو پکار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شرائط جو پروردگار نے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بتلا ئے وہ شرا ئط ہمارے اندر ہو نا 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اکاون رکعات نماز پڑھن</w:t>
      </w:r>
      <w:r>
        <w:rPr>
          <w:rFonts w:hint="cs"/>
          <w:rtl/>
        </w:rPr>
        <w:t>ی</w:t>
      </w:r>
      <w:r>
        <w:rPr>
          <w:rtl/>
        </w:rPr>
        <w:t xml:space="preserve"> چاہئے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دوسرے </w:t>
      </w:r>
      <w:r>
        <w:rPr>
          <w:rFonts w:hint="eastAsia"/>
          <w:rtl/>
        </w:rPr>
        <w:t>فر</w:t>
      </w:r>
      <w:r>
        <w:rPr>
          <w:rtl/>
        </w:rPr>
        <w:t xml:space="preserve"> قہ ہم سے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رہ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 کا قصور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فاسق اور فاجر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 نماز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مخالفت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مرتبہ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 اق</w:t>
      </w:r>
      <w:r>
        <w:rPr>
          <w:rFonts w:hint="cs"/>
          <w:rtl/>
        </w:rPr>
        <w:t>ی</w:t>
      </w:r>
      <w:r>
        <w:rPr>
          <w:rFonts w:hint="eastAsia"/>
          <w:rtl/>
        </w:rPr>
        <w:t>موا</w:t>
      </w:r>
      <w:r>
        <w:rPr>
          <w:rtl/>
        </w:rPr>
        <w:t xml:space="preserve"> الصلاة 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ہے جو انسان کو نماز سے روکتا ہے آج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کے نمائندے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اپنے 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نماز سے روک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معصوم</w:t>
      </w:r>
      <w:r>
        <w:rPr>
          <w:rtl/>
        </w:rPr>
        <w:t xml:space="preserve">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کبھ</w:t>
      </w:r>
      <w:r>
        <w:rPr>
          <w:rFonts w:hint="cs"/>
          <w:rtl/>
        </w:rPr>
        <w:t>ی</w:t>
      </w:r>
      <w:r>
        <w:rPr>
          <w:rtl/>
        </w:rPr>
        <w:t xml:space="preserve"> نماز تہجد کو ترک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زمانہ سے رابطہ قائم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نماز تہجد کو کبھ</w:t>
      </w:r>
      <w:r>
        <w:rPr>
          <w:rFonts w:hint="cs"/>
          <w:rtl/>
        </w:rPr>
        <w:t>ی</w:t>
      </w:r>
      <w:r>
        <w:rPr>
          <w:rtl/>
        </w:rPr>
        <w:t xml:space="preserve"> ترک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آخر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مجھے نماز تہجد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کرنا “ اور نماز تہجد پڑھنے کے بعد کربلا ک</w:t>
      </w:r>
      <w:r>
        <w:rPr>
          <w:rFonts w:hint="cs"/>
          <w:rtl/>
        </w:rPr>
        <w:t>ی</w:t>
      </w:r>
      <w:r>
        <w:rPr>
          <w:rtl/>
        </w:rPr>
        <w:t xml:space="preserve"> طرف رخ کر کے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  <w:r w:rsidRPr="00237C4F">
        <w:rPr>
          <w:rStyle w:val="libArabicChar"/>
          <w:rtl/>
        </w:rPr>
        <w:t>السلام عل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ک</w:t>
      </w:r>
      <w:r w:rsidRPr="00237C4F">
        <w:rPr>
          <w:rStyle w:val="libArabicChar"/>
          <w:rtl/>
        </w:rPr>
        <w:t xml:space="preserve"> 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ا</w:t>
      </w:r>
      <w:r w:rsidRPr="00237C4F">
        <w:rPr>
          <w:rStyle w:val="libArabicChar"/>
          <w:rtl/>
        </w:rPr>
        <w:t xml:space="preserve"> ابا عبدالل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“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زاد</w:t>
      </w:r>
      <w:r>
        <w:rPr>
          <w:rFonts w:hint="cs"/>
          <w:rtl/>
        </w:rPr>
        <w:t>ی</w:t>
      </w:r>
      <w:r>
        <w:rPr>
          <w:rtl/>
        </w:rPr>
        <w:t>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رات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جل رہے تھے جو رات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تھ</w:t>
      </w:r>
      <w:r>
        <w:rPr>
          <w:rFonts w:hint="cs"/>
          <w:rtl/>
        </w:rPr>
        <w:t>ی</w:t>
      </w:r>
      <w:r>
        <w:rPr>
          <w:rtl/>
        </w:rPr>
        <w:t xml:space="preserve"> اُس رات بھ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تہجد قضا نہ ہوئ</w:t>
      </w:r>
      <w:r>
        <w:rPr>
          <w:rFonts w:hint="cs"/>
          <w:rtl/>
        </w:rPr>
        <w:t>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بڑے بے رحم</w:t>
      </w:r>
      <w:r>
        <w:rPr>
          <w:rFonts w:hint="cs"/>
          <w:rtl/>
        </w:rPr>
        <w:t>ی</w:t>
      </w:r>
      <w:r>
        <w:rPr>
          <w:rtl/>
        </w:rPr>
        <w:t xml:space="preserve">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پتھروں ک</w:t>
      </w:r>
      <w:r>
        <w:rPr>
          <w:rFonts w:hint="cs"/>
          <w:rtl/>
        </w:rPr>
        <w:t>ی</w:t>
      </w:r>
      <w:r>
        <w:rPr>
          <w:rtl/>
        </w:rPr>
        <w:t xml:space="preserve"> بارش برست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ملتا تھا کب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دھوپ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کبھ</w:t>
      </w:r>
      <w:r>
        <w:rPr>
          <w:rFonts w:hint="cs"/>
          <w:rtl/>
        </w:rPr>
        <w:t>ی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مارتے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پورا راستہ بہت سخت تھا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بچے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 گئے مگر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راستے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نماز تہجد قضا نہ ہوئ</w:t>
      </w:r>
      <w:r>
        <w:rPr>
          <w:rFonts w:hint="cs"/>
          <w:rtl/>
        </w:rPr>
        <w:t>ی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شام کے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آدھ</w:t>
      </w:r>
      <w:r>
        <w:rPr>
          <w:rFonts w:hint="cs"/>
          <w:rtl/>
        </w:rPr>
        <w:t>ی</w:t>
      </w:r>
      <w:r>
        <w:rPr>
          <w:rtl/>
        </w:rPr>
        <w:t xml:space="preserve"> رات کا وقت تھا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نے جا کر وضو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پھوپھ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تہجد پڑھ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پھوپھ</w:t>
      </w:r>
      <w:r>
        <w:rPr>
          <w:rFonts w:hint="cs"/>
          <w:rtl/>
        </w:rPr>
        <w:t>ی</w:t>
      </w:r>
      <w:r>
        <w:rPr>
          <w:rtl/>
        </w:rPr>
        <w:t xml:space="preserve"> اما ں آپ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 پ کو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نماز تہجد پڑھتے ہو 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پھوپ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آئ</w:t>
      </w:r>
      <w:r>
        <w:rPr>
          <w:rFonts w:hint="cs"/>
          <w:rtl/>
        </w:rPr>
        <w:t>ی</w:t>
      </w:r>
      <w:r>
        <w:rPr>
          <w:rtl/>
        </w:rPr>
        <w:t xml:space="preserve"> سجاد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زندان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 نا اتنا کم آ تا ہے کہ ہم بچوں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طاقت نہ رہ</w:t>
      </w:r>
      <w:r>
        <w:rPr>
          <w:rFonts w:hint="cs"/>
          <w:rtl/>
        </w:rPr>
        <w:t>ی</w:t>
      </w:r>
      <w:r>
        <w:rPr>
          <w:rtl/>
        </w:rPr>
        <w:t xml:space="preserve"> کہ کھڑے ہو کر نماز تہجد ادا کروں۔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مو</w:t>
      </w:r>
      <w:r>
        <w:rPr>
          <w:rtl/>
        </w:rPr>
        <w:t xml:space="preserve"> من ہو کر اور نماز تہجد قضا ہو جا ئے نماز تہجد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نشان</w:t>
      </w:r>
      <w:r>
        <w:rPr>
          <w:rFonts w:hint="cs"/>
          <w:rtl/>
        </w:rPr>
        <w:t>ی</w:t>
      </w:r>
      <w:r>
        <w:rPr>
          <w:rtl/>
        </w:rPr>
        <w:t xml:space="preserve"> ہے اس کو کبھ</w:t>
      </w:r>
      <w:r>
        <w:rPr>
          <w:rFonts w:hint="cs"/>
          <w:rtl/>
        </w:rPr>
        <w:t>ی</w:t>
      </w:r>
      <w:r>
        <w:rPr>
          <w:rtl/>
        </w:rPr>
        <w:t xml:space="preserve"> ترک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تہجد پڑھنے والے ک</w:t>
      </w:r>
      <w:r>
        <w:rPr>
          <w:rFonts w:hint="cs"/>
          <w:rtl/>
        </w:rPr>
        <w:t>ی</w:t>
      </w:r>
      <w:r>
        <w:rPr>
          <w:rtl/>
        </w:rPr>
        <w:t xml:space="preserve"> سکرات بہت آسان</w:t>
      </w:r>
      <w:r>
        <w:rPr>
          <w:rFonts w:hint="cs"/>
          <w:rtl/>
        </w:rPr>
        <w:t>ی</w:t>
      </w:r>
      <w:r>
        <w:rPr>
          <w:rtl/>
        </w:rPr>
        <w:t xml:space="preserve"> سے ہو ت</w:t>
      </w:r>
      <w:r>
        <w:rPr>
          <w:rFonts w:hint="cs"/>
          <w:rtl/>
        </w:rPr>
        <w:t>ی</w:t>
      </w:r>
      <w:r>
        <w:rPr>
          <w:rtl/>
        </w:rPr>
        <w:t xml:space="preserve"> ہے نماز تہجد پڑھنے والے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شفاعت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نماز تہجد پڑھنے والا جب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ا ئے گا اُس کے چہرے سے اتنا نور نکلے گا خصوصاً وہ نماز تہجد پڑھنے والا جو نماز تہجد کے ساتھ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 آ نسوں بہائے اگر نماز تہجد ک</w:t>
      </w:r>
      <w:r>
        <w:rPr>
          <w:rFonts w:hint="cs"/>
          <w:rtl/>
        </w:rPr>
        <w:t>ی</w:t>
      </w:r>
      <w:r>
        <w:rPr>
          <w:rtl/>
        </w:rPr>
        <w:t xml:space="preserve"> عادت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امام زمانہ سے رابطہ ہو جا ئے گا رابطہ کے لئے دوسر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ہے امربالمعروف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ہے اگر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ہمار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پورا اسلام</w:t>
      </w:r>
      <w:r>
        <w:rPr>
          <w:rFonts w:hint="cs"/>
          <w:rtl/>
        </w:rPr>
        <w:t>ی</w:t>
      </w:r>
      <w:r>
        <w:rPr>
          <w:rtl/>
        </w:rPr>
        <w:t xml:space="preserve"> ممالک کو غلام بنا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استدانوں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اس لئے صرف اور صرف مسلمانوں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 کہ مسلمان منظم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مل کر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کومسلمان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جا ئے 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زور ٹوٹ جا ئے اس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اسلحہ ک</w:t>
      </w:r>
      <w:r>
        <w:rPr>
          <w:rFonts w:hint="cs"/>
          <w:rtl/>
        </w:rPr>
        <w:t>ی</w:t>
      </w:r>
      <w:r>
        <w:rPr>
          <w:rtl/>
        </w:rPr>
        <w:t xml:space="preserve"> فکٹر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جسے صدر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ہم 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تم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غلام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آسکتا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ہو سکت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رام سے پانچ دس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مسلمان بن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پانچ چھ گروپ کو م</w:t>
      </w:r>
      <w:r>
        <w:rPr>
          <w:rFonts w:hint="cs"/>
          <w:rtl/>
        </w:rPr>
        <w:t>ی</w:t>
      </w:r>
      <w:r>
        <w:rPr>
          <w:rFonts w:hint="eastAsia"/>
          <w:rtl/>
        </w:rPr>
        <w:t>سج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مر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،حت</w:t>
      </w:r>
      <w:r>
        <w:rPr>
          <w:rFonts w:hint="cs"/>
          <w:rtl/>
        </w:rPr>
        <w:t>یٰ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ہندوستان کے لوگوں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سے کچھ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جائے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مرچک</w:t>
      </w:r>
      <w:r>
        <w:rPr>
          <w:rFonts w:hint="cs"/>
          <w:rtl/>
        </w:rPr>
        <w:t>ی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پلاننگ ہے اس وقت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بائبل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اور خود فلسف</w:t>
      </w:r>
      <w:r>
        <w:rPr>
          <w:rFonts w:hint="cs"/>
          <w:rtl/>
        </w:rPr>
        <w:t>ی</w:t>
      </w:r>
      <w:r>
        <w:rPr>
          <w:rtl/>
        </w:rPr>
        <w:t xml:space="preserve"> اندازم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بناسکتے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Fonts w:hint="eastAsia"/>
          <w:rtl/>
        </w:rPr>
        <w:t>ٹرنٹ</w:t>
      </w:r>
      <w:r>
        <w:rPr>
          <w:rFonts w:hint="cs"/>
          <w:rtl/>
        </w:rPr>
        <w:t>ی</w:t>
      </w:r>
      <w:r>
        <w:rPr>
          <w:rtl/>
        </w:rPr>
        <w:t xml:space="preserve"> کا مسئلہ ہے کہ وہ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خدا ما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سے پانچ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اُن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باطل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اگر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بائبل </w:t>
      </w:r>
      <w:r>
        <w:rPr>
          <w:rtl/>
          <w:lang w:bidi="fa-IR"/>
        </w:rPr>
        <w:t>۵</w:t>
      </w:r>
      <w:r>
        <w:rPr>
          <w:rtl/>
        </w:rPr>
        <w:t xml:space="preserve"> چپٹر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</w:t>
      </w:r>
      <w:r>
        <w:rPr>
          <w:rtl/>
          <w:lang w:bidi="fa-IR"/>
        </w:rPr>
        <w:t>۱۶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t>And Hazrat Jesus with you himself in to the wilderness and prayed to his god</w:t>
      </w:r>
      <w:r>
        <w:rPr>
          <w:rtl/>
        </w:rPr>
        <w:t xml:space="preserve">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لکھا ہے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نے اپنے خدا ک</w:t>
      </w:r>
      <w:r>
        <w:rPr>
          <w:rFonts w:hint="cs"/>
          <w:rtl/>
        </w:rPr>
        <w:t>ی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خود خداتھے تو پھر عبادت کس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ہم ان کو بہت جلد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لوگ خود اپن</w:t>
      </w:r>
      <w:r>
        <w:rPr>
          <w:rFonts w:hint="cs"/>
          <w:rtl/>
        </w:rPr>
        <w:t>ی</w:t>
      </w:r>
      <w:r>
        <w:rPr>
          <w:rtl/>
        </w:rPr>
        <w:t xml:space="preserve"> کتا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اُن کے پر</w:t>
      </w:r>
      <w:r>
        <w:rPr>
          <w:rFonts w:hint="cs"/>
          <w:rtl/>
        </w:rPr>
        <w:t>ی</w:t>
      </w:r>
      <w:r>
        <w:rPr>
          <w:rFonts w:hint="eastAsia"/>
          <w:rtl/>
        </w:rPr>
        <w:t>سٹ</w:t>
      </w:r>
      <w:r>
        <w:rPr>
          <w:rtl/>
        </w:rPr>
        <w:t xml:space="preserve"> اُن کو گمراہ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چپٹر</w:t>
      </w:r>
      <w:r>
        <w:rPr>
          <w:rtl/>
          <w:lang w:bidi="fa-IR"/>
        </w:rPr>
        <w:t>۲۶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۳۹</w:t>
      </w:r>
      <w:r>
        <w:t>And going little way forword he is jesus coverd his facepray and said "My father if it is possible late me stufe passe away from me</w:t>
      </w:r>
      <w:r>
        <w:rPr>
          <w:rtl/>
          <w:lang w:bidi="fa-IR"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سجدہ بھ</w:t>
      </w:r>
      <w:r>
        <w:rPr>
          <w:rFonts w:hint="cs"/>
          <w:rtl/>
        </w:rPr>
        <w:t>ی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دعاء ک</w:t>
      </w:r>
      <w:r>
        <w:rPr>
          <w:rFonts w:hint="cs"/>
          <w:rtl/>
        </w:rPr>
        <w:t>ی</w:t>
      </w:r>
      <w:r>
        <w:rPr>
          <w:rtl/>
        </w:rPr>
        <w:t xml:space="preserve"> کہ پروردگارا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مشکل مجھ سے دو رکردے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خدا ہے کہ خود مشکل بھ</w:t>
      </w:r>
      <w:r>
        <w:rPr>
          <w:rFonts w:hint="cs"/>
          <w:rtl/>
        </w:rPr>
        <w:t>ی</w:t>
      </w:r>
      <w:r>
        <w:rPr>
          <w:rtl/>
        </w:rPr>
        <w:t xml:space="preserve"> دور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بتلا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بندہ ہے خدا کانب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ہم ا</w:t>
      </w:r>
      <w:r>
        <w:rPr>
          <w:rFonts w:hint="eastAsia"/>
          <w:rtl/>
        </w:rPr>
        <w:t>ن</w:t>
      </w:r>
      <w:r>
        <w:rPr>
          <w:rtl/>
        </w:rPr>
        <w:t xml:space="preserve"> کو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سب سے بڑا مسئلہ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وقت رو 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بھوکھے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پہلے ہم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کو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بہت سارے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ہم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طور پر صفر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کلمہ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من بھ</w:t>
      </w:r>
      <w:r>
        <w:rPr>
          <w:rFonts w:hint="cs"/>
          <w:rtl/>
        </w:rPr>
        <w:t>ی</w:t>
      </w:r>
      <w:r>
        <w:rPr>
          <w:rtl/>
        </w:rPr>
        <w:t xml:space="preserve">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مگرہمارا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اسٹ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صفر کے برابر ہے کبھ</w:t>
      </w:r>
      <w:r>
        <w:rPr>
          <w:rFonts w:hint="cs"/>
          <w:rtl/>
        </w:rPr>
        <w:t>ی</w:t>
      </w:r>
      <w:r>
        <w:rPr>
          <w:rtl/>
        </w:rPr>
        <w:t xml:space="preserve"> صفر سے بھ</w:t>
      </w:r>
      <w:r>
        <w:rPr>
          <w:rFonts w:hint="cs"/>
          <w:rtl/>
        </w:rPr>
        <w:t>ی</w:t>
      </w:r>
      <w:r>
        <w:rPr>
          <w:rtl/>
        </w:rPr>
        <w:t xml:space="preserve"> کم ہے جب مو من کا روحان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اسٹ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بلند ہو گا تو امام سے رابطہ ہوگاکبھ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غفلت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کادل مرجاتا ہے نکاح ک</w:t>
      </w:r>
      <w:r>
        <w:rPr>
          <w:rFonts w:hint="cs"/>
          <w:rtl/>
        </w:rPr>
        <w:t>ی</w:t>
      </w:r>
      <w:r>
        <w:rPr>
          <w:rtl/>
        </w:rPr>
        <w:t xml:space="preserve"> لذت کھانے ک</w:t>
      </w:r>
      <w:r>
        <w:rPr>
          <w:rFonts w:hint="cs"/>
          <w:rtl/>
        </w:rPr>
        <w:t>ی</w:t>
      </w:r>
      <w:r>
        <w:rPr>
          <w:rtl/>
        </w:rPr>
        <w:t xml:space="preserve"> لذت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منٹ اور دس منٹ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لذتوں ک</w:t>
      </w:r>
      <w:r>
        <w:rPr>
          <w:rFonts w:hint="cs"/>
          <w:rtl/>
        </w:rPr>
        <w:t>ی</w:t>
      </w:r>
      <w:r>
        <w:rPr>
          <w:rtl/>
        </w:rPr>
        <w:t xml:space="preserve"> وجہ سے بعض لوگ گناہوں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کا بڑا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جملہ ہے مو لا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نادان انسان لذت ک</w:t>
      </w:r>
      <w:r>
        <w:rPr>
          <w:rFonts w:hint="cs"/>
          <w:rtl/>
        </w:rPr>
        <w:t>ی</w:t>
      </w:r>
      <w:r>
        <w:rPr>
          <w:rtl/>
        </w:rPr>
        <w:t xml:space="preserve"> وجہ سے تو اندھا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مو لا </w:t>
      </w:r>
      <w:r>
        <w:rPr>
          <w:rFonts w:hint="eastAsia"/>
          <w:rtl/>
        </w:rPr>
        <w:t>فر</w:t>
      </w:r>
      <w:r>
        <w:rPr>
          <w:rtl/>
        </w:rPr>
        <w:t xml:space="preserve">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ک</w:t>
      </w:r>
      <w:r>
        <w:rPr>
          <w:rFonts w:hint="cs"/>
          <w:rtl/>
        </w:rPr>
        <w:t>ی</w:t>
      </w:r>
      <w:r>
        <w:rPr>
          <w:rtl/>
        </w:rPr>
        <w:t xml:space="preserve"> لذت ختم ہوجات</w:t>
      </w:r>
      <w:r>
        <w:rPr>
          <w:rFonts w:hint="cs"/>
          <w:rtl/>
        </w:rPr>
        <w:t>ی</w:t>
      </w:r>
      <w:r>
        <w:rPr>
          <w:rtl/>
        </w:rPr>
        <w:t xml:space="preserve"> ہے مگر اُس ک</w:t>
      </w:r>
      <w:r>
        <w:rPr>
          <w:rFonts w:hint="cs"/>
          <w:rtl/>
        </w:rPr>
        <w:t>ی</w:t>
      </w:r>
      <w:r>
        <w:rPr>
          <w:rtl/>
        </w:rPr>
        <w:t xml:space="preserve"> نجاست اور اُس کا عذاب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رہ جاتا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 توبہ کرے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انسان کا قلب دل روح بالکل مردہ ہو جات</w:t>
      </w:r>
      <w:r>
        <w:rPr>
          <w:rFonts w:hint="cs"/>
          <w:rtl/>
        </w:rPr>
        <w:t>ی</w:t>
      </w:r>
      <w:r>
        <w:rPr>
          <w:rtl/>
        </w:rPr>
        <w:t xml:space="preserve"> ہے اگر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دوبارہ زندہ کرنا ہے تو اُس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eastAsia"/>
          <w:rtl/>
        </w:rPr>
        <w:t>آپ</w:t>
      </w:r>
      <w:r>
        <w:rPr>
          <w:rtl/>
        </w:rPr>
        <w:t xml:space="preserve"> نماز تہجد کے وقت اٹھتے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آپ کو دعاء اور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لذت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نے جو لذت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جو لذت نماز تہجد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وہ کائنات کہ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 مگر اللہ نے اُس لذت کو گنہ</w:t>
      </w:r>
      <w:r>
        <w:rPr>
          <w:rFonts w:hint="eastAsia"/>
          <w:rtl/>
        </w:rPr>
        <w:t>گاروں</w:t>
      </w:r>
      <w:r>
        <w:rPr>
          <w:rtl/>
        </w:rPr>
        <w:t xml:space="preserve"> کے لئے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علاج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علاج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آپ نماز فجر ک</w:t>
      </w:r>
      <w:r>
        <w:rPr>
          <w:rFonts w:hint="cs"/>
          <w:rtl/>
        </w:rPr>
        <w:t>ی</w:t>
      </w:r>
      <w:r>
        <w:rPr>
          <w:rtl/>
        </w:rPr>
        <w:t xml:space="preserve"> آذان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منٹ پہلے اٹھ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قبلہ رخ ہوکر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“ ح</w:t>
      </w:r>
      <w:r>
        <w:rPr>
          <w:rFonts w:hint="cs"/>
          <w:rtl/>
        </w:rPr>
        <w:t>ی</w:t>
      </w:r>
      <w:r>
        <w:rPr>
          <w:rtl/>
        </w:rPr>
        <w:t xml:space="preserve"> خدا کا نام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پروردگار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گناہ کر کے اپنے دل کو ما 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</w:t>
      </w:r>
      <w:r>
        <w:rPr>
          <w:rFonts w:hint="eastAsia"/>
          <w:rtl/>
        </w:rPr>
        <w:t>و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مردہ دل کو زندہ کردے اُس کے بعد ”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 لا الہ الاانت“ پروردگار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رب ہے تو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 ہے اگر تو نے مجھے زندہ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کون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اس مردہ دل کو زندہ کرے گا</w:t>
      </w:r>
      <w:r w:rsidRPr="00C96147">
        <w:rPr>
          <w:rFonts w:hint="cs"/>
          <w:rtl/>
        </w:rPr>
        <w:t xml:space="preserve"> علماء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ذکر ہے جو جلد سے جلد دعاء قبول ہوجا 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مل جا ئے گا اس کے بعد انسان معنو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کرتا ہے اگر انسان معنو</w:t>
      </w:r>
      <w:r>
        <w:rPr>
          <w:rFonts w:hint="cs"/>
          <w:rtl/>
        </w:rPr>
        <w:t>ی</w:t>
      </w:r>
      <w:r>
        <w:rPr>
          <w:rtl/>
        </w:rPr>
        <w:t xml:space="preserve"> لذت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نہ کرے تو اُس کا درجہ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برابرہے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کو دعاء سے لذت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ہے ہم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گناہوں ک</w:t>
      </w:r>
      <w:r>
        <w:rPr>
          <w:rFonts w:hint="cs"/>
          <w:rtl/>
        </w:rPr>
        <w:t>ی</w:t>
      </w:r>
      <w:r>
        <w:rPr>
          <w:rtl/>
        </w:rPr>
        <w:t xml:space="preserve"> وجہ سے اتنا گر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لذت ہمارے اندر سے خت</w:t>
      </w:r>
      <w:r>
        <w:rPr>
          <w:rFonts w:hint="eastAsia"/>
          <w:rtl/>
        </w:rPr>
        <w:t>م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رو حان</w:t>
      </w:r>
      <w:r>
        <w:rPr>
          <w:rFonts w:hint="cs"/>
          <w:rtl/>
        </w:rPr>
        <w:t>ی</w:t>
      </w:r>
      <w:r>
        <w:rPr>
          <w:rtl/>
        </w:rPr>
        <w:t xml:space="preserve"> طور پر ہم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مصائب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مو</w:t>
      </w:r>
      <w:r>
        <w:rPr>
          <w:rtl/>
        </w:rPr>
        <w:t xml:space="preserve"> لا عل</w:t>
      </w:r>
      <w:r>
        <w:rPr>
          <w:rFonts w:hint="cs"/>
          <w:rtl/>
        </w:rPr>
        <w:t>ی</w:t>
      </w:r>
      <w:r>
        <w:rPr>
          <w:rtl/>
        </w:rPr>
        <w:t xml:space="preserve"> نے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کو شرک کہا ہے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تو نے اللہ ک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بندوں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مو لا عل</w:t>
      </w:r>
      <w:r>
        <w:rPr>
          <w:rFonts w:hint="cs"/>
          <w:rtl/>
        </w:rPr>
        <w:t>ی</w:t>
      </w:r>
      <w:r>
        <w:rPr>
          <w:rtl/>
        </w:rPr>
        <w:t xml:space="preserve"> کا فر ما ن بھ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Pr="0072787B">
        <w:rPr>
          <w:rStyle w:val="libArabicChar"/>
          <w:rtl/>
        </w:rPr>
        <w:t>الر</w:t>
      </w:r>
      <w:r w:rsidRPr="0072787B">
        <w:rPr>
          <w:rStyle w:val="libArabicChar"/>
          <w:rFonts w:hint="cs"/>
          <w:rtl/>
        </w:rPr>
        <w:t>ی</w:t>
      </w:r>
      <w:r w:rsidRPr="0072787B">
        <w:rPr>
          <w:rStyle w:val="libArabicChar"/>
          <w:rFonts w:hint="eastAsia"/>
          <w:rtl/>
        </w:rPr>
        <w:t>اء</w:t>
      </w:r>
      <w:r w:rsidRPr="0072787B">
        <w:rPr>
          <w:rStyle w:val="libArabicChar"/>
          <w:rtl/>
        </w:rPr>
        <w:t xml:space="preserve"> 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و شرک کل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اور شرک سے بڑا کو 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237C4F" w:rsidRDefault="00237C4F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237C4F">
      <w:pPr>
        <w:pStyle w:val="Heading2Center"/>
        <w:rPr>
          <w:rtl/>
        </w:rPr>
      </w:pPr>
      <w:bookmarkStart w:id="5" w:name="_Toc501450105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۵</w:t>
      </w:r>
      <w:bookmarkEnd w:id="5"/>
    </w:p>
    <w:p w:rsidR="00237C4F" w:rsidRPr="00237C4F" w:rsidRDefault="00A54C30" w:rsidP="00237C4F">
      <w:pPr>
        <w:pStyle w:val="libArabic"/>
      </w:pPr>
      <w:r w:rsidRPr="00237C4F">
        <w:rPr>
          <w:rFonts w:hint="eastAsia"/>
          <w:rtl/>
        </w:rPr>
        <w:t>قال</w:t>
      </w:r>
      <w:r w:rsidRPr="00237C4F"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تبارک وتعال</w:t>
      </w:r>
      <w:r w:rsidRPr="00237C4F">
        <w:rPr>
          <w:rFonts w:hint="cs"/>
          <w:rtl/>
        </w:rPr>
        <w:t>یٰ</w:t>
      </w:r>
      <w:r w:rsidRPr="00237C4F">
        <w:rPr>
          <w:rtl/>
        </w:rPr>
        <w:t xml:space="preserve"> ف</w:t>
      </w:r>
      <w:r w:rsidRPr="00237C4F">
        <w:rPr>
          <w:rFonts w:hint="cs"/>
          <w:rtl/>
        </w:rPr>
        <w:t>ی</w:t>
      </w:r>
      <w:r w:rsidRPr="00237C4F">
        <w:rPr>
          <w:rtl/>
        </w:rPr>
        <w:t xml:space="preserve"> کتاب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المج</w:t>
      </w:r>
      <w:r w:rsidRPr="00237C4F">
        <w:rPr>
          <w:rFonts w:hint="cs"/>
          <w:rtl/>
        </w:rPr>
        <w:t>ی</w:t>
      </w:r>
      <w:r w:rsidRPr="00237C4F">
        <w:rPr>
          <w:rFonts w:hint="eastAsia"/>
          <w:rtl/>
        </w:rPr>
        <w:t>د</w:t>
      </w:r>
      <w:r w:rsidRPr="00237C4F">
        <w:rPr>
          <w:rtl/>
        </w:rPr>
        <w:t xml:space="preserve"> و فر قان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الحم</w:t>
      </w:r>
      <w:r w:rsidRPr="00237C4F">
        <w:rPr>
          <w:rFonts w:hint="cs"/>
          <w:rtl/>
        </w:rPr>
        <w:t>ی</w:t>
      </w:r>
      <w:r w:rsidRPr="00237C4F">
        <w:rPr>
          <w:rFonts w:hint="eastAsia"/>
          <w:rtl/>
        </w:rPr>
        <w:t>د</w:t>
      </w:r>
      <w:r w:rsidRPr="00237C4F">
        <w:rPr>
          <w:rtl/>
        </w:rPr>
        <w:t xml:space="preserve"> بسم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الرحمن الرح</w:t>
      </w:r>
      <w:r w:rsidRPr="00237C4F">
        <w:rPr>
          <w:rFonts w:hint="cs"/>
          <w:rtl/>
        </w:rPr>
        <w:t>ی</w:t>
      </w:r>
      <w:r w:rsidRPr="00237C4F">
        <w:rPr>
          <w:rFonts w:hint="eastAsia"/>
          <w:rtl/>
        </w:rPr>
        <w:t>م</w:t>
      </w:r>
      <w:r w:rsidRPr="00237C4F"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tl/>
        </w:rPr>
        <w:t>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رلکم</w:t>
      </w:r>
      <w:r w:rsidR="00902C8C" w:rsidRPr="00902C8C">
        <w:rPr>
          <w:rStyle w:val="libAieChar"/>
          <w:rtl/>
        </w:rPr>
        <w:t xml:space="preserve"> 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</w:t>
      </w:r>
      <w:r w:rsidR="00902C8C" w:rsidRPr="0072787B">
        <w:rPr>
          <w:rStyle w:val="libAlaemChar"/>
          <w:rtl/>
        </w:rPr>
        <w:t>)</w:t>
      </w:r>
      <w:r>
        <w:rPr>
          <w:rtl/>
        </w:rPr>
        <w:t>“ (سور</w:t>
      </w:r>
      <w:r w:rsidR="00C96147">
        <w:rPr>
          <w:rtl/>
        </w:rPr>
        <w:t xml:space="preserve">ہ </w:t>
      </w:r>
      <w:r>
        <w:rPr>
          <w:rtl/>
        </w:rPr>
        <w:t xml:space="preserve">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۸۶)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قرآن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کا ارشاد ہو رہاہے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رلکم</w:t>
      </w:r>
      <w:r w:rsidR="00902C8C" w:rsidRPr="00902C8C">
        <w:rPr>
          <w:rStyle w:val="libAieChar"/>
          <w:rtl/>
        </w:rPr>
        <w:t xml:space="preserve"> 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امام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اگر تم مومن ہو۔ </w:t>
      </w:r>
    </w:p>
    <w:p w:rsidR="00A54C30" w:rsidRDefault="00A54C30" w:rsidP="00237C4F">
      <w:pPr>
        <w:pStyle w:val="libNormal"/>
        <w:rPr>
          <w:rtl/>
        </w:rPr>
      </w:pPr>
      <w:r>
        <w:rPr>
          <w:rFonts w:hint="eastAsia"/>
          <w:rtl/>
        </w:rPr>
        <w:t>خصوصاً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کچھ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معرفت امام حاصل کرنا ہے ہر مومن مسلمان پر فر ض ہے ” من مات ولم </w:t>
      </w:r>
      <w:r>
        <w:rPr>
          <w:rFonts w:hint="cs"/>
          <w:rtl/>
        </w:rPr>
        <w:t>ی</w:t>
      </w:r>
      <w:r>
        <w:rPr>
          <w:rFonts w:hint="eastAsia"/>
          <w:rtl/>
        </w:rPr>
        <w:t>عرف</w:t>
      </w:r>
      <w:r>
        <w:rPr>
          <w:rtl/>
        </w:rPr>
        <w:t xml:space="preserve"> امام زمانہ مات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“ اگر کس</w:t>
      </w:r>
      <w:r>
        <w:rPr>
          <w:rFonts w:hint="cs"/>
          <w:rtl/>
        </w:rPr>
        <w:t>ی</w:t>
      </w:r>
      <w:r>
        <w:rPr>
          <w:rtl/>
        </w:rPr>
        <w:t xml:space="preserve"> کو مو ت آ جائے اور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نہ کرے تو اس ک</w:t>
      </w:r>
      <w:r>
        <w:rPr>
          <w:rFonts w:hint="cs"/>
          <w:rtl/>
        </w:rPr>
        <w:t>ی</w:t>
      </w:r>
      <w:r>
        <w:rPr>
          <w:rtl/>
        </w:rPr>
        <w:t xml:space="preserve"> موت جہالت ک</w:t>
      </w:r>
      <w:r>
        <w:rPr>
          <w:rFonts w:hint="cs"/>
          <w:rtl/>
        </w:rPr>
        <w:t>ی</w:t>
      </w:r>
      <w:r>
        <w:rPr>
          <w:rtl/>
        </w:rPr>
        <w:t xml:space="preserve"> موت ہ</w:t>
      </w:r>
      <w:r>
        <w:rPr>
          <w:rFonts w:hint="eastAsia"/>
          <w:rtl/>
        </w:rPr>
        <w:t>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موت کفر ک</w:t>
      </w:r>
      <w:r>
        <w:rPr>
          <w:rFonts w:hint="cs"/>
          <w:rtl/>
        </w:rPr>
        <w:t>ی</w:t>
      </w:r>
      <w:r>
        <w:rPr>
          <w:rtl/>
        </w:rPr>
        <w:t xml:space="preserve"> موت ہے معرفت امام حاصل کرنا تمام مسلمانوں پر فر ض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سورہ آل عمران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”رابطوا“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امام زمانہ سے رابطہ برقرار کرنا بھ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۔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معلوم ہوتاہے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مرکز کو مضبوط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دش</w:t>
      </w:r>
      <w:r>
        <w:rPr>
          <w:rFonts w:hint="eastAsia"/>
          <w:rtl/>
        </w:rPr>
        <w:t>من</w:t>
      </w:r>
      <w:r>
        <w:rPr>
          <w:rtl/>
        </w:rPr>
        <w:t xml:space="preserve"> اسلام مرکز پر حملہ کرتا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انتشار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مر کز پر متحد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تمام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مرکزان کے مراجع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رہاہوں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مگر ہم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وارث چھوڑ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پر لازم ہے تم پر واجب ہے اس عالم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جوزمانے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اعلم ہو اور س</w:t>
      </w:r>
      <w:r>
        <w:rPr>
          <w:rFonts w:hint="eastAsia"/>
          <w:rtl/>
        </w:rPr>
        <w:t>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ہو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آج کل اسلام کہ خلاف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بڑ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انک</w:t>
      </w:r>
      <w:r>
        <w:rPr>
          <w:rtl/>
        </w:rPr>
        <w:t xml:space="preserve">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پلاننگ ہے کہ عراق پر بھ</w:t>
      </w:r>
      <w:r>
        <w:rPr>
          <w:rFonts w:hint="cs"/>
          <w:rtl/>
        </w:rPr>
        <w:t>ی</w:t>
      </w:r>
      <w:r>
        <w:rPr>
          <w:rtl/>
        </w:rPr>
        <w:t xml:space="preserve"> قبضہ ہو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پر بھ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قبضہ ہو اور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خلاف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سونچ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پاکستان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تو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مسئلہ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ہمارے خلاف سازش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جو آپ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جذبہ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 فلسط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دلوں سے موت کا خوف ختم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ہر روز جام شہادت نوش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سال سے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جذبہ شہادت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آج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لبنان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صدقہ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بھ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نقصان ہ</w:t>
      </w:r>
      <w:r>
        <w:rPr>
          <w:rFonts w:hint="eastAsia"/>
          <w:rtl/>
        </w:rPr>
        <w:t>وا</w:t>
      </w:r>
      <w:r>
        <w:rPr>
          <w:rtl/>
        </w:rPr>
        <w:t xml:space="preserve"> ہے ان کے لوگ بھاگ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تجارت تباہ ہو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جذبہ شہادت ہے جو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پاس ہے اور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شہادت لبنان کے حزب اللہ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س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حزب اللہ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فکر ان تک پہنچائ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اس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جو قو</w:t>
      </w:r>
      <w:r>
        <w:rPr>
          <w:rFonts w:hint="eastAsia"/>
          <w:rtl/>
        </w:rPr>
        <w:t>م</w:t>
      </w:r>
      <w:r>
        <w:rPr>
          <w:rtl/>
        </w:rPr>
        <w:t xml:space="preserve"> مرنا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ما 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سب سے بڑا نمرود سب سے بڑا فر عون ان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دہمک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ردوں گا تو اس حملہ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(رہ)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جو قوم مرنا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لے اسے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طاقت مارہ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موت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لمحہ کے لئے ہے ، مگر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رکھئے جو قوم موت سے ڈرت</w:t>
      </w:r>
      <w:r>
        <w:rPr>
          <w:rFonts w:hint="cs"/>
          <w:rtl/>
        </w:rPr>
        <w:t>ی</w:t>
      </w:r>
      <w:r>
        <w:rPr>
          <w:rtl/>
        </w:rPr>
        <w:t xml:space="preserve"> ہے وہ ہزار ہزار بار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ہے اور ہزار ہزار بار مرت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ہمارے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کر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درس سکھا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ذلت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عزت ک</w:t>
      </w:r>
      <w:r>
        <w:rPr>
          <w:rFonts w:hint="cs"/>
          <w:rtl/>
        </w:rPr>
        <w:t>ی</w:t>
      </w:r>
      <w:r>
        <w:rPr>
          <w:rtl/>
        </w:rPr>
        <w:t xml:space="preserve"> موت بہترہے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عربہا ڈالرز کا نقصان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ہے لبنان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سوچا کہ ہم اس کا انتقام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مل کر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خطرناک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C96147">
        <w:rPr>
          <w:rFonts w:hint="cs"/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ساز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اندر وہاب</w:t>
      </w:r>
      <w:r>
        <w:rPr>
          <w:rFonts w:hint="cs"/>
          <w:rtl/>
        </w:rPr>
        <w:t>ی</w:t>
      </w:r>
      <w:r>
        <w:rPr>
          <w:rtl/>
        </w:rPr>
        <w:t xml:space="preserve"> عقائد کو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 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بن جا ئے لہذ ا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 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امام زمانہ ک</w:t>
      </w:r>
      <w:r>
        <w:rPr>
          <w:rFonts w:hint="cs"/>
          <w:rtl/>
        </w:rPr>
        <w:t>ی</w:t>
      </w:r>
      <w:r>
        <w:rPr>
          <w:rtl/>
        </w:rPr>
        <w:t xml:space="preserve"> دعا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دعاء پڑھنا بدعت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بدعت ہے اس دعاء کو مراجع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دعاء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ادرکن</w:t>
      </w:r>
      <w:r>
        <w:rPr>
          <w:rFonts w:hint="cs"/>
          <w:rtl/>
        </w:rPr>
        <w:t>ی</w:t>
      </w:r>
      <w:r>
        <w:rPr>
          <w:rtl/>
        </w:rPr>
        <w:t xml:space="preserve"> ادرکن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مدد تو ڈائرکٹ خدا سے مانگ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وہ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منکر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خدا کے بھ</w:t>
      </w:r>
      <w:r>
        <w:rPr>
          <w:rFonts w:hint="cs"/>
          <w:rtl/>
        </w:rPr>
        <w:t>ی</w:t>
      </w:r>
      <w:r>
        <w:rPr>
          <w:rtl/>
        </w:rPr>
        <w:t xml:space="preserve"> منکر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طرف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مدد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نادعل</w:t>
      </w:r>
      <w:r>
        <w:rPr>
          <w:rFonts w:hint="cs"/>
          <w:rtl/>
        </w:rPr>
        <w:t>ی</w:t>
      </w:r>
      <w:r>
        <w:rPr>
          <w:rtl/>
        </w:rPr>
        <w:t xml:space="preserve">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پرور</w:t>
      </w:r>
      <w:r>
        <w:rPr>
          <w:rFonts w:hint="eastAsia"/>
          <w:rtl/>
        </w:rPr>
        <w:t>دگار</w:t>
      </w:r>
      <w:r>
        <w:rPr>
          <w:rtl/>
        </w:rPr>
        <w:t xml:space="preserve">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اللہ کے نب</w:t>
      </w:r>
      <w:r>
        <w:rPr>
          <w:rFonts w:hint="cs"/>
          <w:rtl/>
        </w:rPr>
        <w:t>ی</w:t>
      </w:r>
      <w:r>
        <w:rPr>
          <w:rtl/>
        </w:rPr>
        <w:t xml:space="preserve"> سے مدد مانگ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ول</w:t>
      </w:r>
      <w:r>
        <w:rPr>
          <w:rFonts w:hint="cs"/>
          <w:rtl/>
        </w:rPr>
        <w:t>ی</w:t>
      </w:r>
      <w:r>
        <w:rPr>
          <w:rtl/>
        </w:rPr>
        <w:t xml:space="preserve"> سے مدد مانگ رہاہے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خدا سے مدد مانگ رہا ہے سورہ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وانزلنا الحد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د</w:t>
      </w:r>
      <w:r w:rsidR="00902C8C" w:rsidRPr="00902C8C">
        <w:rPr>
          <w:rStyle w:val="libAieChar"/>
          <w:rtl/>
        </w:rPr>
        <w:t xml:space="preserve"> ف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باس شد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د</w:t>
      </w:r>
      <w:r w:rsidR="00902C8C" w:rsidRPr="00902C8C">
        <w:rPr>
          <w:rStyle w:val="libAieChar"/>
          <w:rtl/>
        </w:rPr>
        <w:t xml:space="preserve"> و منافع للناس</w:t>
      </w:r>
      <w:r w:rsidR="00902C8C" w:rsidRPr="0072787B">
        <w:rPr>
          <w:rStyle w:val="libAlaemChar"/>
          <w:rtl/>
        </w:rPr>
        <w:t>)</w:t>
      </w:r>
      <w:r>
        <w:rPr>
          <w:rtl/>
        </w:rPr>
        <w:t>“(سور</w:t>
      </w:r>
      <w:r w:rsidR="00C96147">
        <w:rPr>
          <w:rtl/>
        </w:rPr>
        <w:t xml:space="preserve">ہ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۲۵) </w:t>
      </w:r>
      <w:r>
        <w:rPr>
          <w:rtl/>
        </w:rPr>
        <w:t>خدا فر ما رہا ہے ہم نے لوہہ کو آسمان سے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جس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لئے نفع بھ</w:t>
      </w:r>
      <w:r>
        <w:rPr>
          <w:rFonts w:hint="cs"/>
          <w:rtl/>
        </w:rPr>
        <w:t>ی</w:t>
      </w:r>
      <w:r>
        <w:rPr>
          <w:rtl/>
        </w:rPr>
        <w:t xml:space="preserve"> ہے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آج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ہمارے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جو ہمارے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اعتراض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ہے لوہہ کبھ</w:t>
      </w:r>
      <w:r>
        <w:rPr>
          <w:rFonts w:hint="cs"/>
          <w:rtl/>
        </w:rPr>
        <w:t>ی</w:t>
      </w:r>
      <w:r>
        <w:rPr>
          <w:rtl/>
        </w:rPr>
        <w:t xml:space="preserve"> آ سمان سے نازل ہوتے ہو 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ہم نے لوہہ کو آسمان سے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لوہہ تو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نکلتا ہے اگر اس اعتراض کا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عزت و عظمت کا مسئلہ ہے اگر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غلط نکلے گ</w:t>
      </w:r>
      <w:r>
        <w:rPr>
          <w:rFonts w:hint="cs"/>
          <w:rtl/>
        </w:rPr>
        <w:t>ی</w:t>
      </w:r>
      <w:r>
        <w:rPr>
          <w:rtl/>
        </w:rPr>
        <w:t xml:space="preserve"> تو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tl/>
        </w:rPr>
        <w:lastRenderedPageBreak/>
        <w:t>قرآن سارا غلط ہے، اب اس کا جواب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مفسر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مفسر ہ</w:t>
      </w:r>
      <w:r>
        <w:rPr>
          <w:rFonts w:hint="eastAsia"/>
          <w:rtl/>
        </w:rPr>
        <w:t>و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عظمت کو بچا نا ہے لہذا ہر مفسر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مفسر نے سن</w:t>
      </w:r>
      <w:r>
        <w:rPr>
          <w:rFonts w:hint="cs"/>
          <w:rtl/>
        </w:rPr>
        <w:t>ی</w:t>
      </w:r>
      <w:r>
        <w:rPr>
          <w:rtl/>
        </w:rPr>
        <w:t xml:space="preserve"> مفسر نے اس کا جواب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لوہہ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نکلاہے بلکہ آسمان سے نازل ہوا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کون سا لوہہ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 نازل ہوا ہے تو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لکھا جنگ احد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مو لا عل</w:t>
      </w:r>
      <w:r>
        <w:rPr>
          <w:rFonts w:hint="cs"/>
          <w:rtl/>
        </w:rPr>
        <w:t>ی</w:t>
      </w:r>
      <w:r>
        <w:rPr>
          <w:rtl/>
        </w:rPr>
        <w:t xml:space="preserve"> (ع)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حفاظت کر رہے تھے مو لا ک</w:t>
      </w:r>
      <w:r>
        <w:rPr>
          <w:rFonts w:hint="cs"/>
          <w:rtl/>
        </w:rPr>
        <w:t>ی</w:t>
      </w:r>
      <w:r>
        <w:rPr>
          <w:rtl/>
        </w:rPr>
        <w:t xml:space="preserve"> تلوار ٹوٹ گئ</w:t>
      </w:r>
      <w:r>
        <w:rPr>
          <w:rFonts w:hint="cs"/>
          <w:rtl/>
        </w:rPr>
        <w:t>ی</w:t>
      </w:r>
      <w:r>
        <w:rPr>
          <w:rtl/>
        </w:rPr>
        <w:t xml:space="preserve"> تو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آ واز آئ</w:t>
      </w:r>
      <w:r>
        <w:rPr>
          <w:rFonts w:hint="cs"/>
          <w:rtl/>
        </w:rPr>
        <w:t>ی</w:t>
      </w:r>
      <w:r>
        <w:rPr>
          <w:rtl/>
        </w:rPr>
        <w:t xml:space="preserve"> ” </w:t>
      </w:r>
      <w:r w:rsidRPr="00237C4F">
        <w:rPr>
          <w:rStyle w:val="libArabicChar"/>
          <w:rtl/>
        </w:rPr>
        <w:t>لا فت</w:t>
      </w:r>
      <w:r w:rsidRPr="00237C4F">
        <w:rPr>
          <w:rStyle w:val="libArabicChar"/>
          <w:rFonts w:hint="cs"/>
          <w:rtl/>
        </w:rPr>
        <w:t>یٰ</w:t>
      </w:r>
      <w:r w:rsidRPr="00237C4F">
        <w:rPr>
          <w:rStyle w:val="libArabicChar"/>
          <w:rtl/>
        </w:rPr>
        <w:t xml:space="preserve"> الا عل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tl/>
        </w:rPr>
        <w:t xml:space="preserve"> لا س</w:t>
      </w:r>
      <w:r w:rsidRPr="00237C4F">
        <w:rPr>
          <w:rStyle w:val="libArabicChar"/>
          <w:rFonts w:hint="cs"/>
          <w:rtl/>
        </w:rPr>
        <w:t>ی</w:t>
      </w:r>
      <w:r w:rsidRPr="00237C4F">
        <w:rPr>
          <w:rStyle w:val="libArabicChar"/>
          <w:rFonts w:hint="eastAsia"/>
          <w:rtl/>
        </w:rPr>
        <w:t>ف</w:t>
      </w:r>
      <w:r w:rsidRPr="00237C4F">
        <w:rPr>
          <w:rStyle w:val="libArabicChar"/>
          <w:rtl/>
        </w:rPr>
        <w:t xml:space="preserve"> الا ذوالفقار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لوہہ ہے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آسمان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سبحانہ و تعال</w:t>
      </w:r>
      <w:r>
        <w:rPr>
          <w:rFonts w:hint="cs"/>
          <w:rtl/>
        </w:rPr>
        <w:t>یٰ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ذوالفقار اور اُس کے بعد صاحب ذوالفقار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 کہ کس</w:t>
      </w:r>
      <w:r>
        <w:rPr>
          <w:rFonts w:hint="cs"/>
          <w:rtl/>
        </w:rPr>
        <w:t>ی</w:t>
      </w:r>
      <w:r>
        <w:rPr>
          <w:rtl/>
        </w:rPr>
        <w:t xml:space="preserve"> کو شک و شبہہ نہ رہے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ول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علم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من 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نصر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ورسل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بالغ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ب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(سور</w:t>
      </w:r>
      <w:r w:rsidR="00C96147">
        <w:rPr>
          <w:rtl/>
        </w:rPr>
        <w:t xml:space="preserve">ہ 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۲۵) </w:t>
      </w:r>
      <w:r>
        <w:rPr>
          <w:rtl/>
        </w:rPr>
        <w:t>اللہ کو علم ہے کہ کون اللہ کا مدد گار ہے اور اللہ کے رسولوں کا مدد گار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جمع کا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ہے ”رسلہُ“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صاحب ذوالفقار تو اک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مگر ہزاروں رسولوں کا مددگار ہے ظاہر</w:t>
      </w:r>
      <w:r>
        <w:rPr>
          <w:rFonts w:hint="eastAsia"/>
          <w:rtl/>
        </w:rPr>
        <w:t>اً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قرآن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 کہ عل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رسول کے مدد 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ہزاروں رسولوں کے مددگارہ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موجود نہ تھے؟ اب اس سوال کا جواب کہاں سے ملے تو آگے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”بالغ</w:t>
      </w:r>
      <w:r>
        <w:rPr>
          <w:rFonts w:hint="cs"/>
          <w:rtl/>
        </w:rPr>
        <w:t>ی</w:t>
      </w:r>
      <w:r>
        <w:rPr>
          <w:rFonts w:hint="eastAsia"/>
          <w:rtl/>
        </w:rPr>
        <w:t>ب“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رہکر رسولوں کا مددگا</w:t>
      </w:r>
      <w:r>
        <w:rPr>
          <w:rFonts w:hint="eastAsia"/>
          <w:rtl/>
        </w:rPr>
        <w:t>ر</w:t>
      </w:r>
      <w:r>
        <w:rPr>
          <w:rtl/>
        </w:rPr>
        <w:t xml:space="preserve">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قرآن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مدد ثابت ہے تو اگر مو لا عل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رہکر رسولوں ک</w:t>
      </w:r>
      <w:r>
        <w:rPr>
          <w:rFonts w:hint="cs"/>
          <w:rtl/>
        </w:rPr>
        <w:t>ی</w:t>
      </w:r>
      <w:r>
        <w:rPr>
          <w:rtl/>
        </w:rPr>
        <w:t xml:space="preserve"> مدد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گنہگاروں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مرتبہ مولا عل</w:t>
      </w:r>
      <w:r>
        <w:rPr>
          <w:rFonts w:hint="cs"/>
          <w:rtl/>
        </w:rPr>
        <w:t>ی</w:t>
      </w:r>
      <w:r>
        <w:rPr>
          <w:rtl/>
        </w:rPr>
        <w:t xml:space="preserve"> کا ذکر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مو لا عل</w:t>
      </w:r>
      <w:r>
        <w:rPr>
          <w:rFonts w:hint="cs"/>
          <w:rtl/>
        </w:rPr>
        <w:t>ی</w:t>
      </w:r>
      <w:r>
        <w:rPr>
          <w:rtl/>
        </w:rPr>
        <w:t xml:space="preserve"> نے کس کس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کتنے ان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متھ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27چپٹر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ما نمبر </w:t>
      </w:r>
      <w:r>
        <w:rPr>
          <w:rtl/>
          <w:lang w:bidi="fa-IR"/>
        </w:rPr>
        <w:t xml:space="preserve">۴۹ </w:t>
      </w:r>
    </w:p>
    <w:p w:rsidR="00A54C30" w:rsidRDefault="00A54C30" w:rsidP="00A54C30">
      <w:pPr>
        <w:pStyle w:val="libNormal"/>
        <w:rPr>
          <w:rtl/>
        </w:rPr>
      </w:pPr>
      <w:r>
        <w:rPr>
          <w:rtl/>
        </w:rPr>
        <w:t>((</w:t>
      </w:r>
      <w:r>
        <w:t>It about three o"clock jeuses cried out with loud shourt</w:t>
      </w:r>
      <w:r>
        <w:rPr>
          <w:rtl/>
        </w:rPr>
        <w:t xml:space="preserve"> </w:t>
      </w:r>
      <w:r w:rsidR="00902C8C">
        <w:rPr>
          <w:rtl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لماشبکتن</w:t>
      </w:r>
      <w:r>
        <w:rPr>
          <w:rFonts w:hint="cs"/>
          <w:rtl/>
        </w:rPr>
        <w:t>ی</w:t>
      </w:r>
      <w:r>
        <w:rPr>
          <w:rtl/>
        </w:rPr>
        <w:t xml:space="preserve"> “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بجے کا وقت تھا جب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کو پھانس</w:t>
      </w:r>
      <w:r>
        <w:rPr>
          <w:rFonts w:hint="cs"/>
          <w:rtl/>
        </w:rPr>
        <w:t>ی</w:t>
      </w:r>
      <w:r>
        <w:rPr>
          <w:rtl/>
        </w:rPr>
        <w:t xml:space="preserve"> کے تختہ پر لے گئے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نے بلند آ واز سے فر</w:t>
      </w:r>
      <w:r>
        <w:rPr>
          <w:rFonts w:hint="cs"/>
          <w:rtl/>
        </w:rPr>
        <w:t>ی</w:t>
      </w:r>
      <w:r>
        <w:rPr>
          <w:rFonts w:hint="eastAsia"/>
          <w:rtl/>
        </w:rPr>
        <w:t>ادک</w:t>
      </w:r>
      <w:r>
        <w:rPr>
          <w:rFonts w:hint="cs"/>
          <w:rtl/>
        </w:rPr>
        <w:t>ی</w:t>
      </w:r>
      <w:r>
        <w:rPr>
          <w:rtl/>
        </w:rPr>
        <w:t xml:space="preserve"> ”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لما شبکتن</w:t>
      </w:r>
      <w:r>
        <w:rPr>
          <w:rFonts w:hint="cs"/>
          <w:rtl/>
        </w:rPr>
        <w:t>ی</w:t>
      </w:r>
      <w:r>
        <w:rPr>
          <w:rtl/>
        </w:rPr>
        <w:t xml:space="preserve"> “ اے 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کے لئے آ </w:t>
      </w:r>
      <w:r w:rsidR="00C96147">
        <w:rPr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جملہ ہم جب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اُن سے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! تم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ہوحضرت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مولا عل</w:t>
      </w:r>
      <w:r>
        <w:rPr>
          <w:rFonts w:hint="cs"/>
          <w:rtl/>
        </w:rPr>
        <w:t>ی</w:t>
      </w:r>
      <w:r>
        <w:rPr>
          <w:rtl/>
        </w:rPr>
        <w:t xml:space="preserve"> سے مدد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آپ کو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اعل</w:t>
      </w:r>
      <w:r>
        <w:rPr>
          <w:rFonts w:hint="cs"/>
          <w:rtl/>
        </w:rPr>
        <w:t>ی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ثابت ہے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ہے زبور سے ثابت ہے قرآن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سازش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 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ٹکڑے ٹکڑے کردو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انہوں نے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شہادت کا جذبہ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انہوں نے موت کا ڈران کے دلو</w:t>
      </w:r>
      <w:r>
        <w:rPr>
          <w:rFonts w:hint="eastAsia"/>
          <w:rtl/>
        </w:rPr>
        <w:t>ں</w:t>
      </w:r>
      <w:r>
        <w:rPr>
          <w:rtl/>
        </w:rPr>
        <w:t xml:space="preserve"> سے نکالاہے ان خب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حملہ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ٹکڑے ٹکڑے ہو </w:t>
      </w:r>
      <w:r>
        <w:rPr>
          <w:rtl/>
        </w:rPr>
        <w:lastRenderedPageBreak/>
        <w:t>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سازش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ہمارے اندرداخل ہوگئے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اُس وقت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ہوتا ہے جب سرحد ک</w:t>
      </w:r>
      <w:r>
        <w:rPr>
          <w:rFonts w:hint="eastAsia"/>
          <w:rtl/>
        </w:rPr>
        <w:t>مزور</w:t>
      </w:r>
      <w:r>
        <w:rPr>
          <w:rtl/>
        </w:rPr>
        <w:t xml:space="preserve"> ہو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ہوں تو دشمن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 پر حملہ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سرحدوں کو مضبوط کرنا ہے ہمار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کہاں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دشمن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ہوچکا ہے کہ ہم مولا کے عاشق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کے ماننے والے تو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جو ہم با </w:t>
      </w:r>
      <w:r>
        <w:rPr>
          <w:rFonts w:hint="eastAsia"/>
          <w:rtl/>
        </w:rPr>
        <w:t>ر</w:t>
      </w:r>
      <w:r>
        <w:rPr>
          <w:rtl/>
        </w:rPr>
        <w:t xml:space="preserve"> بار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معصوم امام کے فرمان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خود کو عاشق کہلواتے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کہلواتے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اپنے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پربعض مقامات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eastAsia"/>
          <w:rtl/>
        </w:rPr>
        <w:t>اصول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امام صادق (ع)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ہر عالم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 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مدرسہ کا پڑھالکھا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کو ئ</w:t>
      </w:r>
      <w:r>
        <w:rPr>
          <w:rFonts w:hint="cs"/>
          <w:rtl/>
        </w:rPr>
        <w:t>ی</w:t>
      </w:r>
      <w:r>
        <w:rPr>
          <w:rtl/>
        </w:rPr>
        <w:t xml:space="preserve"> سٹ</w:t>
      </w:r>
      <w:r>
        <w:rPr>
          <w:rFonts w:hint="cs"/>
          <w:rtl/>
        </w:rPr>
        <w:t>ی</w:t>
      </w:r>
      <w:r>
        <w:rPr>
          <w:rtl/>
        </w:rPr>
        <w:t xml:space="preserve"> فکرٹ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اچھا مقرر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تو ہم اُس کو ممبر پر بڑے احترام س</w:t>
      </w:r>
      <w:r>
        <w:rPr>
          <w:rFonts w:hint="eastAsia"/>
          <w:rtl/>
        </w:rPr>
        <w:t>ے</w:t>
      </w:r>
      <w:r>
        <w:rPr>
          <w:rtl/>
        </w:rPr>
        <w:t xml:space="preserve"> بٹھاتے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مسئلہ ہے مثال اگر کوئ</w:t>
      </w:r>
      <w:r>
        <w:rPr>
          <w:rFonts w:hint="cs"/>
          <w:rtl/>
        </w:rPr>
        <w:t>ی</w:t>
      </w:r>
      <w:r>
        <w:rPr>
          <w:rtl/>
        </w:rPr>
        <w:t xml:space="preserve"> ڈاکٹر ہو اور ام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اس ف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تو آپ اُس کے پاس علاج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وہاں لوگوں کے جان کا خطرہ ہے اگر ممبر پر کو ئ</w:t>
      </w:r>
      <w:r>
        <w:rPr>
          <w:rFonts w:hint="cs"/>
          <w:rtl/>
        </w:rPr>
        <w:t>ی</w:t>
      </w:r>
      <w:r>
        <w:rPr>
          <w:rtl/>
        </w:rPr>
        <w:t xml:space="preserve"> فاسق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انسان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خطرہ ہے مگر اس پر 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اگر کوئ</w:t>
      </w:r>
      <w:r>
        <w:rPr>
          <w:rFonts w:hint="cs"/>
          <w:rtl/>
        </w:rPr>
        <w:t>ی</w:t>
      </w:r>
      <w:r>
        <w:rPr>
          <w:rtl/>
        </w:rPr>
        <w:t xml:space="preserve"> اچھا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 تو ہم اُسے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اچھا مو لو</w:t>
      </w:r>
      <w:r>
        <w:rPr>
          <w:rFonts w:hint="cs"/>
          <w:rtl/>
        </w:rPr>
        <w:t>ی</w:t>
      </w:r>
      <w:r>
        <w:rPr>
          <w:rtl/>
        </w:rPr>
        <w:t xml:space="preserve"> ہے اُسے ہم ممبر پر بٹھال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مثال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تو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بہت اچھا مو لو </w:t>
      </w:r>
      <w:r>
        <w:rPr>
          <w:rFonts w:hint="cs"/>
          <w:rtl/>
        </w:rPr>
        <w:t>ی</w:t>
      </w:r>
      <w:r>
        <w:rPr>
          <w:rtl/>
        </w:rPr>
        <w:t xml:space="preserve"> ہے تو ہم اُسے ممبر پر بٹھال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 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صادق(ع 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عالم کو ممبر پر مت بٹھا نا تو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 لا کسے بٹھا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عالم کو ممبر پر بٹھاؤ جس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کہ اُس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اُس کے بعد امام فر </w:t>
      </w:r>
      <w:r>
        <w:rPr>
          <w:rFonts w:hint="eastAsia"/>
          <w:rtl/>
        </w:rPr>
        <w:t>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اگر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کو ممبر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پجا ر</w:t>
      </w:r>
      <w:r>
        <w:rPr>
          <w:rFonts w:hint="cs"/>
          <w:rtl/>
        </w:rPr>
        <w:t>ی</w:t>
      </w:r>
      <w:r>
        <w:rPr>
          <w:rtl/>
        </w:rPr>
        <w:t xml:space="preserve"> ہو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تو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بلکہ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دے گا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tl/>
          <w:lang w:bidi="fa-IR"/>
        </w:rPr>
        <w:t>۸۰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 ئے کہ مولانا صاحب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مجلس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</w:t>
      </w:r>
      <w:r>
        <w:rPr>
          <w:rFonts w:hint="eastAsia"/>
          <w:rtl/>
        </w:rPr>
        <w:t>ہ</w:t>
      </w:r>
      <w:r>
        <w:rPr>
          <w:rtl/>
        </w:rPr>
        <w:t xml:space="preserve">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پندرہ ہزار دو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 پڑھوں گا مجلس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کو انہوں نے تجارت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ممبر کا تقدس پامال ہو رہا ہے بجا ئے رضا ئے خدا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تجارت کا بڑا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چکا ہے امام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 ممبر پر بٹھا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کہہ ر ہا ہے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بلکہ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ئے گا جو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سودا کرسکتا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قوم کا سودا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ے گا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پورا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تا ہے کہ لو گوں کو نماز سے ہٹا 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نمائندہ بھ</w:t>
      </w:r>
      <w:r>
        <w:rPr>
          <w:rFonts w:hint="cs"/>
          <w:rtl/>
        </w:rPr>
        <w:t>ی</w:t>
      </w:r>
      <w:r>
        <w:rPr>
          <w:rtl/>
        </w:rPr>
        <w:t xml:space="preserve"> ممبر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لو گوں کو نماز سے ہٹا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حُر نے کو ن س</w:t>
      </w:r>
      <w:r>
        <w:rPr>
          <w:rFonts w:hint="cs"/>
          <w:rtl/>
        </w:rPr>
        <w:t>ی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تم لوگ بھ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 فقط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کرو</w:t>
      </w:r>
      <w:r>
        <w:rPr>
          <w:rtl/>
        </w:rPr>
        <w:t xml:space="preserve"> تو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 </w:t>
      </w:r>
      <w:r w:rsidR="00C96147">
        <w:rPr>
          <w:rtl/>
        </w:rPr>
        <w:t>و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وہ حضرت حُر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تہمت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قرآن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پامال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کہہ رہا ہے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موا</w:t>
      </w:r>
      <w:r w:rsidR="00902C8C" w:rsidRPr="00902C8C">
        <w:rPr>
          <w:rStyle w:val="libAieChar"/>
          <w:rtl/>
        </w:rPr>
        <w:t xml:space="preserve"> الصلاة ولا تکونوا من المشرک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 خدا کہہ ر ہا ہے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بندہ اگر تو نے نماز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اگر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اتجھے</w:t>
      </w:r>
      <w:r>
        <w:rPr>
          <w:rtl/>
        </w:rPr>
        <w:t xml:space="preserve"> مو من کہے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تجھے مشرک کہوں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عالم نے اُس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اپن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رکھد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ظاہر</w:t>
      </w:r>
      <w:r>
        <w:rPr>
          <w:rFonts w:hint="cs"/>
          <w:rtl/>
        </w:rPr>
        <w:t>ی</w:t>
      </w:r>
      <w:r>
        <w:rPr>
          <w:rtl/>
        </w:rPr>
        <w:t xml:space="preserve"> جوت</w:t>
      </w:r>
      <w:r>
        <w:rPr>
          <w:rFonts w:hint="cs"/>
          <w:rtl/>
        </w:rPr>
        <w:t>ی</w:t>
      </w:r>
      <w:r>
        <w:rPr>
          <w:rtl/>
        </w:rPr>
        <w:t xml:space="preserve"> رکھنا ہے اور دوسرا اپنے عمل سے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پامال کرنا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ہ</w:t>
      </w:r>
      <w:r>
        <w:rPr>
          <w:rFonts w:hint="cs"/>
          <w:rtl/>
        </w:rPr>
        <w:t>ی</w:t>
      </w:r>
      <w:r>
        <w:rPr>
          <w:rtl/>
        </w:rPr>
        <w:t xml:space="preserve"> فقط ہندوستان اور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ذاکر مو لو</w:t>
      </w:r>
      <w:r>
        <w:rPr>
          <w:rFonts w:hint="cs"/>
          <w:rtl/>
        </w:rPr>
        <w:t>ی</w:t>
      </w:r>
      <w:r>
        <w:rPr>
          <w:rtl/>
        </w:rPr>
        <w:t xml:space="preserve"> کہہ دے کہ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نے قرآن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انکار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دوسرے دن مرجع اور مجتہد کا فتو</w:t>
      </w:r>
      <w:r>
        <w:rPr>
          <w:rFonts w:hint="cs"/>
          <w:rtl/>
        </w:rPr>
        <w:t>یٰ</w:t>
      </w:r>
      <w:r>
        <w:rPr>
          <w:rtl/>
        </w:rPr>
        <w:t xml:space="preserve"> آ 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مرتد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پر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ہے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تو اُس ذاکر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نعرے بھ</w:t>
      </w:r>
      <w:r>
        <w:rPr>
          <w:rFonts w:hint="cs"/>
          <w:rtl/>
        </w:rPr>
        <w:t>ی</w:t>
      </w:r>
      <w:r>
        <w:rPr>
          <w:rtl/>
        </w:rPr>
        <w:t xml:space="preserve">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اُسے دس ہزار رو 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قرآ ن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مگر</w:t>
      </w:r>
      <w:r>
        <w:rPr>
          <w:rtl/>
        </w:rPr>
        <w:t xml:space="preserve"> اللہ کے رسول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  <w:r w:rsidRPr="00DA137E">
        <w:rPr>
          <w:rStyle w:val="libArabicChar"/>
          <w:rtl/>
        </w:rPr>
        <w:t>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س</w:t>
      </w:r>
      <w:r w:rsidRPr="00DA137E">
        <w:rPr>
          <w:rStyle w:val="libArabicChar"/>
          <w:rtl/>
        </w:rPr>
        <w:t xml:space="preserve"> من اُمت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من استخف بالصلاة</w:t>
      </w:r>
      <w:r>
        <w:rPr>
          <w:rtl/>
        </w:rPr>
        <w:t>“ جو نماز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اُمت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 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کہہ رہا ہے کہ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رسول خدا (ص) سچے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 جرخون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مو لاعل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DA137E">
        <w:rPr>
          <w:rStyle w:val="libArabicChar"/>
          <w:rtl/>
        </w:rPr>
        <w:t xml:space="preserve">لا 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نال</w:t>
      </w:r>
      <w:r w:rsidRPr="00DA137E">
        <w:rPr>
          <w:rStyle w:val="libArabicChar"/>
          <w:rtl/>
        </w:rPr>
        <w:t xml:space="preserve"> </w:t>
      </w:r>
      <w:r w:rsidRPr="00DA137E">
        <w:rPr>
          <w:rStyle w:val="libArabicChar"/>
          <w:rFonts w:hint="eastAsia"/>
          <w:rtl/>
        </w:rPr>
        <w:t>شفاعتنامن</w:t>
      </w:r>
      <w:r w:rsidRPr="00DA137E">
        <w:rPr>
          <w:rStyle w:val="libArabicChar"/>
          <w:rtl/>
        </w:rPr>
        <w:t xml:space="preserve"> استخف بالصلاة</w:t>
      </w:r>
      <w:r>
        <w:rPr>
          <w:rtl/>
        </w:rPr>
        <w:t>“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ا گر تم نے نماز کوچھوڑد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نور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 ہو جائے گا،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 ہو جائے گا امام جعفر صادق (ع)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  <w:r w:rsidRPr="0072787B">
        <w:rPr>
          <w:rStyle w:val="libArabicChar"/>
          <w:rtl/>
        </w:rPr>
        <w:t>لا</w:t>
      </w:r>
      <w:r w:rsidRPr="0072787B">
        <w:rPr>
          <w:rStyle w:val="libArabicChar"/>
          <w:rFonts w:hint="cs"/>
          <w:rtl/>
        </w:rPr>
        <w:t>ی</w:t>
      </w:r>
      <w:r w:rsidRPr="0072787B">
        <w:rPr>
          <w:rStyle w:val="libArabicChar"/>
          <w:rFonts w:hint="eastAsia"/>
          <w:rtl/>
        </w:rPr>
        <w:t>نال</w:t>
      </w:r>
      <w:r w:rsidRPr="0072787B">
        <w:rPr>
          <w:rStyle w:val="libArabicChar"/>
          <w:rtl/>
        </w:rPr>
        <w:t xml:space="preserve"> شفاعتنا من استخف بالصلاة</w:t>
      </w:r>
      <w:r>
        <w:rPr>
          <w:rtl/>
        </w:rPr>
        <w:t xml:space="preserve"> “ اُس مسلمان اُ س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ہمار</w:t>
      </w:r>
      <w:r>
        <w:rPr>
          <w:rFonts w:hint="cs"/>
          <w:rtl/>
        </w:rPr>
        <w:t>ی</w:t>
      </w:r>
      <w:r>
        <w:rPr>
          <w:rtl/>
        </w:rPr>
        <w:t xml:space="preserve"> شفاعت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جس نے نماز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 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کہہ رہا ہے کہ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بدبخت اے تاجر خو 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کہاں لکھاہوا ہے کہ حضرت حُر بے نماز </w:t>
      </w:r>
      <w:r>
        <w:rPr>
          <w:rFonts w:hint="cs"/>
          <w:rtl/>
        </w:rPr>
        <w:t>ی</w:t>
      </w:r>
      <w:r>
        <w:rPr>
          <w:rtl/>
        </w:rPr>
        <w:t xml:space="preserve"> تھے جب نماز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حُر سے کہا کہ تم امامت کراو تو حُر نے سر جھکا کر کہا کہ زہرا کے لا ل آپ کے ہو تے ہو ئے مجھے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بات خد اکو پسند آئ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امامت </w:t>
      </w:r>
      <w:r>
        <w:rPr>
          <w:rFonts w:hint="eastAsia"/>
          <w:rtl/>
        </w:rPr>
        <w:t>کروائ</w:t>
      </w:r>
      <w:r>
        <w:rPr>
          <w:rFonts w:hint="cs"/>
          <w:rtl/>
        </w:rPr>
        <w:t>ی</w:t>
      </w:r>
      <w:r>
        <w:rPr>
          <w:rtl/>
        </w:rPr>
        <w:t xml:space="preserve"> جہاں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قد م تھے وہاں حُر کا سر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نا جہاں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قرآن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</w:t>
      </w:r>
      <w:r w:rsidR="00C96147">
        <w:rPr>
          <w:rtl/>
        </w:rPr>
        <w:t xml:space="preserve">ہ </w:t>
      </w:r>
      <w:r>
        <w:rPr>
          <w:rtl/>
        </w:rPr>
        <w:t xml:space="preserve"> مائدہ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سبحانہ وتعال</w:t>
      </w:r>
      <w:r>
        <w:rPr>
          <w:rFonts w:hint="cs"/>
          <w:rtl/>
        </w:rPr>
        <w:t>یٰ</w:t>
      </w:r>
      <w:r>
        <w:rPr>
          <w:rtl/>
        </w:rPr>
        <w:t xml:space="preserve"> فر ماتا ہے 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من قتل نفساً</w:t>
      </w:r>
      <w:r w:rsidR="00C96147" w:rsidRPr="00C96147">
        <w:rPr>
          <w:rStyle w:val="libAieChar"/>
          <w:rFonts w:hint="cs"/>
          <w:rtl/>
        </w:rPr>
        <w:t>-----</w:t>
      </w:r>
      <w:r w:rsidR="00902C8C" w:rsidRPr="00902C8C">
        <w:rPr>
          <w:rStyle w:val="libAieChar"/>
          <w:rFonts w:hint="cs"/>
          <w:rtl/>
        </w:rPr>
        <w:t xml:space="preserve"> فکانما قتل الناس جمی</w:t>
      </w:r>
      <w:r w:rsidR="00902C8C" w:rsidRPr="00902C8C">
        <w:rPr>
          <w:rStyle w:val="libAieChar"/>
          <w:rFonts w:hint="eastAsia"/>
          <w:rtl/>
        </w:rPr>
        <w:t>عا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(سور</w:t>
      </w:r>
      <w:r w:rsidR="00C96147">
        <w:rPr>
          <w:rtl/>
        </w:rPr>
        <w:t xml:space="preserve">ہ </w:t>
      </w:r>
      <w:r>
        <w:rPr>
          <w:rtl/>
        </w:rPr>
        <w:t xml:space="preserve"> مائد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۳۲)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نے سارے </w:t>
      </w:r>
      <w:r>
        <w:rPr>
          <w:rtl/>
        </w:rPr>
        <w:lastRenderedPageBreak/>
        <w:t xml:space="preserve">انسانوں کو قتل کر ڈالا ہے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ظاہر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ہے مگر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اگر آپ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سے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گمراہ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سمجھنا کہ آپ نے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کو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آپ نے الل</w:t>
      </w:r>
      <w:r>
        <w:rPr>
          <w:rFonts w:hint="eastAsia"/>
          <w:rtl/>
        </w:rPr>
        <w:t>ہ</w:t>
      </w:r>
      <w:r>
        <w:rPr>
          <w:rtl/>
        </w:rPr>
        <w:t xml:space="preserve"> کے سارے بندوں کو گمرہ 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جب ہم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اس لئے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شفاعت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جا 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 اپن</w:t>
      </w:r>
      <w:r>
        <w:rPr>
          <w:rFonts w:hint="cs"/>
          <w:rtl/>
        </w:rPr>
        <w:t>ی</w:t>
      </w:r>
      <w:r>
        <w:rPr>
          <w:rtl/>
        </w:rPr>
        <w:t xml:space="preserve"> نجات کے لئے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قبر کے نور کے لئے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کر 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پر اپنا مقصد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امام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دو طر ح کے قاتل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جسم کے قاتل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شمر ، حرملا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سعد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 ر</w:t>
      </w:r>
      <w:r>
        <w:rPr>
          <w:rFonts w:hint="cs"/>
          <w:rtl/>
        </w:rPr>
        <w:t>ی</w:t>
      </w:r>
      <w:r>
        <w:rPr>
          <w:rtl/>
        </w:rPr>
        <w:t xml:space="preserve"> فوج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جسم کے قاتل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بھ</w:t>
      </w:r>
      <w:r>
        <w:rPr>
          <w:rFonts w:hint="cs"/>
          <w:rtl/>
        </w:rPr>
        <w:t>ی</w:t>
      </w:r>
      <w:r>
        <w:rPr>
          <w:rtl/>
        </w:rPr>
        <w:t xml:space="preserve">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مقصد کے قاتل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قاتل آج بھ</w:t>
      </w:r>
      <w:r>
        <w:rPr>
          <w:rFonts w:hint="cs"/>
          <w:rtl/>
        </w:rPr>
        <w:t>ی</w:t>
      </w:r>
      <w:r>
        <w:rPr>
          <w:rtl/>
        </w:rPr>
        <w:t xml:space="preserve"> مو 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عمل سے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اکبر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رہے مگر مقصد زندہ رہے عل</w:t>
      </w:r>
      <w:r>
        <w:rPr>
          <w:rFonts w:hint="cs"/>
          <w:rtl/>
        </w:rPr>
        <w:t>ی</w:t>
      </w:r>
      <w:r>
        <w:rPr>
          <w:rtl/>
        </w:rPr>
        <w:t xml:space="preserve"> اصغر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مسکراہٹ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رہے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زندہ رہے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مقصد سے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بازو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زندہ ر</w:t>
      </w:r>
      <w:r>
        <w:rPr>
          <w:rFonts w:hint="eastAsia"/>
          <w:rtl/>
        </w:rPr>
        <w:t>ہے</w:t>
      </w:r>
      <w:r>
        <w:rPr>
          <w:rtl/>
        </w:rPr>
        <w:t xml:space="preserve"> قاسم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حسن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لاش سالم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رہے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زندہ رہے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مقصد کے لئے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 با 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قربا 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عمل سے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بہن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چادر رہے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رہے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زندہ رہے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مقصد کتنا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اور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نے اپنے عمل سے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بنوں گ</w:t>
      </w:r>
      <w:r>
        <w:rPr>
          <w:rFonts w:hint="cs"/>
          <w:rtl/>
        </w:rPr>
        <w:t>ی</w:t>
      </w:r>
      <w:r>
        <w:rPr>
          <w:rtl/>
        </w:rPr>
        <w:t xml:space="preserve"> کر بلا سے کو فہ، کو فہ سے شام جا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،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مقصد زندہ ر کھو ں گ</w:t>
      </w:r>
      <w:r>
        <w:rPr>
          <w:rFonts w:hint="cs"/>
          <w:rtl/>
        </w:rPr>
        <w:t>ی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اپنے عم</w:t>
      </w:r>
      <w:r>
        <w:rPr>
          <w:rFonts w:hint="eastAsia"/>
          <w:rtl/>
        </w:rPr>
        <w:t>ل</w:t>
      </w:r>
      <w:r>
        <w:rPr>
          <w:rtl/>
        </w:rPr>
        <w:t xml:space="preserve"> سے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 با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طما چے کھا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مگر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مقصد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پانچ برس کے باقر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مو لا آ پ کے داد ا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ہر امام نے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عاشورہ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وارثہ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ہر معصوم نے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اشہد انک قد اقمت الصلا ة و آت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الزکاة و امرت بالمعروف و نہ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 المنکر“ حضرت سجاد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نماز قائم رہے زکا ت قائم رہے امر بالمعروف زندہ رہے نھ</w:t>
      </w:r>
      <w:r>
        <w:rPr>
          <w:rFonts w:hint="cs"/>
          <w:rtl/>
        </w:rPr>
        <w:t>ی</w:t>
      </w:r>
      <w:r>
        <w:rPr>
          <w:rtl/>
        </w:rPr>
        <w:t xml:space="preserve"> عن المنکر زندہ رہے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عالم امر بالمعروف نہ کرے اگر وہ ما حول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کتنا گندا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 ہا ہے گندگ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مگر پھر بھ</w:t>
      </w:r>
      <w:r>
        <w:rPr>
          <w:rFonts w:hint="cs"/>
          <w:rtl/>
        </w:rPr>
        <w:t>ی</w:t>
      </w:r>
      <w:r>
        <w:rPr>
          <w:rtl/>
        </w:rPr>
        <w:t xml:space="preserve"> امر بالمعروف نہ کرے تو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پر خدا ک</w:t>
      </w:r>
      <w:r>
        <w:rPr>
          <w:rFonts w:hint="cs"/>
          <w:rtl/>
        </w:rPr>
        <w:t>ی</w:t>
      </w:r>
      <w:r>
        <w:rPr>
          <w:rtl/>
        </w:rPr>
        <w:t xml:space="preserve"> لعنت کرتا ہے جس قوم کے نو جوان بے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ہو جا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قوم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غلام رہت</w:t>
      </w:r>
      <w:r>
        <w:rPr>
          <w:rFonts w:hint="cs"/>
          <w:rtl/>
        </w:rPr>
        <w:t>ی</w:t>
      </w:r>
      <w:r>
        <w:rPr>
          <w:rtl/>
        </w:rPr>
        <w:t xml:space="preserve"> ہے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چاہتا ہے کہ نو جوانوں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ختم کرو تو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ہم نے ا سان</w:t>
      </w:r>
      <w:r>
        <w:rPr>
          <w:rFonts w:hint="cs"/>
          <w:rtl/>
        </w:rPr>
        <w:t>ی</w:t>
      </w:r>
      <w:r>
        <w:rPr>
          <w:rtl/>
        </w:rPr>
        <w:t xml:space="preserve"> سے عراق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 پاکستان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پلاننگ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نے کہا مو لا نا </w:t>
      </w:r>
      <w:r>
        <w:rPr>
          <w:rtl/>
        </w:rPr>
        <w:lastRenderedPageBreak/>
        <w:t>صاحب آ پ حجاب پر کچھ پ</w:t>
      </w:r>
      <w:r>
        <w:rPr>
          <w:rFonts w:hint="eastAsia"/>
          <w:rtl/>
        </w:rPr>
        <w:t>رھئے</w:t>
      </w:r>
      <w:r>
        <w:rPr>
          <w:rtl/>
        </w:rPr>
        <w:t xml:space="preserve"> تو اُس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پڑھوں گا تو لوگ مجھ سے حجاب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پانچ منٹ کے لئے ا مربالمعروف کر 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تا 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قوم کو بے عمل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نائب امام مراجع ک</w:t>
      </w:r>
      <w:r>
        <w:rPr>
          <w:rFonts w:hint="cs"/>
          <w:rtl/>
        </w:rPr>
        <w:t>ی</w:t>
      </w:r>
      <w:r>
        <w:rPr>
          <w:rtl/>
        </w:rPr>
        <w:t xml:space="preserve"> مخالفت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مو منو! ہم اُسے ممبر پر بٹھا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آ واز اچھ</w:t>
      </w:r>
      <w:r>
        <w:rPr>
          <w:rFonts w:hint="cs"/>
          <w:rtl/>
        </w:rPr>
        <w:t>ی</w:t>
      </w:r>
      <w:r>
        <w:rPr>
          <w:rtl/>
        </w:rPr>
        <w:t xml:space="preserve"> ہو اُس کے مصائب اچھے ہوں اب اگر شمر زندہ ہو جا ئے پھر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شمر کو ممبر پر بٹھائ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شمر بدبخت سے تو بڑھ کر کو ئ</w:t>
      </w:r>
      <w:r>
        <w:rPr>
          <w:rFonts w:hint="cs"/>
          <w:rtl/>
        </w:rPr>
        <w:t>ی</w:t>
      </w:r>
      <w:r>
        <w:rPr>
          <w:rtl/>
        </w:rPr>
        <w:t xml:space="preserve"> مصائب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سکتا </w:t>
      </w:r>
      <w:r>
        <w:rPr>
          <w:rFonts w:hint="eastAsia"/>
          <w:rtl/>
        </w:rPr>
        <w:t>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نے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شمر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جسم کا قاتل مگر جو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قاتل ہے وہ شمر سے بھ</w:t>
      </w:r>
      <w:r>
        <w:rPr>
          <w:rFonts w:hint="cs"/>
          <w:rtl/>
        </w:rPr>
        <w:t>ی</w:t>
      </w:r>
      <w:r>
        <w:rPr>
          <w:rtl/>
        </w:rPr>
        <w:t xml:space="preserve"> بدتر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محمد باقر (ع)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کے علماء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علماء حق اور دوسرے علمائے باطل علمائے حق کو علمائے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باطل کو گندے علماء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علمائے حق بھ</w:t>
      </w:r>
      <w:r>
        <w:rPr>
          <w:rFonts w:hint="cs"/>
          <w:rtl/>
        </w:rPr>
        <w:t>ی</w:t>
      </w:r>
      <w:r>
        <w:rPr>
          <w:rtl/>
        </w:rPr>
        <w:t xml:space="preserve"> ہوں گے اور علمائے باطل 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ں</w:t>
      </w:r>
      <w:r>
        <w:rPr>
          <w:rtl/>
        </w:rPr>
        <w:t xml:space="preserve"> گے اُس کے بعد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! علمائے باطل سے بچو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علمائے باطل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لشکر سے بھ</w:t>
      </w:r>
      <w:r>
        <w:rPr>
          <w:rFonts w:hint="cs"/>
          <w:rtl/>
        </w:rPr>
        <w:t>ی</w:t>
      </w:r>
      <w:r>
        <w:rPr>
          <w:rtl/>
        </w:rPr>
        <w:t xml:space="preserve"> بدتر اور برے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لشکر نے ہمارا مال لوٹاتھا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تمہار 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لوٹ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اختتام</w:t>
      </w:r>
      <w:r>
        <w:rPr>
          <w:rtl/>
        </w:rPr>
        <w:t xml:space="preserve"> </w:t>
      </w:r>
    </w:p>
    <w:p w:rsidR="00DA137E" w:rsidRDefault="00DA137E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DA137E">
      <w:pPr>
        <w:pStyle w:val="Heading2Center"/>
        <w:rPr>
          <w:rtl/>
        </w:rPr>
      </w:pPr>
      <w:bookmarkStart w:id="6" w:name="_Toc501450106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۶</w:t>
      </w:r>
      <w:bookmarkEnd w:id="6"/>
    </w:p>
    <w:p w:rsidR="00DA137E" w:rsidRDefault="00A54C30" w:rsidP="00DA137E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قال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تبارک وتعال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بسم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tl/>
        </w:rPr>
        <w:t>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ieChar"/>
          <w:rtl/>
        </w:rPr>
        <w:t xml:space="preserve"> لکم 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 (سور</w:t>
      </w:r>
      <w:r w:rsidR="00C96147">
        <w:rPr>
          <w:rtl/>
        </w:rPr>
        <w:t xml:space="preserve">ہ </w:t>
      </w:r>
      <w:r>
        <w:rPr>
          <w:rtl/>
        </w:rPr>
        <w:t xml:space="preserve">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۸۶)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سبحانہ وتعال</w:t>
      </w:r>
      <w:r>
        <w:rPr>
          <w:rFonts w:hint="cs"/>
          <w:rtl/>
        </w:rPr>
        <w:t>یٰ</w:t>
      </w:r>
      <w:r>
        <w:rPr>
          <w:rtl/>
        </w:rPr>
        <w:t xml:space="preserve"> کا ارشاد ہو رہا ہے اگر تم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 ر ہو تو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 وجود تمہار ہے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کے لفظ ہ</w:t>
      </w:r>
      <w:r>
        <w:rPr>
          <w:rFonts w:hint="cs"/>
          <w:rtl/>
        </w:rPr>
        <w:t>ی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وجود مبارک جسے پروردگار نے ابھ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رکھا ہے ، امام زمانہ ک</w:t>
      </w:r>
      <w:r>
        <w:rPr>
          <w:rFonts w:hint="cs"/>
          <w:rtl/>
        </w:rPr>
        <w:t>ی</w:t>
      </w:r>
      <w:r>
        <w:rPr>
          <w:rtl/>
        </w:rPr>
        <w:t xml:space="preserve"> معرفت حاصل کر نا ہم سب </w:t>
      </w:r>
      <w:r>
        <w:rPr>
          <w:rFonts w:hint="eastAsia"/>
          <w:rtl/>
        </w:rPr>
        <w:t>پر</w:t>
      </w:r>
      <w:r>
        <w:rPr>
          <w:rtl/>
        </w:rPr>
        <w:t xml:space="preserve"> واجب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امام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رہنا دعائے عہد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دعائے آل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دعاء کو ہر روز پڑھا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ہر روز آپ امام زما نہ سے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  <w:r w:rsidRPr="00DA137E">
        <w:rPr>
          <w:rStyle w:val="libArabicChar"/>
          <w:rtl/>
        </w:rPr>
        <w:t>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م کن لول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ک</w:t>
      </w:r>
      <w:r w:rsidRPr="00DA137E">
        <w:rPr>
          <w:rStyle w:val="libArabicChar"/>
          <w:rtl/>
        </w:rPr>
        <w:t xml:space="preserve"> الحجة بن الحسن صلواتک عل</w:t>
      </w:r>
      <w:r w:rsidRPr="00DA137E">
        <w:rPr>
          <w:rStyle w:val="libArabicChar"/>
          <w:rFonts w:hint="cs"/>
          <w:rtl/>
        </w:rPr>
        <w:t>ی</w:t>
      </w:r>
      <w:r w:rsidR="00C96147" w:rsidRPr="00C96147">
        <w:rPr>
          <w:rStyle w:val="libArabicChar"/>
          <w:rFonts w:hint="cs"/>
          <w:rtl/>
        </w:rPr>
        <w:t>ه</w:t>
      </w:r>
      <w:r w:rsidRPr="00DA137E">
        <w:rPr>
          <w:rStyle w:val="libArabicChar"/>
          <w:rtl/>
        </w:rPr>
        <w:t xml:space="preserve"> و عل</w:t>
      </w:r>
      <w:r w:rsidRPr="00DA137E">
        <w:rPr>
          <w:rStyle w:val="libArabicChar"/>
          <w:rFonts w:hint="cs"/>
          <w:rtl/>
        </w:rPr>
        <w:t>یٰ</w:t>
      </w:r>
      <w:r w:rsidRPr="00DA137E">
        <w:rPr>
          <w:rStyle w:val="libArabicChar"/>
          <w:rtl/>
        </w:rPr>
        <w:t xml:space="preserve"> آبائ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ف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ذ</w:t>
      </w:r>
      <w:r w:rsidR="00C96147" w:rsidRPr="00C96147">
        <w:rPr>
          <w:rStyle w:val="libArabicChar"/>
          <w:rFonts w:hint="cs"/>
          <w:rtl/>
        </w:rPr>
        <w:t>ه</w:t>
      </w:r>
      <w:r w:rsidRPr="00DA137E">
        <w:rPr>
          <w:rStyle w:val="libArabicChar"/>
          <w:rtl/>
        </w:rPr>
        <w:t xml:space="preserve"> الساعة و ف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کل ساعة ول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اً</w:t>
      </w:r>
      <w:r w:rsidRPr="00DA137E">
        <w:rPr>
          <w:rStyle w:val="libArabicChar"/>
          <w:rtl/>
        </w:rPr>
        <w:t xml:space="preserve"> و حافظاً و قائداً و ناصراً و دل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لا</w:t>
      </w:r>
      <w:r w:rsidRPr="00DA137E">
        <w:rPr>
          <w:rStyle w:val="libArabicChar"/>
          <w:rtl/>
        </w:rPr>
        <w:t xml:space="preserve"> و ع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نا</w:t>
      </w:r>
      <w:r w:rsidRPr="00DA137E">
        <w:rPr>
          <w:rStyle w:val="libArabicChar"/>
          <w:rtl/>
        </w:rPr>
        <w:t xml:space="preserve"> حت</w:t>
      </w:r>
      <w:r w:rsidRPr="00DA137E">
        <w:rPr>
          <w:rStyle w:val="libArabicChar"/>
          <w:rFonts w:hint="cs"/>
          <w:rtl/>
        </w:rPr>
        <w:t>یٰ</w:t>
      </w:r>
      <w:r w:rsidRPr="00DA137E">
        <w:rPr>
          <w:rStyle w:val="libArabicChar"/>
          <w:rtl/>
        </w:rPr>
        <w:t xml:space="preserve"> تسکن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ُ ارضک طوعاً و تمتع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ف</w:t>
      </w:r>
      <w:r w:rsidRPr="00DA137E">
        <w:rPr>
          <w:rStyle w:val="libArabicChar"/>
          <w:rFonts w:hint="cs"/>
          <w:rtl/>
        </w:rPr>
        <w:t>ی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Fonts w:hint="eastAsia"/>
          <w:rtl/>
        </w:rPr>
        <w:t>ا</w:t>
      </w:r>
      <w:r w:rsidRPr="00DA137E">
        <w:rPr>
          <w:rStyle w:val="libArabicChar"/>
          <w:rtl/>
        </w:rPr>
        <w:t xml:space="preserve"> طو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لا</w:t>
      </w:r>
      <w:r>
        <w:rPr>
          <w:rtl/>
        </w:rPr>
        <w:t xml:space="preserve"> “ اس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کبر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جہالت ختم ک</w:t>
      </w:r>
      <w:r>
        <w:rPr>
          <w:rFonts w:hint="cs"/>
          <w:rtl/>
        </w:rPr>
        <w:t>ی</w:t>
      </w:r>
      <w:r>
        <w:rPr>
          <w:rtl/>
        </w:rPr>
        <w:t xml:space="preserve"> جا ئے جب تک جہالت رہے گ</w:t>
      </w:r>
      <w:r>
        <w:rPr>
          <w:rFonts w:hint="cs"/>
          <w:rtl/>
        </w:rPr>
        <w:t>ی</w:t>
      </w:r>
      <w:r>
        <w:rPr>
          <w:rtl/>
        </w:rPr>
        <w:t xml:space="preserve"> تو اُس وقت تک امام کا ظہورنہ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گمراہ</w:t>
      </w:r>
      <w:r>
        <w:rPr>
          <w:rFonts w:hint="cs"/>
          <w:rtl/>
        </w:rPr>
        <w:t>ی</w:t>
      </w:r>
      <w:r>
        <w:rPr>
          <w:rtl/>
        </w:rPr>
        <w:t xml:space="preserve"> کو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پورے ممالک پر قبضہ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سے پہلے انگلنڈنے روس پر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 ہتا ہے کہ سارے اسلام</w:t>
      </w:r>
      <w:r>
        <w:rPr>
          <w:rFonts w:hint="cs"/>
          <w:rtl/>
        </w:rPr>
        <w:t>ی</w:t>
      </w:r>
      <w:r>
        <w:rPr>
          <w:rtl/>
        </w:rPr>
        <w:t xml:space="preserve"> ممالک پر کنٹرول کر لے اس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راستہ ہے کہ ہم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خود بخود وہاں پر مسلمانوں ک</w:t>
      </w:r>
      <w:r>
        <w:rPr>
          <w:rFonts w:hint="cs"/>
          <w:rtl/>
        </w:rPr>
        <w:t>ی</w:t>
      </w:r>
      <w:r>
        <w:rPr>
          <w:rtl/>
        </w:rPr>
        <w:t xml:space="preserve"> لاب</w:t>
      </w:r>
      <w:r>
        <w:rPr>
          <w:rFonts w:hint="cs"/>
          <w:rtl/>
        </w:rPr>
        <w:t>ی</w:t>
      </w:r>
      <w:r>
        <w:rPr>
          <w:rtl/>
        </w:rPr>
        <w:t xml:space="preserve"> بن جا ئے گ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غلام</w:t>
      </w:r>
      <w:r>
        <w:rPr>
          <w:rFonts w:hint="cs"/>
          <w:rtl/>
        </w:rPr>
        <w:t>ی</w:t>
      </w:r>
      <w:r>
        <w:rPr>
          <w:rtl/>
        </w:rPr>
        <w:t xml:space="preserve"> سے مسلمان بچ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ہمارا فر ض ہے کہ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تبھ</w:t>
      </w:r>
      <w:r>
        <w:rPr>
          <w:rFonts w:hint="cs"/>
          <w:rtl/>
        </w:rPr>
        <w:t>ی</w:t>
      </w:r>
      <w:r>
        <w:rPr>
          <w:rtl/>
        </w:rPr>
        <w:t xml:space="preserve">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شعور بڑھے گا علم بڑھے، آ خر</w:t>
      </w:r>
      <w:r>
        <w:rPr>
          <w:rFonts w:hint="cs"/>
          <w:rtl/>
        </w:rPr>
        <w:t>ی</w:t>
      </w:r>
      <w:r>
        <w:rPr>
          <w:rtl/>
        </w:rPr>
        <w:t xml:space="preserve"> خط جو امام کا ہے اُس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فر ما 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اگر چا ہتے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ظہو رجلد ہو جا ئے تو دو کام کرو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اطاعت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اور قو</w:t>
      </w:r>
      <w:r>
        <w:rPr>
          <w:rFonts w:hint="cs"/>
          <w:rtl/>
        </w:rPr>
        <w:t>ی</w:t>
      </w:r>
      <w:r>
        <w:rPr>
          <w:rtl/>
        </w:rPr>
        <w:t xml:space="preserve"> ہو جا</w:t>
      </w:r>
      <w:r w:rsidR="00C96147">
        <w:rPr>
          <w:rtl/>
        </w:rPr>
        <w:t>و</w:t>
      </w:r>
      <w:r>
        <w:rPr>
          <w:rtl/>
        </w:rPr>
        <w:t xml:space="preserve"> اور آ 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 جا </w:t>
      </w:r>
      <w:r w:rsidR="00C96147">
        <w:rPr>
          <w:rtl/>
        </w:rPr>
        <w:t>و</w:t>
      </w:r>
      <w:r>
        <w:rPr>
          <w:rtl/>
        </w:rPr>
        <w:t xml:space="preserve">۔ </w:t>
      </w:r>
    </w:p>
    <w:p w:rsidR="00A54C30" w:rsidRDefault="00A54C30" w:rsidP="007278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اطاعت پروردگار اور دوسرا اتحاد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اے پروردگا ر مجھے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 ر کر دے اور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و ان من ش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عت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لابرا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>(سور</w:t>
      </w:r>
      <w:r w:rsidR="00C96147">
        <w:rPr>
          <w:rtl/>
        </w:rPr>
        <w:t xml:space="preserve">ہ </w:t>
      </w:r>
      <w:r>
        <w:rPr>
          <w:rtl/>
        </w:rPr>
        <w:t xml:space="preserve"> صافات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۸۳) </w:t>
      </w:r>
      <w:r>
        <w:rPr>
          <w:rtl/>
        </w:rPr>
        <w:t>تو ہم وہ صفات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متحد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ج دشمن چاہتا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ہمارے خلاف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اُن کو عربوں ڈالرز کا نقصان ہوا ہے جب سے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دلوں سے موت کا ڈر ختم ہو </w:t>
      </w:r>
      <w:r>
        <w:rPr>
          <w:rtl/>
        </w:rPr>
        <w:lastRenderedPageBreak/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جذبہ شہادت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لو</w:t>
      </w:r>
      <w:r>
        <w:rPr>
          <w:rFonts w:hint="eastAsia"/>
          <w:rtl/>
        </w:rPr>
        <w:t>گ</w:t>
      </w:r>
      <w:r>
        <w:rPr>
          <w:rtl/>
        </w:rPr>
        <w:t xml:space="preserve"> شہادت کا جام نوش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شہادت کا جذبہ لبنان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لحاظ سے انہوں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کردئ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 لو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کے اندر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عقائد کو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اور اُن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بر باد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با قاعدہ کتاب لکھ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توسل سے بھ</w:t>
      </w:r>
      <w:r>
        <w:rPr>
          <w:rFonts w:hint="cs"/>
          <w:rtl/>
        </w:rPr>
        <w:t>ی</w:t>
      </w:r>
      <w:r>
        <w:rPr>
          <w:rtl/>
        </w:rPr>
        <w:t xml:space="preserve"> انکا ر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توسل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دعاء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مانگتے ہو،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 ہتے ہو وہ خدا سے مانگو جبکہ اگر کو ئ</w:t>
      </w:r>
      <w:r>
        <w:rPr>
          <w:rFonts w:hint="cs"/>
          <w:rtl/>
        </w:rPr>
        <w:t>ی</w:t>
      </w:r>
      <w:r>
        <w:rPr>
          <w:rtl/>
        </w:rPr>
        <w:t xml:space="preserve"> توسل ک</w:t>
      </w:r>
      <w:r>
        <w:rPr>
          <w:rFonts w:hint="eastAsia"/>
          <w:rtl/>
        </w:rPr>
        <w:t>ا</w:t>
      </w:r>
      <w:r>
        <w:rPr>
          <w:rtl/>
        </w:rPr>
        <w:t xml:space="preserve"> منکر 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توسل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ہم جو بھ</w:t>
      </w:r>
      <w:r>
        <w:rPr>
          <w:rFonts w:hint="cs"/>
          <w:rtl/>
        </w:rPr>
        <w:t>ی</w:t>
      </w:r>
      <w:r>
        <w:rPr>
          <w:rtl/>
        </w:rPr>
        <w:t xml:space="preserve"> ما 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محمد و آل محمد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دعاء مانگتے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کا واسطہ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توسل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خدا سے دعاء مانگو توسل کا خود خدا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خود قر 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توسل ثابت ہے اُن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پروردگار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</w:t>
      </w:r>
      <w:r w:rsidR="00902C8C" w:rsidRPr="00123CAE">
        <w:rPr>
          <w:rStyle w:val="libAlaemChar"/>
          <w:rFonts w:hint="cs"/>
          <w:rtl/>
        </w:rPr>
        <w:t>(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الذ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902C8C">
        <w:rPr>
          <w:rStyle w:val="libAieChar"/>
          <w:rtl/>
        </w:rPr>
        <w:t xml:space="preserve"> آمنوااتقوا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و ابتغوا ال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902C8C">
        <w:rPr>
          <w:rStyle w:val="libAieChar"/>
          <w:rtl/>
        </w:rPr>
        <w:t xml:space="preserve"> الوس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لة</w:t>
      </w:r>
      <w:r w:rsidR="00902C8C" w:rsidRPr="0072787B">
        <w:rPr>
          <w:rStyle w:val="libAlaemChar"/>
          <w:rFonts w:hint="cs"/>
          <w:rtl/>
        </w:rPr>
        <w:t>)</w:t>
      </w:r>
      <w:r>
        <w:rPr>
          <w:rtl/>
        </w:rPr>
        <w:t xml:space="preserve"> “(سور</w:t>
      </w:r>
      <w:r w:rsidR="00C96147">
        <w:rPr>
          <w:rtl/>
        </w:rPr>
        <w:t xml:space="preserve">ہ 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۳۵) </w:t>
      </w:r>
      <w:r>
        <w:rPr>
          <w:rtl/>
        </w:rPr>
        <w:t>بچہ بچہ بھ</w:t>
      </w:r>
      <w:r>
        <w:rPr>
          <w:rFonts w:hint="cs"/>
          <w:rtl/>
        </w:rPr>
        <w:t>ی</w:t>
      </w:r>
      <w:r>
        <w:rPr>
          <w:rtl/>
        </w:rPr>
        <w:t xml:space="preserve">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جانتا ہے خدا خود فر ما رہا ہے کہ مجھ تک پہنچنے کے لئے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تلاش کر</w:t>
      </w:r>
      <w:r>
        <w:rPr>
          <w:rFonts w:hint="eastAsia"/>
          <w:rtl/>
        </w:rPr>
        <w:t>و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سے توسل ظاہر ہے اللہ کے رسول نے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بہت مشہور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ہے کہ جب بھ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 تا تھاکو ئ</w:t>
      </w:r>
      <w:r>
        <w:rPr>
          <w:rFonts w:hint="cs"/>
          <w:rtl/>
        </w:rPr>
        <w:t>ی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 تا تھا کہتا تھا کہ اللہ کے رسو ل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دعاء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تو رسول خد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تے تھے دعاء کے لئے ہا تھ بلند کر تے تھے فر ماتے تھے  </w:t>
      </w:r>
      <w:r w:rsidRPr="00DA137E">
        <w:rPr>
          <w:rStyle w:val="libArabicChar"/>
          <w:rtl/>
        </w:rPr>
        <w:t>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م</w:t>
      </w:r>
      <w:r w:rsidRPr="00DA137E">
        <w:rPr>
          <w:rStyle w:val="libArabicChar"/>
          <w:rtl/>
        </w:rPr>
        <w:t xml:space="preserve"> ارحم عل</w:t>
      </w:r>
      <w:r w:rsidRPr="00DA137E">
        <w:rPr>
          <w:rStyle w:val="libArabicChar"/>
          <w:rFonts w:hint="cs"/>
          <w:rtl/>
        </w:rPr>
        <w:t>یٰ</w:t>
      </w:r>
      <w:r w:rsidRPr="00DA137E">
        <w:rPr>
          <w:rStyle w:val="libArabicChar"/>
          <w:rtl/>
        </w:rPr>
        <w:t xml:space="preserve"> فلان بحق عل</w:t>
      </w:r>
      <w:r w:rsidRPr="00DA137E">
        <w:rPr>
          <w:rStyle w:val="libArabicChar"/>
          <w:rFonts w:hint="cs"/>
          <w:rtl/>
        </w:rPr>
        <w:t>ی</w:t>
      </w:r>
      <w:r w:rsidR="0072787B">
        <w:rPr>
          <w:rStyle w:val="libArabicChar"/>
        </w:rPr>
        <w:t xml:space="preserve"> </w:t>
      </w:r>
      <w:r>
        <w:rPr>
          <w:rtl/>
        </w:rPr>
        <w:t xml:space="preserve"> پروردگار اس پر رحم کردے عل</w:t>
      </w:r>
      <w:r>
        <w:rPr>
          <w:rFonts w:hint="cs"/>
          <w:rtl/>
        </w:rPr>
        <w:t>ی</w:t>
      </w:r>
      <w:r>
        <w:rPr>
          <w:rtl/>
        </w:rPr>
        <w:t xml:space="preserve"> کے صدقے ، اس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کو دور کر دے عل</w:t>
      </w:r>
      <w:r>
        <w:rPr>
          <w:rFonts w:hint="cs"/>
          <w:rtl/>
        </w:rPr>
        <w:t>ی</w:t>
      </w:r>
      <w:r>
        <w:rPr>
          <w:rtl/>
        </w:rPr>
        <w:t xml:space="preserve"> کے صدقے، تا 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الفاظ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لوگ مو لا عل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تھے وہ کہنے لگے کہ جو بھ</w:t>
      </w:r>
      <w:r>
        <w:rPr>
          <w:rFonts w:hint="cs"/>
          <w:rtl/>
        </w:rPr>
        <w:t>ی</w:t>
      </w:r>
      <w:r>
        <w:rPr>
          <w:rtl/>
        </w:rPr>
        <w:t xml:space="preserve"> آتا ہے دعاء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نام آتا ہے کبھ</w:t>
      </w:r>
      <w:r>
        <w:rPr>
          <w:rFonts w:hint="cs"/>
          <w:rtl/>
        </w:rPr>
        <w:t>ی</w:t>
      </w:r>
      <w:r>
        <w:rPr>
          <w:rtl/>
        </w:rPr>
        <w:t xml:space="preserve"> تو دعاء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نام آنا چا ہئے جو دوسرے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عقلمند تھے اُس نے کہا گھبرانے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ہوں گے تو ہم ہ</w:t>
      </w:r>
      <w:r>
        <w:rPr>
          <w:rFonts w:hint="cs"/>
          <w:rtl/>
        </w:rPr>
        <w:t>ی</w:t>
      </w:r>
      <w:r>
        <w:rPr>
          <w:rtl/>
        </w:rPr>
        <w:t xml:space="preserve"> کام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اتفاق سے عل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گئے اور عل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کے پاس دعاء کے لئے آ ئے ا</w:t>
      </w:r>
      <w:r>
        <w:rPr>
          <w:rFonts w:hint="eastAsia"/>
          <w:rtl/>
        </w:rPr>
        <w:t>ور</w:t>
      </w:r>
      <w:r>
        <w:rPr>
          <w:rtl/>
        </w:rPr>
        <w:t xml:space="preserve"> اتفاق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اُن دونوں کے سواء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تھا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مو لا عل</w:t>
      </w:r>
      <w:r>
        <w:rPr>
          <w:rFonts w:hint="cs"/>
          <w:rtl/>
        </w:rPr>
        <w:t>ی</w:t>
      </w:r>
      <w:r>
        <w:rPr>
          <w:rtl/>
        </w:rPr>
        <w:t xml:space="preserve"> دعاء کے لئے آ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دعاء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آنکھوں سے اشارہ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نام، ک</w:t>
      </w:r>
      <w:r>
        <w:rPr>
          <w:rFonts w:hint="cs"/>
          <w:rtl/>
        </w:rPr>
        <w:t>ی</w:t>
      </w:r>
      <w:r>
        <w:rPr>
          <w:rtl/>
        </w:rPr>
        <w:t>وں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کر آ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اللہ کے رسول نے دعاء کے لئے ہا تھ بلند کئے اور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</w:t>
      </w:r>
      <w:r w:rsidRPr="00DA137E">
        <w:rPr>
          <w:rStyle w:val="libArabicChar"/>
          <w:rtl/>
        </w:rPr>
        <w:t>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م ارحم عل</w:t>
      </w:r>
      <w:r w:rsidRPr="00DA137E">
        <w:rPr>
          <w:rStyle w:val="libArabicChar"/>
          <w:rFonts w:hint="cs"/>
          <w:rtl/>
        </w:rPr>
        <w:t>یٰ</w:t>
      </w:r>
      <w:r w:rsidRPr="00DA137E">
        <w:rPr>
          <w:rStyle w:val="libArabicChar"/>
          <w:rtl/>
        </w:rPr>
        <w:t xml:space="preserve"> عل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بحق عل</w:t>
      </w:r>
      <w:r w:rsidRPr="00DA137E">
        <w:rPr>
          <w:rStyle w:val="libArabicChar"/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پروردگار عل</w:t>
      </w:r>
      <w:r>
        <w:rPr>
          <w:rFonts w:hint="cs"/>
          <w:rtl/>
        </w:rPr>
        <w:t>ی</w:t>
      </w:r>
      <w:r>
        <w:rPr>
          <w:rtl/>
        </w:rPr>
        <w:t xml:space="preserve"> پر رحم کر عل</w:t>
      </w:r>
      <w:r>
        <w:rPr>
          <w:rFonts w:hint="cs"/>
          <w:rtl/>
        </w:rPr>
        <w:t>ی</w:t>
      </w:r>
      <w:r>
        <w:rPr>
          <w:rtl/>
        </w:rPr>
        <w:t xml:space="preserve"> کے صد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دلوں کا بغض تھا وہ زبان پر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کہنے لگے اللہ کے رسول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کا </w:t>
      </w:r>
      <w:r>
        <w:rPr>
          <w:rFonts w:hint="eastAsia"/>
          <w:rtl/>
        </w:rPr>
        <w:t>انصاف</w:t>
      </w:r>
      <w:r>
        <w:rPr>
          <w:rtl/>
        </w:rPr>
        <w:t xml:space="preserve"> ہے کہ دوسرا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دعاء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نام آج عل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دعاء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کا نام،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رسالت مآب کے چہرے پر غضب کے آثار نما 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 گئے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کر تے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اپنے لئے دعاء مانگتا ہوں تب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واسطہ سے دعاء مانگتا ہوں۔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مسلمان توسل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توسل قر آن سے ثابت ہے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رسول سے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سازش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ٹکڑے ٹکڑے کر دو اور اُن کے مرکز کو ختم کردو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 زش ہے اور دوسر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سازش کہ کچھ اجنٹوں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جتنے جھو ٹھے مذہب جوبنا 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جاہل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بنا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جھو ٹھے مذہبوں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 ملا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بنا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اذا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کہنا بدعت ہے اور وہ لوگ خود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کہلواتے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سا لوں سے ہمارے مر</w:t>
      </w:r>
      <w:r>
        <w:rPr>
          <w:rFonts w:hint="eastAsia"/>
          <w:rtl/>
        </w:rPr>
        <w:t>اجع</w:t>
      </w:r>
      <w:r>
        <w:rPr>
          <w:rtl/>
        </w:rPr>
        <w:t xml:space="preserve"> اتنے بڑے عالم اتنے بڑے مجتہد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غلط تھے اور آپ آج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مجتہد اور مراجع نے ا ذان و 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پڑھا ہے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اپن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ہے صرف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اپنا بھا ئ</w:t>
      </w:r>
      <w:r>
        <w:rPr>
          <w:rFonts w:hint="cs"/>
          <w:rtl/>
        </w:rPr>
        <w:t>ی</w:t>
      </w:r>
      <w:r>
        <w:rPr>
          <w:rtl/>
        </w:rPr>
        <w:t xml:space="preserve"> کر کے پکارا جسے امام اپنا بھا ئ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مقام کتنا بلند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سب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 پ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اذا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کہنا بدعت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مقدس</w:t>
      </w:r>
      <w:r>
        <w:rPr>
          <w:rtl/>
        </w:rPr>
        <w:t xml:space="preserve">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علماء جنھوں نے اذان و اقامت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پڑھ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دھ</w:t>
      </w:r>
      <w:r>
        <w:rPr>
          <w:rFonts w:hint="cs"/>
          <w:rtl/>
        </w:rPr>
        <w:t>ی</w:t>
      </w:r>
      <w:r>
        <w:rPr>
          <w:rtl/>
        </w:rPr>
        <w:t xml:space="preserve"> رات کو مو لا عل</w:t>
      </w:r>
      <w:r>
        <w:rPr>
          <w:rFonts w:hint="cs"/>
          <w:rtl/>
        </w:rPr>
        <w:t>ی</w:t>
      </w:r>
      <w:r>
        <w:rPr>
          <w:rtl/>
        </w:rPr>
        <w:t xml:space="preserve"> کے 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 تو در وازہ خود بخود کھل جاتا تھا اور اندر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چلے جا تے تھے ا ور ضر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سے آ واز آ ت</w:t>
      </w:r>
      <w:r>
        <w:rPr>
          <w:rFonts w:hint="cs"/>
          <w:rtl/>
        </w:rPr>
        <w:t>ی</w:t>
      </w:r>
      <w:r>
        <w:rPr>
          <w:rtl/>
        </w:rPr>
        <w:t xml:space="preserve"> تھے ” وعل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السلام “ اتنے بڑے بڑے علماء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سا زش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قہ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جائے اس پارٹ</w:t>
      </w:r>
      <w:r>
        <w:rPr>
          <w:rFonts w:hint="cs"/>
          <w:rtl/>
        </w:rPr>
        <w:t>ی</w:t>
      </w:r>
      <w:r>
        <w:rPr>
          <w:rtl/>
        </w:rPr>
        <w:t xml:space="preserve"> کو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مگر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پارٹ</w:t>
      </w:r>
      <w:r>
        <w:rPr>
          <w:rFonts w:hint="cs"/>
          <w:rtl/>
        </w:rPr>
        <w:t>ی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tl/>
        </w:rPr>
        <w:t xml:space="preserve"> اور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اُس ک</w:t>
      </w:r>
      <w:r>
        <w:rPr>
          <w:rFonts w:hint="cs"/>
          <w:rtl/>
        </w:rPr>
        <w:t>ی</w:t>
      </w:r>
      <w:r>
        <w:rPr>
          <w:rtl/>
        </w:rPr>
        <w:t xml:space="preserve"> نماز باطل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پارٹ</w:t>
      </w:r>
      <w:r>
        <w:rPr>
          <w:rFonts w:hint="cs"/>
          <w:rtl/>
        </w:rPr>
        <w:t>ی</w:t>
      </w:r>
      <w:r>
        <w:rPr>
          <w:rtl/>
        </w:rPr>
        <w:t xml:space="preserve"> جھگڑے کے لئے بنا 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وہ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باطل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عالم نے ہزاروں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لگا کہ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صرف اُس ک</w:t>
      </w:r>
      <w:r>
        <w:rPr>
          <w:rFonts w:hint="cs"/>
          <w:rtl/>
        </w:rPr>
        <w:t>ی</w:t>
      </w:r>
      <w:r>
        <w:rPr>
          <w:rtl/>
        </w:rPr>
        <w:t xml:space="preserve"> نماز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وہ حرام زادہ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 ر</w:t>
      </w:r>
      <w:r>
        <w:rPr>
          <w:rFonts w:hint="cs"/>
          <w:rtl/>
        </w:rPr>
        <w:t>ی</w:t>
      </w:r>
      <w:r>
        <w:rPr>
          <w:rtl/>
        </w:rPr>
        <w:t xml:space="preserve"> پلاننگ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لڑا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تو مجمع کے لوگ اٹھے اور وہاں جھگڑا ہو نے والا تھا تو وہاں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سمجھدار آدم</w:t>
      </w:r>
      <w:r>
        <w:rPr>
          <w:rFonts w:hint="cs"/>
          <w:rtl/>
        </w:rPr>
        <w:t>ی</w:t>
      </w:r>
      <w:r>
        <w:rPr>
          <w:rtl/>
        </w:rPr>
        <w:t xml:space="preserve"> تھا اُس نے کہا اگر ہم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جھگڑا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وہ اپنے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 ئے گا اُس نے سب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اجنٹ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لڑائے تم سب لوگ صبر کر و اُس </w:t>
      </w:r>
      <w:r>
        <w:rPr>
          <w:rFonts w:hint="eastAsia"/>
          <w:rtl/>
        </w:rPr>
        <w:t>نے</w:t>
      </w:r>
      <w:r>
        <w:rPr>
          <w:rtl/>
        </w:rPr>
        <w:t xml:space="preserve"> سب کو بٹھا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آ گے بڑھا اور کہا مولا نا صاحب آپ نے جو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پڑھے اُس ک</w:t>
      </w:r>
      <w:r>
        <w:rPr>
          <w:rFonts w:hint="cs"/>
          <w:rtl/>
        </w:rPr>
        <w:t>ی</w:t>
      </w:r>
      <w:r>
        <w:rPr>
          <w:rtl/>
        </w:rPr>
        <w:t xml:space="preserve"> نماز باطل ہے اور وہ حرام زادہ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آ پ کے والد گرام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تھے پہلے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eastAsia"/>
          <w:rtl/>
        </w:rPr>
        <w:t>تا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کو 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دشمن اسلام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لڑا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جو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کا منکر 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ہمار</w:t>
      </w:r>
      <w:r>
        <w:rPr>
          <w:rFonts w:hint="cs"/>
          <w:rtl/>
        </w:rPr>
        <w:t>ی</w:t>
      </w:r>
      <w:r>
        <w:rPr>
          <w:rtl/>
        </w:rPr>
        <w:t xml:space="preserve"> جان ہے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ہمار 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و ل</w:t>
      </w:r>
      <w:r>
        <w:rPr>
          <w:rFonts w:hint="cs"/>
          <w:rtl/>
        </w:rPr>
        <w:t>ی</w:t>
      </w:r>
      <w:r>
        <w:rPr>
          <w:rtl/>
        </w:rPr>
        <w:t xml:space="preserve"> اللہ پر </w:t>
      </w: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اولا د قربا ن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کا ہ</w:t>
      </w:r>
      <w:r>
        <w:rPr>
          <w:rFonts w:hint="cs"/>
          <w:rtl/>
        </w:rPr>
        <w:t>ی</w:t>
      </w:r>
      <w:r>
        <w:rPr>
          <w:rtl/>
        </w:rPr>
        <w:t xml:space="preserve"> تو فر ق ہے جوش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ہے کہ اُس کو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ہو مگر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ٹولہ جو بنا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حق کا لگا رہا ہے مگر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سمجھدا ر انسان سمجھ جا تا ہے کہ نعرہ لگا نے والا کو ن ہے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عل</w:t>
      </w:r>
      <w:r>
        <w:rPr>
          <w:rFonts w:hint="cs"/>
          <w:rtl/>
        </w:rPr>
        <w:t>ی</w:t>
      </w:r>
      <w:r>
        <w:rPr>
          <w:rtl/>
        </w:rPr>
        <w:t xml:space="preserve"> ہا رنے لگا مالک اشتر اُس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 گئے موت سامنے آ ئ</w:t>
      </w:r>
      <w:r>
        <w:rPr>
          <w:rFonts w:hint="cs"/>
          <w:rtl/>
        </w:rPr>
        <w:t>ی</w:t>
      </w:r>
      <w:r>
        <w:rPr>
          <w:rtl/>
        </w:rPr>
        <w:t xml:space="preserve"> اب اُس نے سا زش ک</w:t>
      </w:r>
      <w:r>
        <w:rPr>
          <w:rFonts w:hint="cs"/>
          <w:rtl/>
        </w:rPr>
        <w:t>ی</w:t>
      </w:r>
      <w:r>
        <w:rPr>
          <w:rtl/>
        </w:rPr>
        <w:t xml:space="preserve"> اور کہا قر آن 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اٹھا لو کہو ”لا حکم الا للہ“کہ حکم اللہ کا چلے گا نہ عل</w:t>
      </w:r>
      <w:r>
        <w:rPr>
          <w:rFonts w:hint="cs"/>
          <w:rtl/>
        </w:rPr>
        <w:t>ی</w:t>
      </w:r>
      <w:r>
        <w:rPr>
          <w:rtl/>
        </w:rPr>
        <w:t xml:space="preserve"> کا حکم چلے گا اور 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چلے گا مو 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فوج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جا ہل لوگ تھے جن کے پاس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معرفت کم تھ</w:t>
      </w:r>
      <w:r>
        <w:rPr>
          <w:rFonts w:hint="cs"/>
          <w:rtl/>
        </w:rPr>
        <w:t>ی</w:t>
      </w:r>
      <w:r>
        <w:rPr>
          <w:rtl/>
        </w:rPr>
        <w:t xml:space="preserve"> وہ رک گئے اور کہا مالک بن اشتر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حق ک</w:t>
      </w:r>
      <w:r>
        <w:rPr>
          <w:rFonts w:hint="cs"/>
          <w:rtl/>
        </w:rPr>
        <w:t>ی</w:t>
      </w:r>
      <w:r>
        <w:rPr>
          <w:rtl/>
        </w:rPr>
        <w:t xml:space="preserve"> بات کر رہے وہ نعرہ بالکل سچا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کا حکم بھ</w:t>
      </w:r>
      <w:r>
        <w:rPr>
          <w:rFonts w:hint="cs"/>
          <w:rtl/>
        </w:rPr>
        <w:t>ی</w:t>
      </w:r>
      <w:r>
        <w:rPr>
          <w:rtl/>
        </w:rPr>
        <w:t xml:space="preserve"> نہ چلے عل</w:t>
      </w:r>
      <w:r>
        <w:rPr>
          <w:rFonts w:hint="cs"/>
          <w:rtl/>
        </w:rPr>
        <w:t>ی</w:t>
      </w:r>
      <w:r>
        <w:rPr>
          <w:rtl/>
        </w:rPr>
        <w:t xml:space="preserve"> کے دشمن کا حکم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نہ چلے ہم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مولا کے پاس ا ئے اور کہا مو لا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بالکل سچا نعرہ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کا حکم چلے آپ کا حکم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گا آ پ کے دشمن کا حکم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گا حکم اللہ کا چلے گا تو مو لا عل</w:t>
      </w:r>
      <w:r>
        <w:rPr>
          <w:rFonts w:hint="cs"/>
          <w:rtl/>
        </w:rPr>
        <w:t>ی</w:t>
      </w:r>
      <w:r>
        <w:rPr>
          <w:rtl/>
        </w:rPr>
        <w:t xml:space="preserve">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حکم اللہ کا چلے گا اے نادانوں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نعرہ حق کا ہے مگر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باطل ہے حکم خدا کا چلے گا مگر خدا کا حکم چلا 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 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آ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خدا خود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ئے گا اس</w:t>
      </w:r>
      <w:r>
        <w:rPr>
          <w:rFonts w:hint="cs"/>
          <w:rtl/>
        </w:rPr>
        <w:t>ی</w:t>
      </w:r>
      <w:r>
        <w:rPr>
          <w:rtl/>
        </w:rPr>
        <w:t xml:space="preserve"> نعرے ک</w:t>
      </w:r>
      <w:r>
        <w:rPr>
          <w:rFonts w:hint="cs"/>
          <w:rtl/>
        </w:rPr>
        <w:t>ی</w:t>
      </w:r>
      <w:r>
        <w:rPr>
          <w:rtl/>
        </w:rPr>
        <w:t xml:space="preserve"> وجہ سے وہ لوگ خارج</w:t>
      </w:r>
      <w:r>
        <w:rPr>
          <w:rFonts w:hint="cs"/>
          <w:rtl/>
        </w:rPr>
        <w:t>ی</w:t>
      </w:r>
      <w:r>
        <w:rPr>
          <w:rtl/>
        </w:rPr>
        <w:t xml:space="preserve"> بن گئے خوارج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بنے انہوں نے مو لا عل</w:t>
      </w:r>
      <w:r>
        <w:rPr>
          <w:rFonts w:hint="cs"/>
          <w:rtl/>
        </w:rPr>
        <w:t>ی</w:t>
      </w:r>
      <w:r>
        <w:rPr>
          <w:rtl/>
        </w:rPr>
        <w:t xml:space="preserve"> کے خلاف بھ</w:t>
      </w:r>
      <w:r>
        <w:rPr>
          <w:rFonts w:hint="cs"/>
          <w:rtl/>
        </w:rPr>
        <w:t>ی</w:t>
      </w:r>
      <w:r>
        <w:rPr>
          <w:rtl/>
        </w:rPr>
        <w:t xml:space="preserve"> بات کر نا شروع کر د</w:t>
      </w:r>
      <w:r>
        <w:rPr>
          <w:rFonts w:hint="cs"/>
          <w:rtl/>
        </w:rPr>
        <w:t>ی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کا نعرہ حق کا ہے مگر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شک وہ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نعرہ اس طرح سے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لڑے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 قے بن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کو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کا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جس انداز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پڑھے اُس ک</w:t>
      </w:r>
      <w:r>
        <w:rPr>
          <w:rFonts w:hint="cs"/>
          <w:rtl/>
        </w:rPr>
        <w:t>ی</w:t>
      </w:r>
      <w:r>
        <w:rPr>
          <w:rtl/>
        </w:rPr>
        <w:t xml:space="preserve"> نماز باطل ہے وہ حرام زادہ ہے اس سے اُن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ہو ت</w:t>
      </w:r>
      <w:r>
        <w:rPr>
          <w:rFonts w:hint="cs"/>
          <w:rtl/>
        </w:rPr>
        <w:t>ی</w:t>
      </w:r>
      <w:r>
        <w:rPr>
          <w:rtl/>
        </w:rPr>
        <w:t xml:space="preserve"> ہے مو لا عل</w:t>
      </w:r>
      <w:r>
        <w:rPr>
          <w:rFonts w:hint="cs"/>
          <w:rtl/>
        </w:rPr>
        <w:t>ی</w:t>
      </w:r>
      <w:r>
        <w:rPr>
          <w:rtl/>
        </w:rPr>
        <w:t xml:space="preserve"> نام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ٹولہ اس نعرہ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لگا رہا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 ف ہو جا ئے لہذ 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ثابت ہے کہ اُن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باطل ہے وہ لوگ مراجع کے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چلے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مراجع نے کہا ہے کہ ہم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پڑھ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نے مجتہد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Fonts w:hint="eastAsia"/>
          <w:rtl/>
        </w:rPr>
        <w:t>سوال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نماز باطل ہے انہوں نے کہا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مرحوم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نماز باطل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مسئلہ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وقت مردہ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کہ ہم مردہ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سن</w:t>
      </w:r>
      <w:r>
        <w:rPr>
          <w:rFonts w:hint="cs"/>
          <w:rtl/>
        </w:rPr>
        <w:t>ی</w:t>
      </w:r>
      <w:r>
        <w:rPr>
          <w:rtl/>
        </w:rPr>
        <w:t xml:space="preserve"> لوگ جو ہزار سال پہلے اُن کے مجتہد تھے اُن ک</w:t>
      </w:r>
      <w:r>
        <w:rPr>
          <w:rFonts w:hint="cs"/>
          <w:rtl/>
        </w:rPr>
        <w:t>ی</w:t>
      </w:r>
      <w:r>
        <w:rPr>
          <w:rtl/>
        </w:rPr>
        <w:t xml:space="preserve"> اب تک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ابو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،مالک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مردہ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نا حرام ہے ہم اس لئے زندہ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زندہ مجتہد کو آج ک</w:t>
      </w:r>
      <w:r>
        <w:rPr>
          <w:rFonts w:hint="eastAsia"/>
          <w:rtl/>
        </w:rPr>
        <w:t>ے</w:t>
      </w:r>
      <w:r>
        <w:rPr>
          <w:rtl/>
        </w:rPr>
        <w:t xml:space="preserve"> حالات کا علم ہے جو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چارہ</w:t>
      </w:r>
      <w:r>
        <w:rPr>
          <w:rtl/>
        </w:rPr>
        <w:t xml:space="preserve"> مرگ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اُس کو آج کے حالا ت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پتہ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مگرا</w:t>
      </w:r>
      <w:r>
        <w:rPr>
          <w:rtl/>
        </w:rPr>
        <w:t xml:space="preserve"> س وقت جو سب زندہ مجتہد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قبلہ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ٹولہ ہے وہ لوگ ثواب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وہ ثواب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تو کس</w:t>
      </w:r>
      <w:r>
        <w:rPr>
          <w:rFonts w:hint="cs"/>
          <w:rtl/>
        </w:rPr>
        <w:t>ی</w:t>
      </w:r>
      <w:r>
        <w:rPr>
          <w:rtl/>
        </w:rPr>
        <w:t xml:space="preserve"> کو حرام زادہ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کس</w:t>
      </w:r>
      <w:r>
        <w:rPr>
          <w:rFonts w:hint="cs"/>
          <w:rtl/>
        </w:rPr>
        <w:t>ی</w:t>
      </w:r>
      <w:r>
        <w:rPr>
          <w:rtl/>
        </w:rPr>
        <w:t xml:space="preserve"> کو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آپ ک</w:t>
      </w:r>
      <w:r>
        <w:rPr>
          <w:rFonts w:hint="cs"/>
          <w:rtl/>
        </w:rPr>
        <w:t>ی</w:t>
      </w:r>
      <w:r>
        <w:rPr>
          <w:rtl/>
        </w:rPr>
        <w:t xml:space="preserve"> نماز باطل ہے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</w:t>
      </w:r>
      <w:r>
        <w:rPr>
          <w:rFonts w:hint="eastAsia"/>
          <w:rtl/>
        </w:rPr>
        <w:t>بناہے</w:t>
      </w:r>
      <w:r>
        <w:rPr>
          <w:rtl/>
        </w:rPr>
        <w:t xml:space="preserve"> وہ لوگ شدت کے ساتھ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پرھتا ہے اُس ک</w:t>
      </w:r>
      <w:r>
        <w:rPr>
          <w:rFonts w:hint="cs"/>
          <w:rtl/>
        </w:rPr>
        <w:t>ی</w:t>
      </w:r>
      <w:r>
        <w:rPr>
          <w:rtl/>
        </w:rPr>
        <w:t xml:space="preserve"> نماز باطل ہے اور وہ حرام زادہ ہے تو اس وقت جتنے زندہ مجتہد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سب نے کہا وہ جواب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مولا عل</w:t>
      </w:r>
      <w:r>
        <w:rPr>
          <w:rFonts w:hint="cs"/>
          <w:rtl/>
        </w:rPr>
        <w:t>ی</w:t>
      </w:r>
      <w:r>
        <w:rPr>
          <w:rtl/>
        </w:rPr>
        <w:t xml:space="preserve">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اُن کا نعرہ تو حق ہے م</w:t>
      </w:r>
      <w:r>
        <w:rPr>
          <w:rFonts w:hint="eastAsia"/>
          <w:rtl/>
        </w:rPr>
        <w:t>گر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جو ٹکڑے ٹکڑے کر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سازش سے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رہئے اگر ہم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دشمن ہمارے کتنے ٹکڑے کر ڈالے گا اور ہمارے مرکز کو کمزور کر نے کے لئے دشمن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ہے۔ </w:t>
      </w:r>
    </w:p>
    <w:p w:rsidR="00A54C30" w:rsidRDefault="00A54C30" w:rsidP="0072787B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سازش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حملہ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ہے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جب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عرب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لاکھوں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عرب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بنے ہ</w:t>
      </w:r>
      <w:r>
        <w:rPr>
          <w:rFonts w:hint="cs"/>
          <w:rtl/>
        </w:rPr>
        <w:t>ی</w:t>
      </w:r>
      <w:r>
        <w:rPr>
          <w:rtl/>
        </w:rPr>
        <w:t xml:space="preserve"> نہ 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کو 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اذان و اقامت کے وقت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آ پ کو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 ئے گا کہ کو 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بل</w:t>
      </w:r>
      <w:r>
        <w:rPr>
          <w:rFonts w:hint="eastAsia"/>
          <w:rtl/>
        </w:rPr>
        <w:t>کہ</w:t>
      </w:r>
      <w:r>
        <w:rPr>
          <w:rtl/>
        </w:rPr>
        <w:t xml:space="preserve">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مسجد سے آ واز آ ت</w:t>
      </w:r>
      <w:r>
        <w:rPr>
          <w:rFonts w:hint="cs"/>
          <w:rtl/>
        </w:rPr>
        <w:t>ی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صداقت کے لئے بہت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اذان کے وقت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 واز آئے 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اللہ کا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ہے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اللہ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جو ٹولہ ب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اللہ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کا بھ</w:t>
      </w:r>
      <w:r>
        <w:rPr>
          <w:rFonts w:hint="cs"/>
          <w:rtl/>
        </w:rPr>
        <w:t>ی</w:t>
      </w:r>
      <w:r>
        <w:rPr>
          <w:rtl/>
        </w:rPr>
        <w:t xml:space="preserve"> اس طرح سے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باہر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باہر کے دشمنوں سے اندر کے دشمن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 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والے باہر والوں کو ثبوت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واقعاً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تاجر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 لو</w:t>
      </w:r>
      <w:r>
        <w:rPr>
          <w:rFonts w:hint="cs"/>
          <w:rtl/>
        </w:rPr>
        <w:t>ی</w:t>
      </w:r>
      <w:r>
        <w:rPr>
          <w:rtl/>
        </w:rPr>
        <w:t xml:space="preserve">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حشرہے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کا نام مو من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مگر حضرت عل</w:t>
      </w:r>
      <w:r>
        <w:rPr>
          <w:rFonts w:hint="cs"/>
          <w:rtl/>
        </w:rPr>
        <w:t>ی</w:t>
      </w:r>
      <w:r>
        <w:rPr>
          <w:rtl/>
        </w:rPr>
        <w:t xml:space="preserve"> (ع)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نعوذباللہ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کے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بڑا کفر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جو چلے چمچہ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 ئے تھے انہوں نے کہا نعرے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سا</w:t>
      </w:r>
      <w:r>
        <w:rPr>
          <w:rFonts w:hint="eastAsia"/>
          <w:rtl/>
        </w:rPr>
        <w:t>رے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اللہ کا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 ہا تھ ا گے بڑھ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کو اللہ کہتا ہے جس نے عل</w:t>
      </w:r>
      <w:r>
        <w:rPr>
          <w:rFonts w:hint="cs"/>
          <w:rtl/>
        </w:rPr>
        <w:t>ی</w:t>
      </w:r>
      <w:r>
        <w:rPr>
          <w:rtl/>
        </w:rPr>
        <w:t xml:space="preserve"> کو اللہ کہا مو لا عل</w:t>
      </w:r>
      <w:r>
        <w:rPr>
          <w:rFonts w:hint="cs"/>
          <w:rtl/>
        </w:rPr>
        <w:t>ی</w:t>
      </w:r>
      <w:r>
        <w:rPr>
          <w:rtl/>
        </w:rPr>
        <w:t xml:space="preserve"> نے اُس پر لعنت ک</w:t>
      </w:r>
      <w:r>
        <w:rPr>
          <w:rFonts w:hint="cs"/>
          <w:rtl/>
        </w:rPr>
        <w:t>ی</w:t>
      </w:r>
      <w:r>
        <w:rPr>
          <w:rtl/>
        </w:rPr>
        <w:t xml:space="preserve"> مو لا نے اُسے کافر کہا مو لا نے اُسے مشرک کہا ہمارے ہر امام کا فتو</w:t>
      </w:r>
      <w:r>
        <w:rPr>
          <w:rFonts w:hint="cs"/>
          <w:rtl/>
        </w:rPr>
        <w:t>یٰ</w:t>
      </w:r>
      <w:r>
        <w:rPr>
          <w:rtl/>
        </w:rPr>
        <w:t xml:space="preserve"> ہے کہ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مشرک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ہاتھ کا کھا 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 اگر کس</w:t>
      </w:r>
      <w:r>
        <w:rPr>
          <w:rFonts w:hint="cs"/>
          <w:rtl/>
        </w:rPr>
        <w:t>ی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کو اللہ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نے مولا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کو بڑھا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نے مولا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کہتا ہے عل</w:t>
      </w:r>
      <w:r>
        <w:rPr>
          <w:rFonts w:hint="cs"/>
          <w:rtl/>
        </w:rPr>
        <w:t>ی</w:t>
      </w:r>
      <w:r>
        <w:rPr>
          <w:rtl/>
        </w:rPr>
        <w:t xml:space="preserve"> اللہ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="0072787B" w:rsidRPr="0072787B">
        <w:rPr>
          <w:rStyle w:val="libAlaemChar"/>
          <w:rFonts w:hint="cs"/>
          <w:rtl/>
        </w:rPr>
        <w:t>(</w:t>
      </w:r>
      <w:r w:rsidRPr="0072787B">
        <w:rPr>
          <w:rStyle w:val="libAieChar"/>
          <w:rtl/>
        </w:rPr>
        <w:t>بسم الل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الرحمن الرح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م</w:t>
      </w:r>
      <w:r w:rsidRPr="0072787B">
        <w:rPr>
          <w:rStyle w:val="libAieChar"/>
          <w:rtl/>
        </w:rPr>
        <w:t xml:space="preserve"> قل 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>و الل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</w:t>
      </w:r>
      <w:r w:rsidRPr="0072787B">
        <w:rPr>
          <w:rStyle w:val="libAieChar"/>
          <w:rFonts w:hint="eastAsia"/>
          <w:rtl/>
        </w:rPr>
        <w:t>احد</w:t>
      </w:r>
      <w:r w:rsidRPr="0072787B">
        <w:rPr>
          <w:rStyle w:val="libAieChar"/>
          <w:rtl/>
        </w:rPr>
        <w:t xml:space="preserve"> ، الل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الصمد ،لم 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لد</w:t>
      </w:r>
      <w:r w:rsidRPr="0072787B">
        <w:rPr>
          <w:rStyle w:val="libAieChar"/>
          <w:rtl/>
        </w:rPr>
        <w:t xml:space="preserve"> و لم 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ولد</w:t>
      </w:r>
      <w:r w:rsidRPr="0072787B">
        <w:rPr>
          <w:rStyle w:val="libAieChar"/>
          <w:rtl/>
        </w:rPr>
        <w:t xml:space="preserve"> ، و لم 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کن</w:t>
      </w:r>
      <w:r w:rsidRPr="0072787B">
        <w:rPr>
          <w:rStyle w:val="libAieChar"/>
          <w:rtl/>
        </w:rPr>
        <w:t xml:space="preserve"> ل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tl/>
        </w:rPr>
        <w:t xml:space="preserve"> کفواً احد</w:t>
      </w:r>
      <w:r w:rsidR="0072787B" w:rsidRPr="0072787B">
        <w:rPr>
          <w:rStyle w:val="libAlaemChar"/>
          <w:rFonts w:hint="cs"/>
          <w:rtl/>
        </w:rPr>
        <w:t>)</w:t>
      </w:r>
      <w:r>
        <w:rPr>
          <w:rtl/>
        </w:rPr>
        <w:t xml:space="preserve"> اس سورہ کا ترجمہ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اللہ احد ہے اُس کا کوئ</w:t>
      </w:r>
      <w:r>
        <w:rPr>
          <w:rFonts w:hint="cs"/>
          <w:rtl/>
        </w:rPr>
        <w:t>ی</w:t>
      </w:r>
      <w:r>
        <w:rPr>
          <w:rtl/>
        </w:rPr>
        <w:t xml:space="preserve"> والد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کا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نے کہا عل</w:t>
      </w:r>
      <w:r>
        <w:rPr>
          <w:rFonts w:hint="cs"/>
          <w:rtl/>
        </w:rPr>
        <w:t>ی</w:t>
      </w:r>
      <w:r>
        <w:rPr>
          <w:rtl/>
        </w:rPr>
        <w:t xml:space="preserve"> اللہ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اُس نے حضرت ابو طالب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ابوطالب عل</w:t>
      </w:r>
      <w:r>
        <w:rPr>
          <w:rFonts w:hint="cs"/>
          <w:rtl/>
        </w:rPr>
        <w:t>ی</w:t>
      </w:r>
      <w:r>
        <w:rPr>
          <w:rtl/>
        </w:rPr>
        <w:t xml:space="preserve"> کے والد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حس</w:t>
      </w:r>
      <w:r>
        <w:rPr>
          <w:rFonts w:hint="eastAsia"/>
          <w:rtl/>
        </w:rPr>
        <w:t>ن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حسن 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فرزند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تو خارج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حسن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کے فرزند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سازش ہے تا کہ باہر والوں کو معلوم ہو جائے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مقرر کہہ ر ہا ہے اللہ مو من ہے اور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نکالے کہ عل</w:t>
      </w:r>
      <w:r>
        <w:rPr>
          <w:rFonts w:hint="cs"/>
          <w:rtl/>
        </w:rPr>
        <w:t>ی</w:t>
      </w:r>
      <w:r>
        <w:rPr>
          <w:rtl/>
        </w:rPr>
        <w:t xml:space="preserve"> معاذ اللہ اللہ کے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کے کافر ہو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شک ہے ہم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ہاتھ کا کھا نا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ہمارے اُس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کو رو کنے ک</w:t>
      </w:r>
      <w:r>
        <w:rPr>
          <w:rFonts w:hint="cs"/>
          <w:rtl/>
        </w:rPr>
        <w:t>ی</w:t>
      </w:r>
      <w:r>
        <w:rPr>
          <w:rtl/>
        </w:rPr>
        <w:t xml:space="preserve"> سازش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انقلاب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لوگ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ئے بلکہ لاکھوں لوگوں نے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کے بعض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مگر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جس کو مڈاگاسکر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پر پانچ سال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بعد پندرہ ہزار لوگوں نے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خوف زدہ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اندر کچھ خب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دے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خلاف عقل بھ</w:t>
      </w:r>
      <w:r>
        <w:rPr>
          <w:rFonts w:hint="cs"/>
          <w:rtl/>
        </w:rPr>
        <w:t>ی</w:t>
      </w:r>
      <w:r>
        <w:rPr>
          <w:rtl/>
        </w:rPr>
        <w:t xml:space="preserve"> ہو اور خلاف قرآن بھ</w:t>
      </w:r>
      <w:r>
        <w:rPr>
          <w:rFonts w:hint="cs"/>
          <w:rtl/>
        </w:rPr>
        <w:t>ی</w:t>
      </w:r>
      <w:r>
        <w:rPr>
          <w:rtl/>
        </w:rPr>
        <w:t xml:space="preserve"> ہو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رک جا ئے لہذا بے انتھا ضرورت ہے کہ ہمارے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سازشوں سے باخبر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مناظرہ کئے امام رضا (ع)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مو لو</w:t>
      </w:r>
      <w:r>
        <w:rPr>
          <w:rFonts w:hint="cs"/>
          <w:rtl/>
        </w:rPr>
        <w:t>ی</w:t>
      </w:r>
      <w:r>
        <w:rPr>
          <w:rtl/>
        </w:rPr>
        <w:t xml:space="preserve">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مو لو</w:t>
      </w:r>
      <w:r>
        <w:rPr>
          <w:rFonts w:hint="cs"/>
          <w:rtl/>
        </w:rPr>
        <w:t>ی</w:t>
      </w:r>
      <w:r>
        <w:rPr>
          <w:rtl/>
        </w:rPr>
        <w:t xml:space="preserve"> سے کہا تم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مانتے ہو خدا مانتے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اُس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خدا مانتا ہوں امام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خاموش ہو گئے پھر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ہے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سُست تھے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پادر</w:t>
      </w:r>
      <w:r>
        <w:rPr>
          <w:rFonts w:hint="cs"/>
          <w:rtl/>
        </w:rPr>
        <w:t>ی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کون کہتا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ہے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وہ تھے جو پور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رات عبادت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بسر کرتے تھے ب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تو امام نے مُسکرا کر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خود خدا تھے تو عبادت کس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نادان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نادان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کا سر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شہادت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tl/>
        </w:rPr>
        <w:t xml:space="preserve"> ہے اگر مو لا عل</w:t>
      </w:r>
      <w:r>
        <w:rPr>
          <w:rFonts w:hint="cs"/>
          <w:rtl/>
        </w:rPr>
        <w:t>ی</w:t>
      </w:r>
      <w:r>
        <w:rPr>
          <w:rtl/>
        </w:rPr>
        <w:t xml:space="preserve"> خدا تھے تو سجدہ کس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تے تھے قطعا 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مذہب اہل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گنجا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رہئے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حملہ ہم 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تاجر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 نے ممبر ک</w:t>
      </w:r>
      <w:r>
        <w:rPr>
          <w:rFonts w:hint="cs"/>
          <w:rtl/>
        </w:rPr>
        <w:t>ی</w:t>
      </w:r>
      <w:r>
        <w:rPr>
          <w:rtl/>
        </w:rPr>
        <w:t xml:space="preserve"> حفاظت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سودا کر 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قوم کا سودا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تک ممبر کا تقدس بحال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ہمار</w:t>
      </w:r>
      <w:r>
        <w:rPr>
          <w:rFonts w:hint="cs"/>
          <w:rtl/>
        </w:rPr>
        <w:t>ی</w:t>
      </w:r>
      <w:r>
        <w:rPr>
          <w:rtl/>
        </w:rPr>
        <w:t xml:space="preserve"> سرحد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آسان</w:t>
      </w:r>
      <w:r>
        <w:rPr>
          <w:rFonts w:hint="cs"/>
          <w:rtl/>
        </w:rPr>
        <w:t>ی</w:t>
      </w:r>
      <w:r>
        <w:rPr>
          <w:rtl/>
        </w:rPr>
        <w:t xml:space="preserve"> سے ہمارے اندر کئ</w:t>
      </w:r>
      <w:r>
        <w:rPr>
          <w:rFonts w:hint="cs"/>
          <w:rtl/>
        </w:rPr>
        <w:t>ی</w:t>
      </w:r>
      <w:r>
        <w:rPr>
          <w:rtl/>
        </w:rPr>
        <w:t xml:space="preserve"> فرقہ بنا سکتا ہے لہذا متحد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معصوم کا فر ما ن ہے اصول کا 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ہر عالم کو ممبر پر مت بٹھا نا جسے بھ</w:t>
      </w:r>
      <w:r>
        <w:rPr>
          <w:rFonts w:hint="cs"/>
          <w:rtl/>
        </w:rPr>
        <w:t>ی</w:t>
      </w:r>
      <w:r>
        <w:rPr>
          <w:rtl/>
        </w:rPr>
        <w:t xml:space="preserve"> بٹھا </w:t>
      </w:r>
      <w:r w:rsidR="00C96147">
        <w:rPr>
          <w:rtl/>
        </w:rPr>
        <w:t>و</w:t>
      </w:r>
      <w:r>
        <w:rPr>
          <w:rtl/>
        </w:rPr>
        <w:t xml:space="preserve">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لو کہ اُس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پجار</w:t>
      </w:r>
      <w:r>
        <w:rPr>
          <w:rFonts w:hint="cs"/>
          <w:rtl/>
        </w:rPr>
        <w:t>ی</w:t>
      </w:r>
      <w:r>
        <w:rPr>
          <w:rtl/>
        </w:rPr>
        <w:t xml:space="preserve"> ہے وہ کب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کو ن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ماننے والا تھا مگر مو لا نے اُسے کہا تھا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محبت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لوٹ کر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جائے گ</w:t>
      </w:r>
      <w:r>
        <w:rPr>
          <w:rFonts w:hint="cs"/>
          <w:rtl/>
        </w:rPr>
        <w:t>ی</w:t>
      </w:r>
      <w:r>
        <w:rPr>
          <w:rtl/>
        </w:rPr>
        <w:t xml:space="preserve"> اُس نے مولا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لوگ آ ئے اور اُس سے کہا لکھ کر دو ح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واجب القتل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پہلے محب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کم تھ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محبت تھ</w:t>
      </w:r>
      <w:r>
        <w:rPr>
          <w:rFonts w:hint="cs"/>
          <w:rtl/>
        </w:rPr>
        <w:t>ی</w:t>
      </w:r>
      <w:r>
        <w:rPr>
          <w:rtl/>
        </w:rPr>
        <w:t xml:space="preserve"> تو اُس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پتھر جو اُس کے سامنے تھا اٹھا کر زور سے اپنے سر پر مارا اور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بے شرموں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کہہ رہے ہو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کر دوں کہ زہرا کا لا ل واجب ا</w:t>
      </w:r>
      <w:r>
        <w:rPr>
          <w:rFonts w:hint="eastAsia"/>
          <w:rtl/>
        </w:rPr>
        <w:t>لقتل</w:t>
      </w:r>
      <w:r>
        <w:rPr>
          <w:rtl/>
        </w:rPr>
        <w:t xml:space="preserve"> ہے اُس نے اُس پتھر کو اتنا زور سے ما را کہ اُس کے سر سے خون بہنے لگا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ابھ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سے خون نکال رہا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کہا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دو اُس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محبت تھ</w:t>
      </w:r>
      <w:r>
        <w:rPr>
          <w:rFonts w:hint="cs"/>
          <w:rtl/>
        </w:rPr>
        <w:t>ی</w:t>
      </w:r>
      <w:r>
        <w:rPr>
          <w:rtl/>
        </w:rPr>
        <w:t xml:space="preserve"> مگر اُسے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سے محبت تھ</w:t>
      </w:r>
      <w:r>
        <w:rPr>
          <w:rFonts w:hint="cs"/>
          <w:rtl/>
        </w:rPr>
        <w:t>ی</w:t>
      </w:r>
      <w:r>
        <w:rPr>
          <w:rtl/>
        </w:rPr>
        <w:t xml:space="preserve"> ،انہوں نے اُس کے سامنے سو 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رکھ د</w:t>
      </w:r>
      <w:r>
        <w:rPr>
          <w:rFonts w:hint="cs"/>
          <w:rtl/>
        </w:rPr>
        <w:t>ی</w:t>
      </w:r>
      <w:r>
        <w:rPr>
          <w:rtl/>
        </w:rPr>
        <w:t xml:space="preserve"> اُس نے کہا قاض</w:t>
      </w:r>
      <w:r>
        <w:rPr>
          <w:rFonts w:hint="cs"/>
          <w:rtl/>
        </w:rPr>
        <w:t>ی</w:t>
      </w:r>
      <w:r>
        <w:rPr>
          <w:rtl/>
        </w:rPr>
        <w:t xml:space="preserve"> جو 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تو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بچ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اور قاض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اپنا خود نقصان کرو گے تجھے اتنا سونا اتنے جواہرا ت تجھے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فتو</w:t>
      </w:r>
      <w:r>
        <w:rPr>
          <w:rFonts w:hint="cs"/>
          <w:rtl/>
        </w:rPr>
        <w:t>یٰ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مال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ورنہ کس</w:t>
      </w:r>
      <w:r>
        <w:rPr>
          <w:rFonts w:hint="cs"/>
          <w:rtl/>
        </w:rPr>
        <w:t>ی</w:t>
      </w:r>
      <w:r>
        <w:rPr>
          <w:rtl/>
        </w:rPr>
        <w:t xml:space="preserve"> اور قاض</w:t>
      </w:r>
      <w:r>
        <w:rPr>
          <w:rFonts w:hint="cs"/>
          <w:rtl/>
        </w:rPr>
        <w:t>ی</w:t>
      </w:r>
      <w:r>
        <w:rPr>
          <w:rtl/>
        </w:rPr>
        <w:t xml:space="preserve"> کو مل جا 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سننا تھا تو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اُسے بہکا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ما رے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اپنا نقصان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کروں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عالم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تو وہ قاض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 کر وقت کے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بن سکتا ہے جو بھ</w:t>
      </w:r>
      <w:r>
        <w:rPr>
          <w:rFonts w:hint="cs"/>
          <w:rtl/>
        </w:rPr>
        <w:t>ی</w:t>
      </w:r>
      <w:r>
        <w:rPr>
          <w:rtl/>
        </w:rPr>
        <w:t xml:space="preserve"> عالم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پجار</w:t>
      </w:r>
      <w:r>
        <w:rPr>
          <w:rFonts w:hint="cs"/>
          <w:rtl/>
        </w:rPr>
        <w:t>ی</w:t>
      </w:r>
      <w:r>
        <w:rPr>
          <w:rtl/>
        </w:rPr>
        <w:t xml:space="preserve"> ہے وہ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وقت کے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ہاتھ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کے پور</w:t>
      </w:r>
      <w:r>
        <w:rPr>
          <w:rFonts w:hint="cs"/>
          <w:rtl/>
        </w:rPr>
        <w:t>ی</w:t>
      </w:r>
      <w:r>
        <w:rPr>
          <w:rtl/>
        </w:rPr>
        <w:t xml:space="preserve"> قوم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سکتا ہے اس</w:t>
      </w:r>
      <w:r>
        <w:rPr>
          <w:rFonts w:hint="cs"/>
          <w:rtl/>
        </w:rPr>
        <w:t>ی</w:t>
      </w:r>
      <w:r>
        <w:rPr>
          <w:rtl/>
        </w:rPr>
        <w:t xml:space="preserve"> لئے معصوم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!ہر عالم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مت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ممبر پر مت بٹھا نا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لو کہ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 پجار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بنادے گا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بڑے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اُن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 لا نا قبلہ آ ج اک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رمضان ہے مو لا عل</w:t>
      </w:r>
      <w:r>
        <w:rPr>
          <w:rFonts w:hint="cs"/>
          <w:rtl/>
        </w:rPr>
        <w:t>ی</w:t>
      </w:r>
      <w:r>
        <w:rPr>
          <w:rtl/>
        </w:rPr>
        <w:t xml:space="preserve"> کا سر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tl/>
        </w:rPr>
        <w:t xml:space="preserve"> ہو اہے تھوڑ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نماز پر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جب اُس عالم نے ممبر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واز سن</w:t>
      </w:r>
      <w:r>
        <w:rPr>
          <w:rFonts w:hint="cs"/>
          <w:rtl/>
        </w:rPr>
        <w:t>ی</w:t>
      </w:r>
      <w:r>
        <w:rPr>
          <w:rtl/>
        </w:rPr>
        <w:t xml:space="preserve"> تو پہلے وہ بڑے زور سے ہنسا ہنس کر بڑ</w:t>
      </w:r>
      <w:r>
        <w:rPr>
          <w:rFonts w:hint="cs"/>
          <w:rtl/>
        </w:rPr>
        <w:t>ی</w:t>
      </w:r>
      <w:r>
        <w:rPr>
          <w:rtl/>
        </w:rPr>
        <w:t xml:space="preserve"> حقارت سے کہا نماز اور کہا مت چھ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>
        <w:rPr>
          <w:rtl/>
        </w:rPr>
        <w:t xml:space="preserve"> مج</w:t>
      </w:r>
      <w:r>
        <w:rPr>
          <w:rFonts w:hint="eastAsia"/>
          <w:rtl/>
        </w:rPr>
        <w:t>ھے</w:t>
      </w:r>
      <w:r>
        <w:rPr>
          <w:rtl/>
        </w:rPr>
        <w:t xml:space="preserve"> اگر مجھے چھ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>
        <w:rPr>
          <w:rtl/>
        </w:rPr>
        <w:t xml:space="preserve"> گے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خلاف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انبار لگا دوں گا ۔ </w:t>
      </w:r>
    </w:p>
    <w:p w:rsidR="00A54C30" w:rsidRDefault="00A54C30" w:rsidP="0072787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 کر مو لو</w:t>
      </w:r>
      <w:r>
        <w:rPr>
          <w:rFonts w:hint="cs"/>
          <w:rtl/>
        </w:rPr>
        <w:t>ی</w:t>
      </w:r>
      <w:r>
        <w:rPr>
          <w:rtl/>
        </w:rPr>
        <w:t xml:space="preserve"> کس قدر گستاخ ہو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اُن ک</w:t>
      </w:r>
      <w:r>
        <w:rPr>
          <w:rFonts w:hint="cs"/>
          <w:rtl/>
        </w:rPr>
        <w:t>ی</w:t>
      </w:r>
      <w:r>
        <w:rPr>
          <w:rtl/>
        </w:rPr>
        <w:t xml:space="preserve"> ہمت ہو گئ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کو ئ</w:t>
      </w:r>
      <w:r>
        <w:rPr>
          <w:rFonts w:hint="cs"/>
          <w:rtl/>
        </w:rPr>
        <w:t>ی</w:t>
      </w:r>
      <w:r>
        <w:rPr>
          <w:rtl/>
        </w:rPr>
        <w:t xml:space="preserve"> روکنے اور ٹوکنے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وہ بولتے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کہہ ر ہا ہے </w:t>
      </w:r>
      <w:r w:rsidR="0072787B" w:rsidRPr="0072787B">
        <w:rPr>
          <w:rStyle w:val="libAlaemChar"/>
          <w:rFonts w:hint="cs"/>
          <w:rtl/>
        </w:rPr>
        <w:t>(</w:t>
      </w:r>
      <w:r w:rsidRPr="0072787B">
        <w:rPr>
          <w:rStyle w:val="libAieChar"/>
          <w:rtl/>
        </w:rPr>
        <w:t>اق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موا</w:t>
      </w:r>
      <w:r w:rsidRPr="0072787B">
        <w:rPr>
          <w:rStyle w:val="libAieChar"/>
          <w:rtl/>
        </w:rPr>
        <w:t xml:space="preserve"> الصلاة و لا تکونوا من المشرک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ن</w:t>
      </w:r>
      <w:r w:rsidR="0072787B" w:rsidRPr="0072787B">
        <w:rPr>
          <w:rStyle w:val="libAlaemChar"/>
          <w:rFonts w:hint="cs"/>
          <w:rtl/>
        </w:rPr>
        <w:t>)</w:t>
      </w:r>
      <w:r>
        <w:rPr>
          <w:rtl/>
        </w:rPr>
        <w:t xml:space="preserve"> وہ کہہ رہا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خلاف </w:t>
      </w:r>
      <w:r>
        <w:rPr>
          <w:rFonts w:hint="eastAsia"/>
          <w:rtl/>
        </w:rPr>
        <w:t>آ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انبار بنا دوں گا اگر ہم چپ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مسخ ہو جا ئے گ</w:t>
      </w:r>
      <w:r>
        <w:rPr>
          <w:rFonts w:hint="cs"/>
          <w:rtl/>
        </w:rPr>
        <w:t>ی</w:t>
      </w:r>
      <w:r>
        <w:rPr>
          <w:rtl/>
        </w:rPr>
        <w:t xml:space="preserve"> انحراف ہو جا ئے گا کرا 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فرقہ ہے جب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اُن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کہا کہ ہم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</w:t>
      </w:r>
      <w:r>
        <w:rPr>
          <w:rFonts w:hint="cs"/>
          <w:rtl/>
        </w:rPr>
        <w:t>ی</w:t>
      </w:r>
      <w:r>
        <w:rPr>
          <w:rtl/>
        </w:rPr>
        <w:t xml:space="preserve"> فر قہ جب حجا 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پر حملہ ہوا تھا تو ان</w:t>
      </w:r>
      <w:r>
        <w:rPr>
          <w:rFonts w:hint="eastAsia"/>
          <w:rtl/>
        </w:rPr>
        <w:t>ہوں</w:t>
      </w:r>
      <w:r>
        <w:rPr>
          <w:rtl/>
        </w:rPr>
        <w:t xml:space="preserve"> نے بسن</w:t>
      </w:r>
      <w:r>
        <w:rPr>
          <w:rFonts w:hint="cs"/>
          <w:rtl/>
        </w:rPr>
        <w:t>ی</w:t>
      </w:r>
      <w:r>
        <w:rPr>
          <w:rtl/>
        </w:rPr>
        <w:t xml:space="preserve"> اور مکران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انہوں نے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اُس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tl/>
        </w:rPr>
        <w:t xml:space="preserve"> وجہ سے اور وہاں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نہ ہو نے ک</w:t>
      </w:r>
      <w:r>
        <w:rPr>
          <w:rFonts w:hint="cs"/>
          <w:rtl/>
        </w:rPr>
        <w:t>ی</w:t>
      </w:r>
      <w:r>
        <w:rPr>
          <w:rtl/>
        </w:rPr>
        <w:t xml:space="preserve"> وجہ سے بہت سارے حجاج کے لوگ مر گئے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پہلے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تھے مگر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انحراف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جا ہل ہو 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 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گئے کہ انہوں نے کہا کہ نماز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پور</w:t>
      </w:r>
      <w:r>
        <w:rPr>
          <w:rFonts w:hint="cs"/>
          <w:rtl/>
        </w:rPr>
        <w:t>ی</w:t>
      </w:r>
      <w:r>
        <w:rPr>
          <w:rtl/>
        </w:rPr>
        <w:t xml:space="preserve"> رات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ذکر</w:t>
      </w:r>
      <w:r>
        <w:rPr>
          <w:rFonts w:hint="cs"/>
          <w:rtl/>
        </w:rPr>
        <w:t>ی</w:t>
      </w:r>
      <w:r>
        <w:rPr>
          <w:rtl/>
        </w:rPr>
        <w:t xml:space="preserve"> لوگ فقط ذکر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زمانہ کو پکارتے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کے سارے اشعار فارس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اذان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کے ساتھ ہے مگر </w:t>
      </w:r>
      <w:r>
        <w:rPr>
          <w:rFonts w:hint="eastAsia"/>
          <w:rtl/>
        </w:rPr>
        <w:t>جب</w:t>
      </w:r>
      <w:r>
        <w:rPr>
          <w:rtl/>
        </w:rPr>
        <w:t xml:space="preserve"> ان کے محلوں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لکھا ہوا ہو تا ہے کہ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لعنت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دس لاکھ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جاہل ذاکروں ک</w:t>
      </w:r>
      <w:r>
        <w:rPr>
          <w:rFonts w:hint="cs"/>
          <w:rtl/>
        </w:rPr>
        <w:t>ی</w:t>
      </w:r>
      <w:r>
        <w:rPr>
          <w:rtl/>
        </w:rPr>
        <w:t xml:space="preserve"> وجہ سے پور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قوم گمراہ ہو 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لنڈ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جس کا نام ن</w:t>
      </w:r>
      <w:r>
        <w:rPr>
          <w:rFonts w:hint="cs"/>
          <w:rtl/>
        </w:rPr>
        <w:t>ی</w:t>
      </w:r>
      <w:r>
        <w:rPr>
          <w:rFonts w:hint="eastAsia"/>
          <w:rtl/>
        </w:rPr>
        <w:t>وجرس</w:t>
      </w:r>
      <w:r>
        <w:rPr>
          <w:rFonts w:hint="cs"/>
          <w:rtl/>
        </w:rPr>
        <w:t>ی</w:t>
      </w:r>
      <w:r>
        <w:rPr>
          <w:rtl/>
        </w:rPr>
        <w:t xml:space="preserve"> وہاں عاشور کے دن جلوس نکلا جلوس نکالنے والے لوگ سب کے سب انڈ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دوسو سال پہلے انگلنڈ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جلوس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بعض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اُن سب کے ہا 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بوتل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ب</w:t>
      </w:r>
      <w:r>
        <w:rPr>
          <w:rtl/>
        </w:rPr>
        <w:t xml:space="preserve"> جلوس ختم ہوا تو اُن کے بڑوں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کو ن ہو تمہارا کون سا مذہب ہے انہوں نے کہا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ہمارا مذہب کون سا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بڑے لوگ دس محرم کو جلوس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ہم بھ</w:t>
      </w:r>
      <w:r>
        <w:rPr>
          <w:rFonts w:hint="cs"/>
          <w:rtl/>
        </w:rPr>
        <w:t>ی</w:t>
      </w:r>
      <w:r>
        <w:rPr>
          <w:rtl/>
        </w:rPr>
        <w:t xml:space="preserve"> نکالتے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شہزادہ تھا اور دوسرا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شہزدادہ تھا اُن دونوں ک</w:t>
      </w:r>
      <w:r>
        <w:rPr>
          <w:rFonts w:hint="cs"/>
          <w:rtl/>
        </w:rPr>
        <w:t>ی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تھ</w:t>
      </w:r>
      <w:r>
        <w:rPr>
          <w:rFonts w:hint="cs"/>
          <w:rtl/>
        </w:rPr>
        <w:t>ی</w:t>
      </w:r>
      <w:r>
        <w:rPr>
          <w:rtl/>
        </w:rPr>
        <w:t xml:space="preserve"> ۔ وہ بدبخت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جاہل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وہاں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 اور پور</w:t>
      </w:r>
      <w:r>
        <w:rPr>
          <w:rFonts w:hint="cs"/>
          <w:rtl/>
        </w:rPr>
        <w:t>ی</w:t>
      </w:r>
      <w:r>
        <w:rPr>
          <w:rtl/>
        </w:rPr>
        <w:t xml:space="preserve"> قوم کو انہوں نے اصل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فعل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اُن لو گوں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عالم منگا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اب الحمد للہ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مدرسہ ہے اور بہت سا رے لوگ دوبارہ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ہم ان نئے نئے 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پور</w:t>
      </w:r>
      <w:r>
        <w:rPr>
          <w:rFonts w:hint="cs"/>
          <w:rtl/>
        </w:rPr>
        <w:t>ی</w:t>
      </w:r>
      <w:r>
        <w:rPr>
          <w:rtl/>
        </w:rPr>
        <w:t xml:space="preserve"> قوم منحرف ہو جا ئے گ</w:t>
      </w:r>
      <w:r>
        <w:rPr>
          <w:rFonts w:hint="cs"/>
          <w:rtl/>
        </w:rPr>
        <w:t>ی</w:t>
      </w:r>
      <w:r>
        <w:rPr>
          <w:rtl/>
        </w:rPr>
        <w:t xml:space="preserve"> ہم پر لازم ہے اگر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لڑا ئے تو ہم پر واجب ہے کہ ہم اُن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صادق (ع) فر 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نماز کو چھوڑدے اُسے ہمار</w:t>
      </w:r>
      <w:r>
        <w:rPr>
          <w:rFonts w:hint="cs"/>
          <w:rtl/>
        </w:rPr>
        <w:t>ی</w:t>
      </w:r>
      <w:r>
        <w:rPr>
          <w:rtl/>
        </w:rPr>
        <w:t xml:space="preserve"> شفاعت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گئ</w:t>
      </w:r>
      <w:r>
        <w:rPr>
          <w:rFonts w:hint="cs"/>
          <w:rtl/>
        </w:rPr>
        <w:t>ی</w:t>
      </w:r>
      <w:r>
        <w:rPr>
          <w:rtl/>
        </w:rPr>
        <w:t xml:space="preserve">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جان بوجھ کر نماز نہ پڑھے وہ کافر ہے تو وہ شخص جو امام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اُس نے کہا اگر کو ئ</w:t>
      </w:r>
      <w:r>
        <w:rPr>
          <w:rFonts w:hint="cs"/>
          <w:rtl/>
        </w:rPr>
        <w:t>ی</w:t>
      </w:r>
      <w:r>
        <w:rPr>
          <w:rtl/>
        </w:rPr>
        <w:t xml:space="preserve"> شراب پئے کافر ہے تو امام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 بڑا گناہ ہے مگر </w:t>
      </w:r>
      <w:r>
        <w:rPr>
          <w:rFonts w:hint="eastAsia"/>
          <w:rtl/>
        </w:rPr>
        <w:t>کافر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مو لا اگر کوئ</w:t>
      </w:r>
      <w:r>
        <w:rPr>
          <w:rFonts w:hint="cs"/>
          <w:rtl/>
        </w:rPr>
        <w:t>ی</w:t>
      </w:r>
      <w:r>
        <w:rPr>
          <w:rtl/>
        </w:rPr>
        <w:t xml:space="preserve"> زنا کرے کافر ہے امام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بہت بڑا گناہ ہے اُس نے کہا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تو لوگ شک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مہر بان</w:t>
      </w:r>
      <w:r>
        <w:rPr>
          <w:rFonts w:hint="cs"/>
          <w:rtl/>
        </w:rPr>
        <w:t>ی</w:t>
      </w:r>
      <w:r>
        <w:rPr>
          <w:rtl/>
        </w:rPr>
        <w:t xml:space="preserve"> کر کے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 : اگر کوئ</w:t>
      </w:r>
      <w:r>
        <w:rPr>
          <w:rFonts w:hint="cs"/>
          <w:rtl/>
        </w:rPr>
        <w:t>ی</w:t>
      </w:r>
      <w:r>
        <w:rPr>
          <w:rtl/>
        </w:rPr>
        <w:t xml:space="preserve"> زنا کے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اُسے زن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لذت دکھا کر اندھا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جا کر گناہ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 تا ہے مگر اے مو من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 اگر کوئ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نہ پڑھنے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لذت ہے؟ کہا: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لا،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جو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ہے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نماز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سمجھتا ہ</w:t>
      </w:r>
      <w:r>
        <w:rPr>
          <w:rFonts w:hint="eastAsia"/>
          <w:rtl/>
        </w:rPr>
        <w:t>ے</w:t>
      </w:r>
      <w:r>
        <w:rPr>
          <w:rtl/>
        </w:rPr>
        <w:t xml:space="preserve"> اور جس نے نماز کوحق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سمجھا اُس نے نماز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بلکہ نماز کے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خدا ، نب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سمجھاجس نے خدا ، نب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سمجھا وہ کافر ہے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اختتام</w:t>
      </w:r>
      <w:r>
        <w:rPr>
          <w:rtl/>
        </w:rPr>
        <w:t xml:space="preserve"> </w:t>
      </w:r>
    </w:p>
    <w:p w:rsidR="00DA137E" w:rsidRDefault="00DA137E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DA137E">
      <w:pPr>
        <w:pStyle w:val="Heading2Center"/>
        <w:rPr>
          <w:rtl/>
        </w:rPr>
      </w:pPr>
      <w:bookmarkStart w:id="7" w:name="_Toc501450107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۷</w:t>
      </w:r>
      <w:bookmarkEnd w:id="7"/>
    </w:p>
    <w:p w:rsidR="00DA137E" w:rsidRDefault="00A54C30" w:rsidP="00DA137E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 ل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تبارک وتعال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 قان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قول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الحق بسم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tl/>
        </w:rPr>
        <w:t>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ieChar"/>
          <w:rtl/>
        </w:rPr>
        <w:t xml:space="preserve"> لکم 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“(سور</w:t>
      </w:r>
      <w:r w:rsidR="00C96147">
        <w:rPr>
          <w:rtl/>
        </w:rPr>
        <w:t xml:space="preserve">ہ </w:t>
      </w:r>
      <w:r>
        <w:rPr>
          <w:rtl/>
        </w:rPr>
        <w:t xml:space="preserve">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۸۶)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شخص پر واجب ہے کہ اپنے زمانے ک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کرے 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مل رہا ہے رزق مل رہا ہے اولاد مل رہ</w:t>
      </w:r>
      <w:r>
        <w:rPr>
          <w:rFonts w:hint="cs"/>
          <w:rtl/>
        </w:rPr>
        <w:t>ی</w:t>
      </w:r>
      <w:r>
        <w:rPr>
          <w:rtl/>
        </w:rPr>
        <w:t xml:space="preserve"> ہے عزت مل رہ</w:t>
      </w:r>
      <w:r>
        <w:rPr>
          <w:rFonts w:hint="cs"/>
          <w:rtl/>
        </w:rPr>
        <w:t>ی</w:t>
      </w:r>
      <w:r>
        <w:rPr>
          <w:rtl/>
        </w:rPr>
        <w:t xml:space="preserve"> ہے دولت مل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امام زمانہ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رہ</w:t>
      </w:r>
      <w:r>
        <w:rPr>
          <w:rFonts w:hint="cs"/>
          <w:rtl/>
        </w:rPr>
        <w:t>ی</w:t>
      </w:r>
      <w:r>
        <w:rPr>
          <w:rtl/>
        </w:rPr>
        <w:t xml:space="preserve"> ہے امام حجت خدا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</w:t>
      </w:r>
      <w:r>
        <w:rPr>
          <w:rFonts w:hint="cs"/>
          <w:rtl/>
        </w:rPr>
        <w:t>ی</w:t>
      </w:r>
      <w:r>
        <w:rPr>
          <w:rtl/>
        </w:rPr>
        <w:t xml:space="preserve"> معرفت اور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کرنا ہے اور جسمان</w:t>
      </w:r>
      <w:r>
        <w:rPr>
          <w:rFonts w:hint="cs"/>
          <w:rtl/>
        </w:rPr>
        <w:t>ی</w:t>
      </w:r>
      <w:r>
        <w:rPr>
          <w:rtl/>
        </w:rPr>
        <w:t xml:space="preserve"> رابطہ کے لئے بھ</w:t>
      </w:r>
      <w:r>
        <w:rPr>
          <w:rFonts w:hint="cs"/>
          <w:rtl/>
        </w:rPr>
        <w:t>ی</w:t>
      </w:r>
      <w:r>
        <w:rPr>
          <w:rtl/>
        </w:rPr>
        <w:t xml:space="preserve"> کوشش کر ن</w:t>
      </w:r>
      <w:r>
        <w:rPr>
          <w:rFonts w:hint="cs"/>
          <w:rtl/>
        </w:rPr>
        <w:t>ی</w:t>
      </w:r>
      <w:r>
        <w:rPr>
          <w:rtl/>
        </w:rPr>
        <w:t xml:space="preserve"> چا ہئے کہ مو لا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ہو جائے ،مگر امام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 حان</w:t>
      </w:r>
      <w:r>
        <w:rPr>
          <w:rFonts w:hint="cs"/>
          <w:rtl/>
        </w:rPr>
        <w:t>ی</w:t>
      </w:r>
      <w:r>
        <w:rPr>
          <w:rtl/>
        </w:rPr>
        <w:t xml:space="preserve">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پر لازم ہے کہ وہ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کو پسند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جو امام کو پسند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امام سے رابطہ بر قرار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مس</w:t>
      </w:r>
      <w:r>
        <w:rPr>
          <w:rFonts w:hint="eastAsia"/>
          <w:rtl/>
        </w:rPr>
        <w:t>لمان</w:t>
      </w:r>
      <w:r>
        <w:rPr>
          <w:rtl/>
        </w:rPr>
        <w:t xml:space="preserve"> ممالک کو غلام بنا نے کے چکر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ہم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نا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بناکر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لاب</w:t>
      </w:r>
      <w:r>
        <w:rPr>
          <w:rFonts w:hint="cs"/>
          <w:rtl/>
        </w:rPr>
        <w:t>ی</w:t>
      </w:r>
      <w:r>
        <w:rPr>
          <w:rtl/>
        </w:rPr>
        <w:t xml:space="preserve"> بنا سکت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کو روکے اور دوسرا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امام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مسئلہ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جہالت کو ختم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اگر جہا لت اور گمراہ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نو دشمن سازشوں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جائے گا ، دشمن اصل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جہالت سے فائدہ اٹھاتا ہے جہالت اور گمراہ</w:t>
      </w:r>
      <w:r>
        <w:rPr>
          <w:rFonts w:hint="cs"/>
          <w:rtl/>
        </w:rPr>
        <w:t>ی</w:t>
      </w:r>
      <w:r>
        <w:rPr>
          <w:rtl/>
        </w:rPr>
        <w:t xml:space="preserve"> کو ختم کرنا ہر </w:t>
      </w:r>
      <w:r>
        <w:rPr>
          <w:rFonts w:hint="eastAsia"/>
          <w:rtl/>
        </w:rPr>
        <w:t>مو</w:t>
      </w:r>
      <w:r>
        <w:rPr>
          <w:rtl/>
        </w:rPr>
        <w:t xml:space="preserve"> من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سازش شروع کر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ہم پرشروع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کچھ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ہے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کہنا بھ</w:t>
      </w:r>
      <w:r>
        <w:rPr>
          <w:rFonts w:hint="cs"/>
          <w:rtl/>
        </w:rPr>
        <w:t>ی</w:t>
      </w:r>
      <w:r>
        <w:rPr>
          <w:rtl/>
        </w:rPr>
        <w:t xml:space="preserve"> بدعت ہے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کہنا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،قرآن ،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ثابت ہے اور دوسرا حم</w:t>
      </w:r>
      <w:r>
        <w:rPr>
          <w:rFonts w:hint="eastAsia"/>
          <w:rtl/>
        </w:rPr>
        <w:t>لہ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ہے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مذہب اگر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آجاتا تو اس وقت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ہو چک</w:t>
      </w:r>
      <w:r>
        <w:rPr>
          <w:rFonts w:hint="cs"/>
          <w:rtl/>
        </w:rPr>
        <w:t>ی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 رسو سال پرا نا مذہب ہے جسے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دو بارہ اسے زندہ کرنا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قرآن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ش</w:t>
      </w:r>
      <w:r>
        <w:rPr>
          <w:rFonts w:hint="cs"/>
          <w:rtl/>
        </w:rPr>
        <w:t>ی</w:t>
      </w:r>
      <w:r>
        <w:rPr>
          <w:rtl/>
        </w:rPr>
        <w:t>عہ قرآن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مولا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اور امامت کو کہاں سے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دو ہ</w:t>
      </w:r>
      <w:r>
        <w:rPr>
          <w:rFonts w:hint="cs"/>
          <w:rtl/>
        </w:rPr>
        <w:t>ی</w:t>
      </w:r>
      <w:r>
        <w:rPr>
          <w:rtl/>
        </w:rPr>
        <w:t xml:space="preserve"> نقطہ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سن</w:t>
      </w:r>
      <w:r>
        <w:rPr>
          <w:rFonts w:hint="cs"/>
          <w:rtl/>
        </w:rPr>
        <w:t>ی</w:t>
      </w:r>
      <w:r>
        <w:rPr>
          <w:rtl/>
        </w:rPr>
        <w:t xml:space="preserve"> مسلمان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کے خلافت کا مسئلہ ہے اور دوسرا مسئلہ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فاطمة الزہرا کے فدک کا حق کا ہے ان دو نوں کو ہم قرآن سے ثابت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قرآن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نہ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 ثابت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</w:t>
      </w:r>
      <w:r w:rsidR="00902C8C" w:rsidRPr="00123CAE">
        <w:rPr>
          <w:rStyle w:val="libAlaemChar"/>
          <w:rFonts w:hint="cs"/>
          <w:rtl/>
        </w:rPr>
        <w:t>(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الرسول بلغ ما انزل ال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ک</w:t>
      </w:r>
      <w:r w:rsidR="00902C8C" w:rsidRPr="00902C8C">
        <w:rPr>
          <w:rStyle w:val="libAieChar"/>
          <w:rtl/>
        </w:rPr>
        <w:t xml:space="preserve"> من ربک و ان لم تفعل فما بلغت رسالت</w:t>
      </w:r>
      <w:r w:rsidR="00C96147" w:rsidRPr="00C96147">
        <w:rPr>
          <w:rStyle w:val="libAieChar"/>
          <w:rFonts w:hint="cs"/>
          <w:rtl/>
        </w:rPr>
        <w:t>ه</w:t>
      </w:r>
      <w:r w:rsidR="00902C8C" w:rsidRPr="0072787B">
        <w:rPr>
          <w:rStyle w:val="libAlaemChar"/>
          <w:rFonts w:hint="cs"/>
          <w:rtl/>
        </w:rPr>
        <w:t>)</w:t>
      </w:r>
      <w:r w:rsidRPr="0072787B">
        <w:rPr>
          <w:rStyle w:val="libAlaemChar"/>
          <w:rtl/>
        </w:rPr>
        <w:t xml:space="preserve"> </w:t>
      </w:r>
      <w:r>
        <w:rPr>
          <w:rtl/>
        </w:rPr>
        <w:t>“ (سور</w:t>
      </w:r>
      <w:r w:rsidR="00C96147">
        <w:rPr>
          <w:rtl/>
        </w:rPr>
        <w:t xml:space="preserve">ہ 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۶۷) </w:t>
      </w:r>
      <w:r>
        <w:rPr>
          <w:rtl/>
        </w:rPr>
        <w:t>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محبوب آ ج اعلان کردو جو ہم نے آ پ پر حکم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آپ نے ا</w:t>
      </w:r>
      <w:r>
        <w:rPr>
          <w:rFonts w:hint="eastAsia"/>
          <w:rtl/>
        </w:rPr>
        <w:t>س</w:t>
      </w:r>
      <w:r>
        <w:rPr>
          <w:rtl/>
        </w:rPr>
        <w:t xml:space="preserve"> کولوگوں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رسالت کا کوئ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واقعہ اہل سنت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کہ اس کے بعد اللہ کے رسول ممبر پر آئے خدا ک</w:t>
      </w:r>
      <w:r>
        <w:rPr>
          <w:rFonts w:hint="cs"/>
          <w:rtl/>
        </w:rPr>
        <w:t>ی</w:t>
      </w:r>
      <w:r>
        <w:rPr>
          <w:rtl/>
        </w:rPr>
        <w:t xml:space="preserve"> حمد و ثنا کر نے کے بعد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:مسلمانو!ک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اپنا آقا مانتے ہو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مو لا مانتے ہو؟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ہم رسول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تو ”لا الہ الا اللہ“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،اگر ہم رسول کو مو 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” محمد رسول اللہ “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کہتے، اگر ہم رسول کو مولا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تو نماز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پڑھتے، اگر مو 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تو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 تے ،مگر رسول خدا سوال </w:t>
      </w:r>
      <w:r>
        <w:rPr>
          <w:rFonts w:hint="eastAsia"/>
          <w:rtl/>
        </w:rPr>
        <w:t>کر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بے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ظاہرا  اگر ناسمجھ آ دم</w:t>
      </w:r>
      <w:r>
        <w:rPr>
          <w:rFonts w:hint="cs"/>
          <w:rtl/>
        </w:rPr>
        <w:t>ی</w:t>
      </w:r>
      <w:r>
        <w:rPr>
          <w:rtl/>
        </w:rPr>
        <w:t xml:space="preserve"> وہ کہے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سوال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مجھے مو لا مانتے ہو؟ ہم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حج پر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اہم مسئلہ ک</w:t>
      </w:r>
      <w:r>
        <w:rPr>
          <w:rFonts w:hint="cs"/>
          <w:rtl/>
        </w:rPr>
        <w:t>ی</w:t>
      </w:r>
      <w:r>
        <w:rPr>
          <w:rtl/>
        </w:rPr>
        <w:t xml:space="preserve"> طرف متوجہ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ماننے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کو فرشتے بھ</w:t>
      </w:r>
      <w:r>
        <w:rPr>
          <w:rFonts w:hint="cs"/>
          <w:rtl/>
        </w:rPr>
        <w:t>ی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کو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مانتا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نے خدا ک</w:t>
      </w:r>
      <w:r>
        <w:rPr>
          <w:rFonts w:hint="cs"/>
          <w:rtl/>
        </w:rPr>
        <w:t>ی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کہتا ہے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فبعزتک لاغو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م</w:t>
      </w:r>
      <w:r w:rsidR="00902C8C" w:rsidRPr="00902C8C">
        <w:rPr>
          <w:rStyle w:val="libAieChar"/>
          <w:rtl/>
        </w:rPr>
        <w:t xml:space="preserve"> اجمع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(سور</w:t>
      </w:r>
      <w:r w:rsidR="00C96147">
        <w:rPr>
          <w:rtl/>
        </w:rPr>
        <w:t xml:space="preserve">ہ </w:t>
      </w:r>
      <w:r>
        <w:rPr>
          <w:rtl/>
        </w:rPr>
        <w:t xml:space="preserve"> 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۸۲) </w:t>
      </w:r>
      <w:r>
        <w:rPr>
          <w:rtl/>
        </w:rPr>
        <w:t>خدا کو مانتا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کو مانتا ہے فرشتے بھ</w:t>
      </w:r>
      <w:r>
        <w:rPr>
          <w:rFonts w:hint="cs"/>
          <w:rtl/>
        </w:rPr>
        <w:t>ی</w:t>
      </w:r>
      <w:r>
        <w:rPr>
          <w:rtl/>
        </w:rPr>
        <w:t xml:space="preserve"> خدا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کو مانتا ہے ماننے کے دو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فرش</w:t>
      </w:r>
      <w:r>
        <w:rPr>
          <w:rFonts w:hint="eastAsia"/>
          <w:rtl/>
        </w:rPr>
        <w:t>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فرشتے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:ہم تجھے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تجھے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 جس کو تومنوائے گا اُس کو بھ</w:t>
      </w:r>
      <w:r>
        <w:rPr>
          <w:rFonts w:hint="cs"/>
          <w:rtl/>
        </w:rPr>
        <w:t>ی</w:t>
      </w:r>
      <w:r>
        <w:rPr>
          <w:rtl/>
        </w:rPr>
        <w:t xml:space="preserve"> ہم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فرشتوں کے ماننے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،ش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ملعون کے ماننے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؟وہ کہتا ہے کہ پروردگار تجھے ما نوں گا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تو آدم کو منوائے گا ت</w:t>
      </w:r>
      <w:r>
        <w:rPr>
          <w:rFonts w:hint="eastAsia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مانوں گا</w:t>
      </w:r>
      <w:r w:rsidRPr="00C96147">
        <w:rPr>
          <w:rFonts w:hint="cs"/>
          <w:rtl/>
        </w:rPr>
        <w:t xml:space="preserve"> تو اللہ کے رسول کا سوال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مجھے مانتے ہو تو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مانتے ہو فرشتوں ک</w:t>
      </w:r>
      <w:r>
        <w:rPr>
          <w:rFonts w:hint="cs"/>
          <w:rtl/>
        </w:rPr>
        <w:t>ی</w:t>
      </w:r>
      <w:r>
        <w:rPr>
          <w:rtl/>
        </w:rPr>
        <w:t xml:space="preserve"> طرح مانتے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مانتے ہو؟ اگر فرشتوں ک</w:t>
      </w:r>
      <w:r>
        <w:rPr>
          <w:rFonts w:hint="cs"/>
          <w:rtl/>
        </w:rPr>
        <w:t>ی</w:t>
      </w:r>
      <w:r>
        <w:rPr>
          <w:rtl/>
        </w:rPr>
        <w:t xml:space="preserve"> مانند مانتے ہو تو اے مسلمانو! سنو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اصل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کہ مجھے بھ</w:t>
      </w:r>
      <w:r>
        <w:rPr>
          <w:rFonts w:hint="cs"/>
          <w:rtl/>
        </w:rPr>
        <w:t>ی</w:t>
      </w:r>
      <w:r>
        <w:rPr>
          <w:rtl/>
        </w:rPr>
        <w:t xml:space="preserve"> مانو گے اور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منوا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 ا</w:t>
      </w:r>
      <w:r>
        <w:rPr>
          <w:rFonts w:hint="eastAsia"/>
          <w:rtl/>
        </w:rPr>
        <w:t>ُسے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مانو گے اس کے بعد اللہ کے رسول نے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مانتے ہو تو سب نے کہا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اب اللہ کے رسول نے ” </w:t>
      </w:r>
      <w:r w:rsidRPr="0072787B">
        <w:rPr>
          <w:rStyle w:val="libArabicChar"/>
          <w:rtl/>
        </w:rPr>
        <w:t>من کنت مو لا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ف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ذا عل</w:t>
      </w:r>
      <w:r w:rsidRPr="0072787B">
        <w:rPr>
          <w:rStyle w:val="libArabicChar"/>
          <w:rFonts w:hint="cs"/>
          <w:rtl/>
        </w:rPr>
        <w:t>ی</w:t>
      </w:r>
      <w:r w:rsidRPr="0072787B">
        <w:rPr>
          <w:rStyle w:val="libArabicChar"/>
          <w:rtl/>
        </w:rPr>
        <w:t xml:space="preserve"> مولا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</w:t>
      </w:r>
      <w:r>
        <w:rPr>
          <w:rtl/>
        </w:rPr>
        <w:t>“ جس جس کا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ہوں اُس اس کے عل</w:t>
      </w:r>
      <w:r>
        <w:rPr>
          <w:rFonts w:hint="cs"/>
          <w:rtl/>
        </w:rPr>
        <w:t>ی</w:t>
      </w:r>
      <w:r>
        <w:rPr>
          <w:rtl/>
        </w:rPr>
        <w:t xml:space="preserve">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جو نب</w:t>
      </w:r>
      <w:r>
        <w:rPr>
          <w:rFonts w:hint="cs"/>
          <w:rtl/>
        </w:rPr>
        <w:t>ی</w:t>
      </w:r>
      <w:r>
        <w:rPr>
          <w:rtl/>
        </w:rPr>
        <w:t xml:space="preserve"> کو فرشتوں ک</w:t>
      </w:r>
      <w:r>
        <w:rPr>
          <w:rFonts w:hint="cs"/>
          <w:rtl/>
        </w:rPr>
        <w:t>ی</w:t>
      </w:r>
      <w:r>
        <w:rPr>
          <w:rtl/>
        </w:rPr>
        <w:t xml:space="preserve"> طرح ما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نب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مو لا مانتے ہ</w:t>
      </w:r>
      <w:r>
        <w:rPr>
          <w:rFonts w:hint="cs"/>
          <w:rtl/>
        </w:rPr>
        <w:t>ی</w:t>
      </w:r>
      <w:r>
        <w:rPr>
          <w:rtl/>
        </w:rPr>
        <w:t>ں اور عل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مو لا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،مگر جو فرشتوں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مگر عل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فرقہ بنا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اظہار اس طرح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خدا کو مانتا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خدا نے کس</w:t>
      </w:r>
      <w:r>
        <w:rPr>
          <w:rFonts w:hint="cs"/>
          <w:rtl/>
        </w:rPr>
        <w:t>ی</w:t>
      </w:r>
      <w:r>
        <w:rPr>
          <w:rtl/>
        </w:rPr>
        <w:t xml:space="preserve"> کو منوا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مانتا ہے ہم مو 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شتوں ک</w:t>
      </w:r>
      <w:r>
        <w:rPr>
          <w:rFonts w:hint="cs"/>
          <w:rtl/>
        </w:rPr>
        <w:t>ی</w:t>
      </w:r>
      <w:r>
        <w:rPr>
          <w:rtl/>
        </w:rPr>
        <w:t xml:space="preserve"> طرح ما ننا ہے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اللہ کے رسول ہم آ پ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جسے آپ منوا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اُسے بھ</w:t>
      </w:r>
      <w:r>
        <w:rPr>
          <w:rFonts w:hint="cs"/>
          <w:rtl/>
        </w:rPr>
        <w:t>ی</w:t>
      </w:r>
      <w:r>
        <w:rPr>
          <w:rtl/>
        </w:rPr>
        <w:t xml:space="preserve"> ہم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مو لا عل</w:t>
      </w:r>
      <w:r>
        <w:rPr>
          <w:rFonts w:hint="cs"/>
          <w:rtl/>
        </w:rPr>
        <w:t>ی</w:t>
      </w:r>
      <w:r>
        <w:rPr>
          <w:rtl/>
        </w:rPr>
        <w:t xml:space="preserve"> کو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 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حسن تم لوگوں کا مولا ہے ہم امام حسن کو بھ</w:t>
      </w:r>
      <w:r>
        <w:rPr>
          <w:rFonts w:hint="cs"/>
          <w:rtl/>
        </w:rPr>
        <w:t>ی</w:t>
      </w:r>
      <w:r>
        <w:rPr>
          <w:rtl/>
        </w:rPr>
        <w:t xml:space="preserve"> ما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حسن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تمہارا امام ہے ہم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2787B" w:rsidRPr="0072787B">
        <w:rPr>
          <w:rStyle w:val="libAlaemChar"/>
          <w:rFonts w:hint="cs"/>
          <w:rtl/>
        </w:rPr>
        <w:t>(</w:t>
      </w:r>
      <w:r w:rsidRPr="0072787B">
        <w:rPr>
          <w:rStyle w:val="libAieChar"/>
          <w:rFonts w:hint="cs"/>
          <w:rtl/>
        </w:rPr>
        <w:t>ی</w:t>
      </w:r>
      <w:r w:rsidRPr="0072787B">
        <w:rPr>
          <w:rStyle w:val="libAieChar"/>
          <w:rFonts w:hint="eastAsia"/>
          <w:rtl/>
        </w:rPr>
        <w:t>ا</w:t>
      </w:r>
      <w:r w:rsidRPr="0072787B">
        <w:rPr>
          <w:rStyle w:val="libAieChar"/>
          <w:rtl/>
        </w:rPr>
        <w:t xml:space="preserve"> ا</w:t>
      </w:r>
      <w:r w:rsidRPr="0072787B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Pr="00C96147">
        <w:rPr>
          <w:rStyle w:val="libAieChar"/>
          <w:rFonts w:hint="eastAsia"/>
          <w:rtl/>
        </w:rPr>
        <w:t>ا</w:t>
      </w:r>
      <w:r w:rsidRPr="0072787B">
        <w:rPr>
          <w:rStyle w:val="libAieChar"/>
          <w:rtl/>
        </w:rPr>
        <w:t xml:space="preserve"> الرسول بلغ </w:t>
      </w:r>
      <w:r w:rsidR="00C96147" w:rsidRPr="00C96147">
        <w:rPr>
          <w:rStyle w:val="libAieChar"/>
          <w:rFonts w:hint="cs"/>
          <w:rtl/>
        </w:rPr>
        <w:t>-----</w:t>
      </w:r>
      <w:r w:rsidRPr="0072787B">
        <w:rPr>
          <w:rStyle w:val="libAieChar"/>
          <w:rFonts w:hint="cs"/>
          <w:rtl/>
        </w:rPr>
        <w:t xml:space="preserve"> </w:t>
      </w:r>
      <w:r w:rsidR="0072787B" w:rsidRPr="0072787B">
        <w:rPr>
          <w:rStyle w:val="libAlaemChar"/>
          <w:rFonts w:hint="cs"/>
          <w:rtl/>
        </w:rPr>
        <w:t>)</w:t>
      </w:r>
      <w:r w:rsidRPr="00C961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ناسخ ہے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امام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ہو گئ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سے کہے گ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>
        <w:rPr>
          <w:rtl/>
        </w:rPr>
        <w:lastRenderedPageBreak/>
        <w:t>وارث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 پ نے جا نے سے پہلے مو لا مقرر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کام ہ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لئے مولا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زخموں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 ر چور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سجاد کے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اہل حرم کو بتلائ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سجاد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تمہارے مولا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مو لا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جس کو منوا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 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تک پہنچے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لئے امام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جب امام غ</w:t>
      </w:r>
      <w:r>
        <w:rPr>
          <w:rFonts w:hint="cs"/>
          <w:rtl/>
        </w:rPr>
        <w:t>ی</w:t>
      </w:r>
      <w:r>
        <w:rPr>
          <w:rtl/>
        </w:rPr>
        <w:t>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کہے گ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="00902C8C" w:rsidRPr="00123CAE">
        <w:rPr>
          <w:rStyle w:val="libAlaemChar"/>
          <w:rFonts w:hint="cs"/>
          <w:rtl/>
        </w:rPr>
        <w:t>(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</w:t>
      </w:r>
      <w:r w:rsidR="00902C8C" w:rsidRPr="00902C8C">
        <w:rPr>
          <w:rStyle w:val="libAieChar"/>
          <w:rFonts w:hint="cs"/>
          <w:rtl/>
        </w:rPr>
        <w:t>ی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Fonts w:hint="eastAsia"/>
          <w:rtl/>
        </w:rPr>
        <w:t>ا</w:t>
      </w:r>
      <w:r w:rsidR="00902C8C" w:rsidRPr="00902C8C">
        <w:rPr>
          <w:rStyle w:val="libAieChar"/>
          <w:rtl/>
        </w:rPr>
        <w:t xml:space="preserve"> الرسول</w:t>
      </w:r>
      <w:r w:rsidR="00902C8C" w:rsidRPr="0072787B">
        <w:rPr>
          <w:rStyle w:val="libAlaemChar"/>
          <w:rFonts w:hint="cs"/>
          <w:rtl/>
        </w:rPr>
        <w:t>)</w:t>
      </w:r>
      <w:r>
        <w:rPr>
          <w:rtl/>
        </w:rPr>
        <w:t xml:space="preserve"> “ اے وارث رسول اُمت کو کس کے حوالہ کر کے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نے جانے سے پہلے اعلان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امت کا سر براہ کون ہے امت کارہبر کو ن ہے اُمت کس کے حوالے ہے احکام خدا نافذ کرنے والا کون ہے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کام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لہذا امام نے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سے پہلے کہا؛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وارث چھو ڑ 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رہا ہوں ،بلکہ تم پر واجب ہے اُس مجتہد اُس عالم ک</w:t>
      </w:r>
      <w:r>
        <w:rPr>
          <w:rFonts w:hint="cs"/>
          <w:rtl/>
        </w:rPr>
        <w:t>ی</w:t>
      </w:r>
      <w:r>
        <w:rPr>
          <w:rtl/>
        </w:rPr>
        <w:t xml:space="preserve"> اطاعت کرنا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بڑا متق</w:t>
      </w:r>
      <w:r>
        <w:rPr>
          <w:rFonts w:hint="cs"/>
          <w:rtl/>
        </w:rPr>
        <w:t>ی</w:t>
      </w:r>
      <w:r>
        <w:rPr>
          <w:rtl/>
        </w:rPr>
        <w:t xml:space="preserve"> ہو اور سب سے بڑا عالم ہو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کہتا ہے ہے ہم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مگر جس کو امام نے منوا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مجتہد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وہ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خدا کو مانتا ہوں مگر جسے خدا منوا ئے گا آدم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مانوں گا ہم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کو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مگر جسے بارہو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منوا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اُسے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 خود ہ</w:t>
      </w:r>
      <w:r>
        <w:rPr>
          <w:rFonts w:hint="cs"/>
          <w:rtl/>
        </w:rPr>
        <w:t>ی</w:t>
      </w:r>
      <w:r>
        <w:rPr>
          <w:rtl/>
        </w:rPr>
        <w:t xml:space="preserve"> مجتہدہ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اُن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ٹکڑے ٹکڑے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مذہب کو ہمارے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وہ لوگ نعرہ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نعرہ ہے جو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دل ک</w:t>
      </w:r>
      <w:r>
        <w:rPr>
          <w:rFonts w:hint="cs"/>
          <w:rtl/>
        </w:rPr>
        <w:t>ی</w:t>
      </w:r>
      <w:r>
        <w:rPr>
          <w:rtl/>
        </w:rPr>
        <w:t xml:space="preserve"> دہڑکن کا نعرہ ہے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نعرہ </w:t>
      </w:r>
      <w:r>
        <w:rPr>
          <w:rFonts w:hint="eastAsia"/>
          <w:rtl/>
        </w:rPr>
        <w:t>تو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کا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وہ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مگر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اُن کے مقاصد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کہاں سے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اُس کتاب سے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ہمارے تمام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کتاب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</w:t>
      </w:r>
      <w:r>
        <w:rPr>
          <w:rFonts w:hint="eastAsia"/>
          <w:rtl/>
        </w:rPr>
        <w:t>ب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رضا (ع)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نے لکھ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 نے لکھ</w:t>
      </w:r>
      <w:r>
        <w:rPr>
          <w:rFonts w:hint="cs"/>
          <w:rtl/>
        </w:rPr>
        <w:t>ی</w:t>
      </w:r>
      <w:r>
        <w:rPr>
          <w:rtl/>
        </w:rPr>
        <w:t xml:space="preserve"> ہے اگر اس کتاب کو ہم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ہمارا مذہب ختم ہو جا ئے گا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کافر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کہ سورہ ” قل اعوذ بر ب الفلق“ اور سور</w:t>
      </w:r>
      <w:r w:rsidR="00C96147">
        <w:rPr>
          <w:rtl/>
        </w:rPr>
        <w:t xml:space="preserve">ہ </w:t>
      </w:r>
      <w:r>
        <w:rPr>
          <w:rtl/>
        </w:rPr>
        <w:t xml:space="preserve"> ”قل اعوذ برب النا</w:t>
      </w:r>
      <w:r>
        <w:rPr>
          <w:rFonts w:hint="eastAsia"/>
          <w:rtl/>
        </w:rPr>
        <w:t>س“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سورہ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امام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علم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ہم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اُس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قرآن کے مطابق ہو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کے رسول نے بھ</w:t>
      </w:r>
      <w:r>
        <w:rPr>
          <w:rFonts w:hint="cs"/>
          <w:rtl/>
        </w:rPr>
        <w:t>ی</w:t>
      </w:r>
      <w:r>
        <w:rPr>
          <w:rtl/>
        </w:rPr>
        <w:t xml:space="preserve"> بت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نے بھ</w:t>
      </w:r>
      <w:r>
        <w:rPr>
          <w:rFonts w:hint="cs"/>
          <w:rtl/>
        </w:rPr>
        <w:t>ی</w:t>
      </w:r>
      <w:r>
        <w:rPr>
          <w:rtl/>
        </w:rPr>
        <w:t xml:space="preserve">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جوبھ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نے والے ہزاروں لوگ ہوں گے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نہ ماننا نہج البلا 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 بتلا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نے والے چا ر قسم کے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منافق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منافق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نہ ماننا منافق نے ا</w:t>
      </w:r>
      <w:r>
        <w:rPr>
          <w:rFonts w:hint="eastAsia"/>
          <w:rtl/>
        </w:rPr>
        <w:t>س</w:t>
      </w:r>
      <w:r>
        <w:rPr>
          <w:rtl/>
        </w:rPr>
        <w:t xml:space="preserve"> لئے بتلا ئ</w:t>
      </w:r>
      <w:r>
        <w:rPr>
          <w:rFonts w:hint="cs"/>
          <w:rtl/>
        </w:rPr>
        <w:t>ی</w:t>
      </w:r>
      <w:r>
        <w:rPr>
          <w:rtl/>
        </w:rPr>
        <w:t xml:space="preserve"> تا کہ فساد ہو اسلام بدنام ہو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بدنام ہو۔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مو</w:t>
      </w:r>
      <w:r>
        <w:rPr>
          <w:rtl/>
        </w:rPr>
        <w:t xml:space="preserve"> لا عل</w:t>
      </w:r>
      <w:r>
        <w:rPr>
          <w:rFonts w:hint="cs"/>
          <w:rtl/>
        </w:rPr>
        <w:t>ی</w:t>
      </w:r>
      <w:r>
        <w:rPr>
          <w:rtl/>
        </w:rPr>
        <w:t xml:space="preserve"> نہج البلا 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 مارہے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مو من ہے مو لا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:اُس سے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لئے کہ اُس مو من کا حافظہ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وہ آدھ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بھو 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اُسے آ دھ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ہے جو کام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وہ بھول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فائدہ</w:t>
      </w:r>
      <w:r>
        <w:rPr>
          <w:rtl/>
        </w:rPr>
        <w:t xml:space="preserve"> کم اور نقصان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مومن سے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کا حافظہ کم ہو جس شخص کا حافطہ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بتلا تا ہے مگر اُسے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ناسخ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منسوخ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حکم وقت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>
        <w:rPr>
          <w:rFonts w:hint="cs"/>
          <w:rtl/>
        </w:rPr>
        <w:t>ی</w:t>
      </w:r>
      <w:r>
        <w:rPr>
          <w:rFonts w:hint="eastAsia"/>
          <w:rtl/>
        </w:rPr>
        <w:t>قط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اُس ک</w:t>
      </w:r>
      <w:r>
        <w:rPr>
          <w:rFonts w:hint="cs"/>
          <w:rtl/>
        </w:rPr>
        <w:t>ی</w:t>
      </w:r>
      <w:r>
        <w:rPr>
          <w:rtl/>
        </w:rPr>
        <w:t xml:space="preserve"> جان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</w:t>
      </w:r>
      <w:r>
        <w:rPr>
          <w:rFonts w:hint="cs"/>
          <w:rtl/>
        </w:rPr>
        <w:t>ی</w:t>
      </w:r>
      <w:r>
        <w:rPr>
          <w:rtl/>
        </w:rPr>
        <w:t xml:space="preserve"> تو امام نے اُسے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اہل سنت ک</w:t>
      </w:r>
      <w:r>
        <w:rPr>
          <w:rFonts w:hint="cs"/>
          <w:rtl/>
        </w:rPr>
        <w:t>ی</w:t>
      </w:r>
      <w:r>
        <w:rPr>
          <w:rtl/>
        </w:rPr>
        <w:t xml:space="preserve"> مانند وضو کرو اُس</w:t>
      </w:r>
      <w:r>
        <w:rPr>
          <w:rFonts w:hint="cs"/>
          <w:rtl/>
        </w:rPr>
        <w:t>ی</w:t>
      </w:r>
      <w:r>
        <w:rPr>
          <w:rtl/>
        </w:rPr>
        <w:t xml:space="preserve"> لحظہ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 من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اُس نے امام ک</w:t>
      </w:r>
      <w:r>
        <w:rPr>
          <w:rFonts w:hint="cs"/>
          <w:rtl/>
        </w:rPr>
        <w:t>ی</w:t>
      </w:r>
      <w:r>
        <w:rPr>
          <w:rtl/>
        </w:rPr>
        <w:t xml:space="preserve"> اس بات کو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اُسے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 بچانے کے لئے ہے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نے اُسے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 وہ وضو کر نا چھ</w:t>
      </w:r>
      <w:r>
        <w:rPr>
          <w:rFonts w:hint="eastAsia"/>
          <w:rtl/>
        </w:rPr>
        <w:t>وڑدو</w:t>
      </w:r>
      <w:r>
        <w:rPr>
          <w:rtl/>
        </w:rPr>
        <w:t xml:space="preserve"> جو قرآن نے کہا ہے اُس طرح سے وضو کرو اُس دو سرے مو من نے جو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سنا تھا اور اُس نے بعد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اُس نے اپنے گا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کر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وضو تو وہ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جو اہل سنت کا ہے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</w:t>
      </w:r>
      <w:r w:rsidRPr="00C96147">
        <w:rPr>
          <w:rFonts w:hint="cs"/>
          <w:rtl/>
        </w:rPr>
        <w:t xml:space="preserve"> امام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جسے ناسخ ا</w:t>
      </w:r>
      <w:r>
        <w:rPr>
          <w:rFonts w:hint="eastAsia"/>
          <w:rtl/>
        </w:rPr>
        <w:t>ورمنسوخ</w:t>
      </w:r>
      <w:r>
        <w:rPr>
          <w:rtl/>
        </w:rPr>
        <w:t xml:space="preserve"> کا پتہ نہ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ناسخ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منسوخ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مو لا نے کنسل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 خر</w:t>
      </w:r>
      <w:r>
        <w:rPr>
          <w:rFonts w:hint="cs"/>
          <w:rtl/>
        </w:rPr>
        <w:t>ی</w:t>
      </w:r>
      <w:r>
        <w:rPr>
          <w:rtl/>
        </w:rPr>
        <w:t xml:space="preserve"> حکم ہے مو لا عل</w:t>
      </w:r>
      <w:r>
        <w:rPr>
          <w:rFonts w:hint="cs"/>
          <w:rtl/>
        </w:rPr>
        <w:t>ی</w:t>
      </w:r>
      <w:r>
        <w:rPr>
          <w:rtl/>
        </w:rPr>
        <w:t xml:space="preserve"> نے چار اصول بتلا ئے :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اُس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مومن بھ</w:t>
      </w:r>
      <w:r>
        <w:rPr>
          <w:rFonts w:hint="cs"/>
          <w:rtl/>
        </w:rPr>
        <w:t>ی</w:t>
      </w:r>
      <w:r>
        <w:rPr>
          <w:rtl/>
        </w:rPr>
        <w:t xml:space="preserve"> ہو حافطہ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 ناسخ اور منسوخ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ہو اور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</w:t>
      </w:r>
      <w:r>
        <w:rPr>
          <w:rFonts w:hint="eastAsia"/>
          <w:rtl/>
        </w:rPr>
        <w:t>ا</w:t>
      </w:r>
      <w:r>
        <w:rPr>
          <w:rtl/>
        </w:rPr>
        <w:t xml:space="preserve"> ہے اس کے لئے علم رجال پڑھنا پڑتا ہے علم رجال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جتنے راو</w:t>
      </w:r>
      <w:r>
        <w:rPr>
          <w:rFonts w:hint="cs"/>
          <w:rtl/>
        </w:rPr>
        <w:t>ی</w:t>
      </w:r>
      <w:r>
        <w:rPr>
          <w:rtl/>
        </w:rPr>
        <w:t xml:space="preserve"> ہمارے اماموں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 کو 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 نا پڑتا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 من تھا ،منافق تھا ،دن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پرست تھا امام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رہا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 سال رہا تھا امام نے اُس ک</w:t>
      </w:r>
      <w:r>
        <w:rPr>
          <w:rFonts w:hint="cs"/>
          <w:rtl/>
        </w:rPr>
        <w:t>ی</w:t>
      </w:r>
      <w:r>
        <w:rPr>
          <w:rtl/>
        </w:rPr>
        <w:t xml:space="preserve"> تا 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سب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نے کے بعد ہم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مسئلہ اٹھا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پہلے انہوں نے جس کتاب سے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کتاب ہ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دشمنوں ک</w:t>
      </w:r>
      <w:r>
        <w:rPr>
          <w:rFonts w:hint="cs"/>
          <w:rtl/>
        </w:rPr>
        <w:t>ی</w:t>
      </w:r>
      <w:r>
        <w:rPr>
          <w:rtl/>
        </w:rPr>
        <w:t xml:space="preserve"> ہے پھر وہ جو چند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بحار الانوار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بالکل غلط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ج</w:t>
      </w:r>
      <w:r>
        <w:rPr>
          <w:rFonts w:hint="eastAsia"/>
          <w:rtl/>
        </w:rPr>
        <w:t>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بحار الانوار کو جو علامہ مجلس</w:t>
      </w:r>
      <w:r>
        <w:rPr>
          <w:rFonts w:hint="cs"/>
          <w:rtl/>
        </w:rPr>
        <w:t>ی</w:t>
      </w:r>
      <w:r>
        <w:rPr>
          <w:rtl/>
        </w:rPr>
        <w:t xml:space="preserve"> نے لکھا ہے وہ سو جلدوں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علامہ مجلس</w:t>
      </w:r>
      <w:r>
        <w:rPr>
          <w:rFonts w:hint="cs"/>
          <w:rtl/>
        </w:rPr>
        <w:t>ی</w:t>
      </w:r>
      <w:r>
        <w:rPr>
          <w:rtl/>
        </w:rPr>
        <w:t xml:space="preserve"> نے گا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گا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جا کر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کتن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کتن</w:t>
      </w:r>
      <w:r>
        <w:rPr>
          <w:rFonts w:hint="cs"/>
          <w:rtl/>
        </w:rPr>
        <w:t>ی</w:t>
      </w:r>
      <w:r>
        <w:rPr>
          <w:rtl/>
        </w:rPr>
        <w:t xml:space="preserve"> غلط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نے والے علماء کا کام ہے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 رجا ل کے ساتھ انسان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علم ہو نا چا ہئے سب سے بڑا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جاتا ہے کہ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کس نے سنائ</w:t>
      </w:r>
      <w:r>
        <w:rPr>
          <w:rFonts w:hint="cs"/>
          <w:rtl/>
        </w:rPr>
        <w:t>ی</w:t>
      </w:r>
      <w:r>
        <w:rPr>
          <w:rtl/>
        </w:rPr>
        <w:t xml:space="preserve"> ہے مثال احمد نے مسلم </w:t>
      </w:r>
      <w:r>
        <w:rPr>
          <w:rtl/>
        </w:rPr>
        <w:lastRenderedPageBreak/>
        <w:t>سے سن</w:t>
      </w:r>
      <w:r>
        <w:rPr>
          <w:rFonts w:hint="cs"/>
          <w:rtl/>
        </w:rPr>
        <w:t>ی</w:t>
      </w:r>
      <w:r>
        <w:rPr>
          <w:rtl/>
        </w:rPr>
        <w:t xml:space="preserve"> مسلم نے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سے سن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سف نے حسن سے سن</w:t>
      </w:r>
      <w:r>
        <w:rPr>
          <w:rFonts w:hint="cs"/>
          <w:rtl/>
        </w:rPr>
        <w:t>ی</w:t>
      </w:r>
      <w:r>
        <w:rPr>
          <w:rtl/>
        </w:rPr>
        <w:t xml:space="preserve"> اور حسن نے اُس سے سن</w:t>
      </w:r>
      <w:r>
        <w:rPr>
          <w:rFonts w:hint="cs"/>
          <w:rtl/>
        </w:rPr>
        <w:t>ی</w:t>
      </w:r>
      <w:r>
        <w:rPr>
          <w:rtl/>
        </w:rPr>
        <w:t xml:space="preserve"> جو منافق تھا اگر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منافق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بعض پمفلٹ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تشہد فلا 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پڑھا جا تا تھا امام رضا(ع) اس طرح سے پڑھا کرتے تھے اور ا</w:t>
      </w:r>
      <w:r>
        <w:rPr>
          <w:rFonts w:hint="eastAsia"/>
          <w:rtl/>
        </w:rPr>
        <w:t>س</w:t>
      </w:r>
      <w:r>
        <w:rPr>
          <w:rtl/>
        </w:rPr>
        <w:t xml:space="preserve"> کتاب کو ہمارے دشمنوں نے لکھا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انک نعم الرب و ان محمدا نعم الرسول و ان عل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ا</w:t>
      </w:r>
      <w:r w:rsidRPr="00DA137E">
        <w:rPr>
          <w:rStyle w:val="libArabicChar"/>
          <w:rtl/>
        </w:rPr>
        <w:t xml:space="preserve"> نعم المولا</w:t>
      </w:r>
      <w:r>
        <w:rPr>
          <w:rtl/>
        </w:rPr>
        <w:t xml:space="preserve">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اتنا اچھا رب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کہ رسول خدا (ص)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اچھے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</w:t>
      </w:r>
      <w:r>
        <w:rPr>
          <w:rFonts w:hint="eastAsia"/>
          <w:rtl/>
        </w:rPr>
        <w:t>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مولا 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اچھے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تشہد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</w:t>
      </w:r>
      <w:r w:rsidRPr="00DA137E">
        <w:rPr>
          <w:rStyle w:val="libArabicChar"/>
          <w:rtl/>
        </w:rPr>
        <w:t xml:space="preserve"> ان 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وحد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لا شر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ک</w:t>
      </w:r>
      <w:r w:rsidRPr="00DA137E">
        <w:rPr>
          <w:rStyle w:val="libArabicChar"/>
          <w:rtl/>
        </w:rPr>
        <w:t xml:space="preserve"> 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محمد اًعبد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 رسول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“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تشہد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غلط کتاب جو ہمارے دشمنوں نے لکھ</w:t>
      </w:r>
      <w:r>
        <w:rPr>
          <w:rFonts w:hint="cs"/>
          <w:rtl/>
        </w:rPr>
        <w:t>ی</w:t>
      </w:r>
      <w:r>
        <w:rPr>
          <w:rtl/>
        </w:rPr>
        <w:t xml:space="preserve"> ہے وہاں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ہم دونوں تشہدوں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کون</w:t>
      </w:r>
      <w:r>
        <w:rPr>
          <w:rtl/>
        </w:rPr>
        <w:t xml:space="preserve"> سا تشہد قرآن کے مطابق ہے انہوں نے کہا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انک نعم الرب</w:t>
      </w:r>
      <w:r>
        <w:rPr>
          <w:rtl/>
        </w:rPr>
        <w:t>“ اگر کوئ</w:t>
      </w:r>
      <w:r>
        <w:rPr>
          <w:rFonts w:hint="cs"/>
          <w:rtl/>
        </w:rPr>
        <w:t>ی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کہتا رہے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لئے کافر بھ</w:t>
      </w:r>
      <w:r>
        <w:rPr>
          <w:rFonts w:hint="cs"/>
          <w:rtl/>
        </w:rPr>
        <w:t>ی</w:t>
      </w:r>
      <w:r>
        <w:rPr>
          <w:rtl/>
        </w:rPr>
        <w:t xml:space="preserve"> اور مشرک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رب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بننے کا پہلے جو مسئلہ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انسان کہ</w:t>
      </w:r>
      <w:r>
        <w:rPr>
          <w:rFonts w:hint="eastAsia"/>
          <w:rtl/>
        </w:rPr>
        <w:t>ے</w:t>
      </w:r>
      <w:r>
        <w:rPr>
          <w:rtl/>
        </w:rPr>
        <w:t xml:space="preserve">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مسلمان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ہے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کہنا لازم و ملزوم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جملہ ہ</w:t>
      </w:r>
      <w:r>
        <w:rPr>
          <w:rFonts w:hint="cs"/>
          <w:rtl/>
        </w:rPr>
        <w:t>ی</w:t>
      </w:r>
      <w:r>
        <w:rPr>
          <w:rtl/>
        </w:rPr>
        <w:t xml:space="preserve"> غائب ہے ،اس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بتلا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ہے ”</w:t>
      </w:r>
      <w:r w:rsidRPr="00DA137E">
        <w:rPr>
          <w:rStyle w:val="libArabicChar"/>
          <w:rtl/>
        </w:rPr>
        <w:t>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اگر ک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غائب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</w:t>
      </w:r>
      <w:r w:rsidRPr="00DA137E">
        <w:rPr>
          <w:rStyle w:val="libArabicChar"/>
          <w:rtl/>
        </w:rPr>
        <w:t>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انہوں نے </w:t>
      </w:r>
      <w:r w:rsidRPr="00DA137E">
        <w:rPr>
          <w:rStyle w:val="libArabicChar"/>
          <w:rtl/>
        </w:rPr>
        <w:t>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 غائب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رب کا نام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رب جو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صفت</w:t>
      </w:r>
      <w:r>
        <w:rPr>
          <w:rFonts w:hint="cs"/>
          <w:rtl/>
        </w:rPr>
        <w:t>ی</w:t>
      </w:r>
      <w:r>
        <w:rPr>
          <w:rtl/>
        </w:rPr>
        <w:t xml:space="preserve"> نام ہے گواہ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ہے تو وہ ذات</w:t>
      </w:r>
      <w:r>
        <w:rPr>
          <w:rFonts w:hint="cs"/>
          <w:rtl/>
        </w:rPr>
        <w:t>ی</w:t>
      </w:r>
      <w:r>
        <w:rPr>
          <w:rtl/>
        </w:rPr>
        <w:t xml:space="preserve"> نام سے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اگر ہم کورٹ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ہم اپنے اصل</w:t>
      </w:r>
      <w:r>
        <w:rPr>
          <w:rFonts w:hint="cs"/>
          <w:rtl/>
        </w:rPr>
        <w:t>ی</w:t>
      </w:r>
      <w:r>
        <w:rPr>
          <w:rtl/>
        </w:rPr>
        <w:t xml:space="preserve"> نام سے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اللہ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کے ذات</w:t>
      </w:r>
      <w:r>
        <w:rPr>
          <w:rFonts w:hint="cs"/>
          <w:rtl/>
        </w:rPr>
        <w:t>ی</w:t>
      </w:r>
      <w:r>
        <w:rPr>
          <w:rtl/>
        </w:rPr>
        <w:t xml:space="preserve"> نام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اللہ کا ذات</w:t>
      </w:r>
      <w:r>
        <w:rPr>
          <w:rFonts w:hint="cs"/>
          <w:rtl/>
        </w:rPr>
        <w:t>ی</w:t>
      </w:r>
      <w:r>
        <w:rPr>
          <w:rtl/>
        </w:rPr>
        <w:t xml:space="preserve"> نام اللہ ہے 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،رب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پالنے والا رب کا لفظ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کے بادشاہ کے لئے بھ</w:t>
      </w:r>
      <w:r>
        <w:rPr>
          <w:rFonts w:hint="cs"/>
          <w:rtl/>
        </w:rPr>
        <w:t>ی</w:t>
      </w:r>
      <w:r>
        <w:rPr>
          <w:rtl/>
        </w:rPr>
        <w:t xml:space="preserve"> جو کا فر تھا اُس کے لئے بھ</w:t>
      </w:r>
      <w:r>
        <w:rPr>
          <w:rFonts w:hint="cs"/>
          <w:rtl/>
        </w:rPr>
        <w:t>ی</w:t>
      </w:r>
      <w:r>
        <w:rPr>
          <w:rtl/>
        </w:rPr>
        <w:t xml:space="preserve"> استعمال ہوا ہے تو گواہ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وہ ذات</w:t>
      </w:r>
      <w:r>
        <w:rPr>
          <w:rFonts w:hint="cs"/>
          <w:rtl/>
        </w:rPr>
        <w:t>ی</w:t>
      </w:r>
      <w:r>
        <w:rPr>
          <w:rtl/>
        </w:rPr>
        <w:t xml:space="preserve"> نام سے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ان دو نکتوں سے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ہے ،اور پھر کہا ”</w:t>
      </w:r>
      <w:r w:rsidRPr="00DA137E">
        <w:rPr>
          <w:rStyle w:val="libArabicChar"/>
          <w:rtl/>
        </w:rPr>
        <w:t>ان محمداً نعم الرسول</w:t>
      </w:r>
      <w:r>
        <w:rPr>
          <w:rtl/>
        </w:rPr>
        <w:t>“ 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</w:t>
      </w:r>
      <w:r w:rsidRPr="00DA137E">
        <w:rPr>
          <w:rStyle w:val="libArabicChar"/>
          <w:rtl/>
        </w:rPr>
        <w:t>و 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محمداً عبد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 رسول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“ پہلے عبد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رسول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ہم نے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پہلے عبد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رسول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عبد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عبد کا لفظ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رسول کا لفظ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اس لئے کہ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مقام رسالت کے مقام سے بلند ہے ر</w:t>
      </w:r>
      <w:r>
        <w:rPr>
          <w:rFonts w:hint="eastAsia"/>
          <w:rtl/>
        </w:rPr>
        <w:t>سول</w:t>
      </w:r>
      <w:r>
        <w:rPr>
          <w:rtl/>
        </w:rPr>
        <w:t xml:space="preserve"> تو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مقام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اس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سورہ نب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سبحان الذ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اسر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بعبد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ل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لاً</w:t>
      </w:r>
      <w:r w:rsidR="00902C8C" w:rsidRPr="00902C8C">
        <w:rPr>
          <w:rStyle w:val="libAieChar"/>
          <w:rtl/>
        </w:rPr>
        <w:t xml:space="preserve"> من المسجد الحرام ال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tl/>
        </w:rPr>
        <w:t xml:space="preserve"> المسجد الاقص</w:t>
      </w:r>
      <w:r w:rsidR="00902C8C" w:rsidRPr="00902C8C">
        <w:rPr>
          <w:rStyle w:val="libAieChar"/>
          <w:rFonts w:hint="cs"/>
          <w:rtl/>
        </w:rPr>
        <w:t>یٰ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“سور</w:t>
      </w:r>
      <w:r w:rsidR="00C96147">
        <w:rPr>
          <w:rFonts w:hint="eastAsia"/>
          <w:rtl/>
        </w:rPr>
        <w:t xml:space="preserve">ہ 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۱)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ہم نے عبدکہا تو ہم نے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معراج رسول کے بھ</w:t>
      </w:r>
      <w:r>
        <w:rPr>
          <w:rFonts w:hint="cs"/>
          <w:rtl/>
        </w:rPr>
        <w:t>ی</w:t>
      </w:r>
      <w:r>
        <w:rPr>
          <w:rtl/>
        </w:rPr>
        <w:t xml:space="preserve">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معلوم ہوا کہ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مقام رسالت کے مقام سے بلند ہے انہوں نے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غائب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سے بلند مقام ہے کہ معراج نہ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اورنہ موس</w:t>
      </w:r>
      <w:r>
        <w:rPr>
          <w:rFonts w:hint="cs"/>
          <w:rtl/>
        </w:rPr>
        <w:t>ی</w:t>
      </w:r>
      <w:r>
        <w:rPr>
          <w:rtl/>
        </w:rPr>
        <w:t xml:space="preserve">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</w:t>
      </w:r>
      <w:r>
        <w:rPr>
          <w:rtl/>
        </w:rPr>
        <w:t xml:space="preserve"> کو معراج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اس لئے کہ ہمارے نب</w:t>
      </w:r>
      <w:r>
        <w:rPr>
          <w:rFonts w:hint="cs"/>
          <w:rtl/>
        </w:rPr>
        <w:t>ی</w:t>
      </w:r>
      <w:r>
        <w:rPr>
          <w:rtl/>
        </w:rPr>
        <w:t xml:space="preserve"> مقام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تھے اگر ہم عبد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نے رسول خدا (ص) کے مقام کو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جتنے بھ</w:t>
      </w:r>
      <w:r>
        <w:rPr>
          <w:rFonts w:hint="cs"/>
          <w:rtl/>
        </w:rPr>
        <w:t>ی</w:t>
      </w:r>
      <w:r>
        <w:rPr>
          <w:rtl/>
        </w:rPr>
        <w:t xml:space="preserve"> نئے مذہب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بہائ</w:t>
      </w:r>
      <w:r>
        <w:rPr>
          <w:rFonts w:hint="cs"/>
          <w:rtl/>
        </w:rPr>
        <w:t>ی</w:t>
      </w:r>
      <w:r>
        <w:rPr>
          <w:rtl/>
        </w:rPr>
        <w:t xml:space="preserve"> مذہب انہوں نے آ 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غلط ترجمہ کر کے اور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کچھ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انہوں نے مذہب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پڑھنا اس لئے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مو من وہ ہے جو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اگر آپ نے مو لا 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آپ مو من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آپ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پہل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”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لا ال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دائ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ہے ہم نے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کہ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مالک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سواء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ہم نے خدا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مگر ہم فقط خدا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خدا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ھول</w:t>
      </w:r>
      <w:r>
        <w:rPr>
          <w:rFonts w:hint="cs"/>
          <w:rtl/>
        </w:rPr>
        <w:t>ی</w:t>
      </w:r>
      <w:r>
        <w:rPr>
          <w:rtl/>
        </w:rPr>
        <w:t xml:space="preserve"> ٹرنٹ</w:t>
      </w:r>
      <w:r>
        <w:rPr>
          <w:rFonts w:hint="cs"/>
          <w:rtl/>
        </w:rPr>
        <w:t>ی</w:t>
      </w:r>
      <w:r>
        <w:rPr>
          <w:rtl/>
        </w:rPr>
        <w:t xml:space="preserve"> ہے اُن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شرک ہے ہم دوسر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خدا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”</w:t>
      </w:r>
      <w:r w:rsidRPr="00DA137E">
        <w:rPr>
          <w:rStyle w:val="libArabicChar"/>
          <w:rtl/>
        </w:rPr>
        <w:t>وحد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لا شر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ک</w:t>
      </w:r>
      <w:r w:rsidRPr="00DA137E">
        <w:rPr>
          <w:rStyle w:val="libArabicChar"/>
          <w:rtl/>
        </w:rPr>
        <w:t xml:space="preserve"> 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ہے پروردگار ہم تجھے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”</w:t>
      </w:r>
      <w:r w:rsidRPr="00DA137E">
        <w:rPr>
          <w:rStyle w:val="libArabicChar"/>
          <w:rtl/>
        </w:rPr>
        <w:t>وا 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محمد اً عبد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 رسول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>“ ہم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اللہ کے عبد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 تھ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”ورسولہ“ اور آ پ الل</w:t>
      </w:r>
      <w:r>
        <w:rPr>
          <w:rFonts w:hint="eastAsia"/>
          <w:rtl/>
        </w:rPr>
        <w:t>ہ</w:t>
      </w:r>
      <w:r>
        <w:rPr>
          <w:rtl/>
        </w:rPr>
        <w:t xml:space="preserve"> کے رسول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 نے کہا ”</w:t>
      </w:r>
      <w:r w:rsidRPr="00DA137E">
        <w:rPr>
          <w:rStyle w:val="libArabicChar"/>
          <w:rtl/>
        </w:rPr>
        <w:t>وا 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محمد اً</w:t>
      </w:r>
      <w:r>
        <w:rPr>
          <w:rtl/>
        </w:rPr>
        <w:t>“ تو اس</w:t>
      </w:r>
      <w:r>
        <w:rPr>
          <w:rFonts w:hint="cs"/>
          <w:rtl/>
        </w:rPr>
        <w:t>ی</w:t>
      </w:r>
      <w:r>
        <w:rPr>
          <w:rtl/>
        </w:rPr>
        <w:t xml:space="preserve"> پاک رسول نے کہا ”</w:t>
      </w:r>
      <w:r w:rsidRPr="00DA137E">
        <w:rPr>
          <w:rStyle w:val="libArabicChar"/>
          <w:rtl/>
        </w:rPr>
        <w:t>اولنا محمد ،آخرنا محمد ،اوسطنا محمد ، کلنا محمد</w:t>
      </w:r>
      <w:r>
        <w:rPr>
          <w:rtl/>
        </w:rPr>
        <w:t>“ ہمارا پہلا بھ</w:t>
      </w:r>
      <w:r>
        <w:rPr>
          <w:rFonts w:hint="cs"/>
          <w:rtl/>
        </w:rPr>
        <w:t>ی</w:t>
      </w:r>
      <w:r>
        <w:rPr>
          <w:rtl/>
        </w:rPr>
        <w:t xml:space="preserve"> محمد ہے ہمارادرم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ہے ہمارا آخر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محمد ہے ہم سب کے سب محمد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محمد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تو اس</w:t>
      </w:r>
      <w:r>
        <w:rPr>
          <w:rFonts w:hint="cs"/>
          <w:rtl/>
        </w:rPr>
        <w:t>ی</w:t>
      </w:r>
      <w:r>
        <w:rPr>
          <w:rtl/>
        </w:rPr>
        <w:t xml:space="preserve"> نے بارہ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نعرہ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دل کا نعرہ ہے 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”</w:t>
      </w:r>
      <w:r w:rsidRPr="00DA137E">
        <w:rPr>
          <w:rStyle w:val="libArabicChar"/>
          <w:rtl/>
        </w:rPr>
        <w:t>عل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ول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“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نعرہ کو اس طرح سے استعمال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دشمن عل</w:t>
      </w:r>
      <w:r>
        <w:rPr>
          <w:rFonts w:hint="cs"/>
          <w:rtl/>
        </w:rPr>
        <w:t>ی</w:t>
      </w:r>
      <w:r>
        <w:rPr>
          <w:rtl/>
        </w:rPr>
        <w:t xml:space="preserve"> نے ”</w:t>
      </w:r>
      <w:r w:rsidRPr="00DA137E">
        <w:rPr>
          <w:rStyle w:val="libArabicChar"/>
          <w:rtl/>
        </w:rPr>
        <w:t>لا حکم الا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“ کا نعرہ لگا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حکم اللہ کا چلے گا نہ عل</w:t>
      </w:r>
      <w:r>
        <w:rPr>
          <w:rFonts w:hint="cs"/>
          <w:rtl/>
        </w:rPr>
        <w:t>ی</w:t>
      </w:r>
      <w:r>
        <w:rPr>
          <w:rtl/>
        </w:rPr>
        <w:t xml:space="preserve"> کا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گمراہ ہو گئے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تو بات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کا حکم بھ</w:t>
      </w:r>
      <w:r>
        <w:rPr>
          <w:rFonts w:hint="cs"/>
          <w:rtl/>
        </w:rPr>
        <w:t>ی</w:t>
      </w:r>
      <w:r>
        <w:rPr>
          <w:rtl/>
        </w:rPr>
        <w:t xml:space="preserve"> نہ چلے اور نہ دشمن عل</w:t>
      </w:r>
      <w:r>
        <w:rPr>
          <w:rFonts w:hint="cs"/>
          <w:rtl/>
        </w:rPr>
        <w:t>ی</w:t>
      </w:r>
      <w:r>
        <w:rPr>
          <w:rtl/>
        </w:rPr>
        <w:t xml:space="preserve"> کا حکم چلے مو لا نے اُن سے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 دھو کا کھا رہے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دھوکا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نعرہ تو اس کا حق ہے مگر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باطل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حکم خدا چلا 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آ 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آ ئے گا ان کا اصل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فقہ امام رضا کا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 فر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اسے منظر عام پر 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دشمن باہر کے دشمن سے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کل کورٹ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مسئلہ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کتاب ہے اور عوام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رہا ہے کہ فقہ امام رضا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لکھا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 کو تونہ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با ہر کا دشمن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کافر کہنے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کے لئے مشکلات نہ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اندر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ظاہر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،مگر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مقصد ٹوٹ جائے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چار سال پڑھ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بن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،ہمارے مجتہد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ہمارے علماء سات سبج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وہ مجتہد بنتا ہے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قرآن کے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مجتہد بنے دو سرا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کرنا ہے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علم رجال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کرے چوتھا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کرے اس</w:t>
      </w:r>
      <w:r>
        <w:rPr>
          <w:rFonts w:hint="cs"/>
          <w:rtl/>
        </w:rPr>
        <w:t>ی</w:t>
      </w:r>
      <w:r>
        <w:rPr>
          <w:rtl/>
        </w:rPr>
        <w:t xml:space="preserve"> طرح سے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کرلے منطق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 لے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 لے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 س</w:t>
      </w:r>
      <w:r>
        <w:rPr>
          <w:rFonts w:hint="eastAsia"/>
          <w:rtl/>
        </w:rPr>
        <w:t>ات</w:t>
      </w:r>
      <w:r>
        <w:rPr>
          <w:rtl/>
        </w:rPr>
        <w:t xml:space="preserve">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کرنے کے بعدہمارے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مجتہد بنتا ہے اُسے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لگ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مجتہد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اب بھ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ہے دشمن جانتا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جو آ ج تک جو مقابلہ کر رہا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مضبوط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علم حا</w:t>
      </w:r>
      <w:r>
        <w:rPr>
          <w:rFonts w:hint="eastAsia"/>
          <w:rtl/>
        </w:rPr>
        <w:t>صل</w:t>
      </w:r>
      <w:r>
        <w:rPr>
          <w:rtl/>
        </w:rPr>
        <w:t xml:space="preserve"> کر نے کے بعد اور سات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اچ ڈ</w:t>
      </w:r>
      <w:r>
        <w:rPr>
          <w:rFonts w:hint="cs"/>
          <w:rtl/>
        </w:rPr>
        <w:t>ی</w:t>
      </w:r>
      <w:r>
        <w:rPr>
          <w:rtl/>
        </w:rPr>
        <w:t xml:space="preserve"> کر نے کے بعد مگر اب بھ</w:t>
      </w:r>
      <w:r>
        <w:rPr>
          <w:rFonts w:hint="cs"/>
          <w:rtl/>
        </w:rPr>
        <w:t>ی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ہے اب بھ</w:t>
      </w:r>
      <w:r>
        <w:rPr>
          <w:rFonts w:hint="cs"/>
          <w:rtl/>
        </w:rPr>
        <w:t>ی</w:t>
      </w:r>
      <w:r>
        <w:rPr>
          <w:rtl/>
        </w:rPr>
        <w:t xml:space="preserve"> رسالہ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 سکتا ہے وہ شخص مجتہد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ہے اُسے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واجب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خود ہ</w:t>
      </w:r>
      <w:r>
        <w:rPr>
          <w:rFonts w:hint="cs"/>
          <w:rtl/>
        </w:rPr>
        <w:t>ی</w:t>
      </w:r>
      <w:r>
        <w:rPr>
          <w:rtl/>
        </w:rPr>
        <w:t xml:space="preserve"> مسئلہ سمجھ لے گا مگر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ہے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ہے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تب ہو گئ</w:t>
      </w:r>
      <w:r>
        <w:rPr>
          <w:rFonts w:hint="cs"/>
          <w:rtl/>
        </w:rPr>
        <w:t>ی</w:t>
      </w:r>
      <w:r>
        <w:rPr>
          <w:rtl/>
        </w:rPr>
        <w:t xml:space="preserve"> جب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پچاس سال علما ء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دس سال بارہ سال اس کے دروس کو سنا ہے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اعلم بھ</w:t>
      </w:r>
      <w:r>
        <w:rPr>
          <w:rFonts w:hint="cs"/>
          <w:rtl/>
        </w:rPr>
        <w:t>ی</w:t>
      </w:r>
      <w:r>
        <w:rPr>
          <w:rtl/>
        </w:rPr>
        <w:t xml:space="preserve"> ہے ،متق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امام نے فقط عالم ک</w:t>
      </w:r>
      <w:r>
        <w:rPr>
          <w:rFonts w:hint="cs"/>
          <w:rtl/>
        </w:rPr>
        <w:t>ی</w:t>
      </w:r>
      <w:r>
        <w:rPr>
          <w:rtl/>
        </w:rPr>
        <w:t xml:space="preserve"> شر 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دشمن</w:t>
      </w:r>
      <w:r>
        <w:rPr>
          <w:rtl/>
        </w:rPr>
        <w:t xml:space="preserve"> اس مضبوط نظام کو توڑنا چاہتا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مضبوط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کا 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ہوا اس</w:t>
      </w:r>
      <w:r>
        <w:rPr>
          <w:rFonts w:hint="cs"/>
          <w:rtl/>
        </w:rPr>
        <w:t>ی</w:t>
      </w:r>
      <w:r>
        <w:rPr>
          <w:rtl/>
        </w:rPr>
        <w:t xml:space="preserve"> لئے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غلام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غلام نہ بنا سکا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اُس زمانے کے مجتہد حسن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نے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منھ پر طماچہ تھا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وہاں سے شکست مل</w:t>
      </w:r>
      <w:r>
        <w:rPr>
          <w:rFonts w:hint="cs"/>
          <w:rtl/>
        </w:rPr>
        <w:t>ی</w:t>
      </w:r>
      <w:r>
        <w:rPr>
          <w:rtl/>
        </w:rPr>
        <w:t xml:space="preserve"> جب کہ پور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پر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قبضہ کر چکا تھاآج بھ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مرکز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مرکز کو توڑدو، لہذ ا وہ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نعرہ لگوارہا ہے جوہر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</w:t>
      </w:r>
      <w:r>
        <w:rPr>
          <w:rFonts w:hint="eastAsia"/>
          <w:rtl/>
        </w:rPr>
        <w:t>نعرہ</w:t>
      </w:r>
      <w:r>
        <w:rPr>
          <w:rtl/>
        </w:rPr>
        <w:t xml:space="preserve"> ہے مگر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چار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فتو</w:t>
      </w:r>
      <w:r>
        <w:rPr>
          <w:rFonts w:hint="cs"/>
          <w:rtl/>
        </w:rPr>
        <w:t>یٰ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پڑھ لو پنجاب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فرقہ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اُن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کئ</w:t>
      </w:r>
      <w:r>
        <w:rPr>
          <w:rFonts w:hint="cs"/>
          <w:rtl/>
        </w:rPr>
        <w:t>ی</w:t>
      </w:r>
      <w:r>
        <w:rPr>
          <w:rtl/>
        </w:rPr>
        <w:t xml:space="preserve"> فر قہ بن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انہوں نے بھ</w:t>
      </w:r>
      <w:r>
        <w:rPr>
          <w:rFonts w:hint="cs"/>
          <w:rtl/>
        </w:rPr>
        <w:t>ی</w:t>
      </w:r>
      <w:r>
        <w:rPr>
          <w:rtl/>
        </w:rPr>
        <w:t xml:space="preserve"> کچھ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نکا لا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للہ</w:t>
      </w:r>
      <w:r>
        <w:rPr>
          <w:rtl/>
        </w:rPr>
        <w:t xml:space="preserve"> پڑھ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امام زمانہ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قصور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انہوں نے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اُس</w:t>
      </w:r>
      <w:r>
        <w:rPr>
          <w:rFonts w:hint="cs"/>
          <w:rtl/>
        </w:rPr>
        <w:t>ی</w:t>
      </w:r>
      <w:r>
        <w:rPr>
          <w:rtl/>
        </w:rPr>
        <w:t xml:space="preserve"> سازش کے تحت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ٹولہ ظا ہرا تو مو لا عل</w:t>
      </w:r>
      <w:r>
        <w:rPr>
          <w:rFonts w:hint="cs"/>
          <w:rtl/>
        </w:rPr>
        <w:t>ی</w:t>
      </w:r>
      <w:r>
        <w:rPr>
          <w:rtl/>
        </w:rPr>
        <w:t xml:space="preserve"> کا نام لگا رہا ہے مگر ان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ٹکڑے ٹکڑے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چند سا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فرقہ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انہوں نے اذان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کر د</w:t>
      </w:r>
      <w:r>
        <w:rPr>
          <w:rFonts w:hint="cs"/>
          <w:rtl/>
        </w:rPr>
        <w:t>ی</w:t>
      </w:r>
      <w:r>
        <w:rPr>
          <w:rtl/>
        </w:rPr>
        <w:t xml:space="preserve"> ہے اور دوسرا فرقہ بن جا ئے گا وہ کہے گا کہ ہم کا ظم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مو س</w:t>
      </w:r>
      <w:r>
        <w:rPr>
          <w:rFonts w:hint="cs"/>
          <w:rtl/>
        </w:rPr>
        <w:t>یٰ</w:t>
      </w:r>
      <w:r>
        <w:rPr>
          <w:rtl/>
        </w:rPr>
        <w:t xml:space="preserve"> کا ظم کا نام بھ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نا چاہئے اور پھر رضو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 رضو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امام رضا (ع) کا نام بھ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نا چا ہئے مقصد دشمن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چار پانچ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رجا 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راجتہاد</w:t>
      </w:r>
      <w:r>
        <w:rPr>
          <w:rtl/>
        </w:rPr>
        <w:t xml:space="preserve"> کے ان کو مفت</w:t>
      </w:r>
      <w:r>
        <w:rPr>
          <w:rFonts w:hint="cs"/>
          <w:rtl/>
        </w:rPr>
        <w:t>ی</w:t>
      </w:r>
      <w:r>
        <w:rPr>
          <w:rtl/>
        </w:rPr>
        <w:t xml:space="preserve"> بنا دو تو چند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اندر بھ</w:t>
      </w:r>
      <w:r>
        <w:rPr>
          <w:rFonts w:hint="cs"/>
          <w:rtl/>
        </w:rPr>
        <w:t>ی</w:t>
      </w:r>
      <w:r>
        <w:rPr>
          <w:rtl/>
        </w:rPr>
        <w:t xml:space="preserve"> ہزار فرقہ بن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خطرناک سازش ہے اسے معمول</w:t>
      </w:r>
      <w:r>
        <w:rPr>
          <w:rFonts w:hint="cs"/>
          <w:rtl/>
        </w:rPr>
        <w:t>ی</w:t>
      </w:r>
      <w:r>
        <w:rPr>
          <w:rtl/>
        </w:rPr>
        <w:t xml:space="preserve"> سازش مت سمجھئے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طر ح سے مو لا عل</w:t>
      </w:r>
      <w:r>
        <w:rPr>
          <w:rFonts w:hint="cs"/>
          <w:rtl/>
        </w:rPr>
        <w:t>ی</w:t>
      </w:r>
      <w:r>
        <w:rPr>
          <w:rtl/>
        </w:rPr>
        <w:t xml:space="preserve"> کا نعرہ لگا کر مو لا عل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ختم کر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 xml:space="preserve"> کے ہ</w:t>
      </w:r>
      <w:r>
        <w:rPr>
          <w:rFonts w:hint="cs"/>
          <w:rtl/>
        </w:rPr>
        <w:t>ی</w:t>
      </w:r>
      <w:r>
        <w:rPr>
          <w:rtl/>
        </w:rPr>
        <w:t xml:space="preserve"> مذہب کے ٹکڑے کر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ہے اُس کا بچہ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بچے کو ڈاکٹر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ڈاکٹر نے کہا کہ اس کا آ 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ہو گا تمہارے بچہ کے دل ک</w:t>
      </w:r>
      <w:r>
        <w:rPr>
          <w:rFonts w:hint="cs"/>
          <w:rtl/>
        </w:rPr>
        <w:t>ی</w:t>
      </w:r>
      <w:r>
        <w:rPr>
          <w:rtl/>
        </w:rPr>
        <w:t xml:space="preserve"> کچھ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بلاک ہو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ڈاکٹر نے اُسے نقشہ دکھا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دل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دھے</w:t>
      </w:r>
      <w:r>
        <w:rPr>
          <w:rtl/>
        </w:rPr>
        <w:t xml:space="preserve"> ہاتھ کے طرف ک</w:t>
      </w:r>
      <w:r>
        <w:rPr>
          <w:rFonts w:hint="cs"/>
          <w:rtl/>
        </w:rPr>
        <w:t>ی</w:t>
      </w:r>
      <w:r>
        <w:rPr>
          <w:rtl/>
        </w:rPr>
        <w:t xml:space="preserve"> رگ ا</w:t>
      </w:r>
      <w:r>
        <w:rPr>
          <w:rFonts w:hint="eastAsia"/>
          <w:rtl/>
        </w:rPr>
        <w:t>ُس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بلاکج ہے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کروں گا تو اُس شخص نے کہا کتنے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ڈاکٹر نے کہا دو لا کھ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انپڑہ اور جاہل تھا تو اُس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لاکھ رو 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دوں تو اُس نے ڈاکٹر سے پو چھا کس طرح سے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ڈاکٹر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رگ ہے </w:t>
      </w:r>
      <w:r>
        <w:rPr>
          <w:rFonts w:hint="eastAsia"/>
          <w:rtl/>
        </w:rPr>
        <w:t>اس</w:t>
      </w:r>
      <w:r>
        <w:rPr>
          <w:rtl/>
        </w:rPr>
        <w:t xml:space="preserve"> کو اس طر ح سے صاف کروں گا تو اُس نے اپنے سے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کروں دو لا کھ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دوں پہلے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 اگر کو 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Fonts w:hint="cs"/>
          <w:rtl/>
        </w:rPr>
        <w:t>ی</w:t>
      </w:r>
      <w:r>
        <w:rPr>
          <w:rtl/>
        </w:rPr>
        <w:t xml:space="preserve"> کرے اور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چاک کرے کہے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 ک</w:t>
      </w:r>
      <w:r>
        <w:rPr>
          <w:rFonts w:hint="cs"/>
          <w:rtl/>
        </w:rPr>
        <w:t>ی</w:t>
      </w:r>
      <w:r>
        <w:rPr>
          <w:rtl/>
        </w:rPr>
        <w:t xml:space="preserve"> آٹر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آ 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کروں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اُس ک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بچے گا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مر جا ئے گا تو اگر مر جا ئے تو پور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لعنت کر ے گ</w:t>
      </w:r>
      <w:r>
        <w:rPr>
          <w:rFonts w:hint="cs"/>
          <w:rtl/>
        </w:rPr>
        <w:t>ی</w:t>
      </w:r>
      <w:r>
        <w:rPr>
          <w:rtl/>
        </w:rPr>
        <w:t xml:space="preserve"> کہ تو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قاتل ہے تو وہ لو گوں کو جواب دے گا کہ جو کام ڈاکٹر کر رہا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ہ</w:t>
      </w:r>
      <w:r>
        <w:rPr>
          <w:rFonts w:hint="cs"/>
          <w:rtl/>
        </w:rPr>
        <w:t>ی</w:t>
      </w:r>
      <w:r>
        <w:rPr>
          <w:rtl/>
        </w:rPr>
        <w:t xml:space="preserve"> کر ڈالا تو لوگ اُسے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اے ب</w:t>
      </w:r>
      <w:r>
        <w:rPr>
          <w:rFonts w:hint="cs"/>
          <w:rtl/>
        </w:rPr>
        <w:t>ی</w:t>
      </w:r>
      <w:r>
        <w:rPr>
          <w:rFonts w:hint="eastAsia"/>
          <w:rtl/>
        </w:rPr>
        <w:t>وقوف</w:t>
      </w:r>
      <w:r>
        <w:rPr>
          <w:rtl/>
        </w:rPr>
        <w:t xml:space="preserve"> ڈاکٹر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پڑھا ہے اگر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آپ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کرے تو وہ دو لاکھ کا مستحق ہے اگر تو جاہل آ کر آپر</w:t>
      </w:r>
      <w:r>
        <w:rPr>
          <w:rFonts w:hint="cs"/>
          <w:rtl/>
        </w:rPr>
        <w:t>ی</w:t>
      </w:r>
      <w:r>
        <w:rPr>
          <w:rFonts w:hint="eastAsia"/>
          <w:rtl/>
        </w:rPr>
        <w:t>شن</w:t>
      </w:r>
      <w:r>
        <w:rPr>
          <w:rtl/>
        </w:rPr>
        <w:t xml:space="preserve"> کرے تو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کا قاتل ہے بالکل اس</w:t>
      </w:r>
      <w:r>
        <w:rPr>
          <w:rFonts w:hint="cs"/>
          <w:rtl/>
        </w:rPr>
        <w:t>ی</w:t>
      </w:r>
      <w:r>
        <w:rPr>
          <w:rtl/>
        </w:rPr>
        <w:t xml:space="preserve"> طرح سے جو مجتہد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علم حاصل کرے اگر وہ فتو</w:t>
      </w:r>
      <w:r>
        <w:rPr>
          <w:rFonts w:hint="cs"/>
          <w:rtl/>
        </w:rPr>
        <w:t>یٰ</w:t>
      </w:r>
      <w:r>
        <w:rPr>
          <w:rtl/>
        </w:rPr>
        <w:t xml:space="preserve"> دے تو وہ ثواب کا مستحق ہے اگر کو ئ</w:t>
      </w:r>
      <w:r>
        <w:rPr>
          <w:rFonts w:hint="cs"/>
          <w:rtl/>
        </w:rPr>
        <w:t>ی</w:t>
      </w:r>
      <w:r>
        <w:rPr>
          <w:rtl/>
        </w:rPr>
        <w:t xml:space="preserve"> جا ہل جو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کر فتو</w:t>
      </w:r>
      <w:r>
        <w:rPr>
          <w:rFonts w:hint="cs"/>
          <w:rtl/>
        </w:rPr>
        <w:t>یٰ</w:t>
      </w:r>
      <w:r>
        <w:rPr>
          <w:rtl/>
        </w:rPr>
        <w:t xml:space="preserve"> دے تو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قاتل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سے انسان کو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تاجر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جب تک ممبر کے تقدس کو بحال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فتنہ اٹھتے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پھر کو ئ</w:t>
      </w:r>
      <w:r>
        <w:rPr>
          <w:rFonts w:hint="cs"/>
          <w:rtl/>
        </w:rPr>
        <w:t>ی</w:t>
      </w:r>
      <w:r>
        <w:rPr>
          <w:rtl/>
        </w:rPr>
        <w:t xml:space="preserve"> اور فتنہ اٹھا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کا صرف حل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جعفر صادق (ع)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>! ہر عالم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مت ل</w:t>
      </w:r>
      <w:r>
        <w:rPr>
          <w:rFonts w:hint="cs"/>
          <w:rtl/>
        </w:rPr>
        <w:t>ی</w:t>
      </w:r>
      <w:r>
        <w:rPr>
          <w:rtl/>
        </w:rPr>
        <w:t>نا اُس عالم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پرکھ لو کہ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بلکہ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ئے گا۔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ج ممبر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کو 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بدبخت لوگ طوائفوں کے کوٹھو ں پر جا کر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</w:t>
      </w:r>
      <w:r>
        <w:rPr>
          <w:rFonts w:hint="cs"/>
          <w:rtl/>
        </w:rPr>
        <w:t>ی</w:t>
      </w:r>
      <w:r>
        <w:rPr>
          <w:rtl/>
        </w:rPr>
        <w:t xml:space="preserve"> لوگ آکر ممبر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مجلس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صاف طاہر مذہب آج ہم ممبر پر کس قدر ظلم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ممبر پر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اور وہ بڑے بڑے ذاکر خود کو علامہ کہلاتے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آپ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عباس (ع) کے 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فلاں ہندوستان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کٹر</w:t>
      </w:r>
      <w:r>
        <w:rPr>
          <w:rtl/>
        </w:rPr>
        <w:t xml:space="preserve"> کے بال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اس سے بڑ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ممبر پر کہا جا رہا ہے اے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! کب تک چپ رہو </w:t>
      </w:r>
      <w:r>
        <w:rPr>
          <w:rFonts w:hint="eastAsia"/>
          <w:rtl/>
        </w:rPr>
        <w:t>گے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پ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پ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تفرقہ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اُن کا مقصد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ہے ہمارے ذاکر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امربالمعروف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ذاکر امر بالمعروف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تو آ پ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فرض ہے کہ امر بالمعروف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ممبر پر آ نے کا حق ادا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”اشھد انک قد اقمت الصلاة و آت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الزکوٰة و امرت بالمعروف و نھ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عن المنکر“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پ ک</w:t>
      </w:r>
      <w:r>
        <w:rPr>
          <w:rFonts w:hint="cs"/>
          <w:rtl/>
        </w:rPr>
        <w:t>ی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ہے کہ نماز قائم رہے زکات قائم رہے اور امربالمعروف قائم رہے ا گر ممبر پر آ نے والا صرف واہ واہ کر کے چلا جائے اور پانچ منٹ نماز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پانچ منٹ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وہ مجرم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بھ</w:t>
      </w:r>
      <w:r>
        <w:rPr>
          <w:rFonts w:hint="cs"/>
          <w:rtl/>
        </w:rPr>
        <w:t>ی</w:t>
      </w:r>
      <w:r>
        <w:rPr>
          <w:rtl/>
        </w:rPr>
        <w:t xml:space="preserve"> مجرم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اُن ک</w:t>
      </w:r>
      <w:r>
        <w:rPr>
          <w:rFonts w:hint="eastAsia"/>
          <w:rtl/>
        </w:rPr>
        <w:t>ے</w:t>
      </w:r>
      <w:r>
        <w:rPr>
          <w:rtl/>
        </w:rPr>
        <w:t xml:space="preserve">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tl/>
        </w:rPr>
        <w:t xml:space="preserve">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رسول خدا (ص)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کن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کے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؟رسول خدا </w:t>
      </w:r>
      <w:r>
        <w:rPr>
          <w:rFonts w:hint="cs"/>
          <w:rtl/>
        </w:rPr>
        <w:t>ﷺ</w:t>
      </w:r>
      <w:r>
        <w:rPr>
          <w:rFonts w:hint="eastAsia"/>
          <w:rtl/>
        </w:rPr>
        <w:t>نے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اُن کے مجلس اور دروس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</w:t>
      </w:r>
      <w:r w:rsidR="00C96147">
        <w:rPr>
          <w:rtl/>
        </w:rPr>
        <w:t>و</w:t>
      </w:r>
      <w:r>
        <w:rPr>
          <w:rtl/>
        </w:rPr>
        <w:t xml:space="preserve"> جن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نہ ہو ،اور اللہ کے رسول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اُن ک</w:t>
      </w:r>
      <w:r>
        <w:rPr>
          <w:rFonts w:hint="cs"/>
          <w:rtl/>
        </w:rPr>
        <w:t>ی</w:t>
      </w:r>
      <w:r>
        <w:rPr>
          <w:rtl/>
        </w:rPr>
        <w:t xml:space="preserve"> مجلسوں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</w:t>
      </w:r>
      <w:r w:rsidR="00C96147">
        <w:rPr>
          <w:rtl/>
        </w:rPr>
        <w:t>و</w:t>
      </w:r>
      <w:r>
        <w:rPr>
          <w:rtl/>
        </w:rPr>
        <w:t xml:space="preserve"> جہاں جا نے سے تمہارے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 دوسرا جہاں جانے سے آداب اسلام</w:t>
      </w:r>
      <w:r>
        <w:rPr>
          <w:rFonts w:hint="cs"/>
          <w:rtl/>
        </w:rPr>
        <w:t>ی</w:t>
      </w:r>
      <w:r>
        <w:rPr>
          <w:rtl/>
        </w:rPr>
        <w:t xml:space="preserve"> سکھا ئے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 کہ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ہمارے لوگ بوڑھے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اُن کو حرام حلال کا معلوم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غسل کا اُن کو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وضو کر 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معلوم</w:t>
      </w:r>
      <w:r>
        <w:rPr>
          <w:rtl/>
        </w:rPr>
        <w:t xml:space="preserve"> ہو تا ہے ممبر پر آداب اسلام</w:t>
      </w:r>
      <w:r>
        <w:rPr>
          <w:rFonts w:hint="cs"/>
          <w:rtl/>
        </w:rPr>
        <w:t>ی</w:t>
      </w:r>
      <w:r>
        <w:rPr>
          <w:rtl/>
        </w:rPr>
        <w:t xml:space="preserve"> بتا ئے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حقوق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شو ہر کے حقوق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،رسول خدا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شرط بتا ئ</w:t>
      </w:r>
      <w:r>
        <w:rPr>
          <w:rFonts w:hint="cs"/>
          <w:rtl/>
        </w:rPr>
        <w:t>ی</w:t>
      </w:r>
      <w:r>
        <w:rPr>
          <w:rtl/>
        </w:rPr>
        <w:t xml:space="preserve"> کہ اُن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 جہاں 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ہو جہاں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نفوس کو پاک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۔ اے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 آ 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دروس اور مجالس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</w:t>
      </w:r>
      <w:r>
        <w:rPr>
          <w:rFonts w:hint="eastAsia"/>
          <w:rtl/>
        </w:rPr>
        <w:t>تزک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امر بالمعروف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تا تو درس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عالم کو کہئے کہ مو لانا صاحب آ 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گھنٹہ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رک</w:t>
      </w:r>
      <w:r>
        <w:rPr>
          <w:rFonts w:hint="cs"/>
          <w:rtl/>
        </w:rPr>
        <w:t>ی</w:t>
      </w:r>
      <w:r>
        <w:rPr>
          <w:rtl/>
        </w:rPr>
        <w:t xml:space="preserve"> آپ نے پانچ منٹ بھ</w:t>
      </w:r>
      <w:r>
        <w:rPr>
          <w:rFonts w:hint="cs"/>
          <w:rtl/>
        </w:rPr>
        <w:t>ی</w:t>
      </w:r>
      <w:r>
        <w:rPr>
          <w:rtl/>
        </w:rPr>
        <w:t xml:space="preserve">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مقصد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آج</w:t>
      </w:r>
      <w:r>
        <w:rPr>
          <w:rtl/>
        </w:rPr>
        <w:t xml:space="preserve"> قوم تباہ ہو رہ</w:t>
      </w:r>
      <w:r>
        <w:rPr>
          <w:rFonts w:hint="cs"/>
          <w:rtl/>
        </w:rPr>
        <w:t>ی</w:t>
      </w:r>
      <w:r>
        <w:rPr>
          <w:rtl/>
        </w:rPr>
        <w:t xml:space="preserve"> ہے آ ج نو جوان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ڈش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دوسرا کبل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انٹرنٹ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نو جوان تباہ ہو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ممبر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آئے تو ادھر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بجائے لط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سنا ئے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۹</w:t>
      </w:r>
      <w:r>
        <w:rPr>
          <w:rtl/>
        </w:rPr>
        <w:t>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الاول کا دن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ذاکر نے ممبر پر آ </w:t>
      </w:r>
      <w:r>
        <w:rPr>
          <w:rFonts w:hint="eastAsia"/>
          <w:rtl/>
        </w:rPr>
        <w:t>کر</w:t>
      </w:r>
      <w:r>
        <w:rPr>
          <w:rtl/>
        </w:rPr>
        <w:t xml:space="preserve"> فلم</w:t>
      </w:r>
      <w:r>
        <w:rPr>
          <w:rFonts w:hint="cs"/>
          <w:rtl/>
        </w:rPr>
        <w:t>ی</w:t>
      </w:r>
      <w:r>
        <w:rPr>
          <w:rtl/>
        </w:rPr>
        <w:t xml:space="preserve"> گانا سنا ئے ممبر ما تم کر نے ک</w:t>
      </w:r>
      <w:r>
        <w:rPr>
          <w:rFonts w:hint="cs"/>
          <w:rtl/>
        </w:rPr>
        <w:t>ی</w:t>
      </w:r>
      <w:r>
        <w:rPr>
          <w:rtl/>
        </w:rPr>
        <w:t xml:space="preserve"> جگہ ہے اس قدر ممبر کا تقدس پامال ہو رہا ہے قرآن ک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عذاب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عذاب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وہ امر بالمعروف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عذاب آ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نے اُن سے کہا کہ سن</w:t>
      </w:r>
      <w:r>
        <w:rPr>
          <w:rFonts w:hint="cs"/>
          <w:rtl/>
        </w:rPr>
        <w:t>ی</w:t>
      </w:r>
      <w:r>
        <w:rPr>
          <w:rFonts w:hint="eastAsia"/>
          <w:rtl/>
        </w:rPr>
        <w:t>جر</w:t>
      </w:r>
      <w:r>
        <w:rPr>
          <w:rtl/>
        </w:rPr>
        <w:t xml:space="preserve"> کے دن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مت پکڑنا مگر </w:t>
      </w:r>
      <w:r>
        <w:rPr>
          <w:rFonts w:hint="eastAsia"/>
          <w:rtl/>
        </w:rPr>
        <w:t>وہ</w:t>
      </w:r>
      <w:r>
        <w:rPr>
          <w:rtl/>
        </w:rPr>
        <w:t xml:space="preserve"> لوگ اُس دن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پکڑتے تھے اور دوسرا کس وجہ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خود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پکڑتے تھے مگر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وہ دو نوں قسم کے لوگ عذاب الہ</w:t>
      </w:r>
      <w:r>
        <w:rPr>
          <w:rFonts w:hint="cs"/>
          <w:rtl/>
        </w:rPr>
        <w:t>ی</w:t>
      </w:r>
      <w:r>
        <w:rPr>
          <w:rtl/>
        </w:rPr>
        <w:t xml:space="preserve"> سے بچ نہ سکے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خود تو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مگر دوسروں کو روکتے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فقط وہ عذاب سے بچ گئے جو مچھل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پکڑتے تھے اور پکڑنے والے کو امر بالمعروف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آپ بھ</w:t>
      </w:r>
      <w:r>
        <w:rPr>
          <w:rFonts w:hint="cs"/>
          <w:rtl/>
        </w:rPr>
        <w:t>ی</w:t>
      </w:r>
      <w:r>
        <w:rPr>
          <w:rtl/>
        </w:rPr>
        <w:t xml:space="preserve"> اُن کے جرم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ذاکر ہے وہ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 تو آپ اگر وہاں چپ رہے تو آ پ بھ</w:t>
      </w:r>
      <w:r>
        <w:rPr>
          <w:rFonts w:hint="cs"/>
          <w:rtl/>
        </w:rPr>
        <w:t>ی</w:t>
      </w:r>
      <w:r>
        <w:rPr>
          <w:rtl/>
        </w:rPr>
        <w:t xml:space="preserve"> اگر آپ ڈر ک</w:t>
      </w:r>
      <w:r>
        <w:rPr>
          <w:rFonts w:hint="cs"/>
          <w:rtl/>
        </w:rPr>
        <w:t>ی</w:t>
      </w:r>
      <w:r>
        <w:rPr>
          <w:rtl/>
        </w:rPr>
        <w:t xml:space="preserve"> وجہ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بے عزت</w:t>
      </w:r>
      <w:r>
        <w:rPr>
          <w:rFonts w:hint="cs"/>
          <w:rtl/>
        </w:rPr>
        <w:t>ی</w:t>
      </w:r>
      <w:r>
        <w:rPr>
          <w:rtl/>
        </w:rPr>
        <w:t xml:space="preserve"> نہ ہو جا ئے ۔ مجلس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آ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ر</w:t>
      </w:r>
      <w:r>
        <w:rPr>
          <w:rFonts w:hint="cs"/>
          <w:rtl/>
        </w:rPr>
        <w:t>ی</w:t>
      </w:r>
      <w:r>
        <w:rPr>
          <w:rtl/>
        </w:rPr>
        <w:t xml:space="preserve"> شرک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ج مو لا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ظلم ہو رہا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ذاکر امر بالمعروف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 (ص)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کہ جو لا الہ الا اللہ سچے دل سے کہے وہ عذاب الہ</w:t>
      </w:r>
      <w:r>
        <w:rPr>
          <w:rFonts w:hint="cs"/>
          <w:rtl/>
        </w:rPr>
        <w:t>ی</w:t>
      </w:r>
      <w:r>
        <w:rPr>
          <w:rtl/>
        </w:rPr>
        <w:t xml:space="preserve"> سے محفوظ ہے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ہے اصحاب کرا م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رسول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رسول خدا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شرط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لا الہ الا اللہ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کرے تو اصحاب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لہ الا اللہ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کر ے گا رسول خدا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ہاں کچھ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الہ الا اللہ مگر لا الہ الا اللہ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اصحاب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اللہ کے رسول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سمجھ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 ر ہ</w:t>
      </w:r>
      <w:r>
        <w:rPr>
          <w:rFonts w:hint="cs"/>
          <w:rtl/>
        </w:rPr>
        <w:t>ی</w:t>
      </w:r>
      <w:r>
        <w:rPr>
          <w:rtl/>
        </w:rPr>
        <w:t xml:space="preserve"> ہے کہ کون مسلمان ہو گا کہ وہ لا الہ الا اللہ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گا اللہ کے رسول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کو ئ</w:t>
      </w:r>
      <w:r>
        <w:rPr>
          <w:rFonts w:hint="cs"/>
          <w:rtl/>
        </w:rPr>
        <w:t>ی</w:t>
      </w:r>
      <w:r>
        <w:rPr>
          <w:rtl/>
        </w:rPr>
        <w:t xml:space="preserve"> لا الہ الا اللہ کر نے والا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ہے اور اُس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ہو رہا ہے جو قرآن کے خلاف ہے جو 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خلاف ہے مثال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ذاکر جو آج کل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نماز ک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جنت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جب کہ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موا</w:t>
      </w:r>
      <w:r w:rsidR="00902C8C" w:rsidRPr="00902C8C">
        <w:rPr>
          <w:rStyle w:val="libAieChar"/>
          <w:rtl/>
        </w:rPr>
        <w:t xml:space="preserve"> الصلاة ولا تکو نوا من المشرک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 جو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وہ مشرک ہے اللہ کے رسول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DA137E">
        <w:rPr>
          <w:rStyle w:val="libArabicChar"/>
          <w:rtl/>
        </w:rPr>
        <w:t>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س</w:t>
      </w:r>
      <w:r w:rsidRPr="00DA137E">
        <w:rPr>
          <w:rStyle w:val="libArabicChar"/>
          <w:rtl/>
        </w:rPr>
        <w:t xml:space="preserve"> من امت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من ا</w:t>
      </w:r>
      <w:r w:rsidRPr="00DA137E">
        <w:rPr>
          <w:rStyle w:val="libArabicChar"/>
          <w:rFonts w:hint="eastAsia"/>
          <w:rtl/>
        </w:rPr>
        <w:t>ستخف</w:t>
      </w:r>
      <w:r w:rsidRPr="00DA137E">
        <w:rPr>
          <w:rStyle w:val="libArabicChar"/>
          <w:rtl/>
        </w:rPr>
        <w:t xml:space="preserve"> بالصلاة</w:t>
      </w:r>
      <w:r>
        <w:rPr>
          <w:rtl/>
        </w:rPr>
        <w:t>“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امت سے خارج ہے اب اگر کس</w:t>
      </w:r>
      <w:r>
        <w:rPr>
          <w:rFonts w:hint="cs"/>
          <w:rtl/>
        </w:rPr>
        <w:t>ی</w:t>
      </w:r>
      <w:r>
        <w:rPr>
          <w:rtl/>
        </w:rPr>
        <w:t xml:space="preserve"> ذاکر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رسول خدا کے فر ما ن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سارے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فر ما ن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اگر آ پ نے اس کے دروس کو سنا مگر آ پ نے اٹھ کر احتجا 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نے بھ</w:t>
      </w:r>
      <w:r>
        <w:rPr>
          <w:rFonts w:hint="cs"/>
          <w:rtl/>
        </w:rPr>
        <w:t>ی</w:t>
      </w:r>
      <w:r>
        <w:rPr>
          <w:rtl/>
        </w:rPr>
        <w:t xml:space="preserve"> لاالہ الا الل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مثال</w:t>
      </w:r>
      <w:r>
        <w:rPr>
          <w:rtl/>
        </w:rPr>
        <w:t xml:space="preserve"> اگر آ پ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گئے اور آپ نے امر بالمعروف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آپ نے لا الہ الا اللہ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 الہ الا اللہ اُسے عذاب سے بچا ئے گا جو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 الہ الا اللہ ک</w:t>
      </w:r>
      <w:r>
        <w:rPr>
          <w:rFonts w:hint="cs"/>
          <w:rtl/>
        </w:rPr>
        <w:t>ی</w:t>
      </w:r>
      <w:r>
        <w:rPr>
          <w:rtl/>
        </w:rPr>
        <w:t xml:space="preserve"> تو 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گناہ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ہم پر واجب ہے کہ امر بالمعروف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قدس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کوئ</w:t>
      </w:r>
      <w:r>
        <w:rPr>
          <w:rFonts w:hint="cs"/>
          <w:rtl/>
        </w:rPr>
        <w:t>ی</w:t>
      </w:r>
      <w:r>
        <w:rPr>
          <w:rtl/>
        </w:rPr>
        <w:t xml:space="preserve"> مو من ہے مگر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 سے بغض و دشمن</w:t>
      </w:r>
      <w:r>
        <w:rPr>
          <w:rFonts w:hint="cs"/>
          <w:rtl/>
        </w:rPr>
        <w:t>ی</w:t>
      </w:r>
      <w:r>
        <w:rPr>
          <w:rtl/>
        </w:rPr>
        <w:t xml:space="preserve"> رکہتا ہوں تو اصحاب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 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ہمار</w:t>
      </w:r>
      <w:r>
        <w:rPr>
          <w:rFonts w:hint="cs"/>
          <w:rtl/>
        </w:rPr>
        <w:t>ی</w:t>
      </w:r>
      <w:r>
        <w:rPr>
          <w:rtl/>
        </w:rPr>
        <w:t xml:space="preserve"> سمجھ سے بالا ہے کہ مو من بھ</w:t>
      </w:r>
      <w:r>
        <w:rPr>
          <w:rFonts w:hint="cs"/>
          <w:rtl/>
        </w:rPr>
        <w:t>ی</w:t>
      </w:r>
      <w:r>
        <w:rPr>
          <w:rtl/>
        </w:rPr>
        <w:t xml:space="preserve"> ہو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مو لا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 من ہے جو بزدل ہے امر بالمعروف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ہے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فلان شخص ناراض ہو جا ئے گا وہ لوگ اللہ کو ناراض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مو لا نا صاحب نا راض نہ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خالہ نا راض نہ ہو ،م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دوست نا راض نہ ہو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 من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اُس سے خدا دشمن</w:t>
      </w:r>
      <w:r>
        <w:rPr>
          <w:rFonts w:hint="cs"/>
          <w:rtl/>
        </w:rPr>
        <w:t>ی</w:t>
      </w:r>
      <w:r>
        <w:rPr>
          <w:rtl/>
        </w:rPr>
        <w:t xml:space="preserve"> رکھتا ہے کبھ</w:t>
      </w:r>
      <w:r>
        <w:rPr>
          <w:rFonts w:hint="cs"/>
          <w:rtl/>
        </w:rPr>
        <w:t>ی</w:t>
      </w:r>
      <w:r>
        <w:rPr>
          <w:rtl/>
        </w:rPr>
        <w:t xml:space="preserve"> خدا اُس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eastAsia"/>
          <w:rtl/>
        </w:rPr>
        <w:t>بت</w:t>
      </w:r>
      <w:r>
        <w:rPr>
          <w:rtl/>
        </w:rPr>
        <w:t xml:space="preserve"> کا نور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گا جو گناہ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مگر امر بالمعروف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رہا ہے جو مو من امر بالمعروف نہ کرے خدا نے اُسے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کہا مگر عالم کے لئے اس سے بھ</w:t>
      </w:r>
      <w:r>
        <w:rPr>
          <w:rFonts w:hint="cs"/>
          <w:rtl/>
        </w:rPr>
        <w:t>ی</w:t>
      </w:r>
      <w:r>
        <w:rPr>
          <w:rtl/>
        </w:rPr>
        <w:t xml:space="preserve"> سخت حکم ہے امام جعفر صادق (ع) نے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گناہ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ہے اگر امر بالمعروف ن</w:t>
      </w:r>
      <w:r>
        <w:rPr>
          <w:rFonts w:hint="eastAsia"/>
          <w:rtl/>
        </w:rPr>
        <w:t>ہ</w:t>
      </w:r>
      <w:r>
        <w:rPr>
          <w:rtl/>
        </w:rPr>
        <w:t xml:space="preserve"> کرے اُس پر خدا ک</w:t>
      </w:r>
      <w:r>
        <w:rPr>
          <w:rFonts w:hint="cs"/>
          <w:rtl/>
        </w:rPr>
        <w:t>ی</w:t>
      </w:r>
      <w:r>
        <w:rPr>
          <w:rtl/>
        </w:rPr>
        <w:t xml:space="preserve"> لعنت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سازش ہو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کربلا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دوسرا اسرا 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 ئ</w:t>
      </w:r>
      <w:r>
        <w:rPr>
          <w:rFonts w:hint="cs"/>
          <w:rtl/>
        </w:rPr>
        <w:t>ی</w:t>
      </w:r>
      <w:r>
        <w:rPr>
          <w:rtl/>
        </w:rPr>
        <w:t xml:space="preserve"> مومن وہاں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اپنے نام سے بھ</w:t>
      </w:r>
      <w:r>
        <w:rPr>
          <w:rFonts w:hint="cs"/>
          <w:rtl/>
        </w:rPr>
        <w:t>ی</w:t>
      </w:r>
      <w:r>
        <w:rPr>
          <w:rtl/>
        </w:rPr>
        <w:t xml:space="preserve"> گھر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کو ئ</w:t>
      </w:r>
      <w:r>
        <w:rPr>
          <w:rFonts w:hint="cs"/>
          <w:rtl/>
        </w:rPr>
        <w:t>ی</w:t>
      </w:r>
      <w:r>
        <w:rPr>
          <w:rtl/>
        </w:rPr>
        <w:t xml:space="preserve"> دوا خانہ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وہاں کو ئ</w:t>
      </w:r>
      <w:r>
        <w:rPr>
          <w:rFonts w:hint="cs"/>
          <w:rtl/>
        </w:rPr>
        <w:t>ی</w:t>
      </w:r>
      <w:r>
        <w:rPr>
          <w:rtl/>
        </w:rPr>
        <w:t xml:space="preserve"> لائٹ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پان</w:t>
      </w:r>
      <w:r>
        <w:rPr>
          <w:rFonts w:hint="cs"/>
          <w:rtl/>
        </w:rPr>
        <w:t>ی</w:t>
      </w:r>
      <w:r>
        <w:rPr>
          <w:rtl/>
        </w:rPr>
        <w:t xml:space="preserve"> کا بندوبست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کر بلا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صدام نے بہت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وقت بہت مو قعہ ہے وہاں کا اوقاف کا منسٹر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اُس سے بات بھ</w:t>
      </w:r>
      <w:r>
        <w:rPr>
          <w:rFonts w:hint="cs"/>
          <w:rtl/>
        </w:rPr>
        <w:t>ی</w:t>
      </w:r>
      <w:r>
        <w:rPr>
          <w:rtl/>
        </w:rPr>
        <w:t xml:space="preserve"> ہو چک</w:t>
      </w:r>
      <w:r>
        <w:rPr>
          <w:rFonts w:hint="cs"/>
          <w:rtl/>
        </w:rPr>
        <w:t>ی</w:t>
      </w:r>
      <w:r>
        <w:rPr>
          <w:rtl/>
        </w:rPr>
        <w:t xml:space="preserve"> ہے اُس نے کہا ج</w:t>
      </w:r>
      <w:r>
        <w:rPr>
          <w:rFonts w:hint="cs"/>
          <w:rtl/>
        </w:rPr>
        <w:t>ی</w:t>
      </w:r>
      <w:r>
        <w:rPr>
          <w:rtl/>
        </w:rPr>
        <w:t xml:space="preserve"> جو مومن بھ</w:t>
      </w:r>
      <w:r>
        <w:rPr>
          <w:rFonts w:hint="cs"/>
          <w:rtl/>
        </w:rPr>
        <w:t>ی</w:t>
      </w:r>
      <w:r>
        <w:rPr>
          <w:rtl/>
        </w:rPr>
        <w:t xml:space="preserve"> آ نا چاہتا ہے ہم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ٹرسٹ سے رجسٹرڈ کر اکر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کوئ</w:t>
      </w:r>
      <w:r>
        <w:rPr>
          <w:rFonts w:hint="cs"/>
          <w:rtl/>
        </w:rPr>
        <w:t>ی</w:t>
      </w:r>
      <w:r>
        <w:rPr>
          <w:rtl/>
        </w:rPr>
        <w:t xml:space="preserve"> وہاں امام بار</w:t>
      </w:r>
      <w:r>
        <w:rPr>
          <w:rFonts w:hint="eastAsia"/>
          <w:rtl/>
        </w:rPr>
        <w:t>گاہ</w:t>
      </w:r>
      <w:r>
        <w:rPr>
          <w:rtl/>
        </w:rPr>
        <w:t xml:space="preserve"> بنا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ہاسپٹل بنا 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کے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بہت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ڈاکٹر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ضرورت ہے وہاں ک</w:t>
      </w:r>
      <w:r>
        <w:rPr>
          <w:rFonts w:hint="cs"/>
          <w:rtl/>
        </w:rPr>
        <w:t>ی</w:t>
      </w:r>
      <w:r>
        <w:rPr>
          <w:rtl/>
        </w:rPr>
        <w:t xml:space="preserve"> حالت بہت بر</w:t>
      </w:r>
      <w:r>
        <w:rPr>
          <w:rFonts w:hint="cs"/>
          <w:rtl/>
        </w:rPr>
        <w:t>ی</w:t>
      </w:r>
      <w:r>
        <w:rPr>
          <w:rtl/>
        </w:rPr>
        <w:t xml:space="preserve"> ہے صدام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بہت ما ر اہے بہت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دس لاکھ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</w:t>
      </w:r>
      <w:r>
        <w:rPr>
          <w:rFonts w:hint="eastAsia"/>
          <w:rtl/>
        </w:rPr>
        <w:t>وقت</w:t>
      </w:r>
      <w:r>
        <w:rPr>
          <w:rtl/>
        </w:rPr>
        <w:t xml:space="preserve"> سارے 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 ہئے کہ وہاں کے لو گوں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پر حوزوں ک</w:t>
      </w:r>
      <w:r>
        <w:rPr>
          <w:rFonts w:hint="cs"/>
          <w:rtl/>
        </w:rPr>
        <w:t>ی</w:t>
      </w:r>
      <w:r>
        <w:rPr>
          <w:rtl/>
        </w:rPr>
        <w:t xml:space="preserve"> حالت بہت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وہاں مدرسوں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کا بندوبست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مدرسوں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لائٹ کا بھ</w:t>
      </w:r>
      <w:r>
        <w:rPr>
          <w:rFonts w:hint="cs"/>
          <w:rtl/>
        </w:rPr>
        <w:t>ی</w:t>
      </w:r>
      <w:r>
        <w:rPr>
          <w:rtl/>
        </w:rPr>
        <w:t xml:space="preserve"> انتظام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وہاں بچہ لالٹ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نجف کے حوزہ سے ہ</w:t>
      </w:r>
      <w:r>
        <w:rPr>
          <w:rFonts w:hint="cs"/>
          <w:rtl/>
        </w:rPr>
        <w:t>ی</w:t>
      </w:r>
      <w:r>
        <w:rPr>
          <w:rtl/>
        </w:rPr>
        <w:t xml:space="preserve"> علم آل محمد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ہے اور ا</w:t>
      </w:r>
      <w:r>
        <w:rPr>
          <w:rFonts w:hint="eastAsia"/>
          <w:rtl/>
        </w:rPr>
        <w:t>سے</w:t>
      </w:r>
      <w:r>
        <w:rPr>
          <w:rtl/>
        </w:rPr>
        <w:t xml:space="preserve"> دوبارہ آباد کر نا چا ہئے۔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اختتام</w:t>
      </w:r>
      <w:r>
        <w:rPr>
          <w:rtl/>
        </w:rPr>
        <w:t xml:space="preserve"> </w:t>
      </w:r>
    </w:p>
    <w:p w:rsidR="00DA137E" w:rsidRDefault="00DA137E" w:rsidP="008D78E8">
      <w:pPr>
        <w:pStyle w:val="libNormal"/>
        <w:rPr>
          <w:rtl/>
        </w:rPr>
      </w:pPr>
      <w:r>
        <w:rPr>
          <w:rtl/>
        </w:rPr>
        <w:br w:type="page"/>
      </w:r>
    </w:p>
    <w:p w:rsidR="00A54C30" w:rsidRDefault="00A54C30" w:rsidP="00DA137E">
      <w:pPr>
        <w:pStyle w:val="Heading2Center"/>
        <w:rPr>
          <w:rtl/>
        </w:rPr>
      </w:pPr>
      <w:bookmarkStart w:id="8" w:name="_Toc501450108"/>
      <w:r>
        <w:rPr>
          <w:rFonts w:hint="eastAsia"/>
          <w:rtl/>
        </w:rPr>
        <w:lastRenderedPageBreak/>
        <w:t>مجلس</w:t>
      </w:r>
      <w:r>
        <w:rPr>
          <w:rtl/>
        </w:rPr>
        <w:t xml:space="preserve"> </w:t>
      </w:r>
      <w:r>
        <w:rPr>
          <w:rtl/>
          <w:lang w:bidi="fa-IR"/>
        </w:rPr>
        <w:t>۸</w:t>
      </w:r>
      <w:bookmarkEnd w:id="8"/>
    </w:p>
    <w:p w:rsidR="00DA137E" w:rsidRDefault="00A54C30" w:rsidP="00DA137E">
      <w:pPr>
        <w:pStyle w:val="libArabic"/>
      </w:pPr>
      <w:r>
        <w:rPr>
          <w:rFonts w:hint="eastAsia"/>
          <w:rtl/>
        </w:rPr>
        <w:t>فقد</w:t>
      </w:r>
      <w:r>
        <w:rPr>
          <w:rtl/>
        </w:rPr>
        <w:t xml:space="preserve"> قال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تبارک وتعال</w:t>
      </w:r>
      <w:r>
        <w:rPr>
          <w:rFonts w:hint="cs"/>
          <w:rtl/>
        </w:rPr>
        <w:t>یٰ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بسم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A54C30" w:rsidRDefault="00A54C30" w:rsidP="00DA137E">
      <w:pPr>
        <w:pStyle w:val="libNormal"/>
        <w:rPr>
          <w:rtl/>
        </w:rPr>
      </w:pPr>
      <w:r>
        <w:rPr>
          <w:rtl/>
        </w:rPr>
        <w:t xml:space="preserve">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بق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ة</w:t>
      </w:r>
      <w:r w:rsidR="00902C8C" w:rsidRPr="00902C8C">
        <w:rPr>
          <w:rStyle w:val="libAieChar"/>
          <w:rtl/>
        </w:rPr>
        <w:t xml:space="preserve"> الل</w:t>
      </w:r>
      <w:r w:rsidR="00C96147" w:rsidRPr="00C96147">
        <w:rPr>
          <w:rStyle w:val="libAieChar"/>
          <w:rFonts w:hint="cs"/>
          <w:rtl/>
        </w:rPr>
        <w:t>ه</w:t>
      </w:r>
      <w:r w:rsidR="00902C8C" w:rsidRPr="00C96147">
        <w:rPr>
          <w:rStyle w:val="libAieChar"/>
          <w:rtl/>
        </w:rPr>
        <w:t xml:space="preserve"> خ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ر</w:t>
      </w:r>
      <w:r w:rsidR="00902C8C" w:rsidRPr="00902C8C">
        <w:rPr>
          <w:rStyle w:val="libAieChar"/>
          <w:rtl/>
        </w:rPr>
        <w:t xml:space="preserve"> لکم ان کنتم مومن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(سور</w:t>
      </w:r>
      <w:r w:rsidR="00C96147" w:rsidRPr="00C96147">
        <w:rPr>
          <w:rtl/>
        </w:rPr>
        <w:t xml:space="preserve">ہ </w:t>
      </w:r>
      <w:r>
        <w:rPr>
          <w:rtl/>
        </w:rPr>
        <w:t xml:space="preserve"> ہود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 xml:space="preserve">۸۶)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پر</w:t>
      </w:r>
      <w:r>
        <w:rPr>
          <w:rtl/>
        </w:rPr>
        <w:t xml:space="preserve"> وردگار عالم نے اس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 ت امام زمانہ (عج)کے وجود کا ذکر فر 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بق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جسے اللہ نے آ ج تک باق</w:t>
      </w:r>
      <w:r>
        <w:rPr>
          <w:rFonts w:hint="cs"/>
          <w:rtl/>
        </w:rPr>
        <w:t>ی</w:t>
      </w:r>
      <w:r>
        <w:rPr>
          <w:rtl/>
        </w:rPr>
        <w:t xml:space="preserve"> رکھا اُس امام کا وجود تمہارے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اگر کس</w:t>
      </w:r>
      <w:r>
        <w:rPr>
          <w:rFonts w:hint="cs"/>
          <w:rtl/>
        </w:rPr>
        <w:t>ی</w:t>
      </w:r>
      <w:r>
        <w:rPr>
          <w:rtl/>
        </w:rPr>
        <w:t xml:space="preserve"> نے اپنے زمانے کے امام ک</w:t>
      </w:r>
      <w:r>
        <w:rPr>
          <w:rFonts w:hint="cs"/>
          <w:rtl/>
        </w:rPr>
        <w:t>ی</w:t>
      </w:r>
      <w:r>
        <w:rPr>
          <w:rtl/>
        </w:rPr>
        <w:t xml:space="preserve"> معرفت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”ما ت م</w:t>
      </w:r>
      <w:r>
        <w:rPr>
          <w:rFonts w:hint="cs"/>
          <w:rtl/>
        </w:rPr>
        <w:t>ی</w:t>
      </w:r>
      <w:r>
        <w:rPr>
          <w:rFonts w:hint="eastAsia"/>
          <w:rtl/>
        </w:rPr>
        <w:t>تة</w:t>
      </w:r>
      <w:r>
        <w:rPr>
          <w:rtl/>
        </w:rPr>
        <w:t xml:space="preserve">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کہ وہ کافر ہو کر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C96147">
        <w:rPr>
          <w:rFonts w:hint="cs"/>
          <w:rtl/>
        </w:rPr>
        <w:t>سورہ آ ل عمرا 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اللہ سبحانہ و تعال</w:t>
      </w:r>
      <w:r>
        <w:rPr>
          <w:rFonts w:hint="cs"/>
          <w:rtl/>
        </w:rPr>
        <w:t>یٰ</w:t>
      </w:r>
      <w:r>
        <w:rPr>
          <w:rtl/>
        </w:rPr>
        <w:t xml:space="preserve"> فر ما تا ہے ”را بطو“ اپنے زمانے کے امام کے ساتھ رابطہ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ہ،رابطہ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جسمان</w:t>
      </w:r>
      <w:r>
        <w:rPr>
          <w:rFonts w:hint="cs"/>
          <w:rtl/>
        </w:rPr>
        <w:t>ی</w:t>
      </w:r>
      <w:r>
        <w:rPr>
          <w:rtl/>
        </w:rPr>
        <w:t xml:space="preserve"> را بطہ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 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tl/>
        </w:rPr>
        <w:t xml:space="preserve"> را 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ہر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زمانہ کے ظہور کے لئے بھ</w:t>
      </w:r>
      <w:r>
        <w:rPr>
          <w:rFonts w:hint="cs"/>
          <w:rtl/>
        </w:rPr>
        <w:t>ی</w:t>
      </w:r>
      <w:r>
        <w:rPr>
          <w:rtl/>
        </w:rPr>
        <w:t xml:space="preserve"> دعاء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 پ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آپ سے را ض</w:t>
      </w:r>
      <w:r>
        <w:rPr>
          <w:rFonts w:hint="cs"/>
          <w:rtl/>
        </w:rPr>
        <w:t>ی</w:t>
      </w:r>
      <w:r>
        <w:rPr>
          <w:rtl/>
        </w:rPr>
        <w:t xml:space="preserve"> ہو ں اور آب امام کے ساتھ ر ابطہ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امربالمعروف اور نھ</w:t>
      </w:r>
      <w:r>
        <w:rPr>
          <w:rFonts w:hint="cs"/>
          <w:rtl/>
        </w:rPr>
        <w:t>ی</w:t>
      </w:r>
      <w:r>
        <w:rPr>
          <w:rtl/>
        </w:rPr>
        <w:t xml:space="preserve"> عن المنکر کر نا ہر مسلمان پ</w:t>
      </w:r>
      <w:r>
        <w:rPr>
          <w:rFonts w:hint="eastAsia"/>
          <w:rtl/>
        </w:rPr>
        <w:t>ر</w:t>
      </w:r>
      <w:r>
        <w:rPr>
          <w:rtl/>
        </w:rPr>
        <w:t xml:space="preserve"> واجب ہے اور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سارے اسلام</w:t>
      </w:r>
      <w:r>
        <w:rPr>
          <w:rFonts w:hint="cs"/>
          <w:rtl/>
        </w:rPr>
        <w:t>ی</w:t>
      </w:r>
      <w:r>
        <w:rPr>
          <w:rtl/>
        </w:rPr>
        <w:t xml:space="preserve"> ممالک پر قبضہ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جو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نقشہ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اور کربلا کا نام بھ</w:t>
      </w:r>
      <w:r>
        <w:rPr>
          <w:rFonts w:hint="cs"/>
          <w:rtl/>
        </w:rPr>
        <w:t>ی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کربلا نجف تک تو پہنچ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نقشہ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نام بھ</w:t>
      </w:r>
      <w:r>
        <w:rPr>
          <w:rFonts w:hint="cs"/>
          <w:rtl/>
        </w:rPr>
        <w:t>ی</w:t>
      </w:r>
      <w:r>
        <w:rPr>
          <w:rtl/>
        </w:rPr>
        <w:t xml:space="preserve"> لکھاہے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بُش، بل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پٹھو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ان کا قبضہ ہے وہ جسے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اُسے ال</w:t>
      </w:r>
      <w:r>
        <w:rPr>
          <w:rFonts w:hint="cs"/>
          <w:rtl/>
        </w:rPr>
        <w:t>ی</w:t>
      </w:r>
      <w:r>
        <w:rPr>
          <w:rFonts w:hint="eastAsia"/>
          <w:rtl/>
        </w:rPr>
        <w:t>کشن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ہم ان خب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ہمارے پاس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ذرائع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ہم چپ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جو عراق کا حشر ہوا ہے وہ کل ہمار اہو جا ئ</w:t>
      </w:r>
      <w:r>
        <w:rPr>
          <w:rFonts w:hint="eastAsia"/>
          <w:rtl/>
        </w:rPr>
        <w:t>ے</w:t>
      </w:r>
      <w:r>
        <w:rPr>
          <w:rtl/>
        </w:rPr>
        <w:t xml:space="preserve"> گا۔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کا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ہمارے حکمران بھ</w:t>
      </w:r>
      <w:r>
        <w:rPr>
          <w:rFonts w:hint="cs"/>
          <w:rtl/>
        </w:rPr>
        <w:t>ی</w:t>
      </w:r>
      <w:r>
        <w:rPr>
          <w:rtl/>
        </w:rPr>
        <w:t xml:space="preserve"> ان کے پٹھو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ارادہ کرلے کہ ہم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سب مو لو</w:t>
      </w:r>
      <w:r>
        <w:rPr>
          <w:rFonts w:hint="cs"/>
          <w:rtl/>
        </w:rPr>
        <w:t>ی</w:t>
      </w:r>
      <w:r>
        <w:rPr>
          <w:rtl/>
        </w:rPr>
        <w:t xml:space="preserve"> ہوں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شخص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اسلام کرسکتا ہے مثال کے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کا نام احمد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تھا وہ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دکان پر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تا تھا جب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جذبہ اٹھا تواس نے چند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سے کم پجاس ہزار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کوشش کر کے پانچ ہزار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دے تو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لاب</w:t>
      </w:r>
      <w:r>
        <w:rPr>
          <w:rFonts w:hint="cs"/>
          <w:rtl/>
        </w:rPr>
        <w:t>ی</w:t>
      </w:r>
      <w:r>
        <w:rPr>
          <w:rtl/>
        </w:rPr>
        <w:t xml:space="preserve"> بنے گ</w:t>
      </w:r>
      <w:r>
        <w:rPr>
          <w:rFonts w:hint="cs"/>
          <w:rtl/>
        </w:rPr>
        <w:t>ی</w:t>
      </w:r>
      <w:r>
        <w:rPr>
          <w:rtl/>
        </w:rPr>
        <w:t xml:space="preserve"> ان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قبضہ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انہوں نے بھ</w:t>
      </w:r>
      <w:r>
        <w:rPr>
          <w:rFonts w:hint="cs"/>
          <w:rtl/>
        </w:rPr>
        <w:t>ی</w:t>
      </w:r>
      <w:r>
        <w:rPr>
          <w:rtl/>
        </w:rPr>
        <w:t xml:space="preserve"> بہت محنت ک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C96147">
        <w:rPr>
          <w:rFonts w:hint="cs"/>
          <w:rtl/>
        </w:rPr>
        <w:t xml:space="preserve"> تو پھر ہمار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غلام نہ </w:t>
      </w:r>
      <w:r>
        <w:rPr>
          <w:rtl/>
        </w:rPr>
        <w:lastRenderedPageBreak/>
        <w:t>کہلائ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آ زاد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ہے کہ ہم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</w:t>
      </w:r>
      <w:r>
        <w:rPr>
          <w:rFonts w:hint="eastAsia"/>
          <w:rtl/>
        </w:rPr>
        <w:t>سلام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ورک بنا کر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کو کروڑوں لوگوں تک پہنچاسکتے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ان کو مناظرہ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مسلمان بھ</w:t>
      </w:r>
      <w:r>
        <w:rPr>
          <w:rFonts w:hint="cs"/>
          <w:rtl/>
        </w:rPr>
        <w:t>ی</w:t>
      </w:r>
      <w:r>
        <w:rPr>
          <w:rtl/>
        </w:rPr>
        <w:t xml:space="preserve">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ہے جس کا نام </w:t>
      </w:r>
      <w:r>
        <w:t>Al-Islam.org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سائڈ ہے اس پر سو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 لہ سترہ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</w:t>
      </w:r>
      <w:r>
        <w:rPr>
          <w:rFonts w:hint="eastAsia"/>
          <w:rtl/>
        </w:rPr>
        <w:t>کتابوں</w:t>
      </w:r>
      <w:r>
        <w:rPr>
          <w:rtl/>
        </w:rPr>
        <w:t xml:space="preserve"> کو مطالعہ کر نے سے آپ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تا کہ وہ احمد د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مسلمان بنا نا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C96147">
        <w:rPr>
          <w:rFonts w:hint="cs"/>
          <w:rtl/>
        </w:rPr>
        <w:t xml:space="preserve"> مسلمان بنا نابہت آسان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ہمارے نب</w:t>
      </w:r>
      <w:r>
        <w:rPr>
          <w:rFonts w:hint="cs"/>
          <w:rtl/>
        </w:rPr>
        <w:t>ی</w:t>
      </w:r>
      <w:r>
        <w:rPr>
          <w:rtl/>
        </w:rPr>
        <w:t xml:space="preserve"> کا ذکر ہر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نب</w:t>
      </w:r>
      <w:r>
        <w:rPr>
          <w:rFonts w:hint="cs"/>
          <w:rtl/>
        </w:rPr>
        <w:t>ی</w:t>
      </w:r>
      <w:r>
        <w:rPr>
          <w:rtl/>
        </w:rPr>
        <w:t xml:space="preserve"> کا ذکر تو 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حوالہ ہے</w:t>
      </w:r>
      <w:r>
        <w:t>Chapter John number16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سات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بارہ ان آ 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 ئے گا جس کا نام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ہوگا اور فر 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نبوت فقط بن</w:t>
      </w:r>
      <w:r>
        <w:rPr>
          <w:rFonts w:hint="cs"/>
          <w:rtl/>
        </w:rPr>
        <w:t>ی</w:t>
      </w:r>
      <w:r>
        <w:rPr>
          <w:rtl/>
        </w:rPr>
        <w:t xml:space="preserve"> ا 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ہے مگر اُس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عا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ہوگ</w:t>
      </w:r>
      <w:r>
        <w:rPr>
          <w:rFonts w:hint="cs"/>
          <w:rtl/>
        </w:rPr>
        <w:t>ی</w:t>
      </w:r>
      <w:r>
        <w:rPr>
          <w:rtl/>
        </w:rPr>
        <w:t xml:space="preserve"> اور اُس نب</w:t>
      </w:r>
      <w:r>
        <w:rPr>
          <w:rFonts w:hint="cs"/>
          <w:rtl/>
        </w:rPr>
        <w:t>ی</w:t>
      </w:r>
      <w:r>
        <w:rPr>
          <w:rtl/>
        </w:rPr>
        <w:t xml:space="preserve"> کا نام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فارقل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عبران</w:t>
      </w:r>
      <w:r>
        <w:rPr>
          <w:rFonts w:hint="cs"/>
          <w:rtl/>
        </w:rPr>
        <w:t>ی</w:t>
      </w:r>
      <w:r>
        <w:rPr>
          <w:rtl/>
        </w:rPr>
        <w:t xml:space="preserve"> زبان کا لفظ ہے اگر ہم ا س کا معن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اس کا معن</w:t>
      </w:r>
      <w:r>
        <w:rPr>
          <w:rFonts w:hint="cs"/>
          <w:rtl/>
        </w:rPr>
        <w:t>ی</w:t>
      </w:r>
      <w:r>
        <w:rPr>
          <w:rtl/>
        </w:rPr>
        <w:t xml:space="preserve"> احمد مصطف</w:t>
      </w:r>
      <w:r>
        <w:rPr>
          <w:rFonts w:hint="cs"/>
          <w:rtl/>
        </w:rPr>
        <w:t>ی</w:t>
      </w:r>
      <w:r>
        <w:rPr>
          <w:rtl/>
        </w:rPr>
        <w:t xml:space="preserve"> (ص)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ہمارے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کا ذکر ہندوں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بوک نمبر</w:t>
      </w:r>
      <w:r>
        <w:rPr>
          <w:rtl/>
          <w:lang w:bidi="fa-IR"/>
        </w:rPr>
        <w:t>۳</w:t>
      </w:r>
      <w:r>
        <w:rPr>
          <w:rtl/>
        </w:rPr>
        <w:t xml:space="preserve">اگنگ </w:t>
      </w:r>
      <w:r>
        <w:rPr>
          <w:rtl/>
          <w:lang w:bidi="fa-IR"/>
        </w:rPr>
        <w:t>۲۹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  <w:lang w:bidi="fa-IR"/>
        </w:rPr>
        <w:t>۱۱</w:t>
      </w:r>
      <w:r>
        <w:rPr>
          <w:rtl/>
        </w:rPr>
        <w:t xml:space="preserve"> اس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آخر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آئے گا اس کانام نرشلاش ہو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سنسکرت کا لفظ ہے اگر ہم اس لفظ کو ڈائرکٹ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احمد مصطف</w:t>
      </w:r>
      <w:r>
        <w:rPr>
          <w:rFonts w:hint="cs"/>
          <w:rtl/>
        </w:rPr>
        <w:t>ی</w:t>
      </w:r>
      <w:r>
        <w:rPr>
          <w:rtl/>
        </w:rPr>
        <w:t xml:space="preserve"> (ص) بنتا ہے ۔ </w:t>
      </w:r>
    </w:p>
    <w:p w:rsidR="00A54C30" w:rsidRDefault="00A54C30" w:rsidP="00A54C30">
      <w:pPr>
        <w:pStyle w:val="libNormal"/>
      </w:pPr>
      <w:r>
        <w:rPr>
          <w:rFonts w:hint="eastAsia"/>
          <w:rtl/>
        </w:rPr>
        <w:t>بودہسٹ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ہمارے نب</w:t>
      </w:r>
      <w:r>
        <w:rPr>
          <w:rFonts w:hint="cs"/>
          <w:rtl/>
        </w:rPr>
        <w:t>ی</w:t>
      </w:r>
      <w:r>
        <w:rPr>
          <w:rtl/>
        </w:rPr>
        <w:t xml:space="preserve"> کا ذکر ہے </w:t>
      </w:r>
      <w:r>
        <w:t>The Gosphil of budha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مو جود ہے پارٹ</w:t>
      </w:r>
      <w:r>
        <w:rPr>
          <w:rtl/>
          <w:lang w:bidi="fa-IR"/>
        </w:rPr>
        <w:t>۲</w:t>
      </w:r>
      <w:r>
        <w:rPr>
          <w:rtl/>
        </w:rPr>
        <w:t xml:space="preserve"> اور چپٹر کا نام مٹر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Iam not the first budha who come upon the earth not I shall be last and due to another budha will around the world a Holy come supremly in lighting</w:t>
      </w:r>
      <w:r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بودہا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بودہا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بھ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 خر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ہاد</w:t>
      </w:r>
      <w:r>
        <w:rPr>
          <w:rFonts w:hint="cs"/>
          <w:rtl/>
        </w:rPr>
        <w:t>ی</w:t>
      </w:r>
      <w:r>
        <w:rPr>
          <w:rtl/>
        </w:rPr>
        <w:t xml:space="preserve"> آنے والا ہے جو بڑا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 انہوں نے بہت لمب</w:t>
      </w:r>
      <w:r>
        <w:rPr>
          <w:rFonts w:hint="cs"/>
          <w:rtl/>
        </w:rPr>
        <w:t>ی</w:t>
      </w:r>
      <w:r>
        <w:rPr>
          <w:rtl/>
        </w:rPr>
        <w:t xml:space="preserve"> چوڑ</w:t>
      </w:r>
      <w:r>
        <w:rPr>
          <w:rFonts w:hint="cs"/>
          <w:rtl/>
        </w:rPr>
        <w:t>ی</w:t>
      </w:r>
      <w:r>
        <w:rPr>
          <w:rtl/>
        </w:rPr>
        <w:t xml:space="preserve"> با 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اُن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تھے اناڈا انہوں نے کہا </w:t>
      </w:r>
      <w:r>
        <w:t>Anada said " How we shall we know him to peace one required</w:t>
      </w:r>
      <w:r>
        <w:rPr>
          <w:rtl/>
        </w:rPr>
        <w:t>"</w:t>
      </w:r>
      <w:r w:rsidR="00902C8C">
        <w:rPr>
          <w:rtl/>
        </w:rPr>
        <w:t>)</w:t>
      </w:r>
      <w:r>
        <w:rPr>
          <w:rtl/>
        </w:rPr>
        <w:t xml:space="preserve"> انہوں نے کہا ہم اُن ہاد</w:t>
      </w:r>
      <w:r>
        <w:rPr>
          <w:rFonts w:hint="cs"/>
          <w:rtl/>
        </w:rPr>
        <w:t>ی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پہنچان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اُس کا نام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اب ان بودہس کو مسلمان بنانے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بودھا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t>We will be lone as matrea</w:t>
      </w:r>
      <w:r>
        <w:rPr>
          <w:rtl/>
        </w:rPr>
        <w:t xml:space="preserve"> اُس کا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لفظ سنسکرت زبان کا ہے اگر </w:t>
      </w:r>
      <w:r>
        <w:rPr>
          <w:rFonts w:hint="eastAsia"/>
          <w:rtl/>
        </w:rPr>
        <w:t>ہم</w:t>
      </w:r>
      <w:r>
        <w:rPr>
          <w:rtl/>
        </w:rPr>
        <w:t xml:space="preserve"> اس کو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رحمت کے معن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اُوپر کا لفظ جو 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معن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اگر ہم ان دونوں لفظوں کو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رحمت للعالم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لفظ بنتا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lastRenderedPageBreak/>
        <w:t>زرتشت</w:t>
      </w:r>
      <w:r>
        <w:rPr>
          <w:rFonts w:hint="cs"/>
          <w:rtl/>
        </w:rPr>
        <w:t>ی</w:t>
      </w:r>
      <w:r>
        <w:rPr>
          <w:rtl/>
        </w:rPr>
        <w:t xml:space="preserve"> آ تش پرست لوگ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t>The one prophet will come and his name will be aszatrika</w:t>
      </w:r>
      <w:r>
        <w:rPr>
          <w:rtl/>
        </w:rPr>
        <w:t xml:space="preserve"> اُس نب</w:t>
      </w:r>
      <w:r>
        <w:rPr>
          <w:rFonts w:hint="cs"/>
          <w:rtl/>
        </w:rPr>
        <w:t>ی</w:t>
      </w:r>
      <w:r>
        <w:rPr>
          <w:rtl/>
        </w:rPr>
        <w:t xml:space="preserve"> کا نام </w:t>
      </w:r>
      <w:r>
        <w:t>aszatrika</w:t>
      </w:r>
      <w:r>
        <w:rPr>
          <w:rtl/>
        </w:rPr>
        <w:t xml:space="preserve"> ہو گا اور اُس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اُس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ولادت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آتش کدہ ختم ہو جائے گا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وہ نب</w:t>
      </w:r>
      <w:r>
        <w:rPr>
          <w:rFonts w:hint="cs"/>
          <w:rtl/>
        </w:rPr>
        <w:t>ی</w:t>
      </w:r>
      <w:r>
        <w:rPr>
          <w:rtl/>
        </w:rPr>
        <w:t xml:space="preserve"> آ ئے گا تو وہ کعبة اللہ سے بتوں کو با ہر نکال دے گا اگر ہم اس </w:t>
      </w:r>
      <w:r>
        <w:t>aszatrika</w:t>
      </w:r>
      <w:r>
        <w:rPr>
          <w:rtl/>
        </w:rPr>
        <w:t xml:space="preserve"> کو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ترجمہ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احمد مصطف</w:t>
      </w:r>
      <w:r>
        <w:rPr>
          <w:rFonts w:hint="cs"/>
          <w:rtl/>
        </w:rPr>
        <w:t>یٰ</w:t>
      </w:r>
      <w:r>
        <w:rPr>
          <w:rtl/>
        </w:rPr>
        <w:t xml:space="preserve"> بنتا ہے۔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پڑھا 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پڑھانے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t>phd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ہمارے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انہوں نے اسلام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 رے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لوگوں نے اسلام پر </w:t>
      </w:r>
      <w:r>
        <w:t>phd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چا 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لوگ وہاں جاکر </w:t>
      </w:r>
      <w:r>
        <w:t>phd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 کر پوسٹ ڈاکٹرٹ کر لے اور پوسٹ ڈاکٹر ٹ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 ئ</w:t>
      </w:r>
      <w:r>
        <w:rPr>
          <w:rFonts w:hint="cs"/>
          <w:rtl/>
        </w:rPr>
        <w:t>ی</w:t>
      </w:r>
      <w:r>
        <w:rPr>
          <w:rtl/>
        </w:rPr>
        <w:t xml:space="preserve"> پوست ڈاکٹرٹ کر لے تو وہ ہر </w:t>
      </w:r>
      <w:r>
        <w:rPr>
          <w:rFonts w:hint="cs"/>
          <w:rtl/>
        </w:rPr>
        <w:t>ی</w:t>
      </w:r>
      <w:r>
        <w:rPr>
          <w:rFonts w:hint="eastAsia"/>
          <w:rtl/>
        </w:rPr>
        <w:t>ونورسٹ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کر پڑھا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بھوکا مر جا ئے گا ہمارے ا</w:t>
      </w:r>
      <w:r>
        <w:rPr>
          <w:rFonts w:hint="cs"/>
          <w:rtl/>
        </w:rPr>
        <w:t>ی</w:t>
      </w:r>
      <w:r>
        <w:rPr>
          <w:rtl/>
        </w:rPr>
        <w:t xml:space="preserve">ک دوست مولا نا امجد انہوں نے </w:t>
      </w:r>
      <w:r>
        <w:t>phd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اوفر د</w:t>
      </w:r>
      <w:r>
        <w:rPr>
          <w:rFonts w:hint="cs"/>
          <w:rtl/>
        </w:rPr>
        <w:t>ی</w:t>
      </w:r>
      <w:r>
        <w:rPr>
          <w:rtl/>
        </w:rPr>
        <w:t xml:space="preserve"> ہے اور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پاونڈ ان ک</w:t>
      </w:r>
      <w:r>
        <w:rPr>
          <w:rFonts w:hint="cs"/>
          <w:rtl/>
        </w:rPr>
        <w:t>ی</w:t>
      </w:r>
      <w:r>
        <w:rPr>
          <w:rtl/>
        </w:rPr>
        <w:t xml:space="preserve"> تنخواہ ہے ہمارے لوگ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ہمارے سبج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پر آ رہا ہے اور اسلام کے خلاف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 رہا ہے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حملے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دوسرا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ہو 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 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اور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زخم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علاج تہران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رہنا چا ہئے کہ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اپنے اندر داخل نہ ہو 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توسل کے مانے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مدد کے ما 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 ح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محبت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دلوں سے ختم ہو جائے ۔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جعفر سبحان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 ب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نا چا ہئے اگر کو ئ</w:t>
      </w:r>
      <w:r>
        <w:rPr>
          <w:rFonts w:hint="cs"/>
          <w:rtl/>
        </w:rPr>
        <w:t>ی</w:t>
      </w:r>
      <w:r>
        <w:rPr>
          <w:rtl/>
        </w:rPr>
        <w:t xml:space="preserve"> ہمارے اندر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تو ہم اس کا جواب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حملہ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خطرناک حملہ ہے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ہمارے اندر آ جا ئے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ختم ہو جا ئے گ</w:t>
      </w:r>
      <w:r>
        <w:rPr>
          <w:rFonts w:hint="cs"/>
          <w:rtl/>
        </w:rPr>
        <w:t>ی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مذہب تھا جس ک</w:t>
      </w:r>
      <w:r>
        <w:rPr>
          <w:rFonts w:hint="cs"/>
          <w:rtl/>
        </w:rPr>
        <w:t>ی</w:t>
      </w:r>
      <w:r>
        <w:rPr>
          <w:rtl/>
        </w:rPr>
        <w:t xml:space="preserve"> وجہ سے چارسو سال پہلے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کر نا چا ہتا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خلاف ہے قرآن کے بھ</w:t>
      </w:r>
      <w:r>
        <w:rPr>
          <w:rFonts w:hint="cs"/>
          <w:rtl/>
        </w:rPr>
        <w:t>ی</w:t>
      </w:r>
      <w:r>
        <w:rPr>
          <w:rtl/>
        </w:rPr>
        <w:t xml:space="preserve"> خلاف ہے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قرآن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tl/>
        </w:rPr>
        <w:t xml:space="preserve"> ج کل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نے آ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بنا نے شروع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کس طرح سے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اندر ڈا 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اندر جذبات</w:t>
      </w:r>
      <w:r>
        <w:rPr>
          <w:rFonts w:hint="cs"/>
          <w:rtl/>
        </w:rPr>
        <w:t>ی</w:t>
      </w:r>
      <w:r>
        <w:rPr>
          <w:rtl/>
        </w:rPr>
        <w:t xml:space="preserve"> مسئلہ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ہے وہ لوگ ظاہراً عل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،مگر </w:t>
      </w:r>
      <w:r>
        <w:rPr>
          <w:rtl/>
        </w:rPr>
        <w:lastRenderedPageBreak/>
        <w:t xml:space="preserve">اصل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eastAsia"/>
          <w:rtl/>
        </w:rPr>
        <w:t>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اندر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ٹکڑے ہو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فقہ امام رضا سے حوالہ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کتاب کو ہمارے دشمنوں نے لکھا ہے اور سارے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طاقت لگائ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ہمارے امام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نعوذباللہ </w:t>
      </w:r>
      <w:r>
        <w:rPr>
          <w:rFonts w:hint="eastAsia"/>
          <w:rtl/>
        </w:rPr>
        <w:t>امام</w:t>
      </w:r>
      <w:r>
        <w:rPr>
          <w:rtl/>
        </w:rPr>
        <w:t xml:space="preserve"> جاہل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امام معصوم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کہ قر آن ک</w:t>
      </w:r>
      <w:r>
        <w:rPr>
          <w:rFonts w:hint="cs"/>
          <w:rtl/>
        </w:rPr>
        <w:t>ی</w:t>
      </w:r>
      <w:r>
        <w:rPr>
          <w:rtl/>
        </w:rPr>
        <w:t xml:space="preserve"> سور ہ قل اعوذبرب الناس اور الفلق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 ن ک</w:t>
      </w:r>
      <w:r>
        <w:rPr>
          <w:rFonts w:hint="cs"/>
          <w:rtl/>
        </w:rPr>
        <w:t>ی</w:t>
      </w:r>
      <w:r>
        <w:rPr>
          <w:rtl/>
        </w:rPr>
        <w:t xml:space="preserve"> سورہ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ہو جائے اور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عام ہو جا ئے اور اس کے حوالہ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اس کتاب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گ</w:t>
      </w:r>
      <w:r>
        <w:rPr>
          <w:rFonts w:hint="cs"/>
          <w:rtl/>
        </w:rPr>
        <w:t>ی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کتاب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کتا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قل اعوذبرب الناس قرآن ک</w:t>
      </w:r>
      <w:r>
        <w:rPr>
          <w:rFonts w:hint="cs"/>
          <w:rtl/>
        </w:rPr>
        <w:t>ی</w:t>
      </w:r>
      <w:r>
        <w:rPr>
          <w:rtl/>
        </w:rPr>
        <w:t xml:space="preserve"> سورہ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اگر کو ئ</w:t>
      </w:r>
      <w:r>
        <w:rPr>
          <w:rFonts w:hint="cs"/>
          <w:rtl/>
        </w:rPr>
        <w:t>ی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سورہ کو بھ</w:t>
      </w:r>
      <w:r>
        <w:rPr>
          <w:rFonts w:hint="cs"/>
          <w:rtl/>
        </w:rPr>
        <w:t>ی</w:t>
      </w:r>
      <w:r>
        <w:rPr>
          <w:rtl/>
        </w:rPr>
        <w:t xml:space="preserve"> انکار کر ے وہ کافر ہے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سازش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سادہ لوگوں کو دھو کہ د 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کا کو ئ</w:t>
      </w:r>
      <w:r>
        <w:rPr>
          <w:rFonts w:hint="cs"/>
          <w:rtl/>
        </w:rPr>
        <w:t>ی</w:t>
      </w:r>
      <w:r>
        <w:rPr>
          <w:rtl/>
        </w:rPr>
        <w:t xml:space="preserve">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کا منکر 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ہمار</w:t>
      </w:r>
      <w:r>
        <w:rPr>
          <w:rFonts w:hint="cs"/>
          <w:rtl/>
        </w:rPr>
        <w:t>ی</w:t>
      </w:r>
      <w:r>
        <w:rPr>
          <w:rtl/>
        </w:rPr>
        <w:t xml:space="preserve"> جا ن ہے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ہمار</w:t>
      </w:r>
      <w:r>
        <w:rPr>
          <w:rFonts w:hint="cs"/>
          <w:rtl/>
        </w:rPr>
        <w:t>ی</w:t>
      </w:r>
      <w:r>
        <w:rPr>
          <w:rtl/>
        </w:rPr>
        <w:t xml:space="preserve"> پہچا ن ہے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ہمارے اتحاد ک</w:t>
      </w:r>
      <w:r>
        <w:rPr>
          <w:rFonts w:hint="cs"/>
          <w:rtl/>
        </w:rPr>
        <w:t>ی</w:t>
      </w:r>
      <w:r>
        <w:rPr>
          <w:rtl/>
        </w:rPr>
        <w:t xml:space="preserve"> نشا ن</w:t>
      </w:r>
      <w:r>
        <w:rPr>
          <w:rFonts w:hint="cs"/>
          <w:rtl/>
        </w:rPr>
        <w:t>ی</w:t>
      </w:r>
      <w:r>
        <w:rPr>
          <w:rtl/>
        </w:rPr>
        <w:t xml:space="preserve"> ہے جہاں سے بھ</w:t>
      </w:r>
      <w:r>
        <w:rPr>
          <w:rFonts w:hint="cs"/>
          <w:rtl/>
        </w:rPr>
        <w:t>ی</w:t>
      </w:r>
      <w:r>
        <w:rPr>
          <w:rtl/>
        </w:rPr>
        <w:t xml:space="preserve"> صدا ئے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نکلت</w:t>
      </w:r>
      <w:r>
        <w:rPr>
          <w:rFonts w:hint="cs"/>
          <w:rtl/>
        </w:rPr>
        <w:t>ی</w:t>
      </w:r>
      <w:r>
        <w:rPr>
          <w:rtl/>
        </w:rPr>
        <w:t xml:space="preserve"> ہے تو مومن خود بخود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نچتا</w:t>
      </w:r>
      <w:r>
        <w:rPr>
          <w:rtl/>
        </w:rPr>
        <w:t xml:space="preserve"> چلا جا تا ہے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ہو 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نعرہ تو وہ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د ل</w:t>
      </w:r>
      <w:r>
        <w:rPr>
          <w:rFonts w:hint="cs"/>
          <w:rtl/>
        </w:rPr>
        <w:t>ی</w:t>
      </w:r>
      <w:r>
        <w:rPr>
          <w:rtl/>
        </w:rPr>
        <w:t xml:space="preserve"> نعرہ ہے مگر کون س</w:t>
      </w:r>
      <w:r>
        <w:rPr>
          <w:rFonts w:hint="cs"/>
          <w:rtl/>
        </w:rPr>
        <w:t>ی</w:t>
      </w:r>
      <w:r>
        <w:rPr>
          <w:rtl/>
        </w:rPr>
        <w:t xml:space="preserve"> کتاب کا حوا لہ ہمار ے لئے 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ہمارے د شمنوں نے امام (ع) ک</w:t>
      </w:r>
      <w:r>
        <w:rPr>
          <w:rFonts w:hint="cs"/>
          <w:rtl/>
        </w:rPr>
        <w:t>ی</w:t>
      </w:r>
      <w:r>
        <w:rPr>
          <w:rtl/>
        </w:rPr>
        <w:t xml:space="preserve"> عصمت کے خلاف کتاب لکھ</w:t>
      </w:r>
      <w:r>
        <w:rPr>
          <w:rFonts w:hint="cs"/>
          <w:rtl/>
        </w:rPr>
        <w:t>ی</w:t>
      </w:r>
      <w:r>
        <w:rPr>
          <w:rtl/>
        </w:rPr>
        <w:t xml:space="preserve"> ہے جو امام (ع) کے علم کے خلا ف کتاب لکھ</w:t>
      </w:r>
      <w:r>
        <w:rPr>
          <w:rFonts w:hint="cs"/>
          <w:rtl/>
        </w:rPr>
        <w:t>ی</w:t>
      </w:r>
      <w:r>
        <w:rPr>
          <w:rtl/>
        </w:rPr>
        <w:t xml:space="preserve"> ہے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سورہ (قل اعوذ برب الناس ، و فلق 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سورہ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ں کو کا فر قرار د ے سکے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د وسرا جو حوالہ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سند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 فق آجا ئے تو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ن سکتے </w:t>
      </w:r>
      <w:r w:rsidRPr="00C96147">
        <w:rPr>
          <w:rFonts w:hint="cs"/>
          <w:rtl/>
        </w:rPr>
        <w:t xml:space="preserve"> مو لا عل</w:t>
      </w:r>
      <w:r>
        <w:rPr>
          <w:rFonts w:hint="cs"/>
          <w:rtl/>
        </w:rPr>
        <w:t>ی</w:t>
      </w:r>
      <w:r>
        <w:rPr>
          <w:rtl/>
        </w:rPr>
        <w:t>(ع)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 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نے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اسر</w:t>
      </w:r>
      <w:r>
        <w:rPr>
          <w:rFonts w:hint="cs"/>
          <w:rtl/>
        </w:rPr>
        <w:t>یٰ</w:t>
      </w:r>
      <w:r>
        <w:rPr>
          <w:rtl/>
        </w:rPr>
        <w:t xml:space="preserve"> کے سا منے جو حد 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لا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سند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سند کے اعتما د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منا فق ہے ہم اسے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ن سکتے سار ے مومن ہو نے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وہ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تشہدم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تشہد جو ہمارا تشہد ہے کہ بھئ</w:t>
      </w:r>
      <w:r>
        <w:rPr>
          <w:rFonts w:hint="cs"/>
          <w:rtl/>
        </w:rPr>
        <w:t>ی</w:t>
      </w:r>
      <w:r>
        <w:rPr>
          <w:rtl/>
        </w:rPr>
        <w:t xml:space="preserve"> اس طرح ہم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72787B">
        <w:rPr>
          <w:rFonts w:hint="cs"/>
          <w:rtl/>
        </w:rPr>
        <w:t xml:space="preserve"> </w:t>
      </w:r>
      <w:r w:rsidRPr="00DA137E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لاالٰ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الا الل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وحد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لا شر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Fonts w:hint="eastAsia"/>
          <w:rtl/>
        </w:rPr>
        <w:t>ک</w:t>
      </w:r>
      <w:r w:rsidRPr="00DA137E">
        <w:rPr>
          <w:rStyle w:val="libArabicChar"/>
          <w:rtl/>
        </w:rPr>
        <w:t xml:space="preserve"> ل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 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 ان محمدا عبد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 xml:space="preserve"> و رسول</w:t>
      </w:r>
      <w:r w:rsidR="00C96147" w:rsidRPr="00C96147">
        <w:rPr>
          <w:rStyle w:val="libArabicChar"/>
          <w:rFonts w:hint="cs"/>
          <w:rtl/>
        </w:rPr>
        <w:t>ه</w:t>
      </w:r>
      <w:r w:rsidR="0072787B">
        <w:rPr>
          <w:rFonts w:hint="cs"/>
          <w:rtl/>
        </w:rPr>
        <w:t xml:space="preserve">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 بو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 ر دو سر 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فقہ امام رضا ک</w:t>
      </w:r>
      <w:r>
        <w:rPr>
          <w:rFonts w:hint="eastAsia"/>
          <w:rtl/>
        </w:rPr>
        <w:t>تاب</w:t>
      </w:r>
      <w:r>
        <w:rPr>
          <w:rtl/>
        </w:rPr>
        <w:t xml:space="preserve"> سے ہے وہ ہمار </w:t>
      </w:r>
      <w:r>
        <w:rPr>
          <w:rFonts w:hint="cs"/>
          <w:rtl/>
        </w:rPr>
        <w:t>ی</w:t>
      </w:r>
      <w:r>
        <w:rPr>
          <w:rtl/>
        </w:rPr>
        <w:t xml:space="preserve"> کتا 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 </w:t>
      </w:r>
      <w:r>
        <w:rPr>
          <w:rtl/>
        </w:rPr>
        <w:lastRenderedPageBreak/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 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تضا د ہوجا ئے دو 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ہوجا ئے تو ہمارا مجتہد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کرے گاہمارا مجتہد ان اصحاب کرام ک</w:t>
      </w:r>
      <w:r>
        <w:rPr>
          <w:rFonts w:hint="cs"/>
          <w:rtl/>
        </w:rPr>
        <w:t>ی</w:t>
      </w:r>
      <w:r>
        <w:rPr>
          <w:rtl/>
        </w:rPr>
        <w:t xml:space="preserve"> طرف رجوع کرے گا جو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ہوں اب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چودہ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چودہ صحا ب</w:t>
      </w:r>
      <w:r>
        <w:rPr>
          <w:rFonts w:hint="cs"/>
          <w:rtl/>
        </w:rPr>
        <w:t>ی</w:t>
      </w:r>
      <w:r>
        <w:rPr>
          <w:rtl/>
        </w:rPr>
        <w:t xml:space="preserve"> اما موں کے متفق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تشہد وہ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جو ہمارا تشہد ہے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اصول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دوحد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کہہ رہا ہے کہ دن ہے دوسر</w:t>
      </w:r>
      <w:r>
        <w:rPr>
          <w:rFonts w:hint="cs"/>
          <w:rtl/>
        </w:rPr>
        <w:t>ی</w:t>
      </w:r>
      <w:r>
        <w:rPr>
          <w:rtl/>
        </w:rPr>
        <w:t xml:space="preserve"> جگہ کہہ رہا ہے رات ہے وہ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ہے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وہ قا بل اعتما د نہ رہ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کہہ رہا ہے کہ دن ہے وہ</w:t>
      </w:r>
      <w:r>
        <w:rPr>
          <w:rFonts w:hint="cs"/>
          <w:rtl/>
        </w:rPr>
        <w:t>ی</w:t>
      </w:r>
      <w:r>
        <w:rPr>
          <w:rtl/>
        </w:rPr>
        <w:t xml:space="preserve"> کہہ رہا ہے کہ رات ہے اس پر اعتما د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مجتہد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تو ان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کو لارہے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فرقہ ہوجا ئے </w:t>
      </w:r>
      <w:r w:rsidRPr="00C96147">
        <w:rPr>
          <w:rFonts w:hint="cs"/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بد 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جہاں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اَ ن پڑھ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سادہ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گا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جھگڑے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چکوال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کہنے لگا مول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صاحب بہت ظلم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پر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 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(ع)، انھوں نے آکے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لڑا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آج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لعنت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پر تبرا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ظا ہر ہے کہ (عل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اللہ) کا نعرہ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مقصد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فرقہ</w:t>
      </w:r>
      <w:r>
        <w:rPr>
          <w:rtl/>
        </w:rPr>
        <w:t xml:space="preserve"> بنا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لہذا بہت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رہنے ک</w:t>
      </w:r>
      <w:r>
        <w:rPr>
          <w:rFonts w:hint="cs"/>
          <w:rtl/>
        </w:rPr>
        <w:t>ی</w:t>
      </w:r>
      <w:r>
        <w:rPr>
          <w:rtl/>
        </w:rPr>
        <w:t xml:space="preserve"> ضرورت ہے ،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حملہ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ہوگا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ں کے اند ر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 خل کر دو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وہ رک جا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حملہ ،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 وہ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وہ آکر </w:t>
      </w:r>
      <w:r>
        <w:rPr>
          <w:rFonts w:hint="eastAsia"/>
          <w:rtl/>
        </w:rPr>
        <w:t>منبر</w:t>
      </w:r>
      <w:r>
        <w:rPr>
          <w:rtl/>
        </w:rPr>
        <w:t xml:space="preserve">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اللہ جو ہے مومن ہے اور حضرت عل</w:t>
      </w:r>
      <w:r>
        <w:rPr>
          <w:rFonts w:hint="cs"/>
          <w:rtl/>
        </w:rPr>
        <w:t>ی</w:t>
      </w:r>
      <w:r>
        <w:rPr>
          <w:rtl/>
        </w:rPr>
        <w:t xml:space="preserve"> (ع) (نعوذ با للہ)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اللہ کا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</w:t>
      </w:r>
      <w:r w:rsidRPr="00C96147">
        <w:rPr>
          <w:rFonts w:hint="cs"/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چمچے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نعرے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تا کہ وہ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جو ہے کل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پر سنا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ہورہا ہے </w:t>
      </w:r>
      <w:r w:rsidRPr="00C96147">
        <w:rPr>
          <w:rFonts w:hint="cs"/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صاحب کا دوسال جو منا ظرہ ہوا جو شا 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تھا وہا ب</w:t>
      </w:r>
      <w:r>
        <w:rPr>
          <w:rFonts w:hint="cs"/>
          <w:rtl/>
        </w:rPr>
        <w:t>ی</w:t>
      </w:r>
      <w:r>
        <w:rPr>
          <w:rtl/>
        </w:rPr>
        <w:t xml:space="preserve"> اور دوسرا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وہا ب</w:t>
      </w:r>
      <w:r>
        <w:rPr>
          <w:rFonts w:hint="cs"/>
          <w:rtl/>
        </w:rPr>
        <w:t>ی</w:t>
      </w:r>
      <w:r>
        <w:rPr>
          <w:rtl/>
        </w:rPr>
        <w:t xml:space="preserve"> تھا انھوں نے وہ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چلا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خبر دار ہوجا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اگر کوئ</w:t>
      </w:r>
      <w:r>
        <w:rPr>
          <w:rFonts w:hint="cs"/>
          <w:rtl/>
        </w:rPr>
        <w:t>ی</w:t>
      </w:r>
      <w:r>
        <w:rPr>
          <w:rtl/>
        </w:rPr>
        <w:t xml:space="preserve"> ذا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غلط بات کررہا ہے آپ اس سے احتجاج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وہ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پ</w:t>
      </w:r>
      <w:r>
        <w:rPr>
          <w:rtl/>
        </w:rPr>
        <w:t xml:space="preserve"> کل منا</w:t>
      </w:r>
      <w:r>
        <w:rPr>
          <w:rFonts w:hint="eastAsia"/>
          <w:rtl/>
        </w:rPr>
        <w:t>ظرہ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خلاف استعما ل ہو گ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مولو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رہا ہے کہ عل</w:t>
      </w:r>
      <w:r>
        <w:rPr>
          <w:rFonts w:hint="cs"/>
          <w:rtl/>
        </w:rPr>
        <w:t>ی</w:t>
      </w:r>
      <w:r>
        <w:rPr>
          <w:rtl/>
        </w:rPr>
        <w:t xml:space="preserve"> (ع) جو ہے وہ اللہ کا بھ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کافر کافر کے نعرے باہر ہمارے دشمن لگا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سے خطرناک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اند ر کا دشمن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سانپ جو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باہر کے دشمنوں کو ثبوت فراہم کررہا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بھا 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کافر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کررہا ہے کہ اللہ جو ہے وہ مومن اور عل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ن پر ہر معصوم (ع) نے لعنت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ہاتھ کا کھا 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نجس ہے شا عروں سے بھ</w:t>
      </w:r>
      <w:r>
        <w:rPr>
          <w:rFonts w:hint="cs"/>
          <w:rtl/>
        </w:rPr>
        <w:t>ی</w:t>
      </w:r>
      <w:r>
        <w:rPr>
          <w:rtl/>
        </w:rPr>
        <w:t xml:space="preserve"> درخواست کہ وہ غلط شا عر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tl/>
        </w:rPr>
        <w:lastRenderedPageBreak/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ہاتھ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نجس ہے ، ہر معصوم (ع) نے کہا کہ جو کافر بھ</w:t>
      </w:r>
      <w:r>
        <w:rPr>
          <w:rFonts w:hint="cs"/>
          <w:rtl/>
        </w:rPr>
        <w:t>ی</w:t>
      </w:r>
      <w:r>
        <w:rPr>
          <w:rtl/>
        </w:rPr>
        <w:t xml:space="preserve"> ہے مشرک بھ</w:t>
      </w:r>
      <w:r>
        <w:rPr>
          <w:rFonts w:hint="cs"/>
          <w:rtl/>
        </w:rPr>
        <w:t>ی</w:t>
      </w:r>
      <w:r>
        <w:rPr>
          <w:rtl/>
        </w:rPr>
        <w:t xml:space="preserve"> ہے جو عل</w:t>
      </w:r>
      <w:r>
        <w:rPr>
          <w:rFonts w:hint="cs"/>
          <w:rtl/>
        </w:rPr>
        <w:t>ی</w:t>
      </w:r>
      <w:r>
        <w:rPr>
          <w:rtl/>
        </w:rPr>
        <w:t xml:space="preserve"> کو ا للہ کہے </w:t>
      </w:r>
      <w:r w:rsidRPr="00C96147">
        <w:rPr>
          <w:rFonts w:hint="cs"/>
          <w:rtl/>
        </w:rPr>
        <w:t xml:space="preserve"> با ہر کادشمن اتنا خطرنا 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جتنا اند ر کا دشمن خطرنا ک ہے ، اب سن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 الحمد للہ خدا نے ان کے چہرے سے نقاب بھ</w:t>
      </w:r>
      <w:r>
        <w:rPr>
          <w:rFonts w:hint="cs"/>
          <w:rtl/>
        </w:rPr>
        <w:t>ی</w:t>
      </w:r>
      <w:r>
        <w:rPr>
          <w:rtl/>
        </w:rPr>
        <w:t xml:space="preserve"> اتارد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پتانہ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عراق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بوش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ٹروٹ</w:t>
      </w:r>
      <w:r>
        <w:rPr>
          <w:rtl/>
        </w:rPr>
        <w:t>(</w:t>
      </w:r>
      <w:r>
        <w:t>Detroit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لاکھ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شارجہ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کہ بوش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تاجر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(ع)،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کا قا تل ہمار امولو</w:t>
      </w:r>
      <w:r>
        <w:rPr>
          <w:rFonts w:hint="cs"/>
          <w:rtl/>
        </w:rPr>
        <w:t>ی</w:t>
      </w:r>
      <w:r>
        <w:rPr>
          <w:rtl/>
        </w:rPr>
        <w:t xml:space="preserve"> کھڑا ہے بوش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وہ کافر جو اس وقت کا دجال ہے اور بوش تقر</w:t>
      </w:r>
      <w:r>
        <w:rPr>
          <w:rFonts w:hint="cs"/>
          <w:rtl/>
        </w:rPr>
        <w:t>ی</w:t>
      </w:r>
      <w:r>
        <w:rPr>
          <w:rFonts w:hint="eastAsia"/>
          <w:rtl/>
        </w:rPr>
        <w:t>رکررہا</w:t>
      </w:r>
      <w:r>
        <w:rPr>
          <w:rtl/>
        </w:rPr>
        <w:t xml:space="preserve"> ہے پھر وہ مولو</w:t>
      </w:r>
      <w:r>
        <w:rPr>
          <w:rFonts w:hint="cs"/>
          <w:rtl/>
        </w:rPr>
        <w:t>ی</w:t>
      </w:r>
      <w:r>
        <w:rPr>
          <w:rtl/>
        </w:rPr>
        <w:t xml:space="preserve"> نظر آرہا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نوکر ہو باڈ</w:t>
      </w:r>
      <w:r>
        <w:rPr>
          <w:rFonts w:hint="cs"/>
          <w:rtl/>
        </w:rPr>
        <w:t>ی</w:t>
      </w:r>
      <w:r>
        <w:rPr>
          <w:rtl/>
        </w:rPr>
        <w:t xml:space="preserve"> گارڈ ہو محا فظ ہو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، اور پھر کبھ</w:t>
      </w:r>
      <w:r>
        <w:rPr>
          <w:rFonts w:hint="cs"/>
          <w:rtl/>
        </w:rPr>
        <w:t>ی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مرد تا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گھب</w:t>
      </w:r>
      <w:r>
        <w:rPr>
          <w:rFonts w:hint="eastAsia"/>
          <w:rtl/>
        </w:rPr>
        <w:t>ر</w:t>
      </w:r>
      <w:r>
        <w:rPr>
          <w:rtl/>
        </w:rPr>
        <w:t xml:space="preserve"> ا رہا ہے کہ بھئ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کروں تا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بجا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بجا 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، اتن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کم بخت نے بے عزت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وقت ہمارے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وہاں ڈ</w:t>
      </w:r>
      <w:r>
        <w:rPr>
          <w:rFonts w:hint="cs"/>
          <w:rtl/>
        </w:rPr>
        <w:t>ی</w:t>
      </w:r>
      <w:r>
        <w:rPr>
          <w:rFonts w:hint="eastAsia"/>
          <w:rtl/>
        </w:rPr>
        <w:t>ٹروٹ</w:t>
      </w:r>
      <w:r>
        <w:rPr>
          <w:rtl/>
        </w:rPr>
        <w:t>(</w:t>
      </w:r>
      <w:r>
        <w:t>Detroit</w:t>
      </w:r>
      <w:r>
        <w:rPr>
          <w:rtl/>
        </w:rPr>
        <w:t>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مولا 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ہشام وہ باہر مظاہرے کر رہے تھے مومنوں کے ساتھ وہ سچے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کہ بوش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اند ر کررہا تھ</w:t>
      </w:r>
      <w:r>
        <w:rPr>
          <w:rFonts w:hint="eastAsia"/>
          <w:rtl/>
        </w:rPr>
        <w:t>ا</w:t>
      </w:r>
      <w:r>
        <w:rPr>
          <w:rtl/>
        </w:rPr>
        <w:t xml:space="preserve"> اور وہ باہرمظا ہرے کررہے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جو ہے اند ر بوش کا نوکر بنا ہوا ہے ہم نے پہلے بھ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تھا ، وہ پندرہ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پہلے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جوجا 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</w:rPr>
        <w:t></w:t>
      </w:r>
      <w:r>
        <w:rPr>
          <w:rtl/>
        </w:rPr>
        <w:t xml:space="preserve"> کے خلاف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کھل کے سامنے آئے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سازش کہاں سے چل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کا جو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 فتر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ادارہ ہے نام اس کا اس نے امام بارگاہ رکھا ہے مگر وہ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اے کا مرکز بنا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لنڈن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بہت بڑا ادارہ ہے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ہے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حملہ بھ</w:t>
      </w:r>
      <w:r>
        <w:rPr>
          <w:rFonts w:hint="cs"/>
          <w:rtl/>
        </w:rPr>
        <w:t>ی</w:t>
      </w:r>
      <w:r>
        <w:rPr>
          <w:rtl/>
        </w:rPr>
        <w:t xml:space="preserve"> ہورہا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آرہاہے اور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بناکر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پہلے پا 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بنتے جب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مد رسہ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حوزہ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رس خارج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چھوٹے نقل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بن</w:t>
      </w:r>
      <w:r>
        <w:rPr>
          <w:rFonts w:hint="eastAsia"/>
          <w:rtl/>
        </w:rPr>
        <w:t>انا</w:t>
      </w:r>
      <w:r>
        <w:rPr>
          <w:rtl/>
        </w:rPr>
        <w:t xml:space="preserve">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مرکز سے وہ پاکستان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اس کو فارس</w:t>
      </w:r>
      <w:r>
        <w:rPr>
          <w:rFonts w:hint="cs"/>
          <w:rtl/>
        </w:rPr>
        <w:t>ی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نہ اس کو اردو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اس کوسندھ</w:t>
      </w:r>
      <w:r>
        <w:rPr>
          <w:rFonts w:hint="cs"/>
          <w:rtl/>
        </w:rPr>
        <w:t>ی</w:t>
      </w:r>
      <w:r>
        <w:rPr>
          <w:rtl/>
        </w:rPr>
        <w:t xml:space="preserve"> پنجاب</w:t>
      </w:r>
      <w:r>
        <w:rPr>
          <w:rFonts w:hint="cs"/>
          <w:rtl/>
        </w:rPr>
        <w:t>ی</w:t>
      </w:r>
      <w:r>
        <w:rPr>
          <w:rtl/>
        </w:rPr>
        <w:t xml:space="preserve">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پورا پاکستان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پاراچنار تھا تو پتا چلا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 للہ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چلا کہ اس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تھا اس نے کوئ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 کے نماز پڑھا ئ</w:t>
      </w:r>
      <w:r>
        <w:rPr>
          <w:rFonts w:hint="cs"/>
          <w:rtl/>
        </w:rPr>
        <w:t>ی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ہوں اور نمازم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( </w:t>
      </w:r>
      <w:r w:rsidRPr="00DA137E">
        <w:rPr>
          <w:rStyle w:val="libArabicChar"/>
          <w:rtl/>
        </w:rPr>
        <w:t>عل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 ول</w:t>
      </w:r>
      <w:r w:rsidRPr="00DA137E">
        <w:rPr>
          <w:rStyle w:val="libArabicChar"/>
          <w:rFonts w:hint="cs"/>
          <w:rtl/>
        </w:rPr>
        <w:t>ی</w:t>
      </w:r>
      <w:r w:rsidRPr="00DA137E">
        <w:rPr>
          <w:rStyle w:val="libArabicChar"/>
          <w:rtl/>
        </w:rPr>
        <w:t xml:space="preserve">  الل</w:t>
      </w:r>
      <w:r w:rsidR="00C96147" w:rsidRPr="00C96147">
        <w:rPr>
          <w:rStyle w:val="libArabicChar"/>
          <w:rFonts w:hint="cs"/>
          <w:rtl/>
        </w:rPr>
        <w:t>ه</w:t>
      </w:r>
      <w:r>
        <w:rPr>
          <w:rtl/>
        </w:rPr>
        <w:t xml:space="preserve"> ) کو پڑھا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 عت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اب وہاں لڑا ئ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دو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ہے پلان، اب ہم لنڈن گئے ہم نے کہا بھئ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</w:t>
      </w:r>
      <w:r>
        <w:rPr>
          <w:rFonts w:hint="eastAsia"/>
          <w:rtl/>
        </w:rPr>
        <w:t>ہاں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پور ے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کے اس نے فتنہ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لڑا رہا ہے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 عت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(کہا بھئ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بڑا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ہے وہ پڑھا کے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،بھئ</w:t>
      </w:r>
      <w:r>
        <w:rPr>
          <w:rFonts w:hint="cs"/>
          <w:rtl/>
        </w:rPr>
        <w:t>ی</w:t>
      </w:r>
      <w:r>
        <w:rPr>
          <w:rtl/>
        </w:rPr>
        <w:t xml:space="preserve"> خبر دار رہ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نقل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بننا شروع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>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پڑھتا تھا درس خار ج پڑھتا </w:t>
      </w:r>
      <w:r>
        <w:rPr>
          <w:rFonts w:hint="eastAsia"/>
          <w:rtl/>
        </w:rPr>
        <w:t>تھا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کہلاتاتھا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جناب ہم وہاں </w:t>
      </w:r>
      <w:r>
        <w:rPr>
          <w:rtl/>
        </w:rPr>
        <w:lastRenderedPageBreak/>
        <w:t>پہنچے وہا ں ہمارے دوست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مولانا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اسکوٹل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(</w:t>
      </w:r>
      <w:r>
        <w:t>Scotland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بھئ</w:t>
      </w:r>
      <w:r>
        <w:rPr>
          <w:rFonts w:hint="cs"/>
          <w:rtl/>
        </w:rPr>
        <w:t>ی</w:t>
      </w:r>
      <w:r>
        <w:rPr>
          <w:rtl/>
        </w:rPr>
        <w:t xml:space="preserve"> اس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چکر ہے کہا بھئ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کرنا چاہا مگر ہم نے اسے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آکر کہنے لگا 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جتنے مجتہد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وہا 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کا پروپکنڈہ ، جتنے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وہا ب</w:t>
      </w:r>
      <w:r>
        <w:rPr>
          <w:rFonts w:hint="cs"/>
          <w:rtl/>
        </w:rPr>
        <w:t>ی</w:t>
      </w:r>
      <w:r>
        <w:rPr>
          <w:rtl/>
        </w:rPr>
        <w:t xml:space="preserve"> ہوگئے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قبلہ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وہا 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تووہاب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کتاب لکھ</w:t>
      </w:r>
      <w:r>
        <w:rPr>
          <w:rFonts w:hint="cs"/>
          <w:rtl/>
        </w:rPr>
        <w:t>ی</w:t>
      </w:r>
      <w:r>
        <w:rPr>
          <w:rtl/>
        </w:rPr>
        <w:t xml:space="preserve"> ہے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جعفر سبحان</w:t>
      </w:r>
      <w:r>
        <w:rPr>
          <w:rFonts w:hint="cs"/>
          <w:rtl/>
        </w:rPr>
        <w:t>ی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مجتہد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مرجع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وہا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کوئ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ہے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تو کوئ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ہے تو آپ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سارے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،توکہا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غلط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چکر ہورہا ہے وہاں </w:t>
      </w:r>
      <w:r>
        <w:rPr>
          <w:rFonts w:hint="eastAsia"/>
          <w:rtl/>
        </w:rPr>
        <w:t>سے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نے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بنانے شروع کرد 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ٹکڑے ٹکڑے کرے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اور اس سے بھ</w:t>
      </w:r>
      <w:r>
        <w:rPr>
          <w:rFonts w:hint="cs"/>
          <w:rtl/>
        </w:rPr>
        <w:t>ی</w:t>
      </w:r>
      <w:r>
        <w:rPr>
          <w:rtl/>
        </w:rPr>
        <w:t xml:space="preserve"> نازک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ہے اند رکے دشمنوں سے خبر دار رہ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سادہ لوگ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استعمال ہوجا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دے رہا ہے </w:t>
      </w:r>
      <w:r w:rsidRPr="00C96147">
        <w:rPr>
          <w:rFonts w:hint="cs"/>
          <w:rtl/>
        </w:rPr>
        <w:t xml:space="preserve"> اس سے پہلے آ پ نے خبر سن</w:t>
      </w:r>
      <w:r>
        <w:rPr>
          <w:rFonts w:hint="cs"/>
          <w:rtl/>
        </w:rPr>
        <w:t>ی</w:t>
      </w:r>
      <w:r>
        <w:rPr>
          <w:rtl/>
        </w:rPr>
        <w:t xml:space="preserve"> کہ راولپنڈ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خود کش حملہ ہوا</w:t>
      </w:r>
      <w:r w:rsidRPr="00C961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کے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مارڈال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کوئٹہ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ہمارے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و ہ بھ</w:t>
      </w:r>
      <w:r>
        <w:rPr>
          <w:rFonts w:hint="cs"/>
          <w:rtl/>
        </w:rPr>
        <w:t>ی</w:t>
      </w:r>
      <w:r>
        <w:rPr>
          <w:rtl/>
        </w:rPr>
        <w:t xml:space="preserve"> خود کش حملہ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خودکش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والے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واش (</w:t>
      </w:r>
      <w:r>
        <w:t>wash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تا ہے ان کو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مارنے کا اتنا ثوا ب ہے </w:t>
      </w:r>
      <w:r w:rsidRPr="00C96147">
        <w:rPr>
          <w:rFonts w:hint="cs"/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چارے</w:t>
      </w:r>
      <w:r>
        <w:rPr>
          <w:rtl/>
        </w:rPr>
        <w:t xml:space="preserve"> م</w:t>
      </w:r>
      <w:r>
        <w:rPr>
          <w:rFonts w:hint="eastAsia"/>
          <w:rtl/>
        </w:rPr>
        <w:t>ومن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قربا 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جو ہے اس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سپاہ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کا 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واش (</w:t>
      </w:r>
      <w:r>
        <w:t>wash</w:t>
      </w:r>
      <w:r>
        <w:rPr>
          <w:rtl/>
        </w:rPr>
        <w:t>)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تو چلے و ہ خود کش حملے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مارنا بڑ ا ثواب ہے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کہا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وہاں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(اس مومن نے بتلا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کہ انھوں نے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دکھلا ئ</w:t>
      </w:r>
      <w:r>
        <w:rPr>
          <w:rFonts w:hint="cs"/>
          <w:rtl/>
        </w:rPr>
        <w:t>ی</w:t>
      </w:r>
      <w:r>
        <w:rPr>
          <w:rtl/>
        </w:rPr>
        <w:t xml:space="preserve"> اس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پرہے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بوش کے دوست جو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مرکزسے ان کا تعلق ہے اس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ک</w:t>
      </w:r>
      <w:r>
        <w:rPr>
          <w:rFonts w:hint="cs"/>
          <w:rtl/>
        </w:rPr>
        <w:t>ی</w:t>
      </w:r>
      <w:r>
        <w:rPr>
          <w:rtl/>
        </w:rPr>
        <w:t xml:space="preserve"> اس کو ل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ہے جو آمر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انھوں نے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ودکھا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کے د 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حرکت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نعوذ باللہ نعوذ با للہ حضرت عائشہ کاپتلا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ساتھ و ہ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جو نا قا بل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دکھا 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وہا ں سن</w:t>
      </w:r>
      <w:r>
        <w:rPr>
          <w:rFonts w:hint="cs"/>
          <w:rtl/>
        </w:rPr>
        <w:t>ی</w:t>
      </w:r>
      <w:r>
        <w:rPr>
          <w:rtl/>
        </w:rPr>
        <w:t xml:space="preserve"> جوا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اوراس نے آکر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ہے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پتلا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حضرت عا ئشہ کا احترام مولا عل</w:t>
      </w:r>
      <w:r>
        <w:rPr>
          <w:rFonts w:hint="cs"/>
          <w:rtl/>
        </w:rPr>
        <w:t>ی</w:t>
      </w:r>
      <w:r>
        <w:rPr>
          <w:rtl/>
        </w:rPr>
        <w:t xml:space="preserve"> (ع)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حت</w:t>
      </w:r>
      <w:r>
        <w:rPr>
          <w:rFonts w:hint="cs"/>
          <w:rtl/>
        </w:rPr>
        <w:t>یٰ</w:t>
      </w:r>
      <w:r>
        <w:rPr>
          <w:rtl/>
        </w:rPr>
        <w:t xml:space="preserve"> کہ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(ع) کے خلاف لڑ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پھربھ</w:t>
      </w:r>
      <w:r>
        <w:rPr>
          <w:rFonts w:hint="cs"/>
          <w:rtl/>
        </w:rPr>
        <w:t>ی</w:t>
      </w:r>
      <w:r>
        <w:rPr>
          <w:rtl/>
        </w:rPr>
        <w:t xml:space="preserve"> مولا (ع) نے احترا 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احترام کے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اور جب وہ گھر پہنچ</w:t>
      </w:r>
      <w:r>
        <w:rPr>
          <w:rFonts w:hint="cs"/>
          <w:rtl/>
        </w:rPr>
        <w:t>ی</w:t>
      </w:r>
      <w:r>
        <w:rPr>
          <w:rtl/>
        </w:rPr>
        <w:t xml:space="preserve"> ہے تو حضرت عا ئشہ نے کہا کہ مولا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(ع)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احترام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نامحرم مردوں کے ساتھ مجھے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سب نے اپن</w:t>
      </w:r>
      <w:r>
        <w:rPr>
          <w:rFonts w:hint="cs"/>
          <w:rtl/>
        </w:rPr>
        <w:t>ی</w:t>
      </w:r>
      <w:r>
        <w:rPr>
          <w:rtl/>
        </w:rPr>
        <w:t xml:space="preserve"> پگڑ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 اتار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مرد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سب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اب آپ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مولا عل</w:t>
      </w:r>
      <w:r>
        <w:rPr>
          <w:rFonts w:hint="cs"/>
          <w:rtl/>
        </w:rPr>
        <w:t>ی</w:t>
      </w:r>
      <w:r>
        <w:rPr>
          <w:rtl/>
        </w:rPr>
        <w:t xml:space="preserve"> (ع) نے بھ</w:t>
      </w:r>
      <w:r>
        <w:rPr>
          <w:rFonts w:hint="cs"/>
          <w:rtl/>
        </w:rPr>
        <w:t>ی</w:t>
      </w:r>
      <w:r>
        <w:rPr>
          <w:rtl/>
        </w:rPr>
        <w:t xml:space="preserve"> حضرت عائشہ کااحترام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</w:t>
      </w:r>
      <w:r>
        <w:rPr>
          <w:rFonts w:hint="eastAsia"/>
          <w:rtl/>
        </w:rPr>
        <w:t>ارے</w:t>
      </w:r>
      <w:r>
        <w:rPr>
          <w:rtl/>
        </w:rPr>
        <w:t xml:space="preserve">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نے سخت</w:t>
      </w:r>
      <w:r>
        <w:rPr>
          <w:rFonts w:hint="cs"/>
          <w:rtl/>
        </w:rPr>
        <w:t>ی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تبرہ ا گر کوئ</w:t>
      </w:r>
      <w:r>
        <w:rPr>
          <w:rFonts w:hint="cs"/>
          <w:rtl/>
        </w:rPr>
        <w:t>ی</w:t>
      </w:r>
      <w:r>
        <w:rPr>
          <w:rtl/>
        </w:rPr>
        <w:t xml:space="preserve"> قا تل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فاطمة الزہرا ء ہے آپ کے سامنے ثا بت ہے کہ وہ قاتل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فاطمہ الزہرا (س)ہے دوسرے مسلمانوں کو پتا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قاتل ہے اگر آپ نے اس کے سامنے اس پر لعنت ک</w:t>
      </w:r>
      <w:r>
        <w:rPr>
          <w:rFonts w:hint="cs"/>
          <w:rtl/>
        </w:rPr>
        <w:t>ی</w:t>
      </w:r>
      <w:r>
        <w:rPr>
          <w:rtl/>
        </w:rPr>
        <w:t xml:space="preserve"> تو ممکن ہے نعوذ با للہ وہ پلٹ </w:t>
      </w:r>
      <w:r>
        <w:rPr>
          <w:rFonts w:hint="eastAsia"/>
          <w:rtl/>
        </w:rPr>
        <w:t>کر</w:t>
      </w:r>
      <w:r>
        <w:rPr>
          <w:rtl/>
        </w:rPr>
        <w:t xml:space="preserve"> مولا عل</w:t>
      </w:r>
      <w:r>
        <w:rPr>
          <w:rFonts w:hint="cs"/>
          <w:rtl/>
        </w:rPr>
        <w:t>ی</w:t>
      </w:r>
      <w:r>
        <w:rPr>
          <w:rtl/>
        </w:rPr>
        <w:t xml:space="preserve"> (ع) کو برا بھلا کہے تو مجرم آ 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کھلے عام جو تبرہ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سلسلہ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انوالو(</w:t>
      </w:r>
      <w:r>
        <w:t>Involve</w:t>
      </w:r>
      <w:r>
        <w:rPr>
          <w:rtl/>
        </w:rPr>
        <w:t>) ہوگئے قطعاً ہمارے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کس</w:t>
      </w:r>
      <w:r>
        <w:rPr>
          <w:rFonts w:hint="cs"/>
          <w:rtl/>
        </w:rPr>
        <w:t>ی</w:t>
      </w:r>
      <w:r>
        <w:rPr>
          <w:rtl/>
        </w:rPr>
        <w:t xml:space="preserve"> امام (ع) نے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 کہ آپ کھلم کھلا روڈ پر تبرا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آپ نے تبراک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مسلمان اسے صحاب</w:t>
      </w:r>
      <w:r>
        <w:rPr>
          <w:rFonts w:hint="cs"/>
          <w:rtl/>
        </w:rPr>
        <w:t>ی</w:t>
      </w:r>
      <w:r>
        <w:rPr>
          <w:rtl/>
        </w:rPr>
        <w:t xml:space="preserve"> سمجھتا ہے عا شق سمجھتا ہے آپ کو پتا ہے کہ وہ قا تل فا طمہ الزہرا (س) ہے اگر وہ سنے گا ممکن ہے کہ وہ ضد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آکرمولاعل</w:t>
      </w:r>
      <w:r>
        <w:rPr>
          <w:rFonts w:hint="cs"/>
          <w:rtl/>
        </w:rPr>
        <w:t>ی</w:t>
      </w:r>
      <w:r>
        <w:rPr>
          <w:rtl/>
        </w:rPr>
        <w:t>(ع) کو برا بھلا کہے تو مجرم آپ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اور کہا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اس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ہے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عا ئشہ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رہ</w:t>
      </w:r>
      <w:r>
        <w:rPr>
          <w:rFonts w:hint="cs"/>
          <w:rtl/>
        </w:rPr>
        <w:t>ی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اس نے خنجر نکا لا اور اپناہاتھ کاٹا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 سے لکھتا ہوں کہ جب تک پانچ ، چھ ش</w:t>
      </w:r>
      <w:r>
        <w:rPr>
          <w:rFonts w:hint="cs"/>
          <w:rtl/>
        </w:rPr>
        <w:t>ی</w:t>
      </w:r>
      <w:r>
        <w:rPr>
          <w:rFonts w:hint="eastAsia"/>
          <w:rtl/>
        </w:rPr>
        <w:t>عو</w:t>
      </w:r>
      <w:r>
        <w:rPr>
          <w:rtl/>
        </w:rPr>
        <w:t xml:space="preserve"> ں کو قتل نہ 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 زند گ</w:t>
      </w:r>
      <w:r>
        <w:rPr>
          <w:rFonts w:hint="cs"/>
          <w:rtl/>
        </w:rPr>
        <w:t>ی</w:t>
      </w:r>
      <w:r>
        <w:rPr>
          <w:rtl/>
        </w:rPr>
        <w:t xml:space="preserve"> حرام کہا جتنے ن</w:t>
      </w:r>
      <w:r>
        <w:rPr>
          <w:rFonts w:hint="eastAsia"/>
          <w:rtl/>
        </w:rPr>
        <w:t>وجوان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ٹوٹل اٹھے انھوں نے بھ</w:t>
      </w:r>
      <w:r>
        <w:rPr>
          <w:rFonts w:hint="cs"/>
          <w:rtl/>
        </w:rPr>
        <w:t>ی</w:t>
      </w:r>
      <w:r>
        <w:rPr>
          <w:rtl/>
        </w:rPr>
        <w:t xml:space="preserve"> خنجر سے اپنا ہاتھ کاٹااور خون سے ، اور قرآن پر قسم کہا ئ</w:t>
      </w:r>
      <w:r>
        <w:rPr>
          <w:rFonts w:hint="cs"/>
          <w:rtl/>
        </w:rPr>
        <w:t>ی</w:t>
      </w:r>
      <w:r>
        <w:rPr>
          <w:rtl/>
        </w:rPr>
        <w:t xml:space="preserve"> کہ ہم جب تک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قتل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ہم آرام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آپ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باہر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سے اند ر کے دشمن خطرناک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سپاہ صحا بہ کے بنانے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ہمارے اند ر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ہ بش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اس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بُش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بنا ئ</w:t>
      </w:r>
      <w:r>
        <w:rPr>
          <w:rFonts w:hint="cs"/>
          <w:rtl/>
        </w:rPr>
        <w:t>ی</w:t>
      </w:r>
      <w:r>
        <w:rPr>
          <w:rtl/>
        </w:rPr>
        <w:t xml:space="preserve"> ہے تبرا سا 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انٹرن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پر اور جتنے علماء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پر انھوں نے تبرا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آج تک ہم تبرا ان پر کرتے تھے جو دشمن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تھے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تبرا ا س پر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بُش کا دشمن ہے تووہ بش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کھلائ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انھوں نے پور</w:t>
      </w:r>
      <w:r>
        <w:rPr>
          <w:rFonts w:hint="cs"/>
          <w:rtl/>
        </w:rPr>
        <w:t>ی</w:t>
      </w:r>
      <w:r>
        <w:rPr>
          <w:rtl/>
        </w:rPr>
        <w:t xml:space="preserve"> سائ</w:t>
      </w:r>
      <w:r>
        <w:rPr>
          <w:rFonts w:hint="cs"/>
          <w:rtl/>
        </w:rPr>
        <w:t>ی</w:t>
      </w:r>
      <w:r>
        <w:rPr>
          <w:rFonts w:hint="eastAsia"/>
          <w:rtl/>
        </w:rPr>
        <w:t>ڈبنا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ہے ان کو پہچا نئے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 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اگر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الگ امام بارگاہ بنا 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ادھر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جائے گا،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خلاف عقل 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مکس ہوجا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چلتا </w:t>
      </w:r>
      <w:r>
        <w:rPr>
          <w:rFonts w:hint="eastAsia"/>
          <w:rtl/>
        </w:rPr>
        <w:t>اور</w:t>
      </w:r>
      <w:r>
        <w:rPr>
          <w:rtl/>
        </w:rPr>
        <w:t xml:space="preserve"> ظاہراً بہت ماتم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نعرے لگا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منکر نماز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مخا 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قرآ 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</w:t>
      </w:r>
      <w:r>
        <w:rPr>
          <w:rtl/>
        </w:rPr>
        <w:lastRenderedPageBreak/>
        <w:t xml:space="preserve">” 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ا ق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موا</w:t>
      </w:r>
      <w:r w:rsidR="00902C8C" w:rsidRPr="00902C8C">
        <w:rPr>
          <w:rStyle w:val="libAieChar"/>
          <w:rtl/>
        </w:rPr>
        <w:t xml:space="preserve"> ا لصلاة</w:t>
      </w:r>
      <w:r w:rsidR="00902C8C" w:rsidRPr="0072787B">
        <w:rPr>
          <w:rStyle w:val="libAlaemChar"/>
          <w:rtl/>
        </w:rPr>
        <w:t>)</w:t>
      </w:r>
      <w:r>
        <w:rPr>
          <w:rtl/>
        </w:rPr>
        <w:t xml:space="preserve"> “ اگر کوئ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پڑھتا ”</w:t>
      </w:r>
      <w:r w:rsidR="00902C8C" w:rsidRPr="00123CAE">
        <w:rPr>
          <w:rStyle w:val="libAlaemChar"/>
          <w:rtl/>
        </w:rPr>
        <w:t>(</w:t>
      </w:r>
      <w:r w:rsidR="00902C8C" w:rsidRPr="00902C8C">
        <w:rPr>
          <w:rStyle w:val="libAieChar"/>
          <w:rtl/>
        </w:rPr>
        <w:t>ولا تکونوا من المشرک</w:t>
      </w:r>
      <w:r w:rsidR="00902C8C" w:rsidRPr="00902C8C">
        <w:rPr>
          <w:rStyle w:val="libAieChar"/>
          <w:rFonts w:hint="cs"/>
          <w:rtl/>
        </w:rPr>
        <w:t>ی</w:t>
      </w:r>
      <w:r w:rsidR="00902C8C" w:rsidRPr="00902C8C">
        <w:rPr>
          <w:rStyle w:val="libAieChar"/>
          <w:rFonts w:hint="eastAsia"/>
          <w:rtl/>
        </w:rPr>
        <w:t>ن</w:t>
      </w:r>
      <w:r w:rsidR="00902C8C" w:rsidRPr="0072787B">
        <w:rPr>
          <w:rStyle w:val="libAlaemChar"/>
          <w:rtl/>
        </w:rPr>
        <w:t>)</w:t>
      </w:r>
      <w:r>
        <w:rPr>
          <w:rFonts w:hint="eastAsia"/>
          <w:rtl/>
        </w:rPr>
        <w:t>“</w:t>
      </w:r>
      <w:r>
        <w:rPr>
          <w:rtl/>
        </w:rPr>
        <w:t xml:space="preserve"> تو وہ مشرک ہ</w:t>
      </w:r>
      <w:r>
        <w:rPr>
          <w:rFonts w:hint="eastAsia"/>
          <w:rtl/>
        </w:rPr>
        <w:t>ے</w:t>
      </w:r>
      <w:r>
        <w:rPr>
          <w:rtl/>
        </w:rPr>
        <w:t xml:space="preserve"> جو نماز کا منکر ہے وہ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نماز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</w:t>
      </w:r>
      <w:r w:rsidRPr="00C96147">
        <w:rPr>
          <w:rFonts w:hint="cs"/>
          <w:rtl/>
        </w:rPr>
        <w:t xml:space="preserve"> اور جو منکر نماز ہو وہ فقہ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نجس ہے آغا خا ن</w:t>
      </w:r>
      <w:r>
        <w:rPr>
          <w:rFonts w:hint="cs"/>
          <w:rtl/>
        </w:rPr>
        <w:t>ی</w:t>
      </w:r>
      <w:r>
        <w:rPr>
          <w:rtl/>
        </w:rPr>
        <w:t xml:space="preserve"> سارے علماء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فتو</w:t>
      </w:r>
      <w:r>
        <w:rPr>
          <w:rFonts w:hint="cs"/>
          <w:rtl/>
        </w:rPr>
        <w:t>یٰ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کا دادا جب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بنا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زکا</w:t>
      </w:r>
      <w:r>
        <w:rPr>
          <w:rtl/>
        </w:rPr>
        <w:t xml:space="preserve"> اس نے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 عت خانے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مگر اسما 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وہ نماز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وہ بھ</w:t>
      </w:r>
      <w:r>
        <w:rPr>
          <w:rFonts w:hint="cs"/>
          <w:rtl/>
        </w:rPr>
        <w:t>ی</w:t>
      </w:r>
      <w:r>
        <w:rPr>
          <w:rtl/>
        </w:rPr>
        <w:t xml:space="preserve"> شش امام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شش امام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آغا خان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نما ز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آ پ نے سنا امام کافرمان سنا کہ جو نماز کا منکر ہے وہ نماز کا 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نماز کے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خدا ، نب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(ع) کا منکر ہے اور جو خدا ، نب</w:t>
      </w:r>
      <w:r>
        <w:rPr>
          <w:rFonts w:hint="cs"/>
          <w:rtl/>
        </w:rPr>
        <w:t>ی</w:t>
      </w:r>
      <w:r>
        <w:rPr>
          <w:rtl/>
        </w:rPr>
        <w:t xml:space="preserve"> ، عل</w:t>
      </w:r>
      <w:r>
        <w:rPr>
          <w:rFonts w:hint="cs"/>
          <w:rtl/>
        </w:rPr>
        <w:t>ی</w:t>
      </w:r>
      <w:r>
        <w:rPr>
          <w:rtl/>
        </w:rPr>
        <w:t xml:space="preserve"> (ع) کا منکر ہے وہ نجس ہے </w:t>
      </w:r>
      <w:r w:rsidRPr="00C961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مخا 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سے بھ</w:t>
      </w:r>
      <w:r>
        <w:rPr>
          <w:rFonts w:hint="cs"/>
          <w:rtl/>
        </w:rPr>
        <w:t>ی</w:t>
      </w:r>
      <w:r>
        <w:rPr>
          <w:rtl/>
        </w:rPr>
        <w:t xml:space="preserve"> خطرنا ک کبھ</w:t>
      </w:r>
      <w:r>
        <w:rPr>
          <w:rFonts w:hint="cs"/>
          <w:rtl/>
        </w:rPr>
        <w:t>ی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بد نام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پڑھ رہا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وہ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رہا ہے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،تا</w:t>
      </w:r>
      <w:r>
        <w:rPr>
          <w:rtl/>
        </w:rPr>
        <w:t xml:space="preserve"> کہ دوسروں کوثبوت ہو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(ع) سجدہ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آئے تو رکوع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،اور سجدہ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، تاکہ د شمن کو پتا چلے ،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بد نا م ہوج</w:t>
      </w:r>
      <w:r>
        <w:rPr>
          <w:rFonts w:hint="eastAsia"/>
          <w:rtl/>
        </w:rPr>
        <w:t>ا</w:t>
      </w:r>
      <w:r>
        <w:rPr>
          <w:rtl/>
        </w:rPr>
        <w:t xml:space="preserve"> ئے </w:t>
      </w:r>
      <w:r w:rsidRPr="00C96147">
        <w:rPr>
          <w:rFonts w:hint="cs"/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ان سے خبر دار رہنے ک</w:t>
      </w:r>
      <w:r>
        <w:rPr>
          <w:rFonts w:hint="cs"/>
          <w:rtl/>
        </w:rPr>
        <w:t>ی</w:t>
      </w:r>
      <w:r>
        <w:rPr>
          <w:rtl/>
        </w:rPr>
        <w:t xml:space="preserve"> ضرورت ہے ان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نماز کے منکر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دوسرا جتنے بھ</w:t>
      </w:r>
      <w:r>
        <w:rPr>
          <w:rFonts w:hint="cs"/>
          <w:rtl/>
        </w:rPr>
        <w:t>ی</w:t>
      </w:r>
      <w:r>
        <w:rPr>
          <w:rtl/>
        </w:rPr>
        <w:t xml:space="preserve"> علما ء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؟ </w:t>
      </w:r>
      <w:r w:rsidRPr="0072787B">
        <w:rPr>
          <w:rStyle w:val="libArabicChar"/>
          <w:rtl/>
        </w:rPr>
        <w:t>اش</w:t>
      </w:r>
      <w:r w:rsidR="00C96147" w:rsidRPr="00C96147">
        <w:rPr>
          <w:rStyle w:val="libArabicChar"/>
          <w:rFonts w:hint="cs"/>
          <w:rtl/>
        </w:rPr>
        <w:t>ه</w:t>
      </w:r>
      <w:r w:rsidRPr="00C96147">
        <w:rPr>
          <w:rStyle w:val="libArabicChar"/>
          <w:rtl/>
        </w:rPr>
        <w:t>دا نک قد ا قمت الصلا</w:t>
      </w:r>
      <w:r w:rsidRPr="0072787B">
        <w:rPr>
          <w:rStyle w:val="libArabicChar"/>
          <w:rtl/>
        </w:rPr>
        <w:t>ة و آت</w:t>
      </w:r>
      <w:r w:rsidRPr="0072787B">
        <w:rPr>
          <w:rStyle w:val="libArabicChar"/>
          <w:rFonts w:hint="cs"/>
          <w:rtl/>
        </w:rPr>
        <w:t>ی</w:t>
      </w:r>
      <w:r w:rsidRPr="0072787B">
        <w:rPr>
          <w:rStyle w:val="libArabicChar"/>
          <w:rFonts w:hint="eastAsia"/>
          <w:rtl/>
        </w:rPr>
        <w:t>ت</w:t>
      </w:r>
      <w:r w:rsidRPr="0072787B">
        <w:rPr>
          <w:rStyle w:val="libArabicChar"/>
          <w:rtl/>
        </w:rPr>
        <w:t xml:space="preserve"> الزکوة و ا مرت بالمعروف و ن</w:t>
      </w:r>
      <w:r w:rsidR="00C96147" w:rsidRPr="00C96147">
        <w:rPr>
          <w:rStyle w:val="libArabicChar"/>
          <w:rFonts w:hint="cs"/>
          <w:rtl/>
        </w:rPr>
        <w:t>ه</w:t>
      </w:r>
      <w:r w:rsidRPr="0072787B">
        <w:rPr>
          <w:rStyle w:val="libArabicChar"/>
          <w:rFonts w:hint="cs"/>
          <w:rtl/>
        </w:rPr>
        <w:t>ی</w:t>
      </w:r>
      <w:r w:rsidRPr="0072787B">
        <w:rPr>
          <w:rStyle w:val="libArabicChar"/>
          <w:rFonts w:hint="eastAsia"/>
          <w:rtl/>
        </w:rPr>
        <w:t>ت</w:t>
      </w:r>
      <w:r w:rsidRPr="0072787B">
        <w:rPr>
          <w:rStyle w:val="libArabicChar"/>
          <w:rtl/>
        </w:rPr>
        <w:t xml:space="preserve"> عن المنکر</w:t>
      </w:r>
      <w:r>
        <w:rPr>
          <w:rtl/>
        </w:rPr>
        <w:t xml:space="preserve"> ہر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ہوا ہے آپ سب کو مولاحس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سامنے بھ</w:t>
      </w:r>
      <w:r>
        <w:rPr>
          <w:rFonts w:hint="cs"/>
          <w:rtl/>
        </w:rPr>
        <w:t>ی</w:t>
      </w:r>
      <w:r>
        <w:rPr>
          <w:rtl/>
        </w:rPr>
        <w:t xml:space="preserve"> آ 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مولا آ پ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نماز قا ئم ہوجا ئے ،زکوة قا ئم ہوجا ئے امر با لمعروف قا ئم ہو جا ئے نہ</w:t>
      </w:r>
      <w:r>
        <w:rPr>
          <w:rFonts w:hint="cs"/>
          <w:rtl/>
        </w:rPr>
        <w:t>ی</w:t>
      </w:r>
      <w:r>
        <w:rPr>
          <w:rtl/>
        </w:rPr>
        <w:t xml:space="preserve"> عن المنکرقائم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علما ء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 لمعروف کرتے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 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لوگ امر با لمعروف سنے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وہا 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کا دشمن ہے جب کہ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عزادار</w:t>
      </w:r>
      <w:r>
        <w:rPr>
          <w:rFonts w:hint="cs"/>
          <w:rtl/>
        </w:rPr>
        <w:t>ی</w:t>
      </w:r>
      <w:r>
        <w:rPr>
          <w:rtl/>
        </w:rPr>
        <w:t xml:space="preserve"> کا دشمن ہو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کوئ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تو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وہا ب</w:t>
      </w:r>
      <w:r>
        <w:rPr>
          <w:rFonts w:hint="cs"/>
          <w:rtl/>
        </w:rPr>
        <w:t>ی</w:t>
      </w:r>
      <w:r>
        <w:rPr>
          <w:rtl/>
        </w:rPr>
        <w:t xml:space="preserve"> عقا ئد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جتنے علما ء امر با لمعروف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پروپکنڈہ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پہچا 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ہمارے مراجع ہمارے علما ء پہ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خا منہ 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تبرا ، امام 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</w:rPr>
        <w:t></w:t>
      </w:r>
      <w:r>
        <w:rPr>
          <w:rtl/>
        </w:rPr>
        <w:t xml:space="preserve"> </w:t>
      </w:r>
      <w:r>
        <w:rPr>
          <w:rFonts w:hint="eastAsia"/>
          <w:rtl/>
        </w:rPr>
        <w:t>مرحوم</w:t>
      </w:r>
      <w:r>
        <w:rPr>
          <w:rtl/>
        </w:rPr>
        <w:t xml:space="preserve"> ان پر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صدا 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مراجع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 ننے ک</w:t>
      </w:r>
      <w:r>
        <w:rPr>
          <w:rFonts w:hint="cs"/>
          <w:rtl/>
        </w:rPr>
        <w:t>ی</w:t>
      </w:r>
      <w:r>
        <w:rPr>
          <w:rtl/>
        </w:rPr>
        <w:t xml:space="preserve"> ضرورت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اند ر گھسے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سپاہ صحا بہ کے بنانے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 xml:space="preserve">پہچان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فقہ امام صاد ق (ع) کے دشمن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کھارادرم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المسا ئل سے کس</w:t>
      </w:r>
      <w:r>
        <w:rPr>
          <w:rFonts w:hint="cs"/>
          <w:rtl/>
        </w:rPr>
        <w:t>ی</w:t>
      </w:r>
      <w:r>
        <w:rPr>
          <w:rtl/>
        </w:rPr>
        <w:t xml:space="preserve"> نے فقہ امام صادق (ع) پڑھا 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 لفت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امامو ں ک</w:t>
      </w:r>
      <w:r>
        <w:rPr>
          <w:rFonts w:hint="cs"/>
          <w:rtl/>
        </w:rPr>
        <w:t>ی</w:t>
      </w:r>
      <w:r>
        <w:rPr>
          <w:rtl/>
        </w:rPr>
        <w:t xml:space="preserve"> مخا لفت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لوگو ں سے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کس ک</w:t>
      </w:r>
      <w:r>
        <w:rPr>
          <w:rFonts w:hint="cs"/>
          <w:rtl/>
        </w:rPr>
        <w:t>ی</w:t>
      </w:r>
      <w:r>
        <w:rPr>
          <w:rtl/>
        </w:rPr>
        <w:t xml:space="preserve"> مخا 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 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صادق (ع) کا فقہ بتا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 م صا دق (ع) کے فقہ بتا نے والے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مجتہد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مخا لفت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پہ لعنت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ان کو پہچا ننا بہت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ورنہ آہستہ آہستہ ہمارے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اپن</w:t>
      </w:r>
      <w:r>
        <w:rPr>
          <w:rFonts w:hint="cs"/>
          <w:rtl/>
        </w:rPr>
        <w:t>ی</w:t>
      </w:r>
      <w:r>
        <w:rPr>
          <w:rtl/>
        </w:rPr>
        <w:t xml:space="preserve"> تعدا د بڑھا تے چلے 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اگر ہم نے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 ل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انھوں نے الگ جا کے امام بارگاہ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کوئ</w:t>
      </w:r>
      <w:r>
        <w:rPr>
          <w:rFonts w:hint="cs"/>
          <w:rtl/>
        </w:rPr>
        <w:t>ی</w:t>
      </w:r>
      <w:r>
        <w:rPr>
          <w:rtl/>
        </w:rPr>
        <w:t xml:space="preserve"> ان کے امام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وہ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جس نے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اللہ ہوں اخبار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جس نے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کرنا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کہے کا فر کو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کہے کافروں کو کہے کہ اسلام</w:t>
      </w:r>
      <w:r>
        <w:rPr>
          <w:rFonts w:hint="cs"/>
          <w:rtl/>
        </w:rPr>
        <w:t>ی</w:t>
      </w:r>
      <w:r>
        <w:rPr>
          <w:rtl/>
        </w:rPr>
        <w:t xml:space="preserve"> ملک پر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وہ مسلمان ہے کوئ</w:t>
      </w:r>
      <w:r>
        <w:rPr>
          <w:rFonts w:hint="cs"/>
          <w:rtl/>
        </w:rPr>
        <w:t>ی</w:t>
      </w:r>
      <w:r>
        <w:rPr>
          <w:rtl/>
        </w:rPr>
        <w:t xml:space="preserve"> اسے مسلمان کہہ سکتا ہے جو کافر ملک امر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دجال کو کہہ رہا ہے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کرو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خود اس نے ثا 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منا فق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مرتد ہے اب اس نے کئ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الحمد للہ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اس سے مجلس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کے ساتھ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 پ رہا ہے مفت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 دو سو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 ے رہا ہے جو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خلاف ، مراجع کے خلاف ، ہمارے عقا ئد کے خلاف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ڈ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نڈ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ص13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انجمن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eastAsia"/>
          <w:rtl/>
        </w:rPr>
        <w:t>انجمن</w:t>
      </w:r>
      <w:r>
        <w:rPr>
          <w:rtl/>
        </w:rPr>
        <w:t xml:space="preserve"> ثواب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ہے کہ اس انجمن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لوگ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دوست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تم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نوحہ خوان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چند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 ل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فوراً اس انجمن نے اعلا 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C96147">
        <w:rPr>
          <w:rFonts w:hint="cs"/>
          <w:rtl/>
        </w:rPr>
        <w:t xml:space="preserve"> ع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انجمن ثوا ب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نے چند سال پہلے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لوگوں نے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تھاچند لوگ آئے تھے اور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شروع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(آپ کو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مشکل دوت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سالوں سے ہوئ</w:t>
      </w:r>
      <w:r>
        <w:rPr>
          <w:rFonts w:hint="cs"/>
          <w:rtl/>
        </w:rPr>
        <w:t>ی</w:t>
      </w:r>
      <w:r>
        <w:rPr>
          <w:rtl/>
        </w:rPr>
        <w:t xml:space="preserve"> ہے) منبر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آواز بلند ک</w:t>
      </w:r>
      <w:r>
        <w:rPr>
          <w:rFonts w:hint="cs"/>
          <w:rtl/>
        </w:rPr>
        <w:t>ی</w:t>
      </w:r>
      <w:r>
        <w:rPr>
          <w:rtl/>
        </w:rPr>
        <w:t xml:space="preserve"> دوسرے علما</w:t>
      </w:r>
      <w:r w:rsidR="00C96147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نے آواز بلند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رسم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خون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نجس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 اگر ختم نہ ہوت</w:t>
      </w:r>
      <w:r>
        <w:rPr>
          <w:rFonts w:hint="cs"/>
          <w:rtl/>
        </w:rPr>
        <w:t>ی</w:t>
      </w:r>
      <w:r>
        <w:rPr>
          <w:rtl/>
        </w:rPr>
        <w:t xml:space="preserve"> تو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حالانکہ چند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اند ر خراب نہ کہ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انجمن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کہ اس مردود نے ان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سے ہمارا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lastRenderedPageBreak/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فتنہ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پتا ہے بہت اچھے دوست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 تم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اچھے نوحہ پڑھنے والے بھ</w:t>
      </w:r>
      <w:r>
        <w:rPr>
          <w:rFonts w:hint="cs"/>
          <w:rtl/>
        </w:rPr>
        <w:t>ی</w:t>
      </w:r>
      <w:r>
        <w:rPr>
          <w:rtl/>
        </w:rPr>
        <w:t xml:space="preserve"> اس انجمن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چند با اثر لوگ ان کے پاس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ہے </w:t>
      </w:r>
      <w:r w:rsidRPr="00C96147">
        <w:rPr>
          <w:rFonts w:hint="cs"/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ساز 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ہرسال جو ہے اس انجمن کو بد نام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eastAsia"/>
          <w:rtl/>
        </w:rPr>
        <w:t>ند</w:t>
      </w:r>
      <w:r>
        <w:rPr>
          <w:rtl/>
        </w:rPr>
        <w:t xml:space="preserve">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 فلہ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 چہلم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پر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اہوتا</w:t>
      </w:r>
      <w:r>
        <w:rPr>
          <w:rtl/>
        </w:rPr>
        <w:t xml:space="preserve"> ہے وہا ں ہر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(ع) کو اللہ کہا جاتا ہے اور حضرت عا ئشہ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کھلے عام تبرا ہوتا ہے اور مقصد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وہاں عربھا ڈالرز خرچ کرنے کے بعد،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(س)کے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لوگوں نے علماء نے سب نے ملکر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حوزہ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دشمنوں کا مرکزتھا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آج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مزار ہے اس کے چاروں طرف آج حوز 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 ہے ہمارے مد رسے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 ول</w:t>
      </w:r>
      <w:r>
        <w:rPr>
          <w:rFonts w:hint="cs"/>
          <w:rtl/>
        </w:rPr>
        <w:t>ی</w:t>
      </w:r>
      <w:r>
        <w:rPr>
          <w:rtl/>
        </w:rPr>
        <w:t xml:space="preserve">  ک</w:t>
      </w:r>
      <w:r>
        <w:rPr>
          <w:rFonts w:hint="cs"/>
          <w:rtl/>
        </w:rPr>
        <w:t>ی</w:t>
      </w:r>
      <w:r>
        <w:rPr>
          <w:rtl/>
        </w:rPr>
        <w:t xml:space="preserve"> اذان بلند ہورہ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ٹولہ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 ہتا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</w:t>
      </w:r>
      <w:r>
        <w:rPr>
          <w:rFonts w:hint="eastAsia"/>
          <w:rtl/>
        </w:rPr>
        <w:t>تلے</w:t>
      </w:r>
      <w:r>
        <w:rPr>
          <w:rtl/>
        </w:rPr>
        <w:t xml:space="preserve"> بنا بنا کر اور انھوں نے سپاہ صحابہ کو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وہاں بھ</w:t>
      </w:r>
      <w:r>
        <w:rPr>
          <w:rFonts w:hint="cs"/>
          <w:rtl/>
        </w:rPr>
        <w:t>ی</w:t>
      </w:r>
      <w:r>
        <w:rPr>
          <w:rtl/>
        </w:rPr>
        <w:t xml:space="preserve"> حضرات اکثر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اکثر جتنے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سال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مراجع پر بھ</w:t>
      </w:r>
      <w:r>
        <w:rPr>
          <w:rFonts w:hint="cs"/>
          <w:rtl/>
        </w:rPr>
        <w:t>ی</w:t>
      </w:r>
      <w:r>
        <w:rPr>
          <w:rtl/>
        </w:rPr>
        <w:t xml:space="preserve">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عائشہ کو گا 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کھلم کھلا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</w:t>
      </w:r>
      <w:r>
        <w:rPr>
          <w:rFonts w:hint="eastAsia"/>
          <w:rtl/>
        </w:rPr>
        <w:t>ں</w:t>
      </w:r>
      <w:r>
        <w:rPr>
          <w:rtl/>
        </w:rPr>
        <w:t xml:space="preserve"> پر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عرب</w:t>
      </w:r>
      <w:r>
        <w:rPr>
          <w:rFonts w:hint="cs"/>
          <w:rtl/>
        </w:rPr>
        <w:t>ی</w:t>
      </w:r>
      <w:r>
        <w:rPr>
          <w:rtl/>
        </w:rPr>
        <w:t xml:space="preserve"> والا بھ</w:t>
      </w:r>
      <w:r>
        <w:rPr>
          <w:rFonts w:hint="cs"/>
          <w:rtl/>
        </w:rPr>
        <w:t>ی</w:t>
      </w:r>
      <w:r>
        <w:rPr>
          <w:rtl/>
        </w:rPr>
        <w:t xml:space="preserve"> سمجھتا ہے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چلے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حملہ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ہمارے مد رسوں پرد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ٹولہ جو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انجمن ثواب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کچھ لوگ انوالو(</w:t>
      </w:r>
      <w:r>
        <w:t>Involve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ان لوگوں کو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انجمن بد نام ہوجائے گ</w:t>
      </w:r>
      <w:r>
        <w:rPr>
          <w:rFonts w:hint="cs"/>
          <w:rtl/>
        </w:rPr>
        <w:t>ی</w:t>
      </w:r>
      <w:r>
        <w:rPr>
          <w:rtl/>
        </w:rPr>
        <w:t xml:space="preserve"> اور اگر اس انجمن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نکالا توپھر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امام بارگاہ اپنے دروازوں کو اس انجمن کے لئے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C96147">
        <w:rPr>
          <w:rFonts w:hint="cs"/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فورا  کل ہ</w:t>
      </w:r>
      <w:r>
        <w:rPr>
          <w:rFonts w:hint="cs"/>
          <w:rtl/>
        </w:rPr>
        <w:t>ی</w:t>
      </w:r>
      <w:r>
        <w:rPr>
          <w:rtl/>
        </w:rPr>
        <w:t xml:space="preserve"> انجمن ثواب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اچھے لوگ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گندے غدار وں کو جو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نجس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ہاتھ کا کھانا 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نجس ہے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نذر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 ے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تبرا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شام تک جا کے ہمارے حوزوں کو </w:t>
      </w:r>
      <w:r>
        <w:rPr>
          <w:rFonts w:hint="eastAsia"/>
          <w:rtl/>
        </w:rPr>
        <w:t>بند</w:t>
      </w:r>
      <w:r>
        <w:rPr>
          <w:rtl/>
        </w:rPr>
        <w:t xml:space="preserve"> کرانا چا 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سپاہ صحابہ بنا ئ</w:t>
      </w:r>
      <w:r>
        <w:rPr>
          <w:rFonts w:hint="cs"/>
          <w:rtl/>
        </w:rPr>
        <w:t>ی</w:t>
      </w:r>
      <w:r>
        <w:rPr>
          <w:rtl/>
        </w:rPr>
        <w:t xml:space="preserve"> ہے اور عجب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تک سپا ہ صحابہ نے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حکومت نے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 ا لا جو کھلم کھلا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زوجہ کے پتلے بنا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ڈالے نا ، س</w:t>
      </w:r>
      <w:r>
        <w:rPr>
          <w:rFonts w:hint="eastAsia"/>
          <w:rtl/>
        </w:rPr>
        <w:t>اجدعل</w:t>
      </w:r>
      <w:r>
        <w:rPr>
          <w:rFonts w:hint="cs"/>
          <w:rtl/>
        </w:rPr>
        <w:t>ی</w:t>
      </w:r>
      <w:r>
        <w:rPr>
          <w:rtl/>
        </w:rPr>
        <w:t xml:space="preserve"> نقو</w:t>
      </w:r>
      <w:r>
        <w:rPr>
          <w:rFonts w:hint="cs"/>
          <w:rtl/>
        </w:rPr>
        <w:t>ی</w:t>
      </w:r>
      <w:r>
        <w:rPr>
          <w:rtl/>
        </w:rPr>
        <w:t xml:space="preserve"> صاحب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ہوا ہے ، غلام رضا نقو</w:t>
      </w:r>
      <w:r>
        <w:rPr>
          <w:rFonts w:hint="cs"/>
          <w:rtl/>
        </w:rPr>
        <w:t>ی</w:t>
      </w:r>
      <w:r>
        <w:rPr>
          <w:rtl/>
        </w:rPr>
        <w:t xml:space="preserve"> کو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 ہوا ہے ، جو کھلم کھلا اصحاب ک</w:t>
      </w:r>
      <w:r>
        <w:rPr>
          <w:rFonts w:hint="cs"/>
          <w:rtl/>
        </w:rPr>
        <w:t>ی</w:t>
      </w:r>
      <w:r>
        <w:rPr>
          <w:rtl/>
        </w:rPr>
        <w:t xml:space="preserve">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تبرا روڈ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اے (</w:t>
      </w:r>
      <w:r>
        <w:t>C.I.A</w:t>
      </w:r>
      <w:r>
        <w:rPr>
          <w:rtl/>
        </w:rPr>
        <w:t>)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جنٹ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پٹھوں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کس کو مجا ل ہے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 لے۔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lastRenderedPageBreak/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لہذا لازم ہے تمام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پرلازم ہے کہ امر با لمعروف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امر با لمعروف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کتنے علما ء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امر با لمعروف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سو مرتبہ کس</w:t>
      </w:r>
      <w:r>
        <w:rPr>
          <w:rFonts w:hint="cs"/>
          <w:rtl/>
        </w:rPr>
        <w:t>ی</w:t>
      </w:r>
      <w:r>
        <w:rPr>
          <w:rtl/>
        </w:rPr>
        <w:t xml:space="preserve"> عالم کو خط لکھ کر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امر با لمعروف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eastAsia"/>
          <w:rtl/>
        </w:rPr>
        <w:t>ہر</w:t>
      </w:r>
      <w:r>
        <w:rPr>
          <w:rtl/>
        </w:rPr>
        <w:t xml:space="preserve"> عالم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لکھ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سورہ مائدہ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نمبر (</w:t>
      </w:r>
      <w:r>
        <w:rPr>
          <w:rtl/>
          <w:lang w:bidi="fa-IR"/>
        </w:rPr>
        <w:t>۷۹</w:t>
      </w:r>
      <w:r>
        <w:rPr>
          <w:rtl/>
        </w:rPr>
        <w:t>و</w:t>
      </w:r>
      <w:r>
        <w:rPr>
          <w:rtl/>
          <w:lang w:bidi="fa-IR"/>
        </w:rPr>
        <w:t xml:space="preserve">۷۸) </w:t>
      </w:r>
      <w:r>
        <w:rPr>
          <w:rtl/>
        </w:rPr>
        <w:t>خدا کہتا ہے کہ لعنت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ان لوگوں پر جو کافر ہوگئے بن</w:t>
      </w:r>
      <w:r>
        <w:rPr>
          <w:rFonts w:hint="cs"/>
          <w:rtl/>
        </w:rPr>
        <w:t>ی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،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ہے دا </w:t>
      </w:r>
      <w:r w:rsidR="00C96147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 پر لعنت ک</w:t>
      </w:r>
      <w:r>
        <w:rPr>
          <w:rFonts w:hint="cs"/>
          <w:rtl/>
        </w:rPr>
        <w:t>ی</w:t>
      </w:r>
      <w:r>
        <w:rPr>
          <w:rtl/>
        </w:rPr>
        <w:t xml:space="preserve"> ان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لعنت ک</w:t>
      </w:r>
      <w:r>
        <w:rPr>
          <w:rFonts w:hint="cs"/>
          <w:rtl/>
        </w:rPr>
        <w:t>ی</w:t>
      </w:r>
      <w:r>
        <w:rPr>
          <w:rtl/>
        </w:rPr>
        <w:t xml:space="preserve"> ہے ،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 کہ </w:t>
      </w:r>
      <w:r>
        <w:rPr>
          <w:rFonts w:hint="eastAsia"/>
          <w:rtl/>
        </w:rPr>
        <w:t>وہ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بڑھنے والے تھے ، اس لئے کہ و ہ نہ</w:t>
      </w:r>
      <w:r>
        <w:rPr>
          <w:rFonts w:hint="cs"/>
          <w:rtl/>
        </w:rPr>
        <w:t>ی</w:t>
      </w:r>
      <w:r>
        <w:rPr>
          <w:rtl/>
        </w:rPr>
        <w:t xml:space="preserve"> عن المنکر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</w:t>
      </w:r>
      <w:r w:rsidRPr="00C96147">
        <w:rPr>
          <w:rFonts w:hint="cs"/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مولو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جو تاجر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بالمعروف کرتے تو اس طرح کے فتنے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ص15 کہہ رہا ہے کہ اس پر لعنت ہے خدا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جو نہ</w:t>
      </w:r>
      <w:r>
        <w:rPr>
          <w:rFonts w:hint="cs"/>
          <w:rtl/>
        </w:rPr>
        <w:t>ی</w:t>
      </w:r>
      <w:r>
        <w:rPr>
          <w:rtl/>
        </w:rPr>
        <w:t xml:space="preserve"> عن المنکر نہ کرے </w:t>
      </w:r>
      <w:r w:rsidRPr="00C96147">
        <w:rPr>
          <w:rFonts w:hint="cs"/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کتن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خوات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بے پردہ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پردہ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آج کتنے نوجوان جو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پر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بے 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ڈ 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اور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با لمعروف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</w:t>
      </w:r>
      <w:r w:rsidRPr="00C96147">
        <w:rPr>
          <w:rFonts w:hint="cs"/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جہاد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الحمد للہ بہت ساروں نے امر بالمعروف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سواء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منبر کے تقدس کو باحال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جعفر صا د ق (ع) 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پر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آنے مت د 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کا 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بار بار لوگوں کو سنا 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امام (ع)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منبر پر آنے نہ دو ، کس کو آنے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بھ</w:t>
      </w:r>
      <w:r>
        <w:rPr>
          <w:rFonts w:hint="cs"/>
          <w:rtl/>
        </w:rPr>
        <w:t>ی</w:t>
      </w:r>
      <w:r>
        <w:rPr>
          <w:rtl/>
        </w:rPr>
        <w:t xml:space="preserve"> منبر پر آنے دو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ہے وہ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گا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 کر چلا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 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تجارت کا سلسلہ رکنا چا 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لاکھ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لوں گا پھر مجلس پڑھوں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صرف مجمع کو راض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اس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مقص</w:t>
      </w:r>
      <w:r>
        <w:rPr>
          <w:rFonts w:hint="eastAsia"/>
          <w:rtl/>
        </w:rPr>
        <w:t>د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مجمع ٹوٹ جائے گا ہمارا 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گرجائے گا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تک کہ ان تاجروں کو منبر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 ر اس ک</w:t>
      </w:r>
      <w:r>
        <w:rPr>
          <w:rFonts w:hint="cs"/>
          <w:rtl/>
        </w:rPr>
        <w:t>ی</w:t>
      </w:r>
      <w:r>
        <w:rPr>
          <w:rtl/>
        </w:rPr>
        <w:t xml:space="preserve"> جگہ 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لوگ ، الحمد للہ آ پ کے پا س اس قسم کے ہزاروں علما ء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</w:t>
      </w:r>
      <w:r>
        <w:rPr>
          <w:rFonts w:hint="eastAsia"/>
          <w:rtl/>
        </w:rPr>
        <w:t>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، دس 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سال انھوں نے علم حا 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مصائب بھ</w:t>
      </w:r>
      <w:r>
        <w:rPr>
          <w:rFonts w:hint="cs"/>
          <w:rtl/>
        </w:rPr>
        <w:t>ی</w:t>
      </w:r>
      <w:r>
        <w:rPr>
          <w:rtl/>
        </w:rPr>
        <w:t xml:space="preserve"> پڑھنے والے ،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پروگرا م بھ</w:t>
      </w:r>
      <w:r>
        <w:rPr>
          <w:rFonts w:hint="cs"/>
          <w:rtl/>
        </w:rPr>
        <w:t>ی</w:t>
      </w:r>
      <w:r>
        <w:rPr>
          <w:rtl/>
        </w:rPr>
        <w:t xml:space="preserve"> بنا 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آپ اس عشرہ کے بعد اس</w:t>
      </w:r>
      <w:r>
        <w:rPr>
          <w:rFonts w:hint="cs"/>
          <w:rtl/>
        </w:rPr>
        <w:t>ی</w:t>
      </w:r>
      <w:r>
        <w:rPr>
          <w:rtl/>
        </w:rPr>
        <w:t xml:space="preserve"> پالٹاک (</w:t>
      </w:r>
      <w:r>
        <w:t>Paltalk</w:t>
      </w:r>
      <w:r>
        <w:rPr>
          <w:rtl/>
        </w:rPr>
        <w:t xml:space="preserve">) پر پا لٹا ک کو ڈا </w:t>
      </w:r>
      <w:r w:rsidR="00C96147">
        <w:rPr>
          <w:rtl/>
        </w:rPr>
        <w:t>و</w:t>
      </w:r>
      <w:r>
        <w:rPr>
          <w:rFonts w:hint="eastAsia"/>
          <w:rtl/>
        </w:rPr>
        <w:t>ن</w:t>
      </w:r>
      <w:r>
        <w:rPr>
          <w:rtl/>
        </w:rPr>
        <w:t xml:space="preserve"> لوڈ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وہاں پر گروپس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گروپ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پاکس</w:t>
      </w:r>
      <w:r>
        <w:rPr>
          <w:rFonts w:hint="eastAsia"/>
          <w:rtl/>
        </w:rPr>
        <w:t>تان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وہاں دوچار رومس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مثلاً آ</w:t>
      </w:r>
      <w:r w:rsidR="00C96147" w:rsidRPr="00C96147">
        <w:rPr>
          <w:rtl/>
        </w:rPr>
        <w:t>و</w:t>
      </w:r>
      <w:r>
        <w:rPr>
          <w:rtl/>
        </w:rPr>
        <w:t xml:space="preserve"> مل کر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اور چودہ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(ع) ڈاٹ کوم (.</w:t>
      </w:r>
      <w:r>
        <w:t>Com</w:t>
      </w:r>
      <w:r>
        <w:rPr>
          <w:rtl/>
        </w:rPr>
        <w:t>) پر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جا ر</w:t>
      </w:r>
      <w:r>
        <w:rPr>
          <w:rFonts w:hint="cs"/>
          <w:rtl/>
        </w:rPr>
        <w:t>ی</w:t>
      </w:r>
      <w:r>
        <w:rPr>
          <w:rtl/>
        </w:rPr>
        <w:t xml:space="preserve"> ہے تو اس پا لٹاک پر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چار روم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مثلاً نجف</w:t>
      </w:r>
      <w:r>
        <w:rPr>
          <w:rFonts w:hint="cs"/>
          <w:rtl/>
        </w:rPr>
        <w:t>ی</w:t>
      </w:r>
      <w:r>
        <w:rPr>
          <w:rtl/>
        </w:rPr>
        <w:t xml:space="preserve"> کا روم ہے اوراس</w:t>
      </w:r>
      <w:r>
        <w:rPr>
          <w:rFonts w:hint="cs"/>
          <w:rtl/>
        </w:rPr>
        <w:t>ی</w:t>
      </w:r>
      <w:r>
        <w:rPr>
          <w:rtl/>
        </w:rPr>
        <w:t xml:space="preserve"> طرح سے گ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اوف نا لج کا ہے ہم انشاء اللہ قم جاکر وہاں سے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مجلس آپ کو سنا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پا کستان کے جس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آپ وہ مجا لس سن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آپ کو پسند آجا ئے آ پ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ہ آ پ ک</w:t>
      </w:r>
      <w:r>
        <w:rPr>
          <w:rFonts w:hint="cs"/>
          <w:rtl/>
        </w:rPr>
        <w:t>ی</w:t>
      </w:r>
      <w:r>
        <w:rPr>
          <w:rtl/>
        </w:rPr>
        <w:t xml:space="preserve"> خد 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رمضان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محرم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آجا ئے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مجلس کا سودا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سوداگروں نے قوم کو تباہ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پتا ہے ہر سا ل اربوں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بجٹ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ذاکروں کے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 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ذاکر دس لاکھ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اب اندازہ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کتنے ذاکر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پانچ لاکھ دس لاکھ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ہے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زا</w:t>
      </w:r>
      <w:r>
        <w:rPr>
          <w:rtl/>
        </w:rPr>
        <w:t xml:space="preserve"> ن گرام</w:t>
      </w:r>
      <w:r>
        <w:rPr>
          <w:rFonts w:hint="cs"/>
          <w:rtl/>
        </w:rPr>
        <w:t>ی</w:t>
      </w:r>
      <w:r>
        <w:rPr>
          <w:rtl/>
        </w:rPr>
        <w:t xml:space="preserve"> چار پانچ لاکھ روپ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بجٹ صرف دس 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مولو</w:t>
      </w:r>
      <w:r>
        <w:rPr>
          <w:rFonts w:hint="cs"/>
          <w:rtl/>
        </w:rPr>
        <w:t>ی</w:t>
      </w:r>
      <w:r>
        <w:rPr>
          <w:rtl/>
        </w:rPr>
        <w:t xml:space="preserve"> پر خرچ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ملتا ہے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واہ واہ کرکے چلے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 با لمعرو 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قو م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س وقت قوم کے پا س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کو بتا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کا کام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بھرن</w:t>
      </w:r>
      <w:r>
        <w:rPr>
          <w:rFonts w:hint="eastAsia"/>
          <w:rtl/>
        </w:rPr>
        <w:t>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پاس کوئ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کالج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آغا خان</w:t>
      </w:r>
      <w:r>
        <w:rPr>
          <w:rFonts w:hint="cs"/>
          <w:rtl/>
        </w:rPr>
        <w:t>ی</w:t>
      </w:r>
      <w:r>
        <w:rPr>
          <w:rtl/>
        </w:rPr>
        <w:t xml:space="preserve"> ہم سے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م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کا لج ہے ہمارے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منبر پر کوئ</w:t>
      </w:r>
      <w:r>
        <w:rPr>
          <w:rFonts w:hint="cs"/>
          <w:rtl/>
        </w:rPr>
        <w:t>ی</w:t>
      </w:r>
      <w:r>
        <w:rPr>
          <w:rtl/>
        </w:rPr>
        <w:t xml:space="preserve"> اصلاح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ہمارے پا س کوئ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اہل سنت کے کتنے ٹ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بھئ</w:t>
      </w:r>
      <w:r>
        <w:rPr>
          <w:rFonts w:hint="cs"/>
          <w:rtl/>
        </w:rPr>
        <w:t>ی</w:t>
      </w:r>
      <w:r>
        <w:rPr>
          <w:rtl/>
        </w:rPr>
        <w:t xml:space="preserve"> کون </w:t>
      </w:r>
      <w:r>
        <w:rPr>
          <w:rFonts w:hint="eastAsia"/>
          <w:rtl/>
        </w:rPr>
        <w:t>کس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رکرے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توصرف اپن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تاجر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محمد باقر(ع)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قا تل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امر با لمعروف کہنے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ان کے لئے پا نچو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(ع) نے فرما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لوگو! علما ء باطل سے بچو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لشکر سے بد تر اور برے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دکے</w:t>
      </w:r>
      <w:r>
        <w:rPr>
          <w:rtl/>
        </w:rPr>
        <w:t xml:space="preserve"> لشکر نے ہمارا مال لوٹا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لوٹ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آ پ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ہم نے کتنے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قوم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ہے قوم کمزور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کمزور ہے وجہ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احا 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ملت</w:t>
      </w:r>
      <w:r>
        <w:rPr>
          <w:rFonts w:hint="eastAsia"/>
          <w:rtl/>
        </w:rPr>
        <w:t>ا</w:t>
      </w:r>
      <w:r>
        <w:rPr>
          <w:rtl/>
        </w:rPr>
        <w:t xml:space="preserve"> ہے کہ جو قوم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اتنا مضبوط ہوجات</w:t>
      </w:r>
      <w:r>
        <w:rPr>
          <w:rFonts w:hint="cs"/>
          <w:rtl/>
        </w:rPr>
        <w:t>ی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پلائ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کا کوئ</w:t>
      </w:r>
      <w:r>
        <w:rPr>
          <w:rFonts w:hint="cs"/>
          <w:rtl/>
        </w:rPr>
        <w:t>ی</w:t>
      </w:r>
      <w:r>
        <w:rPr>
          <w:rtl/>
        </w:rPr>
        <w:t xml:space="preserve"> مقا بلہ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 ہمار</w:t>
      </w:r>
      <w:r>
        <w:rPr>
          <w:rFonts w:hint="cs"/>
          <w:rtl/>
        </w:rPr>
        <w:t>ی</w:t>
      </w:r>
      <w:r>
        <w:rPr>
          <w:rtl/>
        </w:rPr>
        <w:t xml:space="preserve"> تعدا د کروڑوں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کمزور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ہوگئے مگر لبنا 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تعدادلاکھوں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انھوں نے بھ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کتنے م</w:t>
      </w:r>
      <w:r>
        <w:rPr>
          <w:rFonts w:hint="eastAsia"/>
          <w:rtl/>
        </w:rPr>
        <w:t>ضبوط</w:t>
      </w:r>
      <w:r>
        <w:rPr>
          <w:rtl/>
        </w:rPr>
        <w:t xml:space="preserve"> ہوگئے (اللہ اکبر)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 کو 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کوبھگاد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فرانس کوبھگا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وقت جب آمر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نے کہا حزب اللہ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د ہشت گرد قرا ر دے خود وہاں ک</w:t>
      </w:r>
      <w:r>
        <w:rPr>
          <w:rFonts w:hint="cs"/>
          <w:rtl/>
        </w:rPr>
        <w:t>ی</w:t>
      </w:r>
      <w:r>
        <w:rPr>
          <w:rtl/>
        </w:rPr>
        <w:t xml:space="preserve"> حکومت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ہے اس نے کہا خبردار آپ کو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ہمارے داخل</w:t>
      </w:r>
      <w:r>
        <w:rPr>
          <w:rFonts w:hint="cs"/>
          <w:rtl/>
        </w:rPr>
        <w:t>ی</w:t>
      </w:r>
      <w:r>
        <w:rPr>
          <w:rtl/>
        </w:rPr>
        <w:t xml:space="preserve"> معا 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حزب اللہ ہ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مضبوط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ہ موت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 ہم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 د لاکھوں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کروڑوں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محمد باقر (ع) کا جواب سن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اصول کاف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 امام (ع)فرما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قوم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س</w:t>
      </w:r>
      <w:r>
        <w:rPr>
          <w:rFonts w:hint="eastAsia"/>
          <w:rtl/>
        </w:rPr>
        <w:t>ے</w:t>
      </w:r>
      <w:r>
        <w:rPr>
          <w:rtl/>
        </w:rPr>
        <w:t xml:space="preserve"> امر بالمعروف ہوگا وہ قوم مضبوط سے مضبوط تر ہوت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جا ئے گ</w:t>
      </w:r>
      <w:r>
        <w:rPr>
          <w:rFonts w:hint="cs"/>
          <w:rtl/>
        </w:rPr>
        <w:t>ی</w:t>
      </w:r>
      <w:r w:rsidRPr="00C96147">
        <w:rPr>
          <w:rFonts w:hint="cs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لبنا ن</w:t>
      </w:r>
      <w:r>
        <w:rPr>
          <w:rFonts w:hint="cs"/>
          <w:rtl/>
        </w:rPr>
        <w:t>ی</w:t>
      </w:r>
      <w:r>
        <w:rPr>
          <w:rtl/>
        </w:rPr>
        <w:t xml:space="preserve"> مضبوط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؟ اس لئے کہ لبنان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 پر جا نے والے متق</w:t>
      </w:r>
      <w:r>
        <w:rPr>
          <w:rFonts w:hint="cs"/>
          <w:rtl/>
        </w:rPr>
        <w:t>ی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منبرپر فاسد اور فاجرلوگ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جب تک ہم ان تاجر ان خون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کو ہٹا کر متق</w:t>
      </w:r>
      <w:r>
        <w:rPr>
          <w:rFonts w:hint="cs"/>
          <w:rtl/>
        </w:rPr>
        <w:t>ی</w:t>
      </w:r>
      <w:r>
        <w:rPr>
          <w:rtl/>
        </w:rPr>
        <w:t xml:space="preserve"> انسان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ہمار</w:t>
      </w:r>
      <w:r>
        <w:rPr>
          <w:rFonts w:hint="cs"/>
          <w:rtl/>
        </w:rPr>
        <w:t>ی</w:t>
      </w:r>
      <w:r>
        <w:rPr>
          <w:rtl/>
        </w:rPr>
        <w:t xml:space="preserve"> قوم مضبوط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انتہا اہم مسئلہ ہے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گذر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پانچ منٹ ذ اکر مقصد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پور</w:t>
      </w:r>
      <w:r>
        <w:rPr>
          <w:rFonts w:hint="cs"/>
          <w:rtl/>
        </w:rPr>
        <w:t>ی</w:t>
      </w:r>
      <w:r>
        <w:rPr>
          <w:rtl/>
        </w:rPr>
        <w:t xml:space="preserve"> طا قت لگا تاہے تا کہ لوگ وا ہ ،واہ ،واہ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مجمع بڑھے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بڑھے اور اصلاً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آپ پہ پر</w:t>
      </w:r>
      <w:r>
        <w:rPr>
          <w:rFonts w:hint="cs"/>
          <w:rtl/>
        </w:rPr>
        <w:t>ی</w:t>
      </w:r>
      <w:r>
        <w:rPr>
          <w:rFonts w:hint="eastAsia"/>
          <w:rtl/>
        </w:rPr>
        <w:t>شر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ولپ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مسلسل لکھتے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با لمعرو ف ک</w:t>
      </w:r>
      <w:r>
        <w:rPr>
          <w:rFonts w:hint="cs"/>
          <w:rtl/>
        </w:rPr>
        <w:t>ی</w:t>
      </w:r>
      <w:r>
        <w:rPr>
          <w:rtl/>
        </w:rPr>
        <w:t xml:space="preserve"> طرف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لوگ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انگلش اچھ</w:t>
      </w:r>
      <w:r>
        <w:rPr>
          <w:rFonts w:hint="cs"/>
          <w:rtl/>
        </w:rPr>
        <w:t>ی</w:t>
      </w:r>
      <w:r>
        <w:rPr>
          <w:rtl/>
        </w:rPr>
        <w:t xml:space="preserve"> جا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کمپ</w:t>
      </w:r>
      <w:r>
        <w:rPr>
          <w:rFonts w:hint="cs"/>
          <w:rtl/>
        </w:rPr>
        <w:t>ی</w:t>
      </w:r>
      <w:r>
        <w:rPr>
          <w:rFonts w:hint="eastAsia"/>
          <w:rtl/>
        </w:rPr>
        <w:t>وٹر</w:t>
      </w:r>
      <w:r>
        <w:rPr>
          <w:rtl/>
        </w:rPr>
        <w:t xml:space="preserve"> اچھا جا 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گمراہ انسان کو بھ</w:t>
      </w:r>
      <w:r>
        <w:rPr>
          <w:rFonts w:hint="cs"/>
          <w:rtl/>
        </w:rPr>
        <w:t>ی</w:t>
      </w:r>
      <w:r>
        <w:rPr>
          <w:rtl/>
        </w:rPr>
        <w:t xml:space="preserve"> آپ نے ہدا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تو اللہ کے رسول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پور</w:t>
      </w:r>
      <w:r>
        <w:rPr>
          <w:rFonts w:hint="cs"/>
          <w:rtl/>
        </w:rPr>
        <w:t>ی</w:t>
      </w:r>
      <w:r>
        <w:rPr>
          <w:rtl/>
        </w:rPr>
        <w:t xml:space="preserve"> کائنات کے خزانوں سے افضل ہے 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علم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ہمارے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علماء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ہے اور علماء ہوں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علماء ک</w:t>
      </w:r>
      <w:r>
        <w:rPr>
          <w:rFonts w:hint="cs"/>
          <w:rtl/>
        </w:rPr>
        <w:t>ی</w:t>
      </w:r>
      <w:r>
        <w:rPr>
          <w:rtl/>
        </w:rPr>
        <w:t xml:space="preserve"> مانگ ہے خصوصاً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جا ننے والے تو آپ اس طرح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آئ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بارگا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پروردگار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جتنے لوگ مذہب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 کے خلاف سازش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قا بل ہدا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کس</w:t>
      </w:r>
      <w:r>
        <w:rPr>
          <w:rFonts w:hint="cs"/>
          <w:rtl/>
        </w:rPr>
        <w:t>ی</w:t>
      </w:r>
      <w:r>
        <w:rPr>
          <w:rtl/>
        </w:rPr>
        <w:t xml:space="preserve"> سے ہمار</w:t>
      </w:r>
      <w:r>
        <w:rPr>
          <w:rFonts w:hint="cs"/>
          <w:rtl/>
        </w:rPr>
        <w:t>ی</w:t>
      </w:r>
      <w:r>
        <w:rPr>
          <w:rtl/>
        </w:rPr>
        <w:t xml:space="preserve"> ذا ت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پروردگار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 بل ہدا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از جلد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اور نابود کردے ، قوم کو متحد فرما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اخبار</w:t>
      </w:r>
      <w:r>
        <w:rPr>
          <w:rFonts w:hint="cs"/>
          <w:rtl/>
        </w:rPr>
        <w:t>ی</w:t>
      </w:r>
      <w:r>
        <w:rPr>
          <w:rtl/>
        </w:rPr>
        <w:t xml:space="preserve"> فتنوں کو نابود کردے جو وہا ب</w:t>
      </w:r>
      <w:r>
        <w:rPr>
          <w:rFonts w:hint="cs"/>
          <w:rtl/>
        </w:rPr>
        <w:t>ی</w:t>
      </w:r>
      <w:r>
        <w:rPr>
          <w:rtl/>
        </w:rPr>
        <w:t xml:space="preserve"> فتنہ ہمارے خلاف ہے اسے نابود کردے ،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جو فتنہ ہے اسے نابود کردے </w:t>
      </w:r>
      <w:r w:rsidRPr="00C96147">
        <w:rPr>
          <w:rFonts w:hint="cs"/>
          <w:rtl/>
        </w:rPr>
        <w:t xml:space="preserve"> </w:t>
      </w:r>
    </w:p>
    <w:p w:rsidR="00A54C30" w:rsidRDefault="00A54C30" w:rsidP="00DA137E">
      <w:pPr>
        <w:pStyle w:val="libArabic"/>
        <w:rPr>
          <w:rtl/>
        </w:rPr>
      </w:pPr>
      <w:r>
        <w:rPr>
          <w:rFonts w:hint="eastAsia"/>
          <w:rtl/>
        </w:rPr>
        <w:t>الل</w:t>
      </w:r>
      <w:r w:rsidR="00C96147" w:rsidRPr="00C96147">
        <w:rPr>
          <w:rFonts w:hint="cs"/>
          <w:rtl/>
        </w:rPr>
        <w:t>ه</w:t>
      </w:r>
      <w:r w:rsidRPr="00C96147">
        <w:rPr>
          <w:rFonts w:hint="eastAsia"/>
          <w:rtl/>
        </w:rPr>
        <w:t>م</w:t>
      </w:r>
      <w:r>
        <w:rPr>
          <w:rtl/>
        </w:rPr>
        <w:t xml:space="preserve"> صل عل</w:t>
      </w:r>
      <w:r>
        <w:rPr>
          <w:rFonts w:hint="cs"/>
          <w:rtl/>
        </w:rPr>
        <w:t>یٰ</w:t>
      </w:r>
      <w:r>
        <w:rPr>
          <w:rtl/>
        </w:rPr>
        <w:t xml:space="preserve"> محمد وآل محمد وعجل فرج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،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صل عل</w:t>
      </w:r>
      <w:r>
        <w:rPr>
          <w:rFonts w:hint="cs"/>
          <w:rtl/>
        </w:rPr>
        <w:t>یٰ</w:t>
      </w:r>
      <w:r>
        <w:rPr>
          <w:rtl/>
        </w:rPr>
        <w:t xml:space="preserve"> محمد وآل محمد وعجل فرج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،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صل عل</w:t>
      </w:r>
      <w:r>
        <w:rPr>
          <w:rFonts w:hint="cs"/>
          <w:rtl/>
        </w:rPr>
        <w:t>یٰ</w:t>
      </w:r>
      <w:r>
        <w:rPr>
          <w:rtl/>
        </w:rPr>
        <w:t xml:space="preserve"> محمد وآل محمد وعجل فرج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،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صل عل</w:t>
      </w:r>
      <w:r>
        <w:rPr>
          <w:rFonts w:hint="cs"/>
          <w:rtl/>
        </w:rPr>
        <w:t>یٰ</w:t>
      </w:r>
      <w:r>
        <w:rPr>
          <w:rtl/>
        </w:rPr>
        <w:t xml:space="preserve"> محمد وآل محمد وعجل فرج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،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صل عل</w:t>
      </w:r>
      <w:r>
        <w:rPr>
          <w:rFonts w:hint="cs"/>
          <w:rtl/>
        </w:rPr>
        <w:t>یٰ</w:t>
      </w:r>
      <w:r>
        <w:rPr>
          <w:rtl/>
        </w:rPr>
        <w:t xml:space="preserve"> محمد وآل محمد وعجل فرج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،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م صل عل</w:t>
      </w:r>
      <w:r>
        <w:rPr>
          <w:rFonts w:hint="cs"/>
          <w:rtl/>
        </w:rPr>
        <w:t>یٰ</w:t>
      </w:r>
      <w:r>
        <w:rPr>
          <w:rtl/>
        </w:rPr>
        <w:t xml:space="preserve"> محمد وآل محمد وعجل فرج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م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الل</w:t>
      </w:r>
      <w:r w:rsidR="00C96147" w:rsidRPr="00C96147">
        <w:rPr>
          <w:rFonts w:hint="cs"/>
          <w:rtl/>
        </w:rPr>
        <w:t>ه</w:t>
      </w:r>
      <w:r w:rsidRPr="00C96147">
        <w:rPr>
          <w:rtl/>
        </w:rPr>
        <w:t xml:space="preserve">،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آج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رات ہے ، عزادارو! آ ج ماں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موجود ہے بہن کے پاس بھا ئ</w:t>
      </w:r>
      <w:r>
        <w:rPr>
          <w:rFonts w:hint="cs"/>
          <w:rtl/>
        </w:rPr>
        <w:t>ی</w:t>
      </w:r>
      <w:r>
        <w:rPr>
          <w:rtl/>
        </w:rPr>
        <w:t xml:space="preserve"> موجود ہے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پاس بابا موجود ہے آج شہ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ہے کل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رات ہے (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ن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اگر آ ج رات آپ نے پور</w:t>
      </w:r>
      <w:r>
        <w:rPr>
          <w:rFonts w:hint="cs"/>
          <w:rtl/>
        </w:rPr>
        <w:t>ی</w:t>
      </w:r>
      <w:r>
        <w:rPr>
          <w:rtl/>
        </w:rPr>
        <w:t xml:space="preserve"> رات عزادار</w:t>
      </w:r>
      <w:r>
        <w:rPr>
          <w:rFonts w:hint="cs"/>
          <w:rtl/>
        </w:rPr>
        <w:t>ی</w:t>
      </w:r>
      <w:r>
        <w:rPr>
          <w:rtl/>
        </w:rPr>
        <w:t xml:space="preserve"> مولا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روروکے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گناہ معاف ہوجا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 آج بڑ</w:t>
      </w:r>
      <w:r>
        <w:rPr>
          <w:rFonts w:hint="cs"/>
          <w:rtl/>
        </w:rPr>
        <w:t>ی</w:t>
      </w:r>
      <w:r>
        <w:rPr>
          <w:rtl/>
        </w:rPr>
        <w:t xml:space="preserve"> اہم رات ہے بڑے بڑے </w:t>
      </w:r>
      <w:r>
        <w:rPr>
          <w:rtl/>
        </w:rPr>
        <w:lastRenderedPageBreak/>
        <w:t>گنہگار آج بخشے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اس رات کا ہم نے پورے سال انتظار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اگر آج ک</w:t>
      </w:r>
      <w:r>
        <w:rPr>
          <w:rFonts w:hint="cs"/>
          <w:rtl/>
        </w:rPr>
        <w:t>ی</w:t>
      </w:r>
      <w:r>
        <w:rPr>
          <w:rtl/>
        </w:rPr>
        <w:t xml:space="preserve"> رات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بخشا تو کب بخشے گااو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آج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صدقے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مجمع کوبخش دے </w:t>
      </w:r>
      <w:r w:rsidRPr="00C96147">
        <w:rPr>
          <w:rFonts w:hint="cs"/>
          <w:rtl/>
        </w:rPr>
        <w:t xml:space="preserve"> </w:t>
      </w:r>
      <w:r>
        <w:rPr>
          <w:rtl/>
        </w:rPr>
        <w:cr/>
      </w:r>
    </w:p>
    <w:p w:rsidR="00A54C30" w:rsidRDefault="00A54C30" w:rsidP="00DA137E">
      <w:pPr>
        <w:pStyle w:val="libArabic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غفار ، </w:t>
      </w:r>
    </w:p>
    <w:p w:rsidR="00A54C30" w:rsidRDefault="00A54C30" w:rsidP="00C96147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تجھے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کا واسطہ اللہ ہم سب کو وہ ننھ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کرائے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تنہا ہے وہ زندان شام عزادارو!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الفاظ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 دت تھ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نماز کا وقت آتا تھا جناب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دو مصل</w:t>
      </w:r>
      <w:r>
        <w:rPr>
          <w:rFonts w:hint="cs"/>
          <w:rtl/>
        </w:rPr>
        <w:t>ی</w:t>
      </w:r>
      <w:r>
        <w:rPr>
          <w:rtl/>
        </w:rPr>
        <w:t xml:space="preserve"> بچھا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بابا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کربلا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 محرم کا دن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عصر کا وقت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دو مصلے بچھا ئے مگر بابا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،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دعا کے لئے ہاتھ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 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اللہ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طرف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بابا ک</w:t>
      </w:r>
      <w:r>
        <w:rPr>
          <w:rFonts w:hint="cs"/>
          <w:rtl/>
        </w:rPr>
        <w:t>ی</w:t>
      </w:r>
      <w:r>
        <w:rPr>
          <w:rtl/>
        </w:rPr>
        <w:t xml:space="preserve"> طرف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، عزادارو !جناب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کس</w:t>
      </w:r>
      <w:r>
        <w:rPr>
          <w:rFonts w:hint="cs"/>
          <w:rtl/>
        </w:rPr>
        <w:t>ی</w:t>
      </w:r>
      <w:r>
        <w:rPr>
          <w:rtl/>
        </w:rPr>
        <w:t xml:space="preserve"> کے آنے ک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واز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مڑکر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شمر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کھڑا ہے (</w:t>
      </w:r>
      <w:r>
        <w:rPr>
          <w:rFonts w:hint="cs"/>
          <w:rtl/>
        </w:rPr>
        <w:t>ی</w:t>
      </w:r>
      <w:r>
        <w:rPr>
          <w:rFonts w:hint="eastAsia"/>
          <w:rtl/>
        </w:rPr>
        <w:t>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مگر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کہا شمرتونے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باباد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شمر نے کہا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باباکو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ہو،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کہا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بابا کے انتظا 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شمر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کٹا </w:t>
      </w:r>
      <w:r>
        <w:rPr>
          <w:rFonts w:hint="eastAsia"/>
          <w:rtl/>
        </w:rPr>
        <w:t>ہوا</w:t>
      </w:r>
      <w:r>
        <w:rPr>
          <w:rtl/>
        </w:rPr>
        <w:t xml:space="preserve"> سر تھا ،اللہ جانئے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برداشت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 ( دعا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بابا کا کٹا ہوا سر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) عزادارو ! شمر نے وہ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مثال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شمر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کٹا ہوا سرتھا شمر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کے سر کو بچ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(او شمر تمہ</w:t>
      </w:r>
      <w:r>
        <w:rPr>
          <w:rFonts w:hint="eastAsia"/>
          <w:rtl/>
        </w:rPr>
        <w:t>ارے</w:t>
      </w:r>
      <w:r>
        <w:rPr>
          <w:rtl/>
        </w:rPr>
        <w:t xml:space="preserve"> ہاتھ کٹ جا تے ،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مولا کے سر کو نہ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نکتا</w:t>
      </w:r>
      <w:r>
        <w:rPr>
          <w:rtl/>
        </w:rPr>
        <w:t>)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ظالم نے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سر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بابا کے سر ک</w:t>
      </w:r>
      <w:r>
        <w:rPr>
          <w:rFonts w:hint="cs"/>
          <w:rtl/>
        </w:rPr>
        <w:t>ی</w:t>
      </w:r>
      <w:r>
        <w:rPr>
          <w:rtl/>
        </w:rPr>
        <w:t xml:space="preserve"> طرف دوڑ</w:t>
      </w:r>
      <w:r>
        <w:rPr>
          <w:rFonts w:hint="cs"/>
          <w:rtl/>
        </w:rPr>
        <w:t>ی</w:t>
      </w:r>
      <w:r>
        <w:rPr>
          <w:rtl/>
        </w:rPr>
        <w:t xml:space="preserve"> آجا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مظلوم بابا آجا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الوطن بابا آجا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بابا ،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بابا کا سر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 ئے بابا ک</w:t>
      </w:r>
      <w:r>
        <w:rPr>
          <w:rFonts w:hint="cs"/>
          <w:rtl/>
        </w:rPr>
        <w:t>ی</w:t>
      </w:r>
      <w:r>
        <w:rPr>
          <w:rtl/>
        </w:rPr>
        <w:t xml:space="preserve"> گرد ن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کرکہا ہوگا با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گردن ک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نے کا 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tl/>
        </w:rPr>
        <w:t xml:space="preserve"> پر زخم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، (اب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لفظ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تصور ہے)جناب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ہوگا، با با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مظلوم بابا او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پرد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بابا ، بابا چار برس تونے مجھے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سلا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بابا آجا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پہ سوجا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تھکے ہوئے بابااو لاشے اٹھا اٹھا کر تھک گئے ہوگے اکبر ک</w:t>
      </w:r>
      <w:r>
        <w:rPr>
          <w:rFonts w:hint="cs"/>
          <w:rtl/>
        </w:rPr>
        <w:t>ی</w:t>
      </w:r>
      <w:r>
        <w:rPr>
          <w:rtl/>
        </w:rPr>
        <w:t xml:space="preserve"> لاش تونے اٹھا ئ</w:t>
      </w:r>
      <w:r>
        <w:rPr>
          <w:rFonts w:hint="cs"/>
          <w:rtl/>
        </w:rPr>
        <w:t>ی</w:t>
      </w:r>
      <w:r>
        <w:rPr>
          <w:rtl/>
        </w:rPr>
        <w:t xml:space="preserve"> ، عبا س ک</w:t>
      </w:r>
      <w:r>
        <w:rPr>
          <w:rFonts w:hint="cs"/>
          <w:rtl/>
        </w:rPr>
        <w:t>ی</w:t>
      </w:r>
      <w:r>
        <w:rPr>
          <w:rtl/>
        </w:rPr>
        <w:t xml:space="preserve"> لاش تونے اٹھا ئ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 ک</w:t>
      </w:r>
      <w:r>
        <w:rPr>
          <w:rFonts w:hint="cs"/>
          <w:rtl/>
        </w:rPr>
        <w:t>ی</w:t>
      </w:r>
      <w:r>
        <w:rPr>
          <w:rtl/>
        </w:rPr>
        <w:t xml:space="preserve"> لاش تونے اٹھا ئ</w:t>
      </w:r>
      <w:r>
        <w:rPr>
          <w:rFonts w:hint="cs"/>
          <w:rtl/>
        </w:rPr>
        <w:t>ی</w:t>
      </w:r>
      <w:r>
        <w:rPr>
          <w:rtl/>
        </w:rPr>
        <w:t xml:space="preserve"> ، او بچ</w:t>
      </w:r>
      <w:r>
        <w:rPr>
          <w:rFonts w:hint="cs"/>
          <w:rtl/>
        </w:rPr>
        <w:t>ی</w:t>
      </w:r>
      <w:r>
        <w:rPr>
          <w:rtl/>
        </w:rPr>
        <w:t xml:space="preserve"> بابا سے پ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شمر آگے بڑھا بچ</w:t>
      </w:r>
      <w:r>
        <w:rPr>
          <w:rFonts w:hint="cs"/>
          <w:rtl/>
        </w:rPr>
        <w:t>ی</w:t>
      </w:r>
      <w:r>
        <w:rPr>
          <w:rtl/>
        </w:rPr>
        <w:t xml:space="preserve"> سے بابا کا سرچھ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اتنے زور سے طما نچے مارے سک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ہوش</w:t>
      </w:r>
      <w:r>
        <w:rPr>
          <w:rtl/>
        </w:rPr>
        <w:t xml:space="preserve"> ہ</w:t>
      </w:r>
      <w:r>
        <w:rPr>
          <w:rFonts w:hint="eastAsia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C96147">
        <w:rPr>
          <w:rFonts w:hint="cs"/>
          <w:rtl/>
        </w:rPr>
        <w:t xml:space="preserve"> </w:t>
      </w:r>
    </w:p>
    <w:p w:rsidR="00A54C30" w:rsidRDefault="00A54C30" w:rsidP="00DA137E">
      <w:pPr>
        <w:pStyle w:val="libArabic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A54C30" w:rsidRDefault="00A54C30" w:rsidP="00A54C30">
      <w:pPr>
        <w:pStyle w:val="libNormal"/>
        <w:rPr>
          <w:rtl/>
        </w:rPr>
      </w:pPr>
      <w:r>
        <w:rPr>
          <w:rtl/>
        </w:rPr>
        <w:t xml:space="preserve">(تمام شد ) </w:t>
      </w:r>
    </w:p>
    <w:p w:rsidR="00DA137E" w:rsidRDefault="00DA137E" w:rsidP="00C96147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cs="Traditional Arabic"/>
          <w:b w:val="0"/>
          <w:bCs w:val="0"/>
          <w:color w:val="000000"/>
          <w:sz w:val="24"/>
          <w:szCs w:val="32"/>
          <w:rtl/>
        </w:rPr>
        <w:id w:val="274732532"/>
        <w:docPartObj>
          <w:docPartGallery w:val="Table of Contents"/>
          <w:docPartUnique/>
        </w:docPartObj>
      </w:sdtPr>
      <w:sdtContent>
        <w:p w:rsidR="00C96147" w:rsidRDefault="00C96147" w:rsidP="00C96147">
          <w:pPr>
            <w:pStyle w:val="Heading2Center"/>
          </w:pPr>
          <w:r w:rsidRPr="00C96147">
            <w:rPr>
              <w:rFonts w:hint="cs"/>
              <w:rtl/>
            </w:rPr>
            <w:t>فہرست</w:t>
          </w:r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2F6A05">
            <w:fldChar w:fldCharType="begin"/>
          </w:r>
          <w:r w:rsidR="00C96147">
            <w:instrText xml:space="preserve"> TOC \o "1-3" \h \z \u </w:instrText>
          </w:r>
          <w:r w:rsidRPr="002F6A05">
            <w:fldChar w:fldCharType="separate"/>
          </w:r>
          <w:hyperlink w:anchor="_Toc501450100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۱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Toc501450100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1" w:history="1">
            <w:r w:rsidR="00C96147" w:rsidRPr="005F5108">
              <w:rPr>
                <w:rStyle w:val="Hyperlink"/>
                <w:noProof/>
                <w:rtl/>
              </w:rPr>
              <w:t>امام زمانہ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Toc501450101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2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۲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Toc501450102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3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۳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Toc501450103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4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۴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Toc501450104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5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۵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Toc501450105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6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۶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Toc501450106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7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۷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Toc501450107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pPr>
            <w:pStyle w:val="TOC2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01450108" w:history="1">
            <w:r w:rsidR="00C96147" w:rsidRPr="005F5108">
              <w:rPr>
                <w:rStyle w:val="Hyperlink"/>
                <w:noProof/>
                <w:rtl/>
              </w:rPr>
              <w:t xml:space="preserve">مجلس </w:t>
            </w:r>
            <w:r w:rsidR="00C96147" w:rsidRPr="005F5108">
              <w:rPr>
                <w:rStyle w:val="Hyperlink"/>
                <w:noProof/>
                <w:rtl/>
                <w:lang w:bidi="fa-IR"/>
              </w:rPr>
              <w:t>۸</w:t>
            </w:r>
            <w:r w:rsidR="00C96147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 w:rsidR="00C96147">
              <w:rPr>
                <w:noProof/>
                <w:webHidden/>
              </w:rPr>
              <w:instrText>PAGEREF</w:instrText>
            </w:r>
            <w:r w:rsidR="00C96147">
              <w:rPr>
                <w:noProof/>
                <w:webHidden/>
                <w:rtl/>
              </w:rPr>
              <w:instrText xml:space="preserve"> _</w:instrText>
            </w:r>
            <w:r w:rsidR="00C96147">
              <w:rPr>
                <w:noProof/>
                <w:webHidden/>
              </w:rPr>
              <w:instrText>Toc501450108 \h</w:instrText>
            </w:r>
            <w:r w:rsidR="00C96147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24109A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96147" w:rsidRDefault="002F6A05">
          <w:r>
            <w:fldChar w:fldCharType="end"/>
          </w:r>
        </w:p>
      </w:sdtContent>
    </w:sdt>
    <w:p w:rsidR="00BF74DA" w:rsidRPr="00A54C30" w:rsidRDefault="00BF74DA" w:rsidP="00DA137E">
      <w:pPr>
        <w:pStyle w:val="libNormal"/>
      </w:pPr>
    </w:p>
    <w:sectPr w:rsidR="00BF74DA" w:rsidRPr="00A54C30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01" w:rsidRDefault="00992201">
      <w:r>
        <w:separator/>
      </w:r>
    </w:p>
  </w:endnote>
  <w:endnote w:type="continuationSeparator" w:id="0">
    <w:p w:rsidR="00992201" w:rsidRDefault="009922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C30" w:rsidRDefault="00A54C30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C30" w:rsidRPr="00826B03" w:rsidRDefault="00A54C30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01" w:rsidRDefault="00992201">
      <w:r>
        <w:separator/>
      </w:r>
    </w:p>
  </w:footnote>
  <w:footnote w:type="continuationSeparator" w:id="0">
    <w:p w:rsidR="00992201" w:rsidRDefault="0099220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4D72"/>
    <w:rsid w:val="00005A19"/>
    <w:rsid w:val="00005F58"/>
    <w:rsid w:val="00007F62"/>
    <w:rsid w:val="00007FCA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19A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B14"/>
    <w:rsid w:val="00027D5E"/>
    <w:rsid w:val="000326C8"/>
    <w:rsid w:val="00033294"/>
    <w:rsid w:val="00033582"/>
    <w:rsid w:val="0003398D"/>
    <w:rsid w:val="00034D06"/>
    <w:rsid w:val="00035198"/>
    <w:rsid w:val="000368ED"/>
    <w:rsid w:val="00036ADA"/>
    <w:rsid w:val="000371DE"/>
    <w:rsid w:val="000374A5"/>
    <w:rsid w:val="00040798"/>
    <w:rsid w:val="00040E03"/>
    <w:rsid w:val="0004187C"/>
    <w:rsid w:val="00042164"/>
    <w:rsid w:val="0004243B"/>
    <w:rsid w:val="00043023"/>
    <w:rsid w:val="000445CA"/>
    <w:rsid w:val="00044D3F"/>
    <w:rsid w:val="00044F50"/>
    <w:rsid w:val="00045141"/>
    <w:rsid w:val="0004594E"/>
    <w:rsid w:val="00046F57"/>
    <w:rsid w:val="000470FE"/>
    <w:rsid w:val="00047101"/>
    <w:rsid w:val="00050377"/>
    <w:rsid w:val="00050EDF"/>
    <w:rsid w:val="00051D79"/>
    <w:rsid w:val="0005371B"/>
    <w:rsid w:val="00054406"/>
    <w:rsid w:val="00056CE6"/>
    <w:rsid w:val="00056E51"/>
    <w:rsid w:val="00057492"/>
    <w:rsid w:val="000578AC"/>
    <w:rsid w:val="00057C87"/>
    <w:rsid w:val="00061C01"/>
    <w:rsid w:val="0006216A"/>
    <w:rsid w:val="00062739"/>
    <w:rsid w:val="0006368E"/>
    <w:rsid w:val="0006435F"/>
    <w:rsid w:val="0006635F"/>
    <w:rsid w:val="00067616"/>
    <w:rsid w:val="00067F84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55CE"/>
    <w:rsid w:val="000756A7"/>
    <w:rsid w:val="000761F7"/>
    <w:rsid w:val="0007628C"/>
    <w:rsid w:val="00076A3A"/>
    <w:rsid w:val="00076E62"/>
    <w:rsid w:val="00080AEC"/>
    <w:rsid w:val="00081997"/>
    <w:rsid w:val="000839D2"/>
    <w:rsid w:val="000853CE"/>
    <w:rsid w:val="000854F5"/>
    <w:rsid w:val="000859B3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63"/>
    <w:rsid w:val="00097EA5"/>
    <w:rsid w:val="000A14D7"/>
    <w:rsid w:val="000A3C22"/>
    <w:rsid w:val="000A47EC"/>
    <w:rsid w:val="000A4FD9"/>
    <w:rsid w:val="000A7750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C0A89"/>
    <w:rsid w:val="000C0B26"/>
    <w:rsid w:val="000C1299"/>
    <w:rsid w:val="000C1330"/>
    <w:rsid w:val="000C2109"/>
    <w:rsid w:val="000C2527"/>
    <w:rsid w:val="000C2C6C"/>
    <w:rsid w:val="000C2EF2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946"/>
    <w:rsid w:val="000D4303"/>
    <w:rsid w:val="000D48B2"/>
    <w:rsid w:val="000D4907"/>
    <w:rsid w:val="000D55E1"/>
    <w:rsid w:val="000D57D0"/>
    <w:rsid w:val="000D71B7"/>
    <w:rsid w:val="000D7A88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521E"/>
    <w:rsid w:val="001053E9"/>
    <w:rsid w:val="00106420"/>
    <w:rsid w:val="00106945"/>
    <w:rsid w:val="00107A6B"/>
    <w:rsid w:val="00107CB2"/>
    <w:rsid w:val="001106A5"/>
    <w:rsid w:val="00110764"/>
    <w:rsid w:val="00111AE3"/>
    <w:rsid w:val="00111F40"/>
    <w:rsid w:val="00112CB2"/>
    <w:rsid w:val="0011352E"/>
    <w:rsid w:val="00113A07"/>
    <w:rsid w:val="00113B0B"/>
    <w:rsid w:val="00113CCC"/>
    <w:rsid w:val="001141B8"/>
    <w:rsid w:val="001147D1"/>
    <w:rsid w:val="00114848"/>
    <w:rsid w:val="00115473"/>
    <w:rsid w:val="00115A71"/>
    <w:rsid w:val="00116237"/>
    <w:rsid w:val="001162C9"/>
    <w:rsid w:val="00116588"/>
    <w:rsid w:val="00116E7B"/>
    <w:rsid w:val="0012056B"/>
    <w:rsid w:val="00120D7D"/>
    <w:rsid w:val="00121EE0"/>
    <w:rsid w:val="00121FC6"/>
    <w:rsid w:val="0012268F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144A"/>
    <w:rsid w:val="00151545"/>
    <w:rsid w:val="00151C03"/>
    <w:rsid w:val="00151FCF"/>
    <w:rsid w:val="001526F2"/>
    <w:rsid w:val="00152E46"/>
    <w:rsid w:val="00152F98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2F6E"/>
    <w:rsid w:val="001637DD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809"/>
    <w:rsid w:val="00177163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4288"/>
    <w:rsid w:val="00194EEE"/>
    <w:rsid w:val="00197661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2204"/>
    <w:rsid w:val="001B330C"/>
    <w:rsid w:val="001B485A"/>
    <w:rsid w:val="001B4B1F"/>
    <w:rsid w:val="001B4D93"/>
    <w:rsid w:val="001B552D"/>
    <w:rsid w:val="001B56CE"/>
    <w:rsid w:val="001B577F"/>
    <w:rsid w:val="001B5826"/>
    <w:rsid w:val="001B599E"/>
    <w:rsid w:val="001B64AA"/>
    <w:rsid w:val="001B702D"/>
    <w:rsid w:val="001B71DA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C7FA6"/>
    <w:rsid w:val="001D0825"/>
    <w:rsid w:val="001D2E1B"/>
    <w:rsid w:val="001D41A1"/>
    <w:rsid w:val="001D459F"/>
    <w:rsid w:val="001D465B"/>
    <w:rsid w:val="001D5007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5705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6F7D"/>
    <w:rsid w:val="0020768C"/>
    <w:rsid w:val="00207E0A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20729"/>
    <w:rsid w:val="00221A11"/>
    <w:rsid w:val="00221CEB"/>
    <w:rsid w:val="0022275D"/>
    <w:rsid w:val="00223127"/>
    <w:rsid w:val="00223711"/>
    <w:rsid w:val="002247A3"/>
    <w:rsid w:val="00224964"/>
    <w:rsid w:val="002249EB"/>
    <w:rsid w:val="00224C63"/>
    <w:rsid w:val="00225BC2"/>
    <w:rsid w:val="0022677C"/>
    <w:rsid w:val="002267C7"/>
    <w:rsid w:val="00227044"/>
    <w:rsid w:val="00227FEE"/>
    <w:rsid w:val="00231438"/>
    <w:rsid w:val="002314B7"/>
    <w:rsid w:val="00232EDC"/>
    <w:rsid w:val="00233446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65C"/>
    <w:rsid w:val="00242ADA"/>
    <w:rsid w:val="00242DA9"/>
    <w:rsid w:val="002434C9"/>
    <w:rsid w:val="00243D6D"/>
    <w:rsid w:val="00243DAF"/>
    <w:rsid w:val="00243F16"/>
    <w:rsid w:val="00244146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A8C"/>
    <w:rsid w:val="00261B22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1E2F"/>
    <w:rsid w:val="00272450"/>
    <w:rsid w:val="0027264B"/>
    <w:rsid w:val="00273416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09D0"/>
    <w:rsid w:val="002818EF"/>
    <w:rsid w:val="0028271F"/>
    <w:rsid w:val="002827F4"/>
    <w:rsid w:val="00283EF6"/>
    <w:rsid w:val="0028403A"/>
    <w:rsid w:val="0028459E"/>
    <w:rsid w:val="00285C52"/>
    <w:rsid w:val="00286BB7"/>
    <w:rsid w:val="00286D77"/>
    <w:rsid w:val="002876A6"/>
    <w:rsid w:val="00291872"/>
    <w:rsid w:val="00291B7D"/>
    <w:rsid w:val="00292C1A"/>
    <w:rsid w:val="00293E33"/>
    <w:rsid w:val="00294AE5"/>
    <w:rsid w:val="00294B38"/>
    <w:rsid w:val="00295A59"/>
    <w:rsid w:val="00295D97"/>
    <w:rsid w:val="002961ED"/>
    <w:rsid w:val="00296A3E"/>
    <w:rsid w:val="00297572"/>
    <w:rsid w:val="00297CB3"/>
    <w:rsid w:val="00297DFE"/>
    <w:rsid w:val="002A0284"/>
    <w:rsid w:val="002A19FA"/>
    <w:rsid w:val="002A1D03"/>
    <w:rsid w:val="002A2967"/>
    <w:rsid w:val="002A32FE"/>
    <w:rsid w:val="002A338C"/>
    <w:rsid w:val="002A412F"/>
    <w:rsid w:val="002A43B8"/>
    <w:rsid w:val="002A43EF"/>
    <w:rsid w:val="002A49E5"/>
    <w:rsid w:val="002A4D32"/>
    <w:rsid w:val="002A503A"/>
    <w:rsid w:val="002A504B"/>
    <w:rsid w:val="002A5C93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1092"/>
    <w:rsid w:val="002B14F0"/>
    <w:rsid w:val="002B1F8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22D0"/>
    <w:rsid w:val="002C2736"/>
    <w:rsid w:val="002C29FB"/>
    <w:rsid w:val="002C39F5"/>
    <w:rsid w:val="002C3B15"/>
    <w:rsid w:val="002C3E3A"/>
    <w:rsid w:val="002C48A3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9A9"/>
    <w:rsid w:val="002D1DAD"/>
    <w:rsid w:val="002D1F05"/>
    <w:rsid w:val="002D2485"/>
    <w:rsid w:val="002D28D0"/>
    <w:rsid w:val="002D33C8"/>
    <w:rsid w:val="002D43B6"/>
    <w:rsid w:val="002D580E"/>
    <w:rsid w:val="002D7D58"/>
    <w:rsid w:val="002E015C"/>
    <w:rsid w:val="002E03AD"/>
    <w:rsid w:val="002E0D44"/>
    <w:rsid w:val="002E19EE"/>
    <w:rsid w:val="002E2160"/>
    <w:rsid w:val="002E2ADA"/>
    <w:rsid w:val="002E2B03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6C7"/>
    <w:rsid w:val="002F2104"/>
    <w:rsid w:val="002F2966"/>
    <w:rsid w:val="002F2E1D"/>
    <w:rsid w:val="002F2F4C"/>
    <w:rsid w:val="002F3626"/>
    <w:rsid w:val="002F364B"/>
    <w:rsid w:val="002F522E"/>
    <w:rsid w:val="002F62A1"/>
    <w:rsid w:val="002F6A05"/>
    <w:rsid w:val="002F6F56"/>
    <w:rsid w:val="002F7071"/>
    <w:rsid w:val="002F7903"/>
    <w:rsid w:val="002F7CA3"/>
    <w:rsid w:val="002F7E6B"/>
    <w:rsid w:val="00300115"/>
    <w:rsid w:val="003002A9"/>
    <w:rsid w:val="00300568"/>
    <w:rsid w:val="00300CCF"/>
    <w:rsid w:val="00300CF4"/>
    <w:rsid w:val="00301EBF"/>
    <w:rsid w:val="00303640"/>
    <w:rsid w:val="0030406E"/>
    <w:rsid w:val="00304A76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76D"/>
    <w:rsid w:val="00317804"/>
    <w:rsid w:val="00317D3F"/>
    <w:rsid w:val="00317DE6"/>
    <w:rsid w:val="00317E22"/>
    <w:rsid w:val="00317FA1"/>
    <w:rsid w:val="003203A5"/>
    <w:rsid w:val="00320512"/>
    <w:rsid w:val="00322411"/>
    <w:rsid w:val="00322466"/>
    <w:rsid w:val="003229E9"/>
    <w:rsid w:val="00322E88"/>
    <w:rsid w:val="003230C0"/>
    <w:rsid w:val="003238F8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239A"/>
    <w:rsid w:val="00342EAD"/>
    <w:rsid w:val="00343936"/>
    <w:rsid w:val="00343971"/>
    <w:rsid w:val="003450B7"/>
    <w:rsid w:val="003452DD"/>
    <w:rsid w:val="00345904"/>
    <w:rsid w:val="00345DFD"/>
    <w:rsid w:val="0034624F"/>
    <w:rsid w:val="00347526"/>
    <w:rsid w:val="003507C0"/>
    <w:rsid w:val="00350E7E"/>
    <w:rsid w:val="0035120B"/>
    <w:rsid w:val="00352553"/>
    <w:rsid w:val="00352E1E"/>
    <w:rsid w:val="003534F9"/>
    <w:rsid w:val="0035368E"/>
    <w:rsid w:val="003541CB"/>
    <w:rsid w:val="00354493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DC8"/>
    <w:rsid w:val="0036400D"/>
    <w:rsid w:val="00364ECA"/>
    <w:rsid w:val="0036618F"/>
    <w:rsid w:val="00367328"/>
    <w:rsid w:val="003702ED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683D"/>
    <w:rsid w:val="00390718"/>
    <w:rsid w:val="00390CFB"/>
    <w:rsid w:val="0039277C"/>
    <w:rsid w:val="003927FB"/>
    <w:rsid w:val="00394022"/>
    <w:rsid w:val="00394049"/>
    <w:rsid w:val="0039429C"/>
    <w:rsid w:val="003947CB"/>
    <w:rsid w:val="00395B9D"/>
    <w:rsid w:val="003963F3"/>
    <w:rsid w:val="0039736A"/>
    <w:rsid w:val="0039787F"/>
    <w:rsid w:val="00397E9F"/>
    <w:rsid w:val="003A1475"/>
    <w:rsid w:val="003A222C"/>
    <w:rsid w:val="003A2F60"/>
    <w:rsid w:val="003A3298"/>
    <w:rsid w:val="003A3748"/>
    <w:rsid w:val="003A3952"/>
    <w:rsid w:val="003A3F69"/>
    <w:rsid w:val="003A4587"/>
    <w:rsid w:val="003A4AEE"/>
    <w:rsid w:val="003A52D5"/>
    <w:rsid w:val="003A551D"/>
    <w:rsid w:val="003A6297"/>
    <w:rsid w:val="003A629B"/>
    <w:rsid w:val="003A661E"/>
    <w:rsid w:val="003A75C7"/>
    <w:rsid w:val="003B0434"/>
    <w:rsid w:val="003B0913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75C"/>
    <w:rsid w:val="003C4ACE"/>
    <w:rsid w:val="003C5A92"/>
    <w:rsid w:val="003C62B6"/>
    <w:rsid w:val="003C6A73"/>
    <w:rsid w:val="003C6A81"/>
    <w:rsid w:val="003C6D39"/>
    <w:rsid w:val="003C7065"/>
    <w:rsid w:val="003C7A9A"/>
    <w:rsid w:val="003C7C08"/>
    <w:rsid w:val="003D0589"/>
    <w:rsid w:val="003D0D5D"/>
    <w:rsid w:val="003D2459"/>
    <w:rsid w:val="003D28ED"/>
    <w:rsid w:val="003D3107"/>
    <w:rsid w:val="003D4036"/>
    <w:rsid w:val="003D4B48"/>
    <w:rsid w:val="003D4E7A"/>
    <w:rsid w:val="003D5579"/>
    <w:rsid w:val="003D59C4"/>
    <w:rsid w:val="003D5B4A"/>
    <w:rsid w:val="003D6058"/>
    <w:rsid w:val="003D6268"/>
    <w:rsid w:val="003D71EE"/>
    <w:rsid w:val="003E06BE"/>
    <w:rsid w:val="003E097C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CBC"/>
    <w:rsid w:val="003F6170"/>
    <w:rsid w:val="003F72E7"/>
    <w:rsid w:val="003F73E0"/>
    <w:rsid w:val="004004C6"/>
    <w:rsid w:val="004006AD"/>
    <w:rsid w:val="004017F5"/>
    <w:rsid w:val="00401998"/>
    <w:rsid w:val="00401ADC"/>
    <w:rsid w:val="00401DBF"/>
    <w:rsid w:val="0040204E"/>
    <w:rsid w:val="00402C65"/>
    <w:rsid w:val="00404232"/>
    <w:rsid w:val="004048A8"/>
    <w:rsid w:val="00404EB7"/>
    <w:rsid w:val="00405229"/>
    <w:rsid w:val="00406220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3838"/>
    <w:rsid w:val="00414547"/>
    <w:rsid w:val="00414B04"/>
    <w:rsid w:val="00414FE9"/>
    <w:rsid w:val="00415690"/>
    <w:rsid w:val="00416E2B"/>
    <w:rsid w:val="004209BA"/>
    <w:rsid w:val="00420C44"/>
    <w:rsid w:val="00420EEC"/>
    <w:rsid w:val="00421BDC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4A97"/>
    <w:rsid w:val="00434D43"/>
    <w:rsid w:val="00434EFA"/>
    <w:rsid w:val="00434FE6"/>
    <w:rsid w:val="00435C2F"/>
    <w:rsid w:val="00435D71"/>
    <w:rsid w:val="00435F64"/>
    <w:rsid w:val="004367EF"/>
    <w:rsid w:val="00437035"/>
    <w:rsid w:val="0043754A"/>
    <w:rsid w:val="00437949"/>
    <w:rsid w:val="00437C19"/>
    <w:rsid w:val="00437D9B"/>
    <w:rsid w:val="00440C62"/>
    <w:rsid w:val="00442CB0"/>
    <w:rsid w:val="00443855"/>
    <w:rsid w:val="00443AC6"/>
    <w:rsid w:val="00444131"/>
    <w:rsid w:val="00444291"/>
    <w:rsid w:val="0044455C"/>
    <w:rsid w:val="00444930"/>
    <w:rsid w:val="00445079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12A9"/>
    <w:rsid w:val="0046249C"/>
    <w:rsid w:val="00464100"/>
    <w:rsid w:val="004643CB"/>
    <w:rsid w:val="00464FCD"/>
    <w:rsid w:val="00465FCA"/>
    <w:rsid w:val="0046634E"/>
    <w:rsid w:val="00466B3E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774E"/>
    <w:rsid w:val="004B7DEE"/>
    <w:rsid w:val="004C0546"/>
    <w:rsid w:val="004C058B"/>
    <w:rsid w:val="004C1019"/>
    <w:rsid w:val="004C1F73"/>
    <w:rsid w:val="004C2B1C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4075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1161"/>
    <w:rsid w:val="004E1437"/>
    <w:rsid w:val="004E18F5"/>
    <w:rsid w:val="004E1945"/>
    <w:rsid w:val="004E3570"/>
    <w:rsid w:val="004E3CB3"/>
    <w:rsid w:val="004E4B94"/>
    <w:rsid w:val="004E55E3"/>
    <w:rsid w:val="004E678A"/>
    <w:rsid w:val="004E6CA9"/>
    <w:rsid w:val="004E6DD9"/>
    <w:rsid w:val="004E6E95"/>
    <w:rsid w:val="004E7B80"/>
    <w:rsid w:val="004E7E9E"/>
    <w:rsid w:val="004F0D45"/>
    <w:rsid w:val="004F1D44"/>
    <w:rsid w:val="004F1FF8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A79"/>
    <w:rsid w:val="00501151"/>
    <w:rsid w:val="005017BA"/>
    <w:rsid w:val="00501B09"/>
    <w:rsid w:val="0050214A"/>
    <w:rsid w:val="005022E5"/>
    <w:rsid w:val="005024CE"/>
    <w:rsid w:val="0050254A"/>
    <w:rsid w:val="00502CFE"/>
    <w:rsid w:val="00503092"/>
    <w:rsid w:val="005034EC"/>
    <w:rsid w:val="005037A1"/>
    <w:rsid w:val="005045FE"/>
    <w:rsid w:val="0050478C"/>
    <w:rsid w:val="00504A74"/>
    <w:rsid w:val="00505D4A"/>
    <w:rsid w:val="0050750A"/>
    <w:rsid w:val="00507C6E"/>
    <w:rsid w:val="005100A4"/>
    <w:rsid w:val="00510A96"/>
    <w:rsid w:val="00510F59"/>
    <w:rsid w:val="00511259"/>
    <w:rsid w:val="0051167E"/>
    <w:rsid w:val="00511C34"/>
    <w:rsid w:val="00511D01"/>
    <w:rsid w:val="00512660"/>
    <w:rsid w:val="00512B38"/>
    <w:rsid w:val="005143DF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1C4A"/>
    <w:rsid w:val="00521E38"/>
    <w:rsid w:val="00524575"/>
    <w:rsid w:val="00524F6D"/>
    <w:rsid w:val="005254BC"/>
    <w:rsid w:val="00525BA0"/>
    <w:rsid w:val="00526724"/>
    <w:rsid w:val="00526F51"/>
    <w:rsid w:val="00527C4F"/>
    <w:rsid w:val="005312E0"/>
    <w:rsid w:val="00532464"/>
    <w:rsid w:val="005328E6"/>
    <w:rsid w:val="005334FA"/>
    <w:rsid w:val="005335EB"/>
    <w:rsid w:val="00533BD5"/>
    <w:rsid w:val="00534296"/>
    <w:rsid w:val="00534D33"/>
    <w:rsid w:val="00535464"/>
    <w:rsid w:val="005358DE"/>
    <w:rsid w:val="00535BB5"/>
    <w:rsid w:val="00536D24"/>
    <w:rsid w:val="0053795C"/>
    <w:rsid w:val="005400C1"/>
    <w:rsid w:val="005410BF"/>
    <w:rsid w:val="0054150F"/>
    <w:rsid w:val="005428BC"/>
    <w:rsid w:val="00542EEF"/>
    <w:rsid w:val="005433C5"/>
    <w:rsid w:val="00543CC7"/>
    <w:rsid w:val="00544156"/>
    <w:rsid w:val="005460D2"/>
    <w:rsid w:val="00546835"/>
    <w:rsid w:val="0054734A"/>
    <w:rsid w:val="00547534"/>
    <w:rsid w:val="005476D9"/>
    <w:rsid w:val="005478D1"/>
    <w:rsid w:val="0055023C"/>
    <w:rsid w:val="005503F5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C58"/>
    <w:rsid w:val="00562EED"/>
    <w:rsid w:val="005645AE"/>
    <w:rsid w:val="00565201"/>
    <w:rsid w:val="005673A9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8C2"/>
    <w:rsid w:val="00582A21"/>
    <w:rsid w:val="0058340B"/>
    <w:rsid w:val="005841E2"/>
    <w:rsid w:val="005845B2"/>
    <w:rsid w:val="005847BF"/>
    <w:rsid w:val="00584801"/>
    <w:rsid w:val="00584ABA"/>
    <w:rsid w:val="00585225"/>
    <w:rsid w:val="0058524A"/>
    <w:rsid w:val="00585C48"/>
    <w:rsid w:val="0058627D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B8F"/>
    <w:rsid w:val="00593B9A"/>
    <w:rsid w:val="00593C38"/>
    <w:rsid w:val="00593CE0"/>
    <w:rsid w:val="005941B7"/>
    <w:rsid w:val="00594C9A"/>
    <w:rsid w:val="005954C9"/>
    <w:rsid w:val="00595C9D"/>
    <w:rsid w:val="005964AE"/>
    <w:rsid w:val="00596E73"/>
    <w:rsid w:val="00596FB5"/>
    <w:rsid w:val="0059772C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AEA"/>
    <w:rsid w:val="005A2B5A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81D"/>
    <w:rsid w:val="005C0E2F"/>
    <w:rsid w:val="005C133D"/>
    <w:rsid w:val="005C18DE"/>
    <w:rsid w:val="005C1FA1"/>
    <w:rsid w:val="005C224E"/>
    <w:rsid w:val="005C4338"/>
    <w:rsid w:val="005C5244"/>
    <w:rsid w:val="005C543F"/>
    <w:rsid w:val="005C551C"/>
    <w:rsid w:val="005C64C6"/>
    <w:rsid w:val="005C6B65"/>
    <w:rsid w:val="005D00A3"/>
    <w:rsid w:val="005D02A6"/>
    <w:rsid w:val="005D1128"/>
    <w:rsid w:val="005D1D65"/>
    <w:rsid w:val="005D27D3"/>
    <w:rsid w:val="005D2C72"/>
    <w:rsid w:val="005D3753"/>
    <w:rsid w:val="005D3C8E"/>
    <w:rsid w:val="005D3D9D"/>
    <w:rsid w:val="005D6370"/>
    <w:rsid w:val="005D68AF"/>
    <w:rsid w:val="005D7173"/>
    <w:rsid w:val="005E0160"/>
    <w:rsid w:val="005E0C78"/>
    <w:rsid w:val="005E0E30"/>
    <w:rsid w:val="005E1348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A5"/>
    <w:rsid w:val="005F3916"/>
    <w:rsid w:val="005F42EB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10F4"/>
    <w:rsid w:val="006216F3"/>
    <w:rsid w:val="00621914"/>
    <w:rsid w:val="00621E21"/>
    <w:rsid w:val="00622D41"/>
    <w:rsid w:val="00622EBB"/>
    <w:rsid w:val="00623171"/>
    <w:rsid w:val="00623C26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33A9"/>
    <w:rsid w:val="00633FB4"/>
    <w:rsid w:val="00635194"/>
    <w:rsid w:val="006352F5"/>
    <w:rsid w:val="006357C1"/>
    <w:rsid w:val="00635F02"/>
    <w:rsid w:val="00636BB9"/>
    <w:rsid w:val="00636DA5"/>
    <w:rsid w:val="0063712C"/>
    <w:rsid w:val="00637DDF"/>
    <w:rsid w:val="006409A0"/>
    <w:rsid w:val="00641562"/>
    <w:rsid w:val="00641A2D"/>
    <w:rsid w:val="00641F19"/>
    <w:rsid w:val="00642FFB"/>
    <w:rsid w:val="00643F5E"/>
    <w:rsid w:val="00644FE3"/>
    <w:rsid w:val="00645915"/>
    <w:rsid w:val="00646D08"/>
    <w:rsid w:val="00647B25"/>
    <w:rsid w:val="00651640"/>
    <w:rsid w:val="006517C0"/>
    <w:rsid w:val="00651ADF"/>
    <w:rsid w:val="00652805"/>
    <w:rsid w:val="00653127"/>
    <w:rsid w:val="0065419E"/>
    <w:rsid w:val="00655CA8"/>
    <w:rsid w:val="0065654C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3284"/>
    <w:rsid w:val="00663A8F"/>
    <w:rsid w:val="006656C4"/>
    <w:rsid w:val="00665B79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9BC"/>
    <w:rsid w:val="00673B2E"/>
    <w:rsid w:val="00673C0B"/>
    <w:rsid w:val="00674ABB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652E"/>
    <w:rsid w:val="00686F76"/>
    <w:rsid w:val="006874E7"/>
    <w:rsid w:val="006878CA"/>
    <w:rsid w:val="00687928"/>
    <w:rsid w:val="00691511"/>
    <w:rsid w:val="0069163F"/>
    <w:rsid w:val="00691D44"/>
    <w:rsid w:val="00691DBB"/>
    <w:rsid w:val="0069210A"/>
    <w:rsid w:val="0069333F"/>
    <w:rsid w:val="00695AE8"/>
    <w:rsid w:val="00695DC8"/>
    <w:rsid w:val="00695E71"/>
    <w:rsid w:val="006965E3"/>
    <w:rsid w:val="00696F05"/>
    <w:rsid w:val="006970C0"/>
    <w:rsid w:val="00697907"/>
    <w:rsid w:val="00697E9A"/>
    <w:rsid w:val="006A0853"/>
    <w:rsid w:val="006A09A5"/>
    <w:rsid w:val="006A0B06"/>
    <w:rsid w:val="006A150D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1A79"/>
    <w:rsid w:val="006B1B11"/>
    <w:rsid w:val="006B21EA"/>
    <w:rsid w:val="006B3002"/>
    <w:rsid w:val="006B3031"/>
    <w:rsid w:val="006B33A8"/>
    <w:rsid w:val="006B484A"/>
    <w:rsid w:val="006B5556"/>
    <w:rsid w:val="006B5C3F"/>
    <w:rsid w:val="006B5C71"/>
    <w:rsid w:val="006B6C2F"/>
    <w:rsid w:val="006B71EF"/>
    <w:rsid w:val="006B72C6"/>
    <w:rsid w:val="006B7F0E"/>
    <w:rsid w:val="006C0904"/>
    <w:rsid w:val="006C1925"/>
    <w:rsid w:val="006C22C1"/>
    <w:rsid w:val="006C4B43"/>
    <w:rsid w:val="006C637D"/>
    <w:rsid w:val="006D08FA"/>
    <w:rsid w:val="006D0DD7"/>
    <w:rsid w:val="006D222B"/>
    <w:rsid w:val="006D2637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7EF"/>
    <w:rsid w:val="006E2198"/>
    <w:rsid w:val="006E2C8E"/>
    <w:rsid w:val="006E3CE8"/>
    <w:rsid w:val="006E446F"/>
    <w:rsid w:val="006E6291"/>
    <w:rsid w:val="006E632D"/>
    <w:rsid w:val="006E6956"/>
    <w:rsid w:val="006E7728"/>
    <w:rsid w:val="006E7CE1"/>
    <w:rsid w:val="006E7E38"/>
    <w:rsid w:val="006F0BDC"/>
    <w:rsid w:val="006F2405"/>
    <w:rsid w:val="006F5908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9C8"/>
    <w:rsid w:val="00703352"/>
    <w:rsid w:val="007037F2"/>
    <w:rsid w:val="00703C14"/>
    <w:rsid w:val="00704A99"/>
    <w:rsid w:val="007050CB"/>
    <w:rsid w:val="007051CC"/>
    <w:rsid w:val="0070524C"/>
    <w:rsid w:val="00705B9E"/>
    <w:rsid w:val="007078BA"/>
    <w:rsid w:val="00710619"/>
    <w:rsid w:val="00710CC1"/>
    <w:rsid w:val="00710F43"/>
    <w:rsid w:val="007124D8"/>
    <w:rsid w:val="007138A2"/>
    <w:rsid w:val="00716544"/>
    <w:rsid w:val="007173D9"/>
    <w:rsid w:val="00717AB1"/>
    <w:rsid w:val="00717C64"/>
    <w:rsid w:val="007216E5"/>
    <w:rsid w:val="00721FA0"/>
    <w:rsid w:val="007224E2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87B"/>
    <w:rsid w:val="00727AA2"/>
    <w:rsid w:val="00727AE7"/>
    <w:rsid w:val="0073042E"/>
    <w:rsid w:val="00730B51"/>
    <w:rsid w:val="00730E45"/>
    <w:rsid w:val="00731AD7"/>
    <w:rsid w:val="00731CB8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7112"/>
    <w:rsid w:val="00740E80"/>
    <w:rsid w:val="007419D4"/>
    <w:rsid w:val="00743852"/>
    <w:rsid w:val="00743F40"/>
    <w:rsid w:val="0074439D"/>
    <w:rsid w:val="0074517B"/>
    <w:rsid w:val="00745A60"/>
    <w:rsid w:val="007504C8"/>
    <w:rsid w:val="00750FDB"/>
    <w:rsid w:val="00751600"/>
    <w:rsid w:val="0075172C"/>
    <w:rsid w:val="00751FA3"/>
    <w:rsid w:val="0075240F"/>
    <w:rsid w:val="00752820"/>
    <w:rsid w:val="007540C8"/>
    <w:rsid w:val="00755DDC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2C7"/>
    <w:rsid w:val="00764640"/>
    <w:rsid w:val="0076464D"/>
    <w:rsid w:val="007651BA"/>
    <w:rsid w:val="00765BEF"/>
    <w:rsid w:val="00766754"/>
    <w:rsid w:val="00766764"/>
    <w:rsid w:val="00767B58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DA"/>
    <w:rsid w:val="00773E4E"/>
    <w:rsid w:val="0077451C"/>
    <w:rsid w:val="00775844"/>
    <w:rsid w:val="00775B9F"/>
    <w:rsid w:val="00775EF2"/>
    <w:rsid w:val="00775FFA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7AEA"/>
    <w:rsid w:val="00787EB0"/>
    <w:rsid w:val="0079060D"/>
    <w:rsid w:val="00790696"/>
    <w:rsid w:val="0079097D"/>
    <w:rsid w:val="007911BD"/>
    <w:rsid w:val="00791B9E"/>
    <w:rsid w:val="00791D02"/>
    <w:rsid w:val="00792322"/>
    <w:rsid w:val="00793913"/>
    <w:rsid w:val="007939B2"/>
    <w:rsid w:val="007953D9"/>
    <w:rsid w:val="00796941"/>
    <w:rsid w:val="00796AAA"/>
    <w:rsid w:val="00797497"/>
    <w:rsid w:val="007A00BF"/>
    <w:rsid w:val="007A0888"/>
    <w:rsid w:val="007A135D"/>
    <w:rsid w:val="007A29D6"/>
    <w:rsid w:val="007A2DB6"/>
    <w:rsid w:val="007A32D1"/>
    <w:rsid w:val="007A3CBA"/>
    <w:rsid w:val="007A4B14"/>
    <w:rsid w:val="007A4DD4"/>
    <w:rsid w:val="007A6185"/>
    <w:rsid w:val="007A61E8"/>
    <w:rsid w:val="007A6B6E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757"/>
    <w:rsid w:val="007C25EE"/>
    <w:rsid w:val="007C3DC9"/>
    <w:rsid w:val="007C3F61"/>
    <w:rsid w:val="007C43DF"/>
    <w:rsid w:val="007C4A19"/>
    <w:rsid w:val="007C7DFC"/>
    <w:rsid w:val="007D019B"/>
    <w:rsid w:val="007D1160"/>
    <w:rsid w:val="007D1BDF"/>
    <w:rsid w:val="007D1D2B"/>
    <w:rsid w:val="007D2CC7"/>
    <w:rsid w:val="007D47BA"/>
    <w:rsid w:val="007D5FD1"/>
    <w:rsid w:val="007D7881"/>
    <w:rsid w:val="007E08C9"/>
    <w:rsid w:val="007E125D"/>
    <w:rsid w:val="007E1C42"/>
    <w:rsid w:val="007E24C9"/>
    <w:rsid w:val="007E2EBF"/>
    <w:rsid w:val="007E4DC3"/>
    <w:rsid w:val="007E57F8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1B69"/>
    <w:rsid w:val="00802515"/>
    <w:rsid w:val="00802DCD"/>
    <w:rsid w:val="0080521F"/>
    <w:rsid w:val="00806335"/>
    <w:rsid w:val="00806496"/>
    <w:rsid w:val="0080662A"/>
    <w:rsid w:val="00807D02"/>
    <w:rsid w:val="0081019F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320F"/>
    <w:rsid w:val="0082379F"/>
    <w:rsid w:val="0082571C"/>
    <w:rsid w:val="00826516"/>
    <w:rsid w:val="00826B03"/>
    <w:rsid w:val="00826B87"/>
    <w:rsid w:val="00830AF9"/>
    <w:rsid w:val="00831B8F"/>
    <w:rsid w:val="008326EB"/>
    <w:rsid w:val="00832956"/>
    <w:rsid w:val="00832D9E"/>
    <w:rsid w:val="00833A83"/>
    <w:rsid w:val="00834835"/>
    <w:rsid w:val="00834D70"/>
    <w:rsid w:val="0083532D"/>
    <w:rsid w:val="00835353"/>
    <w:rsid w:val="00837202"/>
    <w:rsid w:val="00837259"/>
    <w:rsid w:val="00837E10"/>
    <w:rsid w:val="00840D46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50983"/>
    <w:rsid w:val="0085111E"/>
    <w:rsid w:val="00851772"/>
    <w:rsid w:val="00851E46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FDE"/>
    <w:rsid w:val="00861686"/>
    <w:rsid w:val="008616B8"/>
    <w:rsid w:val="00862BC3"/>
    <w:rsid w:val="00863012"/>
    <w:rsid w:val="008630AB"/>
    <w:rsid w:val="0086383B"/>
    <w:rsid w:val="00863D1D"/>
    <w:rsid w:val="00864864"/>
    <w:rsid w:val="0086487C"/>
    <w:rsid w:val="00865389"/>
    <w:rsid w:val="008667DF"/>
    <w:rsid w:val="0086743C"/>
    <w:rsid w:val="00867B47"/>
    <w:rsid w:val="008703F4"/>
    <w:rsid w:val="00870489"/>
    <w:rsid w:val="00870B98"/>
    <w:rsid w:val="00870CD3"/>
    <w:rsid w:val="00870D4D"/>
    <w:rsid w:val="00870E1D"/>
    <w:rsid w:val="00870EE1"/>
    <w:rsid w:val="0087230A"/>
    <w:rsid w:val="008726D1"/>
    <w:rsid w:val="00873BE1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590"/>
    <w:rsid w:val="00886708"/>
    <w:rsid w:val="00887EBC"/>
    <w:rsid w:val="008902A2"/>
    <w:rsid w:val="00890980"/>
    <w:rsid w:val="00890AE8"/>
    <w:rsid w:val="008915AF"/>
    <w:rsid w:val="008929C1"/>
    <w:rsid w:val="00892E54"/>
    <w:rsid w:val="008932AD"/>
    <w:rsid w:val="008933CF"/>
    <w:rsid w:val="00895362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56D9"/>
    <w:rsid w:val="008B5AE2"/>
    <w:rsid w:val="008B5B7E"/>
    <w:rsid w:val="008B5FDD"/>
    <w:rsid w:val="008C0221"/>
    <w:rsid w:val="008C0DB1"/>
    <w:rsid w:val="008C1099"/>
    <w:rsid w:val="008C3327"/>
    <w:rsid w:val="008C4124"/>
    <w:rsid w:val="008C4830"/>
    <w:rsid w:val="008C4BF7"/>
    <w:rsid w:val="008C510F"/>
    <w:rsid w:val="008C5748"/>
    <w:rsid w:val="008C69AC"/>
    <w:rsid w:val="008C6CA6"/>
    <w:rsid w:val="008D1293"/>
    <w:rsid w:val="008D12AB"/>
    <w:rsid w:val="008D162B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4513"/>
    <w:rsid w:val="008F469F"/>
    <w:rsid w:val="008F486D"/>
    <w:rsid w:val="008F5B45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6EF5"/>
    <w:rsid w:val="009075DD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682D"/>
    <w:rsid w:val="00916CE2"/>
    <w:rsid w:val="00917D04"/>
    <w:rsid w:val="00917E6F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EA2"/>
    <w:rsid w:val="00937575"/>
    <w:rsid w:val="00937C83"/>
    <w:rsid w:val="00940A36"/>
    <w:rsid w:val="00940BC2"/>
    <w:rsid w:val="00941688"/>
    <w:rsid w:val="00941AFA"/>
    <w:rsid w:val="00942261"/>
    <w:rsid w:val="0094281A"/>
    <w:rsid w:val="0094328E"/>
    <w:rsid w:val="009432A1"/>
    <w:rsid w:val="00943412"/>
    <w:rsid w:val="00943B2E"/>
    <w:rsid w:val="00944596"/>
    <w:rsid w:val="00945D11"/>
    <w:rsid w:val="00946B70"/>
    <w:rsid w:val="0094747F"/>
    <w:rsid w:val="00947490"/>
    <w:rsid w:val="00947EDB"/>
    <w:rsid w:val="00947F9B"/>
    <w:rsid w:val="009503E2"/>
    <w:rsid w:val="009510EA"/>
    <w:rsid w:val="00951293"/>
    <w:rsid w:val="00951DC8"/>
    <w:rsid w:val="00952480"/>
    <w:rsid w:val="00952861"/>
    <w:rsid w:val="0095454C"/>
    <w:rsid w:val="00954DA0"/>
    <w:rsid w:val="0095536A"/>
    <w:rsid w:val="009557F9"/>
    <w:rsid w:val="0095590C"/>
    <w:rsid w:val="009568F8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624"/>
    <w:rsid w:val="0096505B"/>
    <w:rsid w:val="009669D5"/>
    <w:rsid w:val="00967F1D"/>
    <w:rsid w:val="00970185"/>
    <w:rsid w:val="0097061F"/>
    <w:rsid w:val="0097064A"/>
    <w:rsid w:val="00970924"/>
    <w:rsid w:val="00971C2A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F40"/>
    <w:rsid w:val="00981911"/>
    <w:rsid w:val="00982D46"/>
    <w:rsid w:val="00983FB7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794"/>
    <w:rsid w:val="009927D3"/>
    <w:rsid w:val="00992831"/>
    <w:rsid w:val="00992E31"/>
    <w:rsid w:val="0099412A"/>
    <w:rsid w:val="0099486D"/>
    <w:rsid w:val="0099503E"/>
    <w:rsid w:val="009952AD"/>
    <w:rsid w:val="00995355"/>
    <w:rsid w:val="00995AE4"/>
    <w:rsid w:val="00996975"/>
    <w:rsid w:val="00996BC1"/>
    <w:rsid w:val="00997BA2"/>
    <w:rsid w:val="009A12E7"/>
    <w:rsid w:val="009A23F3"/>
    <w:rsid w:val="009A39F3"/>
    <w:rsid w:val="009A4035"/>
    <w:rsid w:val="009A4292"/>
    <w:rsid w:val="009A457D"/>
    <w:rsid w:val="009A53CC"/>
    <w:rsid w:val="009A7001"/>
    <w:rsid w:val="009A7DA5"/>
    <w:rsid w:val="009B01D4"/>
    <w:rsid w:val="009B0845"/>
    <w:rsid w:val="009B0C22"/>
    <w:rsid w:val="009B131C"/>
    <w:rsid w:val="009B27FC"/>
    <w:rsid w:val="009B2902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9A0"/>
    <w:rsid w:val="009C4D94"/>
    <w:rsid w:val="009C5A9D"/>
    <w:rsid w:val="009C5CE5"/>
    <w:rsid w:val="009C5E6C"/>
    <w:rsid w:val="009C6965"/>
    <w:rsid w:val="009C797F"/>
    <w:rsid w:val="009D00B5"/>
    <w:rsid w:val="009D1977"/>
    <w:rsid w:val="009D2C69"/>
    <w:rsid w:val="009D31DD"/>
    <w:rsid w:val="009D32C1"/>
    <w:rsid w:val="009D3969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29C8"/>
    <w:rsid w:val="009E3910"/>
    <w:rsid w:val="009E443A"/>
    <w:rsid w:val="009E4824"/>
    <w:rsid w:val="009E518B"/>
    <w:rsid w:val="009E52B4"/>
    <w:rsid w:val="009E60D0"/>
    <w:rsid w:val="009E64F7"/>
    <w:rsid w:val="009E67C9"/>
    <w:rsid w:val="009E6DE8"/>
    <w:rsid w:val="009E7AB9"/>
    <w:rsid w:val="009F0919"/>
    <w:rsid w:val="009F0CB4"/>
    <w:rsid w:val="009F0D62"/>
    <w:rsid w:val="009F1D25"/>
    <w:rsid w:val="009F2C77"/>
    <w:rsid w:val="009F2E6F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6C11"/>
    <w:rsid w:val="009F6DDF"/>
    <w:rsid w:val="00A0019C"/>
    <w:rsid w:val="00A00A9C"/>
    <w:rsid w:val="00A00CED"/>
    <w:rsid w:val="00A00D18"/>
    <w:rsid w:val="00A01617"/>
    <w:rsid w:val="00A02F87"/>
    <w:rsid w:val="00A04351"/>
    <w:rsid w:val="00A04394"/>
    <w:rsid w:val="00A05A22"/>
    <w:rsid w:val="00A06E42"/>
    <w:rsid w:val="00A07224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F80"/>
    <w:rsid w:val="00A17755"/>
    <w:rsid w:val="00A202E3"/>
    <w:rsid w:val="00A209AB"/>
    <w:rsid w:val="00A21090"/>
    <w:rsid w:val="00A21102"/>
    <w:rsid w:val="00A21D3D"/>
    <w:rsid w:val="00A21DB5"/>
    <w:rsid w:val="00A21E07"/>
    <w:rsid w:val="00A21F4F"/>
    <w:rsid w:val="00A22363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32A8"/>
    <w:rsid w:val="00A34091"/>
    <w:rsid w:val="00A35B8A"/>
    <w:rsid w:val="00A35C9E"/>
    <w:rsid w:val="00A35D69"/>
    <w:rsid w:val="00A35EDE"/>
    <w:rsid w:val="00A36255"/>
    <w:rsid w:val="00A36A01"/>
    <w:rsid w:val="00A36CA9"/>
    <w:rsid w:val="00A36D95"/>
    <w:rsid w:val="00A373F6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E6E"/>
    <w:rsid w:val="00A46E85"/>
    <w:rsid w:val="00A478DC"/>
    <w:rsid w:val="00A501E1"/>
    <w:rsid w:val="00A501EA"/>
    <w:rsid w:val="00A502BB"/>
    <w:rsid w:val="00A50C20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804"/>
    <w:rsid w:val="00A6180D"/>
    <w:rsid w:val="00A61A03"/>
    <w:rsid w:val="00A62D47"/>
    <w:rsid w:val="00A63CF5"/>
    <w:rsid w:val="00A63FEB"/>
    <w:rsid w:val="00A643D5"/>
    <w:rsid w:val="00A6486D"/>
    <w:rsid w:val="00A6513F"/>
    <w:rsid w:val="00A65654"/>
    <w:rsid w:val="00A65BBF"/>
    <w:rsid w:val="00A65BC4"/>
    <w:rsid w:val="00A66074"/>
    <w:rsid w:val="00A668D6"/>
    <w:rsid w:val="00A66EC7"/>
    <w:rsid w:val="00A67434"/>
    <w:rsid w:val="00A67E4F"/>
    <w:rsid w:val="00A70447"/>
    <w:rsid w:val="00A7055A"/>
    <w:rsid w:val="00A70C73"/>
    <w:rsid w:val="00A71145"/>
    <w:rsid w:val="00A716CE"/>
    <w:rsid w:val="00A73F3E"/>
    <w:rsid w:val="00A7410F"/>
    <w:rsid w:val="00A745EB"/>
    <w:rsid w:val="00A749A9"/>
    <w:rsid w:val="00A751DD"/>
    <w:rsid w:val="00A75D67"/>
    <w:rsid w:val="00A76AD1"/>
    <w:rsid w:val="00A772D3"/>
    <w:rsid w:val="00A77342"/>
    <w:rsid w:val="00A77391"/>
    <w:rsid w:val="00A77DFE"/>
    <w:rsid w:val="00A80B06"/>
    <w:rsid w:val="00A80ED8"/>
    <w:rsid w:val="00A81316"/>
    <w:rsid w:val="00A816F4"/>
    <w:rsid w:val="00A821CD"/>
    <w:rsid w:val="00A825E2"/>
    <w:rsid w:val="00A829DF"/>
    <w:rsid w:val="00A83651"/>
    <w:rsid w:val="00A839A8"/>
    <w:rsid w:val="00A83CA6"/>
    <w:rsid w:val="00A8550E"/>
    <w:rsid w:val="00A85A64"/>
    <w:rsid w:val="00A85CF6"/>
    <w:rsid w:val="00A85EB1"/>
    <w:rsid w:val="00A85F78"/>
    <w:rsid w:val="00A8695C"/>
    <w:rsid w:val="00A86979"/>
    <w:rsid w:val="00A91C0A"/>
    <w:rsid w:val="00A91C9F"/>
    <w:rsid w:val="00A91E0D"/>
    <w:rsid w:val="00A91F7E"/>
    <w:rsid w:val="00A92408"/>
    <w:rsid w:val="00A93200"/>
    <w:rsid w:val="00A9330B"/>
    <w:rsid w:val="00A939E9"/>
    <w:rsid w:val="00A944CA"/>
    <w:rsid w:val="00A94B1B"/>
    <w:rsid w:val="00A951C7"/>
    <w:rsid w:val="00A95DE0"/>
    <w:rsid w:val="00A9641E"/>
    <w:rsid w:val="00A9706C"/>
    <w:rsid w:val="00A971B5"/>
    <w:rsid w:val="00A97460"/>
    <w:rsid w:val="00AA0FC1"/>
    <w:rsid w:val="00AA0FC3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C01D4"/>
    <w:rsid w:val="00AC03F6"/>
    <w:rsid w:val="00AC13DB"/>
    <w:rsid w:val="00AC1A38"/>
    <w:rsid w:val="00AC1BDE"/>
    <w:rsid w:val="00AC2332"/>
    <w:rsid w:val="00AC28CD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79D1"/>
    <w:rsid w:val="00AD7BE1"/>
    <w:rsid w:val="00AE03BA"/>
    <w:rsid w:val="00AE0638"/>
    <w:rsid w:val="00AE0778"/>
    <w:rsid w:val="00AE1B72"/>
    <w:rsid w:val="00AE1E35"/>
    <w:rsid w:val="00AE1EB7"/>
    <w:rsid w:val="00AE23D9"/>
    <w:rsid w:val="00AE270B"/>
    <w:rsid w:val="00AE2907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A58"/>
    <w:rsid w:val="00AF4A75"/>
    <w:rsid w:val="00AF5EB4"/>
    <w:rsid w:val="00AF5F9A"/>
    <w:rsid w:val="00AF6367"/>
    <w:rsid w:val="00B01257"/>
    <w:rsid w:val="00B01368"/>
    <w:rsid w:val="00B0159B"/>
    <w:rsid w:val="00B01B14"/>
    <w:rsid w:val="00B034AF"/>
    <w:rsid w:val="00B03CB0"/>
    <w:rsid w:val="00B0496A"/>
    <w:rsid w:val="00B050B2"/>
    <w:rsid w:val="00B0574D"/>
    <w:rsid w:val="00B06222"/>
    <w:rsid w:val="00B064FF"/>
    <w:rsid w:val="00B0685F"/>
    <w:rsid w:val="00B072E4"/>
    <w:rsid w:val="00B07F38"/>
    <w:rsid w:val="00B07FDD"/>
    <w:rsid w:val="00B1002E"/>
    <w:rsid w:val="00B1005E"/>
    <w:rsid w:val="00B11AF5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2873"/>
    <w:rsid w:val="00B32F31"/>
    <w:rsid w:val="00B334CA"/>
    <w:rsid w:val="00B34D2A"/>
    <w:rsid w:val="00B35DA8"/>
    <w:rsid w:val="00B37FEA"/>
    <w:rsid w:val="00B40439"/>
    <w:rsid w:val="00B40A04"/>
    <w:rsid w:val="00B426ED"/>
    <w:rsid w:val="00B427C2"/>
    <w:rsid w:val="00B42E0C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CBB"/>
    <w:rsid w:val="00B52F91"/>
    <w:rsid w:val="00B532CE"/>
    <w:rsid w:val="00B5330D"/>
    <w:rsid w:val="00B557EB"/>
    <w:rsid w:val="00B56337"/>
    <w:rsid w:val="00B564AA"/>
    <w:rsid w:val="00B566F8"/>
    <w:rsid w:val="00B57588"/>
    <w:rsid w:val="00B60404"/>
    <w:rsid w:val="00B61AF3"/>
    <w:rsid w:val="00B621B5"/>
    <w:rsid w:val="00B6282B"/>
    <w:rsid w:val="00B629FE"/>
    <w:rsid w:val="00B62F2E"/>
    <w:rsid w:val="00B637B2"/>
    <w:rsid w:val="00B637FF"/>
    <w:rsid w:val="00B63B89"/>
    <w:rsid w:val="00B643FF"/>
    <w:rsid w:val="00B65134"/>
    <w:rsid w:val="00B65753"/>
    <w:rsid w:val="00B6586F"/>
    <w:rsid w:val="00B664E3"/>
    <w:rsid w:val="00B66B0B"/>
    <w:rsid w:val="00B66DC9"/>
    <w:rsid w:val="00B70093"/>
    <w:rsid w:val="00B70647"/>
    <w:rsid w:val="00B7085F"/>
    <w:rsid w:val="00B70AC4"/>
    <w:rsid w:val="00B70AEE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AE6"/>
    <w:rsid w:val="00B76B6F"/>
    <w:rsid w:val="00B76B70"/>
    <w:rsid w:val="00B76C8E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E4E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E73"/>
    <w:rsid w:val="00BA43D6"/>
    <w:rsid w:val="00BA50A5"/>
    <w:rsid w:val="00BA545C"/>
    <w:rsid w:val="00BA6620"/>
    <w:rsid w:val="00BA6C54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6A25"/>
    <w:rsid w:val="00BE6CA8"/>
    <w:rsid w:val="00BE740C"/>
    <w:rsid w:val="00BE7C70"/>
    <w:rsid w:val="00BE7ED8"/>
    <w:rsid w:val="00BF184B"/>
    <w:rsid w:val="00BF1878"/>
    <w:rsid w:val="00BF1D84"/>
    <w:rsid w:val="00BF2462"/>
    <w:rsid w:val="00BF38BA"/>
    <w:rsid w:val="00BF38C5"/>
    <w:rsid w:val="00BF3CDD"/>
    <w:rsid w:val="00BF5459"/>
    <w:rsid w:val="00BF6348"/>
    <w:rsid w:val="00BF74DA"/>
    <w:rsid w:val="00BF79AB"/>
    <w:rsid w:val="00C004B4"/>
    <w:rsid w:val="00C00904"/>
    <w:rsid w:val="00C01416"/>
    <w:rsid w:val="00C0154C"/>
    <w:rsid w:val="00C03876"/>
    <w:rsid w:val="00C041F9"/>
    <w:rsid w:val="00C04808"/>
    <w:rsid w:val="00C04C64"/>
    <w:rsid w:val="00C04EA1"/>
    <w:rsid w:val="00C0548F"/>
    <w:rsid w:val="00C056B8"/>
    <w:rsid w:val="00C063D9"/>
    <w:rsid w:val="00C065BD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B0A"/>
    <w:rsid w:val="00C12B1F"/>
    <w:rsid w:val="00C13127"/>
    <w:rsid w:val="00C13FA8"/>
    <w:rsid w:val="00C14460"/>
    <w:rsid w:val="00C14DBC"/>
    <w:rsid w:val="00C14F7C"/>
    <w:rsid w:val="00C1570C"/>
    <w:rsid w:val="00C16341"/>
    <w:rsid w:val="00C1743C"/>
    <w:rsid w:val="00C17683"/>
    <w:rsid w:val="00C206ED"/>
    <w:rsid w:val="00C21B1E"/>
    <w:rsid w:val="00C21D55"/>
    <w:rsid w:val="00C21E46"/>
    <w:rsid w:val="00C22361"/>
    <w:rsid w:val="00C22FEA"/>
    <w:rsid w:val="00C23335"/>
    <w:rsid w:val="00C2355B"/>
    <w:rsid w:val="00C23667"/>
    <w:rsid w:val="00C23A30"/>
    <w:rsid w:val="00C24844"/>
    <w:rsid w:val="00C25E74"/>
    <w:rsid w:val="00C26D89"/>
    <w:rsid w:val="00C30BB8"/>
    <w:rsid w:val="00C30C1F"/>
    <w:rsid w:val="00C31833"/>
    <w:rsid w:val="00C33018"/>
    <w:rsid w:val="00C33A9B"/>
    <w:rsid w:val="00C33B4D"/>
    <w:rsid w:val="00C33D1D"/>
    <w:rsid w:val="00C34B7E"/>
    <w:rsid w:val="00C35574"/>
    <w:rsid w:val="00C35A49"/>
    <w:rsid w:val="00C36690"/>
    <w:rsid w:val="00C36953"/>
    <w:rsid w:val="00C36AF1"/>
    <w:rsid w:val="00C37458"/>
    <w:rsid w:val="00C3767F"/>
    <w:rsid w:val="00C379C0"/>
    <w:rsid w:val="00C37AF7"/>
    <w:rsid w:val="00C403E9"/>
    <w:rsid w:val="00C40864"/>
    <w:rsid w:val="00C40FD1"/>
    <w:rsid w:val="00C42050"/>
    <w:rsid w:val="00C4333E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752F"/>
    <w:rsid w:val="00C47963"/>
    <w:rsid w:val="00C507D6"/>
    <w:rsid w:val="00C50E56"/>
    <w:rsid w:val="00C514EA"/>
    <w:rsid w:val="00C52A51"/>
    <w:rsid w:val="00C52C63"/>
    <w:rsid w:val="00C533D4"/>
    <w:rsid w:val="00C545C8"/>
    <w:rsid w:val="00C54B02"/>
    <w:rsid w:val="00C552CB"/>
    <w:rsid w:val="00C5543B"/>
    <w:rsid w:val="00C5638E"/>
    <w:rsid w:val="00C572D0"/>
    <w:rsid w:val="00C6006C"/>
    <w:rsid w:val="00C60180"/>
    <w:rsid w:val="00C6026B"/>
    <w:rsid w:val="00C617D8"/>
    <w:rsid w:val="00C617E5"/>
    <w:rsid w:val="00C6249A"/>
    <w:rsid w:val="00C62E78"/>
    <w:rsid w:val="00C64533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BB0"/>
    <w:rsid w:val="00C76216"/>
    <w:rsid w:val="00C76A9C"/>
    <w:rsid w:val="00C77194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5057"/>
    <w:rsid w:val="00C85B54"/>
    <w:rsid w:val="00C87178"/>
    <w:rsid w:val="00C873E5"/>
    <w:rsid w:val="00C876C9"/>
    <w:rsid w:val="00C9021F"/>
    <w:rsid w:val="00C9028D"/>
    <w:rsid w:val="00C906FE"/>
    <w:rsid w:val="00C90912"/>
    <w:rsid w:val="00C91604"/>
    <w:rsid w:val="00C91BBE"/>
    <w:rsid w:val="00C93C46"/>
    <w:rsid w:val="00C94210"/>
    <w:rsid w:val="00C94DAC"/>
    <w:rsid w:val="00C95CBB"/>
    <w:rsid w:val="00C96147"/>
    <w:rsid w:val="00CA1C8D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B01BD"/>
    <w:rsid w:val="00CB0987"/>
    <w:rsid w:val="00CB124C"/>
    <w:rsid w:val="00CB22FF"/>
    <w:rsid w:val="00CB249F"/>
    <w:rsid w:val="00CB2EA7"/>
    <w:rsid w:val="00CB3C38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6F6"/>
    <w:rsid w:val="00CC7CD8"/>
    <w:rsid w:val="00CD034D"/>
    <w:rsid w:val="00CD03CA"/>
    <w:rsid w:val="00CD0B1C"/>
    <w:rsid w:val="00CD1655"/>
    <w:rsid w:val="00CD3B4E"/>
    <w:rsid w:val="00CD4FB6"/>
    <w:rsid w:val="00CD509D"/>
    <w:rsid w:val="00CD5C20"/>
    <w:rsid w:val="00CD6166"/>
    <w:rsid w:val="00CD72D4"/>
    <w:rsid w:val="00CD7CFF"/>
    <w:rsid w:val="00CE06B3"/>
    <w:rsid w:val="00CE1509"/>
    <w:rsid w:val="00CE16AD"/>
    <w:rsid w:val="00CE30CD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2C4"/>
    <w:rsid w:val="00CF0045"/>
    <w:rsid w:val="00CF01DE"/>
    <w:rsid w:val="00CF02A6"/>
    <w:rsid w:val="00CF0CDF"/>
    <w:rsid w:val="00CF137D"/>
    <w:rsid w:val="00CF1CDC"/>
    <w:rsid w:val="00CF1D98"/>
    <w:rsid w:val="00CF297F"/>
    <w:rsid w:val="00CF2986"/>
    <w:rsid w:val="00CF2FB3"/>
    <w:rsid w:val="00CF3598"/>
    <w:rsid w:val="00CF42AB"/>
    <w:rsid w:val="00CF42F0"/>
    <w:rsid w:val="00CF60DD"/>
    <w:rsid w:val="00CF6545"/>
    <w:rsid w:val="00CF68E9"/>
    <w:rsid w:val="00CF703C"/>
    <w:rsid w:val="00CF77B8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3522"/>
    <w:rsid w:val="00D14001"/>
    <w:rsid w:val="00D14487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EAE"/>
    <w:rsid w:val="00D212D5"/>
    <w:rsid w:val="00D229D0"/>
    <w:rsid w:val="00D248BD"/>
    <w:rsid w:val="00D24B24"/>
    <w:rsid w:val="00D24B82"/>
    <w:rsid w:val="00D24EB0"/>
    <w:rsid w:val="00D25987"/>
    <w:rsid w:val="00D30F4B"/>
    <w:rsid w:val="00D3340D"/>
    <w:rsid w:val="00D33A32"/>
    <w:rsid w:val="00D33F7F"/>
    <w:rsid w:val="00D35833"/>
    <w:rsid w:val="00D36159"/>
    <w:rsid w:val="00D36FFA"/>
    <w:rsid w:val="00D37990"/>
    <w:rsid w:val="00D400E6"/>
    <w:rsid w:val="00D40450"/>
    <w:rsid w:val="00D40FE7"/>
    <w:rsid w:val="00D42458"/>
    <w:rsid w:val="00D43FC1"/>
    <w:rsid w:val="00D44B0A"/>
    <w:rsid w:val="00D454F2"/>
    <w:rsid w:val="00D4615E"/>
    <w:rsid w:val="00D46587"/>
    <w:rsid w:val="00D46959"/>
    <w:rsid w:val="00D46C32"/>
    <w:rsid w:val="00D4705D"/>
    <w:rsid w:val="00D4718A"/>
    <w:rsid w:val="00D47968"/>
    <w:rsid w:val="00D47C7F"/>
    <w:rsid w:val="00D50624"/>
    <w:rsid w:val="00D508D2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450"/>
    <w:rsid w:val="00D56673"/>
    <w:rsid w:val="00D56D44"/>
    <w:rsid w:val="00D57DAD"/>
    <w:rsid w:val="00D60BAB"/>
    <w:rsid w:val="00D60DEB"/>
    <w:rsid w:val="00D612C3"/>
    <w:rsid w:val="00D6188A"/>
    <w:rsid w:val="00D628AB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BB8"/>
    <w:rsid w:val="00D8322A"/>
    <w:rsid w:val="00D83E34"/>
    <w:rsid w:val="00D840C2"/>
    <w:rsid w:val="00D841DF"/>
    <w:rsid w:val="00D84ECA"/>
    <w:rsid w:val="00D854D7"/>
    <w:rsid w:val="00D86447"/>
    <w:rsid w:val="00D86B6F"/>
    <w:rsid w:val="00D8700A"/>
    <w:rsid w:val="00D871D4"/>
    <w:rsid w:val="00D87842"/>
    <w:rsid w:val="00D87DBF"/>
    <w:rsid w:val="00D87EED"/>
    <w:rsid w:val="00D91A5A"/>
    <w:rsid w:val="00D91B67"/>
    <w:rsid w:val="00D91E26"/>
    <w:rsid w:val="00D92006"/>
    <w:rsid w:val="00D92A74"/>
    <w:rsid w:val="00D92CDF"/>
    <w:rsid w:val="00D934CF"/>
    <w:rsid w:val="00D93A19"/>
    <w:rsid w:val="00D93F5D"/>
    <w:rsid w:val="00D94139"/>
    <w:rsid w:val="00D94DCC"/>
    <w:rsid w:val="00D9553B"/>
    <w:rsid w:val="00D95990"/>
    <w:rsid w:val="00D95FAE"/>
    <w:rsid w:val="00D96CBB"/>
    <w:rsid w:val="00D96D98"/>
    <w:rsid w:val="00D96E4A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59"/>
    <w:rsid w:val="00DC350A"/>
    <w:rsid w:val="00DC4930"/>
    <w:rsid w:val="00DD07F1"/>
    <w:rsid w:val="00DD0D22"/>
    <w:rsid w:val="00DD1177"/>
    <w:rsid w:val="00DD1BB4"/>
    <w:rsid w:val="00DD38D0"/>
    <w:rsid w:val="00DD490B"/>
    <w:rsid w:val="00DD4D01"/>
    <w:rsid w:val="00DD55D1"/>
    <w:rsid w:val="00DD5733"/>
    <w:rsid w:val="00DD64BD"/>
    <w:rsid w:val="00DD6547"/>
    <w:rsid w:val="00DD6DC7"/>
    <w:rsid w:val="00DD76A9"/>
    <w:rsid w:val="00DD7875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1E2"/>
    <w:rsid w:val="00DE5464"/>
    <w:rsid w:val="00DE67EE"/>
    <w:rsid w:val="00DF0675"/>
    <w:rsid w:val="00DF2201"/>
    <w:rsid w:val="00DF3303"/>
    <w:rsid w:val="00DF537D"/>
    <w:rsid w:val="00DF5CE1"/>
    <w:rsid w:val="00DF5E1E"/>
    <w:rsid w:val="00DF63C8"/>
    <w:rsid w:val="00DF6442"/>
    <w:rsid w:val="00DF72F3"/>
    <w:rsid w:val="00DF7921"/>
    <w:rsid w:val="00DF7ADF"/>
    <w:rsid w:val="00E004FE"/>
    <w:rsid w:val="00E00724"/>
    <w:rsid w:val="00E00913"/>
    <w:rsid w:val="00E00A47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8D"/>
    <w:rsid w:val="00E1306E"/>
    <w:rsid w:val="00E137DA"/>
    <w:rsid w:val="00E13E49"/>
    <w:rsid w:val="00E14435"/>
    <w:rsid w:val="00E14485"/>
    <w:rsid w:val="00E16138"/>
    <w:rsid w:val="00E163B0"/>
    <w:rsid w:val="00E16FBC"/>
    <w:rsid w:val="00E17A6C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59BC"/>
    <w:rsid w:val="00E25BFD"/>
    <w:rsid w:val="00E264A4"/>
    <w:rsid w:val="00E27337"/>
    <w:rsid w:val="00E27CB8"/>
    <w:rsid w:val="00E302F8"/>
    <w:rsid w:val="00E32D9F"/>
    <w:rsid w:val="00E33345"/>
    <w:rsid w:val="00E33A54"/>
    <w:rsid w:val="00E34BF7"/>
    <w:rsid w:val="00E350C9"/>
    <w:rsid w:val="00E35ED2"/>
    <w:rsid w:val="00E36D0B"/>
    <w:rsid w:val="00E36F59"/>
    <w:rsid w:val="00E3710A"/>
    <w:rsid w:val="00E37A85"/>
    <w:rsid w:val="00E37D13"/>
    <w:rsid w:val="00E40E62"/>
    <w:rsid w:val="00E40FCC"/>
    <w:rsid w:val="00E41FF3"/>
    <w:rsid w:val="00E4230F"/>
    <w:rsid w:val="00E43122"/>
    <w:rsid w:val="00E44003"/>
    <w:rsid w:val="00E454D9"/>
    <w:rsid w:val="00E455B6"/>
    <w:rsid w:val="00E456A5"/>
    <w:rsid w:val="00E462A7"/>
    <w:rsid w:val="00E5053B"/>
    <w:rsid w:val="00E5076E"/>
    <w:rsid w:val="00E50C29"/>
    <w:rsid w:val="00E514F7"/>
    <w:rsid w:val="00E51557"/>
    <w:rsid w:val="00E5192C"/>
    <w:rsid w:val="00E538A8"/>
    <w:rsid w:val="00E53B80"/>
    <w:rsid w:val="00E545C2"/>
    <w:rsid w:val="00E5512D"/>
    <w:rsid w:val="00E55730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A7"/>
    <w:rsid w:val="00E77629"/>
    <w:rsid w:val="00E80932"/>
    <w:rsid w:val="00E813F2"/>
    <w:rsid w:val="00E81CC2"/>
    <w:rsid w:val="00E828B2"/>
    <w:rsid w:val="00E82A81"/>
    <w:rsid w:val="00E83066"/>
    <w:rsid w:val="00E84402"/>
    <w:rsid w:val="00E84DC6"/>
    <w:rsid w:val="00E8548E"/>
    <w:rsid w:val="00E86B51"/>
    <w:rsid w:val="00E87110"/>
    <w:rsid w:val="00E876BB"/>
    <w:rsid w:val="00E87E37"/>
    <w:rsid w:val="00E90664"/>
    <w:rsid w:val="00E9084E"/>
    <w:rsid w:val="00E908AF"/>
    <w:rsid w:val="00E90A49"/>
    <w:rsid w:val="00E90CDD"/>
    <w:rsid w:val="00E91495"/>
    <w:rsid w:val="00E91B3B"/>
    <w:rsid w:val="00E920F8"/>
    <w:rsid w:val="00E922A6"/>
    <w:rsid w:val="00E92700"/>
    <w:rsid w:val="00E92A52"/>
    <w:rsid w:val="00E93267"/>
    <w:rsid w:val="00E938A8"/>
    <w:rsid w:val="00E93E53"/>
    <w:rsid w:val="00E95721"/>
    <w:rsid w:val="00E959D0"/>
    <w:rsid w:val="00E9630F"/>
    <w:rsid w:val="00E9656A"/>
    <w:rsid w:val="00E96F05"/>
    <w:rsid w:val="00E9701D"/>
    <w:rsid w:val="00E972C5"/>
    <w:rsid w:val="00EA05AE"/>
    <w:rsid w:val="00EA10AD"/>
    <w:rsid w:val="00EA15FE"/>
    <w:rsid w:val="00EA1942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B66"/>
    <w:rsid w:val="00EB3DF2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549C"/>
    <w:rsid w:val="00EC5B41"/>
    <w:rsid w:val="00EC5C01"/>
    <w:rsid w:val="00EC6EC8"/>
    <w:rsid w:val="00EC766D"/>
    <w:rsid w:val="00EC7E34"/>
    <w:rsid w:val="00ED003C"/>
    <w:rsid w:val="00ED0366"/>
    <w:rsid w:val="00ED1E04"/>
    <w:rsid w:val="00ED202E"/>
    <w:rsid w:val="00ED341B"/>
    <w:rsid w:val="00ED3DFD"/>
    <w:rsid w:val="00ED3F21"/>
    <w:rsid w:val="00ED4D3B"/>
    <w:rsid w:val="00ED5289"/>
    <w:rsid w:val="00ED536B"/>
    <w:rsid w:val="00ED58E8"/>
    <w:rsid w:val="00ED5AB1"/>
    <w:rsid w:val="00ED7268"/>
    <w:rsid w:val="00ED7545"/>
    <w:rsid w:val="00ED7CBE"/>
    <w:rsid w:val="00ED7D2A"/>
    <w:rsid w:val="00EE1210"/>
    <w:rsid w:val="00EE2405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21B9"/>
    <w:rsid w:val="00EF2267"/>
    <w:rsid w:val="00EF31FC"/>
    <w:rsid w:val="00EF334C"/>
    <w:rsid w:val="00EF3BF2"/>
    <w:rsid w:val="00EF52BA"/>
    <w:rsid w:val="00EF54C4"/>
    <w:rsid w:val="00EF5B5D"/>
    <w:rsid w:val="00EF6505"/>
    <w:rsid w:val="00EF691C"/>
    <w:rsid w:val="00EF69D3"/>
    <w:rsid w:val="00EF7A6F"/>
    <w:rsid w:val="00F00064"/>
    <w:rsid w:val="00F00190"/>
    <w:rsid w:val="00F004E8"/>
    <w:rsid w:val="00F0084F"/>
    <w:rsid w:val="00F00D68"/>
    <w:rsid w:val="00F02C57"/>
    <w:rsid w:val="00F039DA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25B"/>
    <w:rsid w:val="00F1517E"/>
    <w:rsid w:val="00F163A8"/>
    <w:rsid w:val="00F16678"/>
    <w:rsid w:val="00F16F65"/>
    <w:rsid w:val="00F17805"/>
    <w:rsid w:val="00F17C21"/>
    <w:rsid w:val="00F20326"/>
    <w:rsid w:val="00F2061A"/>
    <w:rsid w:val="00F2255C"/>
    <w:rsid w:val="00F22566"/>
    <w:rsid w:val="00F227C9"/>
    <w:rsid w:val="00F22D15"/>
    <w:rsid w:val="00F23437"/>
    <w:rsid w:val="00F24897"/>
    <w:rsid w:val="00F249BB"/>
    <w:rsid w:val="00F24C83"/>
    <w:rsid w:val="00F250FA"/>
    <w:rsid w:val="00F26388"/>
    <w:rsid w:val="00F267BE"/>
    <w:rsid w:val="00F277AD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41860"/>
    <w:rsid w:val="00F4198D"/>
    <w:rsid w:val="00F41E90"/>
    <w:rsid w:val="00F426B8"/>
    <w:rsid w:val="00F42BA2"/>
    <w:rsid w:val="00F43044"/>
    <w:rsid w:val="00F43233"/>
    <w:rsid w:val="00F436BF"/>
    <w:rsid w:val="00F43FDC"/>
    <w:rsid w:val="00F447F3"/>
    <w:rsid w:val="00F455D8"/>
    <w:rsid w:val="00F45E0A"/>
    <w:rsid w:val="00F46932"/>
    <w:rsid w:val="00F506E3"/>
    <w:rsid w:val="00F509E0"/>
    <w:rsid w:val="00F51BD4"/>
    <w:rsid w:val="00F53014"/>
    <w:rsid w:val="00F5407E"/>
    <w:rsid w:val="00F54849"/>
    <w:rsid w:val="00F54EE1"/>
    <w:rsid w:val="00F561DF"/>
    <w:rsid w:val="00F562A3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D20"/>
    <w:rsid w:val="00F62161"/>
    <w:rsid w:val="00F623D3"/>
    <w:rsid w:val="00F62C96"/>
    <w:rsid w:val="00F62CC6"/>
    <w:rsid w:val="00F638A5"/>
    <w:rsid w:val="00F63CB0"/>
    <w:rsid w:val="00F63E71"/>
    <w:rsid w:val="00F64824"/>
    <w:rsid w:val="00F66545"/>
    <w:rsid w:val="00F66676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23B6"/>
    <w:rsid w:val="00F72608"/>
    <w:rsid w:val="00F7298E"/>
    <w:rsid w:val="00F72A3C"/>
    <w:rsid w:val="00F72AE5"/>
    <w:rsid w:val="00F72BA8"/>
    <w:rsid w:val="00F73E3A"/>
    <w:rsid w:val="00F745D3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9F8"/>
    <w:rsid w:val="00F82A57"/>
    <w:rsid w:val="00F82FF9"/>
    <w:rsid w:val="00F83418"/>
    <w:rsid w:val="00F83A2C"/>
    <w:rsid w:val="00F83E9D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5D71"/>
    <w:rsid w:val="00F96954"/>
    <w:rsid w:val="00F96A4F"/>
    <w:rsid w:val="00F96F57"/>
    <w:rsid w:val="00F97116"/>
    <w:rsid w:val="00F97466"/>
    <w:rsid w:val="00F976BA"/>
    <w:rsid w:val="00F97A32"/>
    <w:rsid w:val="00FA0275"/>
    <w:rsid w:val="00FA02EB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8AE"/>
    <w:rsid w:val="00FA7AD9"/>
    <w:rsid w:val="00FB04FE"/>
    <w:rsid w:val="00FB1E1F"/>
    <w:rsid w:val="00FB2AB6"/>
    <w:rsid w:val="00FB3377"/>
    <w:rsid w:val="00FB3EBB"/>
    <w:rsid w:val="00FB4549"/>
    <w:rsid w:val="00FB45B0"/>
    <w:rsid w:val="00FB46B5"/>
    <w:rsid w:val="00FB4ABB"/>
    <w:rsid w:val="00FB5C7D"/>
    <w:rsid w:val="00FB5F4E"/>
    <w:rsid w:val="00FB7CFB"/>
    <w:rsid w:val="00FC002F"/>
    <w:rsid w:val="00FC01FE"/>
    <w:rsid w:val="00FC0642"/>
    <w:rsid w:val="00FC0C63"/>
    <w:rsid w:val="00FC105F"/>
    <w:rsid w:val="00FC2822"/>
    <w:rsid w:val="00FC3091"/>
    <w:rsid w:val="00FC3599"/>
    <w:rsid w:val="00FC35E5"/>
    <w:rsid w:val="00FC3723"/>
    <w:rsid w:val="00FC37D1"/>
    <w:rsid w:val="00FC3DED"/>
    <w:rsid w:val="00FC4749"/>
    <w:rsid w:val="00FC4DC2"/>
    <w:rsid w:val="00FC682C"/>
    <w:rsid w:val="00FC6938"/>
    <w:rsid w:val="00FC704C"/>
    <w:rsid w:val="00FC70B5"/>
    <w:rsid w:val="00FC7E60"/>
    <w:rsid w:val="00FD0194"/>
    <w:rsid w:val="00FD04E0"/>
    <w:rsid w:val="00FD0F7B"/>
    <w:rsid w:val="00FD1009"/>
    <w:rsid w:val="00FD1024"/>
    <w:rsid w:val="00FD1B72"/>
    <w:rsid w:val="00FD430C"/>
    <w:rsid w:val="00FD491F"/>
    <w:rsid w:val="00FD51E6"/>
    <w:rsid w:val="00FD5DC9"/>
    <w:rsid w:val="00FD5E5D"/>
    <w:rsid w:val="00FD67D5"/>
    <w:rsid w:val="00FD789A"/>
    <w:rsid w:val="00FD7B47"/>
    <w:rsid w:val="00FE050F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69A3"/>
    <w:rsid w:val="00FE7D1F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455C"/>
    <w:rsid w:val="00FF4DE4"/>
    <w:rsid w:val="00FF5014"/>
    <w:rsid w:val="00FF51E7"/>
    <w:rsid w:val="00FF5A63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B09D3"/>
    <w:pPr>
      <w:spacing w:before="240"/>
      <w:ind w:firstLine="0"/>
    </w:pPr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Char">
    <w:name w:val="libFootnote Char"/>
    <w:basedOn w:val="libNormalChar"/>
    <w:link w:val="libFootnote"/>
    <w:rsid w:val="00AB09D3"/>
    <w:rPr>
      <w:rFonts w:ascii="Fajer Noori Nastalique" w:eastAsia="Calibri" w:hAnsi="Fajer Noori Nastalique"/>
      <w:sz w:val="24"/>
      <w:szCs w:val="24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3D0D5D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3D0D5D"/>
    <w:rPr>
      <w:rFonts w:ascii="Traditional Arabic" w:eastAsia="Calibri" w:hAnsi="Traditional Arabic"/>
      <w:color w:val="000000"/>
      <w:sz w:val="24"/>
      <w:szCs w:val="24"/>
      <w:lang w:bidi="fa-IR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08946-A0C1-4D24-A371-3CC722AB5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15180</TotalTime>
  <Pages>79</Pages>
  <Words>24618</Words>
  <Characters>140323</Characters>
  <Application>Microsoft Office Word</Application>
  <DocSecurity>0</DocSecurity>
  <Lines>1169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102</cp:revision>
  <cp:lastPrinted>2017-12-19T09:06:00Z</cp:lastPrinted>
  <dcterms:created xsi:type="dcterms:W3CDTF">2015-06-13T07:48:00Z</dcterms:created>
  <dcterms:modified xsi:type="dcterms:W3CDTF">2017-12-19T09:07:00Z</dcterms:modified>
</cp:coreProperties>
</file>