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96" w:rsidRDefault="000F7B96" w:rsidP="009928A0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6254310" cy="8785224"/>
            <wp:effectExtent l="19050" t="0" r="0" b="0"/>
            <wp:docPr id="1" name="Picture 1" descr="L:\New_kar\rabe_alwal_1439\marajal_bahre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marajal_bahre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844" cy="8788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B96" w:rsidRPr="002553F0" w:rsidRDefault="000F7B96" w:rsidP="002553F0">
      <w:pPr>
        <w:pStyle w:val="libNormal"/>
      </w:pPr>
      <w:r w:rsidRPr="002553F0">
        <w:br w:type="page"/>
      </w:r>
    </w:p>
    <w:p w:rsidR="000F7B96" w:rsidRDefault="00C56FAC" w:rsidP="00C56FAC">
      <w:pPr>
        <w:pStyle w:val="libNormal"/>
        <w:rPr>
          <w:rtl/>
        </w:rPr>
      </w:pPr>
      <w:r w:rsidRPr="00C56FAC">
        <w:rPr>
          <w:rFonts w:hint="cs"/>
          <w:rtl/>
        </w:rPr>
        <w:lastRenderedPageBreak/>
        <w:t>ی</w:t>
      </w:r>
      <w:r w:rsidRPr="00C56FAC">
        <w:rPr>
          <w:rFonts w:hint="eastAsia"/>
          <w:rtl/>
        </w:rPr>
        <w:t>ہ</w:t>
      </w:r>
      <w:r w:rsidRPr="00C56FAC">
        <w:rPr>
          <w:rtl/>
        </w:rPr>
        <w:t xml:space="preserve"> کتاب برق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شکل م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ں</w:t>
      </w:r>
      <w:r w:rsidRPr="00C56FAC">
        <w:rPr>
          <w:rtl/>
        </w:rPr>
        <w:t xml:space="preserve"> نشرہوئ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ہے اور شبکہ الامام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ن</w:t>
      </w:r>
      <w:r w:rsidRPr="00C56FAC">
        <w:rPr>
          <w:rtl/>
        </w:rPr>
        <w:t xml:space="preserve"> الحسن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ن</w:t>
      </w:r>
      <w:r w:rsidRPr="00C56FAC">
        <w:rPr>
          <w:rtl/>
        </w:rPr>
        <w:t xml:space="preserve"> (عل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ہما</w:t>
      </w:r>
      <w:r w:rsidRPr="00C56FAC">
        <w:rPr>
          <w:rtl/>
        </w:rPr>
        <w:t xml:space="preserve"> السلام) کے گروہ علم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ک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نگران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م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ں</w:t>
      </w:r>
      <w:r w:rsidRPr="00C56FAC">
        <w:rPr>
          <w:rtl/>
        </w:rPr>
        <w:t xml:space="preserve"> اس ک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فن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طورپرتصح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ح</w:t>
      </w:r>
      <w:r w:rsidRPr="00C56FAC">
        <w:rPr>
          <w:rtl/>
        </w:rPr>
        <w:t xml:space="preserve"> اور تنظ</w:t>
      </w:r>
      <w:r w:rsidRPr="00C56FAC">
        <w:rPr>
          <w:rFonts w:hint="cs"/>
          <w:rtl/>
        </w:rPr>
        <w:t>ی</w:t>
      </w:r>
      <w:r w:rsidRPr="00C56FAC">
        <w:rPr>
          <w:rFonts w:hint="eastAsia"/>
          <w:rtl/>
        </w:rPr>
        <w:t>م</w:t>
      </w:r>
      <w:r w:rsidRPr="00C56FAC">
        <w:rPr>
          <w:rtl/>
        </w:rPr>
        <w:t xml:space="preserve"> ہوئ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ہے</w:t>
      </w:r>
    </w:p>
    <w:p w:rsidR="000F7B96" w:rsidRPr="002553F0" w:rsidRDefault="000F7B96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0F7B96" w:rsidRDefault="000F7B96" w:rsidP="003110AB">
      <w:pPr>
        <w:pStyle w:val="libNormal"/>
      </w:pPr>
    </w:p>
    <w:p w:rsidR="003110AB" w:rsidRPr="00C56FAC" w:rsidRDefault="003110AB" w:rsidP="00C56FAC">
      <w:pPr>
        <w:pStyle w:val="libCenterBold2"/>
        <w:rPr>
          <w:rtl/>
        </w:rPr>
      </w:pPr>
      <w:r w:rsidRPr="00C56FAC">
        <w:rPr>
          <w:rtl/>
        </w:rPr>
        <w:t>مرج البحر</w:t>
      </w:r>
      <w:r w:rsidR="000F7B96" w:rsidRPr="00C56FAC">
        <w:rPr>
          <w:rFonts w:hint="cs"/>
          <w:rtl/>
        </w:rPr>
        <w:t>ی</w:t>
      </w:r>
      <w:r w:rsidRPr="00C56FAC">
        <w:rPr>
          <w:rtl/>
        </w:rPr>
        <w:t>ن ف</w:t>
      </w:r>
      <w:r w:rsidR="000F7B96" w:rsidRPr="00C56FAC">
        <w:rPr>
          <w:rFonts w:hint="cs"/>
          <w:rtl/>
        </w:rPr>
        <w:t>ی</w:t>
      </w:r>
      <w:r w:rsidRPr="00C56FAC">
        <w:rPr>
          <w:rtl/>
        </w:rPr>
        <w:t xml:space="preserve"> مناقب الحسن</w:t>
      </w:r>
      <w:r w:rsidR="000F7B96" w:rsidRPr="00C56FAC">
        <w:rPr>
          <w:rFonts w:hint="cs"/>
          <w:rtl/>
        </w:rPr>
        <w:t>ی</w:t>
      </w:r>
      <w:r w:rsidRPr="00C56FAC">
        <w:rPr>
          <w:rtl/>
        </w:rPr>
        <w:t xml:space="preserve">ن </w:t>
      </w:r>
    </w:p>
    <w:p w:rsidR="000F7B96" w:rsidRPr="00C56FAC" w:rsidRDefault="003110AB" w:rsidP="00C56FAC">
      <w:pPr>
        <w:pStyle w:val="libCenterBold2"/>
        <w:rPr>
          <w:rtl/>
        </w:rPr>
      </w:pPr>
      <w:r w:rsidRPr="00C56FAC">
        <w:rPr>
          <w:rtl/>
        </w:rPr>
        <w:t>ڈاکٹر محمد طاہرالقادر</w:t>
      </w:r>
      <w:r w:rsidRPr="00C56FAC">
        <w:rPr>
          <w:rFonts w:hint="cs"/>
          <w:rtl/>
        </w:rPr>
        <w:t>ی</w:t>
      </w:r>
      <w:r w:rsidRPr="00C56FAC">
        <w:rPr>
          <w:rtl/>
        </w:rPr>
        <w:t xml:space="preserve"> </w:t>
      </w:r>
    </w:p>
    <w:p w:rsidR="000F7B96" w:rsidRPr="002553F0" w:rsidRDefault="000F7B96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0" w:name="_Toc500420388"/>
      <w:r>
        <w:rPr>
          <w:rFonts w:hint="eastAsia"/>
          <w:rtl/>
        </w:rPr>
        <w:t>فصل</w:t>
      </w:r>
      <w:r>
        <w:rPr>
          <w:rtl/>
        </w:rPr>
        <w:t xml:space="preserve"> : 1</w:t>
      </w:r>
      <w:bookmarkEnd w:id="0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تسم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CF43BC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اپنے شہزادوں کا نام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رکھنا)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1. 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لما ولد حسن سما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حمزة، فلما ولد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سما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سم عم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جعفر. قال : فدعان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اُمرت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سم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ٰذ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فقلت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ﷲ</w:t>
      </w:r>
      <w:r>
        <w:rPr>
          <w:rtl/>
        </w:rPr>
        <w:t xml:space="preserve"> و رسول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علم، فسما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ناً.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حسن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اس کا نام حمزہ رکھا اور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اس کا نام اس کے چچا کے نام پر جعفر رکھا. 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مجھے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بلا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ﷲ</w:t>
      </w:r>
      <w:r>
        <w:rPr>
          <w:rtl/>
        </w:rPr>
        <w:t xml:space="preserve"> اور اس کا رسول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کے نام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رکھے۔‘‘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1. احمد بن حنبل، المسند، 1 : 159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 xml:space="preserve">2. ابو </w:t>
      </w:r>
      <w:r w:rsidRPr="004002AC">
        <w:rPr>
          <w:rFonts w:hint="cs"/>
          <w:rtl/>
        </w:rPr>
        <w:t>يعلي، المسند، 1 : 384، رقم : 498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3. حاکم، المستدرک، 4 : 308، رقم : 7734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4. مقدس</w:t>
      </w:r>
      <w:r w:rsidRPr="004002AC">
        <w:rPr>
          <w:rFonts w:hint="cs"/>
          <w:rtl/>
        </w:rPr>
        <w:t>ي، الاحاديث المختاره، 2 : 352، رقم : 734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 xml:space="preserve">5. </w:t>
      </w:r>
      <w:r w:rsidRPr="004002AC">
        <w:rPr>
          <w:rFonts w:hint="cs"/>
          <w:rtl/>
        </w:rPr>
        <w:t>هيثمي، مجمع الزوائد، 8 : 52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6. ابن عساکر، تار</w:t>
      </w:r>
      <w:r w:rsidRPr="004002AC">
        <w:rPr>
          <w:rFonts w:hint="cs"/>
          <w:rtl/>
        </w:rPr>
        <w:t>يخ دمشق الکبير، 7 : 116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7. ذ</w:t>
      </w:r>
      <w:r w:rsidRPr="004002AC">
        <w:rPr>
          <w:rFonts w:hint="cs"/>
          <w:rtl/>
        </w:rPr>
        <w:t>هبي، سير أعلام النبلاء، 3 : 247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8. مز</w:t>
      </w:r>
      <w:r w:rsidRPr="004002AC">
        <w:rPr>
          <w:rFonts w:hint="cs"/>
          <w:rtl/>
        </w:rPr>
        <w:t>ي، تهذيب الکمال، 6 : 399، رقم : 1323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</w:t>
      </w:r>
      <w:r>
        <w:rPr>
          <w:rtl/>
        </w:rPr>
        <w:t>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باسم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ارون شبرا و شب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ہارون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شبر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پر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1. طبران</w:t>
      </w:r>
      <w:r w:rsidRPr="004002AC">
        <w:rPr>
          <w:rFonts w:hint="cs"/>
          <w:rtl/>
        </w:rPr>
        <w:t>ي، المعجم الکبير، 6 : 263، رقم : 6168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 xml:space="preserve">2. </w:t>
      </w:r>
      <w:r w:rsidRPr="004002AC">
        <w:rPr>
          <w:rFonts w:hint="cs"/>
          <w:rtl/>
        </w:rPr>
        <w:t>هيثمي، مجمع الزوائد، 8 : 52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3. د</w:t>
      </w:r>
      <w:r w:rsidRPr="004002AC">
        <w:rPr>
          <w:rFonts w:hint="cs"/>
          <w:rtl/>
        </w:rPr>
        <w:t>يلمي، الفردوس، 2 : 339، رقم : 3533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4. ابن حجر مک</w:t>
      </w:r>
      <w:r w:rsidRPr="004002AC">
        <w:rPr>
          <w:rFonts w:hint="cs"/>
          <w:rtl/>
        </w:rPr>
        <w:t>ي، الصواعق المحرقه، 2 : 563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3. عن سالم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ا</w:t>
      </w:r>
      <w:r>
        <w:rPr>
          <w:rtl/>
        </w:rPr>
        <w:t>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سماء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ارون شبر و شب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سالم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ان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ہارون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شبر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پر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1. احمد بن حنبل، فضائل الصحاب</w:t>
      </w:r>
      <w:r w:rsidRPr="004002AC">
        <w:rPr>
          <w:rFonts w:hint="cs"/>
          <w:rtl/>
        </w:rPr>
        <w:t>ه، 2 : 774، رقم : 1367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2. ابن اب</w:t>
      </w:r>
      <w:r w:rsidRPr="004002AC">
        <w:rPr>
          <w:rFonts w:hint="cs"/>
          <w:rtl/>
        </w:rPr>
        <w:t>ي شيبه، المصنف، 6 : 379، رقم : 32185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3. طبران</w:t>
      </w:r>
      <w:r w:rsidRPr="004002AC">
        <w:rPr>
          <w:rFonts w:hint="cs"/>
          <w:rtl/>
        </w:rPr>
        <w:t>ي، المعجم الکبير، 3 : 97، رقم : 2777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4. عن عکرمة قال : لما ولدت فاطمة الحسن بن عل</w:t>
      </w:r>
      <w:r>
        <w:rPr>
          <w:rFonts w:hint="cs"/>
          <w:rtl/>
        </w:rPr>
        <w:t>ی</w:t>
      </w:r>
      <w:r>
        <w:rPr>
          <w:rtl/>
        </w:rPr>
        <w:t xml:space="preserve"> جاء ت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فسما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حسنا، فلما ولدت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جاء ت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وسلم!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حسن من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تعن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فشق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من اسم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فسما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عکرمہ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ہاں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تو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کا نام حسن رکھا اور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اس (حسن)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ہے لہٰذا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کے نام سے اخذ کرکے اُس کا نام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رکھا.‘‘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lastRenderedPageBreak/>
        <w:t>1. عبدالرزاق، المصنف، 4 : 335، رقم : 7981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2. ابن عساکر، تار</w:t>
      </w:r>
      <w:r w:rsidRPr="004002AC">
        <w:rPr>
          <w:rFonts w:hint="cs"/>
          <w:rtl/>
        </w:rPr>
        <w:t>يخ دمشق الکبير، 14 : 119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3. ذ</w:t>
      </w:r>
      <w:r w:rsidRPr="004002AC">
        <w:rPr>
          <w:rFonts w:hint="cs"/>
          <w:rtl/>
        </w:rPr>
        <w:t>هبي، سير أعلام النبلا، 3 : 48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4. مز</w:t>
      </w:r>
      <w:r w:rsidRPr="004002AC">
        <w:rPr>
          <w:rFonts w:hint="cs"/>
          <w:rtl/>
        </w:rPr>
        <w:t>ي، تهذيب الکمال، 6 : 224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5. عن جعفر بن محمد عن اب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اشتق اسم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من حسن و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سابع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جعفر بن محمد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حسن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دونوں کے نام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رکھے۔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1. محب طبر</w:t>
      </w:r>
      <w:r w:rsidRPr="004002AC">
        <w:rPr>
          <w:rFonts w:hint="cs"/>
          <w:rtl/>
        </w:rPr>
        <w:t>ي، ذخائر العقبیٰ</w:t>
      </w:r>
      <w:r w:rsidRPr="004002AC">
        <w:rPr>
          <w:rFonts w:hint="eastAsia"/>
          <w:rtl/>
        </w:rPr>
        <w:t>،</w:t>
      </w:r>
      <w:r w:rsidRPr="004002AC">
        <w:rPr>
          <w:rtl/>
        </w:rPr>
        <w:t xml:space="preserve"> 1 : 119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2. دولاب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،</w:t>
      </w:r>
      <w:r w:rsidRPr="004002AC">
        <w:rPr>
          <w:rtl/>
        </w:rPr>
        <w:t xml:space="preserve"> الذر</w:t>
      </w:r>
      <w:r w:rsidRPr="004002AC">
        <w:rPr>
          <w:rFonts w:hint="cs"/>
          <w:rtl/>
        </w:rPr>
        <w:t>ية الطاهره، 1 : 85، رقم : 146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6. عن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لما ولدت فاطمة الحسن جاء النبی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رون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ما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تمو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؟ قال : قلت :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حربا فقال : بل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حسن فلما ولدت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جاء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رون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ما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تمو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؟ قال : ق</w:t>
      </w:r>
      <w:r>
        <w:rPr>
          <w:rFonts w:hint="eastAsia"/>
          <w:rtl/>
        </w:rPr>
        <w:t>لت</w:t>
      </w:r>
      <w:r>
        <w:rPr>
          <w:rtl/>
        </w:rPr>
        <w:t xml:space="preserve"> :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حربا قال : بل </w:t>
      </w:r>
      <w:r w:rsidRPr="002553F0">
        <w:rPr>
          <w:rFonts w:hint="cs"/>
          <w:rtl/>
        </w:rPr>
        <w:t>ه</w:t>
      </w:r>
      <w:r>
        <w:rPr>
          <w:rtl/>
        </w:rPr>
        <w:t>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ثم لما ولدت الثالث جاء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رون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ما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تمو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؟ قلت :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حربا. قال : بل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محسن. ثم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نما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ب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سم ولد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ارون شبر و شب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و مشبر.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فاطمہ کے ہاں حسن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دکھاؤ،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نام حرب رکھا ہے۔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حسن ہے پھر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دکھاؤ تم نے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نام حرب رکھا ہے۔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پھر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دکھاؤ، تم نے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</w:t>
      </w:r>
      <w:r>
        <w:rPr>
          <w:rtl/>
        </w:rPr>
        <w:lastRenderedPageBreak/>
        <w:t>نام حرب رکھا ہے۔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</w:t>
      </w:r>
      <w:r>
        <w:rPr>
          <w:rFonts w:hint="eastAsia"/>
          <w:rtl/>
        </w:rPr>
        <w:t>نے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کا نام محسن ہے۔ پھر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نام ہارون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شبر،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مشبر کے نام پر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1. حاکم، المستدرک، 3 : 180، رقم : 4773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2. احمد بن حنبل، المسند، 1 : 118، رقم : 935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3. ابن حبان، الصح</w:t>
      </w:r>
      <w:r w:rsidRPr="004002AC">
        <w:rPr>
          <w:rFonts w:hint="cs"/>
          <w:rtl/>
        </w:rPr>
        <w:t>يح، 15 : 410، رقم : 6985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4. طبران</w:t>
      </w:r>
      <w:r w:rsidRPr="004002AC">
        <w:rPr>
          <w:rFonts w:hint="cs"/>
          <w:rtl/>
        </w:rPr>
        <w:t>ي، المعجم الکبير، 3 : 96، رقم :</w:t>
      </w:r>
      <w:r w:rsidRPr="004002AC">
        <w:rPr>
          <w:rtl/>
        </w:rPr>
        <w:t xml:space="preserve"> 2773، 2774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 xml:space="preserve">5. </w:t>
      </w:r>
      <w:r w:rsidRPr="004002AC">
        <w:rPr>
          <w:rFonts w:hint="cs"/>
          <w:rtl/>
        </w:rPr>
        <w:t>هيثمي، مجمع الزوائد، 8 : 52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6. عسقلان</w:t>
      </w:r>
      <w:r w:rsidRPr="004002AC">
        <w:rPr>
          <w:rFonts w:hint="cs"/>
          <w:rtl/>
        </w:rPr>
        <w:t>ي، الاصابه، 6 : 243، رقم : 8296</w:t>
      </w:r>
    </w:p>
    <w:p w:rsidR="003110AB" w:rsidRPr="004002AC" w:rsidRDefault="003110AB" w:rsidP="00CF43BC">
      <w:pPr>
        <w:pStyle w:val="libNormal"/>
        <w:rPr>
          <w:rtl/>
        </w:rPr>
      </w:pPr>
      <w:r w:rsidRPr="004002AC">
        <w:rPr>
          <w:rFonts w:hint="eastAsia"/>
          <w:rtl/>
        </w:rPr>
        <w:t>عسقلان</w:t>
      </w:r>
      <w:r w:rsidRPr="004002AC">
        <w:rPr>
          <w:rFonts w:hint="cs"/>
          <w:rtl/>
        </w:rPr>
        <w:t>ی</w:t>
      </w:r>
      <w:r w:rsidRPr="004002AC">
        <w:rPr>
          <w:rtl/>
        </w:rPr>
        <w:t xml:space="preserve"> نے اس ک</w:t>
      </w:r>
      <w:r w:rsidRPr="004002AC">
        <w:rPr>
          <w:rFonts w:hint="cs"/>
          <w:rtl/>
        </w:rPr>
        <w:t>ی</w:t>
      </w:r>
      <w:r w:rsidRPr="004002AC">
        <w:rPr>
          <w:rtl/>
        </w:rPr>
        <w:t xml:space="preserve"> اسناد کو صح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ح</w:t>
      </w:r>
      <w:r w:rsidRPr="004002AC">
        <w:rPr>
          <w:rtl/>
        </w:rPr>
        <w:t xml:space="preserve"> قرار د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ا</w:t>
      </w:r>
      <w:r w:rsidRPr="004002AC">
        <w:rPr>
          <w:rtl/>
        </w:rPr>
        <w:t xml:space="preserve"> ہے۔ </w:t>
      </w:r>
    </w:p>
    <w:p w:rsidR="003110AB" w:rsidRPr="004002AC" w:rsidRDefault="003110AB" w:rsidP="004002AC">
      <w:pPr>
        <w:pStyle w:val="libFootNoteArabic"/>
        <w:rPr>
          <w:rtl/>
        </w:rPr>
      </w:pPr>
      <w:r w:rsidRPr="004002AC">
        <w:rPr>
          <w:rtl/>
        </w:rPr>
        <w:t>7. بخار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،</w:t>
      </w:r>
      <w:r w:rsidRPr="004002AC">
        <w:rPr>
          <w:rtl/>
        </w:rPr>
        <w:t xml:space="preserve"> الادب المفرد، 1 : 286، رقم : 823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" w:name="_Toc500420389"/>
      <w:r>
        <w:rPr>
          <w:rFonts w:hint="eastAsia"/>
          <w:rtl/>
        </w:rPr>
        <w:t>فصل</w:t>
      </w:r>
      <w:r>
        <w:rPr>
          <w:rtl/>
        </w:rPr>
        <w:t xml:space="preserve"> : 2</w:t>
      </w:r>
      <w:bookmarkEnd w:id="1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سماء الجنة حجب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اﷲ</w:t>
      </w:r>
    </w:p>
    <w:p w:rsidR="003110AB" w:rsidRDefault="003110AB" w:rsidP="00CF43BC">
      <w:pPr>
        <w:pStyle w:val="libNormal"/>
        <w:rPr>
          <w:rtl/>
        </w:rPr>
      </w:pPr>
      <w:r>
        <w:rPr>
          <w:rtl/>
        </w:rPr>
        <w:t>(حسن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کے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7. عن المفضل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اﷲ</w:t>
      </w:r>
      <w:r>
        <w:rPr>
          <w:rtl/>
        </w:rPr>
        <w:t xml:space="preserve"> حجب اسم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ابن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’’مفضل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ناموں کو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نام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الشرف المؤبد : 424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نوو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سماء، 1 : 162، رقم : 118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اسد الغاب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13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8. عن عمران بن سل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مان قال :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اسمان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ماء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کونا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’’عمران</w:t>
      </w:r>
      <w:r>
        <w:rPr>
          <w:rtl/>
        </w:rPr>
        <w:t xml:space="preserve"> بن سل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مان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جنت کے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دورِ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گئے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دولاب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الذر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الطا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68، رقم : 99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حجر مک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الصواعق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192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اسد الغاب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25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مناو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 : 105</w:t>
      </w:r>
    </w:p>
    <w:p w:rsidR="003110AB" w:rsidRDefault="003110AB" w:rsidP="00DE20A5">
      <w:pPr>
        <w:pStyle w:val="Heading2Center"/>
        <w:rPr>
          <w:rtl/>
        </w:rPr>
      </w:pPr>
      <w:bookmarkStart w:id="2" w:name="_Toc500420390"/>
      <w:r>
        <w:rPr>
          <w:rFonts w:hint="eastAsia"/>
          <w:rtl/>
        </w:rPr>
        <w:t>فصل</w:t>
      </w:r>
      <w:r>
        <w:rPr>
          <w:rtl/>
        </w:rPr>
        <w:t xml:space="preserve"> : 3</w:t>
      </w:r>
      <w:bookmarkEnd w:id="2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</w:t>
      </w:r>
      <w:r w:rsidRPr="002553F0">
        <w:rPr>
          <w:rFonts w:hint="cs"/>
          <w:rtl/>
        </w:rPr>
        <w:t>ي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9.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ر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علام النبلاء، 3 : 284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الفردوس، 4 : 336، رقم : 6973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صفوة الصفو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763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124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10. عن فاطمة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ا قالت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وما. فقال :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ن ابنا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؟ فقالت : 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ب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فتوج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فوجد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لعبان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مشربة و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فضل من تمر. فقال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علیّ</w:t>
      </w:r>
      <w:r>
        <w:rPr>
          <w:rtl/>
        </w:rPr>
        <w:t xml:space="preserve">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لا تقلب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قبل ا</w:t>
      </w:r>
      <w:r>
        <w:rPr>
          <w:rtl/>
        </w:rPr>
        <w:t xml:space="preserve">لحر.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ان کو ساتھ 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ہوئے </w:t>
      </w:r>
      <w:r>
        <w:rPr>
          <w:rFonts w:hint="eastAsia"/>
          <w:rtl/>
        </w:rPr>
        <w:t>تو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ہوئے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سامنے کچھ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گرم</w:t>
      </w:r>
      <w:r>
        <w:rPr>
          <w:rFonts w:hint="cs"/>
          <w:rtl/>
        </w:rPr>
        <w:t>ی</w:t>
      </w:r>
      <w:r>
        <w:rPr>
          <w:rtl/>
        </w:rPr>
        <w:t xml:space="preserve"> شروع ہونے سے پہلے واپس لے آنا۔‘‘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3 : 180، رقم : 4774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دولاب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الذر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الطا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104، رقم : 193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11. عن المس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 بن نجبة قال : قال علیّ</w:t>
      </w:r>
      <w:r>
        <w:rPr>
          <w:rtl/>
        </w:rPr>
        <w:t xml:space="preserve">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طالب :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کل 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اعط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سبعة نجباء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 نقباء،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ربعة عشر. قلنا : من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م؟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جعفر و حمزة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بوبکر و عمر و </w:t>
      </w:r>
      <w:r>
        <w:rPr>
          <w:rtl/>
        </w:rPr>
        <w:t>مصعب بن عم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و بلال و سلمان والمقداد و حذ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فة و </w:t>
      </w:r>
      <w:r>
        <w:rPr>
          <w:rFonts w:hint="eastAsia"/>
          <w:rtl/>
        </w:rPr>
        <w:t>عمار</w:t>
      </w:r>
      <w:r>
        <w:rPr>
          <w:rtl/>
        </w:rPr>
        <w:t xml:space="preserve"> و عبد ا</w:t>
      </w:r>
      <w:r>
        <w:rPr>
          <w:rFonts w:hint="cs"/>
          <w:rtl/>
        </w:rPr>
        <w:t>ﷲ</w:t>
      </w:r>
      <w:r>
        <w:rPr>
          <w:rtl/>
        </w:rPr>
        <w:t xml:space="preserve"> بن مسعود.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نب</w:t>
      </w:r>
      <w:r>
        <w:rPr>
          <w:rFonts w:hint="cs"/>
          <w:rtl/>
        </w:rPr>
        <w:t>ی</w:t>
      </w:r>
      <w:r>
        <w:rPr>
          <w:rtl/>
        </w:rPr>
        <w:t xml:space="preserve"> کو سات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کئے گئے جبکہ مجھے چودہ عطا کئے گئے۔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پوچھا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اللہ عنہ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ٹے،</w:t>
      </w:r>
      <w:r>
        <w:rPr>
          <w:rtl/>
        </w:rPr>
        <w:t xml:space="preserve"> جعفر، حمزہ، ابوبکر، عمر،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بلال، سلمان، مقداد،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عمار اور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اللہ عنھم۔‘‘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6 : 123، کتاب المناقب، رقم : 3785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1 : 142، رقم : 1205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الآحاد والمثان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189، رقم : 244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6 : 215، رقم : 6047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موس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معتصر المختصر، 2 : 314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>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العشر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225، رقم : 7، 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7. ابن عبدالبر، الاست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عاب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الاصحاب، 3 : 1140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حلب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رة الحلب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، 3 : 390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ابن احمد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وس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لة الاسلام، 1 : 77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12. 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 عنه قال : ان ا</w:t>
      </w:r>
      <w:r>
        <w:rPr>
          <w:rFonts w:hint="cs"/>
          <w:rtl/>
        </w:rPr>
        <w:t>ﷲ</w:t>
      </w:r>
      <w:r>
        <w:rPr>
          <w:rtl/>
        </w:rPr>
        <w:t xml:space="preserve"> جعل لکل نب</w:t>
      </w:r>
      <w:r>
        <w:rPr>
          <w:rFonts w:hint="cs"/>
          <w:rtl/>
        </w:rPr>
        <w:t>ی</w:t>
      </w:r>
      <w:r>
        <w:rPr>
          <w:rtl/>
        </w:rPr>
        <w:t xml:space="preserve"> سبعة نجباء و جعل لنب</w:t>
      </w:r>
      <w:r w:rsidRPr="002553F0">
        <w:rPr>
          <w:rFonts w:hint="cs"/>
          <w:rtl/>
        </w:rPr>
        <w:t>ينا أربعة عشر، منهم : أب</w:t>
      </w:r>
      <w:r>
        <w:rPr>
          <w:rtl/>
        </w:rPr>
        <w:t>وبکر و عمر و عل</w:t>
      </w:r>
      <w:r>
        <w:rPr>
          <w:rFonts w:hint="cs"/>
          <w:rtl/>
        </w:rPr>
        <w:t>یّ</w:t>
      </w:r>
      <w:r>
        <w:rPr>
          <w:rtl/>
        </w:rPr>
        <w:t xml:space="preserve"> و الحسن والحس</w:t>
      </w:r>
      <w:r w:rsidRPr="002553F0">
        <w:rPr>
          <w:rFonts w:hint="cs"/>
          <w:rtl/>
        </w:rPr>
        <w:t>ين و حمزة و جعفر و أبوذر و عبدا</w:t>
      </w:r>
      <w:r>
        <w:rPr>
          <w:rFonts w:hint="cs"/>
          <w:rtl/>
        </w:rPr>
        <w:t>ﷲ</w:t>
      </w:r>
      <w:r>
        <w:rPr>
          <w:rtl/>
        </w:rPr>
        <w:t xml:space="preserve"> بن مسعود و المقداد و عمار و سلمان و حذ</w:t>
      </w:r>
      <w:r w:rsidRPr="002553F0">
        <w:rPr>
          <w:rFonts w:hint="cs"/>
          <w:rtl/>
        </w:rPr>
        <w:t xml:space="preserve">يفة و بلال.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ہر نب</w:t>
      </w:r>
      <w:r>
        <w:rPr>
          <w:rFonts w:hint="cs"/>
          <w:rtl/>
        </w:rPr>
        <w:t>ی</w:t>
      </w:r>
      <w:r>
        <w:rPr>
          <w:rtl/>
        </w:rPr>
        <w:t xml:space="preserve"> کے سات نجباء بنائے جبکہ ہمارے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چودہ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کئے۔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ابوبکر، عمر،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حمزہ، جعفر، ابوذر، عبدا</w:t>
      </w:r>
      <w:r>
        <w:rPr>
          <w:rFonts w:hint="cs"/>
          <w:rtl/>
        </w:rPr>
        <w:t>ﷲ</w:t>
      </w:r>
      <w:r>
        <w:rPr>
          <w:rtl/>
        </w:rPr>
        <w:t xml:space="preserve"> بن مسعود، مقداد، عمار، سلمان،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بلال رض</w:t>
      </w:r>
      <w:r>
        <w:rPr>
          <w:rFonts w:hint="cs"/>
          <w:rtl/>
        </w:rPr>
        <w:t>ی</w:t>
      </w:r>
      <w:r>
        <w:rPr>
          <w:rtl/>
        </w:rPr>
        <w:t xml:space="preserve"> اللہ عنھم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12 : 484، رقم : 6957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228، رقم : 276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دارقطن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العلل، 3 : 262، رقم : 395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العلل المتنا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ة، 1 : 282، رقم : 455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" w:name="_Toc500420391"/>
      <w:r>
        <w:rPr>
          <w:rFonts w:hint="eastAsia"/>
          <w:rtl/>
        </w:rPr>
        <w:t>فصل</w:t>
      </w:r>
      <w:r>
        <w:rPr>
          <w:rtl/>
        </w:rPr>
        <w:t xml:space="preserve"> : 4</w:t>
      </w:r>
      <w:bookmarkEnd w:id="3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سلمة رضی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جمع فاطمة و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ثم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تحت ثوب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ؤلاء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’’ام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جمع فرما کر ان کو اپن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53، رقم : 2663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23 : 308، رقم : 696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معتصر المختصر، 2 : 266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حاکم، المستدرک، 3 : 158، رقم : 4705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</w:t>
      </w:r>
      <w:r>
        <w:rPr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22 : 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3 : 486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14. عن سعد بن اب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وقاص رضی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لما نزلت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(فَقُل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تَعَالَو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ا نَد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عُ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نَاءَ نَا وَ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نَاءَ 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) دعا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و فاطمة و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</w:t>
      </w:r>
      <w:r>
        <w:rPr>
          <w:rtl/>
        </w:rPr>
        <w:t>فقال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ؤلاء 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مباہلہ ’’آپ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بلاؤ‘‘ نازل ہوئ</w:t>
      </w:r>
      <w:r>
        <w:rPr>
          <w:rFonts w:hint="cs"/>
          <w:rtl/>
        </w:rPr>
        <w:t>ی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(ب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مسلم،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4 : 1871، کتاب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رقم : 2404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225، کتاب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رقم : 2999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1 : 185، رقم : 1608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حاکم، المستدرک، 3 : 163، رقم : 4719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7 : 63، رقم : 13170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دورق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مسند سعد، 1 : 51، رقم : 19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العقبی</w:t>
      </w:r>
      <w:r>
        <w:rPr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25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15. عن اب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الخدر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قول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(اِنَّمَا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ُرِ</w:t>
      </w:r>
      <w:r w:rsidRPr="002553F0">
        <w:rPr>
          <w:rFonts w:hint="cs"/>
          <w:rtl/>
        </w:rPr>
        <w:t>يْ</w:t>
      </w:r>
      <w:r>
        <w:rPr>
          <w:rFonts w:hint="cs"/>
          <w:rtl/>
        </w:rPr>
        <w:t>دُ اﷲُ</w:t>
      </w:r>
      <w:r>
        <w:rPr>
          <w:rtl/>
        </w:rPr>
        <w:t xml:space="preserve"> لِ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ُذ</w:t>
      </w:r>
      <w:r w:rsidRPr="002553F0">
        <w:rPr>
          <w:rFonts w:hint="cs"/>
          <w:rtl/>
        </w:rPr>
        <w:t>ْه</w:t>
      </w:r>
      <w:r>
        <w:rPr>
          <w:rFonts w:hint="cs"/>
          <w:rtl/>
        </w:rPr>
        <w:t>ِبَ عَن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کُمُ الرِّج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سَ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553F0">
        <w:rPr>
          <w:rFonts w:hint="cs"/>
          <w:rtl/>
        </w:rPr>
        <w:t>هْ</w:t>
      </w:r>
      <w:r>
        <w:rPr>
          <w:rFonts w:hint="cs"/>
          <w:rtl/>
        </w:rPr>
        <w:t>لَ ال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2553F0">
        <w:rPr>
          <w:rFonts w:hint="cs"/>
          <w:rtl/>
        </w:rPr>
        <w:t>يْ</w:t>
      </w:r>
      <w:r>
        <w:rPr>
          <w:rFonts w:hint="cs"/>
          <w:rtl/>
        </w:rPr>
        <w:t>تِ) قال : نزلت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خمسة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اس فرمان ’’اے نب</w:t>
      </w:r>
      <w:r>
        <w:rPr>
          <w:rFonts w:hint="cs"/>
          <w:rtl/>
        </w:rPr>
        <w:t>ی</w:t>
      </w:r>
      <w:r>
        <w:rPr>
          <w:rtl/>
        </w:rPr>
        <w:t xml:space="preserve"> کے گھر والو! ا</w:t>
      </w:r>
      <w:r>
        <w:rPr>
          <w:rFonts w:hint="cs"/>
          <w:rtl/>
        </w:rPr>
        <w:t>ﷲ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دور کر دے اور تم کو خوب پاک و صاف کر دے‘‘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ان پانچ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: حضور نب</w:t>
      </w:r>
      <w:r>
        <w:rPr>
          <w:rFonts w:hint="cs"/>
          <w:rtl/>
        </w:rPr>
        <w:t>ی</w:t>
      </w:r>
      <w:r>
        <w:rPr>
          <w:rtl/>
        </w:rPr>
        <w:t xml:space="preserve"> اکرم،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فاطمہ،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الصلو</w:t>
      </w:r>
      <w:r>
        <w:rPr>
          <w:rFonts w:hint="cs"/>
          <w:rtl/>
        </w:rPr>
        <w:t>ۃ</w:t>
      </w:r>
      <w:r>
        <w:rPr>
          <w:rtl/>
        </w:rPr>
        <w:t xml:space="preserve"> والسلام۔‘‘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(15) 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3 : 80، رقم : 3456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الص</w:t>
      </w:r>
      <w:r>
        <w:rPr>
          <w:rtl/>
        </w:rPr>
        <w:t>غ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 : 23، رقم : 325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ان، طبقات المحدث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ن، 3 : 384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10 : 278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22 : 6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فائدہ</w:t>
      </w:r>
      <w:r>
        <w:rPr>
          <w:rtl/>
        </w:rPr>
        <w:t xml:space="preserve"> : انہ</w:t>
      </w:r>
      <w:r>
        <w:rPr>
          <w:rFonts w:hint="cs"/>
          <w:rtl/>
        </w:rPr>
        <w:t>ی</w:t>
      </w:r>
      <w:r>
        <w:rPr>
          <w:rtl/>
        </w:rPr>
        <w:t xml:space="preserve"> پانچ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متذکرہ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باعث عام</w:t>
      </w:r>
      <w:r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’’پنج تن‘‘ ک</w:t>
      </w:r>
      <w:r>
        <w:rPr>
          <w:rFonts w:hint="cs"/>
          <w:rtl/>
        </w:rPr>
        <w:t>ی</w:t>
      </w:r>
      <w:r>
        <w:rPr>
          <w:rtl/>
        </w:rPr>
        <w:t xml:space="preserve"> اِصطلاح مشہور ہے۔ جو شرعاً درست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غلو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4" w:name="_Toc500420392"/>
      <w:r>
        <w:rPr>
          <w:rFonts w:hint="eastAsia"/>
          <w:rtl/>
        </w:rPr>
        <w:t>فصل</w:t>
      </w:r>
      <w:r>
        <w:rPr>
          <w:rtl/>
        </w:rPr>
        <w:t xml:space="preserve"> : 5</w:t>
      </w:r>
      <w:bookmarkEnd w:id="4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النب</w:t>
      </w:r>
      <w:r w:rsidRPr="002553F0">
        <w:rPr>
          <w:rFonts w:hint="cs"/>
          <w:rtl/>
        </w:rPr>
        <w:t>ي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ول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نسب، ول</w:t>
      </w:r>
      <w:r>
        <w:rPr>
          <w:rFonts w:hint="cs"/>
          <w:rtl/>
        </w:rPr>
        <w:t>ی</w:t>
      </w:r>
      <w:r>
        <w:rPr>
          <w:rtl/>
        </w:rPr>
        <w:t xml:space="preserve"> اور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16. عن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کل 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انث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فان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 ما خلا ولد فاطمة،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ہر عورت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ان کے باپ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ماسوائے فاطمہ ک</w:t>
      </w:r>
      <w:r>
        <w:rPr>
          <w:rFonts w:hint="cs"/>
          <w:rtl/>
        </w:rPr>
        <w:t>ی</w:t>
      </w:r>
      <w:r>
        <w:rPr>
          <w:rtl/>
        </w:rPr>
        <w:t xml:space="preserve"> اولاد کے،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نسب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باپ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44، رقم : 2631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224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6 : 139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4. صنعان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سبل السلام، 4 : 99</w:t>
      </w:r>
    </w:p>
    <w:p w:rsidR="003110AB" w:rsidRDefault="003110AB" w:rsidP="00DB338E">
      <w:pPr>
        <w:pStyle w:val="libFootNoteArabic"/>
        <w:rPr>
          <w:rtl/>
        </w:rPr>
      </w:pPr>
      <w:r w:rsidRPr="00DB338E">
        <w:rPr>
          <w:rStyle w:val="libNormalChar"/>
          <w:rFonts w:hint="eastAsia"/>
          <w:rtl/>
        </w:rPr>
        <w:t>اس</w:t>
      </w:r>
      <w:r w:rsidRPr="00DB338E">
        <w:rPr>
          <w:rStyle w:val="libNormalChar"/>
          <w:rtl/>
        </w:rPr>
        <w:t xml:space="preserve"> روا</w:t>
      </w:r>
      <w:r w:rsidRPr="00DB338E">
        <w:rPr>
          <w:rStyle w:val="libNormalChar"/>
          <w:rFonts w:hint="cs"/>
          <w:rtl/>
        </w:rPr>
        <w:t>ی</w:t>
      </w:r>
      <w:r w:rsidRPr="00DB338E">
        <w:rPr>
          <w:rStyle w:val="libNormalChar"/>
          <w:rFonts w:hint="eastAsia"/>
          <w:rtl/>
        </w:rPr>
        <w:t>ت</w:t>
      </w:r>
      <w:r w:rsidRPr="00DB338E">
        <w:rPr>
          <w:rStyle w:val="libNormalChar"/>
          <w:rtl/>
        </w:rPr>
        <w:t xml:space="preserve"> م</w:t>
      </w:r>
      <w:r w:rsidRPr="00DB338E">
        <w:rPr>
          <w:rStyle w:val="libNormalChar"/>
          <w:rFonts w:hint="cs"/>
          <w:rtl/>
        </w:rPr>
        <w:t>ی</w:t>
      </w:r>
      <w:r w:rsidRPr="00DB338E">
        <w:rPr>
          <w:rStyle w:val="libNormalChar"/>
          <w:rFonts w:hint="eastAsia"/>
          <w:rtl/>
        </w:rPr>
        <w:t>ں</w:t>
      </w:r>
      <w:r w:rsidRPr="00DB338E">
        <w:rPr>
          <w:rStyle w:val="libNormalChar"/>
          <w:rtl/>
        </w:rPr>
        <w:t xml:space="preserve"> بشر بن م</w:t>
      </w:r>
      <w:r w:rsidRPr="00DB338E">
        <w:rPr>
          <w:rStyle w:val="libNormalChar"/>
          <w:rFonts w:hint="cs"/>
          <w:rtl/>
        </w:rPr>
        <w:t>ہران کو ابن حبان نے ’(الثقات، 8 : 140)‘ می</w:t>
      </w:r>
      <w:r w:rsidRPr="00DB338E">
        <w:rPr>
          <w:rStyle w:val="libNormalChar"/>
          <w:rFonts w:hint="eastAsia"/>
          <w:rtl/>
        </w:rPr>
        <w:t>ں</w:t>
      </w:r>
      <w:r w:rsidRPr="00DB338E">
        <w:rPr>
          <w:rStyle w:val="libNormalChar"/>
          <w:rtl/>
        </w:rPr>
        <w:t xml:space="preserve"> ثق</w:t>
      </w:r>
      <w:r w:rsidRPr="00DB338E">
        <w:rPr>
          <w:rStyle w:val="libNormalChar"/>
          <w:rFonts w:hint="cs"/>
          <w:rtl/>
        </w:rPr>
        <w:t>ہ شمار کی</w:t>
      </w:r>
      <w:r w:rsidRPr="00DB338E">
        <w:rPr>
          <w:rStyle w:val="libNormalChar"/>
          <w:rFonts w:hint="eastAsia"/>
          <w:rtl/>
        </w:rPr>
        <w:t>ا</w:t>
      </w:r>
      <w:r w:rsidRPr="00DB338E">
        <w:rPr>
          <w:rStyle w:val="libNormalChar"/>
          <w:rtl/>
        </w:rPr>
        <w:t xml:space="preserve"> </w:t>
      </w:r>
      <w:r w:rsidRPr="00DB338E">
        <w:rPr>
          <w:rStyle w:val="libNormalChar"/>
          <w:rFonts w:hint="cs"/>
          <w:rtl/>
        </w:rPr>
        <w:t>ہے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حس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والتعر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ف، 2 : 144، رقم : 1314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121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17. عن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کل سبب و نسب منقطع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 ما خلا سبب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نسب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کل ولد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 فان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 ما خلا ولد فاطم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ابو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و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حسب و نسب کے سواء ہر سلسلہ نسب منقطع ہو جائے گا. ہر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طرف نسبت ہوت</w:t>
      </w:r>
      <w:r>
        <w:rPr>
          <w:rFonts w:hint="cs"/>
          <w:rtl/>
        </w:rPr>
        <w:t>ی</w:t>
      </w:r>
      <w:r>
        <w:rPr>
          <w:rtl/>
        </w:rPr>
        <w:t xml:space="preserve"> ہے ماسوائے اولادِ فاطمہ کے کہ ان کا باپ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اور ان کا نسب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626</w:t>
      </w:r>
      <w:r>
        <w:rPr>
          <w:rtl/>
        </w:rPr>
        <w:t>، رقم : 1070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حس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والتعر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ف، 2 : 145، رقم : 1316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169</w:t>
      </w:r>
    </w:p>
    <w:p w:rsidR="003110AB" w:rsidRPr="009928A0" w:rsidRDefault="003110AB" w:rsidP="00DB338E">
      <w:pPr>
        <w:pStyle w:val="libNormal"/>
        <w:rPr>
          <w:rtl/>
        </w:rPr>
      </w:pPr>
      <w:r w:rsidRPr="00DB338E">
        <w:rPr>
          <w:rFonts w:hint="eastAsia"/>
          <w:rtl/>
        </w:rPr>
        <w:t>مختصراً</w:t>
      </w:r>
      <w:r w:rsidRPr="00DB338E">
        <w:rPr>
          <w:rtl/>
        </w:rPr>
        <w:t xml:space="preserve"> </w:t>
      </w:r>
      <w:r w:rsidR="009928A0" w:rsidRPr="00DB338E">
        <w:rPr>
          <w:rFonts w:hint="cs"/>
          <w:rtl/>
        </w:rPr>
        <w:t>ی</w:t>
      </w:r>
      <w:r w:rsidRPr="00DB338E">
        <w:rPr>
          <w:rFonts w:eastAsia="Calibri" w:hint="cs"/>
          <w:rtl/>
        </w:rPr>
        <w:t>ہ</w:t>
      </w:r>
      <w:r w:rsidRPr="00DB338E">
        <w:rPr>
          <w:rFonts w:hint="cs"/>
          <w:rtl/>
        </w:rPr>
        <w:t xml:space="preserve"> روا</w:t>
      </w:r>
      <w:r w:rsidR="00DB338E" w:rsidRPr="00DB338E">
        <w:rPr>
          <w:rFonts w:hint="cs"/>
          <w:rtl/>
        </w:rPr>
        <w:t>ی</w:t>
      </w:r>
      <w:r w:rsidRPr="00DB338E">
        <w:rPr>
          <w:rFonts w:hint="cs"/>
          <w:rtl/>
        </w:rPr>
        <w:t>ت درج ذ</w:t>
      </w:r>
      <w:r w:rsidR="009928A0" w:rsidRPr="00DB338E">
        <w:rPr>
          <w:rFonts w:hint="cs"/>
          <w:rtl/>
        </w:rPr>
        <w:t>ی</w:t>
      </w:r>
      <w:r w:rsidRPr="00DB338E">
        <w:rPr>
          <w:rFonts w:hint="cs"/>
          <w:rtl/>
        </w:rPr>
        <w:t>ل محدثی</w:t>
      </w:r>
      <w:r w:rsidRPr="00DB338E">
        <w:rPr>
          <w:rFonts w:hint="eastAsia"/>
          <w:rtl/>
        </w:rPr>
        <w:t>ن</w:t>
      </w:r>
      <w:r w:rsidRPr="00DB338E">
        <w:rPr>
          <w:rtl/>
        </w:rPr>
        <w:t xml:space="preserve"> ن</w:t>
      </w:r>
      <w:r w:rsidRPr="00DB338E">
        <w:rPr>
          <w:rFonts w:eastAsia="Calibri" w:hint="cs"/>
          <w:rtl/>
        </w:rPr>
        <w:t>ے</w:t>
      </w:r>
      <w:r w:rsidRPr="00DB338E">
        <w:rPr>
          <w:rFonts w:hint="cs"/>
          <w:rtl/>
        </w:rPr>
        <w:t xml:space="preserve"> روای</w:t>
      </w:r>
      <w:r w:rsidRPr="00DB338E">
        <w:rPr>
          <w:rFonts w:hint="eastAsia"/>
          <w:rtl/>
        </w:rPr>
        <w:t>ت</w:t>
      </w:r>
      <w:r w:rsidRPr="00DB338E">
        <w:rPr>
          <w:rtl/>
        </w:rPr>
        <w:t xml:space="preserve"> ک</w:t>
      </w:r>
      <w:r w:rsidRPr="00DB338E">
        <w:rPr>
          <w:rFonts w:hint="cs"/>
          <w:rtl/>
        </w:rPr>
        <w:t>ی</w:t>
      </w:r>
      <w:r w:rsidRPr="00DB338E">
        <w:rPr>
          <w:rtl/>
        </w:rPr>
        <w:t xml:space="preserve"> </w:t>
      </w:r>
      <w:r w:rsidRPr="00DB338E">
        <w:rPr>
          <w:rFonts w:eastAsia="Calibri" w:hint="cs"/>
          <w:rtl/>
        </w:rPr>
        <w:t>ہے</w:t>
      </w:r>
      <w:r w:rsidRPr="009928A0">
        <w:rPr>
          <w:rFonts w:hint="cs"/>
          <w:rtl/>
        </w:rPr>
        <w:t xml:space="preserve"> :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عبدالرزاق، المصنف، 6 : 164، رقم : 10354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7 : 64، رقم : 13172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6 : 357، رقم : 6609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44، رقم : 2633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8.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272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18. عن جابر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لکل 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 عصبة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نتمون ال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لا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فاطمة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و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ماں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آبائ</w:t>
      </w:r>
      <w:r>
        <w:rPr>
          <w:rFonts w:hint="cs"/>
          <w:rtl/>
        </w:rPr>
        <w:t>ی</w:t>
      </w:r>
      <w:r>
        <w:rPr>
          <w:rtl/>
        </w:rPr>
        <w:t xml:space="preserve"> خاندان ہوتا ہے جس ک</w:t>
      </w:r>
      <w:r>
        <w:rPr>
          <w:rFonts w:hint="cs"/>
          <w:rtl/>
        </w:rPr>
        <w:t>ی</w:t>
      </w:r>
      <w:r>
        <w:rPr>
          <w:rtl/>
        </w:rPr>
        <w:t xml:space="preserve"> طرف وہ منسوب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فاطمہ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کے،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نسب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3 : 179، رقم : 4770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ابو 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2 : 109، رقم : 6741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44، رقم : 2632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سخاو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استجلاب ارتقاء الغرف بحب اقرباء الرسول و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الشرف : 130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19. عن فاطمة الکبر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سلام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ا قالت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>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لکل 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نث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عصبة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نتمون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لا ولد فاطمة،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عصبت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الزہراء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عورت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خاندان ہوتا ہے جس ک</w:t>
      </w:r>
      <w:r>
        <w:rPr>
          <w:rFonts w:hint="cs"/>
          <w:rtl/>
        </w:rPr>
        <w:t>ی</w:t>
      </w:r>
      <w:r>
        <w:rPr>
          <w:rtl/>
        </w:rPr>
        <w:t xml:space="preserve"> طرف وہ منسوب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ماسوائے فاطمہ ک</w:t>
      </w:r>
      <w:r>
        <w:rPr>
          <w:rFonts w:hint="cs"/>
          <w:rtl/>
        </w:rPr>
        <w:t>ی</w:t>
      </w:r>
      <w:r>
        <w:rPr>
          <w:rtl/>
        </w:rPr>
        <w:t xml:space="preserve"> اولاد کے،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نسب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22 : 423، رقم : 1042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12 : 109، رقم : 6741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224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11 : 285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الفردوس، 3 : 2</w:t>
      </w:r>
      <w:r>
        <w:rPr>
          <w:rtl/>
        </w:rPr>
        <w:t>64، رقم : 4787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19 : 483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عجلون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کشف الخفا، 2 : 157، رقم : 1968</w:t>
      </w:r>
    </w:p>
    <w:p w:rsidR="00761F3E" w:rsidRPr="002553F0" w:rsidRDefault="00761F3E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DE20A5">
      <w:pPr>
        <w:pStyle w:val="Heading2Center"/>
        <w:rPr>
          <w:rtl/>
        </w:rPr>
      </w:pPr>
      <w:bookmarkStart w:id="5" w:name="_Toc500420393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6</w:t>
      </w:r>
      <w:bookmarkEnd w:id="5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>
        <w:rPr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الناس نسباً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بہتر نسب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20.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أيه</w:t>
      </w:r>
      <w:r>
        <w:rPr>
          <w:rFonts w:hint="cs"/>
          <w:rtl/>
        </w:rPr>
        <w:t xml:space="preserve">ا الناس!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خبرکم بخ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الناس جدا و جدة؟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خبرکم بخ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الناس عما و عمة؟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خبرکم بخ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الناس خالا و خالة؟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خبرکم بخ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الناس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باً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ماً؟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جد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رسول اﷲ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جدت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خد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جة بنت خو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لد،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فاطمة بنت رسول اﷲ</w:t>
      </w:r>
      <w:r>
        <w:rPr>
          <w:rFonts w:hint="eastAsia"/>
          <w:rtl/>
        </w:rPr>
        <w:t>،</w:t>
      </w:r>
      <w:r>
        <w:rPr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طالب، و عم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جعفر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طالب، و عمت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طالب، و خال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القاسم بن رسول اﷲ</w:t>
      </w:r>
      <w:r>
        <w:rPr>
          <w:rFonts w:hint="eastAsia"/>
          <w:rtl/>
        </w:rPr>
        <w:t>،</w:t>
      </w:r>
      <w:r>
        <w:rPr>
          <w:rtl/>
        </w:rPr>
        <w:t xml:space="preserve"> و خالات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نب و رق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کلثوم بنات رسول اﷲ</w:t>
      </w:r>
      <w:r>
        <w:rPr>
          <w:rFonts w:hint="eastAsia"/>
          <w:rtl/>
        </w:rPr>
        <w:t>،</w:t>
      </w:r>
      <w:r>
        <w:rPr>
          <w:rtl/>
        </w:rPr>
        <w:t xml:space="preserve"> جد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الجنة،</w:t>
      </w:r>
      <w:r>
        <w:rPr>
          <w:rtl/>
        </w:rPr>
        <w:t xml:space="preserve"> و عم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 و عمت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الجنة، و خالات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الجنة،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لوگو!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نہ دوں جو (اپنے) نانا نان</w:t>
      </w:r>
      <w:r>
        <w:rPr>
          <w:rFonts w:hint="cs"/>
          <w:rtl/>
        </w:rPr>
        <w:t>ی</w:t>
      </w:r>
      <w:r>
        <w:rPr>
          <w:rtl/>
        </w:rPr>
        <w:t xml:space="preserve"> کے اعتبار سے سب لوگوں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نہ بتاؤں جو (اپنے) چچا اور پھوپھ</w:t>
      </w:r>
      <w:r>
        <w:rPr>
          <w:rFonts w:hint="cs"/>
          <w:rtl/>
        </w:rPr>
        <w:t>ی</w:t>
      </w:r>
      <w:r>
        <w:rPr>
          <w:rtl/>
        </w:rPr>
        <w:t xml:space="preserve"> کے لحاظ سے سب لوگوں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بتاؤں جو (اپنے) ماموں اور خالہ کے اعتبار سے سب لوگوں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نہ دوں جو (اپنے) ماں باپ کے لحاظ سے سب لوگوں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کے نانا ا</w:t>
      </w:r>
      <w:r>
        <w:rPr>
          <w:rFonts w:hint="cs"/>
          <w:rtl/>
        </w:rPr>
        <w:t>ﷲ</w:t>
      </w:r>
      <w:r>
        <w:rPr>
          <w:rtl/>
        </w:rPr>
        <w:t xml:space="preserve"> کے رسول، ان ک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والدہ فاطمہ بنت رسول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ان کے والد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ان کے چچا جعفر بن اب</w:t>
      </w:r>
      <w:r>
        <w:rPr>
          <w:rFonts w:hint="cs"/>
          <w:rtl/>
        </w:rPr>
        <w:t>ی</w:t>
      </w:r>
      <w:r>
        <w:rPr>
          <w:rtl/>
        </w:rPr>
        <w:t xml:space="preserve"> طالب، ان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ام ہان</w:t>
      </w:r>
      <w:r>
        <w:rPr>
          <w:rFonts w:hint="cs"/>
          <w:rtl/>
        </w:rPr>
        <w:t>ی</w:t>
      </w:r>
      <w:r>
        <w:rPr>
          <w:rtl/>
        </w:rPr>
        <w:t xml:space="preserve"> بنت اب</w:t>
      </w:r>
      <w:r>
        <w:rPr>
          <w:rFonts w:hint="cs"/>
          <w:rtl/>
        </w:rPr>
        <w:t>ی</w:t>
      </w:r>
      <w:r>
        <w:rPr>
          <w:rtl/>
        </w:rPr>
        <w:t xml:space="preserve"> طالب، ان کے ماموں قاسم بن رسول ا</w:t>
      </w:r>
      <w:r>
        <w:rPr>
          <w:rFonts w:hint="cs"/>
          <w:rtl/>
        </w:rPr>
        <w:t>ﷲ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خالہ رسول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ام کلثوم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نانا، والد، والدہ، چچا، پھوپھ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ماموں اور خالہ (سب)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وہ دونوں 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66، رقم : 26</w:t>
      </w:r>
      <w:r>
        <w:rPr>
          <w:rtl/>
        </w:rPr>
        <w:t>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6 : 298، رقم : 6462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13 : 229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118، رقم : 34278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6.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130</w:t>
      </w:r>
    </w:p>
    <w:p w:rsidR="003110AB" w:rsidRPr="009928A0" w:rsidRDefault="003110AB" w:rsidP="009928A0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6" w:name="_Toc500420394"/>
      <w:r>
        <w:rPr>
          <w:rFonts w:hint="eastAsia"/>
          <w:rtl/>
        </w:rPr>
        <w:t>فصل</w:t>
      </w:r>
      <w:r>
        <w:rPr>
          <w:rtl/>
        </w:rPr>
        <w:t xml:space="preserve"> : 7</w:t>
      </w:r>
      <w:bookmarkEnd w:id="6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حانتا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من الدن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گلشن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21. عن ابن اب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نعم : سمعت عبداﷲ</w:t>
      </w:r>
      <w:r>
        <w:rPr>
          <w:rtl/>
        </w:rPr>
        <w:t xml:space="preserve"> ابن عمر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 المحرم، قال شعبة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حسب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بقتل الذباب، فقال :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العراق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لون عن الذباب و قد قتلوا ابن ابنة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و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 نتا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من الدن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’’ابن</w:t>
      </w:r>
      <w:r>
        <w:rPr>
          <w:rtl/>
        </w:rPr>
        <w:t xml:space="preserve"> ابونعم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حضرت عبدا</w:t>
      </w:r>
      <w:r>
        <w:rPr>
          <w:rFonts w:hint="cs"/>
          <w:rtl/>
        </w:rPr>
        <w:t>ﷲ</w:t>
      </w:r>
      <w:r>
        <w:rPr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حالت احرام کے متعلق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شعبہ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(محرم کے) مکھ</w:t>
      </w:r>
      <w:r>
        <w:rPr>
          <w:rFonts w:hint="cs"/>
          <w:rtl/>
        </w:rPr>
        <w:t>ی</w:t>
      </w:r>
      <w:r>
        <w:rPr>
          <w:rtl/>
        </w:rPr>
        <w:t xml:space="preserve"> مارنے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تھا۔ حضرت ابن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اہل عراق مکھ</w:t>
      </w:r>
      <w:r>
        <w:rPr>
          <w:rFonts w:hint="cs"/>
          <w:rtl/>
        </w:rPr>
        <w:t>ی</w:t>
      </w:r>
      <w:r>
        <w:rPr>
          <w:rtl/>
        </w:rPr>
        <w:t xml:space="preserve"> مارنے کا حکم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</w:t>
      </w:r>
      <w:r>
        <w:rPr>
          <w:rFonts w:hint="eastAsia"/>
          <w:rtl/>
        </w:rPr>
        <w:t>انکہ</w:t>
      </w:r>
      <w:r>
        <w:rPr>
          <w:rtl/>
        </w:rPr>
        <w:t xml:space="preserve"> انہوں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نواسے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وہ دونوں (حسن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ہ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گلشن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بخار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3 : 1371، کتاب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رقم : 3543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2 : 85، رقم : 5568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425، رقم : 6969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الس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 : 260، رقم : 1927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ابونع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 اصب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حل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اء، 5 : 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ابونع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 اصب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حل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اء، 7 : 168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</w:t>
      </w:r>
      <w:r>
        <w:rPr>
          <w:rtl/>
        </w:rPr>
        <w:t>مدخل، 1 : 54، رقم : 129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22. عن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نعم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رجلا من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العراق 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 ابن عمر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عن دم البعوض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 الثوب؟ فقال ابن عمر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: انظروا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 عن دم البعوض و قد قتلوا ابن رسول اﷲ</w:t>
      </w:r>
      <w:r>
        <w:rPr>
          <w:rtl/>
        </w:rPr>
        <w:t xml:space="preserve"> </w:t>
      </w:r>
      <w:r>
        <w:rPr>
          <w:rtl/>
        </w:rPr>
        <w:lastRenderedPageBreak/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و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</w:t>
      </w:r>
      <w:r>
        <w:rPr>
          <w:rtl/>
        </w:rPr>
        <w:t>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ان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حانت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من الدن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نعم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نے حضرت عبدا</w:t>
      </w:r>
      <w:r>
        <w:rPr>
          <w:rFonts w:hint="cs"/>
          <w:rtl/>
        </w:rPr>
        <w:t>ﷲ</w:t>
      </w:r>
      <w:r>
        <w:rPr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پوچھا کہ کپڑے پر مچھر کا خون لگ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ہے؟ حضرت عبدا</w:t>
      </w:r>
      <w:r>
        <w:rPr>
          <w:rFonts w:hint="cs"/>
          <w:rtl/>
        </w:rPr>
        <w:t>ﷲ</w:t>
      </w:r>
      <w:r>
        <w:rPr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مچھر کے خون کا مسئلہ پوچھتا ہے حالانکہ انہوں نے نب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>)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گلشن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657، ابواب المناقب، رقم : 3770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بخار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2234، کتاب الادب، رقم : 5648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50، رقم : 8530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احمد بن حنبل، المسند، 2 : 93، رقم : 5675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احمد بن حنبل، المسند، 2 : 114، رقم : 5940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6. ابو 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10 : 106، رقم : 5739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127، رقم : 2884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حکم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معارج القبول، 3 : 1201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23.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وب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نصار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دخلت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لعبان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حجر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فقلت :</w:t>
      </w:r>
      <w:r>
        <w:rPr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ما؟ فقال : و ک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ف 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حانت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من الدن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(د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کہ)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گلشن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مہک کو سونگھتا رہتا ہوں (اُنہ</w:t>
      </w:r>
      <w:r>
        <w:rPr>
          <w:rFonts w:hint="cs"/>
          <w:rtl/>
        </w:rPr>
        <w:t>ی</w:t>
      </w:r>
      <w:r>
        <w:rPr>
          <w:rtl/>
        </w:rPr>
        <w:t xml:space="preserve"> پھولوں ک</w:t>
      </w:r>
      <w:r>
        <w:rPr>
          <w:rFonts w:hint="cs"/>
          <w:rtl/>
        </w:rPr>
        <w:t>ی</w:t>
      </w:r>
      <w:r>
        <w:rPr>
          <w:rtl/>
        </w:rPr>
        <w:t xml:space="preserve"> خوشبو سے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سرور پاتا ہوں)۔‘‘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4 : 155، رقم : 3990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فتح البار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7 : 99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مبارکپور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تحفة ال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حوذ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6 : 32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tl/>
        </w:rPr>
        <w:t>علام النبلاء، 3 : 282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7" w:name="_Toc500420395"/>
      <w:r>
        <w:rPr>
          <w:rFonts w:hint="eastAsia"/>
          <w:rtl/>
        </w:rPr>
        <w:t>فصل</w:t>
      </w:r>
      <w:r>
        <w:rPr>
          <w:rtl/>
        </w:rPr>
        <w:t xml:space="preserve"> : 8</w:t>
      </w:r>
      <w:bookmarkEnd w:id="7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ت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ُذن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اَذان کہنا)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24.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رافع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ذن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ذن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ولدا.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خود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رو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 : 429، رقم : 708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 : 313، رقم : 926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31، رقم : 2579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60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ملقن انصار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خلاصة البدر المن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 : 392، رقم : 2713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5 : 230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صنعان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سبل السلام، 4 : 100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25. عن اب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رافع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را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اذن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اذن الحسن بن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ولدت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فاطمة بالصلاة.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کے ہاں حسن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ہونے پر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وال</w:t>
      </w:r>
      <w:r>
        <w:rPr>
          <w:rFonts w:hint="cs"/>
          <w:rtl/>
        </w:rPr>
        <w:t>ی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4 : 97، کتاب الاضاح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رقم : 1514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ابوداؤد، السنن، 4 : 328، کتاب الادب، رقم : 5105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6 : 391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رو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 : 455، رقم : 682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 : 315، رقم : 931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عبدالرزاق، المصنف، 4 : 336، رقم : 7986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9 : 305</w:t>
      </w:r>
    </w:p>
    <w:p w:rsidR="003110AB" w:rsidRDefault="003110AB" w:rsidP="00E723CA">
      <w:pPr>
        <w:pStyle w:val="libArabic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26. عن اب</w:t>
      </w:r>
      <w:r w:rsidRPr="002553F0">
        <w:rPr>
          <w:rFonts w:hint="cs"/>
          <w:rtl/>
        </w:rPr>
        <w:t>ي رافع رضي الله عنه قال : رايت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 الله عليه وآله وسلم اذن في اذن الحسين حين ولدته فاطمة</w:t>
      </w:r>
      <w:r>
        <w:rPr>
          <w:rtl/>
        </w:rPr>
        <w:t xml:space="preserve">. </w:t>
      </w:r>
      <w:r w:rsidRPr="002553F0">
        <w:rPr>
          <w:rFonts w:hint="cs"/>
          <w:rtl/>
        </w:rPr>
        <w:t xml:space="preserve">هذا حديث صحيح الاسناد ولم يخرجاه.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فاطمہ کے ہاں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پر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3 : 197، رقم : 4827</w:t>
      </w:r>
    </w:p>
    <w:p w:rsidR="003110AB" w:rsidRDefault="003110AB" w:rsidP="009928A0">
      <w:pPr>
        <w:pStyle w:val="libFootNoteArabic"/>
        <w:rPr>
          <w:rtl/>
        </w:rPr>
      </w:pPr>
      <w:r w:rsidRPr="009928A0">
        <w:rPr>
          <w:rStyle w:val="libNormalChar"/>
          <w:rFonts w:hint="eastAsia"/>
          <w:rtl/>
        </w:rPr>
        <w:t>حاکم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ے اس روای</w:t>
      </w:r>
      <w:r w:rsidRPr="009928A0">
        <w:rPr>
          <w:rStyle w:val="libNormalChar"/>
          <w:rFonts w:hint="eastAsia"/>
          <w:rtl/>
        </w:rPr>
        <w:t>ت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tl/>
        </w:rPr>
        <w:t xml:space="preserve"> اسناد کو صح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ح</w:t>
      </w:r>
      <w:r w:rsidRPr="009928A0">
        <w:rPr>
          <w:rStyle w:val="libNormalChar"/>
          <w:rtl/>
        </w:rPr>
        <w:t xml:space="preserve"> قرار د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ا</w:t>
      </w:r>
      <w:r w:rsidRPr="009928A0">
        <w:rPr>
          <w:rStyle w:val="libNormalChar"/>
          <w:rtl/>
        </w:rPr>
        <w:t xml:space="preserve"> </w:t>
      </w:r>
      <w:r w:rsidRPr="009928A0">
        <w:rPr>
          <w:rStyle w:val="libNormalChar"/>
          <w:rFonts w:hint="cs"/>
          <w:rtl/>
        </w:rPr>
        <w:t>ہے جبکہ بخاری</w:t>
      </w:r>
      <w:r w:rsidRPr="009928A0">
        <w:rPr>
          <w:rStyle w:val="libNormalChar"/>
          <w:rtl/>
        </w:rPr>
        <w:t xml:space="preserve"> و مسلم ن</w:t>
      </w:r>
      <w:r w:rsidRPr="009928A0">
        <w:rPr>
          <w:rStyle w:val="libNormalChar"/>
          <w:rFonts w:hint="cs"/>
          <w:rtl/>
        </w:rPr>
        <w:t>ے اس کی</w:t>
      </w:r>
      <w:r w:rsidRPr="009928A0">
        <w:rPr>
          <w:rStyle w:val="libNormalChar"/>
          <w:rtl/>
        </w:rPr>
        <w:t xml:space="preserve"> تخر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ج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ہی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ی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تلخ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ص الحب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4 : 149، رقم : 1985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ملقن انصار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خلاصة البدر المن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 : 391، رقم : 2713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5 : 229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8" w:name="_Toc500420396"/>
      <w:r>
        <w:rPr>
          <w:rFonts w:hint="eastAsia"/>
          <w:rtl/>
        </w:rPr>
        <w:t>فصل</w:t>
      </w:r>
      <w:r>
        <w:rPr>
          <w:rtl/>
        </w:rPr>
        <w:t xml:space="preserve"> : 9</w:t>
      </w:r>
      <w:bookmarkEnd w:id="8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عق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قة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کرنا)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27.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ا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عق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کبشاً کبشاً.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دنبہ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ابوداؤد، السنن، 3 : 107، کتاب الصحا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ا، رقم : 2841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جارود، المنتق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229، رقم : 12 - 911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9 : 302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11 : 316، رقم : 11856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عبدالبر، التم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د، 4 : 314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خ بغداد، 10 : 151، رقم </w:t>
      </w:r>
      <w:r>
        <w:rPr>
          <w:rtl/>
        </w:rPr>
        <w:t>: 5302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صنعان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سبل السلام، 4 : 97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رشد، بدا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المجت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د، 1 : 339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ابن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معتصر المختصر، 1 : 276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28.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عق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بکبش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دو دنبے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لئے ذبح کئے۔‘‘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5 : 323، رقم : 2945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2 : 246، رقم : 1878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مقدس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الاحاد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7 : 85، رقم : 2490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57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واد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تحفة المحتاج، 2 : 538، رقم : 1701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29.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عق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بکبش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کبش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دو دنبے ذبح کئے۔‘‘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السنن، 7 : 165، کتاب العق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رقم : 4219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3 : 76، رقم : 4545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تنو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الحوالک، 1 : 335، رقم : 1071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زرقان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شرح الموطا، 3 : 130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5 : 227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مبارکپور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تح</w:t>
      </w:r>
      <w:r>
        <w:rPr>
          <w:rtl/>
        </w:rPr>
        <w:t>فة الاحوذ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5 : 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صنعان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سبل السلام، 4 : 98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30. عن عمرو بن شع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ب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عن جد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عق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عن کل واحد من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کبش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اثن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مثل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متکافئ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سے، وہ اپنے دادا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دو دنبے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کئے۔‘‘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حاکم،</w:t>
      </w:r>
      <w:r>
        <w:rPr>
          <w:rtl/>
        </w:rPr>
        <w:t xml:space="preserve"> المستدرک، 4 : 265، رقم : 7590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31. عن عائشة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قالت : عق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عن حسن شات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>
        <w:rPr>
          <w:rtl/>
        </w:rPr>
        <w:t xml:space="preserve"> و عن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شات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ذبح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وم السابع.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’’ام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ان ک</w:t>
      </w:r>
      <w:r>
        <w:rPr>
          <w:rFonts w:hint="cs"/>
          <w:rtl/>
        </w:rPr>
        <w:t>ی</w:t>
      </w:r>
      <w:r>
        <w:rPr>
          <w:rtl/>
        </w:rPr>
        <w:t xml:space="preserve"> طرف سے دو دو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عبدالرزاق، المصنف، 4 : 330، رقم : 7963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4 : 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12 : 127، رقم : 5311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واد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تحفة المحتاج، 2 : 537، رقم : 1700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 الظمآن، 1 : 260، رقم : 1056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دولاب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الذر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الطا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رة، 1 : 85، رقم : 148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32.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عق عن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 (32)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29، رقم : 2572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</w:t>
      </w:r>
      <w:r>
        <w:rPr>
          <w:rtl/>
        </w:rPr>
        <w:t>مع الزوائد، 4 : 58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9" w:name="_Toc500420397"/>
      <w:r>
        <w:rPr>
          <w:rFonts w:hint="eastAsia"/>
          <w:rtl/>
        </w:rPr>
        <w:t>فصل</w:t>
      </w:r>
      <w:r>
        <w:rPr>
          <w:rtl/>
        </w:rPr>
        <w:t xml:space="preserve"> : 10</w:t>
      </w:r>
      <w:bookmarkEnd w:id="9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کانا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. . . سراپا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33.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الحسن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>
        <w:rPr>
          <w:rtl/>
        </w:rPr>
        <w:t>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الصدر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الراس،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ما کان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سفل من ذلک.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سر تک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کامل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تک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کامل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660، ابواب المناقب، رقم : 5779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1 : 99، رقم : 774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430 : رقم : 6974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4. 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الس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 : 91، رقم : 130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774، رقم : 1366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مقدس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الاحاد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المختارة، 2 : 394، رقم : 780، 781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7.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مواردالظمآن، 1 : 553، رقم : 2235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صفوة الصفو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763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علام النبلاء، 3 : 250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34.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قال : من سر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نظر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الناس برسول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</w:t>
      </w:r>
      <w:r>
        <w:rPr>
          <w:rtl/>
        </w:rPr>
        <w:t>م 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وج</w:t>
      </w:r>
      <w:r w:rsidRPr="002553F0">
        <w:rPr>
          <w:rFonts w:hint="cs"/>
          <w:rtl/>
        </w:rPr>
        <w:t>هه</w:t>
      </w:r>
      <w:r>
        <w:rPr>
          <w:rFonts w:hint="cs"/>
          <w:rtl/>
        </w:rPr>
        <w:t xml:space="preserve">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نظر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بن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و من سر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نظر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الناس برسول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کعب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خلقا و لونا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نظر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>
        <w:rPr>
          <w:rFonts w:hint="eastAsia"/>
          <w:rtl/>
        </w:rPr>
        <w:t>بن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جس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ہو کہ وہ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گردن سے چہرے تک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سب سے کامل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وہ حسن بن عل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اور جس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ہو کہ وہ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گردن سے ٹخنے تک رنگت اور صورت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سب سے کامل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95، رقم : 2768، 2759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9928A0">
      <w:pPr>
        <w:pStyle w:val="libNormal"/>
        <w:rPr>
          <w:rtl/>
        </w:rPr>
      </w:pPr>
      <w:r w:rsidRPr="009928A0">
        <w:rPr>
          <w:rStyle w:val="libArabicChar"/>
          <w:rtl/>
        </w:rPr>
        <w:t>35. عن انس رض</w:t>
      </w:r>
      <w:r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tl/>
        </w:rPr>
        <w:t xml:space="preserve"> الل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عن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قال : کان الحسن و الحس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>ن أشب</w:t>
      </w:r>
      <w:r w:rsidR="009928A0" w:rsidRPr="009928A0">
        <w:rPr>
          <w:rStyle w:val="libArabicChar"/>
          <w:rFonts w:hint="cs"/>
          <w:rtl/>
        </w:rPr>
        <w:t>هه</w:t>
      </w:r>
      <w:r w:rsidRPr="009928A0">
        <w:rPr>
          <w:rStyle w:val="libArabicChar"/>
          <w:rFonts w:hint="cs"/>
          <w:rtl/>
        </w:rPr>
        <w:t>م برسول اﷲ</w:t>
      </w:r>
      <w:r w:rsidRPr="009928A0">
        <w:rPr>
          <w:rStyle w:val="libArabicChar"/>
          <w:rtl/>
        </w:rPr>
        <w:t xml:space="preserve"> صل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 الل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عل</w:t>
      </w:r>
      <w:r w:rsidR="004002AC" w:rsidRPr="009928A0">
        <w:rPr>
          <w:rStyle w:val="libArabicChar"/>
          <w:rFonts w:hint="cs"/>
          <w:rtl/>
        </w:rPr>
        <w:t>ی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وآل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وسلم </w:t>
      </w:r>
      <w:r w:rsidRPr="002553F0"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دونوں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مشابہت رکھتے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77، رقم : 1726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9928A0">
      <w:pPr>
        <w:pStyle w:val="libArabic"/>
        <w:rPr>
          <w:rtl/>
        </w:rPr>
      </w:pPr>
      <w:r w:rsidRPr="009928A0">
        <w:rPr>
          <w:rtl/>
        </w:rPr>
        <w:t>36. عن محمد بن الضحاک الحزام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 xml:space="preserve"> قال : کان وج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الحسن بن عل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 xml:space="preserve"> 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>شب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وج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رسول اﷲ</w:t>
      </w:r>
      <w:r w:rsidRPr="009928A0">
        <w:rPr>
          <w:rtl/>
        </w:rPr>
        <w:t xml:space="preserve"> صل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 xml:space="preserve"> الل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عل</w:t>
      </w:r>
      <w:r w:rsidR="004002AC" w:rsidRPr="009928A0">
        <w:rPr>
          <w:rFonts w:hint="cs"/>
          <w:rtl/>
        </w:rPr>
        <w:t>ی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وآل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وسلم و کان جسد الحس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 xml:space="preserve">ن 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>شب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جسد رسول اﷲ</w:t>
      </w:r>
      <w:r w:rsidRPr="009928A0">
        <w:rPr>
          <w:rtl/>
        </w:rPr>
        <w:t xml:space="preserve"> صل</w:t>
      </w:r>
      <w:r w:rsidR="004002AC" w:rsidRPr="009928A0">
        <w:rPr>
          <w:rFonts w:hint="cs"/>
          <w:rtl/>
        </w:rPr>
        <w:t>ی</w:t>
      </w:r>
      <w:r w:rsidRPr="009928A0">
        <w:rPr>
          <w:rFonts w:hint="cs"/>
          <w:rtl/>
        </w:rPr>
        <w:t xml:space="preserve"> الل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عل</w:t>
      </w:r>
      <w:r w:rsidR="004002AC" w:rsidRPr="009928A0">
        <w:rPr>
          <w:rFonts w:hint="cs"/>
          <w:rtl/>
        </w:rPr>
        <w:t>ی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وآل</w:t>
      </w:r>
      <w:r w:rsidR="009928A0" w:rsidRPr="009928A0">
        <w:rPr>
          <w:rFonts w:hint="cs"/>
          <w:rtl/>
        </w:rPr>
        <w:t>ه</w:t>
      </w:r>
      <w:r w:rsidRPr="009928A0"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’’محمد</w:t>
      </w:r>
      <w:r>
        <w:rPr>
          <w:rtl/>
        </w:rPr>
        <w:t xml:space="preserve"> بن ضحاک حزام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چہرہ مبارک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چہر</w:t>
      </w:r>
      <w:r w:rsidR="004002AC" w:rsidRPr="009928A0">
        <w:rPr>
          <w:rFonts w:hint="cs"/>
          <w:rtl/>
        </w:rPr>
        <w:t>ہ</w:t>
      </w:r>
      <w:r>
        <w:rPr>
          <w:rtl/>
        </w:rPr>
        <w:t xml:space="preserve"> اقدس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جسم مبارک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جسم اقدس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127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0" w:name="_Toc500420398"/>
      <w:r>
        <w:rPr>
          <w:rFonts w:hint="eastAsia"/>
          <w:rtl/>
        </w:rPr>
        <w:t>فصل</w:t>
      </w:r>
      <w:r>
        <w:rPr>
          <w:rtl/>
        </w:rPr>
        <w:t xml:space="preserve"> : 11</w:t>
      </w:r>
      <w:bookmarkEnd w:id="10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ي</w:t>
      </w:r>
      <w:r>
        <w:rPr>
          <w:rFonts w:hint="cs"/>
          <w:rtl/>
        </w:rPr>
        <w:t>رث</w:t>
      </w:r>
      <w:r>
        <w:rPr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وصاف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. . . وارثان اوصافِ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37. عن فاطمة بنت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تت بالحسن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شکوة الت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مات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ا، فقالت : تورث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ئاً.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الحسن فل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>بت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سؤدد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جرات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ج</w:t>
      </w:r>
      <w:r>
        <w:rPr>
          <w:rtl/>
        </w:rPr>
        <w:t>ود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صلوات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وہ اپنے بابا حضور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مرض الوصال کے دوران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>ہ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سردار</w:t>
      </w:r>
      <w:r>
        <w:rPr>
          <w:rFonts w:hint="cs"/>
          <w:rtl/>
        </w:rPr>
        <w:t>ی</w:t>
      </w:r>
      <w:r>
        <w:rPr>
          <w:rtl/>
        </w:rPr>
        <w:t xml:space="preserve"> کا وارث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جرات و سخاوت کا۔‘‘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الآحاد والمثان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299، رقم : 408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الآحاد والمثان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5 : 370، رقم : 2971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22 : 423، رقم : 1041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310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129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ابن حجر مک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الصواعق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560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 xml:space="preserve">38.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من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قالت : جاءَ ت فاطمة بالحسن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فق</w:t>
      </w:r>
      <w:r>
        <w:rPr>
          <w:rtl/>
        </w:rPr>
        <w:t xml:space="preserve">الت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انحل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ما؟ فقال : نحلت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الکب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الم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ابة والحلم، و نحلت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الصغ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المحبة والرض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ساتھ لے کر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ان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کچھ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(حسن) کو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بردبار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چھوٹے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کو محبت اور رضا عطا ک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الفردوس بم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ثور الخطاب، 4 : 280، رقم : 6829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13 : 760، رقم : 37710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39. عن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نب بنت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رافع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تت فاطمة بابن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شکوا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توف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 فقالت لرسول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ذان ابناک فورث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ئا.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حسن فان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>بت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سؤدد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جرات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جود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اب</w:t>
      </w:r>
      <w:r>
        <w:rPr>
          <w:rFonts w:hint="cs"/>
          <w:rtl/>
        </w:rPr>
        <w:t>ی</w:t>
      </w:r>
      <w:r>
        <w:rPr>
          <w:rtl/>
        </w:rPr>
        <w:t xml:space="preserve"> رافع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مرض الوصال کے دوران اپنے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عطا فرما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سردار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جرات و سخاوت ک</w:t>
      </w:r>
      <w:r>
        <w:rPr>
          <w:rFonts w:hint="cs"/>
          <w:rtl/>
        </w:rPr>
        <w:t>ی</w:t>
      </w:r>
      <w:r>
        <w:rPr>
          <w:rtl/>
        </w:rPr>
        <w:t xml:space="preserve"> وراثت۔‘‘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299، رقم : 615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7 : 674، رقم : 11232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400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40.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رافع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جاء ت فاطمة بنت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بحسن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مرض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قبض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، فقالت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ذان ابناک فورث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ئا. فقال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حسن فان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ثبات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سؤدد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فان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حزامت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جو</w:t>
      </w:r>
      <w:r>
        <w:rPr>
          <w:rFonts w:hint="eastAsia"/>
          <w:rtl/>
        </w:rPr>
        <w:t>د</w:t>
      </w:r>
      <w:r w:rsidRPr="002553F0">
        <w:rPr>
          <w:rFonts w:hint="cs"/>
          <w:rtl/>
        </w:rPr>
        <w:t>ي</w:t>
      </w:r>
      <w:r>
        <w:rPr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مرض الوصال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پرداز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اور سردار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طاقت و سخاوت ک</w:t>
      </w:r>
      <w:r>
        <w:rPr>
          <w:rFonts w:hint="cs"/>
          <w:rtl/>
        </w:rPr>
        <w:t>ی</w:t>
      </w:r>
      <w:r>
        <w:rPr>
          <w:rtl/>
        </w:rPr>
        <w:t xml:space="preserve"> وراثت۔‘‘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6 : 222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1" w:name="_Toc500420399"/>
      <w:r>
        <w:rPr>
          <w:rFonts w:hint="eastAsia"/>
          <w:rtl/>
        </w:rPr>
        <w:t>فصل</w:t>
      </w:r>
      <w:r>
        <w:rPr>
          <w:rtl/>
        </w:rPr>
        <w:t xml:space="preserve"> : 12</w:t>
      </w:r>
      <w:bookmarkEnd w:id="11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الجنة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تمام جنت</w:t>
      </w:r>
      <w:r>
        <w:rPr>
          <w:rFonts w:hint="cs"/>
          <w:rtl/>
        </w:rPr>
        <w:t>ی</w:t>
      </w:r>
      <w:r>
        <w:rPr>
          <w:rtl/>
        </w:rPr>
        <w:t xml:space="preserve">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41.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الخدر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>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</w:t>
      </w:r>
      <w:r>
        <w:rPr>
          <w:rtl/>
        </w:rPr>
        <w:t xml:space="preserve"> : 656، ابواب المناقب، رقم : 3768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5 : 50، رقم : 8169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412، رقم : 6959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احمد بن حنبل، المسند، 3 : 3، رقم : 11012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2 : 347، رقم : 2190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6 : 10، رقم : 5644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حاکم، المستدرک، 3 : 182، رقم : 4778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 xml:space="preserve">9.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مواردالظمآن، 1 : 551، رقم : 2228</w:t>
      </w:r>
    </w:p>
    <w:p w:rsidR="003110AB" w:rsidRDefault="003110AB" w:rsidP="009928A0">
      <w:pPr>
        <w:pStyle w:val="libFootNoteArabic"/>
        <w:rPr>
          <w:rtl/>
        </w:rPr>
      </w:pPr>
      <w:r w:rsidRPr="009928A0">
        <w:rPr>
          <w:rStyle w:val="libNormalChar"/>
          <w:rtl/>
        </w:rPr>
        <w:t xml:space="preserve">10. </w:t>
      </w:r>
      <w:r w:rsidRPr="009928A0">
        <w:rPr>
          <w:rStyle w:val="libNormalChar"/>
          <w:rFonts w:hint="cs"/>
          <w:rtl/>
        </w:rPr>
        <w:t>ہی</w:t>
      </w:r>
      <w:r w:rsidRPr="009928A0">
        <w:rPr>
          <w:rStyle w:val="libNormalChar"/>
          <w:rFonts w:hint="eastAsia"/>
          <w:rtl/>
        </w:rPr>
        <w:t>ثم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ے ’مجمع الزوائد (9 : 201)‘ می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اس ک</w:t>
      </w:r>
      <w:r w:rsidRPr="009928A0">
        <w:rPr>
          <w:rStyle w:val="libNormalChar"/>
          <w:rFonts w:hint="cs"/>
          <w:rtl/>
        </w:rPr>
        <w:t>ے رواۃ</w:t>
      </w:r>
      <w:r w:rsidRPr="009928A0">
        <w:rPr>
          <w:rStyle w:val="libNormalChar"/>
          <w:rtl/>
        </w:rPr>
        <w:t xml:space="preserve"> کو صح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ح</w:t>
      </w:r>
      <w:r w:rsidRPr="009928A0">
        <w:rPr>
          <w:rStyle w:val="libNormalChar"/>
          <w:rtl/>
        </w:rPr>
        <w:t xml:space="preserve"> قرار د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ا</w:t>
      </w:r>
      <w:r w:rsidRPr="009928A0">
        <w:rPr>
          <w:rStyle w:val="libNormalChar"/>
          <w:rtl/>
        </w:rPr>
        <w:t xml:space="preserve"> </w:t>
      </w:r>
      <w:r w:rsidRPr="009928A0">
        <w:rPr>
          <w:rStyle w:val="libNormalChar"/>
          <w:rFonts w:hint="cs"/>
          <w:rtl/>
        </w:rPr>
        <w:t>ہے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11.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الدر المنثور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بالم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ثور، 5 : 489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خصائص عل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142، رقم : 129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13. حکم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معارج القبول، 3 : 1200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42. عن حذ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فة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لتن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: مت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دک تعن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فقلت : ما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 منذ کذا و کذا، فنالت من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فقلت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: دع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آت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tl/>
        </w:rPr>
        <w:t xml:space="preserve"> وسلم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المغرب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ستغفرل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ولک،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</w:t>
      </w:r>
      <w:r>
        <w:rPr>
          <w:rFonts w:hint="eastAsia"/>
          <w:rtl/>
        </w:rPr>
        <w:t>آل</w:t>
      </w:r>
      <w:r w:rsidRPr="002553F0">
        <w:rPr>
          <w:rFonts w:hint="cs"/>
          <w:rtl/>
        </w:rPr>
        <w:t>ه</w:t>
      </w:r>
      <w:r>
        <w:rPr>
          <w:rtl/>
        </w:rPr>
        <w:t xml:space="preserve"> وسلم، فصل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المغرب، فصل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العشاء ثم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نفتل فتبعت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فسمع صوت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فقال : من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ذا؟ حذ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فة! قلت : نعم، قال : ما حاجتک؟ غفر اﷲ</w:t>
      </w:r>
      <w:r>
        <w:rPr>
          <w:rtl/>
        </w:rPr>
        <w:t xml:space="preserve"> لک ول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مک. قال : ان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ملک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نزل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رض قط قبل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tl/>
        </w:rPr>
        <w:t xml:space="preserve"> الل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لة، است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ذن رب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سلم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بشرن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فاطمة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دة نساء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نے مجھ سے پوچھا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معمول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اتنے دنوں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 وہ مجھ سے ناراض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مجھے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ہوں، ان کے ساتھ مغرب ک</w:t>
      </w:r>
      <w:r>
        <w:rPr>
          <w:rFonts w:hint="cs"/>
          <w:rtl/>
        </w:rPr>
        <w:t>ی</w:t>
      </w:r>
      <w:r>
        <w:rPr>
          <w:rtl/>
        </w:rPr>
        <w:t xml:space="preserve"> نماز پڑھوں گا اور ان سے عرض کروں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آپ کے لئے مغفرت ک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ان کے ساتھ مغرب ک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>۔ پھر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نوافل ادا فرماتے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عشاء ک</w:t>
      </w:r>
      <w:r>
        <w:rPr>
          <w:rFonts w:hint="cs"/>
          <w:rtl/>
        </w:rPr>
        <w:t>ی</w:t>
      </w:r>
      <w:r>
        <w:rPr>
          <w:rtl/>
        </w:rPr>
        <w:t xml:space="preserve"> نماز ادا فرمائ</w:t>
      </w:r>
      <w:r>
        <w:rPr>
          <w:rFonts w:hint="cs"/>
          <w:rtl/>
        </w:rPr>
        <w:t>ی</w:t>
      </w:r>
      <w:r>
        <w:rPr>
          <w:rtl/>
        </w:rPr>
        <w:t xml:space="preserve"> پھر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گھر ک</w:t>
      </w:r>
      <w:r>
        <w:rPr>
          <w:rFonts w:hint="cs"/>
          <w:rtl/>
        </w:rPr>
        <w:t>ی</w:t>
      </w:r>
      <w:r>
        <w:rPr>
          <w:rtl/>
        </w:rPr>
        <w:t xml:space="preserve"> طرف روانہ ہ</w:t>
      </w:r>
      <w:r>
        <w:rPr>
          <w:rFonts w:hint="eastAsia"/>
          <w:rtl/>
        </w:rPr>
        <w:t>وئے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چلنے لگا۔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tl/>
        </w:rPr>
        <w:t xml:space="preserve"> ہاں۔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پوچھا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 ہے؟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ماں کو ب</w:t>
      </w:r>
      <w:r>
        <w:rPr>
          <w:rFonts w:hint="eastAsia"/>
          <w:rtl/>
        </w:rPr>
        <w:t>خش</w:t>
      </w:r>
      <w:r>
        <w:rPr>
          <w:rtl/>
        </w:rPr>
        <w:t xml:space="preserve"> دے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ہے جو اس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اترا۔ اس نے اپنے رب سے اجازت چاہ</w:t>
      </w:r>
      <w:r>
        <w:rPr>
          <w:rFonts w:hint="cs"/>
          <w:rtl/>
        </w:rPr>
        <w:t>ی</w:t>
      </w:r>
      <w:r>
        <w:rPr>
          <w:rtl/>
        </w:rPr>
        <w:t xml:space="preserve"> کہ مجھ پر سلام عرض کرے اور مجھے بشارت دے کہ فاطمہ جنت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ہے اور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کے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660، ابواب المناقب، رقم : 3781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413، رقم : 6960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80، رقم : 8298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احمد بن حنبل، المسند، 5 : 391، رقم : 23377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37، رقم : 2606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حاکم، المستدرک، 3 : 439، رقم : 5630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8.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 الظمآن، 1 : 551، رقم : 2229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9.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ابن حجر مک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الصواع</w:t>
      </w:r>
      <w:r>
        <w:rPr>
          <w:rtl/>
        </w:rPr>
        <w:t>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560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43.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بزار، المسند، 3 : 102، رقم : 885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36، رقم : 3601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4182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44.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بن مالک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نحن ولد عبدالمطلب سادة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حمزة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جعفر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والم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کہ ہم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 اہل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حمزہ،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جعفر،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مہد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2 : 1368، کتاب الفتن، رقم : 4087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2. حاکم، المستدرک، 3 : 233، رقم : 4940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ان، طبقات المحدث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 ب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صب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ان، 2 : 290، رقم : 177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کنان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مصباح الزجاجة، 4 : 20</w:t>
      </w:r>
      <w:r>
        <w:rPr>
          <w:rtl/>
        </w:rPr>
        <w:t>4، رقم : 1452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الفردوس، 1 : 53، رقم : 142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7 : 283، رقم : 544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5 : 53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45. عن عمر بن الخطاب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35، رقم : 2598</w:t>
      </w:r>
    </w:p>
    <w:p w:rsidR="003110AB" w:rsidRDefault="003110AB" w:rsidP="009928A0">
      <w:pPr>
        <w:pStyle w:val="libFootNoteArabic"/>
        <w:rPr>
          <w:rtl/>
        </w:rPr>
      </w:pPr>
      <w:r w:rsidRPr="009928A0">
        <w:rPr>
          <w:rStyle w:val="libNormalChar"/>
          <w:rFonts w:hint="eastAsia"/>
          <w:rtl/>
        </w:rPr>
        <w:t>طبران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ے ’المعجم الاوسط (5 : 243، رقم : 5208)‘ می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حضرت اُسام</w:t>
      </w:r>
      <w:r w:rsidRPr="009928A0">
        <w:rPr>
          <w:rStyle w:val="libNormalChar"/>
          <w:rFonts w:hint="cs"/>
          <w:rtl/>
        </w:rPr>
        <w:t>ہ بن زی</w:t>
      </w:r>
      <w:r w:rsidRPr="009928A0">
        <w:rPr>
          <w:rStyle w:val="libNormalChar"/>
          <w:rFonts w:hint="eastAsia"/>
          <w:rtl/>
        </w:rPr>
        <w:t>د</w:t>
      </w:r>
      <w:r w:rsidRPr="009928A0">
        <w:rPr>
          <w:rStyle w:val="libNormalChar"/>
          <w:rtl/>
        </w:rPr>
        <w:t xml:space="preserve"> س</w:t>
      </w:r>
      <w:r w:rsidRPr="009928A0">
        <w:rPr>
          <w:rStyle w:val="libNormalChar"/>
          <w:rFonts w:hint="cs"/>
          <w:rtl/>
        </w:rPr>
        <w:t>ے مروی</w:t>
      </w:r>
      <w:r w:rsidRPr="009928A0">
        <w:rPr>
          <w:rStyle w:val="libNormalChar"/>
          <w:rtl/>
        </w:rPr>
        <w:t xml:space="preserve"> حد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ث</w:t>
      </w:r>
      <w:r w:rsidRPr="009928A0">
        <w:rPr>
          <w:rStyle w:val="libNormalChar"/>
          <w:rtl/>
        </w:rPr>
        <w:t xml:space="preserve"> ب</w:t>
      </w:r>
      <w:r w:rsidRPr="009928A0">
        <w:rPr>
          <w:rStyle w:val="libNormalChar"/>
          <w:rFonts w:hint="cs"/>
          <w:rtl/>
        </w:rPr>
        <w:t>ھی</w:t>
      </w:r>
      <w:r w:rsidRPr="009928A0">
        <w:rPr>
          <w:rStyle w:val="libNormalChar"/>
          <w:rtl/>
        </w:rPr>
        <w:t xml:space="preserve"> ب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ان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tl/>
        </w:rPr>
        <w:t xml:space="preserve"> </w:t>
      </w:r>
      <w:r w:rsidRPr="009928A0">
        <w:rPr>
          <w:rStyle w:val="libNormalChar"/>
          <w:rFonts w:hint="cs"/>
          <w:rtl/>
        </w:rPr>
        <w:t>ہے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132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46. عن ابن عمر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جنت</w:t>
      </w:r>
      <w:r>
        <w:rPr>
          <w:rFonts w:hint="cs"/>
          <w:rtl/>
        </w:rPr>
        <w:t>ی</w:t>
      </w:r>
      <w:r>
        <w:rPr>
          <w:rtl/>
        </w:rPr>
        <w:t xml:space="preserve">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1 : 44، باب فضائل اصحاب رسول اﷲ</w:t>
      </w:r>
      <w:r>
        <w:rPr>
          <w:rtl/>
        </w:rPr>
        <w:t xml:space="preserve"> صل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وسلم، رقم : 118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حاکم، المستدرک، 3 : 182، رقم : 4780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خِ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133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کنان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مصباح الزجاج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20، رقم : 48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5.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 الاعتدال، 6 : 474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47. عن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بن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سمعت جد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لا تسبوا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فان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الجنة من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نانا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مت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پہل</w:t>
      </w:r>
      <w:r>
        <w:rPr>
          <w:rFonts w:hint="cs"/>
          <w:rtl/>
        </w:rPr>
        <w:t>ی</w:t>
      </w:r>
      <w:r>
        <w:rPr>
          <w:rtl/>
        </w:rPr>
        <w:t xml:space="preserve"> اور پچھل</w:t>
      </w:r>
      <w:r>
        <w:rPr>
          <w:rFonts w:hint="cs"/>
          <w:rtl/>
        </w:rPr>
        <w:t>ی</w:t>
      </w:r>
      <w:r>
        <w:rPr>
          <w:rtl/>
        </w:rPr>
        <w:t xml:space="preserve"> تمام امتوں کے جنت</w:t>
      </w:r>
      <w:r>
        <w:rPr>
          <w:rFonts w:hint="cs"/>
          <w:rtl/>
        </w:rPr>
        <w:t>ی</w:t>
      </w:r>
      <w:r>
        <w:rPr>
          <w:rtl/>
        </w:rPr>
        <w:t xml:space="preserve">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خِ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131</w:t>
      </w:r>
    </w:p>
    <w:p w:rsidR="003110AB" w:rsidRDefault="003110AB" w:rsidP="009928A0">
      <w:pPr>
        <w:pStyle w:val="libNormal"/>
        <w:rPr>
          <w:rtl/>
        </w:rPr>
      </w:pPr>
      <w:r>
        <w:rPr>
          <w:rtl/>
        </w:rPr>
        <w:t xml:space="preserve">2. </w:t>
      </w:r>
      <w:r w:rsidRPr="009928A0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’مجمع الزوائد (9 : 184)‘ می</w:t>
      </w:r>
      <w:r>
        <w:rPr>
          <w:rFonts w:hint="eastAsia"/>
          <w:rtl/>
        </w:rPr>
        <w:t>ں</w:t>
      </w:r>
      <w:r>
        <w:rPr>
          <w:rtl/>
        </w:rPr>
        <w:t xml:space="preserve"> اِس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مختصراً روای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9928A0">
        <w:rPr>
          <w:rFonts w:hint="cs"/>
          <w:rtl/>
        </w:rPr>
        <w:t>ہے۔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1 : 118، رقم : 366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48.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3 : 182، رقم : 4779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ابو نع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حل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اء، 5 : 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خِ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133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49.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ن ملکا من السماء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کن زارن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ست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ذن اﷲ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ارت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فبشرن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دا شباب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الجن</w:t>
      </w:r>
      <w:r>
        <w:rPr>
          <w:rtl/>
        </w:rPr>
        <w:t xml:space="preserve">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آسمان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نے (اس سے پہلے)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سے اجازت طلب ک</w:t>
      </w:r>
      <w:r>
        <w:rPr>
          <w:rFonts w:hint="cs"/>
          <w:rtl/>
        </w:rPr>
        <w:t>ی</w:t>
      </w:r>
      <w:r>
        <w:rPr>
          <w:rtl/>
        </w:rPr>
        <w:t xml:space="preserve"> اور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36، رقم : 2604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5 : 146، رقم : 8515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26 : 391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علام النبلاء، 2 : 167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 الاعتدال، 6 : 329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50.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شبابکم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تمہارے 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بہتر (جوان)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4 : 391، رقم : 2280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102، رقم : 34191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167</w:t>
      </w:r>
    </w:p>
    <w:p w:rsidR="00761F3E" w:rsidRPr="002553F0" w:rsidRDefault="00761F3E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2" w:name="_Toc500420400"/>
      <w:r>
        <w:rPr>
          <w:rFonts w:hint="eastAsia"/>
          <w:rtl/>
        </w:rPr>
        <w:t>فصل</w:t>
      </w:r>
      <w:r>
        <w:rPr>
          <w:rtl/>
        </w:rPr>
        <w:t xml:space="preserve"> : 13</w:t>
      </w:r>
      <w:bookmarkEnd w:id="12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 الحس</w:t>
      </w:r>
      <w:r w:rsidRPr="002553F0">
        <w:rPr>
          <w:rFonts w:hint="cs"/>
          <w:rtl/>
        </w:rPr>
        <w:t>ين عليهما السلام طهرهما ا</w:t>
      </w:r>
      <w:r>
        <w:rPr>
          <w:rFonts w:hint="cs"/>
          <w:rtl/>
        </w:rPr>
        <w:t>ﷲ</w:t>
      </w:r>
      <w:r>
        <w:rPr>
          <w:rtl/>
        </w:rPr>
        <w:t xml:space="preserve"> تط</w:t>
      </w:r>
      <w:r w:rsidRPr="002553F0">
        <w:rPr>
          <w:rFonts w:hint="cs"/>
          <w:rtl/>
        </w:rPr>
        <w:t>هيرا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کمالِ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51. عن صف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بنت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بة قالت : قالت عائشة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: خرج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غداة و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مرط مرحل من شعر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سود. فجاء الحسن بن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ثم جاء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فدخل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جاء ت فاطم</w:t>
      </w:r>
      <w:r>
        <w:rPr>
          <w:rtl/>
        </w:rPr>
        <w:t>ة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ا، ثم جاء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ثم قال : (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نما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اﷲ</w:t>
      </w:r>
      <w:r>
        <w:rPr>
          <w:rtl/>
        </w:rPr>
        <w:t xml:space="preserve">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ب عنکم الرجس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ط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رکم تط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را).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صبح کے وقت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درآں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اوڑھ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اون سے کجاؤوں کے ن</w:t>
      </w:r>
      <w:r>
        <w:rPr>
          <w:rFonts w:hint="eastAsia"/>
          <w:rtl/>
        </w:rPr>
        <w:t>قش</w:t>
      </w:r>
      <w:r>
        <w:rPr>
          <w:rtl/>
        </w:rPr>
        <w:t xml:space="preserve"> بنے ہوئے تھے۔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اور آپ کے ہمراہ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گئے، پھر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پڑھ</w:t>
      </w:r>
      <w:r>
        <w:rPr>
          <w:rFonts w:hint="cs"/>
          <w:rtl/>
        </w:rPr>
        <w:t>ی</w:t>
      </w:r>
      <w:r>
        <w:rPr>
          <w:rtl/>
        </w:rPr>
        <w:t xml:space="preserve"> ’’اے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دور کر دے اور تم کو کمال درجہ طہارت سے نواز 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مسلم،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4 : 1883، کتاب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رقم : 2424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370، رقم : 36102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672، رقم : 149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را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و</w:t>
      </w:r>
      <w:r w:rsidRPr="004002AC">
        <w:rPr>
          <w:rFonts w:hint="cs"/>
          <w:rtl/>
        </w:rPr>
        <w:t>يه</w:t>
      </w:r>
      <w:r>
        <w:rPr>
          <w:rtl/>
        </w:rPr>
        <w:t>، المسند، 3 : 678، رقم : 1271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حاکم، المستدرک، 3 : 159، رقم : 4705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2 : 149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22 : 6، 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بغو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معالم التنز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ل، 3 : 529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9.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3 : 485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الدرالمنثور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التفس</w:t>
      </w:r>
      <w:r w:rsidRPr="004002AC">
        <w:rPr>
          <w:rFonts w:hint="cs"/>
          <w:rtl/>
        </w:rPr>
        <w:t>ي</w:t>
      </w:r>
      <w:r>
        <w:rPr>
          <w:rtl/>
        </w:rPr>
        <w:t>ر بالماثور، 6 : 605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11. مبارک پور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تحفة ال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حوذ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9 : 49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52. عن ام سلمة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قالت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لا! 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حل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المسجد لجنب و لا لحائض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لا لرسول اﷲ</w:t>
      </w:r>
      <w:r>
        <w:rPr>
          <w:rtl/>
        </w:rPr>
        <w:t xml:space="preserve">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لا! قد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نت لکم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سماء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لا تضلوا.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خبردار!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کس</w:t>
      </w:r>
      <w:r>
        <w:rPr>
          <w:rFonts w:hint="cs"/>
          <w:rtl/>
        </w:rPr>
        <w:t>ی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tl/>
        </w:rPr>
        <w:t xml:space="preserve"> اور حائضہ (عورت) کے لئے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رسول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الصلو</w:t>
      </w:r>
      <w:r>
        <w:rPr>
          <w:rFonts w:hint="cs"/>
          <w:rtl/>
        </w:rPr>
        <w:t>ۃ</w:t>
      </w:r>
      <w:r>
        <w:rPr>
          <w:rtl/>
        </w:rPr>
        <w:t xml:space="preserve"> والسلام کے۔ ان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م</w:t>
      </w:r>
      <w:r>
        <w:rPr>
          <w:rFonts w:hint="eastAsia"/>
          <w:rtl/>
        </w:rPr>
        <w:t>سجد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آگاہ ہو جاؤ!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 گمراہ نہ ہو جاؤ۔‘‘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7 : 65، رقم : 13178، 13179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101، رقم : 34183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فصول من الس</w:t>
      </w:r>
      <w:r w:rsidRPr="004002AC">
        <w:rPr>
          <w:rFonts w:hint="cs"/>
          <w:rtl/>
        </w:rPr>
        <w:t>ي</w:t>
      </w:r>
      <w:r>
        <w:rPr>
          <w:rtl/>
        </w:rPr>
        <w:t>رة، 1 : 273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خصائص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2 : 424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53. عن عمر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سلمة رب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لما نزلت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الآ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(اِنَّمَا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رِ</w:t>
      </w:r>
      <w:r w:rsidRPr="002553F0">
        <w:rPr>
          <w:rFonts w:hint="cs"/>
          <w:rtl/>
        </w:rPr>
        <w:t>يْ</w:t>
      </w:r>
      <w:r>
        <w:rPr>
          <w:rFonts w:hint="cs"/>
          <w:rtl/>
        </w:rPr>
        <w:t>دُ اﷲُ</w:t>
      </w:r>
      <w:r>
        <w:rPr>
          <w:rtl/>
        </w:rPr>
        <w:t xml:space="preserve"> لِ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ُذ</w:t>
      </w:r>
      <w:r w:rsidRPr="002553F0">
        <w:rPr>
          <w:rFonts w:hint="cs"/>
          <w:rtl/>
        </w:rPr>
        <w:t>ْه</w:t>
      </w:r>
      <w:r>
        <w:rPr>
          <w:rFonts w:hint="cs"/>
          <w:rtl/>
        </w:rPr>
        <w:t>ِبَ عَن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کُمُ الرِّج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سَ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553F0">
        <w:rPr>
          <w:rFonts w:hint="cs"/>
          <w:rtl/>
        </w:rPr>
        <w:t>هْ</w:t>
      </w:r>
      <w:r>
        <w:rPr>
          <w:rFonts w:hint="cs"/>
          <w:rtl/>
        </w:rPr>
        <w:t>لَ ال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2553F0">
        <w:rPr>
          <w:rFonts w:hint="cs"/>
          <w:rtl/>
        </w:rPr>
        <w:t>يْ</w:t>
      </w:r>
      <w:r>
        <w:rPr>
          <w:rFonts w:hint="cs"/>
          <w:rtl/>
        </w:rPr>
        <w:t xml:space="preserve">تِ وَ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ُطَ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ِّرَکُم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تَط</w:t>
      </w:r>
      <w:r w:rsidRPr="002553F0">
        <w:rPr>
          <w:rFonts w:hint="cs"/>
          <w:rtl/>
        </w:rPr>
        <w:t>ْه</w:t>
      </w:r>
      <w:r>
        <w:rPr>
          <w:rFonts w:hint="cs"/>
          <w:rtl/>
        </w:rPr>
        <w:t>ِ</w:t>
      </w:r>
      <w:r w:rsidRPr="002553F0">
        <w:rPr>
          <w:rFonts w:hint="cs"/>
          <w:rtl/>
        </w:rPr>
        <w:t>يْ</w:t>
      </w:r>
      <w:r>
        <w:rPr>
          <w:rFonts w:hint="cs"/>
          <w:rtl/>
        </w:rPr>
        <w:t>رًا).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سلمة، فدعا فاطمة و حسنا و حس</w:t>
      </w:r>
      <w:r w:rsidRPr="002553F0">
        <w:rPr>
          <w:rFonts w:hint="cs"/>
          <w:rtl/>
        </w:rPr>
        <w:t>ي</w:t>
      </w:r>
      <w:r>
        <w:rPr>
          <w:rFonts w:hint="eastAsia"/>
          <w:rtl/>
        </w:rPr>
        <w:t>نا،</w:t>
      </w:r>
      <w:r>
        <w:rPr>
          <w:rtl/>
        </w:rPr>
        <w:t xml:space="preserve"> فجلل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بکساء،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خلف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فجلل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بکساء،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م!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ؤلاء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فاذ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ب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الرجس و ط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تط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را.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پروردہ عمر بن اب</w:t>
      </w:r>
      <w:r>
        <w:rPr>
          <w:rFonts w:hint="cs"/>
          <w:rtl/>
        </w:rPr>
        <w:t>ی</w:t>
      </w:r>
      <w:r>
        <w:rPr>
          <w:rtl/>
        </w:rPr>
        <w:t xml:space="preserve"> سلمہ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 سلمہ کے گھر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’’اے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تم سے (ہر طرح)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دور کر دے اور تم کو خوب پاک و صاف کر دے‘‘ نازل ہو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ان سے ہر قسم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دور فرما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پاک و صاف کر 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351، کتاب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رقم : 3205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22 : 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اسد الغاب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17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21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54. عن ام سلمة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! جلل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کساء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ؤلاء 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ل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خاصت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ب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الرجس و ط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تط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را.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پر چادر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مقرب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ہر قسم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دور فرما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طہارت سے نو</w:t>
      </w:r>
      <w:r>
        <w:rPr>
          <w:rFonts w:hint="eastAsia"/>
          <w:rtl/>
        </w:rPr>
        <w:t>از</w:t>
      </w:r>
      <w:r>
        <w:rPr>
          <w:rtl/>
        </w:rPr>
        <w:t xml:space="preserve"> 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699، کتا</w:t>
      </w:r>
      <w:r>
        <w:rPr>
          <w:rtl/>
        </w:rPr>
        <w:t>ب المناقب، رقم : 3871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6 : 304، رقم : 26639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54، رقم : 2668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22 : 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3 : 485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ب، 2 : 297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3" w:name="_Toc500420401"/>
      <w:r>
        <w:rPr>
          <w:rFonts w:hint="eastAsia"/>
          <w:rtl/>
        </w:rPr>
        <w:t>فصل</w:t>
      </w:r>
      <w:r>
        <w:rPr>
          <w:rtl/>
        </w:rPr>
        <w:t xml:space="preserve"> : 14</w:t>
      </w:r>
      <w:bookmarkEnd w:id="13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مجھ سے محبت کرتا ہے اس پر ان دونوں سے محبت کرنا واجب ہے)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9928A0">
      <w:pPr>
        <w:pStyle w:val="libNormal"/>
        <w:rPr>
          <w:rtl/>
        </w:rPr>
      </w:pPr>
      <w:r w:rsidRPr="009928A0">
        <w:rPr>
          <w:rStyle w:val="libArabicChar"/>
          <w:rtl/>
        </w:rPr>
        <w:lastRenderedPageBreak/>
        <w:t>55. عن عبد ا</w:t>
      </w:r>
      <w:r w:rsidRPr="009928A0">
        <w:rPr>
          <w:rStyle w:val="libArabicChar"/>
          <w:rFonts w:hint="cs"/>
          <w:rtl/>
        </w:rPr>
        <w:t>ﷲ</w:t>
      </w:r>
      <w:r w:rsidRPr="009928A0">
        <w:rPr>
          <w:rStyle w:val="libArabicChar"/>
          <w:rtl/>
        </w:rPr>
        <w:t xml:space="preserve"> بن مسعود رض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 اﷲ</w:t>
      </w:r>
      <w:r w:rsidRPr="009928A0">
        <w:rPr>
          <w:rStyle w:val="libArabicChar"/>
          <w:rtl/>
        </w:rPr>
        <w:t xml:space="preserve"> عن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>ما قال : قال النب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 صل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 الل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عل</w:t>
      </w:r>
      <w:r w:rsidR="004002AC" w:rsidRPr="009928A0">
        <w:rPr>
          <w:rStyle w:val="libArabicChar"/>
          <w:rFonts w:hint="cs"/>
          <w:rtl/>
        </w:rPr>
        <w:t>ی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وآل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 xml:space="preserve"> وسلم : من أحبن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 فل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 xml:space="preserve">حب </w:t>
      </w:r>
      <w:r w:rsidR="009928A0" w:rsidRPr="009928A0">
        <w:rPr>
          <w:rStyle w:val="libArabicChar"/>
          <w:rFonts w:hint="cs"/>
          <w:rtl/>
        </w:rPr>
        <w:t>ه</w:t>
      </w:r>
      <w:r w:rsidRPr="009928A0">
        <w:rPr>
          <w:rStyle w:val="libArabicChar"/>
          <w:rFonts w:hint="cs"/>
          <w:rtl/>
        </w:rPr>
        <w:t>ذ</w:t>
      </w:r>
      <w:r w:rsidR="004002AC" w:rsidRPr="009928A0">
        <w:rPr>
          <w:rStyle w:val="libArabicChar"/>
          <w:rFonts w:hint="cs"/>
          <w:rtl/>
        </w:rPr>
        <w:t>ی</w:t>
      </w:r>
      <w:r w:rsidRPr="009928A0">
        <w:rPr>
          <w:rStyle w:val="libArabicChar"/>
          <w:rFonts w:hint="cs"/>
          <w:rtl/>
        </w:rPr>
        <w:t>ن.</w:t>
      </w:r>
      <w:r w:rsidRPr="002553F0">
        <w:rPr>
          <w:rFonts w:hint="cs"/>
          <w:rtl/>
        </w:rPr>
        <w:t xml:space="preserve">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مجھ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پر لازم ہے کہ وہ ان دونوں سے بھ</w:t>
      </w:r>
      <w:r>
        <w:rPr>
          <w:rFonts w:hint="cs"/>
          <w:rtl/>
        </w:rPr>
        <w:t>ی</w:t>
      </w:r>
      <w:r>
        <w:rPr>
          <w:rtl/>
        </w:rPr>
        <w:t xml:space="preserve"> محبت کرے۔‘‘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5 : 50، رقم : 8170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20، رقم : 67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خز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2 : 48، رقم : 887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بزار، المسند، 5 : 226، رقم : 1834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شاش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2 : 113، رقم : 638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9 : 250، رقم : 5368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7.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17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56.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لما نزلت (قُل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لَا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َس</w:t>
      </w:r>
      <w:r w:rsidRPr="002553F0">
        <w:rPr>
          <w:rFonts w:hint="cs"/>
          <w:rtl/>
        </w:rPr>
        <w:t>ْأ</w:t>
      </w:r>
      <w:r>
        <w:rPr>
          <w:rFonts w:hint="cs"/>
          <w:rtl/>
        </w:rPr>
        <w:t>لُکُم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2553F0">
        <w:rPr>
          <w:rFonts w:hint="cs"/>
          <w:rtl/>
        </w:rPr>
        <w:t>يْه</w:t>
      </w:r>
      <w:r>
        <w:rPr>
          <w:rFonts w:hint="cs"/>
          <w:rtl/>
        </w:rPr>
        <w:t xml:space="preserve">ِ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ج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رًا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ِلَّا ال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مَوَدَّةَ فِی</w:t>
      </w:r>
      <w:r w:rsidRPr="002553F0">
        <w:rPr>
          <w:rFonts w:hint="cs"/>
          <w:rtl/>
        </w:rPr>
        <w:t>ْ</w:t>
      </w:r>
      <w:r>
        <w:rPr>
          <w:rtl/>
        </w:rPr>
        <w:t xml:space="preserve"> ال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قُر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بٰی</w:t>
      </w:r>
      <w:r>
        <w:rPr>
          <w:rtl/>
        </w:rPr>
        <w:t xml:space="preserve">) قالوا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وسلم! ومن قرابتک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ؤلاء الذ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 جبت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مودت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م؟ قال :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’’فرما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اس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حق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>) کا کچھ 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بجز اہل قرابت سے محبت کے‘‘ نازل ہوئ</w:t>
      </w:r>
      <w:r>
        <w:rPr>
          <w:rFonts w:hint="cs"/>
          <w:rtl/>
        </w:rPr>
        <w:t>ی</w:t>
      </w:r>
      <w:r>
        <w:rPr>
          <w:rtl/>
        </w:rPr>
        <w:t xml:space="preserve"> تو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آپ کے وہ کون </w:t>
      </w:r>
      <w:r>
        <w:rPr>
          <w:rFonts w:hint="eastAsia"/>
          <w:rtl/>
        </w:rPr>
        <w:t>سے</w:t>
      </w:r>
      <w:r>
        <w:rPr>
          <w:rtl/>
        </w:rPr>
        <w:t xml:space="preserve"> قرابت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محبت ہم پر واجب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 اور ان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47، رقم : 2641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11 : 444، رقم : 12259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7 : 103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57.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متعلق فرماتے ہوئے سنا : جو مجھ سے محبت کرتا ہے اس پر ان دونوں سے محبت کرنا واجب ہے۔‘‘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الس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 : 327، رقم : 2052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58. عن زر بن ج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ش قال :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زر بن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مجھ سے محبت رکھتا ہے اس پر ان دونوں سے محبت رکھنا واجب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 : 6 : 378، رقم : 32174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2 : 263، رقم : 3237</w:t>
      </w:r>
    </w:p>
    <w:p w:rsidR="003110AB" w:rsidRPr="009928A0" w:rsidRDefault="003110AB" w:rsidP="009928A0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4" w:name="_Toc500420402"/>
      <w:r>
        <w:rPr>
          <w:rFonts w:hint="eastAsia"/>
          <w:rtl/>
        </w:rPr>
        <w:t>فصل</w:t>
      </w:r>
      <w:r>
        <w:rPr>
          <w:rtl/>
        </w:rPr>
        <w:t xml:space="preserve"> : 15</w:t>
      </w:r>
      <w:bookmarkEnd w:id="14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(جس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محبت ک</w:t>
      </w:r>
      <w:r>
        <w:rPr>
          <w:rFonts w:hint="cs"/>
          <w:rtl/>
        </w:rPr>
        <w:t>ی</w:t>
      </w:r>
      <w:r>
        <w:rPr>
          <w:rtl/>
        </w:rPr>
        <w:t xml:space="preserve"> اس نے مجھ سے محبت ک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59.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مجھ ہ</w:t>
      </w:r>
      <w:r>
        <w:rPr>
          <w:rFonts w:hint="cs"/>
          <w:rtl/>
        </w:rPr>
        <w:t>ی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باب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فضائل اصحاب رسول اﷲ</w:t>
      </w:r>
      <w:r>
        <w:rPr>
          <w:rtl/>
        </w:rPr>
        <w:t xml:space="preserve"> صل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وسلم، 1 : 51، رقم : 143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49 : رقم : 8168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2 : 288، رقم : 7863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5 : 102، رقم : 4795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47، رقم : 2645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 xml:space="preserve">6. ابو 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11 : 78، رقم : 2615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11 : 78 : رقم : 6215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را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و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، ال</w:t>
      </w:r>
      <w:r>
        <w:rPr>
          <w:rtl/>
        </w:rPr>
        <w:t>مسند، 1 : 248، رقم : 211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20، رقم : 65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کنان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مصباح الزجاج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21، رقم : 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 : 141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60. عن عبد 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للحسن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اس نے مجھ ہ</w:t>
      </w:r>
      <w:r>
        <w:rPr>
          <w:rFonts w:hint="cs"/>
          <w:rtl/>
        </w:rPr>
        <w:t>ی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بزار، المسند، 5 : 217، رقم : 1820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254، 284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صفوة الصفو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763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اسناد کو درست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61.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بی</w:t>
      </w:r>
      <w:r>
        <w:rPr>
          <w:rtl/>
        </w:rPr>
        <w:t xml:space="preserve"> حازم قال : ش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دت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مات الحسن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دفع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قفا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 بن العاص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تقدم، فلولا السنة ما قدمتک، و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المد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>
        <w:rPr>
          <w:rtl/>
        </w:rPr>
        <w:t xml:space="preserve">ة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ومئذ، قال : فلما صلوا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قام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رة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تنفسون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ابن 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کم تربة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دفنون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ا، ثم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’’ابوحازم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شہادت کے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حاضر تھا وہ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رض</w:t>
      </w:r>
      <w:r>
        <w:rPr>
          <w:rFonts w:hint="cs"/>
          <w:rtl/>
        </w:rPr>
        <w:t>ی</w:t>
      </w:r>
      <w:r>
        <w:rPr>
          <w:rtl/>
        </w:rPr>
        <w:t xml:space="preserve"> اللہ عنہ کو گردن سے پکڑ کر آگے کرتے ہوئے کہہ رہے تھے : (نماز جنازہ پڑھانے کے لئے) آگے بڑھو، اگر سنت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نہ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آگے نہ کرتا،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دنوں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 جب سب نے نمازِ جنازہ ادا کر ل</w:t>
      </w:r>
      <w:r>
        <w:rPr>
          <w:rFonts w:hint="cs"/>
          <w:rtl/>
        </w:rPr>
        <w:t>ی</w:t>
      </w:r>
      <w:r>
        <w:rPr>
          <w:rtl/>
        </w:rPr>
        <w:t xml:space="preserve"> تو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tl/>
        </w:rPr>
        <w:lastRenderedPageBreak/>
        <w:t>رض</w:t>
      </w:r>
      <w:r>
        <w:rPr>
          <w:rFonts w:hint="cs"/>
          <w:rtl/>
        </w:rPr>
        <w:t>ی</w:t>
      </w:r>
      <w:r>
        <w:rPr>
          <w:rtl/>
        </w:rPr>
        <w:t xml:space="preserve"> اللہ عنہ کھڑے ہوئے، اُنہوں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کس دل سے اپنے نب</w:t>
      </w:r>
      <w:r>
        <w:rPr>
          <w:rFonts w:hint="cs"/>
          <w:rtl/>
        </w:rPr>
        <w:t>ی</w:t>
      </w:r>
      <w:r>
        <w:rPr>
          <w:rtl/>
        </w:rPr>
        <w:t xml:space="preserve"> کے صاحبزادے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دفنا کر ان پر مٹ</w:t>
      </w:r>
      <w:r>
        <w:rPr>
          <w:rFonts w:hint="cs"/>
          <w:rtl/>
        </w:rPr>
        <w:t>ی</w:t>
      </w:r>
      <w:r>
        <w:rPr>
          <w:rtl/>
        </w:rPr>
        <w:t xml:space="preserve"> ڈالو گے اور ساتھ انہوں نے (غم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کر)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</w:t>
      </w:r>
      <w:r>
        <w:rPr>
          <w:rFonts w:hint="eastAsia"/>
          <w:rtl/>
        </w:rPr>
        <w:t>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ہے :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اس نے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مجھ ہ</w:t>
      </w:r>
      <w:r>
        <w:rPr>
          <w:rFonts w:hint="cs"/>
          <w:rtl/>
        </w:rPr>
        <w:t>ی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عبدالرزاق، المصنف، 3 : 71، رقم : 6369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2 : 531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حاکم، المستدرک، 3 : 187، رقم : 4799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4 : 28، رقم : 6685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علام النبلاء، 3 : 276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260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254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5" w:name="_Toc500420403"/>
      <w:r>
        <w:rPr>
          <w:rFonts w:hint="eastAsia"/>
          <w:rtl/>
        </w:rPr>
        <w:t>فصل</w:t>
      </w:r>
      <w:r>
        <w:rPr>
          <w:rtl/>
        </w:rPr>
        <w:t xml:space="preserve"> : 16</w:t>
      </w:r>
      <w:bookmarkEnd w:id="15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(جس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محبت ک</w:t>
      </w:r>
      <w:r>
        <w:rPr>
          <w:rFonts w:hint="cs"/>
          <w:rtl/>
        </w:rPr>
        <w:t>ی</w:t>
      </w:r>
      <w:r>
        <w:rPr>
          <w:rtl/>
        </w:rPr>
        <w:t xml:space="preserve"> اس سے ا</w:t>
      </w:r>
      <w:r>
        <w:rPr>
          <w:rFonts w:hint="cs"/>
          <w:rtl/>
        </w:rPr>
        <w:t>ﷲ</w:t>
      </w:r>
      <w:r>
        <w:rPr>
          <w:rtl/>
        </w:rPr>
        <w:t xml:space="preserve"> نے محبت ک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62.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الجنة.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جس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 نے مجھ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اس سے اللہ نے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سے اللہ نے محبت ک</w:t>
      </w:r>
      <w:r>
        <w:rPr>
          <w:rFonts w:hint="cs"/>
          <w:rtl/>
        </w:rPr>
        <w:t>ی</w:t>
      </w:r>
      <w:r>
        <w:rPr>
          <w:rtl/>
        </w:rPr>
        <w:t xml:space="preserve"> اس نے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حاکم،</w:t>
      </w:r>
      <w:r>
        <w:rPr>
          <w:rtl/>
        </w:rPr>
        <w:t xml:space="preserve"> المستدرک، 3 : 181، رقم : 4776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63.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حببت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Fonts w:hint="eastAsia"/>
          <w:rtl/>
        </w:rPr>
        <w:t>،</w:t>
      </w:r>
      <w:r>
        <w:rPr>
          <w:rtl/>
        </w:rPr>
        <w:t xml:space="preserve">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جنات النع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م.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کروں اس سے اللہ محبت کرتا ہے، اور جس کو اللہ محبوب رکھتا ہے اسے نعمتو</w:t>
      </w:r>
      <w:r>
        <w:rPr>
          <w:rFonts w:hint="eastAsia"/>
          <w:rtl/>
        </w:rPr>
        <w:t>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کرتا ہے۔‘‘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50، رقم : 2655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 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القرابة والصحاب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307 </w:t>
      </w:r>
    </w:p>
    <w:p w:rsidR="003110AB" w:rsidRPr="009928A0" w:rsidRDefault="003110AB" w:rsidP="009928A0">
      <w:pPr>
        <w:pStyle w:val="libNormal"/>
        <w:rPr>
          <w:rtl/>
        </w:rPr>
      </w:pPr>
    </w:p>
    <w:p w:rsidR="009928A0" w:rsidRDefault="009928A0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6" w:name="_Toc500420404"/>
      <w:r>
        <w:rPr>
          <w:rFonts w:hint="eastAsia"/>
          <w:rtl/>
        </w:rPr>
        <w:t>فصل</w:t>
      </w:r>
      <w:r>
        <w:rPr>
          <w:rtl/>
        </w:rPr>
        <w:t xml:space="preserve"> : 17</w:t>
      </w:r>
      <w:bookmarkEnd w:id="16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کان مع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ان دونوں سے محبت ک</w:t>
      </w:r>
      <w:r>
        <w:rPr>
          <w:rFonts w:hint="cs"/>
          <w:rtl/>
        </w:rPr>
        <w:t>ی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 گا)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64.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طالب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فقال : </w:t>
      </w:r>
      <w:r>
        <w:rPr>
          <w:rtl/>
        </w:rPr>
        <w:t xml:space="preserve">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کان مع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درجت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ہاتھ پکڑا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مجھ سے اور ان دونوں سے محبت ک</w:t>
      </w:r>
      <w:r>
        <w:rPr>
          <w:rFonts w:hint="cs"/>
          <w:rtl/>
        </w:rPr>
        <w:t>ی</w:t>
      </w:r>
      <w:r>
        <w:rPr>
          <w:rtl/>
        </w:rPr>
        <w:t xml:space="preserve"> اور ان کے والد سے اور ان ک</w:t>
      </w:r>
      <w:r>
        <w:rPr>
          <w:rFonts w:hint="cs"/>
          <w:rtl/>
        </w:rPr>
        <w:t>ی</w:t>
      </w:r>
      <w:r>
        <w:rPr>
          <w:rtl/>
        </w:rPr>
        <w:t xml:space="preserve"> والدہ سے محبت ک</w:t>
      </w:r>
      <w:r>
        <w:rPr>
          <w:rFonts w:hint="cs"/>
          <w:rtl/>
        </w:rPr>
        <w:t>ی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tl/>
        </w:rPr>
        <w:t>رے ہ</w:t>
      </w:r>
      <w:r>
        <w:rPr>
          <w:rFonts w:hint="cs"/>
          <w:rtl/>
        </w:rPr>
        <w:t>ی</w:t>
      </w:r>
      <w:r>
        <w:rPr>
          <w:rtl/>
        </w:rPr>
        <w:t xml:space="preserve"> ٹھکانہ پر ہو گا۔‘‘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641، ابواب المناقب، رقم : 3733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1 : 77، رقم : 576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693، رقم : 1185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50، رقم : 2654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5. مقدس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الاحاد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45، رقم : 421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13 : 287، رقم : 7255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دولاب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الذر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ة الطا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120، رقم : 234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228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258، رقم : 528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65. عن عل</w:t>
      </w:r>
      <w:r>
        <w:rPr>
          <w:rFonts w:hint="cs"/>
          <w:rtl/>
        </w:rPr>
        <w:t>یّ</w:t>
      </w:r>
      <w:r>
        <w:rPr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فاطمة و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مجتمعون، و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حبنا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 ن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کل و نشرب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فرق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العباد.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فاطمہ،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ہم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مقام پر جمع ہوں گے، ہمارا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اکٹھا ہو گا تاآنکہ لوگ (حساب و کتاب کے بعد) جدا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41، رقم : 2623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</w:t>
      </w:r>
      <w:r>
        <w:rPr>
          <w:rtl/>
        </w:rPr>
        <w:t>3 : 227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66.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رفع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شجرة، و فاطمة حمل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ا، و علی</w:t>
      </w:r>
      <w:r>
        <w:rPr>
          <w:rtl/>
        </w:rPr>
        <w:t xml:space="preserve"> لقاح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ا،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ثمرت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ا، والمحبون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ورق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ا، من الجنة حقاً حقا.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مرفوعاً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ہوں، فاطمہ اس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ہے، عل</w:t>
      </w:r>
      <w:r>
        <w:rPr>
          <w:rFonts w:hint="cs"/>
          <w:rtl/>
        </w:rPr>
        <w:t>ی</w:t>
      </w:r>
      <w:r>
        <w:rPr>
          <w:rtl/>
        </w:rPr>
        <w:t xml:space="preserve"> اس کا شگوفہ اور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کا پھل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کرنے والے اس کے 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eastAsia"/>
          <w:rtl/>
        </w:rPr>
        <w:t>گے،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حق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الفرودس بم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 xml:space="preserve"> ثور الخطاب، 1 : 52، رقم : 135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سخاو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استجلاب ارتقاء الغرف بحب اقرباء الرسول صل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وسلم و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الشرف : 99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7" w:name="_Toc500420405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18</w:t>
      </w:r>
      <w:bookmarkEnd w:id="17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67. عن البراء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بصر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نا، فقال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م!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براء بن عازب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661، ابواب المناقب، رقم : 3782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6 : 140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68.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قال،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م! 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446، رقم : 9758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775، رقم : 1371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بة، المصنف، 6 : 378، رقم : 32175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49، رقم : 6951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</w:t>
      </w:r>
      <w:r>
        <w:rPr>
          <w:rtl/>
        </w:rPr>
        <w:t xml:space="preserve"> 9 : 180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69.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م! 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بزار، المسند، 5 : 217، رقم : 1820</w:t>
      </w:r>
    </w:p>
    <w:p w:rsidR="003110AB" w:rsidRDefault="003110AB" w:rsidP="00DB338E">
      <w:pPr>
        <w:pStyle w:val="libNormal"/>
        <w:rPr>
          <w:rtl/>
        </w:rPr>
      </w:pPr>
      <w:r>
        <w:rPr>
          <w:rtl/>
        </w:rPr>
        <w:t>2. بزار ن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’المسند (8 : 253، رقم : 3317)‘ می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ابن قر</w:t>
      </w:r>
      <w:r w:rsidRPr="009928A0">
        <w:rPr>
          <w:rFonts w:hint="cs"/>
          <w:rtl/>
        </w:rPr>
        <w:t>ہ</w:t>
      </w:r>
      <w:r>
        <w:rPr>
          <w:rFonts w:hint="cs"/>
          <w:rtl/>
        </w:rPr>
        <w:t xml:space="preserve"> س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ب</w:t>
      </w:r>
      <w:r w:rsidRPr="009928A0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9928A0">
        <w:rPr>
          <w:rFonts w:hint="cs"/>
          <w:rtl/>
        </w:rPr>
        <w:t>ہے۔</w:t>
      </w:r>
    </w:p>
    <w:p w:rsidR="003110AB" w:rsidRDefault="003110AB" w:rsidP="00DB338E">
      <w:pPr>
        <w:pStyle w:val="libNormal"/>
        <w:rPr>
          <w:rtl/>
        </w:rPr>
      </w:pPr>
      <w:r>
        <w:rPr>
          <w:rtl/>
        </w:rPr>
        <w:t xml:space="preserve">3. </w:t>
      </w:r>
      <w:r w:rsidRPr="009928A0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9928A0">
        <w:rPr>
          <w:rFonts w:hint="cs"/>
          <w:rtl/>
        </w:rPr>
        <w:t>ے</w:t>
      </w:r>
      <w:r>
        <w:rPr>
          <w:rFonts w:hint="cs"/>
          <w:rtl/>
        </w:rPr>
        <w:t xml:space="preserve"> ’مجمع الزوائد (9 : 180)‘ می</w:t>
      </w:r>
      <w:r>
        <w:rPr>
          <w:rFonts w:hint="eastAsia"/>
          <w:rtl/>
        </w:rPr>
        <w:t>ں</w:t>
      </w:r>
      <w:r>
        <w:rPr>
          <w:rtl/>
        </w:rPr>
        <w:t xml:space="preserve"> بزار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9928A0">
        <w:rPr>
          <w:rFonts w:hint="cs"/>
          <w:rtl/>
        </w:rPr>
        <w:t>ہ</w:t>
      </w:r>
      <w:r>
        <w:rPr>
          <w:rFonts w:hint="cs"/>
          <w:rtl/>
        </w:rPr>
        <w:t xml:space="preserve"> دونوں روای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928A0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9928A0">
        <w:rPr>
          <w:rFonts w:hint="cs"/>
          <w:rtl/>
        </w:rPr>
        <w:t>۔</w:t>
      </w:r>
    </w:p>
    <w:p w:rsidR="003110AB" w:rsidRPr="009928A0" w:rsidRDefault="003110AB" w:rsidP="00DB338E">
      <w:pPr>
        <w:pStyle w:val="libNormal"/>
        <w:rPr>
          <w:rtl/>
        </w:rPr>
      </w:pPr>
      <w:r w:rsidRPr="009928A0">
        <w:rPr>
          <w:rtl/>
        </w:rPr>
        <w:t>4. شوکان</w:t>
      </w:r>
      <w:r w:rsidRPr="009928A0">
        <w:rPr>
          <w:rFonts w:hint="cs"/>
          <w:rtl/>
        </w:rPr>
        <w:t>ی</w:t>
      </w:r>
      <w:r w:rsidRPr="009928A0">
        <w:rPr>
          <w:rtl/>
        </w:rPr>
        <w:t xml:space="preserve"> ن</w:t>
      </w:r>
      <w:r w:rsidRPr="009928A0">
        <w:rPr>
          <w:rFonts w:eastAsia="Calibri" w:hint="cs"/>
          <w:rtl/>
        </w:rPr>
        <w:t>ے</w:t>
      </w:r>
      <w:r w:rsidRPr="009928A0">
        <w:rPr>
          <w:rFonts w:hint="cs"/>
          <w:rtl/>
        </w:rPr>
        <w:t xml:space="preserve"> ب</w:t>
      </w:r>
      <w:r w:rsidRPr="009928A0">
        <w:rPr>
          <w:rFonts w:eastAsia="Calibri" w:hint="cs"/>
          <w:rtl/>
        </w:rPr>
        <w:t>ھ</w:t>
      </w:r>
      <w:r w:rsidRPr="009928A0">
        <w:rPr>
          <w:rFonts w:hint="cs"/>
          <w:rtl/>
        </w:rPr>
        <w:t>ی</w:t>
      </w:r>
      <w:r w:rsidRPr="009928A0">
        <w:rPr>
          <w:rtl/>
        </w:rPr>
        <w:t xml:space="preserve"> ’درالسحاب</w:t>
      </w:r>
      <w:r w:rsidRPr="009928A0">
        <w:rPr>
          <w:rFonts w:eastAsia="Calibri" w:hint="cs"/>
          <w:rtl/>
        </w:rPr>
        <w:t>ہ</w:t>
      </w:r>
      <w:r w:rsidRPr="009928A0">
        <w:rPr>
          <w:rFonts w:hint="cs"/>
          <w:rtl/>
        </w:rPr>
        <w:t xml:space="preserve"> فی</w:t>
      </w:r>
      <w:r w:rsidRPr="009928A0">
        <w:rPr>
          <w:rtl/>
        </w:rPr>
        <w:t xml:space="preserve"> مناقب القراب</w:t>
      </w:r>
      <w:r w:rsidRPr="009928A0">
        <w:rPr>
          <w:rFonts w:eastAsia="Calibri" w:hint="cs"/>
          <w:rtl/>
        </w:rPr>
        <w:t>ۃ</w:t>
      </w:r>
      <w:r w:rsidRPr="009928A0">
        <w:rPr>
          <w:rtl/>
        </w:rPr>
        <w:t xml:space="preserve"> والصحاب</w:t>
      </w:r>
      <w:r w:rsidRPr="009928A0">
        <w:rPr>
          <w:rFonts w:eastAsia="Calibri" w:hint="cs"/>
          <w:rtl/>
        </w:rPr>
        <w:t>ہ</w:t>
      </w:r>
      <w:r w:rsidRPr="009928A0">
        <w:rPr>
          <w:rFonts w:hint="cs"/>
          <w:rtl/>
        </w:rPr>
        <w:t xml:space="preserve"> (ص : 305، 306)‘ می</w:t>
      </w:r>
      <w:r w:rsidRPr="009928A0">
        <w:rPr>
          <w:rFonts w:hint="eastAsia"/>
          <w:rtl/>
        </w:rPr>
        <w:t>ں</w:t>
      </w:r>
      <w:r w:rsidRPr="009928A0">
        <w:rPr>
          <w:rtl/>
        </w:rPr>
        <w:t xml:space="preserve"> بزار ک</w:t>
      </w:r>
      <w:r w:rsidRPr="009928A0">
        <w:rPr>
          <w:rFonts w:hint="cs"/>
          <w:rtl/>
        </w:rPr>
        <w:t>ی</w:t>
      </w:r>
      <w:r w:rsidRPr="009928A0">
        <w:rPr>
          <w:rtl/>
        </w:rPr>
        <w:t xml:space="preserve"> ب</w:t>
      </w:r>
      <w:r w:rsidRPr="009928A0">
        <w:rPr>
          <w:rFonts w:hint="cs"/>
          <w:rtl/>
        </w:rPr>
        <w:t>ی</w:t>
      </w:r>
      <w:r w:rsidRPr="009928A0">
        <w:rPr>
          <w:rFonts w:hint="eastAsia"/>
          <w:rtl/>
        </w:rPr>
        <w:t>ان</w:t>
      </w:r>
      <w:r w:rsidRPr="009928A0">
        <w:rPr>
          <w:rtl/>
        </w:rPr>
        <w:t xml:space="preserve"> کرد</w:t>
      </w:r>
      <w:r w:rsidRPr="009928A0">
        <w:rPr>
          <w:rFonts w:eastAsia="Calibri" w:hint="cs"/>
          <w:rtl/>
        </w:rPr>
        <w:t>ہ</w:t>
      </w:r>
      <w:r w:rsidRPr="009928A0">
        <w:rPr>
          <w:rFonts w:hint="cs"/>
          <w:rtl/>
        </w:rPr>
        <w:t xml:space="preserve"> دونوں روای</w:t>
      </w:r>
      <w:r w:rsidRPr="009928A0">
        <w:rPr>
          <w:rFonts w:hint="eastAsia"/>
          <w:rtl/>
        </w:rPr>
        <w:t>ات</w:t>
      </w:r>
      <w:r w:rsidRPr="009928A0">
        <w:rPr>
          <w:rtl/>
        </w:rPr>
        <w:t xml:space="preserve"> نقل ک</w:t>
      </w:r>
      <w:r w:rsidRPr="009928A0">
        <w:rPr>
          <w:rFonts w:hint="cs"/>
          <w:rtl/>
        </w:rPr>
        <w:t>ی</w:t>
      </w:r>
      <w:r w:rsidRPr="009928A0">
        <w:rPr>
          <w:rtl/>
        </w:rPr>
        <w:t xml:space="preserve"> </w:t>
      </w:r>
      <w:r w:rsidRPr="009928A0">
        <w:rPr>
          <w:rFonts w:eastAsia="Calibri" w:hint="cs"/>
          <w:rtl/>
        </w:rPr>
        <w:t>ہ</w:t>
      </w:r>
      <w:r w:rsidRPr="009928A0">
        <w:rPr>
          <w:rFonts w:hint="cs"/>
          <w:rtl/>
        </w:rPr>
        <w:t>ی</w:t>
      </w:r>
      <w:r w:rsidRPr="009928A0">
        <w:rPr>
          <w:rFonts w:hint="eastAsia"/>
          <w:rtl/>
        </w:rPr>
        <w:t>ں</w:t>
      </w:r>
      <w:r w:rsidRPr="009928A0">
        <w:rPr>
          <w:rFonts w:eastAsia="Calibri" w:hint="cs"/>
          <w:rtl/>
        </w:rPr>
        <w:t>۔</w:t>
      </w:r>
      <w:r w:rsidRPr="009928A0">
        <w:rPr>
          <w:rFonts w:hint="cs"/>
          <w:rtl/>
        </w:rPr>
        <w:t xml:space="preserve">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70.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سامة بن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قال،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م!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من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دعا فرمائ</w:t>
      </w:r>
      <w:r>
        <w:rPr>
          <w:rFonts w:hint="cs"/>
          <w:rtl/>
        </w:rPr>
        <w:t>ی</w:t>
      </w:r>
      <w:r>
        <w:rPr>
          <w:rtl/>
        </w:rPr>
        <w:t>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 اور ان سے محبت کرنے والے سے بھ</w:t>
      </w:r>
      <w:r>
        <w:rPr>
          <w:rFonts w:hint="cs"/>
          <w:rtl/>
        </w:rPr>
        <w:t>ی</w:t>
      </w:r>
      <w:r>
        <w:rPr>
          <w:rtl/>
        </w:rPr>
        <w:t xml:space="preserve">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656، ابواب المناقب، رقم : 3769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423، رقم : 6967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39، رقم : 2618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مقدس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الاحاد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4 : 113، رقم : 1324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71. عن عبدا</w:t>
      </w:r>
      <w:r>
        <w:rPr>
          <w:rFonts w:hint="cs"/>
          <w:rtl/>
        </w:rPr>
        <w:t>ﷲ</w:t>
      </w:r>
      <w:r>
        <w:rPr>
          <w:rtl/>
        </w:rPr>
        <w:t xml:space="preserve"> بن عثمان بن خث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رو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عن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اخذ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وما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فجعل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الفخذ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الفخذ، ثم اقبل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فقبل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اقبل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فقلب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م! 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’’عبدا</w:t>
      </w:r>
      <w:r>
        <w:rPr>
          <w:rFonts w:hint="cs"/>
          <w:rtl/>
        </w:rPr>
        <w:t>ﷲ</w:t>
      </w:r>
      <w:r>
        <w:rPr>
          <w:rtl/>
        </w:rPr>
        <w:t xml:space="preserve"> بن عثمان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پکڑ کر اپن</w:t>
      </w:r>
      <w:r>
        <w:rPr>
          <w:rFonts w:hint="cs"/>
          <w:rtl/>
        </w:rPr>
        <w:t>ی</w:t>
      </w:r>
      <w:r>
        <w:rPr>
          <w:rtl/>
        </w:rPr>
        <w:t xml:space="preserve"> رانوں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حسنں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راشد، الجامع، 11 : 140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72. عن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 مرة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قبلا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فلما جاء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ثم جاء الآخر فجعل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فقبّل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ثم قبّل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ذا،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م!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مرہ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چل کر آئے، پس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اپنا بازو اس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ڈالا، پھر دوسرا پہنچا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</w:t>
      </w:r>
      <w:r>
        <w:rPr>
          <w:rFonts w:hint="eastAsia"/>
          <w:rtl/>
        </w:rPr>
        <w:t>سلم</w:t>
      </w:r>
      <w:r>
        <w:rPr>
          <w:rtl/>
        </w:rPr>
        <w:t xml:space="preserve"> نے اپنا دوسرا بازو اس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ڈالا، بعد ازاں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چوما اور پھر دوسرے کو چوما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تو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32، رقم : 2587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22 : 274، رقم : 703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قصاع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مسند</w:t>
      </w:r>
      <w:r>
        <w:rPr>
          <w:rtl/>
        </w:rPr>
        <w:t xml:space="preserve"> الش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اب، 1 : 50، رقم : 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255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بن مالک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سئل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ک؟ قال :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کون محبوب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657، ابواب المناقب، رقم : 3772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7 : 274، رقم : 4294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</w:t>
      </w:r>
      <w:r>
        <w:rPr>
          <w:rtl/>
        </w:rPr>
        <w:t>ب القراب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18" w:name="_Toc500420406"/>
      <w:r>
        <w:rPr>
          <w:rFonts w:hint="eastAsia"/>
          <w:rtl/>
        </w:rPr>
        <w:t>فصل</w:t>
      </w:r>
      <w:r>
        <w:rPr>
          <w:rtl/>
        </w:rPr>
        <w:t xml:space="preserve"> : 19</w:t>
      </w:r>
      <w:bookmarkEnd w:id="18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(جس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بغض رکھا اس نے مجھ سے بغض رکھا)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74.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بغض رکھا اس نے مجھ ہ</w:t>
      </w:r>
      <w:r>
        <w:rPr>
          <w:rFonts w:hint="cs"/>
          <w:rtl/>
        </w:rPr>
        <w:t>ی</w:t>
      </w:r>
      <w:r>
        <w:rPr>
          <w:rtl/>
        </w:rPr>
        <w:t xml:space="preserve"> سے بغض رکھا۔‘‘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باب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فضائل اصحاب رسول اﷲ</w:t>
      </w:r>
      <w:r>
        <w:rPr>
          <w:rtl/>
        </w:rPr>
        <w:t xml:space="preserve"> صل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وسلم، 1 : 51، رقم : 143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5 : 49 : رقم : 8168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2 : 288، رقم : 7863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5 : 102، رقم : 4795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47، رقم : 2645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المسند، 11 : 78، رقم</w:t>
      </w:r>
      <w:r>
        <w:rPr>
          <w:rtl/>
        </w:rPr>
        <w:t xml:space="preserve"> : 6215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ابن را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و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، المسند، 1 : 248، رقم : 211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20، رقم : 65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کنان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مصباح الزجاج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21، رقم : 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1 : 141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75.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عنھما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بغض رکھا اس نے مجھ ہ</w:t>
      </w:r>
      <w:r>
        <w:rPr>
          <w:rFonts w:hint="cs"/>
          <w:rtl/>
        </w:rPr>
        <w:t>ی</w:t>
      </w:r>
      <w:r>
        <w:rPr>
          <w:rtl/>
        </w:rPr>
        <w:t xml:space="preserve"> سے بغض رکھا۔‘‘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lastRenderedPageBreak/>
        <w:t>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284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76. عن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قال ر</w:t>
      </w:r>
      <w:r>
        <w:rPr>
          <w:rtl/>
        </w:rPr>
        <w:t>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فقد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بغض رکھا اس نے مجھ ہ</w:t>
      </w:r>
      <w:r>
        <w:rPr>
          <w:rFonts w:hint="cs"/>
          <w:rtl/>
        </w:rPr>
        <w:t>ی</w:t>
      </w:r>
      <w:r>
        <w:rPr>
          <w:rtl/>
        </w:rPr>
        <w:t xml:space="preserve"> سے بغض رکھا۔‘‘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الکامل، 3 : 434</w:t>
      </w:r>
    </w:p>
    <w:p w:rsidR="008C2340" w:rsidRPr="002553F0" w:rsidRDefault="008C2340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DE20A5">
      <w:pPr>
        <w:pStyle w:val="Heading2Center"/>
        <w:rPr>
          <w:rtl/>
        </w:rPr>
      </w:pPr>
      <w:bookmarkStart w:id="19" w:name="_Toc500420407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20</w:t>
      </w:r>
      <w:bookmarkEnd w:id="19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(جس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بغض رکھا وہ ا</w:t>
      </w:r>
      <w:r>
        <w:rPr>
          <w:rFonts w:hint="cs"/>
          <w:rtl/>
        </w:rPr>
        <w:t>ﷲ</w:t>
      </w:r>
      <w:r>
        <w:rPr>
          <w:rtl/>
        </w:rPr>
        <w:t xml:space="preserve"> کے ہاں مبغوض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77.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و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Fonts w:hint="eastAsia"/>
          <w:rtl/>
        </w:rPr>
        <w:t>،</w:t>
      </w:r>
      <w:r>
        <w:rPr>
          <w:rtl/>
        </w:rPr>
        <w:t xml:space="preserve">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النار.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جس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بغض رکھا اس نے مجھ سے بغض رکھا، اور جس نے مجھ سے بغض رکھا وہ اللہ کے ہاں مبغوض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ا</w:t>
      </w:r>
      <w:r>
        <w:rPr>
          <w:rFonts w:hint="cs"/>
          <w:rtl/>
        </w:rPr>
        <w:t>ﷲ</w:t>
      </w:r>
      <w:r>
        <w:rPr>
          <w:rtl/>
        </w:rPr>
        <w:t xml:space="preserve"> کے ہاں مبغوض ہوا</w:t>
      </w:r>
      <w:r>
        <w:rPr>
          <w:rFonts w:hint="eastAsia"/>
          <w:rtl/>
        </w:rPr>
        <w:t>،</w:t>
      </w:r>
      <w:r>
        <w:rPr>
          <w:rtl/>
        </w:rPr>
        <w:t xml:space="preserve"> اُسے اللہ نے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حاکم،</w:t>
      </w:r>
      <w:r>
        <w:rPr>
          <w:rtl/>
        </w:rPr>
        <w:t xml:space="preserve"> المستدرک، 3 : 181، رقم : 4776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78. عن سلمان ص، قال : قال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 بغ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Fonts w:hint="eastAsia"/>
          <w:rtl/>
        </w:rPr>
        <w:t>،</w:t>
      </w:r>
      <w:r>
        <w:rPr>
          <w:rtl/>
        </w:rPr>
        <w:t xml:space="preserve"> ومن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دخل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عذاب ج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نم ول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عذاب مق</w:t>
      </w:r>
      <w:r w:rsidRPr="002553F0">
        <w:rPr>
          <w:rFonts w:hint="cs"/>
          <w:rtl/>
        </w:rPr>
        <w:t>ي</w:t>
      </w:r>
      <w:r>
        <w:rPr>
          <w:rtl/>
        </w:rPr>
        <w:t xml:space="preserve">م.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نے ان سے بغض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بغاوت ک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مبغوض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مبغوض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ﷲ</w:t>
      </w:r>
      <w:r>
        <w:rPr>
          <w:rtl/>
        </w:rPr>
        <w:t xml:space="preserve"> کے غضب کا شکار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جو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کے ہاں غضب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اسے جہنم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(جہاں) اس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ٹھکانہ ہو گا۔‘‘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50، رقم : 2655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 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307</w:t>
      </w:r>
    </w:p>
    <w:p w:rsidR="003110AB" w:rsidRDefault="003110AB" w:rsidP="003110AB">
      <w:pPr>
        <w:pStyle w:val="libNormal"/>
        <w:rPr>
          <w:rtl/>
        </w:rPr>
      </w:pPr>
    </w:p>
    <w:p w:rsidR="009928A0" w:rsidRDefault="009928A0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0" w:name="_Toc50042040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21</w:t>
      </w:r>
      <w:bookmarkEnd w:id="20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عاد من عادا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و وال من والا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جو ان سے عداوت رکھے تو اس سے عداوت رکھ اور جو ان کو دوست رکھے تو اسے دوست رکھ)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79.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س</w:t>
      </w:r>
      <w:r>
        <w:rPr>
          <w:rtl/>
        </w:rPr>
        <w:t>لمة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قالت : جاء ت فاطمة بنت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متورکة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برمة للحسن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ا سخ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تت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فلما وضعت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قدام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قال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: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بو الحسن؟ قا</w:t>
      </w:r>
      <w:r>
        <w:rPr>
          <w:rFonts w:hint="eastAsia"/>
          <w:rtl/>
        </w:rPr>
        <w:t>لت</w:t>
      </w:r>
      <w:r>
        <w:rPr>
          <w:rtl/>
        </w:rPr>
        <w:t xml:space="preserve"> :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ت. فدعا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فجلس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يأ</w:t>
      </w:r>
      <w:r>
        <w:rPr>
          <w:rFonts w:hint="cs"/>
          <w:rtl/>
        </w:rPr>
        <w:t xml:space="preserve">کلون، قالت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سلمة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: وما سامن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کل طعاما قط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لا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عند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لا سامن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قبل ذلک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وم، تعن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سامن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دعان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 فلما فرغ الت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 بثو</w:t>
      </w:r>
      <w:r>
        <w:rPr>
          <w:rtl/>
        </w:rPr>
        <w:t>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قال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عاد من عادا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و وال من والا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’’اُم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بنت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ہوئے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ہانڈ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کے لئے گرم سالن تھا۔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جب اسے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سامنے لا کے رکھا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پوچھا : ابوالحسن (عل</w:t>
      </w:r>
      <w:r>
        <w:rPr>
          <w:rFonts w:hint="cs"/>
          <w:rtl/>
        </w:rPr>
        <w:t>ی</w:t>
      </w:r>
      <w:r>
        <w:rPr>
          <w:rtl/>
        </w:rPr>
        <w:t>) کہاں ہے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وسلم،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کھانا تناول فرمانے لگے۔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نہ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پہلے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تھا کہ </w:t>
      </w:r>
      <w:r>
        <w:rPr>
          <w:rFonts w:hint="eastAsia"/>
          <w:rtl/>
        </w:rPr>
        <w:t>آپ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مجھے نہ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پھر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کھانے سے فارغ ہوئے تو ان سب کو اپنے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جو ان سے عداوت رکھے تو اس سے عداوت رکھ اور جو ان کو دوست رکھے تو ا</w:t>
      </w:r>
      <w:r>
        <w:rPr>
          <w:rFonts w:hint="eastAsia"/>
          <w:rtl/>
        </w:rPr>
        <w:t>سے</w:t>
      </w:r>
      <w:r>
        <w:rPr>
          <w:rtl/>
        </w:rPr>
        <w:t xml:space="preserve"> دوست رکھ۔‘‘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12 : 383، رقم : 6915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والتعر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ف، 1 : 149، رقم : 396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1" w:name="_Toc500420409"/>
      <w:r>
        <w:rPr>
          <w:rFonts w:hint="eastAsia"/>
          <w:rtl/>
        </w:rPr>
        <w:t>فصل</w:t>
      </w:r>
      <w:r>
        <w:rPr>
          <w:rtl/>
        </w:rPr>
        <w:t xml:space="preserve"> : 22</w:t>
      </w:r>
      <w:bookmarkEnd w:id="21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النب</w:t>
      </w:r>
      <w:r w:rsidRPr="002553F0">
        <w:rPr>
          <w:rFonts w:hint="cs"/>
          <w:rtl/>
        </w:rPr>
        <w:t>ي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حرب لمن حارب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(جس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tl/>
        </w:rPr>
        <w:t xml:space="preserve"> اس سے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اعلان جنگ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80. عن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رقم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لعل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</w:t>
      </w:r>
      <w:r>
        <w:rPr>
          <w:rtl/>
        </w:rPr>
        <w:t>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حرب لمن حاربتم، و سلم لمن سالمتم.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فاطمہ، حضرت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سے تم لڑو گے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لڑائ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سے تم صلح کرو گے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صلح ہو گ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699، ابواب المناقب، رقم : 3870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1 : 52، رقم : 145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434، رقم : 6977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حاکم، المستدرک، 3 : 161، رقم : 4714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ر، 3 : 40، رقم : 20 - 2619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5 : 184، رقم : 31 - 5030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5 : 182، رقم : 5015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9.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 الظمآن، 1 : 555، رقم : 2244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</w:t>
      </w:r>
      <w:r>
        <w:rPr>
          <w:rtl/>
        </w:rPr>
        <w:t>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tl/>
        </w:rPr>
        <w:t xml:space="preserve"> : 62</w:t>
      </w:r>
    </w:p>
    <w:p w:rsidR="003110AB" w:rsidRDefault="003110AB" w:rsidP="009928A0">
      <w:pPr>
        <w:pStyle w:val="libFootNoteArabic"/>
        <w:rPr>
          <w:rtl/>
        </w:rPr>
      </w:pPr>
      <w:r>
        <w:rPr>
          <w:rtl/>
        </w:rPr>
        <w:t>11. ذ</w:t>
      </w:r>
      <w:r w:rsidR="009928A0" w:rsidRPr="009928A0">
        <w:rPr>
          <w:rFonts w:hint="cs"/>
          <w:rtl/>
        </w:rPr>
        <w:t>ه</w:t>
      </w:r>
      <w:r w:rsidRPr="002553F0">
        <w:rPr>
          <w:rFonts w:hint="cs"/>
          <w:rtl/>
        </w:rPr>
        <w:t>ب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، س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ر اعلام النبلاء، 2 : 125</w:t>
      </w:r>
    </w:p>
    <w:p w:rsidR="003110AB" w:rsidRDefault="003110AB" w:rsidP="009928A0">
      <w:pPr>
        <w:pStyle w:val="libFootNoteArabic"/>
        <w:rPr>
          <w:rtl/>
        </w:rPr>
      </w:pPr>
      <w:r>
        <w:rPr>
          <w:rtl/>
        </w:rPr>
        <w:t>12. مز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، ت</w:t>
      </w:r>
      <w:r w:rsidR="009928A0" w:rsidRPr="009928A0">
        <w:rPr>
          <w:rFonts w:hint="cs"/>
          <w:rtl/>
        </w:rPr>
        <w:t>ه</w:t>
      </w:r>
      <w:r w:rsidRPr="002553F0">
        <w:rPr>
          <w:rFonts w:hint="cs"/>
          <w:rtl/>
        </w:rPr>
        <w:t>ذ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ب الکمال، 13 : 112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81. عن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بن ارقم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لفاطمة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حرب لمن حاربکم و سلم لمن سالمکم.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فاطمہ، حضرت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>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تم سے لڑے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لڑوں گا اور جو تم سے صلح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صلح کروں گا۔‘‘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434، رقم : 6977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3 : 179، رقم : 2854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الصغ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 : 53، رقم : 767</w:t>
      </w:r>
    </w:p>
    <w:p w:rsidR="003110AB" w:rsidRPr="009928A0" w:rsidRDefault="003110AB" w:rsidP="009928A0">
      <w:pPr>
        <w:pStyle w:val="libFootNoteArabic"/>
        <w:rPr>
          <w:rStyle w:val="libNormalChar"/>
          <w:rtl/>
        </w:rPr>
      </w:pPr>
      <w:r>
        <w:rPr>
          <w:rtl/>
        </w:rPr>
        <w:t>4</w:t>
      </w:r>
      <w:r w:rsidRPr="009928A0">
        <w:rPr>
          <w:rStyle w:val="libNormalChar"/>
          <w:rtl/>
        </w:rPr>
        <w:t xml:space="preserve">. </w:t>
      </w:r>
      <w:r w:rsidR="009928A0">
        <w:rPr>
          <w:rStyle w:val="libNormalChar"/>
          <w:rFonts w:hint="cs"/>
          <w:rtl/>
        </w:rPr>
        <w:t>ہی</w:t>
      </w:r>
      <w:r w:rsidRPr="009928A0">
        <w:rPr>
          <w:rStyle w:val="libNormalChar"/>
          <w:rFonts w:hint="cs"/>
          <w:rtl/>
        </w:rPr>
        <w:t>ثمی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ے ’مجمع الزوائد (9 : 169)‘ می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ہا ہے کہ اسے طبرانی</w:t>
      </w:r>
      <w:r w:rsidRPr="009928A0">
        <w:rPr>
          <w:rStyle w:val="libNormalChar"/>
          <w:rtl/>
        </w:rPr>
        <w:t xml:space="preserve"> ن</w:t>
      </w:r>
      <w:r w:rsidRPr="009928A0">
        <w:rPr>
          <w:rStyle w:val="libNormalChar"/>
          <w:rFonts w:hint="cs"/>
          <w:rtl/>
        </w:rPr>
        <w:t>ے ’الاوسط‘ می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روا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ت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ا</w:t>
      </w:r>
      <w:r w:rsidRPr="009928A0">
        <w:rPr>
          <w:rStyle w:val="libNormalChar"/>
          <w:rtl/>
        </w:rPr>
        <w:t xml:space="preserve"> </w:t>
      </w:r>
      <w:r w:rsidRPr="009928A0">
        <w:rPr>
          <w:rStyle w:val="libNormalChar"/>
          <w:rFonts w:hint="cs"/>
          <w:rtl/>
        </w:rPr>
        <w:t xml:space="preserve">ہے۔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 الظمآن : 555، رقم : 2244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محامل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الامال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: 447، رقم : </w:t>
      </w:r>
      <w:r>
        <w:rPr>
          <w:rtl/>
        </w:rPr>
        <w:t>532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ابن اث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اسد الغاب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7 : 220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82.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نظر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حرب لمن حاربکم و سلم لمن سالمکم.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فاطمہ، حضرت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تم سے لڑے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لڑوں گا، جو تم سے صلح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صلح کروں 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تمہارا دشمن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ہے اور جو تمہارا دوست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دوست ہے)۔‘‘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442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767، رقم : 1350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3. حاکم نے ’المستدرک (3 : 161، رقم : 4713)‘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حسن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ذہب</w:t>
      </w:r>
      <w:r>
        <w:rPr>
          <w:rFonts w:hint="cs"/>
          <w:rtl/>
        </w:rPr>
        <w:t>ی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40، رقم : 2621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5.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7 : 137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2 : 122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58 - 257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8.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’مجمع الزوائد (9 : 169)‘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اسے احمد اور طبران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راو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جبکہ اس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رجال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83.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بی</w:t>
      </w:r>
      <w:r>
        <w:rPr>
          <w:rtl/>
        </w:rPr>
        <w:t xml:space="preserve"> بکر الصد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ر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مة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متکئ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قوس عرب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و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مة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فقال : معشر المسلم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سلم ل</w:t>
      </w:r>
      <w:r>
        <w:rPr>
          <w:rtl/>
        </w:rPr>
        <w:t xml:space="preserve">من سالم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مة حرب لمن حارب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ول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لمن والا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لا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الجد 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ب </w:t>
      </w:r>
      <w:r>
        <w:rPr>
          <w:rFonts w:hint="eastAsia"/>
          <w:rtl/>
        </w:rPr>
        <w:t>المولد</w:t>
      </w:r>
      <w:r>
        <w:rPr>
          <w:rtl/>
        </w:rPr>
        <w:t xml:space="preserve"> ولا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بغض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لا شق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الجد ردئ الولادة.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کمان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ہوئے تھے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تھے۔ آپ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مسلمانوں ک</w:t>
      </w:r>
      <w:r>
        <w:rPr>
          <w:rFonts w:hint="cs"/>
          <w:rtl/>
        </w:rPr>
        <w:t>ی</w:t>
      </w:r>
      <w:r>
        <w:rPr>
          <w:rtl/>
        </w:rPr>
        <w:t xml:space="preserve"> جماعت جو اہل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صلح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صلح ہو گ</w:t>
      </w:r>
      <w:r>
        <w:rPr>
          <w:rFonts w:hint="cs"/>
          <w:rtl/>
        </w:rPr>
        <w:t>ی</w:t>
      </w:r>
      <w:r>
        <w:rPr>
          <w:rtl/>
        </w:rPr>
        <w:t xml:space="preserve"> جو ان سے لڑے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لڑائ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جو ان کو دوست رکھے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دوست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سے صرف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برکت والا ہ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رکھتا ہے اور ان سے صر</w:t>
      </w:r>
      <w:r>
        <w:rPr>
          <w:rFonts w:hint="eastAsia"/>
          <w:rtl/>
        </w:rPr>
        <w:t>ف</w:t>
      </w:r>
      <w:r>
        <w:rPr>
          <w:rtl/>
        </w:rPr>
        <w:t xml:space="preserve">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بدبخت ہ</w:t>
      </w:r>
      <w:r>
        <w:rPr>
          <w:rFonts w:hint="cs"/>
          <w:rtl/>
        </w:rPr>
        <w:t>ی</w:t>
      </w:r>
      <w:r>
        <w:rPr>
          <w:rtl/>
        </w:rPr>
        <w:t xml:space="preserve"> بغض رکھتا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اض النضرة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العشر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3 : 154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2" w:name="_Toc500420410"/>
      <w:r>
        <w:rPr>
          <w:rFonts w:hint="eastAsia"/>
          <w:rtl/>
        </w:rPr>
        <w:t>فصل</w:t>
      </w:r>
      <w:r>
        <w:rPr>
          <w:rtl/>
        </w:rPr>
        <w:t xml:space="preserve"> : 23</w:t>
      </w:r>
      <w:bookmarkEnd w:id="22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نتما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84.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کنا حول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فجاء ت ام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من فقالت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لقد ضل الحسن</w:t>
      </w:r>
      <w:r>
        <w:rPr>
          <w:rtl/>
        </w:rPr>
        <w:t xml:space="preserve">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قال : و ذلک راد الن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ار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ارتفاع الن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ار. فقال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’’قوموا فاطلبوا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.‘‘ قال : و اخذ کل رجل تجا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وج</w:t>
      </w:r>
      <w:r w:rsidRPr="002553F0">
        <w:rPr>
          <w:rFonts w:hint="cs"/>
          <w:rtl/>
        </w:rPr>
        <w:t>هه</w:t>
      </w:r>
      <w:r>
        <w:rPr>
          <w:rFonts w:hint="cs"/>
          <w:rtl/>
        </w:rPr>
        <w:t xml:space="preserve"> و اخذت نحو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زل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سفح جبل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ملتزق کل واحد من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صاحب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شجاع قائم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ذنب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خرج من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ش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النار، فاسرع ال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فالتفت مخاطبا لرسول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</w:t>
      </w:r>
      <w:r>
        <w:rPr>
          <w:rFonts w:hint="eastAsia"/>
          <w:rtl/>
        </w:rPr>
        <w:t>لل</w:t>
      </w:r>
      <w:r w:rsidRPr="002553F0">
        <w:rPr>
          <w:rFonts w:hint="cs"/>
          <w:rtl/>
        </w:rPr>
        <w:t>ه</w:t>
      </w:r>
      <w:r>
        <w:rPr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ثم انساب فدخل بعض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حجرة، ثم اتا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فافرق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مسح وج</w:t>
      </w:r>
      <w:r w:rsidRPr="002553F0">
        <w:rPr>
          <w:rFonts w:hint="cs"/>
          <w:rtl/>
        </w:rPr>
        <w:t>هه</w:t>
      </w:r>
      <w:r>
        <w:rPr>
          <w:rFonts w:hint="cs"/>
          <w:rtl/>
        </w:rPr>
        <w:t>ما و قال :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نتما 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کرمکما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تھے۔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گم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خوب نکلا ہوا تھا۔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تلاش کرو، راو</w:t>
      </w:r>
      <w:r>
        <w:rPr>
          <w:rFonts w:hint="cs"/>
          <w:rtl/>
        </w:rPr>
        <w:t>ی</w:t>
      </w:r>
      <w:r>
        <w:rPr>
          <w:rtl/>
        </w:rPr>
        <w:t xml:space="preserve"> کہتا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اپنا اپنا راستہ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چل پڑا،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مسلسل چلتے رہے حت</w:t>
      </w:r>
      <w:r>
        <w:rPr>
          <w:rFonts w:hint="cs"/>
          <w:rtl/>
        </w:rPr>
        <w:t>ی</w:t>
      </w:r>
      <w:r>
        <w:rPr>
          <w:rtl/>
        </w:rPr>
        <w:t xml:space="preserve"> کہ پہاڑ کے دامن تک پہنچ گئے (د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کہ)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چمٹے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اژدھا اپن</w:t>
      </w:r>
      <w:r>
        <w:rPr>
          <w:rFonts w:hint="cs"/>
          <w:rtl/>
        </w:rPr>
        <w:t>ی</w:t>
      </w:r>
      <w:r>
        <w:rPr>
          <w:rtl/>
        </w:rPr>
        <w:t xml:space="preserve"> دم پر کھڑا ہے اور اس کے منہ سے آگ کے شعلے نکل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بڑھے تو وہ اژدھا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سکڑ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کھسک کر پتھروں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ھپ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دونوں کو الگ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چہروں کو پونچھا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تم پر قربان، تم ا</w:t>
      </w:r>
      <w:r>
        <w:rPr>
          <w:rFonts w:hint="cs"/>
          <w:rtl/>
        </w:rPr>
        <w:t>ﷲ</w:t>
      </w:r>
      <w:r>
        <w:rPr>
          <w:rtl/>
        </w:rPr>
        <w:t xml:space="preserve"> کے ہاں کتن</w:t>
      </w:r>
      <w:r>
        <w:rPr>
          <w:rFonts w:hint="cs"/>
          <w:rtl/>
        </w:rPr>
        <w:t>ی</w:t>
      </w:r>
      <w:r>
        <w:rPr>
          <w:rtl/>
        </w:rPr>
        <w:t xml:space="preserve"> عزت والے ہو۔‘‘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65، رقم : 2677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القرابة والصحاب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85.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فباعد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الناس، و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دعو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عنھما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ادا کر رہے تھے تو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گئے۔ لوگوں نے ان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کو چھوڑ دو، ان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قربان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47، رقم : 2644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2.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426، رقم : 6970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مواردالظمآن، 1 : 552، رقم : 2233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3" w:name="_Toc500420411"/>
      <w:r>
        <w:rPr>
          <w:rFonts w:hint="eastAsia"/>
          <w:rtl/>
        </w:rPr>
        <w:t>فصل</w:t>
      </w:r>
      <w:r>
        <w:rPr>
          <w:rtl/>
        </w:rPr>
        <w:t xml:space="preserve"> : 24</w:t>
      </w:r>
      <w:bookmarkEnd w:id="23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فزع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ببکاء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رونے سے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گئے)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86. عن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</w:t>
      </w:r>
      <w:r w:rsidRPr="002553F0">
        <w:rPr>
          <w:rFonts w:hint="cs"/>
          <w:rtl/>
        </w:rPr>
        <w:t>يي</w:t>
      </w:r>
      <w:r>
        <w:rPr>
          <w:rFonts w:hint="cs"/>
          <w:rtl/>
        </w:rPr>
        <w:t xml:space="preserve">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کث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سمع بکاء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فقام فزعا، فقال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ن الولد لفتنة لقد قمت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و 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عقل.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رونے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کھڑے ہو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بے شک اولاد آزمائش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غور کئے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379، رقم : 32186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87. عن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اد قال : خرج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من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عائشة فمر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>
        <w:rPr>
          <w:rtl/>
        </w:rPr>
        <w:t>اطمة فسمع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بک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لم تعلم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بکاء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ؤذ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حضرت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گھر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کے پاس سے گزرے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کو روتے ہوئے سنا،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معلوم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رونا مجھے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ہے۔‘‘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116، رقم : 2847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201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 xml:space="preserve">علام النبلاء، 3 : 284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4" w:name="_Toc500420412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25</w:t>
      </w:r>
      <w:bookmarkEnd w:id="24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نزل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من المنبر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خاطر اپنے منبر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آئے)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 xml:space="preserve">88.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کان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خطبنا</w:t>
      </w:r>
      <w:r>
        <w:rPr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 جاء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السلام،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قم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صان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حمران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عثران، فنزل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من المنبر فحمل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 ثم قال : صدق اﷲ</w:t>
      </w:r>
      <w:r>
        <w:rPr>
          <w:rtl/>
        </w:rPr>
        <w:t xml:space="preserve"> : (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ِنَّمَا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وَالُکُم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لَادُکُم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فِت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نةٌ) فنظرت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الصب</w:t>
      </w:r>
      <w:r w:rsidRPr="002553F0">
        <w:rPr>
          <w:rFonts w:hint="cs"/>
          <w:rtl/>
        </w:rPr>
        <w:t>يي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عثران</w:t>
      </w:r>
      <w:r>
        <w:rPr>
          <w:rtl/>
        </w:rPr>
        <w:t xml:space="preserve">، فلم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صبر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قطعت حد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ث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رفعت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ارشاد فرما رہے تھے،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لائے، انہوں نے سرخ رنگ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(صغرسن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سے) لڑکھڑا کر چل رہے تھے۔ حضور 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(انہ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کر)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آئے، دونوں (شہزادوں)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سامنے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ارشاد سچ ہے : (ب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تمہارے اموال اور تمہار</w:t>
      </w:r>
      <w:r>
        <w:rPr>
          <w:rFonts w:hint="cs"/>
          <w:rtl/>
        </w:rPr>
        <w:t>ی</w:t>
      </w:r>
      <w:r>
        <w:rPr>
          <w:rtl/>
        </w:rPr>
        <w:t xml:space="preserve"> اولاد آزمائش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بچوں کو لڑکھڑا کر چلتے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 سے رہا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بات کاٹ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658، ابواب المناقب، رقم : 3774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السنن، 3 : 192، کتاب صلاة الع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ن، رقم : 1885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5 : 345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770، رقم : 1358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13 : 403، رقم : 6039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3 : 218، رقم : 5610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7.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مواردالظمآن، 1 : 552، رقم : 2230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قرطب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لاحکام القرآن، 18 : 143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</w:t>
      </w:r>
      <w:r>
        <w:rPr>
          <w:rtl/>
        </w:rPr>
        <w:t xml:space="preserve"> 4 : 377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403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11.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التحق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ق، 1 : 505، رقم : 805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5" w:name="_Toc500420413"/>
      <w:r>
        <w:rPr>
          <w:rFonts w:hint="eastAsia"/>
          <w:rtl/>
        </w:rPr>
        <w:t>فصل</w:t>
      </w:r>
      <w:r>
        <w:rPr>
          <w:rtl/>
        </w:rPr>
        <w:t xml:space="preserve"> : 26</w:t>
      </w:r>
      <w:bookmarkEnd w:id="25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کانا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مصّان لسان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مبارک چوستے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 xml:space="preserve">89.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 لخرجنا مع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کنا ببعض الطر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 سمع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صوت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بک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مع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سرع الس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فسمعت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: ما ش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؟ فقالت : </w:t>
      </w:r>
      <w:r>
        <w:rPr>
          <w:rFonts w:hint="eastAsia"/>
          <w:rtl/>
        </w:rPr>
        <w:t>العطش</w:t>
      </w:r>
      <w:r>
        <w:rPr>
          <w:rtl/>
        </w:rPr>
        <w:t xml:space="preserve"> قال : فاخلف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شنة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بتغ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ا ماء، و کان الماء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ومئذ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غدارا، و الناس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دون الما</w:t>
      </w:r>
      <w:r>
        <w:rPr>
          <w:rtl/>
        </w:rPr>
        <w:t>ء، فناد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ل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 منکم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مائ؟ فلم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بق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حد الا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خلف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کلاب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بتغ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الماء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شنة، فلم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جد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 من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 قطرة، فقال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ناول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فناولت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من تحت الخدر،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فضم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صدر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طغو 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کست،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دلع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لسان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مص</w:t>
      </w:r>
      <w:r w:rsidRPr="002553F0">
        <w:rPr>
          <w:rFonts w:hint="cs"/>
          <w:rtl/>
        </w:rPr>
        <w:t>ه</w:t>
      </w:r>
      <w:r>
        <w:rPr>
          <w:rtl/>
        </w:rPr>
        <w:t xml:space="preserve">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 سکن، فلم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سمع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بکاء، و الآخر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بک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کما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سکت فقال : ناول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الآخر، فناولت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ففعل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کذلک، فسکتا فما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سمع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صوتا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ہر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رہ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(سفر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نکلے، ابھ</w:t>
      </w:r>
      <w:r>
        <w:rPr>
          <w:rFonts w:hint="cs"/>
          <w:rtl/>
        </w:rPr>
        <w:t>ی</w:t>
      </w:r>
      <w:r>
        <w:rPr>
          <w:rtl/>
        </w:rPr>
        <w:t xml:space="preserve"> ہم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دونوں رو رہے تھے اور دونوں اپن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الدہ</w:t>
      </w:r>
      <w:r>
        <w:rPr>
          <w:rtl/>
        </w:rPr>
        <w:t xml:space="preserve"> ماجدہ (س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فاطمہ) کے پاس ہ</w:t>
      </w:r>
      <w:r>
        <w:rPr>
          <w:rFonts w:hint="cs"/>
          <w:rtl/>
        </w:rPr>
        <w:t>ی</w:t>
      </w:r>
      <w:r>
        <w:rPr>
          <w:rtl/>
        </w:rPr>
        <w:t xml:space="preserve"> تھے۔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اُن کے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پہنچے۔ (ابوہر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ہے۔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بڑھے۔ ان دنوں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قلت تھ</w:t>
      </w:r>
      <w:r>
        <w:rPr>
          <w:rFonts w:hint="cs"/>
          <w:rtl/>
        </w:rPr>
        <w:t>ی</w:t>
      </w:r>
      <w:r>
        <w:rPr>
          <w:rtl/>
        </w:rPr>
        <w:t xml:space="preserve"> اور لوگوں کو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لوگوں کو آواز د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پان</w:t>
      </w:r>
      <w:r>
        <w:rPr>
          <w:rFonts w:hint="cs"/>
          <w:rtl/>
        </w:rPr>
        <w:t>ی</w:t>
      </w:r>
      <w:r>
        <w:rPr>
          <w:rtl/>
        </w:rPr>
        <w:t xml:space="preserve"> ہے؟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کجاؤوں سے لٹکتے ہوئے مشک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مگر ان کو قطرہ تک نہ ملا۔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پردے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کو پکڑ کر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وہ سخت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مسلسل رو </w:t>
      </w:r>
      <w:r>
        <w:rPr>
          <w:rtl/>
        </w:rPr>
        <w:lastRenderedPageBreak/>
        <w:t>رہا تھا اور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رہا تھا۔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اُس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مبارک ڈال د</w:t>
      </w:r>
      <w:r>
        <w:rPr>
          <w:rFonts w:hint="cs"/>
          <w:rtl/>
        </w:rPr>
        <w:t>ی</w:t>
      </w:r>
      <w:r>
        <w:rPr>
          <w:rtl/>
        </w:rPr>
        <w:t xml:space="preserve"> وہ اُسے چوسنے لگا حت</w:t>
      </w:r>
      <w:r>
        <w:rPr>
          <w:rFonts w:hint="cs"/>
          <w:rtl/>
        </w:rPr>
        <w:t>ی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دوبارہ اُس کے رونے ک</w:t>
      </w:r>
      <w:r>
        <w:rPr>
          <w:rFonts w:hint="cs"/>
          <w:rtl/>
        </w:rPr>
        <w:t>ی</w:t>
      </w:r>
      <w:r>
        <w:rPr>
          <w:rtl/>
        </w:rPr>
        <w:t xml:space="preserve"> آواز نہ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کہ </w:t>
      </w:r>
      <w:r>
        <w:rPr>
          <w:rFonts w:hint="eastAsia"/>
          <w:rtl/>
        </w:rPr>
        <w:t>دوسرا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طرح (مسلسل رو رہا تھا) پس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دوسرا بھ</w:t>
      </w:r>
      <w:r>
        <w:rPr>
          <w:rFonts w:hint="cs"/>
          <w:rtl/>
        </w:rPr>
        <w:t>ی</w:t>
      </w:r>
      <w:r>
        <w:rPr>
          <w:rtl/>
        </w:rPr>
        <w:t xml:space="preserve"> مجھے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دوسرے کو بھ</w:t>
      </w:r>
      <w:r>
        <w:rPr>
          <w:rFonts w:hint="cs"/>
          <w:rtl/>
        </w:rPr>
        <w:t>ی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سے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مبارک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) سو 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خاموش ہوئے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دوبارہ اُن کے رونے ک</w:t>
      </w:r>
      <w:r>
        <w:rPr>
          <w:rFonts w:hint="cs"/>
          <w:rtl/>
        </w:rPr>
        <w:t>ی</w:t>
      </w:r>
      <w:r>
        <w:rPr>
          <w:rtl/>
        </w:rPr>
        <w:t xml:space="preserve"> آواز نہ سن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50، رقم : 2656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کے راو</w:t>
      </w:r>
      <w:r>
        <w:rPr>
          <w:rFonts w:hint="cs"/>
          <w:rtl/>
        </w:rPr>
        <w:t>ۃ</w:t>
      </w:r>
      <w:r>
        <w:rPr>
          <w:rtl/>
        </w:rPr>
        <w:t xml:space="preserve"> ثقہ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231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خِ دمشق، 13 : 221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298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 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و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الخصائص الکبریٰ</w:t>
      </w:r>
      <w:r>
        <w:rPr>
          <w:rFonts w:hint="eastAsia"/>
          <w:rtl/>
        </w:rPr>
        <w:t>،</w:t>
      </w:r>
      <w:r>
        <w:rPr>
          <w:rtl/>
        </w:rPr>
        <w:t xml:space="preserve"> 1 : 106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6" w:name="_Toc500420414"/>
      <w:r>
        <w:rPr>
          <w:rFonts w:hint="eastAsia"/>
          <w:rtl/>
        </w:rPr>
        <w:t>فصل</w:t>
      </w:r>
      <w:r>
        <w:rPr>
          <w:rtl/>
        </w:rPr>
        <w:t xml:space="preserve"> : 27</w:t>
      </w:r>
      <w:bookmarkEnd w:id="26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کانا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لعبان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بطن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شکم مبارک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90. عن سعد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وقاص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دخلت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لعبان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بطن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فقلت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ما؟ فقال : و مال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حانتا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(د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کہ)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شکم مبارک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ان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حالانکہ وہ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بزار، المسند، 3 : 287، رقم : 1079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307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کے روا</w:t>
      </w:r>
      <w:r>
        <w:rPr>
          <w:rFonts w:hint="cs"/>
          <w:rtl/>
        </w:rPr>
        <w:t>ۃ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91. عن انس بن مالک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</w:t>
      </w:r>
      <w:r>
        <w:rPr>
          <w:rtl/>
        </w:rPr>
        <w:t>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دخلت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 ربما دخلت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تقلبان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بطن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قال :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حانت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مة.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اکثر اوقات حاضر ہوتا (اور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کہ)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شکم مبارک پر لوٹ پوٹ ہو رہے ہوتے او</w:t>
      </w:r>
      <w:r>
        <w:rPr>
          <w:rFonts w:hint="eastAsia"/>
          <w:rtl/>
        </w:rPr>
        <w:t>ر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 رہے ہوتے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49، رقم : 8167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150، رقم : 8529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7" w:name="_Toc500420415"/>
      <w:r>
        <w:rPr>
          <w:rFonts w:hint="eastAsia"/>
          <w:rtl/>
        </w:rPr>
        <w:t>فصل</w:t>
      </w:r>
      <w:r>
        <w:rPr>
          <w:rtl/>
        </w:rPr>
        <w:t xml:space="preserve"> : 28</w:t>
      </w:r>
      <w:bookmarkEnd w:id="27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رکب</w:t>
      </w:r>
      <w:r>
        <w:rPr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خلال الصلوة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دورانِ نماز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 )</w:t>
      </w:r>
    </w:p>
    <w:p w:rsidR="003110AB" w:rsidRDefault="003110AB" w:rsidP="003110AB">
      <w:pPr>
        <w:pStyle w:val="libNormal"/>
        <w:rPr>
          <w:rtl/>
        </w:rPr>
      </w:pPr>
    </w:p>
    <w:p w:rsidR="003110AB" w:rsidRPr="00E723CA" w:rsidRDefault="003110AB" w:rsidP="003110AB">
      <w:pPr>
        <w:pStyle w:val="libNormal"/>
        <w:rPr>
          <w:rStyle w:val="libArabicChar"/>
          <w:rtl/>
        </w:rPr>
      </w:pPr>
      <w:r w:rsidRPr="00E723CA">
        <w:rPr>
          <w:rStyle w:val="libArabicChar"/>
          <w:rtl/>
        </w:rPr>
        <w:lastRenderedPageBreak/>
        <w:t xml:space="preserve">92. عن </w:t>
      </w:r>
      <w:r w:rsidRPr="00E723CA">
        <w:rPr>
          <w:rStyle w:val="libArabicChar"/>
          <w:rFonts w:hint="cs"/>
          <w:rtl/>
        </w:rPr>
        <w:t>أبي هريرة رضي الله عنه قال : کنا نصلي مع رسول اﷲ</w:t>
      </w:r>
      <w:r w:rsidRPr="00E723CA">
        <w:rPr>
          <w:rStyle w:val="libArabicChar"/>
          <w:rtl/>
        </w:rPr>
        <w:t xml:space="preserve"> صل</w:t>
      </w:r>
      <w:r w:rsidRPr="00E723CA">
        <w:rPr>
          <w:rStyle w:val="libArabicChar"/>
          <w:rFonts w:hint="cs"/>
          <w:rtl/>
        </w:rPr>
        <w:t>ي الله عليه وآله وسلم العشاء، فإذا سجد</w:t>
      </w:r>
      <w:r w:rsidRPr="002553F0">
        <w:rPr>
          <w:rFonts w:hint="cs"/>
          <w:rtl/>
        </w:rPr>
        <w:t xml:space="preserve"> </w:t>
      </w:r>
      <w:r w:rsidRPr="00E723CA">
        <w:rPr>
          <w:rStyle w:val="libArabicChar"/>
          <w:rFonts w:hint="cs"/>
          <w:rtl/>
        </w:rPr>
        <w:t>وثب الحسن و الحسين علي ظهره، فإذا رفع رأسه أخذهما بيده من خلفه اخذاً رفيقا و يضعهما علي الأرض، فإذا عاد، عادا حتي قضي صلاته، أقعده</w:t>
      </w:r>
      <w:r w:rsidRPr="00E723CA">
        <w:rPr>
          <w:rStyle w:val="libArabicChar"/>
          <w:rtl/>
        </w:rPr>
        <w:t>ما عل</w:t>
      </w:r>
      <w:r w:rsidRPr="00E723CA">
        <w:rPr>
          <w:rStyle w:val="libArabicChar"/>
          <w:rFonts w:hint="cs"/>
          <w:rtl/>
        </w:rPr>
        <w:t>ي فخذيه.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ہمراہ نماز عشاء ادا کر رہے تھے،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گئے،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سجدے سے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دونوں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نرم</w:t>
      </w:r>
      <w:r>
        <w:rPr>
          <w:rFonts w:hint="cs"/>
          <w:rtl/>
        </w:rPr>
        <w:t>ی</w:t>
      </w:r>
      <w:r>
        <w:rPr>
          <w:rtl/>
        </w:rPr>
        <w:t xml:space="preserve"> کے ساتھ پکڑ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دوبارہ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شہزادگان نے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چلتا رہا)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</w:t>
      </w:r>
      <w:r>
        <w:rPr>
          <w:rFonts w:hint="eastAsia"/>
          <w:rtl/>
        </w:rPr>
        <w:t>ے</w:t>
      </w:r>
      <w:r>
        <w:rPr>
          <w:rtl/>
        </w:rPr>
        <w:t xml:space="preserve"> نماز مکمل کر ل</w:t>
      </w:r>
      <w:r>
        <w:rPr>
          <w:rFonts w:hint="cs"/>
          <w:rtl/>
        </w:rPr>
        <w:t>ی</w:t>
      </w:r>
      <w:r>
        <w:rPr>
          <w:rtl/>
        </w:rPr>
        <w:t xml:space="preserve"> اس کے بعد دونوں کو اپن</w:t>
      </w:r>
      <w:r>
        <w:rPr>
          <w:rFonts w:hint="cs"/>
          <w:rtl/>
        </w:rPr>
        <w:t>ی</w:t>
      </w:r>
      <w:r>
        <w:rPr>
          <w:rtl/>
        </w:rPr>
        <w:t xml:space="preserve"> مبارک رانوں پر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513، رقم : 10669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51، رقم : 2659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حاکم، المستدرک، 3 : 183، رقم : 4782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الکامل، 6 : 81، رقم : 1615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ر </w:t>
      </w:r>
      <w:r w:rsidRPr="004002AC">
        <w:rPr>
          <w:rFonts w:hint="cs"/>
          <w:rtl/>
        </w:rPr>
        <w:t>أ</w:t>
      </w:r>
      <w:r>
        <w:rPr>
          <w:rFonts w:hint="cs"/>
          <w:rtl/>
        </w:rPr>
        <w:t>علام النبلاء، 3 : 256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2 : 124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الخصائص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2 : 136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البدا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، 6 : 152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93. عن زر بن ج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ش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کان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ذات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وم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بالناس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قبل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غلامان، فجعلا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توثبان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سجد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قبل الناس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عن ذلک، قال : دعو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’’زر</w:t>
      </w:r>
      <w:r>
        <w:rPr>
          <w:rtl/>
        </w:rPr>
        <w:t xml:space="preserve"> بن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لوگوں کو نماز پڑھا رہے تھے کہ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جو اس وقت بچے تھے آئے۔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وہ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</w:t>
      </w:r>
      <w:r>
        <w:rPr>
          <w:rFonts w:hint="eastAsia"/>
          <w:rtl/>
        </w:rPr>
        <w:t>سوار</w:t>
      </w:r>
      <w:r>
        <w:rPr>
          <w:rtl/>
        </w:rPr>
        <w:t xml:space="preserve"> ہونے لگے،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روکنے کے لئے آگے بڑھے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ان پر قربان ہوں!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دو۔ ۔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سوار ہونے دو۔‘‘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السنن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2 : 263، رقم : 3237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94.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سجد وثب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</w:t>
      </w:r>
      <w:r w:rsidRPr="002553F0">
        <w:rPr>
          <w:rFonts w:hint="cs"/>
          <w:rtl/>
        </w:rPr>
        <w:t>إ</w:t>
      </w:r>
      <w:r>
        <w:rPr>
          <w:rtl/>
        </w:rPr>
        <w:t xml:space="preserve">ذا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رادوا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منعو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شار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دعو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فلما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حجر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ادا فرما رہے تھے، جب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گئے، جب لوگوں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روکنا چاہا تو آپ صل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لوگوں کو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دو.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سوار ہونے دو، پھر جب نماز ادا فرما چکے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دونوں کو اپن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50، رقم : 8170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122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95. عن البراء بن عازب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فجاء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(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ما)، فرکب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فکان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سجد رفع ر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مسک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مسک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ثم قال : نعم المط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مط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تکما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براء بن عازب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پڑھاتے تو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آکر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جاتا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ہوتے، سجد</w:t>
      </w:r>
      <w:r>
        <w:rPr>
          <w:rFonts w:hint="eastAsia"/>
          <w:rtl/>
        </w:rPr>
        <w:t>ے</w:t>
      </w:r>
      <w:r>
        <w:rPr>
          <w:rtl/>
        </w:rPr>
        <w:t xml:space="preserve"> سے سر اٹھاتے ہوئے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تو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ہوتے تو بھ</w:t>
      </w:r>
      <w:r>
        <w:rPr>
          <w:rFonts w:hint="cs"/>
          <w:rtl/>
        </w:rPr>
        <w:t>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کو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: تم دو سواروں کے لئے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4 : 205، رقم : 3987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96.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بن مالک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</w:t>
      </w:r>
      <w:r>
        <w:rPr>
          <w:rtl/>
        </w:rPr>
        <w:t>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کتب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لرجل 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دا فدخل الرجل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سلم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فر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رکبان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مرة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رکبان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مرة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مران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 من خلف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فلما فرغ الصلاة قال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الرجل : ما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قطعان الصلاة؟ فغضب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 : ناولن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دک.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فمزق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ثم قال : من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رحم صغ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رنا و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ؤقر کب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رنا فل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س مناولا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من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کس</w:t>
      </w:r>
      <w:r>
        <w:rPr>
          <w:rFonts w:hint="cs"/>
          <w:rtl/>
        </w:rPr>
        <w:t>ی</w:t>
      </w:r>
      <w:r>
        <w:rPr>
          <w:rtl/>
        </w:rPr>
        <w:t xml:space="preserve"> شخص کو عہدنامہ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شخص نے حاضر ہو کر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کبھ</w:t>
      </w:r>
      <w:r>
        <w:rPr>
          <w:rFonts w:hint="cs"/>
          <w:rtl/>
        </w:rPr>
        <w:t>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گردن مبارک اور کبھ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گزر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نماز سے فارغ ہونے کے بعد اس شخص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دونوں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توڑتے؟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اپنا عہد نامہ دو۔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لے کر پھاڑ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ہمارے چھوٹوں پر رحم اور بڑوں کا ادب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وہ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العقبیٰ</w:t>
      </w:r>
      <w:r>
        <w:rPr>
          <w:rFonts w:hint="eastAsia"/>
          <w:rtl/>
        </w:rPr>
        <w:t>،</w:t>
      </w:r>
      <w:r>
        <w:rPr>
          <w:rtl/>
        </w:rPr>
        <w:t xml:space="preserve"> 1 : 132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97. عن 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صلاة العصر، فلما کان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الرابعة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قبل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رکبا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فلما سلم 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قبل الحسن فحمل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الحسن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عاتق</w:t>
      </w:r>
      <w:r w:rsidRPr="002553F0">
        <w:rPr>
          <w:rFonts w:hint="cs"/>
          <w:rtl/>
        </w:rPr>
        <w:t>ه</w:t>
      </w:r>
      <w:r>
        <w:rPr>
          <w:rtl/>
        </w:rPr>
        <w:t xml:space="preserve"> ال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من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سر.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عباس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نمازِ عصر ادا ک</w:t>
      </w:r>
      <w:r>
        <w:rPr>
          <w:rFonts w:hint="cs"/>
          <w:rtl/>
        </w:rPr>
        <w:t>ی</w:t>
      </w:r>
      <w:r>
        <w:rPr>
          <w:rtl/>
        </w:rPr>
        <w:t xml:space="preserve">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ہوگئے۔ جب آپ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ان دونوں کو اپنے سامنے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رض</w:t>
      </w:r>
      <w:r>
        <w:rPr>
          <w:rFonts w:hint="cs"/>
          <w:rtl/>
        </w:rPr>
        <w:t>ی</w:t>
      </w:r>
      <w:r>
        <w:rPr>
          <w:rtl/>
        </w:rPr>
        <w:t xml:space="preserve"> اللہ عنہ کے آگے آنے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اُٹھا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6 : 298، رقم : 6462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66، رقم : 2682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28" w:name="_Toc500420416"/>
      <w:r>
        <w:rPr>
          <w:rFonts w:hint="eastAsia"/>
          <w:rtl/>
        </w:rPr>
        <w:t>فصل</w:t>
      </w:r>
      <w:r>
        <w:rPr>
          <w:rtl/>
        </w:rPr>
        <w:t xml:space="preserve"> : 29</w:t>
      </w:r>
      <w:bookmarkEnd w:id="28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للحسن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نعم الراکبان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فرمانا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اچھے سوار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98.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خرج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ہمارے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کندھے پر حسنں اور دوسرے کندھے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سوار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440، رقم : 9671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حاکم، المستدرک، 3 : 182، رقم : 4777</w:t>
      </w:r>
    </w:p>
    <w:p w:rsidR="003110AB" w:rsidRDefault="003110AB" w:rsidP="009928A0">
      <w:pPr>
        <w:pStyle w:val="libFootNoteArabic"/>
        <w:rPr>
          <w:rtl/>
        </w:rPr>
      </w:pPr>
      <w:r w:rsidRPr="009928A0">
        <w:rPr>
          <w:rStyle w:val="libNormalChar"/>
          <w:rFonts w:hint="eastAsia"/>
          <w:rtl/>
        </w:rPr>
        <w:t>حاکم</w:t>
      </w:r>
      <w:r w:rsidRPr="009928A0">
        <w:rPr>
          <w:rStyle w:val="libNormalChar"/>
          <w:rtl/>
        </w:rPr>
        <w:t xml:space="preserve"> اس کو نقل کرن</w:t>
      </w:r>
      <w:r w:rsidRPr="009928A0">
        <w:rPr>
          <w:rStyle w:val="libNormalChar"/>
          <w:rFonts w:hint="cs"/>
          <w:rtl/>
        </w:rPr>
        <w:t>ے کے بعد کہتے ہی</w:t>
      </w:r>
      <w:r w:rsidRPr="009928A0">
        <w:rPr>
          <w:rStyle w:val="libNormalChar"/>
          <w:rFonts w:hint="eastAsia"/>
          <w:rtl/>
        </w:rPr>
        <w:t>ں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ہ اس روای</w:t>
      </w:r>
      <w:r w:rsidRPr="009928A0">
        <w:rPr>
          <w:rStyle w:val="libNormalChar"/>
          <w:rFonts w:hint="eastAsia"/>
          <w:rtl/>
        </w:rPr>
        <w:t>ت</w:t>
      </w:r>
      <w:r w:rsidRPr="009928A0">
        <w:rPr>
          <w:rStyle w:val="libNormalChar"/>
          <w:rtl/>
        </w:rPr>
        <w:t xml:space="preserve"> ک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tl/>
        </w:rPr>
        <w:t xml:space="preserve"> اسناد صح</w:t>
      </w:r>
      <w:r w:rsidRPr="009928A0">
        <w:rPr>
          <w:rStyle w:val="libNormalChar"/>
          <w:rFonts w:hint="cs"/>
          <w:rtl/>
        </w:rPr>
        <w:t>ی</w:t>
      </w:r>
      <w:r w:rsidRPr="009928A0">
        <w:rPr>
          <w:rStyle w:val="libNormalChar"/>
          <w:rFonts w:hint="eastAsia"/>
          <w:rtl/>
        </w:rPr>
        <w:t>ح</w:t>
      </w:r>
      <w:r w:rsidRPr="009928A0">
        <w:rPr>
          <w:rStyle w:val="libNormalChar"/>
          <w:rtl/>
        </w:rPr>
        <w:t xml:space="preserve"> </w:t>
      </w:r>
      <w:r w:rsidRPr="009928A0">
        <w:rPr>
          <w:rStyle w:val="libNormalChar"/>
          <w:rFonts w:hint="cs"/>
          <w:rtl/>
        </w:rPr>
        <w:t>ہی</w:t>
      </w:r>
      <w:r w:rsidRPr="009928A0">
        <w:rPr>
          <w:rStyle w:val="libNormalChar"/>
          <w:rFonts w:hint="eastAsia"/>
          <w:rtl/>
        </w:rPr>
        <w:t>ں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، 2 : 777، رقم : </w:t>
      </w:r>
      <w:r>
        <w:rPr>
          <w:rtl/>
        </w:rPr>
        <w:t>1376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228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مناو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6 : 32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کے روا</w:t>
      </w:r>
      <w:r>
        <w:rPr>
          <w:rFonts w:hint="cs"/>
          <w:rtl/>
        </w:rPr>
        <w:t>ۃ</w:t>
      </w:r>
      <w:r>
        <w:rPr>
          <w:rtl/>
        </w:rPr>
        <w:t xml:space="preserve"> کو ثقہ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99. عن عمر بن الخطاب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ر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ت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فقلت : نعم الفرس تحتکما</w:t>
      </w:r>
      <w:r w:rsidRPr="002553F0">
        <w:rPr>
          <w:rFonts w:hint="cs"/>
          <w:rtl/>
        </w:rPr>
        <w:t xml:space="preserve"> قال : و نعم الفارسان ه</w:t>
      </w:r>
      <w:r>
        <w:rPr>
          <w:rFonts w:hint="cs"/>
          <w:rtl/>
        </w:rPr>
        <w:t>ما</w:t>
      </w:r>
    </w:p>
    <w:p w:rsidR="003110AB" w:rsidRDefault="003110AB" w:rsidP="004002AC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کندھوں پر (سوار)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حسرت بھرے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آپ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جواباً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سوار کتنے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  <w:r w:rsidR="004002AC" w:rsidRPr="004002AC">
        <w:rPr>
          <w:rFonts w:hint="eastAsia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1.بزار، المسند، 1 : 418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</w:t>
      </w:r>
      <w:r>
        <w:rPr>
          <w:rtl/>
        </w:rPr>
        <w:t>د، 9 : 181</w:t>
      </w:r>
    </w:p>
    <w:p w:rsidR="004002AC" w:rsidRDefault="004002AC" w:rsidP="004002AC">
      <w:pPr>
        <w:pStyle w:val="libNormal"/>
        <w:rPr>
          <w:rtl/>
        </w:rPr>
      </w:pPr>
      <w:r w:rsidRPr="004002AC"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Pr="004002AC">
        <w:rPr>
          <w:rFonts w:hint="cs"/>
          <w:rtl/>
        </w:rPr>
        <w:t>ثمی</w:t>
      </w:r>
      <w:r w:rsidRPr="004002AC">
        <w:rPr>
          <w:rtl/>
        </w:rPr>
        <w:t xml:space="preserve"> نے ابو 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عل</w:t>
      </w:r>
      <w:r w:rsidRPr="004002AC">
        <w:rPr>
          <w:rFonts w:hint="cs"/>
          <w:rtl/>
        </w:rPr>
        <w:t>یٰ</w:t>
      </w:r>
      <w:r w:rsidRPr="004002AC">
        <w:rPr>
          <w:rtl/>
        </w:rPr>
        <w:t xml:space="preserve"> ک</w:t>
      </w:r>
      <w:r w:rsidRPr="004002AC">
        <w:rPr>
          <w:rFonts w:hint="cs"/>
          <w:rtl/>
        </w:rPr>
        <w:t>ی</w:t>
      </w:r>
      <w:r w:rsidRPr="004002AC">
        <w:rPr>
          <w:rtl/>
        </w:rPr>
        <w:t xml:space="preserve"> ب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ان</w:t>
      </w:r>
      <w:r w:rsidRPr="004002AC">
        <w:rPr>
          <w:rtl/>
        </w:rPr>
        <w:t xml:space="preserve"> کردہ روا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ت</w:t>
      </w:r>
      <w:r w:rsidRPr="004002AC">
        <w:rPr>
          <w:rtl/>
        </w:rPr>
        <w:t xml:space="preserve"> کو صح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ح</w:t>
      </w:r>
      <w:r w:rsidRPr="004002AC">
        <w:rPr>
          <w:rtl/>
        </w:rPr>
        <w:t xml:space="preserve"> قرار د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ا</w:t>
      </w:r>
      <w:r w:rsidRPr="004002AC">
        <w:rPr>
          <w:rtl/>
        </w:rPr>
        <w:t xml:space="preserve"> ہے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والتعر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ف، 2 : 263، رقم : 1672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 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القرابة و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الکامل، 2 : 362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100. عن سلمان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کنا حول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فجاء 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 xml:space="preserve">من فقالت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لقد ضل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قال : و ذلک راد الن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ار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ارتفاع الن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ار. فقال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قوموا فاطلبوا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. قال :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ک</w:t>
      </w:r>
      <w:r>
        <w:rPr>
          <w:rFonts w:hint="eastAsia"/>
          <w:rtl/>
        </w:rPr>
        <w:t>ل</w:t>
      </w:r>
      <w:r>
        <w:rPr>
          <w:rtl/>
        </w:rPr>
        <w:t xml:space="preserve"> رجل تجا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وج</w:t>
      </w:r>
      <w:r w:rsidRPr="002553F0">
        <w:rPr>
          <w:rFonts w:hint="cs"/>
          <w:rtl/>
        </w:rPr>
        <w:t>هه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خذت نحو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</w:t>
      </w:r>
      <w:r>
        <w:rPr>
          <w:rtl/>
        </w:rPr>
        <w:t xml:space="preserve">لم فلم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زل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سفح جبل و اذا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ملتزق کل واحد من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صاحب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 اذا شجاع قائم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ذنب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خرج من ف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ش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النار،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سرع ال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فالتفت مخاطبا لرسول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ثم انساب فدخل بعض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حجرة ثم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فرق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مسح و ج</w:t>
      </w:r>
      <w:r w:rsidRPr="002553F0">
        <w:rPr>
          <w:rFonts w:hint="cs"/>
          <w:rtl/>
        </w:rPr>
        <w:t>هه</w:t>
      </w:r>
      <w:r>
        <w:rPr>
          <w:rFonts w:hint="cs"/>
          <w:rtl/>
        </w:rPr>
        <w:t>ما و قال :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نتما 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کرمکما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ثم حمل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حد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من والآخر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سر فقلت : طوباکما نعم المط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مط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تکما فقال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>
        <w:rPr>
          <w:rFonts w:hint="eastAsia"/>
          <w:rtl/>
        </w:rPr>
        <w:t>و</w:t>
      </w:r>
      <w:r>
        <w:rPr>
          <w:rtl/>
        </w:rPr>
        <w:t xml:space="preserve"> نعم الراکبان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تھے۔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گم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دن خوب نکلا ہوا تھا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وآلہ</w:t>
      </w:r>
      <w:r>
        <w:rPr>
          <w:rtl/>
        </w:rPr>
        <w:t xml:space="preserve">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تلاش کرو، راو</w:t>
      </w:r>
      <w:r>
        <w:rPr>
          <w:rFonts w:hint="cs"/>
          <w:rtl/>
        </w:rPr>
        <w:t>ی</w:t>
      </w:r>
      <w:r>
        <w:rPr>
          <w:rtl/>
        </w:rPr>
        <w:t xml:space="preserve"> کہتا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اپنا راستہ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چل پڑا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مسلسل چلتے رہے حت</w:t>
      </w:r>
      <w:r>
        <w:rPr>
          <w:rFonts w:hint="cs"/>
          <w:rtl/>
        </w:rPr>
        <w:t>یٰ</w:t>
      </w:r>
      <w:r>
        <w:rPr>
          <w:rtl/>
        </w:rPr>
        <w:t xml:space="preserve"> کہ پہاڑ کے دامن تک پہنچ گئے۔ (د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کہ)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دوسرے</w:t>
      </w:r>
      <w:r>
        <w:rPr>
          <w:rtl/>
        </w:rPr>
        <w:t xml:space="preserve"> کے ساتھ چمٹے ہوئے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اژدھا اپن</w:t>
      </w:r>
      <w:r>
        <w:rPr>
          <w:rFonts w:hint="cs"/>
          <w:rtl/>
        </w:rPr>
        <w:t>ی</w:t>
      </w:r>
      <w:r>
        <w:rPr>
          <w:rtl/>
        </w:rPr>
        <w:t xml:space="preserve"> دم پر کھڑا ہے اور اُس کے منہ سے </w:t>
      </w:r>
      <w:r>
        <w:rPr>
          <w:rtl/>
        </w:rPr>
        <w:lastRenderedPageBreak/>
        <w:t>آگ کے شعلے نکل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اُس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بڑھے تو وہ اژدھا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سکڑ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کھسک کر پتھروں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گ</w:t>
      </w:r>
      <w:r>
        <w:rPr>
          <w:rFonts w:hint="cs"/>
          <w:rtl/>
        </w:rPr>
        <w:t>ی</w:t>
      </w:r>
      <w:r>
        <w:rPr>
          <w:rtl/>
        </w:rPr>
        <w:t>ا۔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دونوں کو الگ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کے چہروں کو پونچھا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تم پر قربان، تم اللہ کے ہاں کتن</w:t>
      </w:r>
      <w:r>
        <w:rPr>
          <w:rFonts w:hint="cs"/>
          <w:rtl/>
        </w:rPr>
        <w:t>ی</w:t>
      </w:r>
      <w:r>
        <w:rPr>
          <w:rtl/>
        </w:rPr>
        <w:t xml:space="preserve"> عزت والے ہو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اور دوسرے کو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اُٹھا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خوب ہے؟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دونوں سوار کتنے خوب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65، رقم : 2677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در السحاب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القرابة والصحاب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: 309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101.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جعفرص قال : مر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بالحسن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حامل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مجلس من مجالس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نصا</w:t>
      </w:r>
      <w:r>
        <w:rPr>
          <w:rtl/>
        </w:rPr>
        <w:t xml:space="preserve">ر، فقالوا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نعمت المط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قال : و نعم الراکبان.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جعفر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اٹھائے ہوئے انصار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سے گزرے تو انہوں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سوار</w:t>
      </w:r>
      <w:r>
        <w:rPr>
          <w:rFonts w:hint="cs"/>
          <w:rtl/>
        </w:rPr>
        <w:t>ی</w:t>
      </w:r>
      <w:r>
        <w:rPr>
          <w:rtl/>
        </w:rPr>
        <w:t xml:space="preserve"> ہے!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سوار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380، رقم : 32185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102. عن جابر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دخلت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ربعة،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السلام،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نعم الجمل جملکما، و نعم العدلان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نتما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ان کرتے ہ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حاضر ہوا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چار (دو ٹانگوں اور دونوں ہاتھوں کے بل) پر چل رہے تھے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</w:t>
      </w:r>
      <w:r>
        <w:rPr>
          <w:rtl/>
        </w:rPr>
        <w:lastRenderedPageBreak/>
        <w:t>پر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سوار تھے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 رہے تھے : تمہارا اونٹ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ہے اور تم دونوں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سوار ہو۔‘‘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52، رقم : 2661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ص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داو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معجم الش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وخ، 1 : 266، رقم : 227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رام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رمز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امثال الحد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: 128 رقم : 98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قزو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التدو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اخبار قزو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ن، 2 : 109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132</w:t>
      </w: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103.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وقف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 فاطمة فسلم، فخرج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السلام، فقال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ارق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بقة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صبع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فرق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ثم خرج الآخر الحسن او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>
        <w:rPr>
          <w:rFonts w:hint="eastAsia"/>
          <w:rtl/>
        </w:rPr>
        <w:t>مرتفعة</w:t>
      </w:r>
      <w:r>
        <w:rPr>
          <w:rtl/>
        </w:rPr>
        <w:t xml:space="preserve"> احد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 فقال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مرحبا بک ارق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البقة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صبع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فاستو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الآخر.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کے سامنے رکے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الزھراء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شہزادہ گھر سے باہر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اپنے باپ کے کندھے پر سوار ہو جا تو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 آنکھ کا تارا ہے،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پکڑا پس وہ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دوش مبارک پر سوار ہو گئے۔ پھر دوسرا شہزادہ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تکتا ہوا باہر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اپنے باپ کے کندھے پر سوار ہو جا تو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 آنکھ کا تارا ہے اور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پکڑا پس وہ حضور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دوسرے دوش مبارک پر سوار ہو گئے۔‘‘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49، رقم : 2652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180</w:t>
      </w:r>
    </w:p>
    <w:p w:rsidR="008C2340" w:rsidRPr="002553F0" w:rsidRDefault="008C2340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DE20A5">
      <w:pPr>
        <w:pStyle w:val="Heading2Center"/>
        <w:rPr>
          <w:rtl/>
        </w:rPr>
      </w:pPr>
      <w:bookmarkStart w:id="29" w:name="_Toc500420417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 30</w:t>
      </w:r>
      <w:bookmarkEnd w:id="29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ُط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السجود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خاطر سجدوں کو لمبا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104.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کان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سجد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جئ الحسن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رکب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 السجود.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قال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طلت السجود،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ارتحلن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فکر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عجل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آتے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کمر مبارک پر سوار ہو جاتے جس کے باعث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سجدوں کو لمبا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 کے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سجدوں کو لمبا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سوار تھا اس لئے (سجدے سے اُٹھنے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جلد</w:t>
      </w:r>
      <w:r>
        <w:rPr>
          <w:rFonts w:hint="cs"/>
          <w:rtl/>
        </w:rPr>
        <w:t>ی</w:t>
      </w:r>
      <w:r>
        <w:rPr>
          <w:rtl/>
        </w:rPr>
        <w:t xml:space="preserve"> کرنا اچھا نہ لگا۔‘‘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1. ابو 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المسند، 6 : 150، رقم : 3428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2553F0">
      <w:pPr>
        <w:pStyle w:val="libArabic"/>
        <w:rPr>
          <w:rtl/>
        </w:rPr>
      </w:pPr>
      <w:r>
        <w:rPr>
          <w:rtl/>
        </w:rPr>
        <w:t>105. عن عبدا</w:t>
      </w:r>
      <w:r>
        <w:rPr>
          <w:rFonts w:hint="cs"/>
          <w:rtl/>
        </w:rPr>
        <w:t>ﷲ</w:t>
      </w:r>
      <w:r>
        <w:rPr>
          <w:rtl/>
        </w:rPr>
        <w:t xml:space="preserve"> بن شداد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قال : خرج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احد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صلات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العشاء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حامل حسناً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ناً فتقدم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ثم کبر للصلاة فصل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</w:t>
      </w:r>
      <w:r>
        <w:rPr>
          <w:rtl/>
        </w:rPr>
        <w:t>سجد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صلات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سجدة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طال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2553F0">
        <w:rPr>
          <w:rFonts w:hint="cs"/>
          <w:rtl/>
        </w:rPr>
        <w:t xml:space="preserve"> قال 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: فرفعت ر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اذا الصب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ساجد فرجعت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سجود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فلما قض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الصلاة، قال الناس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انک سجدت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صلاتک سجدة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طلت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ظننا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 xml:space="preserve">قد حدث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مر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ِل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ک. قال : ذلک 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کن ولکن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ارتحلن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>
        <w:rPr>
          <w:rFonts w:hint="eastAsia"/>
          <w:rtl/>
        </w:rPr>
        <w:t>کر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عجل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حاجت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Fonts w:hint="cs"/>
          <w:rtl/>
        </w:rPr>
        <w:t>ﷲ</w:t>
      </w:r>
      <w:r>
        <w:rPr>
          <w:rtl/>
        </w:rPr>
        <w:t xml:space="preserve"> بن شداد اپنے والد حضرت شداد بن ھاد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عشاء ک</w:t>
      </w:r>
      <w:r>
        <w:rPr>
          <w:rFonts w:hint="cs"/>
          <w:rtl/>
        </w:rPr>
        <w:t>ی</w:t>
      </w:r>
      <w:r>
        <w:rPr>
          <w:rtl/>
        </w:rPr>
        <w:t xml:space="preserve"> نماز ادا کرنے کے لئے ہمارے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شہزادے) کو اُٹھائے ہ</w:t>
      </w:r>
      <w:r>
        <w:rPr>
          <w:rFonts w:hint="eastAsia"/>
          <w:rtl/>
        </w:rPr>
        <w:t>وئے</w:t>
      </w:r>
      <w:r>
        <w:rPr>
          <w:rtl/>
        </w:rPr>
        <w:t xml:space="preserve"> تھے۔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کر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نماز کے لئے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فرمائ</w:t>
      </w:r>
      <w:r>
        <w:rPr>
          <w:rFonts w:hint="cs"/>
          <w:rtl/>
        </w:rPr>
        <w:t>ی</w:t>
      </w:r>
      <w:r>
        <w:rPr>
          <w:rtl/>
        </w:rPr>
        <w:t xml:space="preserve"> اور نماز پڑھنا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نماز کے دوران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شداد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اُٹھا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شہزادے سجدے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ادا فرما چکے تو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آپ نے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سجدہ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ہانتک</w:t>
      </w:r>
      <w:r>
        <w:rPr>
          <w:rtl/>
        </w:rPr>
        <w:t xml:space="preserve"> کہ ہم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امرِ اِلٰہ</w:t>
      </w:r>
      <w:r>
        <w:rPr>
          <w:rFonts w:hint="cs"/>
          <w:rtl/>
        </w:rPr>
        <w:t>ی</w:t>
      </w:r>
      <w:r>
        <w:rPr>
          <w:rtl/>
        </w:rPr>
        <w:t xml:space="preserve"> واقع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وح</w:t>
      </w:r>
      <w:r>
        <w:rPr>
          <w:rFonts w:hint="cs"/>
          <w:rtl/>
        </w:rPr>
        <w:t>ی</w:t>
      </w:r>
      <w:r>
        <w:rPr>
          <w:rtl/>
        </w:rPr>
        <w:t xml:space="preserve"> نازل ہونے لگ</w:t>
      </w:r>
      <w:r>
        <w:rPr>
          <w:rFonts w:hint="cs"/>
          <w:rtl/>
        </w:rPr>
        <w:t>ی</w:t>
      </w:r>
      <w:r>
        <w:rPr>
          <w:rtl/>
        </w:rPr>
        <w:t xml:space="preserve"> ہے۔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 تھ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مجھ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سوار تھا اس لئے (سجدے سے اُٹھنے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جلد</w:t>
      </w:r>
      <w:r>
        <w:rPr>
          <w:rFonts w:hint="cs"/>
          <w:rtl/>
        </w:rPr>
        <w:t>ی</w:t>
      </w:r>
      <w:r>
        <w:rPr>
          <w:rtl/>
        </w:rPr>
        <w:t xml:space="preserve"> کرنا اچھا نہ لگا جب تک کہ اس ک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ہو۔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السنن، 2 : 229، کتاب التطب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ق، رقم : 1141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المسند، 3 : 493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380، رقم : 32191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7 : 270، رقم : 7107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الآحاد والمثان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2 : 188، رقم : 934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ب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2 : 263، رقم : 3236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حاکم، المستدرک، 3 : 181، رقم : 4775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موس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معتصر المختصر، 1 : 102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ابن حزم، المحل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3 : 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299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0" w:name="_Toc500420418"/>
      <w:r>
        <w:rPr>
          <w:rFonts w:hint="eastAsia"/>
          <w:rtl/>
        </w:rPr>
        <w:t>فصل</w:t>
      </w:r>
      <w:r>
        <w:rPr>
          <w:rtl/>
        </w:rPr>
        <w:t xml:space="preserve"> : 31</w:t>
      </w:r>
      <w:bookmarkEnd w:id="30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ضمّ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تحت ثوب</w:t>
      </w:r>
      <w:r w:rsidRPr="002553F0">
        <w:rPr>
          <w:rFonts w:hint="cs"/>
          <w:rtl/>
        </w:rPr>
        <w:t>ه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دونوں شہزادوں کو چادر کے اندر اپنے جسم اطہر سے چمٹا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 xml:space="preserve">106.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سامة بن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</w:t>
      </w:r>
      <w:r>
        <w:rPr>
          <w:rtl/>
        </w:rPr>
        <w:t>ال : طرقت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ذات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لة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بعض الحاجة فخرج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مشتمل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شئ لا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ما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فلما فرغت ما حاجت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قلت : ما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 مشتمل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؟ فکشف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رک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فقال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مرو</w:t>
      </w:r>
      <w:r>
        <w:rPr>
          <w:rFonts w:hint="cs"/>
          <w:rtl/>
        </w:rPr>
        <w:t>ی</w:t>
      </w:r>
      <w:r>
        <w:rPr>
          <w:rtl/>
        </w:rPr>
        <w:t xml:space="preserve"> ہے،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کس</w:t>
      </w:r>
      <w:r>
        <w:rPr>
          <w:rFonts w:hint="cs"/>
          <w:rtl/>
        </w:rPr>
        <w:t>ی</w:t>
      </w:r>
      <w:r>
        <w:rPr>
          <w:rtl/>
        </w:rPr>
        <w:t xml:space="preserve"> کام کے لئے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کس</w:t>
      </w:r>
      <w:r>
        <w:rPr>
          <w:rFonts w:hint="cs"/>
          <w:rtl/>
        </w:rPr>
        <w:t>ی</w:t>
      </w:r>
      <w:r>
        <w:rPr>
          <w:rtl/>
        </w:rPr>
        <w:t xml:space="preserve"> شے کو اپنے جسم سے چمٹائے ہوئ</w:t>
      </w:r>
      <w:r>
        <w:rPr>
          <w:rFonts w:hint="eastAsia"/>
          <w:rtl/>
        </w:rPr>
        <w:t>ے</w:t>
      </w:r>
      <w:r>
        <w:rPr>
          <w:rtl/>
        </w:rPr>
        <w:t xml:space="preserve"> تھے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 سکا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سے فارغ ہوا تو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جسم سے چمٹا رکھ</w:t>
      </w:r>
      <w:r>
        <w:rPr>
          <w:rFonts w:hint="cs"/>
          <w:rtl/>
        </w:rPr>
        <w:t>ی</w:t>
      </w:r>
      <w:r>
        <w:rPr>
          <w:rtl/>
        </w:rPr>
        <w:t xml:space="preserve">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کپڑا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دونوں رانوں تک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</w:t>
      </w:r>
      <w:r>
        <w:rPr>
          <w:rFonts w:hint="eastAsia"/>
          <w:rtl/>
        </w:rPr>
        <w:t>لم</w:t>
      </w:r>
      <w:r>
        <w:rPr>
          <w:rtl/>
        </w:rPr>
        <w:t xml:space="preserve"> سے چمٹے ہوئے تھے۔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656، ابواب المناقب، رقم : 3769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: 149، رقم : 8524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15 : 423، رقم : 6967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بزار، المسند، 7 : 31، رقم : 2580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378، رقم : 32182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مقدس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الاحاد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ث المختارة، 4 : 94، رقم : 1307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7.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مواردالظمآن، 1 : 552، رقم : 2234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حجر مک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الصواعق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404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107.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بن مالک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کان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>
        <w:rPr>
          <w:rtl/>
        </w:rPr>
        <w:t>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لفاطمة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دع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شم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ضم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بلاؤ پھر آپ ان دونوں (پھولوں) کو سونگھتے اور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002AC" w:rsidRPr="004002AC">
        <w:rPr>
          <w:rFonts w:hint="cs"/>
          <w:rtl/>
        </w:rPr>
        <w:t>ہ</w:t>
      </w:r>
      <w:r>
        <w:rPr>
          <w:rtl/>
        </w:rPr>
        <w:t xml:space="preserve"> اقدس کے ساتھ چپکا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ترمذ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5 : 657، ابواب المناقب، رقم : 3772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2.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المسند، 7 : 274، رقم : 4294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121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1" w:name="_Toc500420419"/>
      <w:r>
        <w:rPr>
          <w:rFonts w:hint="eastAsia"/>
          <w:rtl/>
        </w:rPr>
        <w:t>فصل</w:t>
      </w:r>
      <w:r>
        <w:rPr>
          <w:rtl/>
        </w:rPr>
        <w:t xml:space="preserve"> : 32</w:t>
      </w:r>
      <w:bookmarkEnd w:id="31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أ</w:t>
      </w:r>
      <w:r>
        <w:rPr>
          <w:rFonts w:hint="cs"/>
          <w:rtl/>
        </w:rPr>
        <w:t>وّل</w:t>
      </w:r>
      <w:r>
        <w:rPr>
          <w:rtl/>
        </w:rPr>
        <w:t xml:space="preserve"> من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دخل الجنة مع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جو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داخل ہوں گے وہ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108.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خبرن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</w:t>
      </w:r>
      <w:r>
        <w:rPr>
          <w:rtl/>
        </w:rPr>
        <w:t xml:space="preserve"> : 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ول من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دخل الجنة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قلت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فمحبونا؟ قال : من ورائکم.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سے پہلے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خود)،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ہم سے محبت کرنے و</w:t>
      </w:r>
      <w:r>
        <w:rPr>
          <w:rFonts w:hint="eastAsia"/>
          <w:rtl/>
        </w:rPr>
        <w:t>الے</w:t>
      </w:r>
      <w:r>
        <w:rPr>
          <w:rtl/>
        </w:rPr>
        <w:t xml:space="preserve"> کہاں ہوں گے؟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3 : 164، رقم : 4723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173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98، رقم : 34166</w:t>
      </w:r>
    </w:p>
    <w:p w:rsidR="003110AB" w:rsidRDefault="003110AB" w:rsidP="004002AC">
      <w:pPr>
        <w:pStyle w:val="libFootnote"/>
        <w:rPr>
          <w:rtl/>
        </w:rPr>
      </w:pPr>
      <w:r w:rsidRPr="004002AC">
        <w:rPr>
          <w:rtl/>
        </w:rPr>
        <w:t>4. ابن حجر مک</w:t>
      </w:r>
      <w:r w:rsidRPr="004002AC">
        <w:rPr>
          <w:rFonts w:hint="cs"/>
          <w:rtl/>
        </w:rPr>
        <w:t>ی</w:t>
      </w:r>
      <w:r w:rsidRPr="004002AC">
        <w:rPr>
          <w:rtl/>
        </w:rPr>
        <w:t xml:space="preserve"> ن</w:t>
      </w:r>
      <w:r w:rsidRPr="004002AC">
        <w:rPr>
          <w:rFonts w:hint="cs"/>
          <w:rtl/>
        </w:rPr>
        <w:t>ے ’الصواعق المحرقہ (2 : 448)‘ می</w:t>
      </w:r>
      <w:r w:rsidRPr="004002AC">
        <w:rPr>
          <w:rFonts w:hint="eastAsia"/>
          <w:rtl/>
        </w:rPr>
        <w:t>ں</w:t>
      </w:r>
      <w:r w:rsidRPr="004002AC">
        <w:rPr>
          <w:rtl/>
        </w:rPr>
        <w:t xml:space="preserve"> ک</w:t>
      </w:r>
      <w:r w:rsidR="004002AC" w:rsidRPr="004002AC">
        <w:rPr>
          <w:rFonts w:hint="cs"/>
          <w:rtl/>
        </w:rPr>
        <w:t>ہ</w:t>
      </w:r>
      <w:r w:rsidRPr="004002AC">
        <w:rPr>
          <w:rFonts w:hint="cs"/>
          <w:rtl/>
        </w:rPr>
        <w:t>ا ہے کہ اسے ابن سعد نے ب</w:t>
      </w:r>
      <w:r w:rsidR="004002AC">
        <w:rPr>
          <w:rFonts w:hint="cs"/>
          <w:rtl/>
        </w:rPr>
        <w:t>ھ</w:t>
      </w:r>
      <w:r w:rsidRPr="004002AC">
        <w:rPr>
          <w:rFonts w:hint="cs"/>
          <w:rtl/>
        </w:rPr>
        <w:t>ی</w:t>
      </w:r>
      <w:r w:rsidRPr="004002AC">
        <w:rPr>
          <w:rtl/>
        </w:rPr>
        <w:t xml:space="preserve"> روا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ت</w:t>
      </w:r>
      <w:r w:rsidRPr="004002AC">
        <w:rPr>
          <w:rtl/>
        </w:rPr>
        <w:t xml:space="preserve"> ک</w:t>
      </w:r>
      <w:r w:rsidRPr="004002AC">
        <w:rPr>
          <w:rFonts w:hint="cs"/>
          <w:rtl/>
        </w:rPr>
        <w:t>ی</w:t>
      </w:r>
      <w:r w:rsidRPr="004002AC">
        <w:rPr>
          <w:rFonts w:hint="eastAsia"/>
          <w:rtl/>
        </w:rPr>
        <w:t>ا</w:t>
      </w:r>
      <w:r w:rsidRPr="004002AC">
        <w:rPr>
          <w:rtl/>
        </w:rPr>
        <w:t xml:space="preserve"> </w:t>
      </w:r>
      <w:r w:rsidRPr="004002AC">
        <w:rPr>
          <w:rFonts w:hint="cs"/>
          <w:rtl/>
        </w:rPr>
        <w:t>ہے</w:t>
      </w:r>
      <w:r>
        <w:rPr>
          <w:rFonts w:hint="cs"/>
          <w:rtl/>
        </w:rPr>
        <w:t xml:space="preserve"> 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ذخائر العقب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1 : 123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109. عن عل</w:t>
      </w:r>
      <w:r>
        <w:rPr>
          <w:rFonts w:hint="cs"/>
          <w:rtl/>
        </w:rPr>
        <w:t>یّ</w:t>
      </w:r>
      <w:r>
        <w:rPr>
          <w:rtl/>
        </w:rPr>
        <w:t xml:space="preserve">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ط</w:t>
      </w:r>
      <w:r>
        <w:rPr>
          <w:rtl/>
        </w:rPr>
        <w:t>الب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شکوت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حسد الناس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ما ترض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تکون رابع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ربعة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ول من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دخل الجنة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نا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نت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لوگ مجھ سے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داخل ہونے والے چار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چوتھے تم ہ</w:t>
      </w:r>
      <w:r>
        <w:rPr>
          <w:rFonts w:hint="eastAsia"/>
          <w:rtl/>
        </w:rPr>
        <w:t>و</w:t>
      </w:r>
      <w:r>
        <w:rPr>
          <w:rtl/>
        </w:rPr>
        <w:t xml:space="preserve"> (وہ چار)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624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 : 319، رقم : 950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41، 2624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131، 174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قرطب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الجامع لاحکام القرآن، 16 : 22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1 : 90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ابن حجر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الصواعق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46</w:t>
      </w:r>
      <w:r>
        <w:rPr>
          <w:rtl/>
        </w:rPr>
        <w:t xml:space="preserve">6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2" w:name="_Toc500420420"/>
      <w:r>
        <w:rPr>
          <w:rFonts w:hint="eastAsia"/>
          <w:rtl/>
        </w:rPr>
        <w:t>فصل</w:t>
      </w:r>
      <w:r>
        <w:rPr>
          <w:rtl/>
        </w:rPr>
        <w:t xml:space="preserve"> : 33</w:t>
      </w:r>
      <w:bookmarkEnd w:id="32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تز</w:t>
      </w:r>
      <w:r w:rsidRPr="002553F0">
        <w:rPr>
          <w:rFonts w:hint="cs"/>
          <w:rtl/>
        </w:rPr>
        <w:t>يين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عزوجل الجنة بالحسن و الحس</w:t>
      </w:r>
      <w:r w:rsidRPr="002553F0">
        <w:rPr>
          <w:rFonts w:hint="cs"/>
          <w:rtl/>
        </w:rPr>
        <w:t>ين عليهما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جنت کو آراستہ کرنا)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110. عن عقبة بن عامررض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شنفا العرش و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سا بم</w:t>
      </w:r>
      <w:r>
        <w:rPr>
          <w:rtl/>
        </w:rPr>
        <w:t>علق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ذا استقر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الجنة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الجنة، قالت الجنة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رب! وعدتن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تز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برکن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من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رکانک! 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ولم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نک</w:t>
      </w:r>
      <w:r>
        <w:rPr>
          <w:rtl/>
        </w:rPr>
        <w:t xml:space="preserve"> بالحسن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ن؟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’’عقبہ</w:t>
      </w:r>
      <w:r>
        <w:rPr>
          <w:rtl/>
        </w:rPr>
        <w:t xml:space="preserve"> بن عامر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عرش کے دو ستون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لٹکے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اہل جنت،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جنت عرض کرے گ</w:t>
      </w:r>
      <w:r>
        <w:rPr>
          <w:rFonts w:hint="cs"/>
          <w:rtl/>
        </w:rPr>
        <w:t>ی</w:t>
      </w:r>
      <w:r>
        <w:rPr>
          <w:rtl/>
        </w:rPr>
        <w:t xml:space="preserve"> : اے </w:t>
      </w:r>
      <w:r>
        <w:rPr>
          <w:rFonts w:hint="eastAsia"/>
          <w:rtl/>
        </w:rPr>
        <w:t>پروردگار</w:t>
      </w:r>
      <w:r>
        <w:rPr>
          <w:rtl/>
        </w:rPr>
        <w:t>! تو نے مجھے اپنے ستونوں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ستونوں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کا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فرمائے گا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ستون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1 : 108، رقم : 337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 الاعتدال، 1 : 278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لسان الم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زان، 1 : </w:t>
      </w:r>
      <w:r>
        <w:rPr>
          <w:rtl/>
        </w:rPr>
        <w:t>257، رقم : 804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خط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بغداد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بغداد، 2 : 239، رقم : 697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13 : 228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مناو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415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ابن حجر مک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الصواعق المحرق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562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111.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فخرت الجنة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النار فقالت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 منک، فقالت النار : بل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خ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منک، فقالت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الجنة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ستف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اما : و مم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؟ قالت : 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الجبابرة و نمرود و فرعون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سکتت،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وح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ال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ا : لا تخضع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نن رکن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بالحسن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ن، فماست کما تم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 العروس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خدر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جنت نے دوزخ پر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بہتر ہوں، دوزخ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بہتر ہوں۔ جنت نے دوزخ سے پوچھا کس وجہ سے؟ دوزخ نے کہا : اس لئے کہ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</w:t>
      </w:r>
      <w:r>
        <w:rPr>
          <w:rFonts w:hint="eastAsia"/>
          <w:rtl/>
        </w:rPr>
        <w:t>ے</w:t>
      </w:r>
      <w:r>
        <w:rPr>
          <w:rtl/>
        </w:rPr>
        <w:t xml:space="preserve"> جابر حکمران فرعون اور نمرود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پر جنت خاموش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جنت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تو عاجز و لاجواب نہ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ستونوں کو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دوں گا۔ پس جنت خوش</w:t>
      </w:r>
      <w:r>
        <w:rPr>
          <w:rFonts w:hint="cs"/>
          <w:rtl/>
        </w:rPr>
        <w:t>ی</w:t>
      </w:r>
      <w:r>
        <w:rPr>
          <w:rtl/>
        </w:rPr>
        <w:t xml:space="preserve"> اور سرور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شرما 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دلہن شرمات</w:t>
      </w:r>
      <w:r>
        <w:rPr>
          <w:rFonts w:hint="cs"/>
          <w:rtl/>
        </w:rPr>
        <w:t>ی</w:t>
      </w:r>
      <w:r>
        <w:rPr>
          <w:rtl/>
        </w:rPr>
        <w:t xml:space="preserve">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tl/>
        </w:rPr>
        <w:t>، المعجم الاوسط، 7 : 148، رقم : 7120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184</w:t>
      </w:r>
    </w:p>
    <w:p w:rsidR="003110AB" w:rsidRDefault="003110AB" w:rsidP="004002AC">
      <w:pPr>
        <w:pStyle w:val="libFootnote"/>
        <w:rPr>
          <w:rtl/>
        </w:rPr>
      </w:pPr>
      <w:r>
        <w:rPr>
          <w:rFonts w:hint="eastAsia"/>
          <w:rtl/>
        </w:rPr>
        <w:t>اس</w:t>
      </w:r>
      <w:r w:rsidRPr="004002AC">
        <w:rPr>
          <w:rtl/>
        </w:rPr>
        <w:t xml:space="preserve"> حد</w:t>
      </w:r>
      <w:r w:rsidR="004002AC" w:rsidRPr="004002AC">
        <w:rPr>
          <w:rFonts w:hint="cs"/>
          <w:rtl/>
        </w:rPr>
        <w:t>ی</w:t>
      </w:r>
      <w:r w:rsidRPr="004002AC">
        <w:rPr>
          <w:rFonts w:hint="cs"/>
          <w:rtl/>
        </w:rPr>
        <w:t>ث</w:t>
      </w:r>
      <w:r w:rsidRPr="002553F0">
        <w:rPr>
          <w:rFonts w:hint="cs"/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’’عباد بن صہ</w:t>
      </w:r>
      <w:r>
        <w:rPr>
          <w:rFonts w:hint="cs"/>
          <w:rtl/>
        </w:rPr>
        <w:t>ی</w:t>
      </w:r>
      <w:r>
        <w:rPr>
          <w:rFonts w:hint="eastAsia"/>
          <w:rtl/>
        </w:rPr>
        <w:t>ب‘‘</w:t>
      </w:r>
      <w:r>
        <w:rPr>
          <w:rtl/>
        </w:rPr>
        <w:t xml:space="preserve"> پر بعض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امام احمد بن حنبل، ابوداؤد، عبدان اھواز</w:t>
      </w:r>
      <w:r>
        <w:rPr>
          <w:rFonts w:hint="cs"/>
          <w:rtl/>
        </w:rPr>
        <w:t>ی</w:t>
      </w:r>
      <w:r>
        <w:rPr>
          <w:rtl/>
        </w:rPr>
        <w:t xml:space="preserve"> نے اس کو صادق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ابو عاصم النب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شا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ن،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اسماء الثقات، 1 : 171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المغن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الضعفاء، 1 : 326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الکامل، 4 : 347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112. عن العباس بن زر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زد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مرفوعا، قال : قالت الجنة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رب! حسنتن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فحسن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رکان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، قال : قد حسنت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رکانک بالحسن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عباس بن زر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اپنے والد سے مرفوعاً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جنت نے (ا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تو نے مجھے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ستونوں کو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بنا۔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ستونوں کوحسن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لسان الم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زان، 6 : 241، رقم : 848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 الاعتدال، 7 : 157، رقم : 9458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1 : 287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3" w:name="_Toc500420421"/>
      <w:r>
        <w:rPr>
          <w:rFonts w:hint="eastAsia"/>
          <w:rtl/>
        </w:rPr>
        <w:t>فصل</w:t>
      </w:r>
      <w:r>
        <w:rPr>
          <w:rtl/>
        </w:rPr>
        <w:t xml:space="preserve"> : 34</w:t>
      </w:r>
      <w:bookmarkEnd w:id="33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ي</w:t>
      </w:r>
      <w:r>
        <w:rPr>
          <w:rFonts w:hint="cs"/>
          <w:rtl/>
        </w:rPr>
        <w:t>کون</w:t>
      </w:r>
      <w:r>
        <w:rPr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قبة تحت العرش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عرش الہٰ</w:t>
      </w:r>
      <w:r>
        <w:rPr>
          <w:rFonts w:hint="cs"/>
          <w:rtl/>
        </w:rPr>
        <w:t>ی</w:t>
      </w:r>
      <w:r>
        <w:rPr>
          <w:rtl/>
        </w:rPr>
        <w:t xml:space="preserve"> کے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ہوں گے)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113.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موس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شعر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علیّ</w:t>
      </w:r>
      <w:r>
        <w:rPr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قبة تحت العرش.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عرش کے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ہوں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1.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100، رقم : 34177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لسان الم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زان، 2 : 94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زرقان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شرح المو</w:t>
      </w:r>
      <w:r>
        <w:rPr>
          <w:rtl/>
        </w:rPr>
        <w:t>طا، 4 : 443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114. عن عمر بن الخطاب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قال : قال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فاطمة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حظ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القدس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قبة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ضاء سقف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عرش الرحمن.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بن خطاب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فاطمہ،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گے جس ک</w:t>
      </w:r>
      <w:r>
        <w:rPr>
          <w:rFonts w:hint="cs"/>
          <w:rtl/>
        </w:rPr>
        <w:t>ی</w:t>
      </w:r>
      <w:r>
        <w:rPr>
          <w:rtl/>
        </w:rPr>
        <w:t xml:space="preserve"> چھت عرش خداوند</w:t>
      </w:r>
      <w:r>
        <w:rPr>
          <w:rFonts w:hint="cs"/>
          <w:rtl/>
        </w:rPr>
        <w:t>ی</w:t>
      </w:r>
      <w:r>
        <w:rPr>
          <w:rtl/>
        </w:rPr>
        <w:t xml:space="preserve"> ہو گا۔‘‘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14 : 61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98، رقم : 34167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115. عن عل</w:t>
      </w:r>
      <w:r>
        <w:rPr>
          <w:rFonts w:hint="cs"/>
          <w:rtl/>
        </w:rPr>
        <w:t>یّ</w:t>
      </w:r>
      <w:r>
        <w:rPr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الجنة درجة تدع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الوسل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ة؟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لتم اﷲ</w:t>
      </w:r>
      <w:r>
        <w:rPr>
          <w:rtl/>
        </w:rPr>
        <w:t xml:space="preserve"> فسلوا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الوس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لة؟ قالوا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! من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سکن معک؟ قال :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ہے جسے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جب تم ا</w:t>
      </w:r>
      <w:r>
        <w:rPr>
          <w:rFonts w:hint="cs"/>
          <w:rtl/>
        </w:rPr>
        <w:t>ﷲ</w:t>
      </w:r>
      <w:r>
        <w:rPr>
          <w:rtl/>
        </w:rPr>
        <w:t xml:space="preserve"> سے سوال کرو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آل</w:t>
      </w:r>
      <w:r>
        <w:rPr>
          <w:rFonts w:hint="eastAsia"/>
          <w:rtl/>
        </w:rPr>
        <w:t>ک</w:t>
      </w:r>
      <w:r>
        <w:rPr>
          <w:rtl/>
        </w:rPr>
        <w:t xml:space="preserve"> وسلم! (وہاں) آپ کے ساتھ کون رہے گا؟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(وہاں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2 : 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103، رقم : 34195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4" w:name="_Toc500420422"/>
      <w:r>
        <w:rPr>
          <w:rFonts w:hint="eastAsia"/>
          <w:rtl/>
        </w:rPr>
        <w:t>فصل</w:t>
      </w:r>
      <w:r>
        <w:rPr>
          <w:rtl/>
        </w:rPr>
        <w:t xml:space="preserve"> : 35</w:t>
      </w:r>
      <w:bookmarkEnd w:id="34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ي</w:t>
      </w:r>
      <w:r>
        <w:rPr>
          <w:rFonts w:hint="cs"/>
          <w:rtl/>
        </w:rPr>
        <w:t>کون</w:t>
      </w:r>
      <w:r>
        <w:rPr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مع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امة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116.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دخل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انا نائم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المنامة فاستسق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او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قال فقام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شاة لنا بک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فحلب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فدرت فجاء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الحسن فنحا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فقالت فاطمة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 رسول 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کان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احب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قال : لا ولکن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استسق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ثم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اک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الراقد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مکان واحد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امة.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بستر پر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ہمارے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نے پان</w:t>
      </w:r>
      <w:r>
        <w:rPr>
          <w:rFonts w:hint="cs"/>
          <w:rtl/>
        </w:rPr>
        <w:t>ی</w:t>
      </w:r>
      <w:r>
        <w:rPr>
          <w:rtl/>
        </w:rPr>
        <w:t xml:space="preserve"> مانگا۔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ہمار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کے پاس آئے جو بہت کم دودھ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کا دودھ نکالا تو اس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پس حسنں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ہوئے۔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</w:t>
      </w:r>
      <w:r>
        <w:rPr>
          <w:rFonts w:hint="eastAsia"/>
          <w:rtl/>
        </w:rPr>
        <w:t>لم</w:t>
      </w:r>
      <w:r>
        <w:rPr>
          <w:rtl/>
        </w:rPr>
        <w:t xml:space="preserve"> لگتا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نے پہلے پان</w:t>
      </w:r>
      <w:r>
        <w:rPr>
          <w:rFonts w:hint="cs"/>
          <w:rtl/>
        </w:rPr>
        <w:t>ی</w:t>
      </w:r>
      <w:r>
        <w:rPr>
          <w:rtl/>
        </w:rPr>
        <w:t xml:space="preserve"> مانگا تھا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سونے والا 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سو کر اٹھے ہ</w:t>
      </w:r>
      <w:r>
        <w:rPr>
          <w:rFonts w:hint="cs"/>
          <w:rtl/>
        </w:rPr>
        <w:t>ی</w:t>
      </w:r>
      <w:r>
        <w:rPr>
          <w:rtl/>
        </w:rPr>
        <w:t xml:space="preserve"> تھے)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پر ہوں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1 : 101، رقم : 792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13 : 228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السنة، 2 : 598، رقم : 1322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بزار، المسند، 3 : 30، رقم : 779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170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692، رقم : 1183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25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117.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الخدر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دخل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فاطمة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فقال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ا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اک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النائم. . .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ا. . .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ما. . .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 . . لف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مکان واحد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امة.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سونے والا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سو کر اٹھے ہ</w:t>
      </w:r>
      <w:r>
        <w:rPr>
          <w:rFonts w:hint="cs"/>
          <w:rtl/>
        </w:rPr>
        <w:t>ی</w:t>
      </w:r>
      <w:r>
        <w:rPr>
          <w:rtl/>
        </w:rPr>
        <w:t xml:space="preserve"> تھے)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ہوں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1. حاکم، المستدرک، 3 : 147، رقم : 4664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22 : 405، رقم : 1016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171</w:t>
      </w:r>
    </w:p>
    <w:p w:rsidR="003110AB" w:rsidRDefault="003110AB" w:rsidP="004002AC">
      <w:pPr>
        <w:pStyle w:val="libNormal"/>
        <w:rPr>
          <w:rtl/>
        </w:rPr>
      </w:pPr>
      <w:r w:rsidRPr="004002AC">
        <w:rPr>
          <w:rStyle w:val="libFootnoteChar"/>
          <w:rFonts w:hint="eastAsia"/>
          <w:rtl/>
        </w:rPr>
        <w:t>حاکم</w:t>
      </w:r>
      <w:r w:rsidRPr="004002AC">
        <w:rPr>
          <w:rStyle w:val="libFootnoteChar"/>
          <w:rtl/>
        </w:rPr>
        <w:t xml:space="preserve"> نے اس روا</w:t>
      </w:r>
      <w:r w:rsidR="004002AC" w:rsidRPr="004002AC">
        <w:rPr>
          <w:rStyle w:val="libFootnoteChar"/>
          <w:rFonts w:hint="cs"/>
          <w:rtl/>
        </w:rPr>
        <w:t>ی</w:t>
      </w:r>
      <w:r w:rsidRPr="004002AC">
        <w:rPr>
          <w:rStyle w:val="libFootnoteChar"/>
          <w:rFonts w:hint="cs"/>
          <w:rtl/>
        </w:rPr>
        <w:t>ت ک</w:t>
      </w:r>
      <w:r w:rsidR="004002AC" w:rsidRPr="004002AC">
        <w:rPr>
          <w:rStyle w:val="libFootnoteChar"/>
          <w:rFonts w:hint="cs"/>
          <w:rtl/>
        </w:rPr>
        <w:t>ی</w:t>
      </w:r>
      <w:r w:rsidRPr="004002AC">
        <w:rPr>
          <w:rStyle w:val="libFootnoteChar"/>
          <w:rFonts w:hint="cs"/>
          <w:rtl/>
        </w:rPr>
        <w:t xml:space="preserve"> اسناد کو صحی</w:t>
      </w:r>
      <w:r w:rsidRPr="004002AC">
        <w:rPr>
          <w:rStyle w:val="libFootnoteChar"/>
          <w:rFonts w:hint="eastAsia"/>
          <w:rtl/>
        </w:rPr>
        <w:t>ح</w:t>
      </w:r>
      <w:r w:rsidRPr="004002AC">
        <w:rPr>
          <w:rStyle w:val="libFootnoteChar"/>
          <w:rtl/>
        </w:rPr>
        <w:t xml:space="preserve"> قرار د</w:t>
      </w:r>
      <w:r w:rsidRPr="004002AC">
        <w:rPr>
          <w:rStyle w:val="libFootnoteChar"/>
          <w:rFonts w:hint="cs"/>
          <w:rtl/>
        </w:rPr>
        <w:t>ی</w:t>
      </w:r>
      <w:r w:rsidRPr="004002AC">
        <w:rPr>
          <w:rStyle w:val="libFootnoteChar"/>
          <w:rFonts w:hint="eastAsia"/>
          <w:rtl/>
        </w:rPr>
        <w:t>ا</w:t>
      </w:r>
      <w:r w:rsidRPr="004002AC">
        <w:rPr>
          <w:rStyle w:val="libFootnoteChar"/>
          <w:rtl/>
        </w:rPr>
        <w:t xml:space="preserve"> ہے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118.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فاختة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فاستسق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الحسن، فقام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جوف الل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ل، فسقا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فس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سق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 فق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ک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حسنا </w:t>
      </w:r>
      <w:r w:rsidRPr="002553F0">
        <w:rPr>
          <w:rFonts w:hint="cs"/>
          <w:rtl/>
        </w:rPr>
        <w:t>أ</w:t>
      </w:r>
      <w:r>
        <w:rPr>
          <w:rFonts w:hint="eastAsia"/>
          <w:rtl/>
        </w:rPr>
        <w:t>حب</w:t>
      </w:r>
      <w:r>
        <w:rPr>
          <w:rtl/>
        </w:rPr>
        <w:t xml:space="preserve">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من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ن؟ قال : لا ولکن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استسقان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قبل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ثم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 فاطمة!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نا و ا</w:t>
      </w:r>
      <w:r>
        <w:rPr>
          <w:rtl/>
        </w:rPr>
        <w:t xml:space="preserve">نت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الراقد (لعل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)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مقام واحد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وم الق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امة.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فاختہ (سع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علاقہ)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اور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عنہم گھر پر تھے کہ حسن نے پان</w:t>
      </w:r>
      <w:r>
        <w:rPr>
          <w:rFonts w:hint="cs"/>
          <w:rtl/>
        </w:rPr>
        <w:t>ی</w:t>
      </w:r>
      <w:r>
        <w:rPr>
          <w:rtl/>
        </w:rPr>
        <w:t xml:space="preserve"> مانگا۔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آدھ</w:t>
      </w:r>
      <w:r>
        <w:rPr>
          <w:rFonts w:hint="cs"/>
          <w:rtl/>
        </w:rPr>
        <w:t>ی</w:t>
      </w:r>
      <w:r>
        <w:rPr>
          <w:rtl/>
        </w:rPr>
        <w:t xml:space="preserve"> رات کو اُٹھ کر اسے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جبکہ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حضرت حسنں کو پان</w:t>
      </w:r>
      <w:r>
        <w:rPr>
          <w:rFonts w:hint="cs"/>
          <w:rtl/>
        </w:rPr>
        <w:t>ی</w:t>
      </w:r>
      <w:r>
        <w:rPr>
          <w:rtl/>
        </w:rPr>
        <w:t xml:space="preserve"> پلانے ہ</w:t>
      </w:r>
      <w:r>
        <w:rPr>
          <w:rFonts w:hint="cs"/>
          <w:rtl/>
        </w:rPr>
        <w:t>ی</w:t>
      </w:r>
      <w:r>
        <w:rPr>
          <w:rtl/>
        </w:rPr>
        <w:t xml:space="preserve"> والے تھے) کہ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جسے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سے قبل پان</w:t>
      </w:r>
      <w:r>
        <w:rPr>
          <w:rFonts w:hint="cs"/>
          <w:rtl/>
        </w:rPr>
        <w:t>ی</w:t>
      </w:r>
      <w:r>
        <w:rPr>
          <w:rtl/>
        </w:rPr>
        <w:t xml:space="preserve"> مانگ چکے تھے اور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بغرض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تھا)۔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لگتا ہے کہ آپ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حسن محبوب ہے؟ تو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حسن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مانگا تھا۔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فاطمہ!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(حسن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سونے والا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پر ہوں 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دمشق، 13 : 227، رقم : 3204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5" w:name="_Toc500420423"/>
      <w:r>
        <w:rPr>
          <w:rFonts w:hint="eastAsia"/>
          <w:rtl/>
        </w:rPr>
        <w:t>فصل</w:t>
      </w:r>
      <w:r>
        <w:rPr>
          <w:rtl/>
        </w:rPr>
        <w:t xml:space="preserve"> : 36</w:t>
      </w:r>
      <w:bookmarkEnd w:id="35"/>
    </w:p>
    <w:p w:rsidR="003110AB" w:rsidRDefault="003110AB" w:rsidP="00E723CA">
      <w:pPr>
        <w:pStyle w:val="libArabic"/>
        <w:rPr>
          <w:rtl/>
        </w:rPr>
      </w:pPr>
      <w:r w:rsidRPr="002553F0">
        <w:rPr>
          <w:rFonts w:hint="cs"/>
          <w:rtl/>
        </w:rPr>
        <w:t>إ</w:t>
      </w:r>
      <w:r>
        <w:rPr>
          <w:rFonts w:hint="cs"/>
          <w:rtl/>
        </w:rPr>
        <w:t>ستعاذة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لئے خصوص</w:t>
      </w:r>
      <w:r>
        <w:rPr>
          <w:rFonts w:hint="cs"/>
          <w:rtl/>
        </w:rPr>
        <w:t>ی</w:t>
      </w:r>
      <w:r>
        <w:rPr>
          <w:rtl/>
        </w:rPr>
        <w:t xml:space="preserve"> دم فرمانا 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119.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باکما کان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سماع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سحاق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عوذ بکلمات اﷲ</w:t>
      </w:r>
      <w:r>
        <w:rPr>
          <w:rtl/>
        </w:rPr>
        <w:t xml:space="preserve"> التامة من کل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طان 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امة و من کل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لامة.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لئے (خصوص</w:t>
      </w:r>
      <w:r>
        <w:rPr>
          <w:rFonts w:hint="cs"/>
          <w:rtl/>
        </w:rPr>
        <w:t>ی</w:t>
      </w:r>
      <w:r>
        <w:rPr>
          <w:rtl/>
        </w:rPr>
        <w:t xml:space="preserve"> طور پر) کلمات تعوذ کے ساتھ دم فرماتے تھے اور ارشاد فرماتے کہ تمہارے جد امجد 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>) اپنے دونوں صاحبزادوں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اسحاق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السلام) کے لئے ان کلمات کے ساتھ تعوذ کرتے تھے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کامل کلمات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(وسوسہ انداز</w:t>
      </w:r>
      <w:r>
        <w:rPr>
          <w:rFonts w:hint="cs"/>
          <w:rtl/>
        </w:rPr>
        <w:t>ی</w:t>
      </w:r>
      <w:r>
        <w:rPr>
          <w:rtl/>
        </w:rPr>
        <w:t xml:space="preserve"> کرنے والے)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بلا سے اور ہر نظر بد سے پناہ مانگتا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بخار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3 : 1233، کتاب الانب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اء، رقم : 3191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ماج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السنن، 2 : 1164، کتاب الطب، رقم : 3525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120. عن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نا،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ذکما بکلمات اﷲ</w:t>
      </w:r>
      <w:r>
        <w:rPr>
          <w:rtl/>
        </w:rPr>
        <w:t xml:space="preserve"> التامات من کل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طان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امة و من کل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لامة. قال : و قال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عوذوا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بنائکم،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برا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م کان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ابن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سماع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سحاق.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دم کرتے ہوئے فرماتے تھے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ا</w:t>
      </w:r>
      <w:r>
        <w:rPr>
          <w:rFonts w:hint="cs"/>
          <w:rtl/>
        </w:rPr>
        <w:t>ﷲ</w:t>
      </w:r>
      <w:r>
        <w:rPr>
          <w:rtl/>
        </w:rPr>
        <w:t xml:space="preserve"> کے کلمات تامہ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وسوسہ انداز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بلا اور ہر نظر بد سے پناہ مانگتا ہوں،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نے (امت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انہ</w:t>
      </w:r>
      <w:r>
        <w:rPr>
          <w:rFonts w:hint="cs"/>
          <w:rtl/>
        </w:rPr>
        <w:t>ی</w:t>
      </w:r>
      <w:r>
        <w:rPr>
          <w:rtl/>
        </w:rPr>
        <w:t xml:space="preserve"> الفاظ کے ساتھ 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اسحاق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السلام) کو ان کلمات سے 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عبدالرزاق، المصنف، 4 : 336، رقم : 7987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9 : 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</w:t>
      </w:r>
      <w:r>
        <w:rPr>
          <w:rtl/>
        </w:rPr>
        <w:t>، 5 : 113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>121. عن ابن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ما، قال کان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: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ذکما بکلمات اﷲ</w:t>
      </w:r>
      <w:r>
        <w:rPr>
          <w:rtl/>
        </w:rPr>
        <w:t xml:space="preserve"> التامة من کل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طان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امة و من کل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لامة. ثم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کان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بوکم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عوذ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سماع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 xml:space="preserve">سحاق.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(ان کلمات کے ساتھ) 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کے کلمات تامہ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وسوسہ انداز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بلا سے اور ہر نظر بد سے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</w:t>
      </w:r>
      <w:r>
        <w:rPr>
          <w:rFonts w:hint="eastAsia"/>
          <w:rtl/>
        </w:rPr>
        <w:t>وں،</w:t>
      </w:r>
      <w:r>
        <w:rPr>
          <w:rtl/>
        </w:rPr>
        <w:t xml:space="preserve"> پھر ارشاد فرماتے : تمہارے جد امجد 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>) انہ</w:t>
      </w:r>
      <w:r>
        <w:rPr>
          <w:rFonts w:hint="cs"/>
          <w:rtl/>
        </w:rPr>
        <w:t>ی</w:t>
      </w:r>
      <w:r>
        <w:rPr>
          <w:rtl/>
        </w:rPr>
        <w:t xml:space="preserve"> کلمات کے ساتھ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اسحاق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السلام) کو 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ابوداؤ، السنن، 4 : 235، کتاب السنة، رقم : 4737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نسائ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6 : 250، رقم : 10845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احمد بن حنبل، المسند، 1 : 236، رقم : 2112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ابن حبان، الصح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ح، 3 : 291، رقم : 1012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حاکم، المستدرک، 3 : 183، رقم : 4781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5 : 47، رقم : 23577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ابن را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و</w:t>
      </w:r>
      <w:r w:rsidRPr="004002AC">
        <w:rPr>
          <w:rFonts w:hint="cs"/>
          <w:rtl/>
        </w:rPr>
        <w:t>يه</w:t>
      </w:r>
      <w:r>
        <w:rPr>
          <w:rFonts w:hint="cs"/>
          <w:rtl/>
        </w:rPr>
        <w:t>، المسند، 1 : 36، رقم : 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الاوسط، 5 : 101، رقم : 4793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9.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الصغ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 : 31، رقم : 727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10. بخار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خل</w:t>
      </w:r>
      <w:r>
        <w:rPr>
          <w:rtl/>
        </w:rPr>
        <w:t>ق افعال العباد، 1 : 97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11. ابن جوز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س ابل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س، 1 : 48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122. عن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کنا جلوسا مع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 مر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صب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ان، فقال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اتوا ابن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عوذ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بما عوذ ب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برا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م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بن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سماع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و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سحاق، قال :</w:t>
      </w:r>
      <w:r>
        <w:rPr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ذکما بکلمات اﷲ</w:t>
      </w:r>
      <w:r>
        <w:rPr>
          <w:rtl/>
        </w:rPr>
        <w:t xml:space="preserve"> التامة من کل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لامة و من کل 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طان و </w:t>
      </w:r>
      <w:r w:rsidRPr="002553F0">
        <w:rPr>
          <w:rFonts w:hint="cs"/>
          <w:rtl/>
        </w:rPr>
        <w:t>ه</w:t>
      </w:r>
      <w:r>
        <w:rPr>
          <w:rFonts w:hint="eastAsia"/>
          <w:rtl/>
        </w:rPr>
        <w:t>امة</w:t>
      </w:r>
      <w:r>
        <w:rPr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جو کہ ابھ</w:t>
      </w:r>
      <w:r>
        <w:rPr>
          <w:rFonts w:hint="cs"/>
          <w:rtl/>
        </w:rPr>
        <w:t>ی</w:t>
      </w:r>
      <w:r>
        <w:rPr>
          <w:rtl/>
        </w:rPr>
        <w:t xml:space="preserve"> بچے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سے گزرے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</w:t>
      </w:r>
      <w:r>
        <w:rPr>
          <w:rFonts w:hint="eastAsia"/>
          <w:rtl/>
        </w:rPr>
        <w:t>نوں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لاؤ،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کر دوں جس طرح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اسحاق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کو 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کلمات تامہ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نظر بد سے، ہر وسوسہ انداز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بلا سے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10 : 72، رقم : 9984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بزار، المسند، 4 : 304، رقم : 1483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13 : 224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</w:t>
      </w:r>
      <w:r>
        <w:rPr>
          <w:rtl/>
        </w:rPr>
        <w:t>د، 5 : 113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5.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10 : 187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123. عن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د بن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رقم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سمعت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قول :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ستودعک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و صالح المؤمن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5 : 85، رقم : 5037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2.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194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3. 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ند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کنز العمال، 12 : 119، رقم : 34281</w:t>
      </w:r>
    </w:p>
    <w:p w:rsidR="003110AB" w:rsidRDefault="003110AB" w:rsidP="003110AB">
      <w:pPr>
        <w:pStyle w:val="libNormal"/>
        <w:rPr>
          <w:rtl/>
        </w:rPr>
      </w:pPr>
    </w:p>
    <w:p w:rsidR="004002AC" w:rsidRDefault="004002AC" w:rsidP="00DE20A5">
      <w:pPr>
        <w:pStyle w:val="Heading2Center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6" w:name="_Toc500420424"/>
      <w:r>
        <w:rPr>
          <w:rFonts w:hint="eastAsia"/>
          <w:rtl/>
        </w:rPr>
        <w:t>فصل</w:t>
      </w:r>
      <w:r>
        <w:rPr>
          <w:rtl/>
        </w:rPr>
        <w:t xml:space="preserve"> : 37</w:t>
      </w:r>
      <w:bookmarkEnd w:id="36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ضوء</w:t>
      </w:r>
      <w:r>
        <w:rPr>
          <w:rtl/>
        </w:rPr>
        <w:t xml:space="preserve"> الطر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 للحسن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ببرقة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(آسمان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لئے راستہ روشن کرنا)</w:t>
      </w:r>
    </w:p>
    <w:p w:rsidR="004002AC" w:rsidRDefault="004002AC" w:rsidP="00E723CA">
      <w:pPr>
        <w:pStyle w:val="libArabic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lastRenderedPageBreak/>
        <w:t xml:space="preserve">124.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کنا نصل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مع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العشاء،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سجد وثب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رفع ر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</w:t>
      </w:r>
      <w:r w:rsidRPr="002553F0">
        <w:rPr>
          <w:rFonts w:hint="cs"/>
          <w:rtl/>
        </w:rPr>
        <w:t>ه</w:t>
      </w:r>
      <w:r>
        <w:rPr>
          <w:rtl/>
        </w:rPr>
        <w:t>ما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من خلف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اخذاً رف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قاً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رض،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عاد، عادا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صلا 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قعد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فخذ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، قال : فقمت </w:t>
      </w:r>
      <w:r w:rsidRPr="002553F0">
        <w:rPr>
          <w:rFonts w:hint="cs"/>
          <w:rtl/>
        </w:rPr>
        <w:t>إ</w:t>
      </w:r>
      <w:r>
        <w:rPr>
          <w:rFonts w:hint="eastAsia"/>
          <w:rtl/>
        </w:rPr>
        <w:t>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،</w:t>
      </w:r>
      <w:r>
        <w:rPr>
          <w:rtl/>
        </w:rPr>
        <w:t xml:space="preserve"> فقلت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!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فبرقت برقة، فقال :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: الحقا ب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مکما، قال : فمکث ضوئ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ا حت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دخلا.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رہ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ہمراہ نمازِ عشاء ادا کر رہے تھے، جب آپ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حضرت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گئے،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eastAsia"/>
          <w:rtl/>
        </w:rPr>
        <w:t>ہ</w:t>
      </w:r>
      <w:r>
        <w:rPr>
          <w:rtl/>
        </w:rPr>
        <w:t xml:space="preserve"> وسلم نے سجدے سے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دونوں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نرم</w:t>
      </w:r>
      <w:r>
        <w:rPr>
          <w:rFonts w:hint="cs"/>
          <w:rtl/>
        </w:rPr>
        <w:t>ی</w:t>
      </w:r>
      <w:r>
        <w:rPr>
          <w:rtl/>
        </w:rPr>
        <w:t xml:space="preserve"> سے پکڑ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دوبارہ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نے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نماز مکمل کرنے کے بعد دونوں کو اپن</w:t>
      </w:r>
      <w:r>
        <w:rPr>
          <w:rFonts w:hint="cs"/>
          <w:rtl/>
        </w:rPr>
        <w:t>ی</w:t>
      </w:r>
      <w:r>
        <w:rPr>
          <w:rtl/>
        </w:rPr>
        <w:t xml:space="preserve"> (مبارک) رانوں پر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کھڑے ہو 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آلک وسلم!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چھوڑ آتا ہوں۔ پس اچانک آسمان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چمک</w:t>
      </w:r>
      <w:r>
        <w:rPr>
          <w:rFonts w:hint="cs"/>
          <w:rtl/>
        </w:rPr>
        <w:t>ی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(حسن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والدہ کے پاس چلے جاؤ۔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تک وہ روشن</w:t>
      </w:r>
      <w:r>
        <w:rPr>
          <w:rFonts w:hint="cs"/>
          <w:rtl/>
        </w:rPr>
        <w:t>ی</w:t>
      </w:r>
      <w:r>
        <w:rPr>
          <w:rtl/>
        </w:rPr>
        <w:t xml:space="preserve"> برقرار رہ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513، رقم : 10669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51، رقم : 2659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حاکم، المستدرک، 3 : 183، رقم : 4782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181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الکام</w:t>
      </w:r>
      <w:r>
        <w:rPr>
          <w:rtl/>
        </w:rPr>
        <w:t>ل، 6 : 81، رقم : 1615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ذ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اعلام النبلاء، 3 : 256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ب، 2 : 258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8. شوکان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ل الاوطار، 2 : 124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7" w:name="_Toc500420425"/>
      <w:r>
        <w:rPr>
          <w:rFonts w:hint="eastAsia"/>
          <w:rtl/>
        </w:rPr>
        <w:t>فصل</w:t>
      </w:r>
      <w:r>
        <w:rPr>
          <w:rtl/>
        </w:rPr>
        <w:t xml:space="preserve"> : 38</w:t>
      </w:r>
      <w:bookmarkEnd w:id="37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lastRenderedPageBreak/>
        <w:t>تشج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جبر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السلام للحسن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المصارعة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لں</w:t>
      </w:r>
      <w:r>
        <w:rPr>
          <w:rtl/>
        </w:rPr>
        <w:t xml:space="preserve"> کا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125.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عن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قال : کان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ما السلام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صطرعان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فکان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هي</w:t>
      </w:r>
      <w:r>
        <w:rPr>
          <w:rtl/>
        </w:rPr>
        <w:t xml:space="preserve"> حسن. فقالت فاطمة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ا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 </w:t>
      </w:r>
      <w:r>
        <w:rPr>
          <w:rFonts w:hint="eastAsia"/>
          <w:rtl/>
        </w:rPr>
        <w:t>وسلم</w:t>
      </w:r>
      <w:r>
        <w:rPr>
          <w:rtl/>
        </w:rPr>
        <w:t xml:space="preserve">! لم تقول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 حسن؟ فقال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جبر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سامنے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کشت</w:t>
      </w:r>
      <w:r>
        <w:rPr>
          <w:rFonts w:hint="cs"/>
          <w:rtl/>
        </w:rPr>
        <w:t>ی</w:t>
      </w:r>
      <w:r>
        <w:rPr>
          <w:rtl/>
        </w:rPr>
        <w:t xml:space="preserve"> لڑ رہے تھے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 رہے تھے : حسن جلد</w:t>
      </w:r>
      <w:r>
        <w:rPr>
          <w:rFonts w:hint="cs"/>
          <w:rtl/>
        </w:rPr>
        <w:t>ی</w:t>
      </w:r>
      <w:r>
        <w:rPr>
          <w:rtl/>
        </w:rPr>
        <w:t xml:space="preserve"> کرو.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ک</w:t>
      </w:r>
      <w:r>
        <w:rPr>
          <w:rFonts w:hint="eastAsia"/>
          <w:rtl/>
        </w:rPr>
        <w:t>ہا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آپ صرف حسن کو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جلد</w:t>
      </w:r>
      <w:r>
        <w:rPr>
          <w:rFonts w:hint="cs"/>
          <w:rtl/>
        </w:rPr>
        <w:t>ی</w:t>
      </w:r>
      <w:r>
        <w:rPr>
          <w:rtl/>
        </w:rPr>
        <w:t xml:space="preserve"> کرنے کا کہہ کر داد دے رہے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علیٰ</w:t>
      </w:r>
      <w:r>
        <w:rPr>
          <w:rFonts w:hint="eastAsia"/>
          <w:rtl/>
        </w:rPr>
        <w:t>،</w:t>
      </w:r>
      <w:r>
        <w:rPr>
          <w:rtl/>
        </w:rPr>
        <w:t xml:space="preserve"> المعجم، 1 : 171، رقم : 196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77، رقم : 1726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ابن اث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اسد الغاب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معرفة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134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ابن عد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الکامل، 5 : 18، رقم : 1191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126. عن محمد بن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اصطرع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عند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فجعل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 حسن. قالت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فاطمة :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وسلم! تع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الحس</w:t>
      </w:r>
      <w:r>
        <w:rPr>
          <w:rtl/>
        </w:rPr>
        <w:t>ن کان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ک من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ن؟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جبر</w:t>
      </w:r>
      <w:r w:rsidRPr="002553F0">
        <w:rPr>
          <w:rFonts w:hint="cs"/>
          <w:rtl/>
        </w:rPr>
        <w:t>ي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الحسن.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سامنے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کشت</w:t>
      </w:r>
      <w:r>
        <w:rPr>
          <w:rFonts w:hint="cs"/>
          <w:rtl/>
        </w:rPr>
        <w:t>ی</w:t>
      </w:r>
      <w:r>
        <w:rPr>
          <w:rtl/>
        </w:rPr>
        <w:t xml:space="preserve"> لڑ رہے تھے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 رہے تھے : حسن جلد</w:t>
      </w:r>
      <w:r>
        <w:rPr>
          <w:rFonts w:hint="cs"/>
          <w:rtl/>
        </w:rPr>
        <w:t>ی</w:t>
      </w:r>
      <w:r>
        <w:rPr>
          <w:rtl/>
        </w:rPr>
        <w:t xml:space="preserve"> کرو۔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نے </w:t>
      </w:r>
      <w:r>
        <w:rPr>
          <w:rtl/>
        </w:rPr>
        <w:lastRenderedPageBreak/>
        <w:t>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وسلم! آپ حسن ک</w:t>
      </w:r>
      <w:r>
        <w:rPr>
          <w:rFonts w:hint="cs"/>
          <w:rtl/>
        </w:rPr>
        <w:t>ی</w:t>
      </w:r>
      <w:r>
        <w:rPr>
          <w:rtl/>
        </w:rPr>
        <w:t xml:space="preserve"> مدد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ہے وہ آپ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 رہے تھے اسلئے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چاہا کہ حسن ک</w:t>
      </w:r>
      <w:r>
        <w:rPr>
          <w:rFonts w:hint="cs"/>
          <w:rtl/>
        </w:rPr>
        <w:t>ی</w:t>
      </w:r>
      <w:r>
        <w:rPr>
          <w:rtl/>
        </w:rPr>
        <w:t xml:space="preserve"> مدد کروں۔‘‘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1.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مسند الحارث، 2 : 910، رقم 992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الخصائص الکبر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2 : 465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1 : 134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127. عن بن عباس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قال : اتخذ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عند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</w:t>
      </w:r>
      <w:r w:rsidRPr="002553F0">
        <w:rPr>
          <w:rFonts w:hint="cs"/>
          <w:rtl/>
        </w:rPr>
        <w:t>هي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 حسن! خذ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حسن! فقالت عائشة : تع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الکب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الصغ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ر. فقال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جبر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قول : خذ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پکڑنے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تھے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فرمانے لگے حسن جلد</w:t>
      </w:r>
      <w:r>
        <w:rPr>
          <w:rFonts w:hint="cs"/>
          <w:rtl/>
        </w:rPr>
        <w:t>ی</w:t>
      </w:r>
      <w:r>
        <w:rPr>
          <w:rtl/>
        </w:rPr>
        <w:t xml:space="preserve"> کرو! حسن پکڑ لو تو اُم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آپ چھوٹے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ک</w:t>
      </w:r>
      <w:r>
        <w:rPr>
          <w:rFonts w:hint="cs"/>
          <w:rtl/>
        </w:rPr>
        <w:t>ی</w:t>
      </w:r>
      <w:r>
        <w:rPr>
          <w:rtl/>
        </w:rPr>
        <w:t xml:space="preserve"> مدد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(اس لئے کہ)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(پہلے سے ہ</w:t>
      </w:r>
      <w:r>
        <w:rPr>
          <w:rFonts w:hint="cs"/>
          <w:rtl/>
        </w:rPr>
        <w:t>ی</w:t>
      </w:r>
      <w:r>
        <w:rPr>
          <w:rtl/>
        </w:rPr>
        <w:t>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حوصلہ دلاتے ہوئے پکڑلو، پکڑلو کہہ رہے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عساکر، تار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13 : 223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8" w:name="_Toc500420426"/>
      <w:r>
        <w:rPr>
          <w:rFonts w:hint="eastAsia"/>
          <w:rtl/>
        </w:rPr>
        <w:t>فصل</w:t>
      </w:r>
      <w:r>
        <w:rPr>
          <w:rtl/>
        </w:rPr>
        <w:t xml:space="preserve"> : 39</w:t>
      </w:r>
      <w:bookmarkEnd w:id="38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قبل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128. 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خرج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ن،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عاتق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و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لثم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مرة و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لثم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ذا مرة.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ابوہر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رہ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ہمارے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(شہزادہ)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کندھے پر سوار تھا اور دوسرا دوسرے کندھے پرآپ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دونوں کو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چوم رہے تھے۔‘‘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2 : 400، رقم : 9671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احمد بن حنبل، فضائل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777، رقم : 1376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حاکم، المستدرک، 3 : 182، رقم : 4777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 xml:space="preserve">4.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179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5. مز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ت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 الکمال، 6 : 228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6.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الاصاب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تم</w:t>
      </w:r>
      <w:r w:rsidRPr="004002AC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2 : 71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7. مناو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6 : 32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129.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المعدل عط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ة الطفاو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م سلمة حدثت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قالت :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نما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وما اذ قالت الخادم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 و فاطمة بالسدة، قالت : فقال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: قوم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فتنح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، قالت : فقمت فتنح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ت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ت </w:t>
      </w:r>
      <w:r>
        <w:rPr>
          <w:rtl/>
        </w:rPr>
        <w:t>قر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با، فدخل علیّ</w:t>
      </w:r>
      <w:r>
        <w:rPr>
          <w:rtl/>
        </w:rPr>
        <w:t xml:space="preserve"> و فاطمة و مع</w:t>
      </w:r>
      <w:r w:rsidRPr="002553F0">
        <w:rPr>
          <w:rFonts w:hint="cs"/>
          <w:rtl/>
        </w:rPr>
        <w:t>ه</w:t>
      </w:r>
      <w:r>
        <w:rPr>
          <w:rFonts w:hint="eastAsia"/>
          <w:rtl/>
        </w:rPr>
        <w:t>ما</w:t>
      </w:r>
      <w:r>
        <w:rPr>
          <w:rtl/>
        </w:rPr>
        <w:t xml:space="preserve">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صب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ان صغ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ران، ف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الصب</w:t>
      </w:r>
      <w:r w:rsidRPr="002553F0">
        <w:rPr>
          <w:rFonts w:hint="cs"/>
          <w:rtl/>
        </w:rPr>
        <w:t>يي</w:t>
      </w:r>
      <w:r>
        <w:rPr>
          <w:rFonts w:hint="cs"/>
          <w:rtl/>
        </w:rPr>
        <w:t>ن فوضع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حجر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فقبل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ما.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’’ابو</w:t>
      </w:r>
      <w:r>
        <w:rPr>
          <w:rtl/>
        </w:rPr>
        <w:t xml:space="preserve"> معدل عط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ہ طفاو</w:t>
      </w:r>
      <w:r>
        <w:rPr>
          <w:rFonts w:hint="cs"/>
          <w:rtl/>
        </w:rPr>
        <w:t>ی</w:t>
      </w:r>
      <w:r>
        <w:rPr>
          <w:rtl/>
        </w:rPr>
        <w:t xml:space="preserve">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خادم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دروازے پر عل</w:t>
      </w:r>
      <w:r>
        <w:rPr>
          <w:rFonts w:hint="cs"/>
          <w:rtl/>
        </w:rPr>
        <w:t>ی</w:t>
      </w:r>
      <w:r>
        <w:rPr>
          <w:rtl/>
        </w:rPr>
        <w:t xml:space="preserve"> اور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ہو جاؤ اور مجھے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ملنے دو۔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 ہ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ہٹ کر کھڑ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داخل ہوئے اس وقت وہ کم سن تھے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دونوں بچوں کو پکڑ کر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کو چومنے لگے۔‘‘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احمد بن حنبل، المسند، 6 : 296، رقم : 26582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کث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رالقرآن العظ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م، 3 : 485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 xml:space="preserve">3. </w:t>
      </w:r>
      <w:r w:rsidRPr="004002A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مجمع الزوائد، 9 : 166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22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 xml:space="preserve">130. عن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 مرة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 حسنا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قبلا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ان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وسلم، فلما جاء احد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ما 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ثم جاء الآخر فجعل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عنق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، فقبّل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ذا، ثم قبّل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مرہ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چلتے ہوئے آئے،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بازو سے اسے گلے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</w:t>
      </w:r>
      <w:r>
        <w:rPr>
          <w:rFonts w:hint="eastAsia"/>
          <w:rtl/>
        </w:rPr>
        <w:t>جب</w:t>
      </w:r>
      <w:r>
        <w:rPr>
          <w:rtl/>
        </w:rPr>
        <w:t xml:space="preserve"> دوسرا پہنچا تو دوسرے بازو سے اسے گلے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دونوں کو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چومنے لگے۔‘‘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3 : 32، رقم : 2587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طبران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المعجم الکب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ر، 22 : 274، رقم : 703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قضاع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مسند الش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اب، 1 : 50، رقم : 26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4. محب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ذخائر العقب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مناقب ذو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القربیٰ</w:t>
      </w:r>
      <w:r>
        <w:rPr>
          <w:rFonts w:hint="eastAsia"/>
          <w:rtl/>
        </w:rPr>
        <w:t>،</w:t>
      </w:r>
      <w:r>
        <w:rPr>
          <w:rtl/>
        </w:rPr>
        <w:t xml:space="preserve"> 1 : 122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131. عن عتبة بن غزوان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نما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جالس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 جاء الحسن و 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فرکبا ظ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، فوضع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ما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حجر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فجعل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قبل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مرة و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ذا مرة.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’’عتبہ</w:t>
      </w:r>
      <w:r>
        <w:rPr>
          <w:rtl/>
        </w:rPr>
        <w:t xml:space="preserve"> بن غزوان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آئے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پشت مبارک پر سوار ہو گئے،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دونوں کو اپن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ونوں</w:t>
      </w:r>
      <w:r>
        <w:rPr>
          <w:rtl/>
        </w:rPr>
        <w:t xml:space="preserve"> کو چومنے لگے۔‘‘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قانع، معجم الصحابة، 2 : 265، رقم : 786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DE20A5">
      <w:pPr>
        <w:pStyle w:val="Heading2Center"/>
        <w:rPr>
          <w:rtl/>
        </w:rPr>
      </w:pPr>
      <w:bookmarkStart w:id="39" w:name="_Toc500420427"/>
      <w:r>
        <w:rPr>
          <w:rFonts w:hint="eastAsia"/>
          <w:rtl/>
        </w:rPr>
        <w:t>فصل</w:t>
      </w:r>
      <w:r>
        <w:rPr>
          <w:rtl/>
        </w:rPr>
        <w:t xml:space="preserve"> : 40</w:t>
      </w:r>
      <w:bookmarkEnd w:id="39"/>
    </w:p>
    <w:p w:rsidR="003110AB" w:rsidRDefault="003110AB" w:rsidP="00E723CA">
      <w:pPr>
        <w:pStyle w:val="libArabic"/>
        <w:rPr>
          <w:rtl/>
        </w:rPr>
      </w:pPr>
      <w:r>
        <w:rPr>
          <w:rFonts w:hint="eastAsia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للمبا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لة و مع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</w:t>
      </w:r>
      <w:r>
        <w:rPr>
          <w:rtl/>
        </w:rPr>
        <w:t>لسلام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(حضور صل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مباھلہ کے وقت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اپنے ساتھ لے گئے)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132. عن الشعب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قال : لما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راد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لا عن </w:t>
      </w:r>
      <w:r w:rsidRPr="002553F0">
        <w:rPr>
          <w:rFonts w:hint="cs"/>
          <w:rtl/>
        </w:rPr>
        <w:t>أه</w:t>
      </w:r>
      <w:r>
        <w:rPr>
          <w:rFonts w:hint="cs"/>
          <w:rtl/>
        </w:rPr>
        <w:t xml:space="preserve">ل نجران،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خذ 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و کانت فاطمة تمش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خلف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اہل نجران کے ساتھ مباھلہ کا ارادہ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ہاتھ پکڑ کر اپنے ساتھ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6 : 389، رقم : 36184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ابن اب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4002AC">
        <w:rPr>
          <w:rFonts w:hint="cs"/>
          <w:rtl/>
        </w:rPr>
        <w:t>ه</w:t>
      </w:r>
      <w:r>
        <w:rPr>
          <w:rFonts w:hint="cs"/>
          <w:rtl/>
        </w:rPr>
        <w:t>، المصنف، 7 : 426، رقم : 37014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3. عسقلان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فتح البار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8 : 94، رقم : 4119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133. عن ابن ز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د قال : ق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ل لرسول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: لو لاعنت القوم بمن کنت ت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ت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ح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ن قلت : ابناء نا و ابناء کم قال : حسن و 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’’ابن</w:t>
      </w:r>
      <w:r>
        <w:rPr>
          <w:rtl/>
        </w:rPr>
        <w:t xml:space="preserve"> ز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>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قوم کے ساتھ مباھلہ ہو جاتا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اپنے قول ’ہمارے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ٹے‘</w:t>
      </w:r>
      <w:r>
        <w:rPr>
          <w:rtl/>
        </w:rPr>
        <w:t xml:space="preserve"> کے مصداق کن کو اپنے ساتھ لاتے۔ آپ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Fonts w:hint="eastAsia"/>
          <w:rtl/>
        </w:rPr>
        <w:t>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3 : 301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134. عن علباء بن احمر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شکر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قال : لما نزلت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2553F0">
        <w:rPr>
          <w:rFonts w:hint="cs"/>
          <w:rtl/>
        </w:rPr>
        <w:t>أي</w:t>
      </w:r>
      <w:r>
        <w:rPr>
          <w:rFonts w:hint="cs"/>
          <w:rtl/>
        </w:rPr>
        <w:t>ة (فَقُل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>
        <w:rPr>
          <w:rtl/>
        </w:rPr>
        <w:t>تَعَالَو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ا نَد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عُ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نَاءَ نَا وَ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>نَاءَ 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 وَ نِسَاءَ نَا وَ نِسَاءَ کُم</w:t>
      </w:r>
      <w:r w:rsidRPr="002553F0">
        <w:rPr>
          <w:rFonts w:hint="cs"/>
          <w:rtl/>
        </w:rPr>
        <w:t>ْ</w:t>
      </w:r>
      <w:r>
        <w:rPr>
          <w:rFonts w:hint="cs"/>
          <w:rtl/>
        </w:rPr>
        <w:t xml:space="preserve">. . . )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رسل رسول اﷲ</w:t>
      </w:r>
      <w:r>
        <w:rPr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ال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و فاطمة و ابن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>ما 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’’علباء</w:t>
      </w:r>
      <w:r>
        <w:rPr>
          <w:rtl/>
        </w:rPr>
        <w:t xml:space="preserve"> بن احمر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 . . اے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! آؤ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اور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اور ہم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اور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کو. . . نازل ہوئ</w:t>
      </w:r>
      <w:r>
        <w:rPr>
          <w:rFonts w:hint="cs"/>
          <w:rtl/>
        </w:rPr>
        <w:t>ی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</w:t>
      </w:r>
      <w:r>
        <w:rPr>
          <w:rFonts w:hint="eastAsia"/>
          <w:rtl/>
        </w:rPr>
        <w:t>و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طبر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جامع الب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 تفس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ر القرآن، 13 : 301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lastRenderedPageBreak/>
        <w:t>2.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، الدر المنثور، 2 : 233</w:t>
      </w:r>
    </w:p>
    <w:p w:rsidR="003110AB" w:rsidRDefault="003110AB" w:rsidP="003110AB">
      <w:pPr>
        <w:pStyle w:val="libNormal"/>
        <w:rPr>
          <w:rtl/>
        </w:rPr>
      </w:pPr>
    </w:p>
    <w:p w:rsidR="003110AB" w:rsidRDefault="003110AB" w:rsidP="00E723CA">
      <w:pPr>
        <w:pStyle w:val="libArabic"/>
        <w:rPr>
          <w:rtl/>
        </w:rPr>
      </w:pPr>
      <w:r>
        <w:rPr>
          <w:rtl/>
        </w:rPr>
        <w:t>135. عن جابر رض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>ن وفد نجران اتوا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فقالوا : ما تقول ف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ع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>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بن مر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م؟ فقال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و روح اﷲ</w:t>
      </w:r>
      <w:r>
        <w:rPr>
          <w:rtl/>
        </w:rPr>
        <w:t xml:space="preserve"> و کلمت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 عبد اﷲ</w:t>
      </w:r>
      <w:r>
        <w:rPr>
          <w:rtl/>
        </w:rPr>
        <w:t xml:space="preserve"> و رسول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>. قالوا 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ل لک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ن نلاعنک؟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ن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س کذلک. قال : و ذاک </w:t>
      </w:r>
      <w:r w:rsidRPr="002553F0">
        <w:rPr>
          <w:rFonts w:hint="cs"/>
          <w:rtl/>
        </w:rPr>
        <w:t>أ</w:t>
      </w:r>
      <w:r>
        <w:rPr>
          <w:rFonts w:hint="cs"/>
          <w:rtl/>
        </w:rPr>
        <w:t xml:space="preserve">حب 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ل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کم؟ قالوا : </w:t>
      </w:r>
      <w:r>
        <w:rPr>
          <w:rtl/>
        </w:rPr>
        <w:t>نعم. قال : ف</w:t>
      </w:r>
      <w:r w:rsidRPr="002553F0">
        <w:rPr>
          <w:rFonts w:hint="cs"/>
          <w:rtl/>
        </w:rPr>
        <w:t>إ</w:t>
      </w:r>
      <w:r>
        <w:rPr>
          <w:rFonts w:hint="cs"/>
          <w:rtl/>
        </w:rPr>
        <w:t>ذا شئتم فجاء النب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صل</w:t>
      </w:r>
      <w:r w:rsidRPr="002553F0">
        <w:rPr>
          <w:rFonts w:hint="cs"/>
          <w:rtl/>
        </w:rPr>
        <w:t>ي</w:t>
      </w:r>
      <w:r>
        <w:rPr>
          <w:rtl/>
        </w:rPr>
        <w:t xml:space="preserve"> الل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553F0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وسلم و جمع ولد</w:t>
      </w:r>
      <w:r w:rsidRPr="002553F0">
        <w:rPr>
          <w:rFonts w:hint="cs"/>
          <w:rtl/>
        </w:rPr>
        <w:t>ه</w:t>
      </w:r>
      <w:r>
        <w:rPr>
          <w:rFonts w:hint="cs"/>
          <w:rtl/>
        </w:rPr>
        <w:t xml:space="preserve"> والحسن والحس</w:t>
      </w:r>
      <w:r w:rsidRPr="002553F0">
        <w:rPr>
          <w:rFonts w:hint="cs"/>
          <w:rtl/>
        </w:rPr>
        <w:t>ي</w:t>
      </w:r>
      <w:r>
        <w:rPr>
          <w:rFonts w:hint="cs"/>
          <w:rtl/>
        </w:rPr>
        <w:t xml:space="preserve">ن. </w:t>
      </w:r>
    </w:p>
    <w:p w:rsidR="003110AB" w:rsidRDefault="003110AB" w:rsidP="003110AB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عنھما سے مرو</w:t>
      </w:r>
      <w:r w:rsidR="004002AC" w:rsidRPr="004002AC">
        <w:rPr>
          <w:rFonts w:hint="cs"/>
          <w:rtl/>
        </w:rPr>
        <w:t>ی</w:t>
      </w:r>
      <w:r w:rsidRPr="002553F0">
        <w:rPr>
          <w:rFonts w:hint="cs"/>
          <w:rtl/>
        </w:rPr>
        <w:t xml:space="preserve"> ہے کہ نجران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 کہ آپ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ہے؟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روح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کلم</w:t>
      </w:r>
      <w:r>
        <w:rPr>
          <w:rFonts w:hint="cs"/>
          <w:rtl/>
        </w:rPr>
        <w:t>ۃ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کے بندے اور اس کے ر</w:t>
      </w:r>
      <w:r>
        <w:rPr>
          <w:rFonts w:hint="eastAsia"/>
          <w:rtl/>
        </w:rPr>
        <w:t>سول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وفد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ہمارے ساتھ مباھلہ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تھے؟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چاہتے ہو؟ انہوں نے کہا : ہاں۔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>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ساتھ لے جانے کے لئے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1. حاکم، المستدرک، 2 : 649، رقم : 4157</w:t>
      </w:r>
    </w:p>
    <w:p w:rsidR="003110AB" w:rsidRDefault="003110AB" w:rsidP="004002AC">
      <w:pPr>
        <w:pStyle w:val="libFootNoteArabic"/>
        <w:rPr>
          <w:rtl/>
        </w:rPr>
      </w:pPr>
      <w:r>
        <w:rPr>
          <w:rtl/>
        </w:rPr>
        <w:t>2. س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>وط</w:t>
      </w:r>
      <w:r w:rsidRPr="004002AC">
        <w:rPr>
          <w:rFonts w:hint="cs"/>
          <w:rtl/>
        </w:rPr>
        <w:t>ي</w:t>
      </w:r>
      <w:r>
        <w:rPr>
          <w:rFonts w:hint="cs"/>
          <w:rtl/>
        </w:rPr>
        <w:t xml:space="preserve">، الدر المنثور، 2 : 231 </w:t>
      </w:r>
    </w:p>
    <w:p w:rsidR="008C2340" w:rsidRPr="002553F0" w:rsidRDefault="008C2340" w:rsidP="002553F0">
      <w:pPr>
        <w:pStyle w:val="libNormal"/>
        <w:rPr>
          <w:rtl/>
        </w:rPr>
      </w:pPr>
      <w:r w:rsidRPr="002553F0">
        <w:rPr>
          <w:rtl/>
        </w:rPr>
        <w:br w:type="page"/>
      </w:r>
    </w:p>
    <w:p w:rsidR="003110AB" w:rsidRDefault="003110AB" w:rsidP="00DE20A5">
      <w:pPr>
        <w:pStyle w:val="Heading2Center"/>
        <w:rPr>
          <w:rtl/>
        </w:rPr>
      </w:pPr>
      <w:bookmarkStart w:id="40" w:name="_Toc500420428"/>
      <w:r>
        <w:rPr>
          <w:rFonts w:hint="eastAsia"/>
          <w:rtl/>
        </w:rPr>
        <w:lastRenderedPageBreak/>
        <w:t>مآخذ</w:t>
      </w:r>
      <w:r>
        <w:rPr>
          <w:rtl/>
        </w:rPr>
        <w:t xml:space="preserve"> و مراجع</w:t>
      </w:r>
      <w:bookmarkEnd w:id="40"/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1۔ القرآن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ابو بکر عبدا</w:t>
      </w:r>
      <w:r>
        <w:rPr>
          <w:rFonts w:hint="cs"/>
          <w:rtl/>
        </w:rPr>
        <w:t>ﷲ</w:t>
      </w:r>
      <w:r>
        <w:rPr>
          <w:rtl/>
        </w:rPr>
        <w:t xml:space="preserve">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عثمان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(159۔ 235ھ / 776۔ 849ء)۔ المصنف۔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الرشد، 1409ھ۔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عبدالواحد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(555۔ 630ھ / 1160۔ 1233ھ)۔ 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4۔ ابن احمد 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ابوالعباس احمد بن احمد (م۔ 810ھ)۔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الاسلام بالنب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دارالغرب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1984ء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5۔ ابن جارود، ابو محمد عبدا</w:t>
      </w:r>
      <w:r>
        <w:rPr>
          <w:rFonts w:hint="cs"/>
          <w:rtl/>
        </w:rPr>
        <w:t>ﷲ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(م : 307ھ)۔ المنتق</w:t>
      </w:r>
      <w:r>
        <w:rPr>
          <w:rFonts w:hint="cs"/>
          <w:rtl/>
        </w:rPr>
        <w:t>یٰ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موسس</w:t>
      </w:r>
      <w:r>
        <w:rPr>
          <w:rFonts w:hint="cs"/>
          <w:rtl/>
        </w:rPr>
        <w:t>ۃ</w:t>
      </w:r>
      <w:r>
        <w:rPr>
          <w:rtl/>
        </w:rPr>
        <w:t xml:space="preserve"> الکتاب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1408ھ / 1988ء۔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6۔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الفرج عبدالرحمٰن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(510۔ 579ھ / 1116۔ 1201ء)۔ صفو</w:t>
      </w:r>
      <w:r>
        <w:rPr>
          <w:rFonts w:hint="cs"/>
          <w:rtl/>
        </w:rPr>
        <w:t>ۃ</w:t>
      </w:r>
      <w:r>
        <w:rPr>
          <w:rtl/>
        </w:rPr>
        <w:t xml:space="preserve"> الصفوہ۔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1409ھ / 1989ء۔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7۔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الفرج عبدالرحمٰن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(510۔ 579ھ / 1116۔ 1201ء)۔ العلل المتناھ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1403ھ۔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8۔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الفرج عبدالرحمٰن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(510۔ 579ھ / 1116۔ 1201ء)۔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الخلاف۔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1415ھ۔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9۔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الفرج عبدالرحمٰن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(510۔ 579ھ / 1116۔ 1201ء)۔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1405ھ / 1985ء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10۔ ابن حبان، ابو حاتم محمد بن حبان بن احمد بن حبان (270۔ 354ھ / 884۔ 965ء)۔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1414ھ / 1993ء۔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11۔ ابن حبان، ابو حاتم محمد بن حبان بن احمد بن حبان (270۔ 354ھ / 884۔ 965ء)۔ الثقات۔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الفکر، 1395ھ / 1975ء۔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12۔ ابن حجر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العباس احمد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(م 973ھ)۔ الصواعق المحرق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اھل الرفض والضلال والنزندق</w:t>
      </w:r>
      <w:r>
        <w:rPr>
          <w:rFonts w:hint="cs"/>
          <w:rtl/>
        </w:rPr>
        <w:t>ۃ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1997ء۔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13۔ ابن حزم، عل</w:t>
      </w:r>
      <w:r>
        <w:rPr>
          <w:rFonts w:hint="cs"/>
          <w:rtl/>
        </w:rPr>
        <w:t>ی</w:t>
      </w:r>
      <w:r>
        <w:rPr>
          <w:rtl/>
        </w:rPr>
        <w:t xml:space="preserve"> بن 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حزم اندلس</w:t>
      </w:r>
      <w:r>
        <w:rPr>
          <w:rFonts w:hint="cs"/>
          <w:rtl/>
        </w:rPr>
        <w:t>ی</w:t>
      </w:r>
      <w:r>
        <w:rPr>
          <w:rtl/>
        </w:rPr>
        <w:t xml:space="preserve"> (384۔ 456ھ / 994۔ 1064ء)۔ المحل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الآفاق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14۔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ابو محمد عبدا</w:t>
      </w:r>
      <w:r>
        <w:rPr>
          <w:rFonts w:hint="cs"/>
          <w:rtl/>
        </w:rPr>
        <w:t>ﷲ</w:t>
      </w:r>
      <w:r>
        <w:rPr>
          <w:rtl/>
        </w:rPr>
        <w:t xml:space="preserve"> بن محمد بن جعفر الانصار</w:t>
      </w:r>
      <w:r>
        <w:rPr>
          <w:rFonts w:hint="cs"/>
          <w:rtl/>
        </w:rPr>
        <w:t>ی</w:t>
      </w:r>
      <w:r>
        <w:rPr>
          <w:rtl/>
        </w:rPr>
        <w:t xml:space="preserve"> (274۔ 369ھ)۔ طبقات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باصبھان۔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1412ھ / 1992ء۔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15۔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مہ،</w:t>
      </w:r>
      <w:r>
        <w:rPr>
          <w:rtl/>
        </w:rPr>
        <w:t xml:space="preserve"> ابو بکر محمد بن اسحاق (223۔ 311ھ / 838۔ 924ء)۔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1390ھ / 1970ء۔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16۔ ابن راہو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اسحاق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مخلد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(161۔ 237ھ / 778۔ 851ء)۔ المسند۔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1412ھ / 1991ء۔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17۔ ابن راشد، معمر ازد</w:t>
      </w:r>
      <w:r>
        <w:rPr>
          <w:rFonts w:hint="cs"/>
          <w:rtl/>
        </w:rPr>
        <w:t>ی</w:t>
      </w:r>
      <w:r>
        <w:rPr>
          <w:rtl/>
        </w:rPr>
        <w:t xml:space="preserve"> (م۔ 151ھ)۔ الجامع۔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مکتب</w:t>
      </w:r>
      <w:r>
        <w:rPr>
          <w:rFonts w:hint="cs"/>
          <w:rtl/>
        </w:rPr>
        <w:t>ۃ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1995ء۔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18۔ ابن رشد، ابو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احمد بن محمد (م۔ 559ھ)۔ بدا</w:t>
      </w:r>
      <w:r>
        <w:rPr>
          <w:rFonts w:hint="cs"/>
          <w:rtl/>
        </w:rPr>
        <w:t>یۃ</w:t>
      </w:r>
      <w:r>
        <w:rPr>
          <w:rtl/>
        </w:rPr>
        <w:t xml:space="preserve"> المجتھد۔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دارالفکر۔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19۔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 حفص عمر بن احمد الواعظ (297۔ 385ھ)۔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اسماء الثقات۔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الدارالسلف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1404ھ۔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 xml:space="preserve">20۔ ابن عبدالبر، ابو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محمد (368۔ 473ھ / 979۔ 1071ء)۔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الاصحاب۔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1412ھ۔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 xml:space="preserve">21۔ ابن عبد البر، ابو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اللہ بن محمد (368۔ 463ھ / 979۔ 1071ء)۔ التمہ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مغرب (مراکش) : وزات عموم الاوقاف و الشؤون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1387ھ۔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22۔ 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احمد عبدا</w:t>
      </w:r>
      <w:r>
        <w:rPr>
          <w:rFonts w:hint="cs"/>
          <w:rtl/>
        </w:rPr>
        <w:t>ﷲ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(277۔ 365ھ)۔ الکامل ف</w:t>
      </w:r>
      <w:r>
        <w:rPr>
          <w:rFonts w:hint="cs"/>
          <w:rtl/>
        </w:rPr>
        <w:t>ی</w:t>
      </w:r>
      <w:r>
        <w:rPr>
          <w:rtl/>
        </w:rPr>
        <w:t xml:space="preserve"> ضعفاء الرجال۔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دارالفکر، 1409ھ / 1988ء۔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23۔ ابن عساکر، ابو قاسم عل</w:t>
      </w:r>
      <w:r>
        <w:rPr>
          <w:rFonts w:hint="cs"/>
          <w:rtl/>
        </w:rPr>
        <w:t>ی</w:t>
      </w:r>
      <w:r>
        <w:rPr>
          <w:rtl/>
        </w:rPr>
        <w:t xml:space="preserve"> بن حسن بن ہب</w:t>
      </w:r>
      <w:r>
        <w:rPr>
          <w:rFonts w:hint="cs"/>
          <w:rtl/>
        </w:rPr>
        <w:t>ۃ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(499۔ 571ھ / 1105۔ 1176ء)۔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عساکر)۔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1421ھ / 2001ء۔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24۔ ابن قانع،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عبدالباق</w:t>
      </w:r>
      <w:r>
        <w:rPr>
          <w:rFonts w:hint="cs"/>
          <w:rtl/>
        </w:rPr>
        <w:t>ی</w:t>
      </w:r>
      <w:r>
        <w:rPr>
          <w:rtl/>
        </w:rPr>
        <w:t xml:space="preserve"> بن قانع (265۔ 351ھ)۔ معجم الصحاب</w:t>
      </w:r>
      <w:r>
        <w:rPr>
          <w:rFonts w:hint="cs"/>
          <w:rtl/>
        </w:rPr>
        <w:t>ۃ</w:t>
      </w:r>
      <w:r>
        <w:rPr>
          <w:rtl/>
        </w:rPr>
        <w:t>۔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الغرباء الاثر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1418ھ۔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25۔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(701۔ 774ھ / 1301۔ 1373ء)۔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دارالفکر، 1419ھ / 1998ء۔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26۔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(701۔ 774ھ / 1301۔ 1373ء)۔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دارالمعرفہ، 1400ھ / 1980ء۔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27۔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(701۔ 774ھ / 1301۔ 1373ء)۔ فصول من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علوم القرآن، دار القلم، 1399ھ۔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28۔ ابن ماجہ،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(209۔ 273ھ / 824۔ 887ء)۔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1419ھ / 1998ء۔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29۔ ابن ملقن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بن عل</w:t>
      </w:r>
      <w:r>
        <w:rPr>
          <w:rFonts w:hint="cs"/>
          <w:rtl/>
        </w:rPr>
        <w:t>ی</w:t>
      </w:r>
      <w:r>
        <w:rPr>
          <w:rtl/>
        </w:rPr>
        <w:t xml:space="preserve"> (773۔ 804ھ)۔ خلاص</w:t>
      </w:r>
      <w:r>
        <w:rPr>
          <w:rFonts w:hint="cs"/>
          <w:rtl/>
        </w:rPr>
        <w:t>ۃ</w:t>
      </w:r>
      <w:r>
        <w:rPr>
          <w:rtl/>
        </w:rPr>
        <w:t xml:space="preserve"> البدر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مکتبہ الرشد، 1410ھ۔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30۔ ابن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ابو المحاسن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>۔ المعتصرمن المختصر من مشکل الآثار۔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عالم الکتب۔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31۔ ابو داؤد،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اشعث سجستان</w:t>
      </w:r>
      <w:r>
        <w:rPr>
          <w:rFonts w:hint="cs"/>
          <w:rtl/>
        </w:rPr>
        <w:t>ی</w:t>
      </w:r>
      <w:r>
        <w:rPr>
          <w:rtl/>
        </w:rPr>
        <w:t xml:space="preserve"> (202۔ 275ھ / 817۔ 889ء)۔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دارالفکر، 1414۔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32۔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احمد بن عبدا</w:t>
      </w:r>
      <w:r>
        <w:rPr>
          <w:rFonts w:hint="cs"/>
          <w:rtl/>
        </w:rPr>
        <w:t>ﷲ</w:t>
      </w:r>
      <w:r>
        <w:rPr>
          <w:rtl/>
        </w:rPr>
        <w:t xml:space="preserve"> بن احمد بن اسحاق بن موس</w:t>
      </w:r>
      <w:r>
        <w:rPr>
          <w:rFonts w:hint="cs"/>
          <w:rtl/>
        </w:rPr>
        <w:t>یٰ</w:t>
      </w:r>
      <w:r>
        <w:rPr>
          <w:rtl/>
        </w:rPr>
        <w:t xml:space="preserve"> بن مہران اصبہان</w:t>
      </w:r>
      <w:r>
        <w:rPr>
          <w:rFonts w:hint="cs"/>
          <w:rtl/>
        </w:rPr>
        <w:t>ی</w:t>
      </w:r>
      <w:r>
        <w:rPr>
          <w:rtl/>
        </w:rPr>
        <w:t xml:space="preserve"> (336۔ 430ھ / 948۔ 1038ء)۔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1400ھ / 1980ء۔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 xml:space="preserve">33۔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ہلال موصل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(210۔ 307ھ / 825۔ 919ء)۔ المسند۔ دمشق، شام : دارالمامون للتراث، 1404ھ / 1984ء۔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34۔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ہلال موصل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(210۔ 307ھ / 825۔ 919ء)۔ المعجم۔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آباد، پاکستان : ادار</w:t>
      </w:r>
      <w:r>
        <w:rPr>
          <w:rFonts w:hint="cs"/>
          <w:rtl/>
        </w:rPr>
        <w:t>ۃ</w:t>
      </w:r>
      <w:r>
        <w:rPr>
          <w:rtl/>
        </w:rPr>
        <w:t xml:space="preserve"> العلوم و الاثر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1407ھ۔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35۔ احمد بن حنبل، ابو عبدا</w:t>
      </w:r>
      <w:r>
        <w:rPr>
          <w:rFonts w:hint="cs"/>
          <w:rtl/>
        </w:rPr>
        <w:t>ﷲ</w:t>
      </w:r>
      <w:r>
        <w:rPr>
          <w:rtl/>
        </w:rPr>
        <w:t xml:space="preserve"> بن محمد (164۔ 241ھ / 780۔ 855ء)۔ فضائل الصحابہ۔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36۔ احمد بن حنبل، ابو عبدا</w:t>
      </w:r>
      <w:r>
        <w:rPr>
          <w:rFonts w:hint="cs"/>
          <w:rtl/>
        </w:rPr>
        <w:t>ﷲ</w:t>
      </w:r>
      <w:r>
        <w:rPr>
          <w:rtl/>
        </w:rPr>
        <w:t xml:space="preserve"> بن محمد (164۔ 241ھ / 780۔ 855ء)۔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1398ھ / 1978ء۔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37۔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الادب المفرد۔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دارالبشائر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1409ھ / 1989ء۔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38۔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+ دمشق، شام : دارالقلم، 1401ھ / 1981ء۔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39۔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خلق افعال العباد۔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دارالمعارف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1398ھ / 1978ء۔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40۔ بزار، ابو بکر احمد بن عمرو بن عبدالخالق بصر</w:t>
      </w:r>
      <w:r>
        <w:rPr>
          <w:rFonts w:hint="cs"/>
          <w:rtl/>
        </w:rPr>
        <w:t>ی</w:t>
      </w:r>
      <w:r>
        <w:rPr>
          <w:rtl/>
        </w:rPr>
        <w:t xml:space="preserve"> (210۔ 292ھ / 825۔ 905ء)۔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1409ھ۔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41۔ 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مسعود بن محمد (436۔ 516ھ / 1044۔ 1122ء)۔ معالم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دارالمعرفہ، 1407ھ / 1987ء۔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42۔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(384۔ 458ھ / 994۔ 1066ء)۔ السنن الکبر</w:t>
      </w:r>
      <w:r>
        <w:rPr>
          <w:rFonts w:hint="cs"/>
          <w:rtl/>
        </w:rPr>
        <w:t>یٰ</w:t>
      </w:r>
      <w:r>
        <w:rPr>
          <w:rtl/>
        </w:rPr>
        <w:t>۔ مکہ مکرمہ،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مکتبہ دارالباز، 1414ھ / 1994ء۔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43۔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(384۔ 458ھ / 994۔ 1066ء)۔ المدخل ال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یٰ</w:t>
      </w:r>
      <w:r>
        <w:rPr>
          <w:rtl/>
        </w:rPr>
        <w:t>۔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دار الخلفاء للکتاب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1404ھ / 1984ء۔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44۔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سورہ بن موس</w:t>
      </w:r>
      <w:r>
        <w:rPr>
          <w:rFonts w:hint="cs"/>
          <w:rtl/>
        </w:rPr>
        <w:t>ی</w:t>
      </w:r>
      <w:r>
        <w:rPr>
          <w:rtl/>
        </w:rPr>
        <w:t xml:space="preserve"> بن ضحاک سلم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(210۔ 279ھ / 825۔ 892ء)۔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45۔ حاکم،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محمد (321۔ 405ھ / 933۔ 1014ء)۔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۔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46۔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(1054۔ 1120ھ)۔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1401ھ۔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47۔ حکم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بن احمد (1342۔ 1377ھ)۔ معارج القبول بشرح سلم الوصول ال</w:t>
      </w:r>
      <w:r>
        <w:rPr>
          <w:rFonts w:hint="cs"/>
          <w:rtl/>
        </w:rPr>
        <w:t>ی</w:t>
      </w:r>
      <w:r>
        <w:rPr>
          <w:rtl/>
        </w:rPr>
        <w:t xml:space="preserve"> علم الاصول۔ دمام : دار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1410ھ / 1990ء۔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48۔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برہان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(1404ھ)۔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الحلب</w:t>
      </w:r>
      <w:r>
        <w:rPr>
          <w:rFonts w:hint="cs"/>
          <w:rtl/>
        </w:rPr>
        <w:t>یۃ</w:t>
      </w:r>
      <w:r>
        <w:rPr>
          <w:rtl/>
        </w:rPr>
        <w:t xml:space="preserve"> / انسان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دارالمعرفہ، 1400ھ۔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49۔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بن احمد بن مہد</w:t>
      </w:r>
      <w:r>
        <w:rPr>
          <w:rFonts w:hint="cs"/>
          <w:rtl/>
        </w:rPr>
        <w:t>ی</w:t>
      </w:r>
      <w:r>
        <w:rPr>
          <w:rtl/>
        </w:rPr>
        <w:t xml:space="preserve"> بن ثابت (392۔ 463ھ / 1002۔ 1071ء)۔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50۔ دارقطن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عمر بن احمد بن مہد</w:t>
      </w:r>
      <w:r>
        <w:rPr>
          <w:rFonts w:hint="cs"/>
          <w:rtl/>
        </w:rPr>
        <w:t>ی</w:t>
      </w:r>
      <w:r>
        <w:rPr>
          <w:rtl/>
        </w:rPr>
        <w:t xml:space="preserve"> بن مسعود بن نعمان (306۔ 385 / 918۔ 995ء)۔ علل۔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دار ط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1405ھ / 1985ء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51۔ دورق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ابوعبدا</w:t>
      </w:r>
      <w:r>
        <w:rPr>
          <w:rFonts w:hint="cs"/>
          <w:rtl/>
        </w:rPr>
        <w:t>ﷲ</w:t>
      </w:r>
      <w:r>
        <w:rPr>
          <w:rtl/>
        </w:rPr>
        <w:t xml:space="preserve"> احمد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(168۔ 246ھ)۔ مسند سعد بن اب</w:t>
      </w:r>
      <w:r>
        <w:rPr>
          <w:rFonts w:hint="cs"/>
          <w:rtl/>
        </w:rPr>
        <w:t>ی</w:t>
      </w:r>
      <w:r>
        <w:rPr>
          <w:rtl/>
        </w:rPr>
        <w:t xml:space="preserve"> وقاص۔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دارالبشائر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1407ھ۔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52۔ دولاب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الامام الحافظ ابو بشر محمد بن احمد بن محمد بن حماد (224۔ 310ھ)۔ الذر</w:t>
      </w:r>
      <w:r>
        <w:rPr>
          <w:rFonts w:hint="cs"/>
          <w:rtl/>
        </w:rPr>
        <w:t>یۃ</w:t>
      </w:r>
      <w:r>
        <w:rPr>
          <w:rtl/>
        </w:rPr>
        <w:t xml:space="preserve"> الطاہرہ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الدارالسلف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1407ھ۔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53۔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شجاع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شہردار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فناخسرو ہمذان</w:t>
      </w:r>
      <w:r>
        <w:rPr>
          <w:rFonts w:hint="cs"/>
          <w:rtl/>
        </w:rPr>
        <w:t>ی</w:t>
      </w:r>
      <w:r>
        <w:rPr>
          <w:rtl/>
        </w:rPr>
        <w:t xml:space="preserve"> (445۔ 509ھ / 1053۔ 1115ء)۔ الفردوس بماثور الخطاب۔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1986ء۔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54۔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(673۔ 748ھ)۔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1413ھ۔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55۔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(673۔ 748ھ)۔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۔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1995ء۔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56۔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(673۔ 748ھ)۔ المغن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الضعفاء۔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57۔ رامہرمز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ابوالحسن بن عبدالرحمٰن بن خلاد (م۔ 576ھ)۔ امثال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الکتب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1409ھ۔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58۔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محمد بن ہارون (م 307ھ)۔ المسند۔ قاہرہ، مصر : مؤسس</w:t>
      </w:r>
      <w:r>
        <w:rPr>
          <w:rFonts w:hint="cs"/>
          <w:rtl/>
        </w:rPr>
        <w:t>ۃ</w:t>
      </w:r>
      <w:r>
        <w:rPr>
          <w:rtl/>
        </w:rPr>
        <w:t xml:space="preserve"> قرطبہ، 1416ھ۔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59۔ زرقان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عبدالباق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احمد بن علوان مصر</w:t>
      </w:r>
      <w:r>
        <w:rPr>
          <w:rFonts w:hint="cs"/>
          <w:rtl/>
        </w:rPr>
        <w:t>ی</w:t>
      </w:r>
      <w:r>
        <w:rPr>
          <w:rtl/>
        </w:rPr>
        <w:t xml:space="preserve"> ازہر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(1055۔ 1122ھ / 1645۔ 1710ء)۔ شرح الموطا۔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60۔ سخاو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عبدالرحمٰن (831ھ / 902ء)۔ اِستجلاب اِرتقاء الغرف بحب اَقرباء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وذَوِ</w:t>
      </w:r>
      <w:r>
        <w:rPr>
          <w:rFonts w:hint="cs"/>
          <w:rtl/>
        </w:rPr>
        <w:t>ی</w:t>
      </w:r>
      <w:r>
        <w:rPr>
          <w:rtl/>
        </w:rPr>
        <w:t xml:space="preserve"> الشرف۔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1421ھ / 2001ء۔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61۔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عبدالرحمٰن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(849۔ 911ھ / 1445۔ 1505ء)۔ الخصائص الکبر</w:t>
      </w:r>
      <w:r>
        <w:rPr>
          <w:rFonts w:hint="cs"/>
          <w:rtl/>
        </w:rPr>
        <w:t>یٰ</w:t>
      </w:r>
      <w:r>
        <w:rPr>
          <w:rtl/>
        </w:rPr>
        <w:t>۔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آباد، پاکستان : مکتبہ نور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62۔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ابوالفضل عبدالرحمٰن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(849۔ 911ھ / 1445۔ 1505ء)۔ الدرالمنثور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المعرفہ۔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63۔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عبدالرحمٰن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(849۔ 911ھ / 1445۔ 1505ء)۔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الحوالک شرح موطا مالک۔ مصر : مکتبہ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1389ھ / 1969ء۔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64۔ شاش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(م 335ھ / 946ء)۔ المسند۔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العلوم و الحکم، 1410ھ۔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65۔ 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(1173۔ 1250ھ / 1760۔ 1834ء)۔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شرح منتق</w:t>
      </w:r>
      <w:r>
        <w:rPr>
          <w:rFonts w:hint="cs"/>
          <w:rtl/>
        </w:rPr>
        <w:t>ی</w:t>
      </w:r>
      <w:r>
        <w:rPr>
          <w:rtl/>
        </w:rPr>
        <w:t xml:space="preserve"> الاخبار۔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دارالفکر، 1402ھ / 1982ء۔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66۔ 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(1173۔ 1250ھ / 1760۔ 1834ء)۔ درالسحابہ ف</w:t>
      </w:r>
      <w:r>
        <w:rPr>
          <w:rFonts w:hint="cs"/>
          <w:rtl/>
        </w:rPr>
        <w:t>ی</w:t>
      </w:r>
      <w:r>
        <w:rPr>
          <w:rtl/>
        </w:rPr>
        <w:t xml:space="preserve"> مناقب القرابہ والصحابہ۔ دمشق، شام : دارالفکر، 1494ھ / 1984ء۔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67۔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احمد بن عمرو بن ضحاک بن مخلد (206۔ 287ھ / 822۔ 900ء)۔ الآحاد و المثان</w:t>
      </w:r>
      <w:r>
        <w:rPr>
          <w:rFonts w:hint="cs"/>
          <w:rtl/>
        </w:rPr>
        <w:t>ی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دار 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68۔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بن عمرو بن ضحاک بن مخلد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(206۔ 287ھ / 822۔ 900ء)۔ السنہ۔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1400ھ۔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69۔ 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(773۔ 852ھ)۔ سبل السلام شرح بلوغ المرام۔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1379ھ۔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70۔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احمد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(305۔ 402ھ)۔ معجم الش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1405ھ۔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71۔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(260۔ 360ھ / 873۔ 971ء)۔ المعجم الاوسط۔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المعارف، 1405ھ / 1985ء۔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72۔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(260۔ 360ھ / 873۔ 971ء)۔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1403ھ / 1983ء۔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73۔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(260۔ 360ھ / 873۔ 971ء)۔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موصل، عراق : مطبع</w:t>
      </w:r>
      <w:r>
        <w:rPr>
          <w:rFonts w:hint="cs"/>
          <w:rtl/>
        </w:rPr>
        <w:t>ۃ</w:t>
      </w:r>
      <w:r>
        <w:rPr>
          <w:rtl/>
        </w:rPr>
        <w:t xml:space="preserve"> الزہراء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74۔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(260۔ 360ھ / 873۔ 971ء)۔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قاہرہ، مصر : مکتبہ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75۔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(224۔ 310ھ / 839۔ 923ء)۔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دارالمعرفہ، 1400ھ / 1980ء۔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76۔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داؤد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داؤد جارود (133۔ 204ھ / 751۔ 819ء)۔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دارالمعرفہ۔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77۔ عبدالرزاق، ابو بکر بن ہمام بن نافع صنعان</w:t>
      </w:r>
      <w:r>
        <w:rPr>
          <w:rFonts w:hint="cs"/>
          <w:rtl/>
        </w:rPr>
        <w:t>ی</w:t>
      </w:r>
      <w:r>
        <w:rPr>
          <w:rtl/>
        </w:rPr>
        <w:t xml:space="preserve"> (126۔ 211ھ / 744۔ 826ء)۔ المصنف۔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78۔ عجلون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محمد بن عبدالہاد</w:t>
      </w:r>
      <w:r>
        <w:rPr>
          <w:rFonts w:hint="cs"/>
          <w:rtl/>
        </w:rPr>
        <w:t>ی</w:t>
      </w:r>
      <w:r>
        <w:rPr>
          <w:rtl/>
        </w:rPr>
        <w:t xml:space="preserve"> بن عبدالغن</w:t>
      </w:r>
      <w:r>
        <w:rPr>
          <w:rFonts w:hint="cs"/>
          <w:rtl/>
        </w:rPr>
        <w:t>ی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tl/>
        </w:rPr>
        <w:t xml:space="preserve"> (1087۔ 1162ھ / 1676۔ 1749ء)۔ کشف الخفاء و 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1405ھ۔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79۔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الاصابہ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1412ھ / 1992ء۔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80۔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1484ھ / 1964ء۔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81۔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دارالفکر، 1404ھ / 1984ء۔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82۔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مؤسس</w:t>
      </w:r>
      <w:r>
        <w:rPr>
          <w:rFonts w:hint="cs"/>
          <w:rtl/>
        </w:rPr>
        <w:t>ۃ</w:t>
      </w:r>
      <w:r>
        <w:rPr>
          <w:rtl/>
        </w:rPr>
        <w:t xml:space="preserve">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 1406ھ / 1986ء۔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83۔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فتح البار</w:t>
      </w:r>
      <w:r>
        <w:rPr>
          <w:rFonts w:hint="cs"/>
          <w:rtl/>
        </w:rPr>
        <w:t>ی</w:t>
      </w:r>
      <w:r>
        <w:rPr>
          <w:rtl/>
        </w:rPr>
        <w:t>۔ لاہور، پاکستان : دارنشر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1401ھ / 1981ء۔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84۔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محمد بن احمد بن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اُمو</w:t>
      </w:r>
      <w:r>
        <w:rPr>
          <w:rFonts w:hint="cs"/>
          <w:rtl/>
        </w:rPr>
        <w:t>ی</w:t>
      </w:r>
      <w:r>
        <w:rPr>
          <w:rtl/>
        </w:rPr>
        <w:t xml:space="preserve"> (284۔ 380ھ / 897۔ 990ء)۔ الجامع لاحکام القرآن۔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85۔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الرافع</w:t>
      </w:r>
      <w:r>
        <w:rPr>
          <w:rFonts w:hint="cs"/>
          <w:rtl/>
        </w:rPr>
        <w:t>ی</w:t>
      </w:r>
      <w:r>
        <w:rPr>
          <w:rtl/>
        </w:rPr>
        <w:t>۔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اَخبار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1987ء۔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86۔ قضاع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سلامہ بن جعفر بن عل</w:t>
      </w:r>
      <w:r>
        <w:rPr>
          <w:rFonts w:hint="cs"/>
          <w:rtl/>
        </w:rPr>
        <w:t>ی</w:t>
      </w:r>
      <w:r>
        <w:rPr>
          <w:rtl/>
        </w:rPr>
        <w:t xml:space="preserve"> بن حکمون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بن مسلم قضاع</w:t>
      </w:r>
      <w:r>
        <w:rPr>
          <w:rFonts w:hint="cs"/>
          <w:rtl/>
        </w:rPr>
        <w:t>ی</w:t>
      </w:r>
      <w:r>
        <w:rPr>
          <w:rtl/>
        </w:rPr>
        <w:t xml:space="preserve"> (م 454ھ / 1062ء)۔ مسند الشہاب۔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1407ھ / 1986ء۔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87۔ کنان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(762۔ 840ھ)۔ مصباح الزجاج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زوائد ابن ماجہ۔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دارالعرب</w:t>
      </w:r>
      <w:r>
        <w:rPr>
          <w:rFonts w:hint="cs"/>
          <w:rtl/>
        </w:rPr>
        <w:t>یۃ</w:t>
      </w:r>
      <w:r>
        <w:rPr>
          <w:rFonts w:hint="eastAsia"/>
          <w:rtl/>
        </w:rPr>
        <w:t>،</w:t>
      </w:r>
      <w:r>
        <w:rPr>
          <w:rtl/>
        </w:rPr>
        <w:t xml:space="preserve"> 1403ھ۔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88۔ مبارک 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علا محمد عبدالرحمٰن بن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(1283۔ 1353ھ)۔ تحف</w:t>
      </w:r>
      <w:r>
        <w:rPr>
          <w:rFonts w:hint="cs"/>
          <w:rtl/>
        </w:rPr>
        <w:t>ۃ</w:t>
      </w:r>
      <w:r>
        <w:rPr>
          <w:rtl/>
        </w:rPr>
        <w:t xml:space="preserve"> الاحوذ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89۔ محامل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ابان ضب</w:t>
      </w:r>
      <w:r>
        <w:rPr>
          <w:rFonts w:hint="cs"/>
          <w:rtl/>
        </w:rPr>
        <w:t>ی</w:t>
      </w:r>
      <w:r>
        <w:rPr>
          <w:rtl/>
        </w:rPr>
        <w:t xml:space="preserve"> (235۔ 330ھ / 849۔ 941ء)۔ الامال</w:t>
      </w:r>
      <w:r>
        <w:rPr>
          <w:rFonts w:hint="cs"/>
          <w:rtl/>
        </w:rPr>
        <w:t>ی</w:t>
      </w:r>
      <w:r>
        <w:rPr>
          <w:rtl/>
        </w:rPr>
        <w:t>۔ عمان + اُردن + الدمام : المکتب</w:t>
      </w:r>
      <w:r>
        <w:rPr>
          <w:rFonts w:hint="cs"/>
          <w:rtl/>
        </w:rPr>
        <w:t>ۃ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+ دار 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1412ھ۔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90۔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عبدا</w:t>
      </w:r>
      <w:r>
        <w:rPr>
          <w:rFonts w:hint="cs"/>
          <w:rtl/>
        </w:rPr>
        <w:t>ﷲ</w:t>
      </w:r>
      <w:r>
        <w:rPr>
          <w:rtl/>
        </w:rPr>
        <w:t xml:space="preserve">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(615۔ 694ھ / 1218۔ 1295ء)۔ ذخائر العقب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ذَوِ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>۔ جدہ،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الصحابہ، 1415ھ / 1995ء۔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91۔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عبد اللہ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(615۔ 694ھ / 1218۔ 1295ء)۔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النضرہ ف</w:t>
      </w:r>
      <w:r>
        <w:rPr>
          <w:rFonts w:hint="cs"/>
          <w:rtl/>
        </w:rPr>
        <w:t>ی</w:t>
      </w:r>
      <w:r>
        <w:rPr>
          <w:rtl/>
        </w:rPr>
        <w:t xml:space="preserve"> مناقب العشرہ۔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الغرب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1996ء۔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92۔ 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الحجاج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زک</w:t>
      </w:r>
      <w:r>
        <w:rPr>
          <w:rFonts w:hint="cs"/>
          <w:rtl/>
        </w:rPr>
        <w:t>ی</w:t>
      </w:r>
      <w:r>
        <w:rPr>
          <w:rtl/>
        </w:rPr>
        <w:t xml:space="preserve"> عبدالرحمٰن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عبدالملک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(654۔ 742ھ / 1256۔ 1341ء)۔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1400ھ / 1980ء۔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93۔ مسلم، ابن الحجاج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(206۔ 261ھ / 821۔ 875ء)۔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94۔ مقدس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عبد الواحد حنبل</w:t>
      </w:r>
      <w:r>
        <w:rPr>
          <w:rFonts w:hint="cs"/>
          <w:rtl/>
        </w:rPr>
        <w:t>ی</w:t>
      </w:r>
      <w:r>
        <w:rPr>
          <w:rtl/>
        </w:rPr>
        <w:t xml:space="preserve"> (م 643ھ)۔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المختارہ۔ مکہ مکرمہ،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النہض</w:t>
      </w:r>
      <w:r>
        <w:rPr>
          <w:rFonts w:hint="cs"/>
          <w:rtl/>
        </w:rPr>
        <w:t>ۃ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1410ھ / 1990ء۔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95۔ 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عبدالرؤف بن تاج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(952۔ 1031ھ / 1545۔ 1621ء)۔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مصر : مکتبہ 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1356ھ۔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96۔ نبہان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(1265۔ 1350ھ)۔ الشرف المؤبد لآل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وسلم۔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آباد، پاکستان : چشت</w:t>
      </w:r>
      <w:r>
        <w:rPr>
          <w:rFonts w:hint="cs"/>
          <w:rtl/>
        </w:rPr>
        <w:t>ی</w:t>
      </w:r>
      <w:r>
        <w:rPr>
          <w:rtl/>
        </w:rPr>
        <w:t xml:space="preserve"> کتب خانہ، 1986ء۔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97۔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(215۔ 303ھ / 830۔ 915ء)۔ السنن۔ حلب، شام : مکتب المطبوعات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1406ھ / 1986ء۔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98۔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(215۔ 303ھ / 830۔ 915ء)۔ السنن الکبر</w:t>
      </w:r>
      <w:r>
        <w:rPr>
          <w:rFonts w:hint="cs"/>
          <w:rtl/>
        </w:rPr>
        <w:t>یٰ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1991ء۔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99۔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(215۔ 303ھ / 830۔ 915ء)۔ فضائل الصحابہ۔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1405ھ۔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100۔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(215۔ 303ھ / 830۔ 915ء)۔ خصائص عل</w:t>
      </w:r>
      <w:r>
        <w:rPr>
          <w:rFonts w:hint="cs"/>
          <w:rtl/>
        </w:rPr>
        <w:t>ی</w:t>
      </w:r>
      <w:r>
        <w:rPr>
          <w:rtl/>
        </w:rPr>
        <w:t>۔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مکتبہ المعلا، 1406ھ۔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101۔ نوو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شرف بن مر</w:t>
      </w:r>
      <w:r>
        <w:rPr>
          <w:rFonts w:hint="cs"/>
          <w:rtl/>
        </w:rPr>
        <w:t>ی</w:t>
      </w:r>
      <w:r>
        <w:rPr>
          <w:rtl/>
        </w:rPr>
        <w:t xml:space="preserve"> بن حسن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بن جمعہ بن حزام (631۔ 677ھ / 1233۔ 1278ء)۔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الاسماء واللغات۔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102۔ واد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بن عل</w:t>
      </w:r>
      <w:r>
        <w:rPr>
          <w:rFonts w:hint="cs"/>
          <w:rtl/>
        </w:rPr>
        <w:t>ی</w:t>
      </w:r>
      <w:r>
        <w:rPr>
          <w:rtl/>
        </w:rPr>
        <w:t xml:space="preserve"> بن احمد اندلس</w:t>
      </w:r>
      <w:r>
        <w:rPr>
          <w:rFonts w:hint="cs"/>
          <w:rtl/>
        </w:rPr>
        <w:t>ی</w:t>
      </w:r>
      <w:r>
        <w:rPr>
          <w:rtl/>
        </w:rPr>
        <w:t xml:space="preserve"> (723۔ 804ھ)۔ تحف</w:t>
      </w:r>
      <w:r>
        <w:rPr>
          <w:rFonts w:hint="cs"/>
          <w:rtl/>
        </w:rPr>
        <w:t>ۃ</w:t>
      </w:r>
      <w:r>
        <w:rPr>
          <w:rtl/>
        </w:rPr>
        <w:t xml:space="preserve"> المحتاج ال</w:t>
      </w:r>
      <w:r>
        <w:rPr>
          <w:rFonts w:hint="cs"/>
          <w:rtl/>
        </w:rPr>
        <w:t>یٰ</w:t>
      </w:r>
      <w:r>
        <w:rPr>
          <w:rtl/>
        </w:rPr>
        <w:t xml:space="preserve"> ادل</w:t>
      </w:r>
      <w:r>
        <w:rPr>
          <w:rFonts w:hint="cs"/>
          <w:rtl/>
        </w:rPr>
        <w:t>ۃ</w:t>
      </w:r>
      <w:r>
        <w:rPr>
          <w:rtl/>
        </w:rPr>
        <w:t xml:space="preserve"> المحتاج۔ مکہ مکرمہ، سعود</w:t>
      </w:r>
      <w:r>
        <w:rPr>
          <w:rFonts w:hint="cs"/>
          <w:rtl/>
        </w:rPr>
        <w:t>ی</w:t>
      </w:r>
      <w:r>
        <w:rPr>
          <w:rtl/>
        </w:rPr>
        <w:t xml:space="preserve"> عرب : دار حراء، 1406ھ۔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103۔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علاؤ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(م۔ 975ھ)۔ کنز العمال ف</w:t>
      </w:r>
      <w:r>
        <w:rPr>
          <w:rFonts w:hint="cs"/>
          <w:rtl/>
        </w:rPr>
        <w:t>ی</w:t>
      </w:r>
      <w:r>
        <w:rPr>
          <w:rtl/>
        </w:rPr>
        <w:t xml:space="preserve"> سنن الافعال والاقوال۔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1399ھ / 1979ء۔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lastRenderedPageBreak/>
        <w:t>104۔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(735۔ 807ھ / 1335۔ 1405ء)۔ مجمع الزوائد۔ قاہرہ، مصر : دارالر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للتراث +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1407ھ / 1987ء۔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105۔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(735۔ 807ھ / 1335۔ 1405ء)۔ موارد الظمآن اِل</w:t>
      </w:r>
      <w:r>
        <w:rPr>
          <w:rFonts w:hint="cs"/>
          <w:rtl/>
        </w:rPr>
        <w:t>ی</w:t>
      </w:r>
      <w:r>
        <w:rPr>
          <w:rtl/>
        </w:rPr>
        <w:t xml:space="preserve"> زوائد ابن حبان۔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3110AB" w:rsidRDefault="003110AB" w:rsidP="003110AB">
      <w:pPr>
        <w:pStyle w:val="libNormal"/>
        <w:rPr>
          <w:rtl/>
        </w:rPr>
      </w:pPr>
      <w:r>
        <w:rPr>
          <w:rtl/>
        </w:rPr>
        <w:t>106۔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(735۔ 807ھ / 1335۔ 1405ء)۔ مسند الحارث (زوائد 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>)۔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المنور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مرکز خدم</w:t>
      </w:r>
      <w:r>
        <w:rPr>
          <w:rFonts w:hint="cs"/>
          <w:rtl/>
        </w:rPr>
        <w:t>ۃ</w:t>
      </w:r>
      <w:r>
        <w:rPr>
          <w:rtl/>
        </w:rPr>
        <w:t xml:space="preserve"> السن</w:t>
      </w:r>
      <w:r>
        <w:rPr>
          <w:rFonts w:hint="cs"/>
          <w:rtl/>
        </w:rPr>
        <w:t>ۃ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النبو</w:t>
      </w:r>
      <w:r>
        <w:rPr>
          <w:rFonts w:hint="cs"/>
          <w:rtl/>
        </w:rPr>
        <w:t>یۃ</w:t>
      </w:r>
      <w:r>
        <w:rPr>
          <w:rFonts w:hint="eastAsia"/>
          <w:rtl/>
        </w:rPr>
        <w:t>،</w:t>
      </w:r>
      <w:r>
        <w:rPr>
          <w:rtl/>
        </w:rPr>
        <w:t xml:space="preserve"> 1413ھ / 1992ء۔ </w:t>
      </w:r>
    </w:p>
    <w:p w:rsidR="003110AB" w:rsidRDefault="003110AB" w:rsidP="004002AC">
      <w:pPr>
        <w:pStyle w:val="libNormal"/>
        <w:rPr>
          <w:rtl/>
        </w:rPr>
      </w:pPr>
    </w:p>
    <w:p w:rsidR="00FE57B6" w:rsidRDefault="003110AB" w:rsidP="000F7B9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836519860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FE57B6" w:rsidRDefault="00FE57B6" w:rsidP="00FE57B6">
          <w:pPr>
            <w:pStyle w:val="Heading2Center"/>
          </w:pPr>
          <w:r w:rsidRPr="00FE57B6">
            <w:rPr>
              <w:rFonts w:hint="cs"/>
              <w:rtl/>
            </w:rPr>
            <w:t>فہرست</w:t>
          </w:r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8026F5">
            <w:fldChar w:fldCharType="begin"/>
          </w:r>
          <w:r w:rsidR="00FE57B6">
            <w:instrText xml:space="preserve"> TOC \o "1-3" \h \z \u </w:instrText>
          </w:r>
          <w:r w:rsidRPr="008026F5">
            <w:fldChar w:fldCharType="separate"/>
          </w:r>
          <w:hyperlink w:anchor="_Toc500420388" w:history="1">
            <w:r w:rsidR="00FE57B6" w:rsidRPr="00535C21">
              <w:rPr>
                <w:rStyle w:val="Hyperlink"/>
                <w:noProof/>
                <w:rtl/>
              </w:rPr>
              <w:t>فصل : 1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Toc500420388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89" w:history="1">
            <w:r w:rsidR="00FE57B6" w:rsidRPr="00535C21">
              <w:rPr>
                <w:rStyle w:val="Hyperlink"/>
                <w:noProof/>
                <w:rtl/>
              </w:rPr>
              <w:t>فصل : 2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Toc500420389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0" w:history="1">
            <w:r w:rsidR="00FE57B6" w:rsidRPr="00535C21">
              <w:rPr>
                <w:rStyle w:val="Hyperlink"/>
                <w:noProof/>
                <w:rtl/>
              </w:rPr>
              <w:t>فصل : 3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Toc500420390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1" w:history="1">
            <w:r w:rsidR="00FE57B6" w:rsidRPr="00535C21">
              <w:rPr>
                <w:rStyle w:val="Hyperlink"/>
                <w:noProof/>
                <w:rtl/>
              </w:rPr>
              <w:t>فصل : 4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Toc500420391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2" w:history="1">
            <w:r w:rsidR="00FE57B6" w:rsidRPr="00535C21">
              <w:rPr>
                <w:rStyle w:val="Hyperlink"/>
                <w:noProof/>
                <w:rtl/>
              </w:rPr>
              <w:t>فصل : 5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Toc500420392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3" w:history="1">
            <w:r w:rsidR="00FE57B6" w:rsidRPr="00535C21">
              <w:rPr>
                <w:rStyle w:val="Hyperlink"/>
                <w:noProof/>
                <w:rtl/>
              </w:rPr>
              <w:t>فصل : 6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Toc500420393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4" w:history="1">
            <w:r w:rsidR="00FE57B6" w:rsidRPr="00535C21">
              <w:rPr>
                <w:rStyle w:val="Hyperlink"/>
                <w:noProof/>
                <w:rtl/>
              </w:rPr>
              <w:t>فصل : 7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Toc500420394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5" w:history="1">
            <w:r w:rsidR="00FE57B6" w:rsidRPr="00535C21">
              <w:rPr>
                <w:rStyle w:val="Hyperlink"/>
                <w:noProof/>
                <w:rtl/>
              </w:rPr>
              <w:t>فصل : 8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Toc500420395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6" w:history="1">
            <w:r w:rsidR="00FE57B6" w:rsidRPr="00535C21">
              <w:rPr>
                <w:rStyle w:val="Hyperlink"/>
                <w:noProof/>
                <w:rtl/>
              </w:rPr>
              <w:t>فصل : 9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Toc500420396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7" w:history="1">
            <w:r w:rsidR="00FE57B6" w:rsidRPr="00535C21">
              <w:rPr>
                <w:rStyle w:val="Hyperlink"/>
                <w:noProof/>
                <w:rtl/>
              </w:rPr>
              <w:t>فصل : 10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Toc500420397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8" w:history="1">
            <w:r w:rsidR="00FE57B6" w:rsidRPr="00535C21">
              <w:rPr>
                <w:rStyle w:val="Hyperlink"/>
                <w:noProof/>
                <w:rtl/>
              </w:rPr>
              <w:t>فصل : 11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Toc500420398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399" w:history="1">
            <w:r w:rsidR="00FE57B6" w:rsidRPr="00535C21">
              <w:rPr>
                <w:rStyle w:val="Hyperlink"/>
                <w:noProof/>
                <w:rtl/>
              </w:rPr>
              <w:t>فصل : 12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Toc500420399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0" w:history="1">
            <w:r w:rsidR="00FE57B6" w:rsidRPr="00535C21">
              <w:rPr>
                <w:rStyle w:val="Hyperlink"/>
                <w:noProof/>
                <w:rtl/>
              </w:rPr>
              <w:t>فصل : 13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Toc500420400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1" w:history="1">
            <w:r w:rsidR="00FE57B6" w:rsidRPr="00535C21">
              <w:rPr>
                <w:rStyle w:val="Hyperlink"/>
                <w:noProof/>
                <w:rtl/>
              </w:rPr>
              <w:t>فصل : 14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Toc500420401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2" w:history="1">
            <w:r w:rsidR="00FE57B6" w:rsidRPr="00535C21">
              <w:rPr>
                <w:rStyle w:val="Hyperlink"/>
                <w:noProof/>
                <w:rtl/>
              </w:rPr>
              <w:t>فصل : 15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Toc500420402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3" w:history="1">
            <w:r w:rsidR="00FE57B6" w:rsidRPr="00535C21">
              <w:rPr>
                <w:rStyle w:val="Hyperlink"/>
                <w:noProof/>
                <w:rtl/>
              </w:rPr>
              <w:t>فصل : 16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Toc500420403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4" w:history="1">
            <w:r w:rsidR="00FE57B6" w:rsidRPr="00535C21">
              <w:rPr>
                <w:rStyle w:val="Hyperlink"/>
                <w:noProof/>
                <w:rtl/>
              </w:rPr>
              <w:t>فصل : 17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Toc500420404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5" w:history="1">
            <w:r w:rsidR="00FE57B6" w:rsidRPr="00535C21">
              <w:rPr>
                <w:rStyle w:val="Hyperlink"/>
                <w:noProof/>
                <w:rtl/>
              </w:rPr>
              <w:t>فصل : 18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Toc500420405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6" w:history="1">
            <w:r w:rsidR="00FE57B6" w:rsidRPr="00535C21">
              <w:rPr>
                <w:rStyle w:val="Hyperlink"/>
                <w:noProof/>
                <w:rtl/>
              </w:rPr>
              <w:t>فصل : 19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Toc500420406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7" w:history="1">
            <w:r w:rsidR="00FE57B6" w:rsidRPr="00535C21">
              <w:rPr>
                <w:rStyle w:val="Hyperlink"/>
                <w:noProof/>
                <w:rtl/>
              </w:rPr>
              <w:t>فصل : 20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Toc500420407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Pr="00FE57B6" w:rsidRDefault="00FE57B6" w:rsidP="00FE57B6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FE57B6">
            <w:rPr>
              <w:rStyle w:val="Hyperlink"/>
              <w:color w:val="000000"/>
              <w:u w:val="none"/>
            </w:rPr>
            <w:br w:type="page"/>
          </w:r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8" w:history="1">
            <w:r w:rsidR="00FE57B6" w:rsidRPr="00535C21">
              <w:rPr>
                <w:rStyle w:val="Hyperlink"/>
                <w:noProof/>
                <w:rtl/>
              </w:rPr>
              <w:t>فصل : 21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Toc500420408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09" w:history="1">
            <w:r w:rsidR="00FE57B6" w:rsidRPr="00535C21">
              <w:rPr>
                <w:rStyle w:val="Hyperlink"/>
                <w:noProof/>
                <w:rtl/>
              </w:rPr>
              <w:t>فصل : 22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Toc500420409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0" w:history="1">
            <w:r w:rsidR="00FE57B6" w:rsidRPr="00535C21">
              <w:rPr>
                <w:rStyle w:val="Hyperlink"/>
                <w:noProof/>
                <w:rtl/>
              </w:rPr>
              <w:t>فصل : 23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Toc500420410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1" w:history="1">
            <w:r w:rsidR="00FE57B6" w:rsidRPr="00535C21">
              <w:rPr>
                <w:rStyle w:val="Hyperlink"/>
                <w:noProof/>
                <w:rtl/>
              </w:rPr>
              <w:t>فصل : 24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Toc500420411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2" w:history="1">
            <w:r w:rsidR="00FE57B6" w:rsidRPr="00535C21">
              <w:rPr>
                <w:rStyle w:val="Hyperlink"/>
                <w:noProof/>
                <w:rtl/>
              </w:rPr>
              <w:t>فصل : 25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Toc500420412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3" w:history="1">
            <w:r w:rsidR="00FE57B6" w:rsidRPr="00535C21">
              <w:rPr>
                <w:rStyle w:val="Hyperlink"/>
                <w:noProof/>
                <w:rtl/>
              </w:rPr>
              <w:t>فصل : 26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Toc500420413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4" w:history="1">
            <w:r w:rsidR="00FE57B6" w:rsidRPr="00535C21">
              <w:rPr>
                <w:rStyle w:val="Hyperlink"/>
                <w:noProof/>
                <w:rtl/>
              </w:rPr>
              <w:t>فصل : 27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Toc500420414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5" w:history="1">
            <w:r w:rsidR="00FE57B6" w:rsidRPr="00535C21">
              <w:rPr>
                <w:rStyle w:val="Hyperlink"/>
                <w:noProof/>
                <w:rtl/>
              </w:rPr>
              <w:t>فصل : 28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Toc500420415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6" w:history="1">
            <w:r w:rsidR="00FE57B6" w:rsidRPr="00535C21">
              <w:rPr>
                <w:rStyle w:val="Hyperlink"/>
                <w:noProof/>
                <w:rtl/>
              </w:rPr>
              <w:t>فصل : 29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Toc500420416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7" w:history="1">
            <w:r w:rsidR="00FE57B6" w:rsidRPr="00535C21">
              <w:rPr>
                <w:rStyle w:val="Hyperlink"/>
                <w:noProof/>
                <w:rtl/>
              </w:rPr>
              <w:t>فصل : 30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Toc500420417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8" w:history="1">
            <w:r w:rsidR="00FE57B6" w:rsidRPr="00535C21">
              <w:rPr>
                <w:rStyle w:val="Hyperlink"/>
                <w:noProof/>
                <w:rtl/>
              </w:rPr>
              <w:t>فصل : 31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Toc500420418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19" w:history="1">
            <w:r w:rsidR="00FE57B6" w:rsidRPr="00535C21">
              <w:rPr>
                <w:rStyle w:val="Hyperlink"/>
                <w:noProof/>
                <w:rtl/>
              </w:rPr>
              <w:t>فصل : 32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Toc500420419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0" w:history="1">
            <w:r w:rsidR="00FE57B6" w:rsidRPr="00535C21">
              <w:rPr>
                <w:rStyle w:val="Hyperlink"/>
                <w:noProof/>
                <w:rtl/>
              </w:rPr>
              <w:t>فصل : 33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Toc500420420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1" w:history="1">
            <w:r w:rsidR="00FE57B6" w:rsidRPr="00535C21">
              <w:rPr>
                <w:rStyle w:val="Hyperlink"/>
                <w:noProof/>
                <w:rtl/>
              </w:rPr>
              <w:t>فصل : 34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Toc500420421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2" w:history="1">
            <w:r w:rsidR="00FE57B6" w:rsidRPr="00535C21">
              <w:rPr>
                <w:rStyle w:val="Hyperlink"/>
                <w:noProof/>
                <w:rtl/>
              </w:rPr>
              <w:t>فصل : 35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Toc500420422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3" w:history="1">
            <w:r w:rsidR="00FE57B6" w:rsidRPr="00535C21">
              <w:rPr>
                <w:rStyle w:val="Hyperlink"/>
                <w:noProof/>
                <w:rtl/>
              </w:rPr>
              <w:t>فصل : 36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Toc500420423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4" w:history="1">
            <w:r w:rsidR="00FE57B6" w:rsidRPr="00535C21">
              <w:rPr>
                <w:rStyle w:val="Hyperlink"/>
                <w:noProof/>
                <w:rtl/>
              </w:rPr>
              <w:t>فصل : 37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Toc500420424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5" w:history="1">
            <w:r w:rsidR="00FE57B6" w:rsidRPr="00535C21">
              <w:rPr>
                <w:rStyle w:val="Hyperlink"/>
                <w:noProof/>
                <w:rtl/>
              </w:rPr>
              <w:t>فصل : 38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Toc500420425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6" w:history="1">
            <w:r w:rsidR="00FE57B6" w:rsidRPr="00535C21">
              <w:rPr>
                <w:rStyle w:val="Hyperlink"/>
                <w:noProof/>
                <w:rtl/>
              </w:rPr>
              <w:t>فصل : 39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Toc500420426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7" w:history="1">
            <w:r w:rsidR="00FE57B6" w:rsidRPr="00535C21">
              <w:rPr>
                <w:rStyle w:val="Hyperlink"/>
                <w:noProof/>
                <w:rtl/>
              </w:rPr>
              <w:t>فصل : 40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Toc500420427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420428" w:history="1">
            <w:r w:rsidR="00FE57B6" w:rsidRPr="00535C21">
              <w:rPr>
                <w:rStyle w:val="Hyperlink"/>
                <w:noProof/>
                <w:rtl/>
              </w:rPr>
              <w:t>مآخذ و مراجع</w:t>
            </w:r>
            <w:r w:rsidR="00FE57B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 w:rsidR="00FE57B6">
              <w:rPr>
                <w:noProof/>
                <w:webHidden/>
              </w:rPr>
              <w:instrText>PAGEREF</w:instrText>
            </w:r>
            <w:r w:rsidR="00FE57B6">
              <w:rPr>
                <w:noProof/>
                <w:webHidden/>
                <w:rtl/>
              </w:rPr>
              <w:instrText xml:space="preserve"> _</w:instrText>
            </w:r>
            <w:r w:rsidR="00FE57B6">
              <w:rPr>
                <w:noProof/>
                <w:webHidden/>
              </w:rPr>
              <w:instrText>Toc500420428 \h</w:instrText>
            </w:r>
            <w:r w:rsidR="00FE57B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E57B6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7B6" w:rsidRDefault="008026F5" w:rsidP="00FE57B6">
          <w:pPr>
            <w:pStyle w:val="libNormal"/>
          </w:pPr>
          <w:r>
            <w:fldChar w:fldCharType="end"/>
          </w:r>
        </w:p>
      </w:sdtContent>
    </w:sdt>
    <w:sectPr w:rsidR="00FE57B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142" w:rsidRDefault="007A6142">
      <w:r>
        <w:separator/>
      </w:r>
    </w:p>
  </w:endnote>
  <w:endnote w:type="continuationSeparator" w:id="0">
    <w:p w:rsidR="007A6142" w:rsidRDefault="007A6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AC" w:rsidRDefault="004002A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AC" w:rsidRPr="00826B03" w:rsidRDefault="004002A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142" w:rsidRDefault="007A6142">
      <w:r>
        <w:separator/>
      </w:r>
    </w:p>
  </w:footnote>
  <w:footnote w:type="continuationSeparator" w:id="0">
    <w:p w:rsidR="007A6142" w:rsidRDefault="007A6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B96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3F0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0AB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5684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2AC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82E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195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1F3E"/>
    <w:rsid w:val="00762D5B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00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42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6F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2340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3E78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8A0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6FAC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43BC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38E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0A5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3CA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6B1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7B6"/>
    <w:rsid w:val="00FE59A8"/>
    <w:rsid w:val="00FE6745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9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4002AC"/>
    <w:pPr>
      <w:spacing w:before="240"/>
      <w:ind w:firstLine="0"/>
    </w:pPr>
    <w:rPr>
      <w:rFonts w:ascii="Fajer Noori Nastalique" w:eastAsia="Calibri" w:hAnsi="Fajer Noori Nastalique" w:cs="Times New Roman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4002AC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F252-9519-40A1-A180-DD219FC2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16006</TotalTime>
  <Pages>95</Pages>
  <Words>19641</Words>
  <Characters>111954</Characters>
  <Application>Microsoft Office Word</Application>
  <DocSecurity>0</DocSecurity>
  <Lines>932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148</cp:revision>
  <cp:lastPrinted>2017-12-04T11:08:00Z</cp:lastPrinted>
  <dcterms:created xsi:type="dcterms:W3CDTF">2015-06-13T07:48:00Z</dcterms:created>
  <dcterms:modified xsi:type="dcterms:W3CDTF">2017-12-07T11:05:00Z</dcterms:modified>
</cp:coreProperties>
</file>