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6CC" w:rsidRDefault="00E526CC" w:rsidP="00E526CC">
      <w:pPr>
        <w:pStyle w:val="libCenter"/>
        <w:rPr>
          <w:lang w:bidi="ur-PK"/>
        </w:rPr>
      </w:pPr>
      <w:r>
        <w:rPr>
          <w:noProof/>
          <w:rtl/>
        </w:rPr>
        <w:drawing>
          <wp:inline distT="0" distB="0" distL="0" distR="0">
            <wp:extent cx="5706637" cy="8097943"/>
            <wp:effectExtent l="19050" t="0" r="8363" b="0"/>
            <wp:docPr id="2" name="Picture 1" descr="L:\New_kar\1439\jamadi_alauoola_1439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39\jamadi_alauoola_1439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6200" cy="8097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26CC" w:rsidRDefault="00E526CC" w:rsidP="00E526CC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E526CC" w:rsidRPr="00100287" w:rsidRDefault="00E526CC" w:rsidP="00E526CC">
      <w:pPr>
        <w:pStyle w:val="libNormal"/>
      </w:pPr>
      <w:r w:rsidRPr="00100287">
        <w:rPr>
          <w:rFonts w:hint="cs"/>
          <w:rtl/>
        </w:rPr>
        <w:lastRenderedPageBreak/>
        <w:t>ی</w:t>
      </w:r>
      <w:r w:rsidRPr="00100287">
        <w:rPr>
          <w:rFonts w:hint="eastAsia"/>
          <w:rtl/>
        </w:rPr>
        <w:t>ہ</w:t>
      </w:r>
      <w:r w:rsidRPr="00100287">
        <w:rPr>
          <w:rtl/>
        </w:rPr>
        <w:t xml:space="preserve"> کتاب برق</w:t>
      </w:r>
      <w:r w:rsidRPr="00100287">
        <w:rPr>
          <w:rFonts w:hint="cs"/>
          <w:rtl/>
        </w:rPr>
        <w:t>ی</w:t>
      </w:r>
      <w:r w:rsidRPr="00100287">
        <w:rPr>
          <w:rtl/>
        </w:rPr>
        <w:t xml:space="preserve"> شکل م</w:t>
      </w:r>
      <w:r w:rsidRPr="00100287">
        <w:rPr>
          <w:rFonts w:hint="cs"/>
          <w:rtl/>
        </w:rPr>
        <w:t>ی</w:t>
      </w:r>
      <w:r w:rsidRPr="00100287">
        <w:rPr>
          <w:rFonts w:hint="eastAsia"/>
          <w:rtl/>
        </w:rPr>
        <w:t>ں</w:t>
      </w:r>
      <w:r w:rsidRPr="00100287">
        <w:rPr>
          <w:rtl/>
        </w:rPr>
        <w:t xml:space="preserve"> نشرہوئ</w:t>
      </w:r>
      <w:r w:rsidRPr="00100287">
        <w:rPr>
          <w:rFonts w:hint="cs"/>
          <w:rtl/>
        </w:rPr>
        <w:t>ی</w:t>
      </w:r>
      <w:r w:rsidRPr="00100287">
        <w:rPr>
          <w:rtl/>
        </w:rPr>
        <w:t xml:space="preserve"> ہے اور شبکہ الامام</w:t>
      </w:r>
      <w:r w:rsidRPr="00100287">
        <w:rPr>
          <w:rFonts w:hint="cs"/>
          <w:rtl/>
        </w:rPr>
        <w:t>ی</w:t>
      </w:r>
      <w:r w:rsidRPr="00100287">
        <w:rPr>
          <w:rFonts w:hint="eastAsia"/>
          <w:rtl/>
        </w:rPr>
        <w:t>ن</w:t>
      </w:r>
      <w:r w:rsidRPr="00100287">
        <w:rPr>
          <w:rtl/>
        </w:rPr>
        <w:t xml:space="preserve"> الحسن</w:t>
      </w:r>
      <w:r w:rsidRPr="00100287">
        <w:rPr>
          <w:rFonts w:hint="cs"/>
          <w:rtl/>
        </w:rPr>
        <w:t>ی</w:t>
      </w:r>
      <w:r w:rsidRPr="00100287">
        <w:rPr>
          <w:rFonts w:hint="eastAsia"/>
          <w:rtl/>
        </w:rPr>
        <w:t>ن</w:t>
      </w:r>
      <w:r w:rsidRPr="00100287">
        <w:rPr>
          <w:rtl/>
        </w:rPr>
        <w:t xml:space="preserve"> (عل</w:t>
      </w:r>
      <w:r w:rsidRPr="00100287">
        <w:rPr>
          <w:rFonts w:hint="cs"/>
          <w:rtl/>
        </w:rPr>
        <w:t>ی</w:t>
      </w:r>
      <w:r w:rsidRPr="00100287">
        <w:rPr>
          <w:rFonts w:hint="eastAsia"/>
          <w:rtl/>
        </w:rPr>
        <w:t>ہما</w:t>
      </w:r>
      <w:r w:rsidRPr="00100287">
        <w:rPr>
          <w:rtl/>
        </w:rPr>
        <w:t xml:space="preserve"> السلام) کے گروہ علم</w:t>
      </w:r>
      <w:r w:rsidRPr="00100287">
        <w:rPr>
          <w:rFonts w:hint="cs"/>
          <w:rtl/>
        </w:rPr>
        <w:t>ی</w:t>
      </w:r>
      <w:r w:rsidRPr="00100287">
        <w:rPr>
          <w:rtl/>
        </w:rPr>
        <w:t xml:space="preserve"> ک</w:t>
      </w:r>
      <w:r w:rsidRPr="00100287">
        <w:rPr>
          <w:rFonts w:hint="cs"/>
          <w:rtl/>
        </w:rPr>
        <w:t>ی</w:t>
      </w:r>
      <w:r w:rsidRPr="00100287">
        <w:rPr>
          <w:rtl/>
        </w:rPr>
        <w:t xml:space="preserve"> نگران</w:t>
      </w:r>
      <w:r w:rsidRPr="00100287">
        <w:rPr>
          <w:rFonts w:hint="cs"/>
          <w:rtl/>
        </w:rPr>
        <w:t>ی</w:t>
      </w:r>
      <w:r w:rsidRPr="00100287">
        <w:rPr>
          <w:rtl/>
        </w:rPr>
        <w:t xml:space="preserve"> م</w:t>
      </w:r>
      <w:r w:rsidRPr="00100287">
        <w:rPr>
          <w:rFonts w:hint="cs"/>
          <w:rtl/>
        </w:rPr>
        <w:t>ی</w:t>
      </w:r>
      <w:r w:rsidRPr="00100287">
        <w:rPr>
          <w:rFonts w:hint="eastAsia"/>
          <w:rtl/>
        </w:rPr>
        <w:t>ں</w:t>
      </w:r>
      <w:r w:rsidRPr="00100287">
        <w:rPr>
          <w:rtl/>
        </w:rPr>
        <w:t xml:space="preserve"> اس ک</w:t>
      </w:r>
      <w:r w:rsidRPr="00100287">
        <w:rPr>
          <w:rFonts w:hint="cs"/>
          <w:rtl/>
        </w:rPr>
        <w:t>ی</w:t>
      </w:r>
      <w:r w:rsidRPr="00100287">
        <w:rPr>
          <w:rtl/>
        </w:rPr>
        <w:t xml:space="preserve"> فن</w:t>
      </w:r>
      <w:r w:rsidRPr="00100287">
        <w:rPr>
          <w:rFonts w:hint="cs"/>
          <w:rtl/>
        </w:rPr>
        <w:t>ی</w:t>
      </w:r>
      <w:r w:rsidRPr="00100287">
        <w:rPr>
          <w:rtl/>
        </w:rPr>
        <w:t xml:space="preserve"> طورپرتصح</w:t>
      </w:r>
      <w:r w:rsidRPr="00100287">
        <w:rPr>
          <w:rFonts w:hint="cs"/>
          <w:rtl/>
        </w:rPr>
        <w:t>ی</w:t>
      </w:r>
      <w:r w:rsidRPr="00100287">
        <w:rPr>
          <w:rFonts w:hint="eastAsia"/>
          <w:rtl/>
        </w:rPr>
        <w:t>ح</w:t>
      </w:r>
      <w:r w:rsidRPr="00100287">
        <w:rPr>
          <w:rtl/>
        </w:rPr>
        <w:t xml:space="preserve"> اور تنظ</w:t>
      </w:r>
      <w:r w:rsidRPr="00100287">
        <w:rPr>
          <w:rFonts w:hint="cs"/>
          <w:rtl/>
        </w:rPr>
        <w:t>ی</w:t>
      </w:r>
      <w:r w:rsidRPr="00100287">
        <w:rPr>
          <w:rFonts w:hint="eastAsia"/>
          <w:rtl/>
        </w:rPr>
        <w:t>م</w:t>
      </w:r>
      <w:r w:rsidRPr="00100287">
        <w:rPr>
          <w:rtl/>
        </w:rPr>
        <w:t xml:space="preserve"> ہوئ</w:t>
      </w:r>
      <w:r w:rsidRPr="00100287">
        <w:rPr>
          <w:rFonts w:hint="cs"/>
          <w:rtl/>
        </w:rPr>
        <w:t>ی</w:t>
      </w:r>
      <w:r w:rsidRPr="00100287">
        <w:rPr>
          <w:rtl/>
        </w:rPr>
        <w:t xml:space="preserve"> ہے البتہ اس م</w:t>
      </w:r>
      <w:r w:rsidRPr="00100287">
        <w:rPr>
          <w:rFonts w:hint="cs"/>
          <w:rtl/>
        </w:rPr>
        <w:t>ی</w:t>
      </w:r>
      <w:r w:rsidRPr="00100287">
        <w:rPr>
          <w:rFonts w:hint="eastAsia"/>
          <w:rtl/>
        </w:rPr>
        <w:t>ں</w:t>
      </w:r>
      <w:r w:rsidRPr="00100287">
        <w:rPr>
          <w:rtl/>
        </w:rPr>
        <w:t xml:space="preserve"> موجود مطالب ک</w:t>
      </w:r>
      <w:r w:rsidRPr="00100287">
        <w:rPr>
          <w:rFonts w:hint="cs"/>
          <w:rtl/>
        </w:rPr>
        <w:t>ی</w:t>
      </w:r>
      <w:r w:rsidRPr="00100287">
        <w:rPr>
          <w:rtl/>
        </w:rPr>
        <w:t xml:space="preserve"> </w:t>
      </w:r>
      <w:r w:rsidRPr="00100287">
        <w:rPr>
          <w:rFonts w:hint="cs"/>
          <w:rtl/>
        </w:rPr>
        <w:t>ی</w:t>
      </w:r>
      <w:r w:rsidRPr="00100287">
        <w:rPr>
          <w:rFonts w:hint="eastAsia"/>
          <w:rtl/>
        </w:rPr>
        <w:t>ا</w:t>
      </w:r>
      <w:r w:rsidRPr="00100287">
        <w:rPr>
          <w:rtl/>
        </w:rPr>
        <w:t xml:space="preserve"> د</w:t>
      </w:r>
      <w:r w:rsidRPr="00100287">
        <w:rPr>
          <w:rFonts w:hint="cs"/>
          <w:rtl/>
        </w:rPr>
        <w:t>ی</w:t>
      </w:r>
      <w:r w:rsidRPr="00100287">
        <w:rPr>
          <w:rFonts w:hint="eastAsia"/>
          <w:rtl/>
        </w:rPr>
        <w:t>گر</w:t>
      </w:r>
      <w:r w:rsidRPr="00100287">
        <w:rPr>
          <w:rtl/>
        </w:rPr>
        <w:t xml:space="preserve"> غلط</w:t>
      </w:r>
      <w:r w:rsidRPr="00100287">
        <w:rPr>
          <w:rFonts w:hint="cs"/>
          <w:rtl/>
        </w:rPr>
        <w:t>ی</w:t>
      </w:r>
      <w:r w:rsidRPr="00100287">
        <w:rPr>
          <w:rFonts w:hint="eastAsia"/>
          <w:rtl/>
        </w:rPr>
        <w:t>وں</w:t>
      </w:r>
      <w:r w:rsidRPr="00100287">
        <w:rPr>
          <w:rtl/>
        </w:rPr>
        <w:t xml:space="preserve"> کے ذمہ دار ادارہ نہ</w:t>
      </w:r>
      <w:r w:rsidRPr="00100287">
        <w:rPr>
          <w:rFonts w:hint="cs"/>
          <w:rtl/>
        </w:rPr>
        <w:t>ی</w:t>
      </w:r>
      <w:r w:rsidRPr="00100287">
        <w:rPr>
          <w:rFonts w:hint="eastAsia"/>
          <w:rtl/>
        </w:rPr>
        <w:t>ں</w:t>
      </w:r>
      <w:r w:rsidRPr="00100287">
        <w:rPr>
          <w:rtl/>
        </w:rPr>
        <w:t xml:space="preserve"> ہے</w:t>
      </w:r>
    </w:p>
    <w:p w:rsidR="00E526CC" w:rsidRDefault="00E526CC" w:rsidP="00E526CC">
      <w:pPr>
        <w:pStyle w:val="libNormal"/>
        <w:rPr>
          <w:lang w:bidi="ur-PK"/>
        </w:rPr>
      </w:pPr>
    </w:p>
    <w:p w:rsidR="00E526CC" w:rsidRDefault="00E526CC" w:rsidP="00E526CC">
      <w:pPr>
        <w:pStyle w:val="libNormal"/>
        <w:rPr>
          <w:lang w:bidi="ur-PK"/>
        </w:rPr>
      </w:pPr>
      <w:r>
        <w:rPr>
          <w:rtl/>
          <w:lang w:bidi="ur-PK"/>
        </w:rPr>
        <w:br w:type="page"/>
      </w:r>
    </w:p>
    <w:p w:rsidR="00E526CC" w:rsidRDefault="00E526CC" w:rsidP="00E526CC">
      <w:pPr>
        <w:pStyle w:val="libCenterBold2"/>
        <w:rPr>
          <w:rtl/>
          <w:lang w:bidi="ur-PK"/>
        </w:rPr>
      </w:pPr>
    </w:p>
    <w:p w:rsidR="00E526CC" w:rsidRDefault="00E526CC" w:rsidP="00E526CC">
      <w:pPr>
        <w:pStyle w:val="libCenterBold2"/>
        <w:rPr>
          <w:rtl/>
          <w:lang w:bidi="ur-PK"/>
        </w:rPr>
      </w:pPr>
    </w:p>
    <w:p w:rsidR="00E526CC" w:rsidRDefault="00E526CC" w:rsidP="00E526CC">
      <w:pPr>
        <w:pStyle w:val="libCenterBold2"/>
        <w:rPr>
          <w:rtl/>
          <w:lang w:bidi="ur-PK"/>
        </w:rPr>
      </w:pPr>
      <w:r>
        <w:rPr>
          <w:rFonts w:hint="cs"/>
          <w:rtl/>
          <w:lang w:bidi="ur-PK"/>
        </w:rPr>
        <w:t>جناب فاطمہ زہرا سلام اللہ علیھا</w:t>
      </w:r>
    </w:p>
    <w:p w:rsidR="00E526CC" w:rsidRDefault="00E526CC" w:rsidP="00E526CC">
      <w:pPr>
        <w:pStyle w:val="libCenterBold2"/>
        <w:rPr>
          <w:rtl/>
          <w:lang w:bidi="ur-PK"/>
        </w:rPr>
      </w:pPr>
      <w:r>
        <w:rPr>
          <w:rFonts w:hint="cs"/>
          <w:rtl/>
          <w:lang w:bidi="ur-PK"/>
        </w:rPr>
        <w:t>مصنف : دیوی روپ کنور کماری</w:t>
      </w:r>
    </w:p>
    <w:p w:rsidR="00E526CC" w:rsidRDefault="00E526CC" w:rsidP="00E526CC">
      <w:pPr>
        <w:pStyle w:val="libNormal"/>
        <w:rPr>
          <w:lang w:bidi="ur-PK"/>
        </w:rPr>
      </w:pPr>
      <w:r>
        <w:rPr>
          <w:lang w:bidi="ur-PK"/>
        </w:rPr>
        <w:br w:type="page"/>
      </w:r>
    </w:p>
    <w:p w:rsidR="00E526CC" w:rsidRDefault="00E526CC" w:rsidP="00E526CC">
      <w:pPr>
        <w:pStyle w:val="libNormal"/>
        <w:rPr>
          <w:rtl/>
          <w:lang w:bidi="ur-PK"/>
        </w:rPr>
      </w:pPr>
    </w:p>
    <w:p w:rsidR="00E526CC" w:rsidRDefault="00E526CC" w:rsidP="00E526CC">
      <w:pPr>
        <w:pStyle w:val="libNormal"/>
        <w:rPr>
          <w:rtl/>
        </w:rPr>
      </w:pPr>
    </w:p>
    <w:p w:rsidR="00E526CC" w:rsidRPr="00530925" w:rsidRDefault="00E526CC" w:rsidP="00E526CC">
      <w:pPr>
        <w:pStyle w:val="Heading2Center"/>
        <w:rPr>
          <w:rtl/>
        </w:rPr>
      </w:pPr>
      <w:bookmarkStart w:id="0" w:name="_Toc505082493"/>
      <w:r w:rsidRPr="00530925">
        <w:rPr>
          <w:rtl/>
        </w:rPr>
        <w:t>زینتِ حجل</w:t>
      </w:r>
      <w:r w:rsidRPr="008002F6">
        <w:rPr>
          <w:rStyle w:val="libNormalChar"/>
          <w:rFonts w:hint="cs"/>
          <w:rtl/>
        </w:rPr>
        <w:t>ہ</w:t>
      </w:r>
      <w:r w:rsidRPr="008002F6">
        <w:rPr>
          <w:rStyle w:val="libNormalChar"/>
          <w:rtl/>
        </w:rPr>
        <w:t xml:space="preserve"> </w:t>
      </w:r>
      <w:r w:rsidRPr="00530925">
        <w:rPr>
          <w:rFonts w:hint="cs"/>
          <w:rtl/>
        </w:rPr>
        <w:t>عفّت ہیں جنابِ زہراؑ</w:t>
      </w:r>
      <w:r w:rsidRPr="00530925">
        <w:br/>
      </w:r>
      <w:r w:rsidR="007759D6">
        <w:rPr>
          <w:rFonts w:hint="cs"/>
          <w:rtl/>
        </w:rPr>
        <w:t xml:space="preserve">-  </w:t>
      </w:r>
      <w:r w:rsidRPr="00530925">
        <w:rPr>
          <w:rtl/>
        </w:rPr>
        <w:t>تا</w:t>
      </w:r>
      <w:r w:rsidR="007759D6">
        <w:rPr>
          <w:rFonts w:hint="cs"/>
          <w:rtl/>
        </w:rPr>
        <w:t xml:space="preserve">  -</w:t>
      </w:r>
      <w:r w:rsidRPr="00530925">
        <w:br/>
      </w:r>
      <w:r w:rsidRPr="00530925">
        <w:rPr>
          <w:rtl/>
        </w:rPr>
        <w:t>جب تلک دم ہے بھروں گی یوں ہی دم زہراؑ ک</w:t>
      </w:r>
      <w:r w:rsidRPr="00530925">
        <w:rPr>
          <w:rFonts w:hint="cs"/>
          <w:rtl/>
        </w:rPr>
        <w:t>ا</w:t>
      </w:r>
      <w:bookmarkEnd w:id="0"/>
    </w:p>
    <w:p w:rsidR="00E526CC" w:rsidRPr="00DC1308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728"/>
        <w:gridCol w:w="337"/>
        <w:gridCol w:w="4682"/>
      </w:tblGrid>
      <w:tr w:rsidR="00E526CC" w:rsidTr="005F7FD4">
        <w:trPr>
          <w:trHeight w:val="350"/>
        </w:trPr>
        <w:tc>
          <w:tcPr>
            <w:tcW w:w="4728" w:type="dxa"/>
            <w:shd w:val="clear" w:color="auto" w:fill="auto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زینتِ</w:t>
            </w:r>
            <w:r w:rsidRPr="00E9510F">
              <w:t>     </w:t>
            </w:r>
            <w:r w:rsidRPr="0042207F">
              <w:rPr>
                <w:rtl/>
              </w:rPr>
              <w:t>حجل</w:t>
            </w:r>
            <w:r w:rsidRPr="00E9510F">
              <w:rPr>
                <w:rFonts w:hint="cs"/>
                <w:rtl/>
              </w:rPr>
              <w:t>ۂ</w:t>
            </w:r>
            <w:r w:rsidRPr="00E9510F">
              <w:t>     </w:t>
            </w:r>
            <w:r w:rsidRPr="0042207F">
              <w:rPr>
                <w:rtl/>
              </w:rPr>
              <w:t>عفّت</w:t>
            </w:r>
            <w:r w:rsidRPr="00E9510F">
              <w:t>     </w:t>
            </w:r>
            <w:r w:rsidRPr="0042207F">
              <w:rPr>
                <w:rtl/>
              </w:rPr>
              <w:t>ہیں</w:t>
            </w:r>
            <w:r w:rsidRPr="00E9510F">
              <w:t>     </w:t>
            </w:r>
            <w:r w:rsidRPr="0042207F">
              <w:rPr>
                <w:rtl/>
              </w:rPr>
              <w:t>جنابِ</w:t>
            </w:r>
            <w:r w:rsidRPr="00E9510F">
              <w:t>  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زہراؑ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  <w:shd w:val="clear" w:color="auto" w:fill="auto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  <w:shd w:val="clear" w:color="auto" w:fill="auto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رونقِ</w:t>
            </w:r>
            <w:r w:rsidRPr="00E9510F">
              <w:t>    </w:t>
            </w:r>
            <w:r w:rsidRPr="0042207F">
              <w:rPr>
                <w:rtl/>
              </w:rPr>
              <w:t>کشور</w:t>
            </w:r>
            <w:r w:rsidRPr="00E9510F">
              <w:t>    </w:t>
            </w:r>
            <w:r w:rsidRPr="0042207F">
              <w:rPr>
                <w:rtl/>
              </w:rPr>
              <w:t>عصمت</w:t>
            </w:r>
            <w:r w:rsidRPr="00E9510F">
              <w:t>    </w:t>
            </w:r>
            <w:r w:rsidRPr="0042207F">
              <w:rPr>
                <w:rtl/>
              </w:rPr>
              <w:t>ہیں</w:t>
            </w:r>
            <w:r w:rsidRPr="00E9510F">
              <w:t>    </w:t>
            </w:r>
            <w:r w:rsidRPr="0042207F">
              <w:rPr>
                <w:rtl/>
              </w:rPr>
              <w:t>جنابِ</w:t>
            </w:r>
            <w:r w:rsidRPr="00E9510F">
              <w:t> 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زہراؑ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خلق</w:t>
            </w:r>
            <w:r w:rsidRPr="00E9510F">
              <w:t>   </w:t>
            </w:r>
            <w:r w:rsidRPr="0042207F">
              <w:rPr>
                <w:rtl/>
              </w:rPr>
              <w:t>میں</w:t>
            </w:r>
            <w:r w:rsidRPr="00E9510F">
              <w:t>  </w:t>
            </w:r>
            <w:r w:rsidRPr="0042207F">
              <w:rPr>
                <w:rtl/>
              </w:rPr>
              <w:t>حق</w:t>
            </w:r>
            <w:r w:rsidRPr="00E9510F">
              <w:t>  </w:t>
            </w:r>
            <w:r w:rsidRPr="0042207F">
              <w:rPr>
                <w:rtl/>
              </w:rPr>
              <w:t>کی</w:t>
            </w:r>
            <w:r w:rsidRPr="00E9510F">
              <w:t>  </w:t>
            </w:r>
            <w:r w:rsidRPr="0042207F">
              <w:rPr>
                <w:rtl/>
              </w:rPr>
              <w:t>ودیعت</w:t>
            </w:r>
            <w:r w:rsidRPr="00E9510F">
              <w:t>  </w:t>
            </w:r>
            <w:r w:rsidRPr="0042207F">
              <w:rPr>
                <w:rtl/>
              </w:rPr>
              <w:t>ہے</w:t>
            </w:r>
            <w:r w:rsidRPr="00E9510F">
              <w:t>  </w:t>
            </w:r>
            <w:r w:rsidRPr="0042207F">
              <w:rPr>
                <w:rtl/>
              </w:rPr>
              <w:t>جنابِ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زہراؑ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پرتوِ</w:t>
            </w:r>
            <w:r w:rsidRPr="00E9510F">
              <w:t>      </w:t>
            </w:r>
            <w:r w:rsidRPr="0042207F">
              <w:rPr>
                <w:rtl/>
              </w:rPr>
              <w:t>مہر</w:t>
            </w:r>
            <w:r w:rsidRPr="00E9510F">
              <w:t>      </w:t>
            </w:r>
            <w:r w:rsidRPr="0042207F">
              <w:rPr>
                <w:rtl/>
              </w:rPr>
              <w:t>نبوت</w:t>
            </w:r>
            <w:r w:rsidRPr="00E9510F">
              <w:t>     </w:t>
            </w:r>
            <w:r w:rsidRPr="0042207F">
              <w:rPr>
                <w:rtl/>
              </w:rPr>
              <w:t>ہیں</w:t>
            </w:r>
            <w:r w:rsidRPr="00E9510F">
              <w:t>     </w:t>
            </w:r>
            <w:r w:rsidRPr="0042207F">
              <w:rPr>
                <w:rtl/>
              </w:rPr>
              <w:t>جنابِ</w:t>
            </w:r>
            <w:r w:rsidRPr="00E9510F">
              <w:t>  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زہراؑ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باپ</w:t>
            </w:r>
            <w:r w:rsidRPr="00E9510F">
              <w:t>  </w:t>
            </w:r>
            <w:r w:rsidRPr="0042207F">
              <w:rPr>
                <w:rtl/>
              </w:rPr>
              <w:t>کی</w:t>
            </w:r>
            <w:r w:rsidRPr="00E9510F">
              <w:t>  </w:t>
            </w:r>
            <w:r w:rsidRPr="0042207F">
              <w:rPr>
                <w:rtl/>
              </w:rPr>
              <w:t>طرح</w:t>
            </w:r>
            <w:r w:rsidRPr="00E9510F">
              <w:t>  </w:t>
            </w:r>
            <w:r w:rsidRPr="0042207F">
              <w:rPr>
                <w:rtl/>
              </w:rPr>
              <w:t>سے</w:t>
            </w:r>
            <w:r w:rsidRPr="00E9510F">
              <w:t>  </w:t>
            </w:r>
            <w:r w:rsidRPr="0042207F">
              <w:rPr>
                <w:rtl/>
              </w:rPr>
              <w:t>یکتائے</w:t>
            </w:r>
            <w:r w:rsidRPr="00E9510F">
              <w:t>  </w:t>
            </w:r>
            <w:r w:rsidRPr="0042207F">
              <w:rPr>
                <w:rtl/>
              </w:rPr>
              <w:t>زمانہ</w:t>
            </w:r>
            <w:r w:rsidRPr="00E9510F">
              <w:t>  </w:t>
            </w:r>
            <w:r w:rsidRPr="0042207F">
              <w:rPr>
                <w:rtl/>
              </w:rPr>
              <w:t>یہ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ہوئیں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مختصر</w:t>
            </w:r>
            <w:r w:rsidRPr="00E9510F">
              <w:t>   </w:t>
            </w:r>
            <w:r>
              <w:rPr>
                <w:rtl/>
              </w:rPr>
              <w:t>یہ</w:t>
            </w:r>
            <w:r w:rsidRPr="00E9510F">
              <w:t>   </w:t>
            </w:r>
            <w:r>
              <w:rPr>
                <w:rtl/>
              </w:rPr>
              <w:t>ہے</w:t>
            </w:r>
            <w:r w:rsidRPr="00E9510F">
              <w:t>  </w:t>
            </w:r>
            <w:r>
              <w:rPr>
                <w:rtl/>
              </w:rPr>
              <w:t>کہ</w:t>
            </w:r>
            <w:r w:rsidRPr="00E9510F">
              <w:t>  </w:t>
            </w:r>
            <w:r>
              <w:rPr>
                <w:rtl/>
              </w:rPr>
              <w:t>دنیا</w:t>
            </w:r>
            <w:r w:rsidRPr="00E9510F">
              <w:t>  </w:t>
            </w:r>
            <w:r>
              <w:rPr>
                <w:rtl/>
              </w:rPr>
              <w:t>میں</w:t>
            </w:r>
            <w:r w:rsidRPr="00E9510F">
              <w:t>  </w:t>
            </w:r>
            <w:r>
              <w:rPr>
                <w:rtl/>
              </w:rPr>
              <w:t>یگانہ</w:t>
            </w:r>
            <w:r w:rsidRPr="00E9510F">
              <w:t>  </w:t>
            </w:r>
            <w:r>
              <w:rPr>
                <w:rtl/>
              </w:rPr>
              <w:t>یہ</w:t>
            </w:r>
            <w:r w:rsidRPr="00E9510F">
              <w:t>  </w:t>
            </w:r>
            <w:r>
              <w:rPr>
                <w:rtl/>
              </w:rPr>
              <w:t>ہوئیں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728"/>
        <w:gridCol w:w="337"/>
        <w:gridCol w:w="4682"/>
      </w:tblGrid>
      <w:tr w:rsidR="00E526CC" w:rsidTr="005F7FD4">
        <w:trPr>
          <w:trHeight w:val="350"/>
        </w:trPr>
        <w:tc>
          <w:tcPr>
            <w:tcW w:w="4728" w:type="dxa"/>
            <w:shd w:val="clear" w:color="auto" w:fill="auto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مظہرِ</w:t>
            </w:r>
            <w:r w:rsidRPr="00E9510F">
              <w:t>     </w:t>
            </w:r>
            <w:r w:rsidRPr="0042207F">
              <w:rPr>
                <w:rtl/>
              </w:rPr>
              <w:t>نورِ</w:t>
            </w:r>
            <w:r w:rsidRPr="00E9510F">
              <w:t>     </w:t>
            </w:r>
            <w:r w:rsidRPr="0042207F">
              <w:rPr>
                <w:rtl/>
              </w:rPr>
              <w:t>رسالتؐ</w:t>
            </w:r>
            <w:r w:rsidRPr="00E9510F">
              <w:t>     </w:t>
            </w:r>
            <w:r w:rsidRPr="0042207F">
              <w:rPr>
                <w:rtl/>
              </w:rPr>
              <w:t>ہیں</w:t>
            </w:r>
            <w:r w:rsidRPr="00E9510F">
              <w:t>    </w:t>
            </w:r>
            <w:r w:rsidRPr="0042207F">
              <w:rPr>
                <w:rtl/>
              </w:rPr>
              <w:t>جنابِ</w:t>
            </w:r>
            <w:r w:rsidRPr="00E9510F">
              <w:t> 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زہرا</w:t>
            </w:r>
            <w:r w:rsidRPr="00E9510F">
              <w:t>  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  <w:shd w:val="clear" w:color="auto" w:fill="auto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  <w:shd w:val="clear" w:color="auto" w:fill="auto"/>
          </w:tcPr>
          <w:p w:rsidR="00E526CC" w:rsidRDefault="00E526CC" w:rsidP="0042207F">
            <w:pPr>
              <w:pStyle w:val="libPoem"/>
            </w:pPr>
            <w:r w:rsidRPr="00E9510F">
              <w:t> </w:t>
            </w:r>
            <w:r>
              <w:rPr>
                <w:rtl/>
              </w:rPr>
              <w:t>گل</w:t>
            </w:r>
            <w:r w:rsidRPr="00E9510F">
              <w:t>   </w:t>
            </w:r>
            <w:r>
              <w:rPr>
                <w:rtl/>
              </w:rPr>
              <w:t>جو</w:t>
            </w:r>
            <w:r w:rsidRPr="00E9510F">
              <w:t>   </w:t>
            </w:r>
            <w:r>
              <w:rPr>
                <w:rtl/>
              </w:rPr>
              <w:t>احمدؐ</w:t>
            </w:r>
            <w:r w:rsidRPr="00E9510F">
              <w:t>  </w:t>
            </w:r>
            <w:r>
              <w:rPr>
                <w:rtl/>
              </w:rPr>
              <w:t>ہیں</w:t>
            </w:r>
            <w:r w:rsidRPr="00E9510F">
              <w:t>  </w:t>
            </w:r>
            <w:r>
              <w:rPr>
                <w:rtl/>
              </w:rPr>
              <w:t>تو</w:t>
            </w:r>
            <w:r w:rsidRPr="00E9510F">
              <w:t>  </w:t>
            </w:r>
            <w:r>
              <w:rPr>
                <w:rtl/>
              </w:rPr>
              <w:t>نگہت</w:t>
            </w:r>
            <w:r w:rsidRPr="00E9510F">
              <w:t>  </w:t>
            </w:r>
            <w:r>
              <w:rPr>
                <w:rtl/>
              </w:rPr>
              <w:t>ہیں</w:t>
            </w:r>
            <w:r w:rsidRPr="00E9510F">
              <w:t>  </w:t>
            </w:r>
            <w:r>
              <w:rPr>
                <w:rtl/>
              </w:rPr>
              <w:t>جنابِ</w:t>
            </w:r>
            <w:r w:rsidRPr="00E9510F">
              <w:t>  </w:t>
            </w:r>
            <w:r>
              <w:rPr>
                <w:rtl/>
              </w:rPr>
              <w:t>زہراؑ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blPrEx>
          <w:tblLook w:val="04A0"/>
        </w:tblPrEx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دائی</w:t>
            </w:r>
            <w:r w:rsidRPr="00E9510F">
              <w:t>     </w:t>
            </w:r>
            <w:r w:rsidRPr="0042207F">
              <w:rPr>
                <w:rtl/>
              </w:rPr>
              <w:t>ملکِ</w:t>
            </w:r>
            <w:r w:rsidRPr="00E9510F">
              <w:t>     </w:t>
            </w:r>
            <w:r w:rsidRPr="0042207F">
              <w:rPr>
                <w:rtl/>
              </w:rPr>
              <w:t>شریعت</w:t>
            </w:r>
            <w:r w:rsidRPr="00E9510F">
              <w:t>    </w:t>
            </w:r>
            <w:r w:rsidRPr="0042207F">
              <w:rPr>
                <w:rtl/>
              </w:rPr>
              <w:t>ہیں</w:t>
            </w:r>
            <w:r w:rsidRPr="00E9510F">
              <w:t>    </w:t>
            </w:r>
            <w:r w:rsidRPr="0042207F">
              <w:rPr>
                <w:rtl/>
              </w:rPr>
              <w:t>جنابِ</w:t>
            </w:r>
            <w:r w:rsidRPr="00E9510F">
              <w:t> 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زہراؑ</w:t>
            </w:r>
            <w:r w:rsidRPr="00E9510F">
              <w:t> 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منبعِ</w:t>
            </w:r>
            <w:r w:rsidRPr="00E9510F">
              <w:t>    </w:t>
            </w:r>
            <w:r w:rsidRPr="0042207F">
              <w:rPr>
                <w:rtl/>
              </w:rPr>
              <w:t>عفت</w:t>
            </w:r>
            <w:r w:rsidRPr="00E9510F">
              <w:t>    </w:t>
            </w:r>
            <w:r w:rsidRPr="0042207F">
              <w:rPr>
                <w:rtl/>
              </w:rPr>
              <w:t>و</w:t>
            </w:r>
            <w:r w:rsidRPr="00E9510F">
              <w:t>   </w:t>
            </w:r>
            <w:r w:rsidRPr="0042207F">
              <w:rPr>
                <w:rtl/>
              </w:rPr>
              <w:t>عصمت</w:t>
            </w:r>
            <w:r w:rsidRPr="00E9510F">
              <w:t>   </w:t>
            </w:r>
            <w:r w:rsidRPr="0042207F">
              <w:rPr>
                <w:rtl/>
              </w:rPr>
              <w:t>ہیں</w:t>
            </w:r>
            <w:r w:rsidRPr="00E9510F">
              <w:t>   </w:t>
            </w:r>
            <w:r w:rsidRPr="0042207F">
              <w:rPr>
                <w:rtl/>
              </w:rPr>
              <w:t>جنابِ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زہراؑ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blPrEx>
          <w:tblLook w:val="04A0"/>
        </w:tblPrEx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مصحفِ</w:t>
            </w:r>
            <w:r w:rsidRPr="00E9510F">
              <w:t>   </w:t>
            </w:r>
            <w:r w:rsidRPr="0042207F">
              <w:rPr>
                <w:rtl/>
              </w:rPr>
              <w:t>پاک</w:t>
            </w:r>
            <w:r w:rsidRPr="00E9510F">
              <w:t>   </w:t>
            </w:r>
            <w:r w:rsidRPr="0042207F">
              <w:rPr>
                <w:rtl/>
              </w:rPr>
              <w:t>میں</w:t>
            </w:r>
            <w:r w:rsidRPr="00E9510F">
              <w:t>   </w:t>
            </w:r>
            <w:r w:rsidRPr="0042207F">
              <w:rPr>
                <w:rtl/>
              </w:rPr>
              <w:t>دیکھے</w:t>
            </w:r>
            <w:r w:rsidRPr="00E9510F">
              <w:t>  </w:t>
            </w:r>
            <w:r w:rsidRPr="0042207F">
              <w:rPr>
                <w:rtl/>
              </w:rPr>
              <w:t>کوئی</w:t>
            </w:r>
            <w:r w:rsidRPr="00E9510F">
              <w:t>  </w:t>
            </w:r>
            <w:r w:rsidRPr="0042207F">
              <w:rPr>
                <w:rtl/>
              </w:rPr>
              <w:t>قصہ</w:t>
            </w:r>
            <w:r w:rsidRPr="00E9510F">
              <w:t>  </w:t>
            </w:r>
            <w:r w:rsidRPr="0042207F">
              <w:rPr>
                <w:rtl/>
              </w:rPr>
              <w:t>ان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کا</w:t>
            </w:r>
            <w:r w:rsidRPr="00E9510F">
              <w:t>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مہر</w:t>
            </w:r>
            <w:r w:rsidRPr="00E9510F">
              <w:t>   </w:t>
            </w:r>
            <w:r w:rsidRPr="0042207F">
              <w:rPr>
                <w:rtl/>
              </w:rPr>
              <w:t>کا</w:t>
            </w:r>
            <w:r w:rsidRPr="00E9510F">
              <w:t>   </w:t>
            </w:r>
            <w:r w:rsidRPr="0042207F">
              <w:rPr>
                <w:rtl/>
              </w:rPr>
              <w:t>خلد</w:t>
            </w:r>
            <w:r w:rsidRPr="00E9510F">
              <w:t>   </w:t>
            </w:r>
            <w:r w:rsidRPr="0042207F">
              <w:rPr>
                <w:rtl/>
              </w:rPr>
              <w:t>میں</w:t>
            </w:r>
            <w:r w:rsidRPr="00E9510F">
              <w:t>  </w:t>
            </w:r>
            <w:r w:rsidRPr="0042207F">
              <w:rPr>
                <w:rtl/>
              </w:rPr>
              <w:t>ہے</w:t>
            </w:r>
            <w:r w:rsidRPr="00E9510F">
              <w:t>  </w:t>
            </w:r>
            <w:r w:rsidRPr="0042207F">
              <w:rPr>
                <w:rtl/>
              </w:rPr>
              <w:t>پانچواں</w:t>
            </w:r>
            <w:r w:rsidRPr="00E9510F">
              <w:t>  </w:t>
            </w:r>
            <w:r w:rsidRPr="0042207F">
              <w:rPr>
                <w:rtl/>
              </w:rPr>
              <w:t>حصہ</w:t>
            </w:r>
            <w:r w:rsidRPr="00E9510F">
              <w:t>  </w:t>
            </w:r>
            <w:r w:rsidRPr="0042207F">
              <w:rPr>
                <w:rtl/>
              </w:rPr>
              <w:t>ان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کا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809"/>
        <w:gridCol w:w="320"/>
        <w:gridCol w:w="4618"/>
      </w:tblGrid>
      <w:tr w:rsidR="00E526CC" w:rsidTr="005F7FD4">
        <w:trPr>
          <w:trHeight w:val="350"/>
        </w:trPr>
        <w:tc>
          <w:tcPr>
            <w:tcW w:w="4728" w:type="dxa"/>
            <w:shd w:val="clear" w:color="auto" w:fill="auto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زینتِ</w:t>
            </w:r>
            <w:r w:rsidRPr="00E9510F">
              <w:t>     </w:t>
            </w:r>
            <w:r>
              <w:rPr>
                <w:rtl/>
              </w:rPr>
              <w:t>پہلوئے</w:t>
            </w:r>
            <w:r w:rsidRPr="00E9510F">
              <w:t>     </w:t>
            </w:r>
            <w:r>
              <w:rPr>
                <w:rtl/>
              </w:rPr>
              <w:t>محبوبِ</w:t>
            </w:r>
            <w:r w:rsidRPr="00E9510F">
              <w:t>    </w:t>
            </w:r>
            <w:r>
              <w:rPr>
                <w:rtl/>
              </w:rPr>
              <w:t>خدا</w:t>
            </w:r>
            <w:r w:rsidRPr="00E9510F">
              <w:t>    </w:t>
            </w:r>
            <w:r>
              <w:rPr>
                <w:rtl/>
              </w:rPr>
              <w:t>ہیں</w:t>
            </w:r>
            <w:r w:rsidRPr="00E9510F">
              <w:t>    </w:t>
            </w:r>
            <w:r>
              <w:rPr>
                <w:rtl/>
              </w:rPr>
              <w:t>زہراؑ</w:t>
            </w:r>
            <w:r w:rsidRPr="00E9510F">
              <w:t>  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  <w:shd w:val="clear" w:color="auto" w:fill="auto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  <w:shd w:val="clear" w:color="auto" w:fill="auto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مثل</w:t>
            </w:r>
            <w:r w:rsidRPr="00E9510F">
              <w:t>    </w:t>
            </w:r>
            <w:r w:rsidRPr="0042207F">
              <w:rPr>
                <w:rtl/>
              </w:rPr>
              <w:t>حیدرؑ</w:t>
            </w:r>
            <w:r w:rsidRPr="00E9510F">
              <w:t>    </w:t>
            </w:r>
            <w:r w:rsidRPr="0042207F">
              <w:rPr>
                <w:rtl/>
              </w:rPr>
              <w:t>کے</w:t>
            </w:r>
            <w:r w:rsidRPr="00E9510F">
              <w:t>    </w:t>
            </w:r>
            <w:r w:rsidRPr="0042207F">
              <w:rPr>
                <w:rtl/>
              </w:rPr>
              <w:t>معین</w:t>
            </w:r>
            <w:r w:rsidRPr="00E9510F">
              <w:t>   </w:t>
            </w:r>
            <w:r w:rsidRPr="0042207F">
              <w:rPr>
                <w:rtl/>
              </w:rPr>
              <w:t>ال</w:t>
            </w:r>
            <w:r w:rsidRPr="0042207F">
              <w:rPr>
                <w:rFonts w:hint="cs"/>
                <w:rtl/>
              </w:rPr>
              <w:t>ض</w:t>
            </w:r>
            <w:r w:rsidRPr="0042207F">
              <w:rPr>
                <w:rtl/>
              </w:rPr>
              <w:t>عفا</w:t>
            </w:r>
            <w:r w:rsidRPr="00E9510F">
              <w:t>   </w:t>
            </w:r>
            <w:r w:rsidRPr="0042207F">
              <w:rPr>
                <w:rtl/>
              </w:rPr>
              <w:t>ہیں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زہراؑ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blPrEx>
          <w:tblLook w:val="04A0"/>
        </w:tblPrEx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دردِ</w:t>
            </w:r>
            <w:r w:rsidRPr="00E9510F">
              <w:t>  </w:t>
            </w:r>
            <w:r w:rsidRPr="0042207F">
              <w:rPr>
                <w:rtl/>
              </w:rPr>
              <w:t>عصیاں</w:t>
            </w:r>
            <w:r w:rsidRPr="00E9510F">
              <w:t>  </w:t>
            </w:r>
            <w:r w:rsidRPr="0042207F">
              <w:rPr>
                <w:rtl/>
              </w:rPr>
              <w:t>کے</w:t>
            </w:r>
            <w:r w:rsidRPr="00E9510F">
              <w:t>  </w:t>
            </w:r>
            <w:r w:rsidRPr="0042207F">
              <w:rPr>
                <w:rtl/>
              </w:rPr>
              <w:t>مریضوں</w:t>
            </w:r>
            <w:r w:rsidRPr="00E9510F">
              <w:t>  </w:t>
            </w:r>
            <w:r w:rsidRPr="0042207F">
              <w:rPr>
                <w:rtl/>
              </w:rPr>
              <w:t>کی</w:t>
            </w:r>
            <w:r w:rsidRPr="00E9510F">
              <w:t>  </w:t>
            </w:r>
            <w:r w:rsidRPr="0042207F">
              <w:rPr>
                <w:rtl/>
              </w:rPr>
              <w:t>دوا</w:t>
            </w:r>
            <w:r w:rsidRPr="00E9510F">
              <w:t>  </w:t>
            </w:r>
            <w:r w:rsidRPr="0042207F">
              <w:rPr>
                <w:rtl/>
              </w:rPr>
              <w:t>ہیں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زہراؑ</w:t>
            </w:r>
            <w:r w:rsidRPr="00E9510F">
              <w:t>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کیا</w:t>
            </w:r>
            <w:r w:rsidRPr="00E9510F">
              <w:t>   </w:t>
            </w:r>
            <w:r w:rsidRPr="0042207F">
              <w:rPr>
                <w:rtl/>
              </w:rPr>
              <w:t>کہوں</w:t>
            </w:r>
            <w:r w:rsidRPr="00E9510F">
              <w:t>   </w:t>
            </w:r>
            <w:r w:rsidRPr="0042207F">
              <w:rPr>
                <w:rtl/>
              </w:rPr>
              <w:t>دختر</w:t>
            </w:r>
            <w:r w:rsidRPr="00E9510F">
              <w:t>   </w:t>
            </w:r>
            <w:r w:rsidRPr="0042207F">
              <w:rPr>
                <w:rtl/>
              </w:rPr>
              <w:t>احمدؐ</w:t>
            </w:r>
            <w:r w:rsidRPr="00E9510F">
              <w:t>   </w:t>
            </w:r>
            <w:r w:rsidRPr="0042207F">
              <w:rPr>
                <w:rtl/>
              </w:rPr>
              <w:t>کو</w:t>
            </w:r>
            <w:r w:rsidRPr="00E9510F">
              <w:t>   </w:t>
            </w:r>
            <w:r w:rsidRPr="0042207F">
              <w:rPr>
                <w:rtl/>
              </w:rPr>
              <w:t>کہ</w:t>
            </w:r>
            <w:r w:rsidRPr="00E9510F">
              <w:t>  </w:t>
            </w:r>
            <w:r w:rsidRPr="0042207F">
              <w:rPr>
                <w:rtl/>
              </w:rPr>
              <w:t>کیا</w:t>
            </w:r>
            <w:r w:rsidRPr="00E9510F">
              <w:t>  </w:t>
            </w:r>
            <w:r w:rsidRPr="0042207F">
              <w:rPr>
                <w:rtl/>
              </w:rPr>
              <w:t>ہیں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زہراؑ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blPrEx>
          <w:tblLook w:val="04A0"/>
        </w:tblPrEx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جس</w:t>
            </w:r>
            <w:r w:rsidRPr="00E9510F">
              <w:t> </w:t>
            </w:r>
            <w:r>
              <w:rPr>
                <w:rtl/>
              </w:rPr>
              <w:t>سے</w:t>
            </w:r>
            <w:r w:rsidRPr="00E9510F">
              <w:t> </w:t>
            </w:r>
            <w:r>
              <w:rPr>
                <w:rtl/>
              </w:rPr>
              <w:t>خوشبو</w:t>
            </w:r>
            <w:r w:rsidRPr="00E9510F">
              <w:t> </w:t>
            </w:r>
            <w:r>
              <w:rPr>
                <w:rtl/>
              </w:rPr>
              <w:t>ہے</w:t>
            </w:r>
            <w:r w:rsidRPr="00E9510F">
              <w:t> </w:t>
            </w:r>
            <w:r>
              <w:rPr>
                <w:rtl/>
              </w:rPr>
              <w:t>جہاں</w:t>
            </w:r>
            <w:r w:rsidRPr="00E9510F">
              <w:t> </w:t>
            </w:r>
            <w:r>
              <w:rPr>
                <w:rtl/>
              </w:rPr>
              <w:t>وہ</w:t>
            </w:r>
            <w:r w:rsidRPr="00E9510F">
              <w:t> </w:t>
            </w:r>
            <w:r>
              <w:rPr>
                <w:rtl/>
              </w:rPr>
              <w:t>گلِ</w:t>
            </w:r>
            <w:r w:rsidRPr="00E9510F">
              <w:t> </w:t>
            </w:r>
            <w:r>
              <w:rPr>
                <w:rtl/>
              </w:rPr>
              <w:t>سادات</w:t>
            </w:r>
            <w:r w:rsidRPr="00E9510F">
              <w:t> </w:t>
            </w:r>
            <w:r>
              <w:rPr>
                <w:rtl/>
              </w:rPr>
              <w:t>دئے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ان</w:t>
            </w:r>
            <w:r w:rsidRPr="00E9510F">
              <w:t>   </w:t>
            </w:r>
            <w:r w:rsidRPr="0042207F">
              <w:rPr>
                <w:rtl/>
              </w:rPr>
              <w:t>کو</w:t>
            </w:r>
            <w:r w:rsidRPr="00E9510F">
              <w:t>   </w:t>
            </w:r>
            <w:r w:rsidRPr="0042207F">
              <w:rPr>
                <w:rtl/>
              </w:rPr>
              <w:t>بھگوان</w:t>
            </w:r>
            <w:r w:rsidRPr="00E9510F">
              <w:t>   </w:t>
            </w:r>
            <w:r w:rsidRPr="0042207F">
              <w:rPr>
                <w:rtl/>
              </w:rPr>
              <w:t>نے</w:t>
            </w:r>
            <w:r w:rsidRPr="00E9510F">
              <w:t>  </w:t>
            </w:r>
            <w:r w:rsidRPr="0042207F">
              <w:rPr>
                <w:rtl/>
              </w:rPr>
              <w:t>دو</w:t>
            </w:r>
            <w:r w:rsidRPr="00E9510F">
              <w:t>  </w:t>
            </w:r>
            <w:r w:rsidRPr="0042207F">
              <w:rPr>
                <w:rtl/>
              </w:rPr>
              <w:t>گوہرِ</w:t>
            </w:r>
            <w:r w:rsidRPr="00E9510F">
              <w:t>  </w:t>
            </w:r>
            <w:r w:rsidRPr="0042207F">
              <w:rPr>
                <w:rtl/>
              </w:rPr>
              <w:t>نایاب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دئے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728"/>
        <w:gridCol w:w="337"/>
        <w:gridCol w:w="4682"/>
      </w:tblGrid>
      <w:tr w:rsidR="00E526CC" w:rsidTr="005F7FD4">
        <w:trPr>
          <w:trHeight w:val="350"/>
        </w:trPr>
        <w:tc>
          <w:tcPr>
            <w:tcW w:w="4728" w:type="dxa"/>
            <w:shd w:val="clear" w:color="auto" w:fill="auto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lastRenderedPageBreak/>
              <w:t>عرش</w:t>
            </w:r>
            <w:r w:rsidRPr="00E9510F">
              <w:t>   </w:t>
            </w:r>
            <w:r>
              <w:rPr>
                <w:rtl/>
              </w:rPr>
              <w:t>و</w:t>
            </w:r>
            <w:r w:rsidRPr="00E9510F">
              <w:t>   </w:t>
            </w:r>
            <w:r>
              <w:rPr>
                <w:rtl/>
              </w:rPr>
              <w:t>کرسی</w:t>
            </w:r>
            <w:r w:rsidRPr="00E9510F">
              <w:t>   </w:t>
            </w:r>
            <w:r>
              <w:rPr>
                <w:rtl/>
              </w:rPr>
              <w:t>میں</w:t>
            </w:r>
            <w:r w:rsidRPr="00E9510F">
              <w:t>  </w:t>
            </w:r>
            <w:r>
              <w:rPr>
                <w:rtl/>
              </w:rPr>
              <w:t>ہے</w:t>
            </w:r>
            <w:r w:rsidRPr="00E9510F">
              <w:t>  </w:t>
            </w:r>
            <w:r>
              <w:rPr>
                <w:rtl/>
              </w:rPr>
              <w:t>تنویرِ</w:t>
            </w:r>
            <w:r w:rsidRPr="00E9510F">
              <w:t>  </w:t>
            </w:r>
            <w:r>
              <w:rPr>
                <w:rtl/>
              </w:rPr>
              <w:t>جناب</w:t>
            </w:r>
            <w:r w:rsidRPr="00E9510F">
              <w:t>  </w:t>
            </w:r>
            <w:r>
              <w:rPr>
                <w:rtl/>
              </w:rPr>
              <w:t>زہراؑ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  <w:shd w:val="clear" w:color="auto" w:fill="auto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  <w:shd w:val="clear" w:color="auto" w:fill="auto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حق</w:t>
            </w:r>
            <w:r w:rsidRPr="00E9510F">
              <w:t>    </w:t>
            </w:r>
            <w:r>
              <w:rPr>
                <w:rtl/>
              </w:rPr>
              <w:t>کی</w:t>
            </w:r>
            <w:r w:rsidRPr="00E9510F">
              <w:t>    </w:t>
            </w:r>
            <w:r>
              <w:rPr>
                <w:rtl/>
              </w:rPr>
              <w:t>تصویر</w:t>
            </w:r>
            <w:r w:rsidRPr="00E9510F">
              <w:t>    </w:t>
            </w:r>
            <w:r>
              <w:rPr>
                <w:rtl/>
              </w:rPr>
              <w:t>ہے</w:t>
            </w:r>
            <w:r w:rsidRPr="00E9510F">
              <w:t>    </w:t>
            </w:r>
            <w:r>
              <w:rPr>
                <w:rtl/>
              </w:rPr>
              <w:t>تصویر</w:t>
            </w:r>
            <w:r w:rsidRPr="00E9510F">
              <w:t>   </w:t>
            </w:r>
            <w:r>
              <w:rPr>
                <w:rtl/>
              </w:rPr>
              <w:t>جناب</w:t>
            </w:r>
            <w:r w:rsidRPr="00E9510F">
              <w:t>   </w:t>
            </w:r>
            <w:r>
              <w:rPr>
                <w:rtl/>
              </w:rPr>
              <w:t>زہراؑ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blPrEx>
          <w:tblLook w:val="04A0"/>
        </w:tblPrEx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کسے</w:t>
            </w:r>
            <w:r w:rsidRPr="00E9510F">
              <w:t>     </w:t>
            </w:r>
            <w:r w:rsidRPr="0042207F">
              <w:rPr>
                <w:rtl/>
              </w:rPr>
              <w:t>روشن</w:t>
            </w:r>
            <w:r w:rsidRPr="00E9510F">
              <w:t>     </w:t>
            </w:r>
            <w:r w:rsidRPr="0042207F">
              <w:rPr>
                <w:rtl/>
              </w:rPr>
              <w:t>نہیں</w:t>
            </w:r>
            <w:r w:rsidRPr="00E9510F">
              <w:t>     </w:t>
            </w:r>
            <w:r w:rsidRPr="0042207F">
              <w:rPr>
                <w:rtl/>
              </w:rPr>
              <w:t>توقیر</w:t>
            </w:r>
            <w:r w:rsidRPr="00E9510F">
              <w:t>    </w:t>
            </w:r>
            <w:r w:rsidRPr="0042207F">
              <w:rPr>
                <w:rtl/>
              </w:rPr>
              <w:t>جناب</w:t>
            </w:r>
            <w:r w:rsidRPr="00E9510F">
              <w:t> 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زہراؑ</w:t>
            </w:r>
            <w:r w:rsidRPr="00E9510F">
              <w:t>  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حبّدا</w:t>
            </w:r>
            <w:r w:rsidRPr="00E9510F">
              <w:t>        </w:t>
            </w:r>
            <w:r w:rsidRPr="0042207F">
              <w:rPr>
                <w:rtl/>
              </w:rPr>
              <w:t>اخترِ</w:t>
            </w:r>
            <w:r w:rsidRPr="00E9510F">
              <w:t>        </w:t>
            </w:r>
            <w:r w:rsidRPr="0042207F">
              <w:rPr>
                <w:rtl/>
              </w:rPr>
              <w:t>تقدیر</w:t>
            </w:r>
            <w:r w:rsidRPr="00E9510F">
              <w:t>        </w:t>
            </w:r>
            <w:r w:rsidRPr="0042207F">
              <w:rPr>
                <w:rtl/>
              </w:rPr>
              <w:t>جناب</w:t>
            </w:r>
            <w:r w:rsidRPr="00E9510F">
              <w:t>    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زہراؑ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blPrEx>
          <w:tblLook w:val="04A0"/>
        </w:tblPrEx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گیارہ</w:t>
            </w:r>
            <w:r w:rsidRPr="00E9510F">
              <w:t>  </w:t>
            </w:r>
            <w:r>
              <w:rPr>
                <w:rtl/>
              </w:rPr>
              <w:t>معصوموں</w:t>
            </w:r>
            <w:r w:rsidRPr="00E9510F">
              <w:t> </w:t>
            </w:r>
            <w:r>
              <w:rPr>
                <w:rtl/>
              </w:rPr>
              <w:t>کی</w:t>
            </w:r>
            <w:r w:rsidRPr="00E9510F">
              <w:t> </w:t>
            </w:r>
            <w:r>
              <w:rPr>
                <w:rtl/>
              </w:rPr>
              <w:t>ماں</w:t>
            </w:r>
            <w:r w:rsidRPr="00E9510F">
              <w:t> </w:t>
            </w:r>
            <w:r>
              <w:rPr>
                <w:rtl/>
              </w:rPr>
              <w:t>شاہِ</w:t>
            </w:r>
            <w:r w:rsidRPr="00E9510F">
              <w:t> </w:t>
            </w:r>
            <w:r>
              <w:rPr>
                <w:rtl/>
              </w:rPr>
              <w:t>زنان</w:t>
            </w:r>
            <w:r w:rsidRPr="00E9510F">
              <w:t> </w:t>
            </w:r>
            <w:r>
              <w:rPr>
                <w:rtl/>
              </w:rPr>
              <w:t>آپ</w:t>
            </w:r>
            <w:r w:rsidRPr="00E9510F">
              <w:t> </w:t>
            </w:r>
            <w:r>
              <w:rPr>
                <w:rtl/>
              </w:rPr>
              <w:t>ہوئیں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حد</w:t>
            </w:r>
            <w:r w:rsidRPr="00E9510F">
              <w:t>  </w:t>
            </w:r>
            <w:r>
              <w:rPr>
                <w:rtl/>
              </w:rPr>
              <w:t>یہ</w:t>
            </w:r>
            <w:r w:rsidRPr="00E9510F">
              <w:t>  </w:t>
            </w:r>
            <w:r>
              <w:rPr>
                <w:rtl/>
              </w:rPr>
              <w:t>ہے</w:t>
            </w:r>
            <w:r w:rsidRPr="00E9510F">
              <w:t> </w:t>
            </w:r>
            <w:r>
              <w:rPr>
                <w:rtl/>
              </w:rPr>
              <w:t>خلق</w:t>
            </w:r>
            <w:r w:rsidRPr="00E9510F">
              <w:t> </w:t>
            </w:r>
            <w:r>
              <w:rPr>
                <w:rtl/>
              </w:rPr>
              <w:t>میں</w:t>
            </w:r>
            <w:r w:rsidRPr="00E9510F">
              <w:t> </w:t>
            </w:r>
            <w:r>
              <w:rPr>
                <w:rtl/>
              </w:rPr>
              <w:t>خاتونِ</w:t>
            </w:r>
            <w:r w:rsidRPr="00E9510F">
              <w:t> </w:t>
            </w:r>
            <w:r>
              <w:rPr>
                <w:rtl/>
              </w:rPr>
              <w:t>جناں</w:t>
            </w:r>
            <w:r w:rsidRPr="00E9510F">
              <w:t> </w:t>
            </w:r>
            <w:r>
              <w:rPr>
                <w:rtl/>
              </w:rPr>
              <w:t>آپ</w:t>
            </w:r>
            <w:r w:rsidRPr="00E9510F">
              <w:t> </w:t>
            </w:r>
            <w:r>
              <w:rPr>
                <w:rtl/>
              </w:rPr>
              <w:t>ہوئیں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705"/>
        <w:gridCol w:w="329"/>
        <w:gridCol w:w="4713"/>
      </w:tblGrid>
      <w:tr w:rsidR="00E526CC" w:rsidTr="005F7FD4">
        <w:trPr>
          <w:trHeight w:val="350"/>
        </w:trPr>
        <w:tc>
          <w:tcPr>
            <w:tcW w:w="4728" w:type="dxa"/>
            <w:shd w:val="clear" w:color="auto" w:fill="auto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دامنِ</w:t>
            </w:r>
            <w:r w:rsidRPr="00E9510F">
              <w:t>     </w:t>
            </w:r>
            <w:r w:rsidRPr="0042207F">
              <w:rPr>
                <w:rtl/>
              </w:rPr>
              <w:t>عفو</w:t>
            </w:r>
            <w:r w:rsidRPr="00E9510F">
              <w:t>     </w:t>
            </w:r>
            <w:r w:rsidRPr="0042207F">
              <w:rPr>
                <w:rtl/>
              </w:rPr>
              <w:t>ہے</w:t>
            </w:r>
            <w:r w:rsidRPr="00E9510F">
              <w:t>     </w:t>
            </w:r>
            <w:r w:rsidRPr="0042207F">
              <w:rPr>
                <w:rtl/>
              </w:rPr>
              <w:t>دامانِ</w:t>
            </w:r>
            <w:r w:rsidRPr="00E9510F">
              <w:t>     </w:t>
            </w:r>
            <w:r w:rsidRPr="0042207F">
              <w:rPr>
                <w:rtl/>
              </w:rPr>
              <w:t>جنابِ</w:t>
            </w:r>
            <w:r w:rsidRPr="00E9510F">
              <w:t> 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زہراؑ</w:t>
            </w:r>
            <w:r w:rsidRPr="00E9510F">
              <w:t>  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  <w:shd w:val="clear" w:color="auto" w:fill="auto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  <w:shd w:val="clear" w:color="auto" w:fill="auto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خلق</w:t>
            </w:r>
            <w:r w:rsidRPr="00E9510F">
              <w:t>     </w:t>
            </w:r>
            <w:r w:rsidRPr="0042207F">
              <w:rPr>
                <w:rtl/>
              </w:rPr>
              <w:t>ہے</w:t>
            </w:r>
            <w:r w:rsidRPr="00E9510F">
              <w:t>     </w:t>
            </w:r>
            <w:r w:rsidRPr="0042207F">
              <w:rPr>
                <w:rtl/>
              </w:rPr>
              <w:t>بند</w:t>
            </w:r>
            <w:r w:rsidRPr="00E9510F">
              <w:rPr>
                <w:rFonts w:hint="cs"/>
                <w:rtl/>
              </w:rPr>
              <w:t>ۂ</w:t>
            </w:r>
            <w:r w:rsidRPr="00E9510F">
              <w:t>     </w:t>
            </w:r>
            <w:r w:rsidRPr="0042207F">
              <w:rPr>
                <w:rtl/>
              </w:rPr>
              <w:t>احسانِ</w:t>
            </w:r>
            <w:r w:rsidRPr="00E9510F">
              <w:t>     </w:t>
            </w:r>
            <w:r w:rsidRPr="0042207F">
              <w:rPr>
                <w:rtl/>
              </w:rPr>
              <w:t>جنابَ</w:t>
            </w:r>
            <w:r w:rsidRPr="00E9510F">
              <w:t> 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زہراؑ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blPrEx>
          <w:tblLook w:val="04A0"/>
        </w:tblPrEx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واہ</w:t>
            </w:r>
            <w:r w:rsidRPr="00E9510F">
              <w:t>    </w:t>
            </w:r>
            <w:r w:rsidRPr="0042207F">
              <w:rPr>
                <w:rtl/>
              </w:rPr>
              <w:t>کیا</w:t>
            </w:r>
            <w:r w:rsidRPr="00E9510F">
              <w:t>    </w:t>
            </w:r>
            <w:r w:rsidRPr="0042207F">
              <w:rPr>
                <w:rtl/>
              </w:rPr>
              <w:t>شان</w:t>
            </w:r>
            <w:r w:rsidRPr="00E9510F">
              <w:t>    </w:t>
            </w:r>
            <w:r w:rsidRPr="0042207F">
              <w:rPr>
                <w:rtl/>
              </w:rPr>
              <w:t>ہے</w:t>
            </w:r>
            <w:r w:rsidRPr="00E9510F">
              <w:t>    </w:t>
            </w:r>
            <w:r w:rsidRPr="0042207F">
              <w:rPr>
                <w:rtl/>
              </w:rPr>
              <w:t>قربانِ</w:t>
            </w:r>
            <w:r w:rsidRPr="00E9510F">
              <w:t>   </w:t>
            </w:r>
            <w:r w:rsidRPr="0042207F">
              <w:rPr>
                <w:rtl/>
              </w:rPr>
              <w:t>جنابِ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زہراؑ</w:t>
            </w:r>
            <w:r w:rsidRPr="00E9510F">
              <w:t> 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حق</w:t>
            </w:r>
            <w:r w:rsidRPr="00E9510F">
              <w:t>    </w:t>
            </w:r>
            <w:r w:rsidRPr="0042207F">
              <w:rPr>
                <w:rtl/>
              </w:rPr>
              <w:t>کا</w:t>
            </w:r>
            <w:r w:rsidRPr="00E9510F">
              <w:t>    </w:t>
            </w:r>
            <w:r w:rsidRPr="0042207F">
              <w:rPr>
                <w:rtl/>
              </w:rPr>
              <w:t>فرمان</w:t>
            </w:r>
            <w:r w:rsidRPr="00E9510F">
              <w:t>    </w:t>
            </w:r>
            <w:r w:rsidRPr="0042207F">
              <w:rPr>
                <w:rtl/>
              </w:rPr>
              <w:t>ہے</w:t>
            </w:r>
            <w:r w:rsidRPr="00E9510F">
              <w:t>   </w:t>
            </w:r>
            <w:r w:rsidRPr="0042207F">
              <w:rPr>
                <w:rtl/>
              </w:rPr>
              <w:t>فرمانِ</w:t>
            </w:r>
            <w:r w:rsidRPr="00E9510F">
              <w:t>   </w:t>
            </w:r>
            <w:r w:rsidRPr="0042207F">
              <w:rPr>
                <w:rtl/>
              </w:rPr>
              <w:t>جنابِ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زہراؑ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blPrEx>
          <w:tblLook w:val="04A0"/>
        </w:tblPrEx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عین</w:t>
            </w:r>
            <w:r w:rsidRPr="00E9510F">
              <w:t>   </w:t>
            </w:r>
            <w:r>
              <w:rPr>
                <w:rtl/>
              </w:rPr>
              <w:t>بھگوان</w:t>
            </w:r>
            <w:r w:rsidRPr="00E9510F">
              <w:t>   </w:t>
            </w:r>
            <w:r>
              <w:rPr>
                <w:rtl/>
              </w:rPr>
              <w:t>کی</w:t>
            </w:r>
            <w:r w:rsidRPr="00E9510F">
              <w:t>   </w:t>
            </w:r>
            <w:r>
              <w:rPr>
                <w:rtl/>
              </w:rPr>
              <w:t>رحمت</w:t>
            </w:r>
            <w:r w:rsidRPr="00E9510F">
              <w:t>   </w:t>
            </w:r>
            <w:r>
              <w:rPr>
                <w:rtl/>
              </w:rPr>
              <w:t>ہے</w:t>
            </w:r>
            <w:r w:rsidRPr="00E9510F">
              <w:t>   </w:t>
            </w:r>
            <w:r>
              <w:rPr>
                <w:rtl/>
              </w:rPr>
              <w:t>کرم</w:t>
            </w:r>
            <w:r w:rsidRPr="00E9510F">
              <w:t>  </w:t>
            </w:r>
            <w:r>
              <w:rPr>
                <w:rtl/>
              </w:rPr>
              <w:t>زہراؑ</w:t>
            </w:r>
            <w:r w:rsidRPr="00E9510F">
              <w:t>  </w:t>
            </w:r>
            <w:r>
              <w:rPr>
                <w:rtl/>
              </w:rPr>
              <w:t>کا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rPr>
                <w:rtl/>
              </w:rPr>
              <w:t>جب</w:t>
            </w:r>
            <w:r w:rsidRPr="00E9510F">
              <w:t> </w:t>
            </w:r>
            <w:r w:rsidRPr="00E9510F">
              <w:rPr>
                <w:rtl/>
              </w:rPr>
              <w:t>تلک</w:t>
            </w:r>
            <w:r w:rsidRPr="00E9510F">
              <w:t> </w:t>
            </w:r>
            <w:r w:rsidRPr="00E9510F">
              <w:rPr>
                <w:rtl/>
              </w:rPr>
              <w:t>دم</w:t>
            </w:r>
            <w:r w:rsidRPr="00E9510F">
              <w:t> </w:t>
            </w:r>
            <w:r w:rsidRPr="00E9510F">
              <w:rPr>
                <w:rtl/>
              </w:rPr>
              <w:t>ہے</w:t>
            </w:r>
            <w:r w:rsidRPr="00E9510F">
              <w:t> </w:t>
            </w:r>
            <w:r w:rsidRPr="00E9510F">
              <w:rPr>
                <w:rtl/>
              </w:rPr>
              <w:t>بھروں</w:t>
            </w:r>
            <w:r w:rsidRPr="00E9510F">
              <w:t> </w:t>
            </w:r>
            <w:r w:rsidRPr="00E9510F">
              <w:rPr>
                <w:rtl/>
              </w:rPr>
              <w:t>گی</w:t>
            </w:r>
            <w:r w:rsidRPr="00E9510F">
              <w:t> </w:t>
            </w:r>
            <w:r w:rsidRPr="00E9510F">
              <w:rPr>
                <w:rtl/>
              </w:rPr>
              <w:t>یوں</w:t>
            </w:r>
            <w:r w:rsidRPr="00E9510F">
              <w:t> </w:t>
            </w:r>
            <w:r w:rsidRPr="00E9510F">
              <w:rPr>
                <w:rtl/>
              </w:rPr>
              <w:t>ہی</w:t>
            </w:r>
            <w:r w:rsidRPr="00E9510F">
              <w:t> </w:t>
            </w:r>
            <w:r w:rsidRPr="00E9510F">
              <w:rPr>
                <w:rtl/>
              </w:rPr>
              <w:t>دم</w:t>
            </w:r>
            <w:r w:rsidRPr="00E9510F">
              <w:t> </w:t>
            </w:r>
            <w:r w:rsidRPr="00E9510F">
              <w:rPr>
                <w:rtl/>
              </w:rPr>
              <w:t>زہراؑ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E9510F">
              <w:rPr>
                <w:rtl/>
              </w:rPr>
              <w:t>کا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p w:rsidR="00E526CC" w:rsidRPr="00530925" w:rsidRDefault="00E526CC" w:rsidP="007759D6">
      <w:pPr>
        <w:pStyle w:val="Heading2Center"/>
        <w:rPr>
          <w:rtl/>
        </w:rPr>
      </w:pPr>
      <w:bookmarkStart w:id="1" w:name="_Toc505082494"/>
      <w:r w:rsidRPr="00530925">
        <w:rPr>
          <w:rtl/>
        </w:rPr>
        <w:t>کس کا زہرہ ہے جو کرے وصفِ جنابِ زہراؑ</w:t>
      </w:r>
      <w:r w:rsidRPr="00530925">
        <w:br/>
      </w:r>
      <w:r w:rsidR="007759D6">
        <w:rPr>
          <w:rFonts w:hint="cs"/>
          <w:rtl/>
        </w:rPr>
        <w:t xml:space="preserve">-  </w:t>
      </w:r>
      <w:r w:rsidR="007759D6" w:rsidRPr="00530925">
        <w:rPr>
          <w:rtl/>
        </w:rPr>
        <w:t>تا</w:t>
      </w:r>
      <w:r w:rsidR="007759D6">
        <w:rPr>
          <w:rFonts w:hint="cs"/>
          <w:rtl/>
        </w:rPr>
        <w:t xml:space="preserve">  -</w:t>
      </w:r>
      <w:r w:rsidR="007759D6" w:rsidRPr="00530925">
        <w:br/>
      </w:r>
      <w:r w:rsidRPr="00530925">
        <w:rPr>
          <w:rtl/>
        </w:rPr>
        <w:t>اس کی تعظیم رسولؐ دوسَرا کرتے تھے</w:t>
      </w:r>
      <w:bookmarkEnd w:id="1"/>
    </w:p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4793"/>
        <w:gridCol w:w="298"/>
        <w:gridCol w:w="4656"/>
      </w:tblGrid>
      <w:tr w:rsidR="00E526CC" w:rsidTr="005F7FD4">
        <w:trPr>
          <w:trHeight w:val="350"/>
        </w:trPr>
        <w:tc>
          <w:tcPr>
            <w:tcW w:w="4728" w:type="dxa"/>
            <w:shd w:val="clear" w:color="auto" w:fill="auto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کس</w:t>
            </w:r>
            <w:r w:rsidRPr="00E9510F">
              <w:t>  </w:t>
            </w:r>
            <w:r w:rsidRPr="0042207F">
              <w:rPr>
                <w:rtl/>
              </w:rPr>
              <w:t>کا</w:t>
            </w:r>
            <w:r w:rsidRPr="00E9510F">
              <w:t>  </w:t>
            </w:r>
            <w:r w:rsidRPr="0042207F">
              <w:rPr>
                <w:rtl/>
              </w:rPr>
              <w:t>زہرہ</w:t>
            </w:r>
            <w:r w:rsidRPr="00E9510F">
              <w:t>  </w:t>
            </w:r>
            <w:r w:rsidRPr="0042207F">
              <w:rPr>
                <w:rtl/>
              </w:rPr>
              <w:t>ہے</w:t>
            </w:r>
            <w:r w:rsidRPr="00E9510F">
              <w:t>  </w:t>
            </w:r>
            <w:r w:rsidRPr="0042207F">
              <w:rPr>
                <w:rtl/>
              </w:rPr>
              <w:t>جو</w:t>
            </w:r>
            <w:r w:rsidRPr="00E9510F">
              <w:t>  </w:t>
            </w:r>
            <w:r w:rsidRPr="0042207F">
              <w:rPr>
                <w:rtl/>
              </w:rPr>
              <w:t>کرے</w:t>
            </w:r>
            <w:r w:rsidRPr="00E9510F">
              <w:t>  </w:t>
            </w:r>
            <w:r w:rsidRPr="0042207F">
              <w:rPr>
                <w:rtl/>
              </w:rPr>
              <w:t>وصفِ</w:t>
            </w:r>
            <w:r w:rsidRPr="00E9510F">
              <w:t> </w:t>
            </w:r>
            <w:r w:rsidRPr="0042207F">
              <w:rPr>
                <w:rtl/>
              </w:rPr>
              <w:t>جنابِ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زہراؑ</w:t>
            </w:r>
            <w:r w:rsidRPr="00E9510F">
              <w:t>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  <w:shd w:val="clear" w:color="auto" w:fill="auto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  <w:shd w:val="clear" w:color="auto" w:fill="auto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غیر</w:t>
            </w:r>
            <w:r w:rsidRPr="00E9510F">
              <w:t>   </w:t>
            </w:r>
            <w:r>
              <w:rPr>
                <w:rtl/>
              </w:rPr>
              <w:t>ممکن</w:t>
            </w:r>
            <w:r w:rsidRPr="00E9510F">
              <w:t>   </w:t>
            </w:r>
            <w:r>
              <w:rPr>
                <w:rtl/>
              </w:rPr>
              <w:t>ہے</w:t>
            </w:r>
            <w:r w:rsidRPr="00E9510F">
              <w:t>   </w:t>
            </w:r>
            <w:r>
              <w:rPr>
                <w:rtl/>
              </w:rPr>
              <w:t>دو</w:t>
            </w:r>
            <w:r w:rsidRPr="00E9510F">
              <w:t>   </w:t>
            </w:r>
            <w:r>
              <w:rPr>
                <w:rtl/>
              </w:rPr>
              <w:t>عالم</w:t>
            </w:r>
            <w:r w:rsidRPr="00E9510F">
              <w:t>   </w:t>
            </w:r>
            <w:r>
              <w:rPr>
                <w:rtl/>
              </w:rPr>
              <w:t>میں</w:t>
            </w:r>
            <w:r w:rsidRPr="00E9510F">
              <w:t>   </w:t>
            </w:r>
            <w:r>
              <w:rPr>
                <w:rtl/>
              </w:rPr>
              <w:t>جوابِ</w:t>
            </w:r>
            <w:r w:rsidRPr="00E9510F">
              <w:t>   </w:t>
            </w:r>
            <w:r>
              <w:rPr>
                <w:rtl/>
              </w:rPr>
              <w:t>زہراؑ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blPrEx>
          <w:tblLook w:val="04A0"/>
        </w:tblPrEx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اعثِ</w:t>
            </w:r>
            <w:r w:rsidRPr="00E9510F">
              <w:t>      </w:t>
            </w:r>
            <w:r>
              <w:rPr>
                <w:rtl/>
              </w:rPr>
              <w:t>قہرِ</w:t>
            </w:r>
            <w:r w:rsidRPr="00E9510F">
              <w:t>      </w:t>
            </w:r>
            <w:r>
              <w:rPr>
                <w:rtl/>
              </w:rPr>
              <w:t>الہٰی</w:t>
            </w:r>
            <w:r w:rsidRPr="00E9510F">
              <w:t>      </w:t>
            </w:r>
            <w:r>
              <w:rPr>
                <w:rtl/>
              </w:rPr>
              <w:t>ہے</w:t>
            </w:r>
            <w:r w:rsidRPr="00E9510F">
              <w:t>      </w:t>
            </w:r>
            <w:r>
              <w:rPr>
                <w:rtl/>
              </w:rPr>
              <w:t>عتابِ</w:t>
            </w:r>
            <w:r w:rsidRPr="00E9510F">
              <w:t>      </w:t>
            </w:r>
            <w:r>
              <w:rPr>
                <w:rtl/>
              </w:rPr>
              <w:t>زہراؑ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بے</w:t>
            </w:r>
            <w:r w:rsidRPr="00E9510F">
              <w:t>   </w:t>
            </w:r>
            <w:r>
              <w:rPr>
                <w:rtl/>
              </w:rPr>
              <w:t>شمار</w:t>
            </w:r>
            <w:r w:rsidRPr="00E9510F">
              <w:t>   </w:t>
            </w:r>
            <w:r>
              <w:rPr>
                <w:rtl/>
              </w:rPr>
              <w:t>آئے</w:t>
            </w:r>
            <w:r w:rsidRPr="00E9510F">
              <w:t>  </w:t>
            </w:r>
            <w:r>
              <w:rPr>
                <w:rtl/>
              </w:rPr>
              <w:t>ہیں</w:t>
            </w:r>
            <w:r w:rsidRPr="00E9510F">
              <w:t>  </w:t>
            </w:r>
            <w:r>
              <w:rPr>
                <w:rtl/>
              </w:rPr>
              <w:t>قرآن</w:t>
            </w:r>
            <w:r w:rsidRPr="00E9510F">
              <w:t>  </w:t>
            </w:r>
            <w:r>
              <w:rPr>
                <w:rtl/>
              </w:rPr>
              <w:t>میں</w:t>
            </w:r>
            <w:r w:rsidRPr="00E9510F">
              <w:t>  </w:t>
            </w:r>
            <w:r>
              <w:rPr>
                <w:rtl/>
              </w:rPr>
              <w:t>خطابِ</w:t>
            </w:r>
            <w:r w:rsidRPr="00E9510F">
              <w:t>  </w:t>
            </w:r>
            <w:r>
              <w:rPr>
                <w:rtl/>
              </w:rPr>
              <w:t>زہراؑ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blPrEx>
          <w:tblLook w:val="04A0"/>
        </w:tblPrEx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وصف</w:t>
            </w:r>
            <w:r w:rsidRPr="00E9510F">
              <w:t>  </w:t>
            </w:r>
            <w:r w:rsidRPr="0042207F">
              <w:rPr>
                <w:rtl/>
              </w:rPr>
              <w:t>جس</w:t>
            </w:r>
            <w:r w:rsidRPr="00E9510F">
              <w:t>  </w:t>
            </w:r>
            <w:r w:rsidRPr="0042207F">
              <w:rPr>
                <w:rtl/>
              </w:rPr>
              <w:t>بی</w:t>
            </w:r>
            <w:r w:rsidRPr="00E9510F">
              <w:t>  </w:t>
            </w:r>
            <w:r w:rsidRPr="0042207F">
              <w:rPr>
                <w:rtl/>
              </w:rPr>
              <w:t>بی</w:t>
            </w:r>
            <w:r w:rsidRPr="00E9510F">
              <w:t>  </w:t>
            </w:r>
            <w:r w:rsidRPr="0042207F">
              <w:rPr>
                <w:rtl/>
              </w:rPr>
              <w:t>کا</w:t>
            </w:r>
            <w:r w:rsidRPr="00E9510F">
              <w:t> </w:t>
            </w:r>
            <w:r w:rsidRPr="0042207F">
              <w:rPr>
                <w:rtl/>
              </w:rPr>
              <w:t>قرآن</w:t>
            </w:r>
            <w:r w:rsidRPr="00E9510F">
              <w:t> </w:t>
            </w:r>
            <w:r w:rsidRPr="0042207F">
              <w:rPr>
                <w:rtl/>
              </w:rPr>
              <w:t>میں</w:t>
            </w:r>
            <w:r w:rsidRPr="00E9510F">
              <w:t> </w:t>
            </w:r>
            <w:r w:rsidRPr="0042207F">
              <w:rPr>
                <w:rtl/>
              </w:rPr>
              <w:t>بھگوان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کرے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اُس</w:t>
            </w:r>
            <w:r w:rsidRPr="00E9510F">
              <w:t>   </w:t>
            </w:r>
            <w:r w:rsidRPr="0042207F">
              <w:rPr>
                <w:rtl/>
              </w:rPr>
              <w:t>کی</w:t>
            </w:r>
            <w:r w:rsidRPr="00E9510F">
              <w:t>   </w:t>
            </w:r>
            <w:r w:rsidRPr="0042207F">
              <w:rPr>
                <w:rtl/>
              </w:rPr>
              <w:t>توصیف</w:t>
            </w:r>
            <w:r w:rsidRPr="00E9510F">
              <w:t>   </w:t>
            </w:r>
            <w:r w:rsidRPr="0042207F">
              <w:rPr>
                <w:rtl/>
              </w:rPr>
              <w:t>بھلا</w:t>
            </w:r>
            <w:r w:rsidRPr="00E9510F">
              <w:t>  </w:t>
            </w:r>
            <w:r w:rsidRPr="0042207F">
              <w:rPr>
                <w:rtl/>
              </w:rPr>
              <w:t>کیا</w:t>
            </w:r>
            <w:r w:rsidRPr="00E9510F">
              <w:t>  </w:t>
            </w:r>
            <w:r w:rsidRPr="0042207F">
              <w:rPr>
                <w:rtl/>
              </w:rPr>
              <w:t>کوئی</w:t>
            </w:r>
            <w:r w:rsidRPr="00E9510F">
              <w:t>  </w:t>
            </w:r>
            <w:r w:rsidRPr="0042207F">
              <w:rPr>
                <w:rtl/>
              </w:rPr>
              <w:t>انسان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کرے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728"/>
        <w:gridCol w:w="337"/>
        <w:gridCol w:w="4682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زینتِ</w:t>
            </w:r>
            <w:r w:rsidRPr="00E9510F">
              <w:t>     </w:t>
            </w:r>
            <w:r w:rsidRPr="0042207F">
              <w:rPr>
                <w:rtl/>
              </w:rPr>
              <w:t>محفلِ</w:t>
            </w:r>
            <w:r w:rsidRPr="00E9510F">
              <w:t>     </w:t>
            </w:r>
            <w:r w:rsidRPr="0042207F">
              <w:rPr>
                <w:rtl/>
              </w:rPr>
              <w:t>حورانِ</w:t>
            </w:r>
            <w:r w:rsidRPr="00E9510F">
              <w:t>     </w:t>
            </w:r>
            <w:r w:rsidRPr="0042207F">
              <w:rPr>
                <w:rtl/>
              </w:rPr>
              <w:t>جناں</w:t>
            </w:r>
            <w:r w:rsidRPr="00E9510F">
              <w:t>    </w:t>
            </w:r>
            <w:r w:rsidRPr="0042207F">
              <w:rPr>
                <w:rtl/>
              </w:rPr>
              <w:t>ہیں</w:t>
            </w:r>
            <w:r w:rsidRPr="00E9510F">
              <w:t> 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زہراؑ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t> </w:t>
            </w:r>
            <w:r w:rsidRPr="0042207F">
              <w:rPr>
                <w:rtl/>
              </w:rPr>
              <w:t>دلِ</w:t>
            </w:r>
            <w:r w:rsidRPr="00E9510F">
              <w:t>    </w:t>
            </w:r>
            <w:r w:rsidRPr="0042207F">
              <w:rPr>
                <w:rtl/>
              </w:rPr>
              <w:t>محبوبِؐ</w:t>
            </w:r>
            <w:r w:rsidRPr="00E9510F">
              <w:t>    </w:t>
            </w:r>
            <w:r w:rsidRPr="0042207F">
              <w:rPr>
                <w:rtl/>
              </w:rPr>
              <w:t>خدا</w:t>
            </w:r>
            <w:r w:rsidRPr="00E9510F">
              <w:t>    </w:t>
            </w:r>
            <w:r w:rsidRPr="0042207F">
              <w:rPr>
                <w:rtl/>
              </w:rPr>
              <w:t>جانِ</w:t>
            </w:r>
            <w:r w:rsidRPr="00E9510F">
              <w:t>    </w:t>
            </w:r>
            <w:r w:rsidRPr="0042207F">
              <w:rPr>
                <w:rtl/>
              </w:rPr>
              <w:t>جہاں</w:t>
            </w:r>
            <w:r w:rsidRPr="00E9510F">
              <w:t>    </w:t>
            </w:r>
            <w:r w:rsidRPr="0042207F">
              <w:rPr>
                <w:rtl/>
              </w:rPr>
              <w:t>ہیں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زہراؑ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ساکنِ</w:t>
            </w:r>
            <w:r w:rsidRPr="00E9510F">
              <w:t>   </w:t>
            </w:r>
            <w:r w:rsidRPr="0042207F">
              <w:rPr>
                <w:rtl/>
              </w:rPr>
              <w:t>فرش</w:t>
            </w:r>
            <w:r w:rsidRPr="00E9510F">
              <w:t>   </w:t>
            </w:r>
            <w:r w:rsidRPr="0042207F">
              <w:rPr>
                <w:rtl/>
              </w:rPr>
              <w:t>ہیں</w:t>
            </w:r>
            <w:r w:rsidRPr="00E9510F">
              <w:t>   </w:t>
            </w:r>
            <w:r w:rsidRPr="0042207F">
              <w:rPr>
                <w:rtl/>
              </w:rPr>
              <w:t>پر</w:t>
            </w:r>
            <w:r w:rsidRPr="00E9510F">
              <w:t>   </w:t>
            </w:r>
            <w:r w:rsidRPr="0042207F">
              <w:rPr>
                <w:rtl/>
              </w:rPr>
              <w:t>عرشِ</w:t>
            </w:r>
            <w:r w:rsidRPr="00E9510F">
              <w:t>  </w:t>
            </w:r>
            <w:r w:rsidRPr="0042207F">
              <w:rPr>
                <w:rtl/>
              </w:rPr>
              <w:t>مکاں</w:t>
            </w:r>
            <w:r w:rsidRPr="00E9510F">
              <w:t>  </w:t>
            </w:r>
            <w:r w:rsidRPr="0042207F">
              <w:rPr>
                <w:rtl/>
              </w:rPr>
              <w:t>ہیں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زہراؑ</w:t>
            </w:r>
            <w:r w:rsidRPr="00E9510F">
              <w:t>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t> </w:t>
            </w:r>
            <w:r w:rsidRPr="0042207F">
              <w:rPr>
                <w:rtl/>
              </w:rPr>
              <w:t>خلق</w:t>
            </w:r>
            <w:r w:rsidRPr="00E9510F">
              <w:t>   </w:t>
            </w:r>
            <w:r w:rsidRPr="0042207F">
              <w:rPr>
                <w:rtl/>
              </w:rPr>
              <w:t>میں</w:t>
            </w:r>
            <w:r w:rsidRPr="00E9510F">
              <w:t>   </w:t>
            </w:r>
            <w:r w:rsidRPr="0042207F">
              <w:rPr>
                <w:rtl/>
              </w:rPr>
              <w:t>احمد</w:t>
            </w:r>
            <w:r w:rsidRPr="00E9510F">
              <w:t>   </w:t>
            </w:r>
            <w:r w:rsidRPr="0042207F">
              <w:rPr>
                <w:rtl/>
              </w:rPr>
              <w:t>مرسلؐ</w:t>
            </w:r>
            <w:r w:rsidRPr="00E9510F">
              <w:t>   </w:t>
            </w:r>
            <w:r w:rsidRPr="0042207F">
              <w:rPr>
                <w:rtl/>
              </w:rPr>
              <w:t>کا</w:t>
            </w:r>
            <w:r w:rsidRPr="00E9510F">
              <w:t>   </w:t>
            </w:r>
            <w:r w:rsidRPr="0042207F">
              <w:rPr>
                <w:rtl/>
              </w:rPr>
              <w:t>نشاں</w:t>
            </w:r>
            <w:r w:rsidRPr="00E9510F">
              <w:t>   </w:t>
            </w:r>
            <w:r w:rsidRPr="0042207F">
              <w:rPr>
                <w:rtl/>
              </w:rPr>
              <w:t>ہے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زہراؑ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سہو</w:t>
            </w:r>
            <w:r w:rsidRPr="00E9510F">
              <w:t>  </w:t>
            </w:r>
            <w:r w:rsidRPr="0042207F">
              <w:rPr>
                <w:rtl/>
              </w:rPr>
              <w:t>و</w:t>
            </w:r>
            <w:r w:rsidRPr="00E9510F">
              <w:t>  </w:t>
            </w:r>
            <w:r w:rsidRPr="0042207F">
              <w:rPr>
                <w:rtl/>
              </w:rPr>
              <w:t>نسیاں</w:t>
            </w:r>
            <w:r w:rsidRPr="00E9510F">
              <w:t>  </w:t>
            </w:r>
            <w:r w:rsidRPr="0042207F">
              <w:rPr>
                <w:rtl/>
              </w:rPr>
              <w:t>سے</w:t>
            </w:r>
            <w:r w:rsidRPr="00E9510F">
              <w:t>  </w:t>
            </w:r>
            <w:r w:rsidRPr="0042207F">
              <w:rPr>
                <w:rtl/>
              </w:rPr>
              <w:t>بری</w:t>
            </w:r>
            <w:r w:rsidRPr="00E9510F">
              <w:t>  </w:t>
            </w:r>
            <w:r w:rsidRPr="0042207F">
              <w:rPr>
                <w:rtl/>
              </w:rPr>
              <w:t>مثلِ</w:t>
            </w:r>
            <w:r w:rsidRPr="00E9510F">
              <w:t>  </w:t>
            </w:r>
            <w:r w:rsidRPr="0042207F">
              <w:rPr>
                <w:rtl/>
              </w:rPr>
              <w:t>پدر</w:t>
            </w:r>
            <w:r w:rsidRPr="00E9510F">
              <w:t>  </w:t>
            </w:r>
            <w:r w:rsidRPr="0042207F">
              <w:rPr>
                <w:rtl/>
              </w:rPr>
              <w:t>ہیں</w:t>
            </w:r>
            <w:r w:rsidRPr="00E9510F">
              <w:t>  </w:t>
            </w:r>
            <w:r w:rsidRPr="0042207F">
              <w:rPr>
                <w:rtl/>
              </w:rPr>
              <w:t>بی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بی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عین</w:t>
            </w:r>
            <w:r w:rsidRPr="00E9510F">
              <w:t>    </w:t>
            </w:r>
            <w:r w:rsidRPr="0042207F">
              <w:rPr>
                <w:rtl/>
              </w:rPr>
              <w:t>محبوبِ</w:t>
            </w:r>
            <w:r w:rsidRPr="00E9510F">
              <w:t>    </w:t>
            </w:r>
            <w:r w:rsidRPr="0042207F">
              <w:rPr>
                <w:rtl/>
              </w:rPr>
              <w:t>الہٰی</w:t>
            </w:r>
            <w:r w:rsidRPr="00E9510F">
              <w:t>    </w:t>
            </w:r>
            <w:r w:rsidRPr="0042207F">
              <w:rPr>
                <w:rtl/>
              </w:rPr>
              <w:t>کی</w:t>
            </w:r>
            <w:r w:rsidRPr="00E9510F">
              <w:t>    </w:t>
            </w:r>
            <w:r w:rsidRPr="0042207F">
              <w:rPr>
                <w:rtl/>
              </w:rPr>
              <w:t>نظر</w:t>
            </w:r>
            <w:r w:rsidRPr="00E9510F">
              <w:t>    </w:t>
            </w:r>
            <w:r w:rsidRPr="0042207F">
              <w:rPr>
                <w:rtl/>
              </w:rPr>
              <w:t>ہیں</w:t>
            </w:r>
            <w:r w:rsidRPr="00E9510F">
              <w:t>   </w:t>
            </w:r>
            <w:r w:rsidRPr="0042207F">
              <w:rPr>
                <w:rtl/>
              </w:rPr>
              <w:t>بی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بی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5177"/>
        <w:gridCol w:w="222"/>
        <w:gridCol w:w="4456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لکھنے</w:t>
            </w:r>
            <w:r w:rsidRPr="00E9510F">
              <w:t> </w:t>
            </w:r>
            <w:r>
              <w:rPr>
                <w:rtl/>
              </w:rPr>
              <w:t>گو</w:t>
            </w:r>
            <w:r w:rsidRPr="00E9510F">
              <w:t> </w:t>
            </w:r>
            <w:r>
              <w:rPr>
                <w:rtl/>
              </w:rPr>
              <w:t>بیٹھی</w:t>
            </w:r>
            <w:r w:rsidRPr="00E9510F">
              <w:t> </w:t>
            </w:r>
            <w:r>
              <w:rPr>
                <w:rtl/>
              </w:rPr>
              <w:t>ہوں</w:t>
            </w:r>
            <w:r w:rsidRPr="00E9510F">
              <w:t> </w:t>
            </w:r>
            <w:r>
              <w:rPr>
                <w:rtl/>
              </w:rPr>
              <w:t>اس</w:t>
            </w:r>
            <w:r w:rsidRPr="00E9510F">
              <w:t> </w:t>
            </w:r>
            <w:r>
              <w:rPr>
                <w:rtl/>
              </w:rPr>
              <w:t>صاحبِ</w:t>
            </w:r>
            <w:r w:rsidRPr="00E9510F">
              <w:t> </w:t>
            </w:r>
            <w:r>
              <w:rPr>
                <w:rtl/>
              </w:rPr>
              <w:t>عفت</w:t>
            </w:r>
            <w:r w:rsidRPr="00E9510F">
              <w:t> </w:t>
            </w:r>
            <w:r>
              <w:rPr>
                <w:rtl/>
              </w:rPr>
              <w:t>کا</w:t>
            </w:r>
            <w:r w:rsidRPr="00E9510F">
              <w:t> </w:t>
            </w:r>
            <w:r>
              <w:rPr>
                <w:rtl/>
              </w:rPr>
              <w:t>میں</w:t>
            </w:r>
            <w:r w:rsidRPr="00E9510F">
              <w:t> </w:t>
            </w:r>
            <w:r>
              <w:rPr>
                <w:rtl/>
              </w:rPr>
              <w:t>حال</w:t>
            </w:r>
            <w:r w:rsidRPr="00E9510F">
              <w:t>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t> </w:t>
            </w:r>
            <w:r w:rsidRPr="0042207F">
              <w:rPr>
                <w:rtl/>
              </w:rPr>
              <w:t>پردہٗ</w:t>
            </w:r>
            <w:r w:rsidRPr="00E9510F">
              <w:t>   </w:t>
            </w:r>
            <w:r w:rsidRPr="0042207F">
              <w:rPr>
                <w:rtl/>
              </w:rPr>
              <w:t>دل</w:t>
            </w:r>
            <w:r w:rsidRPr="00E9510F">
              <w:t>   </w:t>
            </w:r>
            <w:r w:rsidRPr="0042207F">
              <w:rPr>
                <w:rtl/>
              </w:rPr>
              <w:t>سے</w:t>
            </w:r>
            <w:r w:rsidRPr="00E9510F">
              <w:t>   </w:t>
            </w:r>
            <w:r w:rsidRPr="0042207F">
              <w:rPr>
                <w:rtl/>
              </w:rPr>
              <w:t>یہ</w:t>
            </w:r>
            <w:r w:rsidRPr="00E9510F">
              <w:t>  </w:t>
            </w:r>
            <w:r w:rsidRPr="0042207F">
              <w:rPr>
                <w:rtl/>
              </w:rPr>
              <w:t>مضموں</w:t>
            </w:r>
            <w:r w:rsidRPr="00E9510F">
              <w:t>  </w:t>
            </w:r>
            <w:r w:rsidRPr="0042207F">
              <w:rPr>
                <w:rtl/>
              </w:rPr>
              <w:t>کا</w:t>
            </w:r>
            <w:r w:rsidRPr="00E9510F">
              <w:t>  </w:t>
            </w:r>
            <w:r w:rsidRPr="0042207F">
              <w:rPr>
                <w:rtl/>
              </w:rPr>
              <w:t>نکلنا</w:t>
            </w:r>
            <w:r w:rsidRPr="00E9510F">
              <w:t>  </w:t>
            </w:r>
            <w:r w:rsidRPr="0042207F">
              <w:rPr>
                <w:rtl/>
              </w:rPr>
              <w:t>ہے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محال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مدح</w:t>
            </w:r>
            <w:r w:rsidRPr="00E9510F">
              <w:t>  </w:t>
            </w:r>
            <w:r>
              <w:rPr>
                <w:rtl/>
              </w:rPr>
              <w:t>زہراؑ</w:t>
            </w:r>
            <w:r w:rsidRPr="00E9510F">
              <w:t>  </w:t>
            </w:r>
            <w:r>
              <w:rPr>
                <w:rtl/>
              </w:rPr>
              <w:t>کروں</w:t>
            </w:r>
            <w:r w:rsidRPr="00E9510F">
              <w:t>  </w:t>
            </w:r>
            <w:r>
              <w:rPr>
                <w:rtl/>
              </w:rPr>
              <w:t>پر</w:t>
            </w:r>
            <w:r w:rsidRPr="00E9510F">
              <w:t>  </w:t>
            </w:r>
            <w:r>
              <w:rPr>
                <w:rtl/>
              </w:rPr>
              <w:t>ہو</w:t>
            </w:r>
            <w:r w:rsidRPr="00E9510F">
              <w:t>  </w:t>
            </w:r>
            <w:r>
              <w:rPr>
                <w:rtl/>
              </w:rPr>
              <w:t>گی</w:t>
            </w:r>
            <w:r w:rsidRPr="00E9510F">
              <w:t>  </w:t>
            </w:r>
            <w:r>
              <w:rPr>
                <w:rtl/>
              </w:rPr>
              <w:t>نہیں</w:t>
            </w:r>
            <w:r w:rsidRPr="00E9510F">
              <w:t>  </w:t>
            </w:r>
            <w:r>
              <w:rPr>
                <w:rtl/>
              </w:rPr>
              <w:t>میری</w:t>
            </w:r>
            <w:r w:rsidRPr="00E9510F">
              <w:t>  </w:t>
            </w:r>
            <w:r>
              <w:rPr>
                <w:rtl/>
              </w:rPr>
              <w:t>مجال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t>  </w:t>
            </w:r>
            <w:r w:rsidRPr="0042207F">
              <w:rPr>
                <w:rtl/>
              </w:rPr>
              <w:t>مجھ</w:t>
            </w:r>
            <w:r w:rsidRPr="00E9510F">
              <w:t>  </w:t>
            </w:r>
            <w:r w:rsidRPr="0042207F">
              <w:rPr>
                <w:rtl/>
              </w:rPr>
              <w:t>سے</w:t>
            </w:r>
            <w:r w:rsidRPr="00E9510F">
              <w:t>  </w:t>
            </w:r>
            <w:r w:rsidRPr="0042207F">
              <w:rPr>
                <w:rtl/>
              </w:rPr>
              <w:t>در</w:t>
            </w:r>
            <w:r w:rsidRPr="00E9510F">
              <w:t>  </w:t>
            </w:r>
            <w:r w:rsidRPr="0042207F">
              <w:rPr>
                <w:rtl/>
              </w:rPr>
              <w:t>پردہ</w:t>
            </w:r>
            <w:r w:rsidRPr="00E9510F">
              <w:t>  </w:t>
            </w:r>
            <w:r w:rsidRPr="0042207F">
              <w:rPr>
                <w:rtl/>
              </w:rPr>
              <w:t>میرا</w:t>
            </w:r>
            <w:r w:rsidRPr="00E9510F">
              <w:t>  </w:t>
            </w:r>
            <w:r w:rsidRPr="0042207F">
              <w:rPr>
                <w:rtl/>
              </w:rPr>
              <w:t>ذہن</w:t>
            </w:r>
            <w:r w:rsidRPr="00E9510F">
              <w:t> </w:t>
            </w:r>
            <w:r w:rsidRPr="0042207F">
              <w:rPr>
                <w:rtl/>
              </w:rPr>
              <w:t>یہ</w:t>
            </w:r>
            <w:r w:rsidRPr="00E9510F">
              <w:t> </w:t>
            </w:r>
            <w:r w:rsidRPr="0042207F">
              <w:rPr>
                <w:rtl/>
              </w:rPr>
              <w:t>کرتا</w:t>
            </w:r>
            <w:r w:rsidRPr="00E9510F">
              <w:t> </w:t>
            </w:r>
            <w:r w:rsidRPr="0042207F">
              <w:rPr>
                <w:rtl/>
              </w:rPr>
              <w:t>ہے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مقال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بے</w:t>
            </w:r>
            <w:r w:rsidRPr="00E9510F">
              <w:t>    </w:t>
            </w:r>
            <w:r w:rsidRPr="0042207F">
              <w:rPr>
                <w:rtl/>
              </w:rPr>
              <w:t>خبر</w:t>
            </w:r>
            <w:r w:rsidRPr="00E9510F">
              <w:t>    </w:t>
            </w:r>
            <w:r w:rsidRPr="0042207F">
              <w:rPr>
                <w:rtl/>
              </w:rPr>
              <w:t>بنتِ</w:t>
            </w:r>
            <w:r w:rsidRPr="00E9510F">
              <w:t>    </w:t>
            </w:r>
            <w:r w:rsidRPr="0042207F">
              <w:rPr>
                <w:rtl/>
              </w:rPr>
              <w:t>پیمبرؐ</w:t>
            </w:r>
            <w:r w:rsidRPr="00E9510F">
              <w:t>    </w:t>
            </w:r>
            <w:r w:rsidRPr="0042207F">
              <w:rPr>
                <w:rtl/>
              </w:rPr>
              <w:t>کی</w:t>
            </w:r>
            <w:r w:rsidRPr="00E9510F">
              <w:t>   </w:t>
            </w:r>
            <w:r w:rsidRPr="0042207F">
              <w:rPr>
                <w:rtl/>
              </w:rPr>
              <w:t>ثنا</w:t>
            </w:r>
            <w:r w:rsidRPr="00E9510F">
              <w:t>   </w:t>
            </w:r>
            <w:r w:rsidRPr="0042207F">
              <w:rPr>
                <w:rtl/>
              </w:rPr>
              <w:t>مشکل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ہے</w:t>
            </w:r>
            <w:r w:rsidRPr="00E9510F">
              <w:t>   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ہو</w:t>
            </w:r>
            <w:r w:rsidRPr="00E9510F">
              <w:t>    </w:t>
            </w:r>
            <w:r w:rsidRPr="0042207F">
              <w:rPr>
                <w:rtl/>
              </w:rPr>
              <w:t>سکے</w:t>
            </w:r>
            <w:r w:rsidRPr="00E9510F">
              <w:t>    </w:t>
            </w:r>
            <w:r w:rsidRPr="0042207F">
              <w:rPr>
                <w:rtl/>
              </w:rPr>
              <w:t>مدحتِ</w:t>
            </w:r>
            <w:r w:rsidRPr="00E9510F">
              <w:t>    </w:t>
            </w:r>
            <w:r w:rsidRPr="0042207F">
              <w:rPr>
                <w:rtl/>
              </w:rPr>
              <w:t>داور</w:t>
            </w:r>
            <w:r w:rsidRPr="00E9510F">
              <w:t>    </w:t>
            </w:r>
            <w:r w:rsidRPr="0042207F">
              <w:rPr>
                <w:rtl/>
              </w:rPr>
              <w:t>بخدا</w:t>
            </w:r>
            <w:r w:rsidRPr="00E9510F">
              <w:t>    </w:t>
            </w:r>
            <w:r w:rsidRPr="0042207F">
              <w:rPr>
                <w:rtl/>
              </w:rPr>
              <w:t>مشکل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ہے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5140"/>
        <w:gridCol w:w="222"/>
        <w:gridCol w:w="4675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کس</w:t>
            </w:r>
            <w:r w:rsidRPr="00E9510F">
              <w:t>  </w:t>
            </w:r>
            <w:r w:rsidRPr="0042207F">
              <w:rPr>
                <w:rtl/>
              </w:rPr>
              <w:t>قدر</w:t>
            </w:r>
            <w:r w:rsidRPr="00E9510F">
              <w:t>  </w:t>
            </w:r>
            <w:r w:rsidRPr="0042207F">
              <w:rPr>
                <w:rtl/>
              </w:rPr>
              <w:t>آپ</w:t>
            </w:r>
            <w:r w:rsidRPr="00E9510F">
              <w:t>  </w:t>
            </w:r>
            <w:r w:rsidRPr="0042207F">
              <w:rPr>
                <w:rtl/>
              </w:rPr>
              <w:t>کے</w:t>
            </w:r>
            <w:r w:rsidRPr="00E9510F">
              <w:t>  </w:t>
            </w:r>
            <w:r w:rsidRPr="0042207F">
              <w:rPr>
                <w:rtl/>
              </w:rPr>
              <w:t>یا</w:t>
            </w:r>
            <w:r w:rsidRPr="00E9510F">
              <w:t> </w:t>
            </w:r>
            <w:r w:rsidRPr="0042207F">
              <w:rPr>
                <w:rtl/>
              </w:rPr>
              <w:t>فاطمہؑ</w:t>
            </w:r>
            <w:r w:rsidRPr="00E9510F">
              <w:t> </w:t>
            </w:r>
            <w:r w:rsidRPr="0042207F">
              <w:rPr>
                <w:rtl/>
              </w:rPr>
              <w:t>اچھے</w:t>
            </w:r>
            <w:r w:rsidRPr="00E9510F">
              <w:t> </w:t>
            </w:r>
            <w:r w:rsidRPr="0042207F">
              <w:rPr>
                <w:rtl/>
              </w:rPr>
              <w:t>ہوئے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بھاگ</w:t>
            </w:r>
            <w:r w:rsidRPr="00E9510F">
              <w:t>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کوکھ</w:t>
            </w:r>
            <w:r w:rsidRPr="00E9510F">
              <w:t>   </w:t>
            </w:r>
            <w:r w:rsidRPr="0042207F">
              <w:rPr>
                <w:rtl/>
              </w:rPr>
              <w:t>ٹھنڈی</w:t>
            </w:r>
            <w:r w:rsidRPr="00E9510F">
              <w:t>   </w:t>
            </w:r>
            <w:r w:rsidRPr="0042207F">
              <w:rPr>
                <w:rtl/>
              </w:rPr>
              <w:t>رہی</w:t>
            </w:r>
            <w:r w:rsidRPr="00E9510F">
              <w:t>   </w:t>
            </w:r>
            <w:r w:rsidRPr="0042207F">
              <w:rPr>
                <w:rtl/>
              </w:rPr>
              <w:t>قائم</w:t>
            </w:r>
            <w:r w:rsidRPr="00E9510F">
              <w:t>   </w:t>
            </w:r>
            <w:r w:rsidRPr="0042207F">
              <w:rPr>
                <w:rtl/>
              </w:rPr>
              <w:t>رہا</w:t>
            </w:r>
            <w:r w:rsidRPr="00E9510F">
              <w:t>   </w:t>
            </w:r>
            <w:r w:rsidRPr="0042207F">
              <w:rPr>
                <w:rtl/>
              </w:rPr>
              <w:t>حیدرؑ</w:t>
            </w:r>
            <w:r w:rsidRPr="00E9510F">
              <w:t>  </w:t>
            </w:r>
            <w:r w:rsidRPr="0042207F">
              <w:rPr>
                <w:rtl/>
              </w:rPr>
              <w:t>کا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سہاگ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خلق</w:t>
            </w:r>
            <w:r w:rsidRPr="00E9510F">
              <w:t> </w:t>
            </w:r>
            <w:r w:rsidRPr="0042207F">
              <w:rPr>
                <w:rtl/>
              </w:rPr>
              <w:t>کے</w:t>
            </w:r>
            <w:r w:rsidRPr="00E9510F">
              <w:t> </w:t>
            </w:r>
            <w:r w:rsidRPr="0042207F">
              <w:rPr>
                <w:rtl/>
              </w:rPr>
              <w:t>سارے</w:t>
            </w:r>
            <w:r w:rsidRPr="00E9510F">
              <w:t> </w:t>
            </w:r>
            <w:r w:rsidRPr="0042207F">
              <w:rPr>
                <w:rtl/>
              </w:rPr>
              <w:t>رشی</w:t>
            </w:r>
            <w:r w:rsidRPr="00E9510F">
              <w:t> </w:t>
            </w:r>
            <w:r w:rsidRPr="0042207F">
              <w:rPr>
                <w:rtl/>
              </w:rPr>
              <w:t>آپ</w:t>
            </w:r>
            <w:r w:rsidRPr="00E9510F">
              <w:t> </w:t>
            </w:r>
            <w:r w:rsidRPr="0042207F">
              <w:rPr>
                <w:rtl/>
              </w:rPr>
              <w:t>کے</w:t>
            </w:r>
            <w:r w:rsidRPr="00E9510F">
              <w:t> </w:t>
            </w:r>
            <w:r w:rsidRPr="0042207F">
              <w:rPr>
                <w:rtl/>
              </w:rPr>
              <w:t>گاتے</w:t>
            </w:r>
            <w:r w:rsidRPr="00E9510F">
              <w:t> </w:t>
            </w:r>
            <w:r w:rsidRPr="0042207F">
              <w:rPr>
                <w:rtl/>
              </w:rPr>
              <w:t>رہے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راگ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t> </w:t>
            </w:r>
            <w:r w:rsidRPr="0042207F">
              <w:rPr>
                <w:rtl/>
              </w:rPr>
              <w:t>جس</w:t>
            </w:r>
            <w:r w:rsidRPr="00E9510F">
              <w:t>  </w:t>
            </w:r>
            <w:r w:rsidRPr="0042207F">
              <w:rPr>
                <w:rtl/>
              </w:rPr>
              <w:t>کو</w:t>
            </w:r>
            <w:r w:rsidRPr="00E9510F">
              <w:t>  </w:t>
            </w:r>
            <w:r w:rsidRPr="0042207F">
              <w:rPr>
                <w:rtl/>
              </w:rPr>
              <w:t>جی</w:t>
            </w:r>
            <w:r w:rsidRPr="00E9510F">
              <w:t>  </w:t>
            </w:r>
            <w:r w:rsidRPr="0042207F">
              <w:rPr>
                <w:rtl/>
              </w:rPr>
              <w:t>چاہا</w:t>
            </w:r>
            <w:r w:rsidRPr="00E9510F">
              <w:t>  </w:t>
            </w:r>
            <w:r w:rsidRPr="0042207F">
              <w:rPr>
                <w:rtl/>
              </w:rPr>
              <w:t>عطا</w:t>
            </w:r>
            <w:r w:rsidRPr="00E9510F">
              <w:t>  </w:t>
            </w:r>
            <w:r w:rsidRPr="0042207F">
              <w:rPr>
                <w:rtl/>
              </w:rPr>
              <w:t>کیا</w:t>
            </w:r>
            <w:r w:rsidRPr="00E9510F">
              <w:t>  </w:t>
            </w:r>
            <w:r w:rsidRPr="0042207F">
              <w:rPr>
                <w:rtl/>
              </w:rPr>
              <w:t>اُسے</w:t>
            </w:r>
            <w:r w:rsidRPr="00E9510F">
              <w:t> </w:t>
            </w:r>
            <w:r w:rsidRPr="0042207F">
              <w:rPr>
                <w:rtl/>
              </w:rPr>
              <w:t>جنت</w:t>
            </w:r>
            <w:r w:rsidRPr="00E9510F">
              <w:t> </w:t>
            </w:r>
            <w:r w:rsidRPr="0042207F">
              <w:rPr>
                <w:rtl/>
              </w:rPr>
              <w:t>بے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لاگ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سب</w:t>
            </w:r>
            <w:r w:rsidRPr="00E9510F">
              <w:t>   </w:t>
            </w:r>
            <w:r>
              <w:rPr>
                <w:rtl/>
              </w:rPr>
              <w:t>سے</w:t>
            </w:r>
            <w:r w:rsidRPr="00E9510F">
              <w:t>  </w:t>
            </w:r>
            <w:r>
              <w:rPr>
                <w:rtl/>
              </w:rPr>
              <w:t>بڑھ</w:t>
            </w:r>
            <w:r w:rsidRPr="00E9510F">
              <w:t>  </w:t>
            </w:r>
            <w:r>
              <w:rPr>
                <w:rtl/>
              </w:rPr>
              <w:t>کر</w:t>
            </w:r>
            <w:r w:rsidRPr="00E9510F">
              <w:t>  </w:t>
            </w:r>
            <w:r>
              <w:rPr>
                <w:rtl/>
              </w:rPr>
              <w:t>یہ</w:t>
            </w:r>
            <w:r w:rsidRPr="00E9510F">
              <w:t>  </w:t>
            </w:r>
            <w:r>
              <w:rPr>
                <w:rtl/>
              </w:rPr>
              <w:t>نئی</w:t>
            </w:r>
            <w:r w:rsidRPr="00E9510F">
              <w:t>  </w:t>
            </w:r>
            <w:r>
              <w:rPr>
                <w:rtl/>
              </w:rPr>
              <w:t>بات</w:t>
            </w:r>
            <w:r w:rsidRPr="00E9510F">
              <w:t>  </w:t>
            </w:r>
            <w:r>
              <w:rPr>
                <w:rtl/>
              </w:rPr>
              <w:t>نیا</w:t>
            </w:r>
            <w:r w:rsidRPr="00E9510F">
              <w:t>  </w:t>
            </w:r>
            <w:r>
              <w:rPr>
                <w:rtl/>
              </w:rPr>
              <w:t>طور</w:t>
            </w:r>
            <w:r w:rsidRPr="00E9510F">
              <w:t>  </w:t>
            </w:r>
            <w:r>
              <w:rPr>
                <w:rtl/>
              </w:rPr>
              <w:t>سنو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t> </w:t>
            </w:r>
            <w:r w:rsidRPr="0042207F">
              <w:rPr>
                <w:rtl/>
              </w:rPr>
              <w:t>کلمہ</w:t>
            </w:r>
            <w:r w:rsidRPr="00E9510F">
              <w:t>    </w:t>
            </w:r>
            <w:r w:rsidRPr="0042207F">
              <w:rPr>
                <w:rtl/>
              </w:rPr>
              <w:t>زہراؑ</w:t>
            </w:r>
            <w:r w:rsidRPr="00E9510F">
              <w:t>    </w:t>
            </w:r>
            <w:r w:rsidRPr="0042207F">
              <w:rPr>
                <w:rtl/>
              </w:rPr>
              <w:t>کا</w:t>
            </w:r>
            <w:r w:rsidRPr="00E9510F">
              <w:t>    </w:t>
            </w:r>
            <w:r w:rsidRPr="0042207F">
              <w:rPr>
                <w:rtl/>
              </w:rPr>
              <w:t>پیمبرؐ</w:t>
            </w:r>
            <w:r w:rsidRPr="00E9510F">
              <w:t>    </w:t>
            </w:r>
            <w:r w:rsidRPr="0042207F">
              <w:rPr>
                <w:rtl/>
              </w:rPr>
              <w:t>نے</w:t>
            </w:r>
            <w:r w:rsidRPr="00E9510F">
              <w:t>    </w:t>
            </w:r>
            <w:r w:rsidRPr="0042207F">
              <w:rPr>
                <w:rtl/>
              </w:rPr>
              <w:t>پڑھا</w:t>
            </w:r>
            <w:r w:rsidRPr="00E9510F">
              <w:t>    </w:t>
            </w:r>
            <w:r w:rsidRPr="0042207F">
              <w:rPr>
                <w:rtl/>
              </w:rPr>
              <w:t>اور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سنو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728"/>
        <w:gridCol w:w="337"/>
        <w:gridCol w:w="4682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کس</w:t>
            </w:r>
            <w:r w:rsidRPr="00E9510F">
              <w:t>  </w:t>
            </w:r>
            <w:r>
              <w:rPr>
                <w:rtl/>
              </w:rPr>
              <w:t>کو</w:t>
            </w:r>
            <w:r w:rsidRPr="00E9510F">
              <w:t>  </w:t>
            </w:r>
            <w:r>
              <w:rPr>
                <w:rtl/>
              </w:rPr>
              <w:t>کونین</w:t>
            </w:r>
            <w:r w:rsidRPr="00E9510F">
              <w:t>  </w:t>
            </w:r>
            <w:r>
              <w:rPr>
                <w:rtl/>
              </w:rPr>
              <w:t>میں</w:t>
            </w:r>
            <w:r w:rsidRPr="00E9510F">
              <w:t>  </w:t>
            </w:r>
            <w:r>
              <w:rPr>
                <w:rtl/>
              </w:rPr>
              <w:t>حاصل</w:t>
            </w:r>
            <w:r w:rsidRPr="00E9510F">
              <w:t>  </w:t>
            </w:r>
            <w:r>
              <w:rPr>
                <w:rtl/>
              </w:rPr>
              <w:t>ہوئی</w:t>
            </w:r>
            <w:r w:rsidRPr="00E9510F">
              <w:t>  </w:t>
            </w:r>
            <w:r>
              <w:rPr>
                <w:rtl/>
              </w:rPr>
              <w:t>عزت</w:t>
            </w:r>
            <w:r w:rsidRPr="00E9510F">
              <w:t>  </w:t>
            </w:r>
            <w:r>
              <w:rPr>
                <w:rtl/>
              </w:rPr>
              <w:t>ایسی</w:t>
            </w:r>
            <w:r w:rsidRPr="00E9510F">
              <w:t> 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t>   </w:t>
            </w:r>
            <w:r w:rsidRPr="0042207F">
              <w:rPr>
                <w:rtl/>
              </w:rPr>
              <w:t>کب</w:t>
            </w:r>
            <w:r w:rsidRPr="00E9510F">
              <w:t>    </w:t>
            </w:r>
            <w:r w:rsidRPr="0042207F">
              <w:rPr>
                <w:rtl/>
              </w:rPr>
              <w:t>ملی</w:t>
            </w:r>
            <w:r w:rsidRPr="00E9510F">
              <w:t>   </w:t>
            </w:r>
            <w:r w:rsidRPr="0042207F">
              <w:rPr>
                <w:rtl/>
              </w:rPr>
              <w:t>یوسفِ</w:t>
            </w:r>
            <w:r w:rsidRPr="00E9510F">
              <w:t>   </w:t>
            </w:r>
            <w:r w:rsidRPr="0042207F">
              <w:rPr>
                <w:rtl/>
              </w:rPr>
              <w:t>کنعان</w:t>
            </w:r>
            <w:r w:rsidRPr="00E9510F">
              <w:t>   </w:t>
            </w:r>
            <w:r w:rsidRPr="0042207F">
              <w:rPr>
                <w:rtl/>
              </w:rPr>
              <w:t>کو</w:t>
            </w:r>
            <w:r w:rsidRPr="00E9510F">
              <w:t>   </w:t>
            </w:r>
            <w:r w:rsidRPr="0042207F">
              <w:rPr>
                <w:rtl/>
              </w:rPr>
              <w:t>صورت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ایسی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طاہرہ</w:t>
            </w:r>
            <w:r w:rsidRPr="00E9510F">
              <w:t>     </w:t>
            </w:r>
            <w:r>
              <w:rPr>
                <w:rtl/>
              </w:rPr>
              <w:t>ہو</w:t>
            </w:r>
            <w:r w:rsidRPr="00E9510F">
              <w:t>     </w:t>
            </w:r>
            <w:r>
              <w:rPr>
                <w:rtl/>
              </w:rPr>
              <w:t>گئیں</w:t>
            </w:r>
            <w:r w:rsidRPr="00E9510F">
              <w:t>     </w:t>
            </w:r>
            <w:r>
              <w:rPr>
                <w:rtl/>
              </w:rPr>
              <w:t>مشہور</w:t>
            </w:r>
            <w:r w:rsidRPr="00E9510F">
              <w:t>     </w:t>
            </w:r>
            <w:r>
              <w:rPr>
                <w:rtl/>
              </w:rPr>
              <w:t>طہارت</w:t>
            </w:r>
            <w:r w:rsidRPr="00E9510F">
              <w:t>    </w:t>
            </w:r>
            <w:r>
              <w:rPr>
                <w:rtl/>
              </w:rPr>
              <w:t>ایسی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فخرِ</w:t>
            </w:r>
            <w:r w:rsidRPr="00E9510F">
              <w:t>     </w:t>
            </w:r>
            <w:r w:rsidRPr="0042207F">
              <w:rPr>
                <w:rtl/>
              </w:rPr>
              <w:t>کونین</w:t>
            </w:r>
            <w:r w:rsidRPr="00E9510F">
              <w:t>     </w:t>
            </w:r>
            <w:r w:rsidRPr="0042207F">
              <w:rPr>
                <w:rtl/>
              </w:rPr>
              <w:t>ہوئیں</w:t>
            </w:r>
            <w:r w:rsidRPr="00E9510F">
              <w:t>    </w:t>
            </w:r>
            <w:r w:rsidRPr="0042207F">
              <w:rPr>
                <w:rtl/>
              </w:rPr>
              <w:t>پائی</w:t>
            </w:r>
            <w:r w:rsidRPr="00E9510F">
              <w:t>    </w:t>
            </w:r>
            <w:r w:rsidRPr="0042207F">
              <w:rPr>
                <w:rtl/>
              </w:rPr>
              <w:t>سعادت</w:t>
            </w:r>
            <w:r w:rsidRPr="00E9510F">
              <w:t> 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ایسی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دیکھ</w:t>
            </w:r>
            <w:r w:rsidRPr="00E9510F">
              <w:t>    </w:t>
            </w:r>
            <w:r w:rsidRPr="0042207F">
              <w:rPr>
                <w:rtl/>
              </w:rPr>
              <w:t>کر</w:t>
            </w:r>
            <w:r w:rsidRPr="00E9510F">
              <w:t>   </w:t>
            </w:r>
            <w:r w:rsidRPr="0042207F">
              <w:rPr>
                <w:rtl/>
              </w:rPr>
              <w:t>بیٹا</w:t>
            </w:r>
            <w:r w:rsidRPr="00E9510F">
              <w:t>   </w:t>
            </w:r>
            <w:r w:rsidRPr="0042207F">
              <w:rPr>
                <w:rtl/>
              </w:rPr>
              <w:t>کا</w:t>
            </w:r>
            <w:r w:rsidRPr="00E9510F">
              <w:t>   </w:t>
            </w:r>
            <w:r w:rsidRPr="0042207F">
              <w:rPr>
                <w:rtl/>
              </w:rPr>
              <w:t>منہ</w:t>
            </w:r>
            <w:r w:rsidRPr="00E9510F">
              <w:t>   </w:t>
            </w:r>
            <w:r w:rsidRPr="0042207F">
              <w:rPr>
                <w:rtl/>
              </w:rPr>
              <w:t>شکرِ</w:t>
            </w:r>
            <w:r w:rsidRPr="00E9510F">
              <w:t>   </w:t>
            </w:r>
            <w:r w:rsidRPr="0042207F">
              <w:rPr>
                <w:rtl/>
              </w:rPr>
              <w:t>خدا</w:t>
            </w:r>
            <w:r w:rsidRPr="00E9510F">
              <w:t>   </w:t>
            </w:r>
            <w:r w:rsidRPr="0042207F">
              <w:rPr>
                <w:rtl/>
              </w:rPr>
              <w:t>کرتے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تھے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اس</w:t>
            </w:r>
            <w:r w:rsidRPr="00E9510F">
              <w:t>    </w:t>
            </w:r>
            <w:r w:rsidRPr="0042207F">
              <w:rPr>
                <w:rtl/>
              </w:rPr>
              <w:t>کی</w:t>
            </w:r>
            <w:r w:rsidRPr="00E9510F">
              <w:t>   </w:t>
            </w:r>
            <w:r w:rsidRPr="0042207F">
              <w:rPr>
                <w:rtl/>
              </w:rPr>
              <w:t>تعظیم</w:t>
            </w:r>
            <w:r w:rsidRPr="00E9510F">
              <w:t>   </w:t>
            </w:r>
            <w:r w:rsidRPr="0042207F">
              <w:rPr>
                <w:rtl/>
              </w:rPr>
              <w:t>رسولؐ</w:t>
            </w:r>
            <w:r w:rsidRPr="00E9510F">
              <w:t>   </w:t>
            </w:r>
            <w:r w:rsidRPr="0042207F">
              <w:rPr>
                <w:rtl/>
              </w:rPr>
              <w:t>دوسَرا</w:t>
            </w:r>
            <w:r w:rsidRPr="00E9510F">
              <w:t>   </w:t>
            </w:r>
            <w:r w:rsidRPr="0042207F">
              <w:rPr>
                <w:rtl/>
              </w:rPr>
              <w:t>کرتے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تھے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p w:rsidR="00E526CC" w:rsidRPr="00530925" w:rsidRDefault="00E526CC" w:rsidP="007759D6">
      <w:pPr>
        <w:pStyle w:val="Heading2Center"/>
        <w:rPr>
          <w:rtl/>
        </w:rPr>
      </w:pPr>
      <w:bookmarkStart w:id="2" w:name="_Toc505082495"/>
      <w:r w:rsidRPr="00530925">
        <w:rPr>
          <w:rtl/>
        </w:rPr>
        <w:t>آپ ہی حق کی کنیزوں میں ہیں مخصوص کنیز</w:t>
      </w:r>
      <w:r w:rsidRPr="00530925">
        <w:br/>
      </w:r>
      <w:r w:rsidR="007759D6">
        <w:rPr>
          <w:rFonts w:hint="cs"/>
          <w:rtl/>
        </w:rPr>
        <w:t xml:space="preserve">-  </w:t>
      </w:r>
      <w:r w:rsidR="007759D6" w:rsidRPr="00530925">
        <w:rPr>
          <w:rtl/>
        </w:rPr>
        <w:t>تا</w:t>
      </w:r>
      <w:r w:rsidR="007759D6">
        <w:rPr>
          <w:rFonts w:hint="cs"/>
          <w:rtl/>
        </w:rPr>
        <w:t xml:space="preserve">  -</w:t>
      </w:r>
      <w:r w:rsidR="007759D6" w:rsidRPr="00530925">
        <w:br/>
      </w:r>
      <w:r w:rsidRPr="00530925">
        <w:rPr>
          <w:rtl/>
        </w:rPr>
        <w:t>چمنِ خلد تلک جس کی مہک جاتی تھی</w:t>
      </w:r>
      <w:bookmarkEnd w:id="2"/>
    </w:p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728"/>
        <w:gridCol w:w="337"/>
        <w:gridCol w:w="4682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آپ</w:t>
            </w:r>
            <w:r w:rsidRPr="00E9510F">
              <w:t> </w:t>
            </w:r>
            <w:r>
              <w:rPr>
                <w:rtl/>
              </w:rPr>
              <w:t>ہی</w:t>
            </w:r>
            <w:r w:rsidRPr="00E9510F">
              <w:t> </w:t>
            </w:r>
            <w:r>
              <w:rPr>
                <w:rtl/>
              </w:rPr>
              <w:t>حق</w:t>
            </w:r>
            <w:r w:rsidRPr="00E9510F">
              <w:t> </w:t>
            </w:r>
            <w:r>
              <w:rPr>
                <w:rtl/>
              </w:rPr>
              <w:t>کی</w:t>
            </w:r>
            <w:r w:rsidRPr="00E9510F">
              <w:t> </w:t>
            </w:r>
            <w:r>
              <w:rPr>
                <w:rtl/>
              </w:rPr>
              <w:t>کنیزوں</w:t>
            </w:r>
            <w:r w:rsidRPr="00E9510F">
              <w:t> </w:t>
            </w:r>
            <w:r>
              <w:rPr>
                <w:rtl/>
              </w:rPr>
              <w:t>میں</w:t>
            </w:r>
            <w:r w:rsidRPr="00E9510F">
              <w:t> </w:t>
            </w:r>
            <w:r>
              <w:rPr>
                <w:rtl/>
              </w:rPr>
              <w:t>ہیں</w:t>
            </w:r>
            <w:r w:rsidRPr="00E9510F">
              <w:t> </w:t>
            </w:r>
            <w:r>
              <w:rPr>
                <w:rtl/>
              </w:rPr>
              <w:t>مخصوص</w:t>
            </w:r>
            <w:r w:rsidRPr="00E9510F">
              <w:t> </w:t>
            </w:r>
            <w:r>
              <w:rPr>
                <w:rtl/>
              </w:rPr>
              <w:t>کنیز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 w:rsidRPr="00E9510F">
              <w:t>  </w:t>
            </w:r>
            <w:r>
              <w:rPr>
                <w:rtl/>
              </w:rPr>
              <w:t>با</w:t>
            </w:r>
            <w:r w:rsidRPr="00E9510F">
              <w:t>  </w:t>
            </w:r>
            <w:r>
              <w:rPr>
                <w:rtl/>
              </w:rPr>
              <w:t>حیا،</w:t>
            </w:r>
            <w:r w:rsidRPr="00E9510F">
              <w:t>   </w:t>
            </w:r>
            <w:r>
              <w:rPr>
                <w:rtl/>
              </w:rPr>
              <w:t>عاقلہ،</w:t>
            </w:r>
            <w:r w:rsidRPr="00E9510F">
              <w:t>   </w:t>
            </w:r>
            <w:r>
              <w:rPr>
                <w:rtl/>
              </w:rPr>
              <w:t>با</w:t>
            </w:r>
            <w:r w:rsidRPr="00E9510F">
              <w:t>   </w:t>
            </w:r>
            <w:r>
              <w:rPr>
                <w:rtl/>
              </w:rPr>
              <w:t>عفّت</w:t>
            </w:r>
            <w:r w:rsidRPr="00E9510F">
              <w:t>   </w:t>
            </w:r>
            <w:r>
              <w:rPr>
                <w:rtl/>
              </w:rPr>
              <w:t>و</w:t>
            </w:r>
            <w:r w:rsidRPr="00E9510F">
              <w:t>  </w:t>
            </w:r>
            <w:r>
              <w:rPr>
                <w:rtl/>
              </w:rPr>
              <w:t>با</w:t>
            </w:r>
            <w:r w:rsidRPr="00E9510F">
              <w:t>  </w:t>
            </w:r>
            <w:r>
              <w:rPr>
                <w:rtl/>
              </w:rPr>
              <w:t>ہوش</w:t>
            </w:r>
            <w:r w:rsidRPr="00E9510F">
              <w:t>  </w:t>
            </w:r>
            <w:r>
              <w:rPr>
                <w:rtl/>
              </w:rPr>
              <w:t>تمیز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جانِ</w:t>
            </w:r>
            <w:r w:rsidRPr="00E9510F">
              <w:t>   </w:t>
            </w:r>
            <w:r>
              <w:rPr>
                <w:rtl/>
              </w:rPr>
              <w:t>محبوبِؐ</w:t>
            </w:r>
            <w:r w:rsidRPr="00E9510F">
              <w:t>   </w:t>
            </w:r>
            <w:r>
              <w:rPr>
                <w:rtl/>
              </w:rPr>
              <w:t>خدا</w:t>
            </w:r>
            <w:r w:rsidRPr="00E9510F">
              <w:t>   </w:t>
            </w:r>
            <w:r>
              <w:rPr>
                <w:rtl/>
              </w:rPr>
              <w:t>حضرتِ</w:t>
            </w:r>
            <w:r w:rsidRPr="00E9510F">
              <w:t>  </w:t>
            </w:r>
            <w:r>
              <w:rPr>
                <w:rtl/>
              </w:rPr>
              <w:t>عمراں</w:t>
            </w:r>
            <w:r w:rsidRPr="00E9510F">
              <w:t>  </w:t>
            </w:r>
            <w:r>
              <w:rPr>
                <w:rtl/>
              </w:rPr>
              <w:t>کی</w:t>
            </w:r>
            <w:r w:rsidRPr="00E9510F">
              <w:t>  </w:t>
            </w:r>
            <w:r>
              <w:rPr>
                <w:rtl/>
              </w:rPr>
              <w:t>عزیز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اس</w:t>
            </w:r>
            <w:r w:rsidRPr="00E9510F">
              <w:t>   </w:t>
            </w:r>
            <w:r w:rsidRPr="0042207F">
              <w:rPr>
                <w:rtl/>
              </w:rPr>
              <w:t>شرف</w:t>
            </w:r>
            <w:r w:rsidRPr="00E9510F">
              <w:t>   </w:t>
            </w:r>
            <w:r w:rsidRPr="0042207F">
              <w:rPr>
                <w:rtl/>
              </w:rPr>
              <w:t>پر</w:t>
            </w:r>
            <w:r w:rsidRPr="00E9510F">
              <w:t>   </w:t>
            </w:r>
            <w:r w:rsidRPr="0042207F">
              <w:rPr>
                <w:rtl/>
              </w:rPr>
              <w:t>سمجھتی</w:t>
            </w:r>
            <w:r w:rsidRPr="00E9510F">
              <w:t>  </w:t>
            </w:r>
            <w:r w:rsidRPr="0042207F">
              <w:rPr>
                <w:rtl/>
              </w:rPr>
              <w:t>رہیں</w:t>
            </w:r>
            <w:r w:rsidRPr="00E9510F">
              <w:t>  </w:t>
            </w:r>
            <w:r w:rsidRPr="0042207F">
              <w:rPr>
                <w:rtl/>
              </w:rPr>
              <w:t>خود</w:t>
            </w:r>
            <w:r w:rsidRPr="00E9510F">
              <w:t>  </w:t>
            </w:r>
            <w:r w:rsidRPr="0042207F">
              <w:rPr>
                <w:rtl/>
              </w:rPr>
              <w:t>کو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ناچیز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lastRenderedPageBreak/>
              <w:t>راز</w:t>
            </w:r>
            <w:r w:rsidRPr="00E9510F">
              <w:t>   </w:t>
            </w:r>
            <w:r>
              <w:rPr>
                <w:rtl/>
              </w:rPr>
              <w:t>اللہ</w:t>
            </w:r>
            <w:r w:rsidRPr="00E9510F">
              <w:t>   </w:t>
            </w:r>
            <w:r>
              <w:rPr>
                <w:rtl/>
              </w:rPr>
              <w:t>و</w:t>
            </w:r>
            <w:r w:rsidRPr="00E9510F">
              <w:t>   </w:t>
            </w:r>
            <w:r>
              <w:rPr>
                <w:rtl/>
              </w:rPr>
              <w:t>نبیؐ</w:t>
            </w:r>
            <w:r w:rsidRPr="00E9510F">
              <w:t>   </w:t>
            </w:r>
            <w:r>
              <w:rPr>
                <w:rtl/>
              </w:rPr>
              <w:t>نے</w:t>
            </w:r>
            <w:r w:rsidRPr="00E9510F">
              <w:t>   </w:t>
            </w:r>
            <w:r>
              <w:rPr>
                <w:rtl/>
              </w:rPr>
              <w:t>کئے</w:t>
            </w:r>
            <w:r w:rsidRPr="00E9510F">
              <w:t>   </w:t>
            </w:r>
            <w:r>
              <w:rPr>
                <w:rtl/>
              </w:rPr>
              <w:t>ظاہر</w:t>
            </w:r>
            <w:r w:rsidRPr="00E9510F">
              <w:t>  </w:t>
            </w:r>
            <w:r>
              <w:rPr>
                <w:rtl/>
              </w:rPr>
              <w:t>ان</w:t>
            </w:r>
            <w:r w:rsidRPr="00E9510F">
              <w:t>  </w:t>
            </w:r>
            <w:r>
              <w:rPr>
                <w:rtl/>
              </w:rPr>
              <w:t>سے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گیارہ</w:t>
            </w:r>
            <w:r w:rsidRPr="00E9510F">
              <w:t>   </w:t>
            </w:r>
            <w:r>
              <w:rPr>
                <w:rtl/>
              </w:rPr>
              <w:t>معصومؑ</w:t>
            </w:r>
            <w:r w:rsidRPr="00E9510F">
              <w:t>  </w:t>
            </w:r>
            <w:r>
              <w:rPr>
                <w:rtl/>
              </w:rPr>
              <w:t>ہوئے</w:t>
            </w:r>
            <w:r w:rsidRPr="00E9510F">
              <w:t>  </w:t>
            </w:r>
            <w:r>
              <w:rPr>
                <w:rtl/>
              </w:rPr>
              <w:t>طیّب</w:t>
            </w:r>
            <w:r w:rsidRPr="00E9510F">
              <w:t>  </w:t>
            </w:r>
            <w:r>
              <w:rPr>
                <w:rtl/>
              </w:rPr>
              <w:t>و</w:t>
            </w:r>
            <w:r w:rsidRPr="00E9510F">
              <w:t>  </w:t>
            </w:r>
            <w:r>
              <w:rPr>
                <w:rtl/>
              </w:rPr>
              <w:t>طاہر</w:t>
            </w:r>
            <w:r w:rsidRPr="00E9510F">
              <w:t>  </w:t>
            </w:r>
            <w:r>
              <w:rPr>
                <w:rtl/>
              </w:rPr>
              <w:t>ان</w:t>
            </w:r>
            <w:r w:rsidRPr="00E9510F">
              <w:t>  </w:t>
            </w:r>
            <w:r>
              <w:rPr>
                <w:rtl/>
              </w:rPr>
              <w:t>سے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728"/>
        <w:gridCol w:w="337"/>
        <w:gridCol w:w="4682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ان</w:t>
            </w:r>
            <w:r w:rsidRPr="00E9510F">
              <w:t>   </w:t>
            </w:r>
            <w:r w:rsidRPr="0042207F">
              <w:rPr>
                <w:rtl/>
              </w:rPr>
              <w:t>کے</w:t>
            </w:r>
            <w:r w:rsidRPr="00E9510F">
              <w:t>   </w:t>
            </w:r>
            <w:r w:rsidRPr="0042207F">
              <w:rPr>
                <w:rtl/>
              </w:rPr>
              <w:t>بچے</w:t>
            </w:r>
            <w:r w:rsidRPr="00E9510F">
              <w:t>   </w:t>
            </w:r>
            <w:r w:rsidRPr="0042207F">
              <w:rPr>
                <w:rtl/>
              </w:rPr>
              <w:t>ہوئے</w:t>
            </w:r>
            <w:r w:rsidRPr="00E9510F">
              <w:t>  </w:t>
            </w:r>
            <w:r w:rsidRPr="0042207F">
              <w:rPr>
                <w:rtl/>
              </w:rPr>
              <w:t>سردارِ</w:t>
            </w:r>
            <w:r w:rsidRPr="00E9510F">
              <w:t>  </w:t>
            </w:r>
            <w:r w:rsidRPr="0042207F">
              <w:rPr>
                <w:rtl/>
              </w:rPr>
              <w:t>جوانانِ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جناں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رونقِ</w:t>
            </w:r>
            <w:r w:rsidRPr="00E9510F">
              <w:t>    </w:t>
            </w:r>
            <w:r w:rsidRPr="0042207F">
              <w:rPr>
                <w:rtl/>
              </w:rPr>
              <w:t>خان</w:t>
            </w:r>
            <w:r w:rsidRPr="00E9510F">
              <w:rPr>
                <w:rFonts w:hint="cs"/>
                <w:rtl/>
              </w:rPr>
              <w:t>ۂ</w:t>
            </w:r>
            <w:r w:rsidRPr="00E9510F">
              <w:t>    </w:t>
            </w:r>
            <w:r w:rsidRPr="0042207F">
              <w:rPr>
                <w:rtl/>
              </w:rPr>
              <w:t>دل</w:t>
            </w:r>
            <w:r w:rsidRPr="00E9510F">
              <w:t>   </w:t>
            </w:r>
            <w:r w:rsidRPr="0042207F">
              <w:rPr>
                <w:rtl/>
              </w:rPr>
              <w:t>نورِ</w:t>
            </w:r>
            <w:r w:rsidRPr="00E9510F">
              <w:t>   </w:t>
            </w:r>
            <w:r w:rsidRPr="0042207F">
              <w:rPr>
                <w:rtl/>
              </w:rPr>
              <w:t>نظر</w:t>
            </w:r>
            <w:r w:rsidRPr="00E9510F">
              <w:t>   </w:t>
            </w:r>
            <w:r w:rsidRPr="0042207F">
              <w:rPr>
                <w:rtl/>
              </w:rPr>
              <w:t>راحتِ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جاں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انہی</w:t>
            </w:r>
            <w:r w:rsidRPr="00E9510F">
              <w:t>   </w:t>
            </w:r>
            <w:r>
              <w:rPr>
                <w:rtl/>
              </w:rPr>
              <w:t>بچوں</w:t>
            </w:r>
            <w:r w:rsidRPr="00E9510F">
              <w:t>   </w:t>
            </w:r>
            <w:r>
              <w:rPr>
                <w:rtl/>
              </w:rPr>
              <w:t>کا</w:t>
            </w:r>
            <w:r w:rsidRPr="00E9510F">
              <w:t>   </w:t>
            </w:r>
            <w:r>
              <w:rPr>
                <w:rtl/>
              </w:rPr>
              <w:t>تو</w:t>
            </w:r>
            <w:r w:rsidRPr="00E9510F">
              <w:t>   </w:t>
            </w:r>
            <w:r>
              <w:rPr>
                <w:rtl/>
              </w:rPr>
              <w:t>پرماتما</w:t>
            </w:r>
            <w:r w:rsidRPr="00E9510F">
              <w:t>   </w:t>
            </w:r>
            <w:r>
              <w:rPr>
                <w:rtl/>
              </w:rPr>
              <w:t>ہے</w:t>
            </w:r>
            <w:r w:rsidRPr="00E9510F">
              <w:t>  </w:t>
            </w:r>
            <w:r>
              <w:rPr>
                <w:rtl/>
              </w:rPr>
              <w:t>مرتبہ</w:t>
            </w:r>
            <w:r w:rsidRPr="00E9510F">
              <w:t>  </w:t>
            </w:r>
            <w:r>
              <w:rPr>
                <w:rtl/>
              </w:rPr>
              <w:t>داں</w:t>
            </w:r>
            <w:r w:rsidRPr="00E9510F">
              <w:t>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دور</w:t>
            </w:r>
            <w:r w:rsidRPr="00E9510F">
              <w:t>   </w:t>
            </w:r>
            <w:r w:rsidRPr="0042207F">
              <w:rPr>
                <w:rtl/>
              </w:rPr>
              <w:t>ان</w:t>
            </w:r>
            <w:r w:rsidRPr="00E9510F">
              <w:t>  </w:t>
            </w:r>
            <w:r w:rsidRPr="0042207F">
              <w:rPr>
                <w:rtl/>
              </w:rPr>
              <w:t>سے</w:t>
            </w:r>
            <w:r w:rsidRPr="00E9510F">
              <w:t>  </w:t>
            </w:r>
            <w:r w:rsidRPr="0042207F">
              <w:rPr>
                <w:rtl/>
              </w:rPr>
              <w:t>کیا</w:t>
            </w:r>
            <w:r w:rsidRPr="00E9510F">
              <w:t>  </w:t>
            </w:r>
            <w:r w:rsidRPr="0042207F">
              <w:rPr>
                <w:rtl/>
              </w:rPr>
              <w:t>خالق</w:t>
            </w:r>
            <w:r w:rsidRPr="00E9510F">
              <w:t>  </w:t>
            </w:r>
            <w:r w:rsidRPr="0042207F">
              <w:rPr>
                <w:rtl/>
              </w:rPr>
              <w:t>نے</w:t>
            </w:r>
            <w:r w:rsidRPr="00E9510F">
              <w:t>  </w:t>
            </w:r>
            <w:r w:rsidRPr="0042207F">
              <w:rPr>
                <w:rtl/>
              </w:rPr>
              <w:t>خطا</w:t>
            </w:r>
            <w:r w:rsidRPr="00E9510F">
              <w:t>  </w:t>
            </w:r>
            <w:r w:rsidRPr="0042207F">
              <w:rPr>
                <w:rtl/>
              </w:rPr>
              <w:t>و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نسیاں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روح</w:t>
            </w:r>
            <w:r w:rsidRPr="00E9510F">
              <w:t>  </w:t>
            </w:r>
            <w:r w:rsidRPr="0042207F">
              <w:rPr>
                <w:rtl/>
              </w:rPr>
              <w:t>ناناؐ</w:t>
            </w:r>
            <w:r w:rsidRPr="00E9510F">
              <w:t>  </w:t>
            </w:r>
            <w:r w:rsidRPr="0042207F">
              <w:rPr>
                <w:rtl/>
              </w:rPr>
              <w:t>کی</w:t>
            </w:r>
            <w:r w:rsidRPr="00E9510F">
              <w:t>  </w:t>
            </w:r>
            <w:r w:rsidRPr="0042207F">
              <w:rPr>
                <w:rtl/>
              </w:rPr>
              <w:t>فدا</w:t>
            </w:r>
            <w:r w:rsidRPr="00E9510F">
              <w:t>  </w:t>
            </w:r>
            <w:r w:rsidRPr="0042207F">
              <w:rPr>
                <w:rtl/>
              </w:rPr>
              <w:t>باپؑ</w:t>
            </w:r>
            <w:r w:rsidRPr="00E9510F">
              <w:t>  </w:t>
            </w:r>
            <w:r w:rsidRPr="0042207F">
              <w:rPr>
                <w:rtl/>
              </w:rPr>
              <w:t>کی</w:t>
            </w:r>
            <w:r w:rsidRPr="00E9510F">
              <w:t>  </w:t>
            </w:r>
            <w:r w:rsidRPr="0042207F">
              <w:rPr>
                <w:rtl/>
              </w:rPr>
              <w:t>جاں</w:t>
            </w:r>
            <w:r w:rsidRPr="00E9510F">
              <w:t>  </w:t>
            </w:r>
            <w:r w:rsidRPr="0042207F">
              <w:rPr>
                <w:rtl/>
              </w:rPr>
              <w:t>قرباں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ہو</w:t>
            </w:r>
            <w:r w:rsidRPr="00E9510F">
              <w:t>   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تربیت</w:t>
            </w:r>
            <w:r w:rsidRPr="00E9510F">
              <w:t>  </w:t>
            </w:r>
            <w:r w:rsidRPr="0042207F">
              <w:rPr>
                <w:rtl/>
              </w:rPr>
              <w:t>ایسی</w:t>
            </w:r>
            <w:r w:rsidRPr="00E9510F">
              <w:t>  </w:t>
            </w:r>
            <w:r w:rsidRPr="0042207F">
              <w:rPr>
                <w:rtl/>
              </w:rPr>
              <w:t>ہو</w:t>
            </w:r>
            <w:r w:rsidRPr="00E9510F">
              <w:t>  </w:t>
            </w:r>
            <w:r w:rsidRPr="0042207F">
              <w:rPr>
                <w:rtl/>
              </w:rPr>
              <w:t>بچوں</w:t>
            </w:r>
            <w:r w:rsidRPr="00E9510F">
              <w:t>  </w:t>
            </w:r>
            <w:r w:rsidRPr="0042207F">
              <w:rPr>
                <w:rtl/>
              </w:rPr>
              <w:t>کی،</w:t>
            </w:r>
            <w:r w:rsidRPr="0042207F">
              <w:rPr>
                <w:rFonts w:hint="cs"/>
                <w:rtl/>
              </w:rPr>
              <w:t xml:space="preserve"> </w:t>
            </w:r>
            <w:r w:rsidRPr="00E9510F">
              <w:t> </w:t>
            </w:r>
            <w:r w:rsidRPr="0042207F">
              <w:rPr>
                <w:rFonts w:hint="cs"/>
                <w:rtl/>
              </w:rPr>
              <w:t xml:space="preserve">            </w:t>
            </w:r>
            <w:r w:rsidRPr="00E9510F">
              <w:t> </w:t>
            </w:r>
            <w:r w:rsidRPr="0042207F">
              <w:rPr>
                <w:rtl/>
              </w:rPr>
              <w:t>جب</w:t>
            </w:r>
            <w:r w:rsidRPr="00E9510F">
              <w:t> </w:t>
            </w:r>
            <w:r w:rsidRPr="0042207F">
              <w:rPr>
                <w:rtl/>
              </w:rPr>
              <w:t>ایسی</w:t>
            </w:r>
            <w:r w:rsidRPr="00E9510F">
              <w:t> </w:t>
            </w:r>
            <w:r w:rsidRPr="0042207F">
              <w:rPr>
                <w:rtl/>
              </w:rPr>
              <w:t>ماں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ہو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728"/>
        <w:gridCol w:w="337"/>
        <w:gridCol w:w="4682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ان</w:t>
            </w:r>
            <w:r w:rsidRPr="00E9510F">
              <w:t>   </w:t>
            </w:r>
            <w:r w:rsidRPr="0042207F">
              <w:rPr>
                <w:rtl/>
              </w:rPr>
              <w:t>کی</w:t>
            </w:r>
            <w:r w:rsidRPr="00E9510F">
              <w:t>   </w:t>
            </w:r>
            <w:r w:rsidRPr="0042207F">
              <w:rPr>
                <w:rtl/>
              </w:rPr>
              <w:t>ہمسر</w:t>
            </w:r>
            <w:r w:rsidRPr="00E9510F">
              <w:t>   </w:t>
            </w:r>
            <w:r w:rsidRPr="0042207F">
              <w:rPr>
                <w:rtl/>
              </w:rPr>
              <w:t>ہوئیں</w:t>
            </w:r>
            <w:r w:rsidRPr="00E9510F">
              <w:t>  </w:t>
            </w:r>
            <w:r w:rsidRPr="0042207F">
              <w:rPr>
                <w:rtl/>
              </w:rPr>
              <w:t>مریمؑ</w:t>
            </w:r>
            <w:r w:rsidRPr="00E9510F">
              <w:t>  </w:t>
            </w:r>
            <w:r w:rsidRPr="0042207F">
              <w:rPr>
                <w:rtl/>
              </w:rPr>
              <w:t>نہ</w:t>
            </w:r>
            <w:r w:rsidRPr="00E9510F">
              <w:t>  </w:t>
            </w:r>
            <w:r w:rsidRPr="0042207F">
              <w:rPr>
                <w:rtl/>
              </w:rPr>
              <w:t>جنابِ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حواؑ</w:t>
            </w:r>
            <w:r w:rsidRPr="00E9510F">
              <w:t>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rPr>
                <w:rtl/>
              </w:rPr>
              <w:t>آسیہؑ</w:t>
            </w:r>
            <w:r w:rsidRPr="00E9510F">
              <w:t>    </w:t>
            </w:r>
            <w:r w:rsidRPr="00E9510F">
              <w:rPr>
                <w:rtl/>
              </w:rPr>
              <w:t>خود</w:t>
            </w:r>
            <w:r w:rsidRPr="00E9510F">
              <w:t>   </w:t>
            </w:r>
            <w:r w:rsidRPr="00E9510F">
              <w:rPr>
                <w:rtl/>
              </w:rPr>
              <w:t>درِ</w:t>
            </w:r>
            <w:r w:rsidRPr="00E9510F">
              <w:t>   </w:t>
            </w:r>
            <w:r w:rsidRPr="00E9510F">
              <w:rPr>
                <w:rtl/>
              </w:rPr>
              <w:t>زیراؑ</w:t>
            </w:r>
            <w:r w:rsidRPr="00E9510F">
              <w:t>   </w:t>
            </w:r>
            <w:r w:rsidRPr="00E9510F">
              <w:rPr>
                <w:rtl/>
              </w:rPr>
              <w:t>پہ</w:t>
            </w:r>
            <w:r w:rsidRPr="00E9510F">
              <w:t>   </w:t>
            </w:r>
            <w:r w:rsidRPr="00E9510F">
              <w:rPr>
                <w:rtl/>
              </w:rPr>
              <w:t>رہیں</w:t>
            </w:r>
            <w:r w:rsidRPr="00E9510F">
              <w:t>   </w:t>
            </w:r>
            <w:r w:rsidRPr="00E9510F">
              <w:rPr>
                <w:rtl/>
              </w:rPr>
              <w:t>ناصیہ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E9510F">
              <w:rPr>
                <w:rtl/>
              </w:rPr>
              <w:t>سا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مرتبہ</w:t>
            </w:r>
            <w:r w:rsidRPr="00E9510F">
              <w:t>   </w:t>
            </w:r>
            <w:r w:rsidRPr="0042207F">
              <w:rPr>
                <w:rtl/>
              </w:rPr>
              <w:t>آپ</w:t>
            </w:r>
            <w:r w:rsidRPr="00E9510F">
              <w:t>  </w:t>
            </w:r>
            <w:r w:rsidRPr="0042207F">
              <w:rPr>
                <w:rtl/>
              </w:rPr>
              <w:t>سے</w:t>
            </w:r>
            <w:r w:rsidRPr="00E9510F">
              <w:t>  </w:t>
            </w:r>
            <w:r w:rsidRPr="0042207F">
              <w:rPr>
                <w:rtl/>
              </w:rPr>
              <w:t>آدھا</w:t>
            </w:r>
            <w:r w:rsidRPr="00E9510F">
              <w:t>  </w:t>
            </w:r>
            <w:r w:rsidRPr="0042207F">
              <w:rPr>
                <w:rtl/>
              </w:rPr>
              <w:t>بھی</w:t>
            </w:r>
            <w:r w:rsidRPr="00E9510F">
              <w:t>  </w:t>
            </w:r>
            <w:r w:rsidRPr="0042207F">
              <w:rPr>
                <w:rtl/>
              </w:rPr>
              <w:t>نہ</w:t>
            </w:r>
            <w:r w:rsidRPr="00E9510F">
              <w:t>  </w:t>
            </w:r>
            <w:r w:rsidRPr="0042207F">
              <w:rPr>
                <w:rtl/>
              </w:rPr>
              <w:t>ساراؑ</w:t>
            </w:r>
            <w:r w:rsidRPr="00E9510F">
              <w:t>  </w:t>
            </w:r>
            <w:r w:rsidRPr="0042207F">
              <w:rPr>
                <w:rtl/>
              </w:rPr>
              <w:t>کو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ملا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ان</w:t>
            </w:r>
            <w:r w:rsidRPr="00E9510F">
              <w:t>     </w:t>
            </w:r>
            <w:r w:rsidRPr="0042207F">
              <w:rPr>
                <w:rtl/>
              </w:rPr>
              <w:t>کی</w:t>
            </w:r>
            <w:r w:rsidRPr="00E9510F">
              <w:t>     </w:t>
            </w:r>
            <w:r w:rsidRPr="0042207F">
              <w:rPr>
                <w:rtl/>
              </w:rPr>
              <w:t>توقیر</w:t>
            </w:r>
            <w:r w:rsidRPr="00E9510F">
              <w:t>     </w:t>
            </w:r>
            <w:r w:rsidRPr="0042207F">
              <w:rPr>
                <w:rtl/>
              </w:rPr>
              <w:t>کجا</w:t>
            </w:r>
            <w:r w:rsidRPr="00E9510F">
              <w:t>     </w:t>
            </w:r>
            <w:r w:rsidRPr="0042207F">
              <w:rPr>
                <w:rtl/>
              </w:rPr>
              <w:t>مادرِ</w:t>
            </w:r>
            <w:r w:rsidRPr="00E9510F">
              <w:t>     </w:t>
            </w:r>
            <w:r w:rsidRPr="0042207F">
              <w:rPr>
                <w:rtl/>
              </w:rPr>
              <w:t>شبیرؑ</w:t>
            </w:r>
            <w:r w:rsidRPr="00E9510F">
              <w:t>  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کجا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ان</w:t>
            </w:r>
            <w:r w:rsidRPr="00E9510F">
              <w:t>   </w:t>
            </w:r>
            <w:r>
              <w:rPr>
                <w:rtl/>
              </w:rPr>
              <w:t>کی</w:t>
            </w:r>
            <w:r w:rsidRPr="00E9510F">
              <w:t>   </w:t>
            </w:r>
            <w:r>
              <w:rPr>
                <w:rtl/>
              </w:rPr>
              <w:t>تعظیم</w:t>
            </w:r>
            <w:r w:rsidRPr="00E9510F">
              <w:t>   </w:t>
            </w:r>
            <w:r>
              <w:rPr>
                <w:rtl/>
              </w:rPr>
              <w:t>شہنشاہِ</w:t>
            </w:r>
            <w:r w:rsidRPr="00E9510F">
              <w:t>   </w:t>
            </w:r>
            <w:r>
              <w:rPr>
                <w:rtl/>
              </w:rPr>
              <w:t>عرب</w:t>
            </w:r>
            <w:r w:rsidRPr="00E9510F">
              <w:t>   </w:t>
            </w:r>
            <w:r>
              <w:rPr>
                <w:rtl/>
              </w:rPr>
              <w:t>کرتے</w:t>
            </w:r>
            <w:r w:rsidRPr="00E9510F">
              <w:t>   </w:t>
            </w:r>
            <w:r>
              <w:rPr>
                <w:rtl/>
              </w:rPr>
              <w:t>تھے</w:t>
            </w:r>
            <w:r w:rsidRPr="00E9510F">
              <w:t>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یہ</w:t>
            </w:r>
            <w:r w:rsidRPr="00E9510F">
              <w:t>  </w:t>
            </w:r>
            <w:r>
              <w:rPr>
                <w:rtl/>
              </w:rPr>
              <w:t>وہ</w:t>
            </w:r>
            <w:r w:rsidRPr="00E9510F">
              <w:t>  </w:t>
            </w:r>
            <w:r>
              <w:rPr>
                <w:rtl/>
              </w:rPr>
              <w:t>بی</w:t>
            </w:r>
            <w:r w:rsidRPr="00E9510F">
              <w:t>  </w:t>
            </w:r>
            <w:r>
              <w:rPr>
                <w:rtl/>
              </w:rPr>
              <w:t>بی</w:t>
            </w:r>
            <w:r w:rsidRPr="00E9510F">
              <w:t> </w:t>
            </w:r>
            <w:r>
              <w:rPr>
                <w:rtl/>
              </w:rPr>
              <w:t>ہیں</w:t>
            </w:r>
            <w:r w:rsidRPr="00E9510F">
              <w:t> </w:t>
            </w:r>
            <w:r>
              <w:rPr>
                <w:rtl/>
              </w:rPr>
              <w:t>مَلک</w:t>
            </w:r>
            <w:r w:rsidRPr="00E9510F">
              <w:t> </w:t>
            </w:r>
            <w:r>
              <w:rPr>
                <w:rtl/>
              </w:rPr>
              <w:t>جن</w:t>
            </w:r>
            <w:r w:rsidRPr="00E9510F">
              <w:t> </w:t>
            </w:r>
            <w:r>
              <w:rPr>
                <w:rtl/>
              </w:rPr>
              <w:t>کا</w:t>
            </w:r>
            <w:r w:rsidRPr="00E9510F">
              <w:t> </w:t>
            </w:r>
            <w:r>
              <w:rPr>
                <w:rtl/>
              </w:rPr>
              <w:t>ادب</w:t>
            </w:r>
            <w:r w:rsidRPr="00E9510F">
              <w:t> </w:t>
            </w:r>
            <w:r>
              <w:rPr>
                <w:rtl/>
              </w:rPr>
              <w:t>کرتے</w:t>
            </w:r>
            <w:r w:rsidRPr="00E9510F">
              <w:t> </w:t>
            </w:r>
            <w:r>
              <w:rPr>
                <w:rtl/>
              </w:rPr>
              <w:t>تھے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728"/>
        <w:gridCol w:w="337"/>
        <w:gridCol w:w="4682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زینتِ</w:t>
            </w:r>
            <w:r w:rsidRPr="00E9510F">
              <w:t>  </w:t>
            </w:r>
            <w:r w:rsidRPr="0042207F">
              <w:rPr>
                <w:rtl/>
              </w:rPr>
              <w:t>عرشِ</w:t>
            </w:r>
            <w:r w:rsidRPr="00E9510F">
              <w:t>  </w:t>
            </w:r>
            <w:r w:rsidRPr="0042207F">
              <w:rPr>
                <w:rtl/>
              </w:rPr>
              <w:t>بریں</w:t>
            </w:r>
            <w:r w:rsidRPr="00E9510F">
              <w:t>  </w:t>
            </w:r>
            <w:r w:rsidRPr="0042207F">
              <w:rPr>
                <w:rtl/>
              </w:rPr>
              <w:t>پاک</w:t>
            </w:r>
            <w:r w:rsidRPr="00E9510F">
              <w:t>  </w:t>
            </w:r>
            <w:r w:rsidRPr="0042207F">
              <w:rPr>
                <w:rtl/>
              </w:rPr>
              <w:t>چلن</w:t>
            </w:r>
            <w:r w:rsidRPr="00E9510F">
              <w:t>  </w:t>
            </w:r>
            <w:r w:rsidRPr="0042207F">
              <w:rPr>
                <w:rtl/>
              </w:rPr>
              <w:t>خوش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اوقات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اپ</w:t>
            </w:r>
            <w:r w:rsidRPr="00E9510F">
              <w:t>  </w:t>
            </w:r>
            <w:r w:rsidRPr="0042207F">
              <w:rPr>
                <w:rtl/>
              </w:rPr>
              <w:t>کی</w:t>
            </w:r>
            <w:r w:rsidRPr="00E9510F">
              <w:t>  </w:t>
            </w:r>
            <w:r w:rsidRPr="0042207F">
              <w:rPr>
                <w:rtl/>
              </w:rPr>
              <w:t>طرح</w:t>
            </w:r>
            <w:r w:rsidRPr="00E9510F">
              <w:t>  </w:t>
            </w:r>
            <w:r w:rsidRPr="0042207F">
              <w:rPr>
                <w:rtl/>
              </w:rPr>
              <w:t>سے</w:t>
            </w:r>
            <w:r w:rsidRPr="00E9510F">
              <w:t>  </w:t>
            </w:r>
            <w:r w:rsidRPr="0042207F">
              <w:rPr>
                <w:rtl/>
              </w:rPr>
              <w:t>مقبول</w:t>
            </w:r>
            <w:r w:rsidRPr="00E9510F">
              <w:t> </w:t>
            </w:r>
            <w:r w:rsidRPr="0042207F">
              <w:rPr>
                <w:rtl/>
              </w:rPr>
              <w:t>خدا</w:t>
            </w:r>
            <w:r w:rsidRPr="00E9510F">
              <w:t> </w:t>
            </w:r>
            <w:r w:rsidRPr="0042207F">
              <w:rPr>
                <w:rtl/>
              </w:rPr>
              <w:t>نیک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صفات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وہی</w:t>
            </w:r>
            <w:r w:rsidRPr="00E9510F">
              <w:t>  </w:t>
            </w:r>
            <w:r w:rsidRPr="0042207F">
              <w:rPr>
                <w:rtl/>
              </w:rPr>
              <w:t>احمدؐ</w:t>
            </w:r>
            <w:r w:rsidRPr="00E9510F">
              <w:t>  </w:t>
            </w:r>
            <w:r w:rsidRPr="0042207F">
              <w:rPr>
                <w:rtl/>
              </w:rPr>
              <w:t>کی</w:t>
            </w:r>
            <w:r w:rsidRPr="00E9510F">
              <w:t>  </w:t>
            </w:r>
            <w:r w:rsidRPr="0042207F">
              <w:rPr>
                <w:rtl/>
              </w:rPr>
              <w:t>سی</w:t>
            </w:r>
            <w:r w:rsidRPr="00E9510F">
              <w:t>  </w:t>
            </w:r>
            <w:r w:rsidRPr="0042207F">
              <w:rPr>
                <w:rtl/>
              </w:rPr>
              <w:t>خو</w:t>
            </w:r>
            <w:r w:rsidRPr="00E9510F">
              <w:t>  </w:t>
            </w:r>
            <w:r w:rsidRPr="0042207F">
              <w:rPr>
                <w:rtl/>
              </w:rPr>
              <w:t>بو</w:t>
            </w:r>
            <w:r w:rsidRPr="00E9510F">
              <w:t>  </w:t>
            </w:r>
            <w:r w:rsidRPr="0042207F">
              <w:rPr>
                <w:rtl/>
              </w:rPr>
              <w:t>وہی</w:t>
            </w:r>
            <w:r w:rsidRPr="00E9510F">
              <w:t>  </w:t>
            </w:r>
            <w:r w:rsidRPr="0042207F">
              <w:rPr>
                <w:rtl/>
              </w:rPr>
              <w:t>ساری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عادات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Pr="00E9510F" w:rsidRDefault="00E526CC" w:rsidP="00E9510F">
            <w:pPr>
              <w:pStyle w:val="libPoem"/>
            </w:pPr>
            <w:r w:rsidRPr="00E9510F">
              <w:rPr>
                <w:rtl/>
              </w:rPr>
              <w:t>ساری</w:t>
            </w:r>
            <w:r w:rsidRPr="00E9510F">
              <w:t>  </w:t>
            </w:r>
            <w:r w:rsidRPr="00E9510F">
              <w:rPr>
                <w:rtl/>
              </w:rPr>
              <w:t>خالق</w:t>
            </w:r>
            <w:r w:rsidRPr="00E9510F">
              <w:t>  </w:t>
            </w:r>
            <w:r w:rsidRPr="00E9510F">
              <w:rPr>
                <w:rtl/>
              </w:rPr>
              <w:t>کی</w:t>
            </w:r>
            <w:r w:rsidRPr="00E9510F">
              <w:t>  </w:t>
            </w:r>
            <w:r w:rsidRPr="00E9510F">
              <w:rPr>
                <w:rtl/>
              </w:rPr>
              <w:t>کنیزوں</w:t>
            </w:r>
            <w:r w:rsidRPr="00E9510F">
              <w:t>  </w:t>
            </w:r>
            <w:r w:rsidRPr="00E9510F">
              <w:rPr>
                <w:rtl/>
              </w:rPr>
              <w:t>میں</w:t>
            </w:r>
            <w:r w:rsidRPr="00E9510F">
              <w:t> </w:t>
            </w:r>
            <w:r w:rsidRPr="00E9510F">
              <w:rPr>
                <w:rtl/>
              </w:rPr>
              <w:t>رفیع</w:t>
            </w:r>
            <w:r w:rsidRPr="00E9510F">
              <w:t> </w:t>
            </w:r>
            <w:r w:rsidRPr="00E9510F">
              <w:rPr>
                <w:rtl/>
              </w:rPr>
              <w:t>الدرجات</w:t>
            </w:r>
            <w:r w:rsidRPr="00E9510F">
              <w:rPr>
                <w:rStyle w:val="libPoemTiniChar0"/>
                <w:rFonts w:cs="Noto Nastaliq Urdu"/>
                <w:szCs w:val="2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کس</w:t>
            </w:r>
            <w:r w:rsidRPr="00E9510F">
              <w:t>   </w:t>
            </w:r>
            <w:r w:rsidRPr="0042207F">
              <w:rPr>
                <w:rtl/>
              </w:rPr>
              <w:t>نے</w:t>
            </w:r>
            <w:r w:rsidRPr="00E9510F">
              <w:t>   </w:t>
            </w:r>
            <w:r w:rsidRPr="0042207F">
              <w:rPr>
                <w:rtl/>
              </w:rPr>
              <w:t>زہراؑ</w:t>
            </w:r>
            <w:r w:rsidRPr="00E9510F">
              <w:t>   </w:t>
            </w:r>
            <w:r w:rsidRPr="0042207F">
              <w:rPr>
                <w:rtl/>
              </w:rPr>
              <w:t>کی</w:t>
            </w:r>
            <w:r w:rsidRPr="00E9510F">
              <w:t>   </w:t>
            </w:r>
            <w:r w:rsidRPr="0042207F">
              <w:rPr>
                <w:rtl/>
              </w:rPr>
              <w:t>طرح</w:t>
            </w:r>
            <w:r w:rsidRPr="00E9510F">
              <w:t>   </w:t>
            </w:r>
            <w:r w:rsidRPr="0042207F">
              <w:rPr>
                <w:rtl/>
              </w:rPr>
              <w:t>رتبہ</w:t>
            </w:r>
            <w:r w:rsidRPr="00E9510F">
              <w:t>  </w:t>
            </w:r>
            <w:r w:rsidRPr="0042207F">
              <w:rPr>
                <w:rtl/>
              </w:rPr>
              <w:t>عالی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پایا</w:t>
            </w:r>
            <w:r w:rsidRPr="00E9510F">
              <w:t>  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کون</w:t>
            </w:r>
            <w:r w:rsidRPr="00E9510F">
              <w:t>    </w:t>
            </w:r>
            <w:r w:rsidRPr="0042207F">
              <w:rPr>
                <w:rtl/>
              </w:rPr>
              <w:t>سی</w:t>
            </w:r>
            <w:r w:rsidRPr="00E9510F">
              <w:t>   </w:t>
            </w:r>
            <w:r w:rsidRPr="0042207F">
              <w:rPr>
                <w:rtl/>
              </w:rPr>
              <w:t>بی</w:t>
            </w:r>
            <w:r w:rsidRPr="00E9510F">
              <w:t>   </w:t>
            </w:r>
            <w:r w:rsidRPr="0042207F">
              <w:rPr>
                <w:rtl/>
              </w:rPr>
              <w:t>بی</w:t>
            </w:r>
            <w:r w:rsidRPr="00E9510F">
              <w:t>   </w:t>
            </w:r>
            <w:r w:rsidRPr="0042207F">
              <w:rPr>
                <w:rtl/>
              </w:rPr>
              <w:t>کو</w:t>
            </w:r>
            <w:r w:rsidRPr="00E9510F">
              <w:t>   </w:t>
            </w:r>
            <w:r w:rsidRPr="0042207F">
              <w:rPr>
                <w:rtl/>
              </w:rPr>
              <w:t>تطہیر</w:t>
            </w:r>
            <w:r w:rsidRPr="00E9510F">
              <w:t>   </w:t>
            </w:r>
            <w:r w:rsidRPr="0042207F">
              <w:rPr>
                <w:rtl/>
              </w:rPr>
              <w:t>کا</w:t>
            </w:r>
            <w:r w:rsidRPr="00E9510F">
              <w:t>   </w:t>
            </w:r>
            <w:r w:rsidRPr="0042207F">
              <w:rPr>
                <w:rtl/>
              </w:rPr>
              <w:t>آیہ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آیا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728"/>
        <w:gridCol w:w="337"/>
        <w:gridCol w:w="4682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ہمسرِ</w:t>
            </w:r>
            <w:r w:rsidRPr="00E9510F">
              <w:t>   </w:t>
            </w:r>
            <w:r w:rsidRPr="0042207F">
              <w:rPr>
                <w:rtl/>
              </w:rPr>
              <w:t>حیدرِؑ</w:t>
            </w:r>
            <w:r w:rsidRPr="00E9510F">
              <w:t>   </w:t>
            </w:r>
            <w:r w:rsidRPr="0042207F">
              <w:rPr>
                <w:rtl/>
              </w:rPr>
              <w:t>صفدر</w:t>
            </w:r>
            <w:r w:rsidRPr="00E9510F">
              <w:t>   </w:t>
            </w:r>
            <w:r w:rsidRPr="0042207F">
              <w:rPr>
                <w:rtl/>
              </w:rPr>
              <w:t>بنیں</w:t>
            </w:r>
            <w:r w:rsidRPr="00E9510F">
              <w:t>   </w:t>
            </w:r>
            <w:r w:rsidRPr="0042207F">
              <w:rPr>
                <w:rtl/>
              </w:rPr>
              <w:t>اللہ</w:t>
            </w:r>
            <w:r w:rsidRPr="00E9510F">
              <w:t>   </w:t>
            </w:r>
            <w:r w:rsidRPr="0042207F">
              <w:rPr>
                <w:rtl/>
              </w:rPr>
              <w:t>رے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وقار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حکمراں</w:t>
            </w:r>
            <w:r w:rsidRPr="00E9510F">
              <w:t>  </w:t>
            </w:r>
            <w:r w:rsidRPr="0042207F">
              <w:rPr>
                <w:rtl/>
              </w:rPr>
              <w:t>کشورِ</w:t>
            </w:r>
            <w:r w:rsidRPr="00E9510F">
              <w:t>  </w:t>
            </w:r>
            <w:r w:rsidRPr="0042207F">
              <w:rPr>
                <w:rtl/>
              </w:rPr>
              <w:t>عصمت</w:t>
            </w:r>
            <w:r w:rsidRPr="00E9510F">
              <w:t>  </w:t>
            </w:r>
            <w:r w:rsidRPr="0042207F">
              <w:rPr>
                <w:rtl/>
              </w:rPr>
              <w:t>کی</w:t>
            </w:r>
            <w:r w:rsidRPr="00E9510F">
              <w:t>  </w:t>
            </w:r>
            <w:r w:rsidRPr="0042207F">
              <w:rPr>
                <w:rtl/>
              </w:rPr>
              <w:t>ہوئیں</w:t>
            </w:r>
            <w:r w:rsidRPr="00E9510F">
              <w:t>  </w:t>
            </w:r>
            <w:r w:rsidRPr="0042207F">
              <w:rPr>
                <w:rtl/>
              </w:rPr>
              <w:t>بے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تکرار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حامیِ</w:t>
            </w:r>
            <w:r w:rsidRPr="00E9510F">
              <w:t>    </w:t>
            </w:r>
            <w:r>
              <w:rPr>
                <w:rtl/>
              </w:rPr>
              <w:t>دینِ</w:t>
            </w:r>
            <w:r w:rsidRPr="00E9510F">
              <w:t>    </w:t>
            </w:r>
            <w:r>
              <w:rPr>
                <w:rtl/>
              </w:rPr>
              <w:t>خدا</w:t>
            </w:r>
            <w:r w:rsidRPr="00E9510F">
              <w:t>    </w:t>
            </w:r>
            <w:r>
              <w:rPr>
                <w:rtl/>
              </w:rPr>
              <w:t>گلشنِ</w:t>
            </w:r>
            <w:r w:rsidRPr="00E9510F">
              <w:t>    </w:t>
            </w:r>
            <w:r>
              <w:rPr>
                <w:rtl/>
              </w:rPr>
              <w:t>ایماں</w:t>
            </w:r>
            <w:r w:rsidRPr="00E9510F">
              <w:t>    </w:t>
            </w:r>
            <w:r>
              <w:rPr>
                <w:rtl/>
              </w:rPr>
              <w:t>کی</w:t>
            </w:r>
            <w:r w:rsidRPr="00E9510F">
              <w:t>   </w:t>
            </w:r>
            <w:r>
              <w:rPr>
                <w:rtl/>
              </w:rPr>
              <w:t>بہار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t> </w:t>
            </w:r>
            <w:r w:rsidRPr="00E9510F">
              <w:rPr>
                <w:rtl/>
              </w:rPr>
              <w:t>زینتِ</w:t>
            </w:r>
            <w:r w:rsidRPr="00E9510F">
              <w:t>    </w:t>
            </w:r>
            <w:r w:rsidRPr="00E9510F">
              <w:rPr>
                <w:rtl/>
              </w:rPr>
              <w:t>عرشِ</w:t>
            </w:r>
            <w:r w:rsidRPr="00E9510F">
              <w:t>   </w:t>
            </w:r>
            <w:r w:rsidRPr="00E9510F">
              <w:rPr>
                <w:rtl/>
              </w:rPr>
              <w:t>عُلا</w:t>
            </w:r>
            <w:r w:rsidRPr="00E9510F">
              <w:t>   </w:t>
            </w:r>
            <w:r w:rsidRPr="00E9510F">
              <w:rPr>
                <w:rtl/>
              </w:rPr>
              <w:t>شاہِ</w:t>
            </w:r>
            <w:r w:rsidRPr="00E9510F">
              <w:t>   </w:t>
            </w:r>
            <w:r w:rsidRPr="00E9510F">
              <w:rPr>
                <w:rtl/>
              </w:rPr>
              <w:t>زنان</w:t>
            </w:r>
            <w:r w:rsidRPr="00E9510F">
              <w:t>   </w:t>
            </w:r>
            <w:r w:rsidRPr="00E9510F">
              <w:rPr>
                <w:rtl/>
              </w:rPr>
              <w:t>نیک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E9510F">
              <w:rPr>
                <w:rtl/>
              </w:rPr>
              <w:t>شعار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lastRenderedPageBreak/>
              <w:t>فطرتاً</w:t>
            </w:r>
            <w:r w:rsidRPr="00E9510F">
              <w:t>   </w:t>
            </w:r>
            <w:r w:rsidRPr="0042207F">
              <w:rPr>
                <w:rtl/>
              </w:rPr>
              <w:t>سیب</w:t>
            </w:r>
            <w:r w:rsidRPr="00E9510F">
              <w:t>  </w:t>
            </w:r>
            <w:r w:rsidRPr="0042207F">
              <w:rPr>
                <w:rtl/>
              </w:rPr>
              <w:t>کی</w:t>
            </w:r>
            <w:r w:rsidRPr="00E9510F">
              <w:t>  </w:t>
            </w:r>
            <w:r w:rsidRPr="0042207F">
              <w:rPr>
                <w:rtl/>
              </w:rPr>
              <w:t>بو</w:t>
            </w:r>
            <w:r w:rsidRPr="00E9510F">
              <w:t>  </w:t>
            </w:r>
            <w:r w:rsidRPr="0042207F">
              <w:rPr>
                <w:rtl/>
              </w:rPr>
              <w:t>ان</w:t>
            </w:r>
            <w:r w:rsidRPr="00E9510F">
              <w:t>  </w:t>
            </w:r>
            <w:r w:rsidRPr="0042207F">
              <w:rPr>
                <w:rtl/>
              </w:rPr>
              <w:t>سے</w:t>
            </w:r>
            <w:r w:rsidRPr="00E9510F">
              <w:t>  </w:t>
            </w:r>
            <w:r w:rsidRPr="0042207F">
              <w:rPr>
                <w:rtl/>
              </w:rPr>
              <w:t>سدا</w:t>
            </w:r>
            <w:r w:rsidRPr="00E9510F">
              <w:t>  </w:t>
            </w:r>
            <w:r w:rsidRPr="0042207F">
              <w:rPr>
                <w:rtl/>
              </w:rPr>
              <w:t>آتی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تھی</w:t>
            </w:r>
            <w:r w:rsidRPr="00E9510F">
              <w:t>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چمنِ</w:t>
            </w:r>
            <w:r w:rsidRPr="00E9510F">
              <w:t>   </w:t>
            </w:r>
            <w:r w:rsidRPr="0042207F">
              <w:rPr>
                <w:rtl/>
              </w:rPr>
              <w:t>خلد</w:t>
            </w:r>
            <w:r w:rsidRPr="00E9510F">
              <w:t>   </w:t>
            </w:r>
            <w:r w:rsidRPr="0042207F">
              <w:rPr>
                <w:rtl/>
              </w:rPr>
              <w:t>تلک</w:t>
            </w:r>
            <w:r w:rsidRPr="00E9510F">
              <w:t>   </w:t>
            </w:r>
            <w:r w:rsidRPr="0042207F">
              <w:rPr>
                <w:rtl/>
              </w:rPr>
              <w:t>جس</w:t>
            </w:r>
            <w:r w:rsidRPr="00E9510F">
              <w:t>  </w:t>
            </w:r>
            <w:r w:rsidRPr="0042207F">
              <w:rPr>
                <w:rtl/>
              </w:rPr>
              <w:t>کی</w:t>
            </w:r>
            <w:r w:rsidRPr="00E9510F">
              <w:t>  </w:t>
            </w:r>
            <w:r w:rsidRPr="0042207F">
              <w:rPr>
                <w:rtl/>
              </w:rPr>
              <w:t>مہک</w:t>
            </w:r>
            <w:r w:rsidRPr="00E9510F">
              <w:t>  </w:t>
            </w:r>
            <w:r w:rsidRPr="0042207F">
              <w:rPr>
                <w:rtl/>
              </w:rPr>
              <w:t>جاتی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تھی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p w:rsidR="00E526CC" w:rsidRPr="00530925" w:rsidRDefault="00E526CC" w:rsidP="007759D6">
      <w:pPr>
        <w:pStyle w:val="Heading2Center"/>
        <w:rPr>
          <w:rtl/>
        </w:rPr>
      </w:pPr>
      <w:bookmarkStart w:id="3" w:name="_Toc505082496"/>
      <w:r w:rsidRPr="00530925">
        <w:rPr>
          <w:rtl/>
        </w:rPr>
        <w:t>راج دربار میں بھگوان کے عزّت پائی</w:t>
      </w:r>
      <w:r w:rsidRPr="00530925">
        <w:br/>
      </w:r>
      <w:r w:rsidR="007759D6">
        <w:rPr>
          <w:rFonts w:hint="cs"/>
          <w:rtl/>
        </w:rPr>
        <w:t xml:space="preserve">-  </w:t>
      </w:r>
      <w:r w:rsidR="007759D6" w:rsidRPr="00530925">
        <w:rPr>
          <w:rtl/>
        </w:rPr>
        <w:t>تا</w:t>
      </w:r>
      <w:r w:rsidR="007759D6">
        <w:rPr>
          <w:rFonts w:hint="cs"/>
          <w:rtl/>
        </w:rPr>
        <w:t xml:space="preserve">  -</w:t>
      </w:r>
      <w:r w:rsidR="007759D6" w:rsidRPr="00530925">
        <w:br/>
      </w:r>
      <w:r w:rsidRPr="00530925">
        <w:rPr>
          <w:rtl/>
        </w:rPr>
        <w:t>ان کو سردار زنان حق نے بہر طور کیا</w:t>
      </w:r>
      <w:bookmarkEnd w:id="3"/>
    </w:p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728"/>
        <w:gridCol w:w="337"/>
        <w:gridCol w:w="4682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راج</w:t>
            </w:r>
            <w:r w:rsidRPr="00E9510F">
              <w:t>   </w:t>
            </w:r>
            <w:r>
              <w:rPr>
                <w:rtl/>
              </w:rPr>
              <w:t>دربار</w:t>
            </w:r>
            <w:r w:rsidRPr="00E9510F">
              <w:t>   </w:t>
            </w:r>
            <w:r>
              <w:rPr>
                <w:rtl/>
              </w:rPr>
              <w:t>میں</w:t>
            </w:r>
            <w:r w:rsidRPr="00E9510F">
              <w:t>   </w:t>
            </w:r>
            <w:r>
              <w:rPr>
                <w:rtl/>
              </w:rPr>
              <w:t>بھگوان</w:t>
            </w:r>
            <w:r w:rsidRPr="00E9510F">
              <w:t>   </w:t>
            </w:r>
            <w:r>
              <w:rPr>
                <w:rtl/>
              </w:rPr>
              <w:t>کے</w:t>
            </w:r>
            <w:r w:rsidRPr="00E9510F">
              <w:t>  </w:t>
            </w:r>
            <w:r>
              <w:rPr>
                <w:rtl/>
              </w:rPr>
              <w:t>عزّت</w:t>
            </w:r>
            <w:r w:rsidRPr="00E9510F">
              <w:t>  </w:t>
            </w:r>
            <w:r>
              <w:rPr>
                <w:rtl/>
              </w:rPr>
              <w:t>پائی</w:t>
            </w:r>
            <w:r w:rsidRPr="00E9510F">
              <w:t>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اشرفِ</w:t>
            </w:r>
            <w:r w:rsidRPr="00E9510F">
              <w:t>    </w:t>
            </w:r>
            <w:r>
              <w:rPr>
                <w:rtl/>
              </w:rPr>
              <w:t>خلق</w:t>
            </w:r>
            <w:r w:rsidRPr="00E9510F">
              <w:t>    </w:t>
            </w:r>
            <w:r>
              <w:rPr>
                <w:rtl/>
              </w:rPr>
              <w:t>ہوئیں</w:t>
            </w:r>
            <w:r w:rsidRPr="00E9510F">
              <w:t>   </w:t>
            </w:r>
            <w:r>
              <w:rPr>
                <w:rtl/>
              </w:rPr>
              <w:t>ایسی</w:t>
            </w:r>
            <w:r w:rsidRPr="00E9510F">
              <w:t>   </w:t>
            </w:r>
            <w:r>
              <w:rPr>
                <w:rtl/>
              </w:rPr>
              <w:t>شرافت</w:t>
            </w:r>
            <w:r w:rsidRPr="00E9510F">
              <w:t>   </w:t>
            </w:r>
            <w:r>
              <w:rPr>
                <w:rtl/>
              </w:rPr>
              <w:t>پائی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مثلِ</w:t>
            </w:r>
            <w:r w:rsidRPr="00E9510F">
              <w:t>   </w:t>
            </w:r>
            <w:r>
              <w:rPr>
                <w:rtl/>
              </w:rPr>
              <w:t>قرآنِ</w:t>
            </w:r>
            <w:r w:rsidRPr="00E9510F">
              <w:t>   </w:t>
            </w:r>
            <w:r>
              <w:rPr>
                <w:rtl/>
              </w:rPr>
              <w:t>مبیں</w:t>
            </w:r>
            <w:r w:rsidRPr="00E9510F">
              <w:t>   </w:t>
            </w:r>
            <w:r>
              <w:rPr>
                <w:rtl/>
              </w:rPr>
              <w:t>نور</w:t>
            </w:r>
            <w:r w:rsidRPr="00E9510F">
              <w:t>   </w:t>
            </w:r>
            <w:r>
              <w:rPr>
                <w:rtl/>
              </w:rPr>
              <w:t>کی</w:t>
            </w:r>
            <w:r w:rsidRPr="00E9510F">
              <w:t>   </w:t>
            </w:r>
            <w:r>
              <w:rPr>
                <w:rtl/>
              </w:rPr>
              <w:t>صورت</w:t>
            </w:r>
            <w:r w:rsidRPr="00E9510F">
              <w:t>   </w:t>
            </w:r>
            <w:r>
              <w:rPr>
                <w:rtl/>
              </w:rPr>
              <w:t>پائی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حق</w:t>
            </w:r>
            <w:r w:rsidRPr="00E9510F">
              <w:t>   </w:t>
            </w:r>
            <w:r w:rsidRPr="0042207F">
              <w:rPr>
                <w:rtl/>
              </w:rPr>
              <w:t>رسیدہ</w:t>
            </w:r>
            <w:r w:rsidRPr="00E9510F">
              <w:t>   </w:t>
            </w:r>
            <w:r w:rsidRPr="0042207F">
              <w:rPr>
                <w:rtl/>
              </w:rPr>
              <w:t>ہوئیں</w:t>
            </w:r>
            <w:r w:rsidRPr="00E9510F">
              <w:t>   </w:t>
            </w:r>
            <w:r w:rsidRPr="0042207F">
              <w:rPr>
                <w:rtl/>
              </w:rPr>
              <w:t>راج</w:t>
            </w:r>
            <w:r w:rsidRPr="00E9510F">
              <w:t>   </w:t>
            </w:r>
            <w:r w:rsidRPr="0042207F">
              <w:rPr>
                <w:rtl/>
              </w:rPr>
              <w:t>کی</w:t>
            </w:r>
            <w:r w:rsidRPr="00E9510F">
              <w:t>   </w:t>
            </w:r>
            <w:r w:rsidRPr="0042207F">
              <w:rPr>
                <w:rtl/>
              </w:rPr>
              <w:t>رفعت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پائی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باپ</w:t>
            </w:r>
            <w:r w:rsidRPr="00E9510F">
              <w:t>  </w:t>
            </w:r>
            <w:r>
              <w:rPr>
                <w:rtl/>
              </w:rPr>
              <w:t>کی</w:t>
            </w:r>
            <w:r w:rsidRPr="00E9510F">
              <w:t>  </w:t>
            </w:r>
            <w:r>
              <w:rPr>
                <w:rtl/>
              </w:rPr>
              <w:t>طرح</w:t>
            </w:r>
            <w:r w:rsidRPr="00E9510F">
              <w:t>  </w:t>
            </w:r>
            <w:r>
              <w:rPr>
                <w:rtl/>
              </w:rPr>
              <w:t>سے</w:t>
            </w:r>
            <w:r w:rsidRPr="00E9510F">
              <w:t>  </w:t>
            </w:r>
            <w:r>
              <w:rPr>
                <w:rtl/>
              </w:rPr>
              <w:t>امت</w:t>
            </w:r>
            <w:r w:rsidRPr="00E9510F">
              <w:t>  </w:t>
            </w:r>
            <w:r>
              <w:rPr>
                <w:rtl/>
              </w:rPr>
              <w:t>کی</w:t>
            </w:r>
            <w:r w:rsidRPr="00E9510F">
              <w:t> </w:t>
            </w:r>
            <w:r>
              <w:rPr>
                <w:rtl/>
              </w:rPr>
              <w:t>مدد</w:t>
            </w:r>
            <w:r w:rsidRPr="00E9510F">
              <w:t> </w:t>
            </w:r>
            <w:r>
              <w:rPr>
                <w:rtl/>
              </w:rPr>
              <w:t>گار</w:t>
            </w:r>
            <w:r w:rsidRPr="00E9510F">
              <w:t> </w:t>
            </w:r>
            <w:r>
              <w:rPr>
                <w:rtl/>
              </w:rPr>
              <w:t>ہے</w:t>
            </w:r>
            <w:r w:rsidRPr="00E9510F">
              <w:t> </w:t>
            </w:r>
            <w:r>
              <w:rPr>
                <w:rtl/>
              </w:rPr>
              <w:t>یہ</w:t>
            </w:r>
            <w:r w:rsidRPr="00E9510F">
              <w:t>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کُل</w:t>
            </w:r>
            <w:r w:rsidRPr="00E9510F">
              <w:t>  </w:t>
            </w:r>
            <w:r w:rsidRPr="0042207F">
              <w:rPr>
                <w:rtl/>
              </w:rPr>
              <w:t>کی</w:t>
            </w:r>
            <w:r w:rsidRPr="00E9510F">
              <w:t>  </w:t>
            </w:r>
            <w:r w:rsidRPr="0042207F">
              <w:rPr>
                <w:rtl/>
              </w:rPr>
              <w:t>سرکار</w:t>
            </w:r>
            <w:r w:rsidRPr="00E9510F">
              <w:t>  </w:t>
            </w:r>
            <w:r w:rsidRPr="0042207F">
              <w:rPr>
                <w:rtl/>
              </w:rPr>
              <w:t>ہیں</w:t>
            </w:r>
            <w:r w:rsidRPr="00E9510F">
              <w:t>  </w:t>
            </w:r>
            <w:r w:rsidRPr="0042207F">
              <w:rPr>
                <w:rtl/>
              </w:rPr>
              <w:t>سرتاج</w:t>
            </w:r>
            <w:r w:rsidRPr="00E9510F">
              <w:t>  </w:t>
            </w:r>
            <w:r w:rsidRPr="0042207F">
              <w:rPr>
                <w:rtl/>
              </w:rPr>
              <w:t>ہیں</w:t>
            </w:r>
            <w:r w:rsidRPr="00E9510F">
              <w:t> </w:t>
            </w:r>
            <w:r w:rsidRPr="0042207F">
              <w:rPr>
                <w:rtl/>
              </w:rPr>
              <w:t>سردار</w:t>
            </w:r>
            <w:r w:rsidRPr="00E9510F">
              <w:t> </w:t>
            </w:r>
            <w:r w:rsidRPr="0042207F">
              <w:rPr>
                <w:rtl/>
              </w:rPr>
              <w:t>ہیں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یہ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779"/>
        <w:gridCol w:w="320"/>
        <w:gridCol w:w="4648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آپ</w:t>
            </w:r>
            <w:r w:rsidRPr="00E9510F">
              <w:t>   </w:t>
            </w:r>
            <w:r w:rsidRPr="0042207F">
              <w:rPr>
                <w:rtl/>
              </w:rPr>
              <w:t>ایشور</w:t>
            </w:r>
            <w:r w:rsidRPr="00E9510F">
              <w:t>   </w:t>
            </w:r>
            <w:r w:rsidRPr="0042207F">
              <w:rPr>
                <w:rtl/>
              </w:rPr>
              <w:t>کی</w:t>
            </w:r>
            <w:r w:rsidRPr="00E9510F">
              <w:t>   </w:t>
            </w:r>
            <w:r w:rsidRPr="0042207F">
              <w:rPr>
                <w:rtl/>
              </w:rPr>
              <w:t>یگانی</w:t>
            </w:r>
            <w:r w:rsidRPr="00E9510F">
              <w:t>  </w:t>
            </w:r>
            <w:r w:rsidRPr="0042207F">
              <w:rPr>
                <w:rtl/>
              </w:rPr>
              <w:t>بھی</w:t>
            </w:r>
            <w:r w:rsidRPr="00E9510F">
              <w:t>  </w:t>
            </w:r>
            <w:r w:rsidRPr="0042207F">
              <w:rPr>
                <w:rtl/>
              </w:rPr>
              <w:t>ہیں</w:t>
            </w:r>
            <w:r w:rsidRPr="00E9510F">
              <w:t>  </w:t>
            </w:r>
            <w:r w:rsidRPr="0042207F">
              <w:rPr>
                <w:rtl/>
              </w:rPr>
              <w:t>بیگانی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بھی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 w:rsidRPr="00E9510F">
              <w:t> </w:t>
            </w:r>
            <w:r>
              <w:rPr>
                <w:rtl/>
              </w:rPr>
              <w:t>اس</w:t>
            </w:r>
            <w:r w:rsidRPr="00E9510F">
              <w:t>   </w:t>
            </w:r>
            <w:r>
              <w:rPr>
                <w:rtl/>
              </w:rPr>
              <w:t>کے</w:t>
            </w:r>
            <w:r w:rsidRPr="00E9510F">
              <w:t>   </w:t>
            </w:r>
            <w:r>
              <w:rPr>
                <w:rtl/>
              </w:rPr>
              <w:t>محبوبؐ</w:t>
            </w:r>
            <w:r w:rsidRPr="00E9510F">
              <w:t>  </w:t>
            </w:r>
            <w:r>
              <w:rPr>
                <w:rtl/>
              </w:rPr>
              <w:t>کی</w:t>
            </w:r>
            <w:r w:rsidRPr="00E9510F">
              <w:t>  </w:t>
            </w:r>
            <w:r>
              <w:rPr>
                <w:rtl/>
              </w:rPr>
              <w:t>محبوب</w:t>
            </w:r>
            <w:r w:rsidRPr="00E9510F">
              <w:t>  </w:t>
            </w:r>
            <w:r>
              <w:rPr>
                <w:rtl/>
              </w:rPr>
              <w:t>ہیں</w:t>
            </w:r>
            <w:r w:rsidRPr="00E9510F">
              <w:t>  </w:t>
            </w:r>
            <w:r>
              <w:rPr>
                <w:rtl/>
              </w:rPr>
              <w:t>جانی</w:t>
            </w:r>
            <w:r w:rsidRPr="00E9510F">
              <w:t>  </w:t>
            </w:r>
            <w:r>
              <w:rPr>
                <w:rtl/>
              </w:rPr>
              <w:t>بھی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آپ</w:t>
            </w:r>
            <w:r w:rsidRPr="00E9510F">
              <w:t> </w:t>
            </w:r>
            <w:r>
              <w:rPr>
                <w:rtl/>
              </w:rPr>
              <w:t>کے</w:t>
            </w:r>
            <w:r w:rsidRPr="00E9510F">
              <w:t> </w:t>
            </w:r>
            <w:r>
              <w:rPr>
                <w:rtl/>
              </w:rPr>
              <w:t>پانے</w:t>
            </w:r>
            <w:r w:rsidRPr="00E9510F">
              <w:t> </w:t>
            </w:r>
            <w:r>
              <w:rPr>
                <w:rtl/>
              </w:rPr>
              <w:t>میں</w:t>
            </w:r>
            <w:r w:rsidRPr="00E9510F">
              <w:t> </w:t>
            </w:r>
            <w:r>
              <w:rPr>
                <w:rtl/>
              </w:rPr>
              <w:t>مشکل</w:t>
            </w:r>
            <w:r w:rsidRPr="00E9510F">
              <w:t> </w:t>
            </w:r>
            <w:r>
              <w:rPr>
                <w:rtl/>
              </w:rPr>
              <w:t>بھی</w:t>
            </w:r>
            <w:r w:rsidRPr="00E9510F">
              <w:t> </w:t>
            </w:r>
            <w:r>
              <w:rPr>
                <w:rtl/>
              </w:rPr>
              <w:t>ہے</w:t>
            </w:r>
            <w:r w:rsidRPr="00E9510F">
              <w:t> </w:t>
            </w:r>
            <w:r>
              <w:rPr>
                <w:rtl/>
              </w:rPr>
              <w:t>آسانی</w:t>
            </w:r>
            <w:r w:rsidRPr="00E9510F">
              <w:t> </w:t>
            </w:r>
            <w:r>
              <w:rPr>
                <w:rtl/>
              </w:rPr>
              <w:t>بھی</w:t>
            </w:r>
            <w:r w:rsidRPr="00E9510F">
              <w:t> 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t> </w:t>
            </w:r>
            <w:r w:rsidRPr="0042207F">
              <w:rPr>
                <w:rtl/>
              </w:rPr>
              <w:t>آپ</w:t>
            </w:r>
            <w:r w:rsidRPr="00E9510F">
              <w:t>   </w:t>
            </w:r>
            <w:r w:rsidRPr="0042207F">
              <w:rPr>
                <w:rtl/>
              </w:rPr>
              <w:t>مسلم</w:t>
            </w:r>
            <w:r w:rsidRPr="00E9510F">
              <w:t>   </w:t>
            </w:r>
            <w:r w:rsidRPr="0042207F">
              <w:rPr>
                <w:rtl/>
              </w:rPr>
              <w:t>بھی</w:t>
            </w:r>
            <w:r w:rsidRPr="00E9510F">
              <w:t>   </w:t>
            </w:r>
            <w:r w:rsidRPr="0042207F">
              <w:rPr>
                <w:rtl/>
              </w:rPr>
              <w:t>ہیں</w:t>
            </w:r>
            <w:r w:rsidRPr="00E9510F">
              <w:t>   </w:t>
            </w:r>
            <w:r w:rsidRPr="0042207F">
              <w:rPr>
                <w:rtl/>
              </w:rPr>
              <w:t>اسلام</w:t>
            </w:r>
            <w:r w:rsidRPr="00E9510F">
              <w:t>  </w:t>
            </w:r>
            <w:r w:rsidRPr="0042207F">
              <w:rPr>
                <w:rtl/>
              </w:rPr>
              <w:t>کی</w:t>
            </w:r>
            <w:r w:rsidRPr="00E9510F">
              <w:t>  </w:t>
            </w:r>
            <w:r w:rsidRPr="0042207F">
              <w:rPr>
                <w:rtl/>
              </w:rPr>
              <w:t>بانی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بھی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پنجتن</w:t>
            </w:r>
            <w:r w:rsidRPr="00E9510F">
              <w:t>    </w:t>
            </w:r>
            <w:r w:rsidRPr="0042207F">
              <w:rPr>
                <w:rtl/>
              </w:rPr>
              <w:t>مل</w:t>
            </w:r>
            <w:r w:rsidRPr="00E9510F">
              <w:t>   </w:t>
            </w:r>
            <w:r w:rsidRPr="0042207F">
              <w:rPr>
                <w:rtl/>
              </w:rPr>
              <w:t>گئے</w:t>
            </w:r>
            <w:r w:rsidRPr="00E9510F">
              <w:t>   </w:t>
            </w:r>
            <w:r w:rsidRPr="0042207F">
              <w:rPr>
                <w:rtl/>
              </w:rPr>
              <w:t>زہراؑ</w:t>
            </w:r>
            <w:r w:rsidRPr="00E9510F">
              <w:t>   </w:t>
            </w:r>
            <w:r w:rsidRPr="0042207F">
              <w:rPr>
                <w:rtl/>
              </w:rPr>
              <w:t>کو</w:t>
            </w:r>
            <w:r w:rsidRPr="00E9510F">
              <w:t>   </w:t>
            </w:r>
            <w:r w:rsidRPr="0042207F">
              <w:rPr>
                <w:rtl/>
              </w:rPr>
              <w:t>اگر</w:t>
            </w:r>
            <w:r w:rsidRPr="00E9510F">
              <w:t>   </w:t>
            </w:r>
            <w:r w:rsidRPr="0042207F">
              <w:rPr>
                <w:rtl/>
              </w:rPr>
              <w:t>جان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لیا</w:t>
            </w:r>
            <w:r w:rsidRPr="00E9510F">
              <w:t>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ان</w:t>
            </w:r>
            <w:r w:rsidRPr="00E9510F">
              <w:t>    </w:t>
            </w:r>
            <w:r w:rsidRPr="0042207F">
              <w:rPr>
                <w:rtl/>
              </w:rPr>
              <w:t>کو</w:t>
            </w:r>
            <w:r w:rsidRPr="00E9510F">
              <w:t>    </w:t>
            </w:r>
            <w:r w:rsidRPr="0042207F">
              <w:rPr>
                <w:rtl/>
              </w:rPr>
              <w:t>پہچانا</w:t>
            </w:r>
            <w:r w:rsidRPr="00E9510F">
              <w:t>   </w:t>
            </w:r>
            <w:r w:rsidRPr="0042207F">
              <w:rPr>
                <w:rtl/>
              </w:rPr>
              <w:t>تو</w:t>
            </w:r>
            <w:r w:rsidRPr="00E9510F">
              <w:t>   </w:t>
            </w:r>
            <w:r w:rsidRPr="0042207F">
              <w:rPr>
                <w:rtl/>
              </w:rPr>
              <w:t>بھگوان</w:t>
            </w:r>
            <w:r w:rsidRPr="00E9510F">
              <w:t>   </w:t>
            </w:r>
            <w:r w:rsidRPr="0042207F">
              <w:rPr>
                <w:rtl/>
              </w:rPr>
              <w:t>کو</w:t>
            </w:r>
            <w:r w:rsidRPr="00E9510F">
              <w:t>   </w:t>
            </w:r>
            <w:r w:rsidRPr="0042207F">
              <w:rPr>
                <w:rtl/>
              </w:rPr>
              <w:t>پہچان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لیا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728"/>
        <w:gridCol w:w="337"/>
        <w:gridCol w:w="4682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صدقے</w:t>
            </w:r>
            <w:r w:rsidRPr="00E9510F">
              <w:t>  </w:t>
            </w:r>
            <w:r w:rsidRPr="0042207F">
              <w:rPr>
                <w:rtl/>
              </w:rPr>
              <w:t>میں</w:t>
            </w:r>
            <w:r w:rsidRPr="00E9510F">
              <w:t>  </w:t>
            </w:r>
            <w:r w:rsidRPr="0042207F">
              <w:rPr>
                <w:rtl/>
              </w:rPr>
              <w:t>ہیں</w:t>
            </w:r>
            <w:r w:rsidRPr="00E9510F">
              <w:t>  </w:t>
            </w:r>
            <w:r w:rsidRPr="0042207F">
              <w:rPr>
                <w:rtl/>
              </w:rPr>
              <w:t>آپ</w:t>
            </w:r>
            <w:r w:rsidRPr="00E9510F">
              <w:t> </w:t>
            </w:r>
            <w:r w:rsidRPr="0042207F">
              <w:rPr>
                <w:rtl/>
              </w:rPr>
              <w:t>کے</w:t>
            </w:r>
            <w:r w:rsidRPr="00E9510F">
              <w:t> </w:t>
            </w:r>
            <w:r w:rsidRPr="0042207F">
              <w:rPr>
                <w:rtl/>
              </w:rPr>
              <w:t>اسمِ</w:t>
            </w:r>
            <w:r w:rsidRPr="00E9510F">
              <w:t> </w:t>
            </w:r>
            <w:r w:rsidRPr="0042207F">
              <w:rPr>
                <w:rtl/>
              </w:rPr>
              <w:t>گرامی</w:t>
            </w:r>
            <w:r w:rsidRPr="00E9510F">
              <w:t> </w:t>
            </w:r>
            <w:r w:rsidRPr="0042207F">
              <w:rPr>
                <w:rtl/>
              </w:rPr>
              <w:t>کیا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کیا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فاطمہؑ</w:t>
            </w:r>
            <w:r w:rsidRPr="00E9510F">
              <w:t>     </w:t>
            </w:r>
            <w:r w:rsidRPr="0042207F">
              <w:rPr>
                <w:rtl/>
              </w:rPr>
              <w:t>زاہدہؑ</w:t>
            </w:r>
            <w:r w:rsidRPr="00E9510F">
              <w:t>     </w:t>
            </w:r>
            <w:r w:rsidRPr="0042207F">
              <w:rPr>
                <w:rtl/>
              </w:rPr>
              <w:t>صدیقہؑ</w:t>
            </w:r>
            <w:r w:rsidRPr="00E9510F">
              <w:t>     </w:t>
            </w:r>
            <w:r w:rsidRPr="0042207F">
              <w:rPr>
                <w:rtl/>
              </w:rPr>
              <w:t>بتولؑ</w:t>
            </w:r>
            <w:r w:rsidRPr="00E9510F">
              <w:t>     </w:t>
            </w:r>
            <w:r w:rsidRPr="0042207F">
              <w:rPr>
                <w:rtl/>
              </w:rPr>
              <w:t>و</w:t>
            </w:r>
            <w:r w:rsidRPr="00E9510F">
              <w:t> 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عذراؑ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طاہرہؑ</w:t>
            </w:r>
            <w:r w:rsidRPr="00E9510F">
              <w:t>       </w:t>
            </w:r>
            <w:r>
              <w:rPr>
                <w:rtl/>
              </w:rPr>
              <w:t>سیّدہؑ</w:t>
            </w:r>
            <w:r w:rsidRPr="00E9510F">
              <w:t>       </w:t>
            </w:r>
            <w:r>
              <w:rPr>
                <w:rtl/>
              </w:rPr>
              <w:t>محبوب</w:t>
            </w:r>
            <w:r w:rsidRPr="00E9510F">
              <w:rPr>
                <w:rFonts w:hint="cs"/>
                <w:rtl/>
              </w:rPr>
              <w:t>ۂ</w:t>
            </w:r>
            <w:r w:rsidRPr="00E9510F">
              <w:t>       </w:t>
            </w:r>
            <w:r>
              <w:rPr>
                <w:rtl/>
              </w:rPr>
              <w:t>محبوبِ</w:t>
            </w:r>
            <w:r w:rsidRPr="00E9510F">
              <w:t>       </w:t>
            </w:r>
            <w:r>
              <w:rPr>
                <w:rtl/>
              </w:rPr>
              <w:t>خدا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t> </w:t>
            </w:r>
            <w:r w:rsidRPr="0042207F">
              <w:rPr>
                <w:rtl/>
              </w:rPr>
              <w:t>ہاجرہؑ</w:t>
            </w:r>
            <w:r w:rsidRPr="00E9510F">
              <w:t>       </w:t>
            </w:r>
            <w:r w:rsidRPr="0042207F">
              <w:rPr>
                <w:rtl/>
              </w:rPr>
              <w:t>راضیہؑ</w:t>
            </w:r>
            <w:r w:rsidRPr="00E9510F">
              <w:t>      </w:t>
            </w:r>
            <w:r w:rsidRPr="0042207F">
              <w:rPr>
                <w:rtl/>
              </w:rPr>
              <w:t>مرضیہ</w:t>
            </w:r>
            <w:r w:rsidRPr="00E9510F">
              <w:t>      </w:t>
            </w:r>
            <w:r w:rsidRPr="0042207F">
              <w:rPr>
                <w:rtl/>
              </w:rPr>
              <w:t>جنابِ</w:t>
            </w:r>
            <w:r w:rsidRPr="00E9510F">
              <w:t>   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زہراؑ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مرتضٰیؑ</w:t>
            </w:r>
            <w:r w:rsidRPr="00E9510F">
              <w:t>   </w:t>
            </w:r>
            <w:r w:rsidRPr="0042207F">
              <w:rPr>
                <w:rtl/>
              </w:rPr>
              <w:t>آپ</w:t>
            </w:r>
            <w:r w:rsidRPr="00E9510F">
              <w:t>   </w:t>
            </w:r>
            <w:r w:rsidRPr="0042207F">
              <w:rPr>
                <w:rtl/>
              </w:rPr>
              <w:t>کو</w:t>
            </w:r>
            <w:r w:rsidRPr="00E9510F">
              <w:t>  </w:t>
            </w:r>
            <w:r w:rsidRPr="0042207F">
              <w:rPr>
                <w:rtl/>
              </w:rPr>
              <w:t>حسنینؑ</w:t>
            </w:r>
            <w:r w:rsidRPr="00E9510F">
              <w:t>  </w:t>
            </w:r>
            <w:r w:rsidRPr="0042207F">
              <w:rPr>
                <w:rtl/>
              </w:rPr>
              <w:t>کی</w:t>
            </w:r>
            <w:r w:rsidRPr="00E9510F">
              <w:t>  </w:t>
            </w:r>
            <w:r w:rsidRPr="0042207F">
              <w:rPr>
                <w:rtl/>
              </w:rPr>
              <w:t>ماں</w:t>
            </w:r>
            <w:r w:rsidRPr="00E9510F">
              <w:t>  </w:t>
            </w:r>
            <w:r w:rsidRPr="0042207F">
              <w:rPr>
                <w:rtl/>
              </w:rPr>
              <w:t>کہتے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تھے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خلد</w:t>
            </w:r>
            <w:r w:rsidRPr="00E9510F">
              <w:t>   </w:t>
            </w:r>
            <w:r w:rsidRPr="0042207F">
              <w:rPr>
                <w:rtl/>
              </w:rPr>
              <w:t>والے</w:t>
            </w:r>
            <w:r w:rsidRPr="00E9510F">
              <w:t>   </w:t>
            </w:r>
            <w:r w:rsidRPr="0042207F">
              <w:rPr>
                <w:rtl/>
              </w:rPr>
              <w:t>انہیں</w:t>
            </w:r>
            <w:r w:rsidRPr="00E9510F">
              <w:t>   </w:t>
            </w:r>
            <w:r w:rsidRPr="0042207F">
              <w:rPr>
                <w:rtl/>
              </w:rPr>
              <w:t>خاتونِ</w:t>
            </w:r>
            <w:r w:rsidRPr="00E9510F">
              <w:t>   </w:t>
            </w:r>
            <w:r w:rsidRPr="0042207F">
              <w:rPr>
                <w:rtl/>
              </w:rPr>
              <w:t>جناں</w:t>
            </w:r>
            <w:r w:rsidRPr="00E9510F">
              <w:t>  </w:t>
            </w:r>
            <w:r w:rsidRPr="0042207F">
              <w:rPr>
                <w:rtl/>
              </w:rPr>
              <w:t>کہتے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تھے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728"/>
        <w:gridCol w:w="337"/>
        <w:gridCol w:w="4682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اسی</w:t>
            </w:r>
            <w:r w:rsidRPr="00E9510F">
              <w:t>  </w:t>
            </w:r>
            <w:r w:rsidRPr="0042207F">
              <w:rPr>
                <w:rtl/>
              </w:rPr>
              <w:t>بی</w:t>
            </w:r>
            <w:r w:rsidRPr="00E9510F">
              <w:t>  </w:t>
            </w:r>
            <w:r w:rsidRPr="0042207F">
              <w:rPr>
                <w:rtl/>
              </w:rPr>
              <w:t>بی</w:t>
            </w:r>
            <w:r w:rsidRPr="00E9510F">
              <w:t>  </w:t>
            </w:r>
            <w:r w:rsidRPr="0042207F">
              <w:rPr>
                <w:rtl/>
              </w:rPr>
              <w:t>سے</w:t>
            </w:r>
            <w:r w:rsidRPr="00E9510F">
              <w:t>  </w:t>
            </w:r>
            <w:r w:rsidRPr="0042207F">
              <w:rPr>
                <w:rtl/>
              </w:rPr>
              <w:t>ہوا</w:t>
            </w:r>
            <w:r w:rsidRPr="00E9510F">
              <w:t>  </w:t>
            </w:r>
            <w:r w:rsidRPr="0042207F">
              <w:rPr>
                <w:rtl/>
              </w:rPr>
              <w:t>گیارہ</w:t>
            </w:r>
            <w:r w:rsidRPr="00E9510F">
              <w:t>  </w:t>
            </w:r>
            <w:r w:rsidRPr="0042207F">
              <w:rPr>
                <w:rtl/>
              </w:rPr>
              <w:t>اماموں</w:t>
            </w:r>
            <w:r w:rsidRPr="00E9510F">
              <w:t>  </w:t>
            </w:r>
            <w:r w:rsidRPr="0042207F">
              <w:rPr>
                <w:rtl/>
              </w:rPr>
              <w:t>کا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ظہور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t>  </w:t>
            </w:r>
            <w:r w:rsidRPr="0042207F">
              <w:rPr>
                <w:rtl/>
              </w:rPr>
              <w:t>اسی</w:t>
            </w:r>
            <w:r w:rsidRPr="00E9510F">
              <w:t>  </w:t>
            </w:r>
            <w:r w:rsidRPr="0042207F">
              <w:rPr>
                <w:rtl/>
              </w:rPr>
              <w:t>بی</w:t>
            </w:r>
            <w:r w:rsidRPr="00E9510F">
              <w:t>  </w:t>
            </w:r>
            <w:r w:rsidRPr="0042207F">
              <w:rPr>
                <w:rtl/>
              </w:rPr>
              <w:t>بی</w:t>
            </w:r>
            <w:r w:rsidRPr="00E9510F">
              <w:t>  </w:t>
            </w:r>
            <w:r w:rsidRPr="0042207F">
              <w:rPr>
                <w:rtl/>
              </w:rPr>
              <w:t>سے</w:t>
            </w:r>
            <w:r w:rsidRPr="00E9510F">
              <w:t> </w:t>
            </w:r>
            <w:r w:rsidRPr="0042207F">
              <w:rPr>
                <w:rtl/>
              </w:rPr>
              <w:t>رجس</w:t>
            </w:r>
            <w:r w:rsidRPr="00E9510F">
              <w:t> </w:t>
            </w:r>
            <w:r w:rsidRPr="0042207F">
              <w:rPr>
                <w:rtl/>
              </w:rPr>
              <w:t>کو</w:t>
            </w:r>
            <w:r w:rsidRPr="00E9510F">
              <w:t> </w:t>
            </w:r>
            <w:r w:rsidRPr="0042207F">
              <w:rPr>
                <w:rtl/>
              </w:rPr>
              <w:t>کیا</w:t>
            </w:r>
            <w:r w:rsidRPr="00E9510F">
              <w:t> </w:t>
            </w:r>
            <w:r w:rsidRPr="0042207F">
              <w:rPr>
                <w:rtl/>
              </w:rPr>
              <w:t>بھگوان</w:t>
            </w:r>
            <w:r w:rsidRPr="00E9510F">
              <w:t> </w:t>
            </w:r>
            <w:r w:rsidRPr="0042207F">
              <w:rPr>
                <w:rtl/>
              </w:rPr>
              <w:t>نے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lastRenderedPageBreak/>
              <w:t>نیکیوں</w:t>
            </w:r>
            <w:r w:rsidRPr="00E9510F">
              <w:t>    </w:t>
            </w:r>
            <w:r w:rsidRPr="0042207F">
              <w:rPr>
                <w:rtl/>
              </w:rPr>
              <w:t>کا</w:t>
            </w:r>
            <w:r w:rsidRPr="00E9510F">
              <w:t>   </w:t>
            </w:r>
            <w:r w:rsidRPr="0042207F">
              <w:rPr>
                <w:rtl/>
              </w:rPr>
              <w:t>اسی</w:t>
            </w:r>
            <w:r w:rsidRPr="00E9510F">
              <w:t>   </w:t>
            </w:r>
            <w:r w:rsidRPr="0042207F">
              <w:rPr>
                <w:rtl/>
              </w:rPr>
              <w:t>بی</w:t>
            </w:r>
            <w:r w:rsidRPr="00E9510F">
              <w:t>   </w:t>
            </w:r>
            <w:r w:rsidRPr="0042207F">
              <w:rPr>
                <w:rtl/>
              </w:rPr>
              <w:t>بی</w:t>
            </w:r>
            <w:r w:rsidRPr="00E9510F">
              <w:t>   </w:t>
            </w:r>
            <w:r w:rsidRPr="0042207F">
              <w:rPr>
                <w:rtl/>
              </w:rPr>
              <w:t>نے</w:t>
            </w:r>
            <w:r w:rsidRPr="00E9510F">
              <w:t>   </w:t>
            </w:r>
            <w:r w:rsidRPr="0042207F">
              <w:rPr>
                <w:rtl/>
              </w:rPr>
              <w:t>نکالا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دستور</w:t>
            </w:r>
            <w:r w:rsidRPr="00E9510F">
              <w:t>  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حوریں</w:t>
            </w:r>
            <w:r w:rsidRPr="00E9510F">
              <w:t> </w:t>
            </w:r>
            <w:r w:rsidRPr="0042207F">
              <w:rPr>
                <w:rtl/>
              </w:rPr>
              <w:t>آتی</w:t>
            </w:r>
            <w:r w:rsidRPr="00E9510F">
              <w:t> </w:t>
            </w:r>
            <w:r w:rsidRPr="0042207F">
              <w:rPr>
                <w:rtl/>
              </w:rPr>
              <w:t>رہیں</w:t>
            </w:r>
            <w:r w:rsidRPr="00E9510F">
              <w:t> </w:t>
            </w:r>
            <w:r w:rsidRPr="0042207F">
              <w:rPr>
                <w:rtl/>
              </w:rPr>
              <w:t>مجری</w:t>
            </w:r>
            <w:r w:rsidRPr="00E9510F">
              <w:t> </w:t>
            </w:r>
            <w:r w:rsidRPr="0042207F">
              <w:rPr>
                <w:rtl/>
              </w:rPr>
              <w:t>کے</w:t>
            </w:r>
            <w:r w:rsidRPr="00E9510F">
              <w:t> </w:t>
            </w:r>
            <w:r w:rsidRPr="0042207F">
              <w:rPr>
                <w:rtl/>
              </w:rPr>
              <w:t>لئے</w:t>
            </w:r>
            <w:r w:rsidRPr="00E9510F">
              <w:t> </w:t>
            </w:r>
            <w:r w:rsidRPr="0042207F">
              <w:rPr>
                <w:rtl/>
              </w:rPr>
              <w:t>ان</w:t>
            </w:r>
            <w:r w:rsidRPr="00E9510F">
              <w:t> </w:t>
            </w:r>
            <w:r w:rsidRPr="0042207F">
              <w:rPr>
                <w:rtl/>
              </w:rPr>
              <w:t>کے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حضور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پیشِ</w:t>
            </w:r>
            <w:r w:rsidRPr="00E9510F">
              <w:t>   </w:t>
            </w:r>
            <w:r w:rsidRPr="0042207F">
              <w:rPr>
                <w:rtl/>
              </w:rPr>
              <w:t>حق</w:t>
            </w:r>
            <w:r w:rsidRPr="00E9510F">
              <w:t>   </w:t>
            </w:r>
            <w:r w:rsidRPr="0042207F">
              <w:rPr>
                <w:rtl/>
              </w:rPr>
              <w:t>ان</w:t>
            </w:r>
            <w:r w:rsidRPr="00E9510F">
              <w:t>   </w:t>
            </w:r>
            <w:r w:rsidRPr="0042207F">
              <w:rPr>
                <w:rtl/>
              </w:rPr>
              <w:t>کی</w:t>
            </w:r>
            <w:r w:rsidRPr="00E9510F">
              <w:t>   </w:t>
            </w:r>
            <w:r w:rsidRPr="0042207F">
              <w:rPr>
                <w:rtl/>
              </w:rPr>
              <w:t>توقیر</w:t>
            </w:r>
            <w:r w:rsidRPr="00E9510F">
              <w:t>   </w:t>
            </w:r>
            <w:r w:rsidRPr="0042207F">
              <w:rPr>
                <w:rtl/>
              </w:rPr>
              <w:t>بڑی</w:t>
            </w:r>
            <w:r w:rsidRPr="00E9510F">
              <w:t>   </w:t>
            </w:r>
            <w:r w:rsidRPr="0042207F">
              <w:rPr>
                <w:rtl/>
              </w:rPr>
              <w:t>رہتی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ہے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رحمتِ</w:t>
            </w:r>
            <w:r w:rsidRPr="00E9510F">
              <w:t>   </w:t>
            </w:r>
            <w:r>
              <w:rPr>
                <w:rtl/>
              </w:rPr>
              <w:t>حق</w:t>
            </w:r>
            <w:r w:rsidRPr="00E9510F">
              <w:t>  </w:t>
            </w:r>
            <w:r>
              <w:rPr>
                <w:rtl/>
              </w:rPr>
              <w:t>درِ</w:t>
            </w:r>
            <w:r w:rsidRPr="00E9510F">
              <w:t>  </w:t>
            </w:r>
            <w:r>
              <w:rPr>
                <w:rtl/>
              </w:rPr>
              <w:t>دولت</w:t>
            </w:r>
            <w:r w:rsidRPr="00E9510F">
              <w:t>  </w:t>
            </w:r>
            <w:r>
              <w:rPr>
                <w:rtl/>
              </w:rPr>
              <w:t>پہ</w:t>
            </w:r>
            <w:r w:rsidRPr="00E9510F">
              <w:t>  </w:t>
            </w:r>
            <w:r>
              <w:rPr>
                <w:rtl/>
              </w:rPr>
              <w:t>کھڑی</w:t>
            </w:r>
            <w:r w:rsidRPr="00E9510F">
              <w:t>  </w:t>
            </w:r>
            <w:r>
              <w:rPr>
                <w:rtl/>
              </w:rPr>
              <w:t>رہتی</w:t>
            </w:r>
            <w:r w:rsidRPr="00E9510F">
              <w:t>  </w:t>
            </w:r>
            <w:r>
              <w:rPr>
                <w:rtl/>
              </w:rPr>
              <w:t>ہے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728"/>
        <w:gridCol w:w="337"/>
        <w:gridCol w:w="4682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کس</w:t>
            </w:r>
            <w:r w:rsidRPr="00E9510F">
              <w:t>   </w:t>
            </w:r>
            <w:r>
              <w:rPr>
                <w:rtl/>
              </w:rPr>
              <w:t>کو</w:t>
            </w:r>
            <w:r w:rsidRPr="00E9510F">
              <w:t>   </w:t>
            </w:r>
            <w:r>
              <w:rPr>
                <w:rtl/>
              </w:rPr>
              <w:t>بھگوان</w:t>
            </w:r>
            <w:r w:rsidRPr="00E9510F">
              <w:t>  </w:t>
            </w:r>
            <w:r>
              <w:rPr>
                <w:rtl/>
              </w:rPr>
              <w:t>نے</w:t>
            </w:r>
            <w:r w:rsidRPr="00E9510F">
              <w:t>  </w:t>
            </w:r>
            <w:r>
              <w:rPr>
                <w:rtl/>
              </w:rPr>
              <w:t>یہ</w:t>
            </w:r>
            <w:r w:rsidRPr="00E9510F">
              <w:t>  </w:t>
            </w:r>
            <w:r>
              <w:rPr>
                <w:rtl/>
              </w:rPr>
              <w:t>رتبہ</w:t>
            </w:r>
            <w:r w:rsidRPr="00E9510F">
              <w:t>  </w:t>
            </w:r>
            <w:r>
              <w:rPr>
                <w:rtl/>
              </w:rPr>
              <w:t>ذی</w:t>
            </w:r>
            <w:r w:rsidRPr="00E9510F">
              <w:t>  </w:t>
            </w:r>
            <w:r>
              <w:rPr>
                <w:rtl/>
              </w:rPr>
              <w:t>جاہ</w:t>
            </w:r>
            <w:r w:rsidRPr="00E9510F">
              <w:t>  </w:t>
            </w:r>
            <w:r>
              <w:rPr>
                <w:rtl/>
              </w:rPr>
              <w:t>دیا</w:t>
            </w:r>
            <w:r w:rsidRPr="00E9510F">
              <w:t>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کچھ</w:t>
            </w:r>
            <w:r w:rsidRPr="00E9510F">
              <w:t>   </w:t>
            </w:r>
            <w:r>
              <w:rPr>
                <w:rtl/>
              </w:rPr>
              <w:t>یہ</w:t>
            </w:r>
            <w:r w:rsidRPr="00E9510F">
              <w:t>   </w:t>
            </w:r>
            <w:r>
              <w:rPr>
                <w:rtl/>
              </w:rPr>
              <w:t>کم</w:t>
            </w:r>
            <w:r w:rsidRPr="00E9510F">
              <w:t>   </w:t>
            </w:r>
            <w:r>
              <w:rPr>
                <w:rtl/>
              </w:rPr>
              <w:t>رتبہ</w:t>
            </w:r>
            <w:r w:rsidRPr="00E9510F">
              <w:t>   </w:t>
            </w:r>
            <w:r>
              <w:rPr>
                <w:rtl/>
              </w:rPr>
              <w:t>ہے</w:t>
            </w:r>
            <w:r w:rsidRPr="00E9510F">
              <w:t>   </w:t>
            </w:r>
            <w:r>
              <w:rPr>
                <w:rtl/>
              </w:rPr>
              <w:t>شوہر</w:t>
            </w:r>
            <w:r w:rsidRPr="00E9510F">
              <w:t>   </w:t>
            </w:r>
            <w:r>
              <w:rPr>
                <w:rtl/>
              </w:rPr>
              <w:t>اسداللہ</w:t>
            </w:r>
            <w:r w:rsidRPr="00E9510F">
              <w:t>   </w:t>
            </w:r>
            <w:r>
              <w:rPr>
                <w:rtl/>
              </w:rPr>
              <w:t>دیا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مہرِ</w:t>
            </w:r>
            <w:r w:rsidRPr="00E9510F">
              <w:t>   </w:t>
            </w:r>
            <w:r w:rsidRPr="0042207F">
              <w:rPr>
                <w:rtl/>
              </w:rPr>
              <w:t>تاباں</w:t>
            </w:r>
            <w:r w:rsidRPr="00E9510F">
              <w:t>   </w:t>
            </w:r>
            <w:r w:rsidRPr="0042207F">
              <w:rPr>
                <w:rtl/>
              </w:rPr>
              <w:t>دیا</w:t>
            </w:r>
            <w:r w:rsidRPr="00E9510F">
              <w:t>   </w:t>
            </w:r>
            <w:r w:rsidRPr="0042207F">
              <w:rPr>
                <w:rtl/>
              </w:rPr>
              <w:t>اک</w:t>
            </w:r>
            <w:r w:rsidRPr="00E9510F">
              <w:t>   </w:t>
            </w:r>
            <w:r w:rsidRPr="0042207F">
              <w:rPr>
                <w:rtl/>
              </w:rPr>
              <w:t>لال</w:t>
            </w:r>
            <w:r w:rsidRPr="00E9510F">
              <w:t>   </w:t>
            </w:r>
            <w:r w:rsidRPr="0042207F">
              <w:rPr>
                <w:rtl/>
              </w:rPr>
              <w:t>تو</w:t>
            </w:r>
            <w:r w:rsidRPr="00E9510F">
              <w:t>  </w:t>
            </w:r>
            <w:r w:rsidRPr="0042207F">
              <w:rPr>
                <w:rtl/>
              </w:rPr>
              <w:t>اک</w:t>
            </w:r>
            <w:r w:rsidRPr="00E9510F">
              <w:t>  </w:t>
            </w:r>
            <w:r w:rsidRPr="0042207F">
              <w:rPr>
                <w:rtl/>
              </w:rPr>
              <w:t>ماہ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دیا</w:t>
            </w:r>
            <w:r w:rsidRPr="00E9510F">
              <w:t> 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t> </w:t>
            </w:r>
            <w:r w:rsidRPr="0042207F">
              <w:rPr>
                <w:rtl/>
              </w:rPr>
              <w:t>باپ</w:t>
            </w:r>
            <w:r w:rsidRPr="00E9510F">
              <w:t>    </w:t>
            </w:r>
            <w:r w:rsidRPr="0042207F">
              <w:rPr>
                <w:rtl/>
              </w:rPr>
              <w:t>ایشور</w:t>
            </w:r>
            <w:r w:rsidRPr="00E9510F">
              <w:t>    </w:t>
            </w:r>
            <w:r w:rsidRPr="0042207F">
              <w:rPr>
                <w:rtl/>
              </w:rPr>
              <w:t>نے</w:t>
            </w:r>
            <w:r w:rsidRPr="00E9510F">
              <w:t>    </w:t>
            </w:r>
            <w:r w:rsidRPr="0042207F">
              <w:rPr>
                <w:rtl/>
              </w:rPr>
              <w:t>محمدؐ</w:t>
            </w:r>
            <w:r w:rsidRPr="00E9510F">
              <w:t>    </w:t>
            </w:r>
            <w:r w:rsidRPr="0042207F">
              <w:rPr>
                <w:rtl/>
              </w:rPr>
              <w:t>سا</w:t>
            </w:r>
            <w:r w:rsidRPr="00E9510F">
              <w:t>    </w:t>
            </w:r>
            <w:r w:rsidRPr="0042207F">
              <w:rPr>
                <w:rtl/>
              </w:rPr>
              <w:t>شہنشاہ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دیا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شافعِ</w:t>
            </w:r>
            <w:r w:rsidRPr="00E9510F">
              <w:t>   </w:t>
            </w:r>
            <w:r w:rsidRPr="0042207F">
              <w:rPr>
                <w:rtl/>
              </w:rPr>
              <w:t>حشر</w:t>
            </w:r>
            <w:r w:rsidRPr="00E9510F">
              <w:t>   </w:t>
            </w:r>
            <w:r w:rsidRPr="0042207F">
              <w:rPr>
                <w:rtl/>
              </w:rPr>
              <w:t>کیا</w:t>
            </w:r>
            <w:r w:rsidRPr="00E9510F">
              <w:t>   </w:t>
            </w:r>
            <w:r w:rsidRPr="0042207F">
              <w:rPr>
                <w:rtl/>
              </w:rPr>
              <w:t>اک</w:t>
            </w:r>
            <w:r w:rsidRPr="00E9510F">
              <w:t>   </w:t>
            </w:r>
            <w:r w:rsidRPr="0042207F">
              <w:rPr>
                <w:rtl/>
              </w:rPr>
              <w:t>یہ</w:t>
            </w:r>
            <w:r w:rsidRPr="00E9510F">
              <w:t>   </w:t>
            </w:r>
            <w:r w:rsidRPr="0042207F">
              <w:rPr>
                <w:rtl/>
              </w:rPr>
              <w:t>شرف</w:t>
            </w:r>
            <w:r w:rsidRPr="00E9510F">
              <w:t>   </w:t>
            </w:r>
            <w:r w:rsidRPr="0042207F">
              <w:rPr>
                <w:rtl/>
              </w:rPr>
              <w:t>اور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دیا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ان</w:t>
            </w:r>
            <w:r w:rsidRPr="00E9510F">
              <w:t>   </w:t>
            </w:r>
            <w:r w:rsidRPr="0042207F">
              <w:rPr>
                <w:rtl/>
              </w:rPr>
              <w:t>کو</w:t>
            </w:r>
            <w:r w:rsidRPr="00E9510F">
              <w:t>  </w:t>
            </w:r>
            <w:r w:rsidRPr="0042207F">
              <w:rPr>
                <w:rtl/>
              </w:rPr>
              <w:t>سردار</w:t>
            </w:r>
            <w:r w:rsidRPr="00E9510F">
              <w:t>  </w:t>
            </w:r>
            <w:r w:rsidRPr="0042207F">
              <w:rPr>
                <w:rtl/>
              </w:rPr>
              <w:t>زنان</w:t>
            </w:r>
            <w:r w:rsidRPr="00E9510F">
              <w:t>  </w:t>
            </w:r>
            <w:r w:rsidRPr="0042207F">
              <w:rPr>
                <w:rtl/>
              </w:rPr>
              <w:t>حق</w:t>
            </w:r>
            <w:r w:rsidRPr="00E9510F">
              <w:t>  </w:t>
            </w:r>
            <w:r w:rsidRPr="0042207F">
              <w:rPr>
                <w:rtl/>
              </w:rPr>
              <w:t>نے</w:t>
            </w:r>
            <w:r w:rsidRPr="00E9510F">
              <w:t>  </w:t>
            </w:r>
            <w:r w:rsidRPr="0042207F">
              <w:rPr>
                <w:rtl/>
              </w:rPr>
              <w:t>بہر</w:t>
            </w:r>
            <w:r w:rsidRPr="00E9510F">
              <w:t>  </w:t>
            </w:r>
            <w:r w:rsidRPr="0042207F">
              <w:rPr>
                <w:rtl/>
              </w:rPr>
              <w:t>طور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کیا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p w:rsidR="007759D6" w:rsidRDefault="007759D6" w:rsidP="00E526CC">
      <w:pPr>
        <w:pStyle w:val="libNormal"/>
        <w:rPr>
          <w:rtl/>
          <w:lang w:bidi="ur-PK"/>
        </w:rPr>
      </w:pPr>
    </w:p>
    <w:p w:rsidR="007759D6" w:rsidRDefault="007759D6" w:rsidP="00E526CC">
      <w:pPr>
        <w:pStyle w:val="libNormal"/>
        <w:rPr>
          <w:rtl/>
          <w:lang w:bidi="ur-PK"/>
        </w:rPr>
      </w:pPr>
    </w:p>
    <w:p w:rsidR="007759D6" w:rsidRDefault="007759D6" w:rsidP="00E526CC">
      <w:pPr>
        <w:pStyle w:val="libNormal"/>
        <w:rPr>
          <w:rtl/>
          <w:lang w:bidi="ur-PK"/>
        </w:rPr>
      </w:pPr>
    </w:p>
    <w:p w:rsidR="00E526CC" w:rsidRPr="00530925" w:rsidRDefault="00E526CC" w:rsidP="007759D6">
      <w:pPr>
        <w:pStyle w:val="Heading2Center"/>
        <w:rPr>
          <w:rtl/>
        </w:rPr>
      </w:pPr>
      <w:bookmarkStart w:id="4" w:name="_Toc505082497"/>
      <w:r w:rsidRPr="00530925">
        <w:rPr>
          <w:rtl/>
        </w:rPr>
        <w:t>کس سے تشبیہ دوں زہراؑ کو عجب ہے مرا حال</w:t>
      </w:r>
      <w:r w:rsidRPr="00530925">
        <w:br/>
      </w:r>
      <w:r w:rsidR="007759D6">
        <w:rPr>
          <w:rFonts w:hint="cs"/>
          <w:rtl/>
        </w:rPr>
        <w:t xml:space="preserve">-  </w:t>
      </w:r>
      <w:r w:rsidR="007759D6" w:rsidRPr="00530925">
        <w:rPr>
          <w:rtl/>
        </w:rPr>
        <w:t>تا</w:t>
      </w:r>
      <w:r w:rsidR="007759D6">
        <w:rPr>
          <w:rFonts w:hint="cs"/>
          <w:rtl/>
        </w:rPr>
        <w:t xml:space="preserve">  -</w:t>
      </w:r>
      <w:r w:rsidR="007759D6" w:rsidRPr="00530925">
        <w:br/>
      </w:r>
      <w:r w:rsidRPr="00530925">
        <w:rPr>
          <w:rtl/>
        </w:rPr>
        <w:t>حق نے بھیجا ہے تمہیں لطف و عنایت کے لیے</w:t>
      </w:r>
      <w:bookmarkEnd w:id="4"/>
    </w:p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728"/>
        <w:gridCol w:w="337"/>
        <w:gridCol w:w="4682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کس</w:t>
            </w:r>
            <w:r w:rsidRPr="00E9510F">
              <w:t> </w:t>
            </w:r>
            <w:r w:rsidRPr="0042207F">
              <w:rPr>
                <w:rtl/>
              </w:rPr>
              <w:t>سے</w:t>
            </w:r>
            <w:r w:rsidRPr="00E9510F">
              <w:t> </w:t>
            </w:r>
            <w:r w:rsidRPr="0042207F">
              <w:rPr>
                <w:rtl/>
              </w:rPr>
              <w:t>تشبیہ</w:t>
            </w:r>
            <w:r w:rsidRPr="00E9510F">
              <w:t> </w:t>
            </w:r>
            <w:r w:rsidRPr="0042207F">
              <w:rPr>
                <w:rtl/>
              </w:rPr>
              <w:t>دوں</w:t>
            </w:r>
            <w:r w:rsidRPr="00E9510F">
              <w:t> </w:t>
            </w:r>
            <w:r w:rsidRPr="0042207F">
              <w:rPr>
                <w:rtl/>
              </w:rPr>
              <w:t>زہراؑ</w:t>
            </w:r>
            <w:r w:rsidRPr="00E9510F">
              <w:t> </w:t>
            </w:r>
            <w:r w:rsidRPr="0042207F">
              <w:rPr>
                <w:rtl/>
              </w:rPr>
              <w:t>کو</w:t>
            </w:r>
            <w:r w:rsidRPr="00E9510F">
              <w:t> </w:t>
            </w:r>
            <w:r w:rsidRPr="0042207F">
              <w:rPr>
                <w:rtl/>
              </w:rPr>
              <w:t>عجب</w:t>
            </w:r>
            <w:r w:rsidRPr="00E9510F">
              <w:t> </w:t>
            </w:r>
            <w:r w:rsidRPr="0042207F">
              <w:rPr>
                <w:rtl/>
              </w:rPr>
              <w:t>ہے</w:t>
            </w:r>
            <w:r w:rsidRPr="00E9510F">
              <w:t> </w:t>
            </w:r>
            <w:r w:rsidRPr="0042207F">
              <w:rPr>
                <w:rtl/>
              </w:rPr>
              <w:t>مرا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سوچتی</w:t>
            </w:r>
            <w:r w:rsidRPr="00E9510F">
              <w:t>  </w:t>
            </w:r>
            <w:r>
              <w:rPr>
                <w:rtl/>
              </w:rPr>
              <w:t>ہوں</w:t>
            </w:r>
            <w:r w:rsidRPr="00E9510F">
              <w:t>  </w:t>
            </w:r>
            <w:r>
              <w:rPr>
                <w:rtl/>
              </w:rPr>
              <w:t>کوئی</w:t>
            </w:r>
            <w:r w:rsidRPr="00E9510F">
              <w:t>  </w:t>
            </w:r>
            <w:r>
              <w:rPr>
                <w:rtl/>
              </w:rPr>
              <w:t>ملتی</w:t>
            </w:r>
            <w:r w:rsidRPr="00E9510F">
              <w:t>  </w:t>
            </w:r>
            <w:r>
              <w:rPr>
                <w:rtl/>
              </w:rPr>
              <w:t>نہیں</w:t>
            </w:r>
            <w:r w:rsidRPr="00E9510F">
              <w:t>  </w:t>
            </w:r>
            <w:r>
              <w:rPr>
                <w:rtl/>
              </w:rPr>
              <w:t>عالم</w:t>
            </w:r>
            <w:r w:rsidRPr="00E9510F">
              <w:t>  </w:t>
            </w:r>
            <w:r>
              <w:rPr>
                <w:rtl/>
              </w:rPr>
              <w:t>میں</w:t>
            </w:r>
            <w:r w:rsidRPr="00E9510F">
              <w:t>  </w:t>
            </w:r>
            <w:r>
              <w:rPr>
                <w:rtl/>
              </w:rPr>
              <w:t>مثال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کی</w:t>
            </w:r>
            <w:r w:rsidRPr="00E9510F">
              <w:t>  </w:t>
            </w:r>
            <w:r w:rsidRPr="0042207F">
              <w:rPr>
                <w:rtl/>
              </w:rPr>
              <w:t>نظر</w:t>
            </w:r>
            <w:r w:rsidRPr="00E9510F">
              <w:t>  </w:t>
            </w:r>
            <w:r w:rsidRPr="0042207F">
              <w:rPr>
                <w:rtl/>
              </w:rPr>
              <w:t>مہرِ</w:t>
            </w:r>
            <w:r w:rsidRPr="00E9510F">
              <w:t>  </w:t>
            </w:r>
            <w:r w:rsidRPr="0042207F">
              <w:rPr>
                <w:rtl/>
              </w:rPr>
              <w:t>مبیں</w:t>
            </w:r>
            <w:r w:rsidRPr="00E9510F">
              <w:t>  </w:t>
            </w:r>
            <w:r w:rsidRPr="0042207F">
              <w:rPr>
                <w:rtl/>
              </w:rPr>
              <w:t>پر</w:t>
            </w:r>
            <w:r w:rsidRPr="00E9510F">
              <w:t>  </w:t>
            </w:r>
            <w:r w:rsidRPr="0042207F">
              <w:rPr>
                <w:rtl/>
              </w:rPr>
              <w:t>تو</w:t>
            </w:r>
            <w:r w:rsidRPr="00E9510F">
              <w:t>  </w:t>
            </w:r>
            <w:r w:rsidRPr="0042207F">
              <w:rPr>
                <w:rtl/>
              </w:rPr>
              <w:t>اسے</w:t>
            </w:r>
            <w:r w:rsidRPr="00E9510F">
              <w:t>  </w:t>
            </w:r>
            <w:r w:rsidRPr="0042207F">
              <w:rPr>
                <w:rtl/>
              </w:rPr>
              <w:t>بھی</w:t>
            </w:r>
            <w:r w:rsidRPr="00E9510F">
              <w:t>  </w:t>
            </w:r>
            <w:r w:rsidRPr="0042207F">
              <w:rPr>
                <w:rtl/>
              </w:rPr>
              <w:t>ہے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زوال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کہوں</w:t>
            </w:r>
            <w:r w:rsidRPr="00E9510F">
              <w:t>  </w:t>
            </w:r>
            <w:r w:rsidRPr="0042207F">
              <w:rPr>
                <w:rtl/>
              </w:rPr>
              <w:t>گر</w:t>
            </w:r>
            <w:r w:rsidRPr="00E9510F">
              <w:t>  </w:t>
            </w:r>
            <w:r w:rsidRPr="0042207F">
              <w:rPr>
                <w:rtl/>
              </w:rPr>
              <w:t>ماہ</w:t>
            </w:r>
            <w:r w:rsidRPr="00E9510F">
              <w:t>  </w:t>
            </w:r>
            <w:r w:rsidRPr="0042207F">
              <w:rPr>
                <w:rtl/>
              </w:rPr>
              <w:t>تو</w:t>
            </w:r>
            <w:r w:rsidRPr="00E9510F">
              <w:t>  </w:t>
            </w:r>
            <w:r w:rsidRPr="0042207F">
              <w:rPr>
                <w:rtl/>
              </w:rPr>
              <w:t>اس</w:t>
            </w:r>
            <w:r w:rsidRPr="00E9510F">
              <w:t>  </w:t>
            </w:r>
            <w:r w:rsidRPr="0042207F">
              <w:rPr>
                <w:rtl/>
              </w:rPr>
              <w:t>میں</w:t>
            </w:r>
            <w:r w:rsidRPr="00E9510F">
              <w:t>  </w:t>
            </w:r>
            <w:r w:rsidRPr="0042207F">
              <w:rPr>
                <w:rtl/>
              </w:rPr>
              <w:t>نہیں</w:t>
            </w:r>
            <w:r w:rsidRPr="00E9510F">
              <w:t>  </w:t>
            </w:r>
            <w:r w:rsidRPr="0042207F">
              <w:rPr>
                <w:rtl/>
              </w:rPr>
              <w:t>ہے</w:t>
            </w:r>
            <w:r w:rsidRPr="00E9510F">
              <w:t>  </w:t>
            </w:r>
            <w:r w:rsidRPr="0042207F">
              <w:rPr>
                <w:rtl/>
              </w:rPr>
              <w:t>یہ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کمال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اس</w:t>
            </w:r>
            <w:r w:rsidRPr="00E9510F">
              <w:t>  </w:t>
            </w:r>
            <w:r w:rsidRPr="0042207F">
              <w:rPr>
                <w:rtl/>
              </w:rPr>
              <w:t>میں</w:t>
            </w:r>
            <w:r w:rsidRPr="00E9510F">
              <w:t>  </w:t>
            </w:r>
            <w:r w:rsidRPr="0042207F">
              <w:rPr>
                <w:rtl/>
              </w:rPr>
              <w:t>تو</w:t>
            </w:r>
            <w:r w:rsidRPr="00E9510F">
              <w:t>  </w:t>
            </w:r>
            <w:r w:rsidRPr="0042207F">
              <w:rPr>
                <w:rtl/>
              </w:rPr>
              <w:t>داغ</w:t>
            </w:r>
            <w:r w:rsidRPr="00E9510F">
              <w:t>  </w:t>
            </w:r>
            <w:r w:rsidRPr="0042207F">
              <w:rPr>
                <w:rtl/>
              </w:rPr>
              <w:t>ہے</w:t>
            </w:r>
            <w:r w:rsidRPr="00E9510F">
              <w:t>  </w:t>
            </w:r>
            <w:r w:rsidRPr="0042207F">
              <w:rPr>
                <w:rtl/>
              </w:rPr>
              <w:t>دھبہ</w:t>
            </w:r>
            <w:r w:rsidRPr="00E9510F">
              <w:t> </w:t>
            </w:r>
            <w:r w:rsidRPr="0042207F">
              <w:rPr>
                <w:rtl/>
              </w:rPr>
              <w:t>ہے</w:t>
            </w:r>
            <w:r w:rsidRPr="00E9510F">
              <w:t> </w:t>
            </w:r>
            <w:r w:rsidRPr="0042207F">
              <w:rPr>
                <w:rtl/>
              </w:rPr>
              <w:t>یہ</w:t>
            </w:r>
            <w:r w:rsidRPr="00E9510F">
              <w:t> </w:t>
            </w:r>
            <w:r w:rsidRPr="0042207F">
              <w:rPr>
                <w:rtl/>
              </w:rPr>
              <w:t>نورانی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ہیں</w:t>
            </w:r>
            <w:r w:rsidRPr="00E9510F">
              <w:t> 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آپ</w:t>
            </w:r>
            <w:r w:rsidRPr="00E9510F">
              <w:t>   </w:t>
            </w:r>
            <w:r w:rsidRPr="0042207F">
              <w:rPr>
                <w:rtl/>
              </w:rPr>
              <w:t>کونین</w:t>
            </w:r>
            <w:r w:rsidRPr="00E9510F">
              <w:t>  </w:t>
            </w:r>
            <w:r w:rsidRPr="0042207F">
              <w:rPr>
                <w:rtl/>
              </w:rPr>
              <w:t>میں</w:t>
            </w:r>
            <w:r w:rsidRPr="00E9510F">
              <w:t>  </w:t>
            </w:r>
            <w:r w:rsidRPr="0042207F">
              <w:rPr>
                <w:rtl/>
              </w:rPr>
              <w:t>بے</w:t>
            </w:r>
            <w:r w:rsidRPr="00E9510F">
              <w:t>  </w:t>
            </w:r>
            <w:r w:rsidRPr="0042207F">
              <w:rPr>
                <w:rtl/>
              </w:rPr>
              <w:t>مثل</w:t>
            </w:r>
            <w:r w:rsidRPr="00E9510F">
              <w:t>  </w:t>
            </w:r>
            <w:r w:rsidRPr="0042207F">
              <w:rPr>
                <w:rtl/>
              </w:rPr>
              <w:t>ہیں</w:t>
            </w:r>
            <w:r w:rsidRPr="00E9510F">
              <w:t>  </w:t>
            </w:r>
            <w:r w:rsidRPr="0042207F">
              <w:rPr>
                <w:rtl/>
              </w:rPr>
              <w:t>لاثانی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ہیں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612"/>
        <w:gridCol w:w="262"/>
        <w:gridCol w:w="4873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آپ</w:t>
            </w:r>
            <w:r w:rsidRPr="00E9510F">
              <w:t>   </w:t>
            </w:r>
            <w:r>
              <w:rPr>
                <w:rtl/>
              </w:rPr>
              <w:t>کا</w:t>
            </w:r>
            <w:r w:rsidRPr="00E9510F">
              <w:t>   </w:t>
            </w:r>
            <w:r>
              <w:rPr>
                <w:rtl/>
              </w:rPr>
              <w:t>فرق</w:t>
            </w:r>
            <w:r w:rsidRPr="00E9510F">
              <w:rPr>
                <w:rFonts w:hint="cs"/>
                <w:rtl/>
              </w:rPr>
              <w:t>ۂ</w:t>
            </w:r>
            <w:r w:rsidRPr="00E9510F">
              <w:t>   </w:t>
            </w:r>
            <w:r>
              <w:rPr>
                <w:rtl/>
              </w:rPr>
              <w:t>نسواں</w:t>
            </w:r>
            <w:r w:rsidRPr="00E9510F">
              <w:t>   </w:t>
            </w:r>
            <w:r>
              <w:rPr>
                <w:rtl/>
              </w:rPr>
              <w:t>پہ</w:t>
            </w:r>
            <w:r w:rsidRPr="00E9510F">
              <w:t>   </w:t>
            </w:r>
            <w:r>
              <w:rPr>
                <w:rtl/>
              </w:rPr>
              <w:t>ہے</w:t>
            </w:r>
            <w:r w:rsidRPr="00E9510F">
              <w:t>   </w:t>
            </w:r>
            <w:r>
              <w:rPr>
                <w:rtl/>
              </w:rPr>
              <w:t>احسان</w:t>
            </w:r>
            <w:r w:rsidRPr="00E9510F">
              <w:t>  </w:t>
            </w:r>
            <w:r>
              <w:rPr>
                <w:rtl/>
              </w:rPr>
              <w:t>عظیم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صنف</w:t>
            </w:r>
            <w:r w:rsidRPr="00E9510F">
              <w:t>   </w:t>
            </w:r>
            <w:r w:rsidRPr="0042207F">
              <w:rPr>
                <w:rtl/>
              </w:rPr>
              <w:t>نازک</w:t>
            </w:r>
            <w:r w:rsidRPr="00E9510F">
              <w:t>   </w:t>
            </w:r>
            <w:r w:rsidRPr="0042207F">
              <w:rPr>
                <w:rtl/>
              </w:rPr>
              <w:t>کے</w:t>
            </w:r>
            <w:r w:rsidRPr="00E9510F">
              <w:t>  </w:t>
            </w:r>
            <w:r w:rsidRPr="0042207F">
              <w:rPr>
                <w:rtl/>
              </w:rPr>
              <w:t>لیے</w:t>
            </w:r>
            <w:r w:rsidRPr="00E9510F">
              <w:t>  </w:t>
            </w:r>
            <w:r w:rsidRPr="0042207F">
              <w:rPr>
                <w:rtl/>
              </w:rPr>
              <w:t>ہے</w:t>
            </w:r>
            <w:r w:rsidRPr="00E9510F">
              <w:t>  </w:t>
            </w:r>
            <w:r w:rsidRPr="0042207F">
              <w:rPr>
                <w:rtl/>
              </w:rPr>
              <w:t>یہی</w:t>
            </w:r>
            <w:r w:rsidRPr="00E9510F">
              <w:t>  </w:t>
            </w:r>
            <w:r w:rsidRPr="0042207F">
              <w:rPr>
                <w:rtl/>
              </w:rPr>
              <w:t>عمدہ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تعلیم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lastRenderedPageBreak/>
              <w:t>مثلِ</w:t>
            </w:r>
            <w:r w:rsidRPr="00E9510F">
              <w:t>   </w:t>
            </w:r>
            <w:r w:rsidRPr="0042207F">
              <w:rPr>
                <w:rtl/>
              </w:rPr>
              <w:t>شوہر</w:t>
            </w:r>
            <w:r w:rsidRPr="00E9510F">
              <w:t>  </w:t>
            </w:r>
            <w:r w:rsidRPr="0042207F">
              <w:rPr>
                <w:rtl/>
              </w:rPr>
              <w:t>کے</w:t>
            </w:r>
            <w:r w:rsidRPr="00E9510F">
              <w:t>  </w:t>
            </w:r>
            <w:r w:rsidRPr="0042207F">
              <w:rPr>
                <w:rtl/>
              </w:rPr>
              <w:t>ملا</w:t>
            </w:r>
            <w:r w:rsidRPr="00E9510F">
              <w:t>  </w:t>
            </w:r>
            <w:r w:rsidRPr="0042207F">
              <w:rPr>
                <w:rtl/>
              </w:rPr>
              <w:t>آپ</w:t>
            </w:r>
            <w:r w:rsidRPr="00E9510F">
              <w:t>  </w:t>
            </w:r>
            <w:r w:rsidRPr="0042207F">
              <w:rPr>
                <w:rtl/>
              </w:rPr>
              <w:t>کو</w:t>
            </w:r>
            <w:r w:rsidRPr="00E9510F">
              <w:t>  </w:t>
            </w:r>
            <w:r w:rsidRPr="0042207F">
              <w:rPr>
                <w:rtl/>
              </w:rPr>
              <w:t>بھی</w:t>
            </w:r>
            <w:r w:rsidRPr="00E9510F">
              <w:t>  </w:t>
            </w:r>
            <w:r w:rsidRPr="0042207F">
              <w:rPr>
                <w:rtl/>
              </w:rPr>
              <w:t>قلبِ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سلیم</w:t>
            </w:r>
            <w:r w:rsidRPr="00E9510F">
              <w:t> 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 w:rsidRPr="00E9510F">
              <w:t> </w:t>
            </w:r>
            <w:r>
              <w:rPr>
                <w:rtl/>
              </w:rPr>
              <w:t>سب</w:t>
            </w:r>
            <w:r w:rsidRPr="00E9510F">
              <w:t> </w:t>
            </w:r>
            <w:r>
              <w:rPr>
                <w:rtl/>
              </w:rPr>
              <w:t>مٹا</w:t>
            </w:r>
            <w:r w:rsidRPr="00E9510F">
              <w:t> </w:t>
            </w:r>
            <w:r>
              <w:rPr>
                <w:rtl/>
              </w:rPr>
              <w:t>دیں</w:t>
            </w:r>
            <w:r w:rsidRPr="00E9510F">
              <w:t> </w:t>
            </w:r>
            <w:r>
              <w:rPr>
                <w:rtl/>
              </w:rPr>
              <w:t>وہ</w:t>
            </w:r>
            <w:r w:rsidRPr="00E9510F">
              <w:t> </w:t>
            </w:r>
            <w:r>
              <w:rPr>
                <w:rtl/>
              </w:rPr>
              <w:t>جہالت</w:t>
            </w:r>
            <w:r w:rsidRPr="00E9510F">
              <w:t> </w:t>
            </w:r>
            <w:r>
              <w:rPr>
                <w:rtl/>
              </w:rPr>
              <w:t>کی</w:t>
            </w:r>
            <w:r w:rsidRPr="00E9510F">
              <w:t> </w:t>
            </w:r>
            <w:r>
              <w:rPr>
                <w:rtl/>
              </w:rPr>
              <w:t>جو</w:t>
            </w:r>
            <w:r w:rsidRPr="00E9510F">
              <w:t> </w:t>
            </w:r>
            <w:r>
              <w:rPr>
                <w:rtl/>
              </w:rPr>
              <w:t>رسمیں</w:t>
            </w:r>
            <w:r w:rsidRPr="00E9510F">
              <w:t> </w:t>
            </w:r>
            <w:r>
              <w:rPr>
                <w:rtl/>
              </w:rPr>
              <w:t>تھیں</w:t>
            </w:r>
            <w:r w:rsidRPr="00E9510F">
              <w:t> </w:t>
            </w:r>
            <w:r>
              <w:rPr>
                <w:rtl/>
              </w:rPr>
              <w:t>قدیم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نا</w:t>
            </w:r>
            <w:r w:rsidRPr="00E9510F">
              <w:t>   </w:t>
            </w:r>
            <w:r>
              <w:rPr>
                <w:rtl/>
              </w:rPr>
              <w:t>پسندیدہ</w:t>
            </w:r>
            <w:r w:rsidRPr="00E9510F">
              <w:t>   </w:t>
            </w:r>
            <w:r>
              <w:rPr>
                <w:rtl/>
              </w:rPr>
              <w:t>جو</w:t>
            </w:r>
            <w:r w:rsidRPr="00E9510F">
              <w:t>   </w:t>
            </w:r>
            <w:r>
              <w:rPr>
                <w:rtl/>
              </w:rPr>
              <w:t>باتیں</w:t>
            </w:r>
            <w:r w:rsidRPr="00E9510F">
              <w:t>   </w:t>
            </w:r>
            <w:r>
              <w:rPr>
                <w:rtl/>
              </w:rPr>
              <w:t>تھیں</w:t>
            </w:r>
            <w:r w:rsidRPr="00E9510F">
              <w:t>   </w:t>
            </w:r>
            <w:r>
              <w:rPr>
                <w:rtl/>
              </w:rPr>
              <w:t>اسے</w:t>
            </w:r>
            <w:r w:rsidRPr="00E9510F">
              <w:t>   </w:t>
            </w:r>
            <w:r>
              <w:rPr>
                <w:rtl/>
              </w:rPr>
              <w:t>دور</w:t>
            </w:r>
            <w:r w:rsidRPr="00E9510F">
              <w:t>  </w:t>
            </w:r>
            <w:r>
              <w:rPr>
                <w:rtl/>
              </w:rPr>
              <w:t>کیا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حکم</w:t>
            </w:r>
            <w:r w:rsidRPr="00E9510F">
              <w:t>    </w:t>
            </w:r>
            <w:r w:rsidRPr="0042207F">
              <w:rPr>
                <w:rtl/>
              </w:rPr>
              <w:t>جو</w:t>
            </w:r>
            <w:r w:rsidRPr="00E9510F">
              <w:t>    </w:t>
            </w:r>
            <w:r w:rsidRPr="0042207F">
              <w:rPr>
                <w:rtl/>
              </w:rPr>
              <w:t>باپ</w:t>
            </w:r>
            <w:r w:rsidRPr="00E9510F">
              <w:t>   </w:t>
            </w:r>
            <w:r w:rsidRPr="0042207F">
              <w:rPr>
                <w:rtl/>
              </w:rPr>
              <w:t>سے</w:t>
            </w:r>
            <w:r w:rsidRPr="00E9510F">
              <w:t>   </w:t>
            </w:r>
            <w:r w:rsidRPr="0042207F">
              <w:rPr>
                <w:rtl/>
              </w:rPr>
              <w:t>پایا</w:t>
            </w:r>
            <w:r w:rsidRPr="00E9510F">
              <w:t>   </w:t>
            </w:r>
            <w:r w:rsidRPr="0042207F">
              <w:rPr>
                <w:rtl/>
              </w:rPr>
              <w:t>اسے</w:t>
            </w:r>
            <w:r w:rsidRPr="00E9510F">
              <w:t>   </w:t>
            </w:r>
            <w:r w:rsidRPr="0042207F">
              <w:rPr>
                <w:rtl/>
              </w:rPr>
              <w:t>منظور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کیا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715"/>
        <w:gridCol w:w="315"/>
        <w:gridCol w:w="4717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ارسائی</w:t>
            </w:r>
            <w:r w:rsidRPr="00E9510F">
              <w:t>   </w:t>
            </w:r>
            <w:r>
              <w:rPr>
                <w:rtl/>
              </w:rPr>
              <w:t>میں</w:t>
            </w:r>
            <w:r w:rsidRPr="00E9510F">
              <w:t>   </w:t>
            </w:r>
            <w:r>
              <w:rPr>
                <w:rtl/>
              </w:rPr>
              <w:t>خواتین</w:t>
            </w:r>
            <w:r w:rsidRPr="00E9510F">
              <w:t>   </w:t>
            </w:r>
            <w:r>
              <w:rPr>
                <w:rtl/>
              </w:rPr>
              <w:t>جو</w:t>
            </w:r>
            <w:r w:rsidRPr="00E9510F">
              <w:t>   </w:t>
            </w:r>
            <w:r>
              <w:rPr>
                <w:rtl/>
              </w:rPr>
              <w:t>مشہور</w:t>
            </w:r>
            <w:r w:rsidRPr="00E9510F">
              <w:t>   </w:t>
            </w:r>
            <w:r>
              <w:rPr>
                <w:rtl/>
              </w:rPr>
              <w:t>ہیں</w:t>
            </w:r>
            <w:r w:rsidRPr="00E9510F">
              <w:t>   </w:t>
            </w:r>
            <w:r>
              <w:rPr>
                <w:rtl/>
              </w:rPr>
              <w:t>آج</w:t>
            </w:r>
            <w:r w:rsidRPr="00E9510F">
              <w:t>  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یہی</w:t>
            </w:r>
            <w:r w:rsidRPr="00E9510F">
              <w:t>   </w:t>
            </w:r>
            <w:r w:rsidRPr="0042207F">
              <w:rPr>
                <w:rtl/>
              </w:rPr>
              <w:t>خاتونِ</w:t>
            </w:r>
            <w:r w:rsidRPr="00E9510F">
              <w:t>   </w:t>
            </w:r>
            <w:r w:rsidRPr="0042207F">
              <w:rPr>
                <w:rtl/>
              </w:rPr>
              <w:t>قیامت</w:t>
            </w:r>
            <w:r w:rsidRPr="00E9510F">
              <w:t>   </w:t>
            </w:r>
            <w:r w:rsidRPr="0042207F">
              <w:rPr>
                <w:rtl/>
              </w:rPr>
              <w:t>ہوئیں</w:t>
            </w:r>
            <w:r w:rsidRPr="00E9510F">
              <w:t>   </w:t>
            </w:r>
            <w:r w:rsidRPr="0042207F">
              <w:rPr>
                <w:rtl/>
              </w:rPr>
              <w:t>ان</w:t>
            </w:r>
            <w:r w:rsidRPr="00E9510F">
              <w:t>   </w:t>
            </w:r>
            <w:r w:rsidRPr="0042207F">
              <w:rPr>
                <w:rtl/>
              </w:rPr>
              <w:t>کی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سرتاج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اسی</w:t>
            </w:r>
            <w:r w:rsidRPr="00E9510F">
              <w:t>   </w:t>
            </w:r>
            <w:r>
              <w:rPr>
                <w:rtl/>
              </w:rPr>
              <w:t>بی</w:t>
            </w:r>
            <w:r w:rsidRPr="00E9510F">
              <w:t>   </w:t>
            </w:r>
            <w:r>
              <w:rPr>
                <w:rtl/>
              </w:rPr>
              <w:t>بی</w:t>
            </w:r>
            <w:r w:rsidRPr="00E9510F">
              <w:t>  </w:t>
            </w:r>
            <w:r>
              <w:rPr>
                <w:rtl/>
              </w:rPr>
              <w:t>نے</w:t>
            </w:r>
            <w:r w:rsidRPr="00E9510F">
              <w:t>  </w:t>
            </w:r>
            <w:r>
              <w:rPr>
                <w:rtl/>
              </w:rPr>
              <w:t>لیا</w:t>
            </w:r>
            <w:r w:rsidRPr="00E9510F">
              <w:t>  </w:t>
            </w:r>
            <w:r>
              <w:rPr>
                <w:rtl/>
              </w:rPr>
              <w:t>حق</w:t>
            </w:r>
            <w:r w:rsidRPr="00E9510F">
              <w:t>  </w:t>
            </w:r>
            <w:r>
              <w:rPr>
                <w:rtl/>
              </w:rPr>
              <w:t>سے</w:t>
            </w:r>
            <w:r w:rsidRPr="00E9510F">
              <w:t>  </w:t>
            </w:r>
            <w:r>
              <w:rPr>
                <w:rtl/>
              </w:rPr>
              <w:t>مناسب</w:t>
            </w:r>
            <w:r w:rsidRPr="00E9510F">
              <w:t>  </w:t>
            </w:r>
            <w:r>
              <w:rPr>
                <w:rtl/>
              </w:rPr>
              <w:t>یوراج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اسی</w:t>
            </w:r>
            <w:r w:rsidRPr="00E9510F">
              <w:t>   </w:t>
            </w:r>
            <w:r>
              <w:rPr>
                <w:rtl/>
              </w:rPr>
              <w:t>خاتون</w:t>
            </w:r>
            <w:r w:rsidRPr="00E9510F">
              <w:t>   </w:t>
            </w:r>
            <w:r>
              <w:rPr>
                <w:rtl/>
              </w:rPr>
              <w:t>سے</w:t>
            </w:r>
            <w:r w:rsidRPr="00E9510F">
              <w:t>   </w:t>
            </w:r>
            <w:r>
              <w:rPr>
                <w:rtl/>
              </w:rPr>
              <w:t>جاری</w:t>
            </w:r>
            <w:r w:rsidRPr="00E9510F">
              <w:t>   </w:t>
            </w:r>
            <w:r>
              <w:rPr>
                <w:rtl/>
              </w:rPr>
              <w:t>ہوا</w:t>
            </w:r>
            <w:r w:rsidRPr="00E9510F">
              <w:t>   </w:t>
            </w:r>
            <w:r>
              <w:rPr>
                <w:rtl/>
              </w:rPr>
              <w:t>پردہ</w:t>
            </w:r>
            <w:r w:rsidRPr="00E9510F">
              <w:t>   </w:t>
            </w:r>
            <w:r>
              <w:rPr>
                <w:rtl/>
              </w:rPr>
              <w:t>کا</w:t>
            </w:r>
            <w:r w:rsidRPr="00E9510F">
              <w:t>  </w:t>
            </w:r>
            <w:r>
              <w:rPr>
                <w:rtl/>
              </w:rPr>
              <w:t>رواج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آپ</w:t>
            </w:r>
            <w:r w:rsidRPr="00E9510F">
              <w:t>   </w:t>
            </w:r>
            <w:r w:rsidRPr="0042207F">
              <w:rPr>
                <w:rtl/>
              </w:rPr>
              <w:t>سے</w:t>
            </w:r>
            <w:r w:rsidRPr="00E9510F">
              <w:t>   </w:t>
            </w:r>
            <w:r w:rsidRPr="0042207F">
              <w:rPr>
                <w:rtl/>
              </w:rPr>
              <w:t>سب</w:t>
            </w:r>
            <w:r w:rsidRPr="00E9510F">
              <w:t>   </w:t>
            </w:r>
            <w:r w:rsidRPr="0042207F">
              <w:rPr>
                <w:rtl/>
              </w:rPr>
              <w:t>نے</w:t>
            </w:r>
            <w:r w:rsidRPr="00E9510F">
              <w:t>   </w:t>
            </w:r>
            <w:r w:rsidRPr="0042207F">
              <w:rPr>
                <w:rtl/>
              </w:rPr>
              <w:t>محبت</w:t>
            </w:r>
            <w:r w:rsidRPr="00E9510F">
              <w:t>   </w:t>
            </w:r>
            <w:r w:rsidRPr="0042207F">
              <w:rPr>
                <w:rtl/>
              </w:rPr>
              <w:t>کا</w:t>
            </w:r>
            <w:r w:rsidRPr="00E9510F">
              <w:t>  </w:t>
            </w:r>
            <w:r w:rsidRPr="0042207F">
              <w:rPr>
                <w:rtl/>
              </w:rPr>
              <w:t>طریقہ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سیکھا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خوبیاں</w:t>
            </w:r>
            <w:r w:rsidRPr="00E9510F">
              <w:t>     </w:t>
            </w:r>
            <w:r w:rsidRPr="0042207F">
              <w:rPr>
                <w:rtl/>
              </w:rPr>
              <w:t>سیکھیں</w:t>
            </w:r>
            <w:r w:rsidRPr="00E9510F">
              <w:t>     </w:t>
            </w:r>
            <w:r w:rsidRPr="0042207F">
              <w:rPr>
                <w:rtl/>
              </w:rPr>
              <w:t>ادب</w:t>
            </w:r>
            <w:r w:rsidRPr="00E9510F">
              <w:t>    </w:t>
            </w:r>
            <w:r w:rsidRPr="0042207F">
              <w:rPr>
                <w:rtl/>
              </w:rPr>
              <w:t>سیکھا</w:t>
            </w:r>
            <w:r w:rsidRPr="00E9510F">
              <w:t>    </w:t>
            </w:r>
            <w:r w:rsidRPr="0042207F">
              <w:rPr>
                <w:rtl/>
              </w:rPr>
              <w:t>سلیقہ</w:t>
            </w:r>
            <w:r w:rsidRPr="00E9510F">
              <w:t> 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سیکھا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728"/>
        <w:gridCol w:w="337"/>
        <w:gridCol w:w="4682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پہلے</w:t>
            </w:r>
            <w:r w:rsidRPr="00E9510F">
              <w:t>  </w:t>
            </w:r>
            <w:r w:rsidRPr="0042207F">
              <w:rPr>
                <w:rtl/>
              </w:rPr>
              <w:t>یوں</w:t>
            </w:r>
            <w:r w:rsidRPr="00E9510F">
              <w:t>  </w:t>
            </w:r>
            <w:r w:rsidRPr="0042207F">
              <w:rPr>
                <w:rtl/>
              </w:rPr>
              <w:t>شوہر</w:t>
            </w:r>
            <w:r w:rsidRPr="00E9510F">
              <w:t>  </w:t>
            </w:r>
            <w:r w:rsidRPr="0042207F">
              <w:rPr>
                <w:rtl/>
              </w:rPr>
              <w:t>و</w:t>
            </w:r>
            <w:r w:rsidRPr="00E9510F">
              <w:t>  </w:t>
            </w:r>
            <w:r w:rsidRPr="0042207F">
              <w:rPr>
                <w:rtl/>
              </w:rPr>
              <w:t>زوجہ</w:t>
            </w:r>
            <w:r w:rsidRPr="00E9510F">
              <w:t>  </w:t>
            </w:r>
            <w:r w:rsidRPr="0042207F">
              <w:rPr>
                <w:rtl/>
              </w:rPr>
              <w:t>میں</w:t>
            </w:r>
            <w:r w:rsidRPr="00E9510F">
              <w:t> </w:t>
            </w:r>
            <w:r w:rsidRPr="0042207F">
              <w:rPr>
                <w:rtl/>
              </w:rPr>
              <w:t>مساوات</w:t>
            </w:r>
            <w:r w:rsidRPr="00E9510F">
              <w:t> </w:t>
            </w:r>
            <w:r w:rsidRPr="0042207F">
              <w:rPr>
                <w:rtl/>
              </w:rPr>
              <w:t>نہ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تھی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اب</w:t>
            </w:r>
            <w:r w:rsidRPr="00E9510F">
              <w:t>  </w:t>
            </w:r>
            <w:r w:rsidRPr="0042207F">
              <w:rPr>
                <w:rtl/>
              </w:rPr>
              <w:t>زمانے</w:t>
            </w:r>
            <w:r w:rsidRPr="00E9510F">
              <w:t> </w:t>
            </w:r>
            <w:r w:rsidRPr="0042207F">
              <w:rPr>
                <w:rtl/>
              </w:rPr>
              <w:t>میں</w:t>
            </w:r>
            <w:r w:rsidRPr="00E9510F">
              <w:t> </w:t>
            </w:r>
            <w:r w:rsidRPr="0042207F">
              <w:rPr>
                <w:rtl/>
              </w:rPr>
              <w:t>طریقہ</w:t>
            </w:r>
            <w:r w:rsidRPr="00E9510F">
              <w:t> </w:t>
            </w:r>
            <w:r w:rsidRPr="0042207F">
              <w:rPr>
                <w:rtl/>
              </w:rPr>
              <w:t>جو</w:t>
            </w:r>
            <w:r w:rsidRPr="00E9510F">
              <w:t> </w:t>
            </w:r>
            <w:r w:rsidRPr="0042207F">
              <w:rPr>
                <w:rtl/>
              </w:rPr>
              <w:t>ہے</w:t>
            </w:r>
            <w:r w:rsidRPr="00E9510F">
              <w:t> </w:t>
            </w:r>
            <w:r w:rsidRPr="0042207F">
              <w:rPr>
                <w:rtl/>
              </w:rPr>
              <w:t>یہ</w:t>
            </w:r>
            <w:r w:rsidRPr="00E9510F">
              <w:t> </w:t>
            </w:r>
            <w:r w:rsidRPr="0042207F">
              <w:rPr>
                <w:rtl/>
              </w:rPr>
              <w:t>بات</w:t>
            </w:r>
            <w:r w:rsidRPr="00E9510F">
              <w:t> </w:t>
            </w:r>
            <w:r w:rsidRPr="0042207F">
              <w:rPr>
                <w:rtl/>
              </w:rPr>
              <w:t>نہ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تھی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سچ</w:t>
            </w:r>
            <w:r w:rsidRPr="00E9510F">
              <w:t>  </w:t>
            </w:r>
            <w:r w:rsidRPr="0042207F">
              <w:rPr>
                <w:rtl/>
              </w:rPr>
              <w:t>یہ</w:t>
            </w:r>
            <w:r w:rsidRPr="00E9510F">
              <w:t>  </w:t>
            </w:r>
            <w:r w:rsidRPr="0042207F">
              <w:rPr>
                <w:rtl/>
              </w:rPr>
              <w:t>ہے</w:t>
            </w:r>
            <w:r w:rsidRPr="00E9510F">
              <w:t> </w:t>
            </w:r>
            <w:r w:rsidRPr="0042207F">
              <w:rPr>
                <w:rtl/>
              </w:rPr>
              <w:t>پہلے</w:t>
            </w:r>
            <w:r w:rsidRPr="00E9510F">
              <w:t> </w:t>
            </w:r>
            <w:r w:rsidRPr="0042207F">
              <w:rPr>
                <w:rtl/>
              </w:rPr>
              <w:t>تو</w:t>
            </w:r>
            <w:r w:rsidRPr="00E9510F">
              <w:t> </w:t>
            </w:r>
            <w:r w:rsidRPr="0042207F">
              <w:rPr>
                <w:rtl/>
              </w:rPr>
              <w:t>عورت</w:t>
            </w:r>
            <w:r w:rsidRPr="00E9510F">
              <w:t> </w:t>
            </w:r>
            <w:r w:rsidRPr="0042207F">
              <w:rPr>
                <w:rtl/>
              </w:rPr>
              <w:t>کی</w:t>
            </w:r>
            <w:r w:rsidRPr="00E9510F">
              <w:t> </w:t>
            </w:r>
            <w:r w:rsidRPr="0042207F">
              <w:rPr>
                <w:rtl/>
              </w:rPr>
              <w:t>کوئی</w:t>
            </w:r>
            <w:r w:rsidRPr="00E9510F">
              <w:t> </w:t>
            </w:r>
            <w:r w:rsidRPr="0042207F">
              <w:rPr>
                <w:rtl/>
              </w:rPr>
              <w:t>ذات</w:t>
            </w:r>
            <w:r w:rsidRPr="00E9510F">
              <w:t> </w:t>
            </w:r>
            <w:r w:rsidRPr="0042207F">
              <w:rPr>
                <w:rtl/>
              </w:rPr>
              <w:t>نہ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تھی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غم</w:t>
            </w:r>
            <w:r w:rsidRPr="00E9510F">
              <w:t>  </w:t>
            </w:r>
            <w:r w:rsidRPr="0042207F">
              <w:rPr>
                <w:rtl/>
              </w:rPr>
              <w:t>سے</w:t>
            </w:r>
            <w:r w:rsidRPr="00E9510F">
              <w:t>  </w:t>
            </w:r>
            <w:r w:rsidRPr="0042207F">
              <w:rPr>
                <w:rtl/>
              </w:rPr>
              <w:t>اک</w:t>
            </w:r>
            <w:r w:rsidRPr="00E9510F">
              <w:t> </w:t>
            </w:r>
            <w:r w:rsidRPr="0042207F">
              <w:rPr>
                <w:rtl/>
              </w:rPr>
              <w:t>دم</w:t>
            </w:r>
            <w:r w:rsidRPr="00E9510F">
              <w:t> </w:t>
            </w:r>
            <w:r w:rsidRPr="0042207F">
              <w:rPr>
                <w:rtl/>
              </w:rPr>
              <w:t>کے</w:t>
            </w:r>
            <w:r w:rsidRPr="00E9510F">
              <w:t> </w:t>
            </w:r>
            <w:r w:rsidRPr="0042207F">
              <w:rPr>
                <w:rtl/>
              </w:rPr>
              <w:t>لیے</w:t>
            </w:r>
            <w:r w:rsidRPr="00E9510F">
              <w:t> </w:t>
            </w:r>
            <w:r w:rsidRPr="0042207F">
              <w:rPr>
                <w:rtl/>
              </w:rPr>
              <w:t>ترکِ</w:t>
            </w:r>
            <w:r w:rsidRPr="00E9510F">
              <w:t> </w:t>
            </w:r>
            <w:r w:rsidRPr="0042207F">
              <w:rPr>
                <w:rtl/>
              </w:rPr>
              <w:t>ملاقات</w:t>
            </w:r>
            <w:r w:rsidRPr="00E9510F">
              <w:t> </w:t>
            </w:r>
            <w:r w:rsidRPr="0042207F">
              <w:rPr>
                <w:rtl/>
              </w:rPr>
              <w:t>نہ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تھی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بھیڑ</w:t>
            </w:r>
            <w:r w:rsidRPr="00E9510F">
              <w:t>  </w:t>
            </w:r>
            <w:r>
              <w:rPr>
                <w:rtl/>
              </w:rPr>
              <w:t>بکری</w:t>
            </w:r>
            <w:r w:rsidRPr="00E9510F">
              <w:t> </w:t>
            </w:r>
            <w:r>
              <w:rPr>
                <w:rtl/>
              </w:rPr>
              <w:t>سے</w:t>
            </w:r>
            <w:r w:rsidRPr="00E9510F">
              <w:t> </w:t>
            </w:r>
            <w:r>
              <w:rPr>
                <w:rtl/>
              </w:rPr>
              <w:t>بھی</w:t>
            </w:r>
            <w:r w:rsidRPr="00E9510F">
              <w:t> </w:t>
            </w:r>
            <w:r>
              <w:rPr>
                <w:rtl/>
              </w:rPr>
              <w:t>عورت</w:t>
            </w:r>
            <w:r w:rsidRPr="00E9510F">
              <w:t> </w:t>
            </w:r>
            <w:r>
              <w:rPr>
                <w:rtl/>
              </w:rPr>
              <w:t>کی</w:t>
            </w:r>
            <w:r w:rsidRPr="00E9510F">
              <w:t> </w:t>
            </w:r>
            <w:r>
              <w:rPr>
                <w:rtl/>
              </w:rPr>
              <w:t>تھی</w:t>
            </w:r>
            <w:r w:rsidRPr="00E9510F">
              <w:t> </w:t>
            </w:r>
            <w:r>
              <w:rPr>
                <w:rtl/>
              </w:rPr>
              <w:t>بد</w:t>
            </w:r>
            <w:r w:rsidRPr="00E9510F">
              <w:t> </w:t>
            </w:r>
            <w:r>
              <w:rPr>
                <w:rtl/>
              </w:rPr>
              <w:t>تر</w:t>
            </w:r>
            <w:r w:rsidRPr="00E9510F">
              <w:t> </w:t>
            </w:r>
            <w:r>
              <w:rPr>
                <w:rtl/>
              </w:rPr>
              <w:t>حالت</w:t>
            </w:r>
            <w:r w:rsidRPr="00E9510F">
              <w:t>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t> </w:t>
            </w:r>
            <w:r w:rsidRPr="0042207F">
              <w:rPr>
                <w:rtl/>
              </w:rPr>
              <w:t>ان</w:t>
            </w:r>
            <w:r w:rsidRPr="00E9510F">
              <w:t>  </w:t>
            </w:r>
            <w:r w:rsidRPr="0042207F">
              <w:rPr>
                <w:rtl/>
              </w:rPr>
              <w:t>سے</w:t>
            </w:r>
            <w:r w:rsidRPr="00E9510F">
              <w:t>  </w:t>
            </w:r>
            <w:r w:rsidRPr="0042207F">
              <w:rPr>
                <w:rtl/>
              </w:rPr>
              <w:t>پہلے</w:t>
            </w:r>
            <w:r w:rsidRPr="00E9510F">
              <w:t>  </w:t>
            </w:r>
            <w:r w:rsidRPr="0042207F">
              <w:rPr>
                <w:rtl/>
              </w:rPr>
              <w:t>تھی</w:t>
            </w:r>
            <w:r w:rsidRPr="00E9510F">
              <w:t>  </w:t>
            </w:r>
            <w:r w:rsidRPr="0042207F">
              <w:rPr>
                <w:rtl/>
              </w:rPr>
              <w:t>عجب</w:t>
            </w:r>
            <w:r w:rsidRPr="00E9510F">
              <w:t>  </w:t>
            </w:r>
            <w:r w:rsidRPr="0042207F">
              <w:rPr>
                <w:rtl/>
              </w:rPr>
              <w:t>طرح</w:t>
            </w:r>
            <w:r w:rsidRPr="00E9510F">
              <w:t> </w:t>
            </w:r>
            <w:r w:rsidRPr="0042207F">
              <w:rPr>
                <w:rtl/>
              </w:rPr>
              <w:t>کی</w:t>
            </w:r>
            <w:r w:rsidRPr="00E9510F">
              <w:t> </w:t>
            </w:r>
            <w:r w:rsidRPr="0042207F">
              <w:rPr>
                <w:rtl/>
              </w:rPr>
              <w:t>ابتر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حالت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632"/>
        <w:gridCol w:w="222"/>
        <w:gridCol w:w="4963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آپ</w:t>
            </w:r>
            <w:r w:rsidRPr="00E9510F">
              <w:t>   </w:t>
            </w:r>
            <w:r w:rsidRPr="0042207F">
              <w:rPr>
                <w:rtl/>
              </w:rPr>
              <w:t>سنسار</w:t>
            </w:r>
            <w:r w:rsidRPr="00E9510F">
              <w:t>  </w:t>
            </w:r>
            <w:r w:rsidRPr="0042207F">
              <w:rPr>
                <w:rtl/>
              </w:rPr>
              <w:t>میں</w:t>
            </w:r>
            <w:r w:rsidRPr="00E9510F">
              <w:t>  </w:t>
            </w:r>
            <w:r w:rsidRPr="0042207F">
              <w:rPr>
                <w:rtl/>
              </w:rPr>
              <w:t>آئیں</w:t>
            </w:r>
            <w:r w:rsidRPr="00E9510F">
              <w:t>  </w:t>
            </w:r>
            <w:r w:rsidRPr="0042207F">
              <w:rPr>
                <w:rtl/>
              </w:rPr>
              <w:t>تو</w:t>
            </w:r>
            <w:r w:rsidRPr="00E9510F">
              <w:t>  </w:t>
            </w:r>
            <w:r w:rsidRPr="0042207F">
              <w:rPr>
                <w:rtl/>
              </w:rPr>
              <w:t>گئی</w:t>
            </w:r>
            <w:r w:rsidRPr="00E9510F">
              <w:t>  </w:t>
            </w:r>
            <w:r w:rsidRPr="0042207F">
              <w:rPr>
                <w:rtl/>
              </w:rPr>
              <w:t>خیر</w:t>
            </w:r>
            <w:r w:rsidRPr="00E9510F">
              <w:t>  </w:t>
            </w:r>
            <w:r w:rsidRPr="0042207F">
              <w:rPr>
                <w:rtl/>
              </w:rPr>
              <w:t>سے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شر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t> </w:t>
            </w:r>
            <w:r w:rsidRPr="0042207F">
              <w:rPr>
                <w:rtl/>
              </w:rPr>
              <w:t>آپ</w:t>
            </w:r>
            <w:r w:rsidRPr="00E9510F">
              <w:t>   </w:t>
            </w:r>
            <w:r w:rsidRPr="0042207F">
              <w:rPr>
                <w:rtl/>
              </w:rPr>
              <w:t>کُل</w:t>
            </w:r>
            <w:r w:rsidRPr="00E9510F">
              <w:t>   </w:t>
            </w:r>
            <w:r w:rsidRPr="0042207F">
              <w:rPr>
                <w:rtl/>
              </w:rPr>
              <w:t>پردہ</w:t>
            </w:r>
            <w:r w:rsidRPr="00E9510F">
              <w:t>   </w:t>
            </w:r>
            <w:r w:rsidRPr="0042207F">
              <w:rPr>
                <w:rtl/>
              </w:rPr>
              <w:t>نشینوں</w:t>
            </w:r>
            <w:r w:rsidRPr="00E9510F">
              <w:t>   </w:t>
            </w:r>
            <w:r w:rsidRPr="0042207F">
              <w:rPr>
                <w:rtl/>
              </w:rPr>
              <w:t>کی</w:t>
            </w:r>
            <w:r w:rsidRPr="00E9510F">
              <w:t>   </w:t>
            </w:r>
            <w:r w:rsidRPr="0042207F">
              <w:rPr>
                <w:rtl/>
              </w:rPr>
              <w:t>بنی</w:t>
            </w:r>
            <w:r w:rsidRPr="00E9510F">
              <w:t>   </w:t>
            </w:r>
            <w:r w:rsidRPr="0042207F">
              <w:rPr>
                <w:rtl/>
              </w:rPr>
              <w:t>ہیں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افسر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عین</w:t>
            </w:r>
            <w:r w:rsidRPr="00E9510F">
              <w:t>   </w:t>
            </w:r>
            <w:r w:rsidRPr="0042207F">
              <w:rPr>
                <w:rtl/>
              </w:rPr>
              <w:t>احسان</w:t>
            </w:r>
            <w:r w:rsidRPr="00E9510F">
              <w:t>   </w:t>
            </w:r>
            <w:r w:rsidRPr="0042207F">
              <w:rPr>
                <w:rtl/>
              </w:rPr>
              <w:t>و</w:t>
            </w:r>
            <w:r w:rsidRPr="00E9510F">
              <w:t>   </w:t>
            </w:r>
            <w:r w:rsidRPr="0042207F">
              <w:rPr>
                <w:rtl/>
              </w:rPr>
              <w:t>کرم</w:t>
            </w:r>
            <w:r w:rsidRPr="00E9510F">
              <w:t>  </w:t>
            </w:r>
            <w:r w:rsidRPr="0042207F">
              <w:rPr>
                <w:rtl/>
              </w:rPr>
              <w:t>آپ</w:t>
            </w:r>
            <w:r w:rsidRPr="00E9510F">
              <w:t>  </w:t>
            </w:r>
            <w:r w:rsidRPr="0042207F">
              <w:rPr>
                <w:rtl/>
              </w:rPr>
              <w:t>کا</w:t>
            </w:r>
            <w:r w:rsidRPr="00E9510F">
              <w:t>  </w:t>
            </w:r>
            <w:r w:rsidRPr="0042207F">
              <w:rPr>
                <w:rtl/>
              </w:rPr>
              <w:t>ہے</w:t>
            </w:r>
            <w:r w:rsidRPr="00E9510F">
              <w:t>  </w:t>
            </w:r>
            <w:r w:rsidRPr="0042207F">
              <w:rPr>
                <w:rtl/>
              </w:rPr>
              <w:t>نسواں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پر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واہ</w:t>
            </w:r>
            <w:r w:rsidRPr="00E9510F">
              <w:t>    </w:t>
            </w:r>
            <w:r w:rsidRPr="0042207F">
              <w:rPr>
                <w:rtl/>
              </w:rPr>
              <w:t>کیا</w:t>
            </w:r>
            <w:r w:rsidRPr="00E9510F">
              <w:t>    </w:t>
            </w:r>
            <w:r w:rsidRPr="0042207F">
              <w:rPr>
                <w:rtl/>
              </w:rPr>
              <w:t>بات</w:t>
            </w:r>
            <w:r w:rsidRPr="00E9510F">
              <w:t>   </w:t>
            </w:r>
            <w:r w:rsidRPr="0042207F">
              <w:rPr>
                <w:rtl/>
              </w:rPr>
              <w:t>ہے</w:t>
            </w:r>
            <w:r w:rsidRPr="00E9510F">
              <w:t>   </w:t>
            </w:r>
            <w:r w:rsidRPr="0042207F">
              <w:rPr>
                <w:rtl/>
              </w:rPr>
              <w:t>اے</w:t>
            </w:r>
            <w:r w:rsidRPr="00E9510F">
              <w:t>   </w:t>
            </w:r>
            <w:r w:rsidRPr="0042207F">
              <w:rPr>
                <w:rtl/>
              </w:rPr>
              <w:t>فاطمہؑ</w:t>
            </w:r>
            <w:r w:rsidRPr="00E9510F">
              <w:t>   </w:t>
            </w:r>
            <w:r w:rsidRPr="0042207F">
              <w:rPr>
                <w:rtl/>
              </w:rPr>
              <w:t>نیک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سر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آپ</w:t>
            </w:r>
            <w:r w:rsidRPr="00E9510F">
              <w:t>  </w:t>
            </w:r>
            <w:r w:rsidRPr="0042207F">
              <w:rPr>
                <w:rtl/>
              </w:rPr>
              <w:t>پیدا</w:t>
            </w:r>
            <w:r w:rsidRPr="00E9510F">
              <w:t>  </w:t>
            </w:r>
            <w:r w:rsidRPr="0042207F">
              <w:rPr>
                <w:rtl/>
              </w:rPr>
              <w:t>ہوئیں</w:t>
            </w:r>
            <w:r w:rsidRPr="00E9510F">
              <w:t>  </w:t>
            </w:r>
            <w:r w:rsidRPr="0042207F">
              <w:rPr>
                <w:rtl/>
              </w:rPr>
              <w:t>ہم</w:t>
            </w:r>
            <w:r w:rsidRPr="00E9510F">
              <w:t>  </w:t>
            </w:r>
            <w:r w:rsidRPr="0042207F">
              <w:rPr>
                <w:rtl/>
              </w:rPr>
              <w:t>سب</w:t>
            </w:r>
            <w:r w:rsidRPr="00E9510F">
              <w:t>  </w:t>
            </w:r>
            <w:r w:rsidRPr="0042207F">
              <w:rPr>
                <w:rtl/>
              </w:rPr>
              <w:t>کی</w:t>
            </w:r>
            <w:r w:rsidRPr="00E9510F">
              <w:t> </w:t>
            </w:r>
            <w:r w:rsidRPr="0042207F">
              <w:rPr>
                <w:rtl/>
              </w:rPr>
              <w:t>ہدایت</w:t>
            </w:r>
            <w:r w:rsidRPr="00E9510F">
              <w:t> </w:t>
            </w:r>
            <w:r w:rsidRPr="0042207F">
              <w:rPr>
                <w:rtl/>
              </w:rPr>
              <w:t>کے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لیے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حق</w:t>
            </w:r>
            <w:r w:rsidRPr="00E9510F">
              <w:t> </w:t>
            </w:r>
            <w:r>
              <w:rPr>
                <w:rtl/>
              </w:rPr>
              <w:t>نے</w:t>
            </w:r>
            <w:r w:rsidRPr="00E9510F">
              <w:t> </w:t>
            </w:r>
            <w:r>
              <w:rPr>
                <w:rtl/>
              </w:rPr>
              <w:t>بھیجا</w:t>
            </w:r>
            <w:r w:rsidRPr="00E9510F">
              <w:t> </w:t>
            </w:r>
            <w:r>
              <w:rPr>
                <w:rtl/>
              </w:rPr>
              <w:t>ہے</w:t>
            </w:r>
            <w:r w:rsidRPr="00E9510F">
              <w:t> </w:t>
            </w:r>
            <w:r>
              <w:rPr>
                <w:rtl/>
              </w:rPr>
              <w:t>تمہیں</w:t>
            </w:r>
            <w:r w:rsidRPr="00E9510F">
              <w:t> </w:t>
            </w:r>
            <w:r>
              <w:rPr>
                <w:rtl/>
              </w:rPr>
              <w:t>لطف</w:t>
            </w:r>
            <w:r w:rsidRPr="00E9510F">
              <w:t> </w:t>
            </w:r>
            <w:r>
              <w:rPr>
                <w:rtl/>
              </w:rPr>
              <w:t>و</w:t>
            </w:r>
            <w:r w:rsidRPr="00E9510F">
              <w:t> </w:t>
            </w:r>
            <w:r>
              <w:rPr>
                <w:rtl/>
              </w:rPr>
              <w:t>عنایت</w:t>
            </w:r>
            <w:r w:rsidRPr="00E9510F">
              <w:t> </w:t>
            </w:r>
            <w:r>
              <w:rPr>
                <w:rtl/>
              </w:rPr>
              <w:t>کے</w:t>
            </w:r>
            <w:r w:rsidRPr="00E9510F">
              <w:t> </w:t>
            </w:r>
            <w:r>
              <w:rPr>
                <w:rtl/>
              </w:rPr>
              <w:t>لیے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p w:rsidR="00E526CC" w:rsidRPr="00530925" w:rsidRDefault="00E526CC" w:rsidP="007759D6">
      <w:pPr>
        <w:pStyle w:val="Heading2Center"/>
        <w:rPr>
          <w:rtl/>
        </w:rPr>
      </w:pPr>
      <w:bookmarkStart w:id="5" w:name="_Toc505082498"/>
      <w:r w:rsidRPr="00530925">
        <w:rPr>
          <w:rtl/>
        </w:rPr>
        <w:t>کس قدر آپ کا چال و چلن نستعلیق</w:t>
      </w:r>
      <w:r w:rsidRPr="00530925">
        <w:br/>
      </w:r>
      <w:r w:rsidR="007759D6">
        <w:rPr>
          <w:rFonts w:hint="cs"/>
          <w:rtl/>
        </w:rPr>
        <w:t xml:space="preserve">-  </w:t>
      </w:r>
      <w:r w:rsidR="007759D6" w:rsidRPr="00530925">
        <w:rPr>
          <w:rtl/>
        </w:rPr>
        <w:t>تا</w:t>
      </w:r>
      <w:r w:rsidR="007759D6">
        <w:rPr>
          <w:rFonts w:hint="cs"/>
          <w:rtl/>
        </w:rPr>
        <w:t xml:space="preserve">  -</w:t>
      </w:r>
      <w:r w:rsidR="007759D6" w:rsidRPr="00530925">
        <w:br/>
      </w:r>
      <w:r w:rsidRPr="00530925">
        <w:rPr>
          <w:rtl/>
        </w:rPr>
        <w:t>تم نے عورت کے پردہ کا سر انجام دیا</w:t>
      </w:r>
      <w:bookmarkEnd w:id="5"/>
    </w:p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728"/>
        <w:gridCol w:w="337"/>
        <w:gridCol w:w="4682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lastRenderedPageBreak/>
              <w:t>کس</w:t>
            </w:r>
            <w:r w:rsidRPr="00E9510F">
              <w:t>   </w:t>
            </w:r>
            <w:r w:rsidRPr="0042207F">
              <w:rPr>
                <w:rtl/>
              </w:rPr>
              <w:t>قدر</w:t>
            </w:r>
            <w:r w:rsidRPr="00E9510F">
              <w:t>   </w:t>
            </w:r>
            <w:r w:rsidRPr="0042207F">
              <w:rPr>
                <w:rtl/>
              </w:rPr>
              <w:t>آپ</w:t>
            </w:r>
            <w:r w:rsidRPr="00E9510F">
              <w:t>   </w:t>
            </w:r>
            <w:r w:rsidRPr="0042207F">
              <w:rPr>
                <w:rtl/>
              </w:rPr>
              <w:t>کا</w:t>
            </w:r>
            <w:r w:rsidRPr="00E9510F">
              <w:t>   </w:t>
            </w:r>
            <w:r w:rsidRPr="0042207F">
              <w:rPr>
                <w:rtl/>
              </w:rPr>
              <w:t>چال</w:t>
            </w:r>
            <w:r w:rsidRPr="00E9510F">
              <w:t>   </w:t>
            </w:r>
            <w:r w:rsidRPr="0042207F">
              <w:rPr>
                <w:rtl/>
              </w:rPr>
              <w:t>و</w:t>
            </w:r>
            <w:r w:rsidRPr="00E9510F">
              <w:t>   </w:t>
            </w:r>
            <w:r w:rsidRPr="0042207F">
              <w:rPr>
                <w:rtl/>
              </w:rPr>
              <w:t>چلن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نستعلیق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t>  </w:t>
            </w:r>
            <w:r w:rsidRPr="0042207F">
              <w:rPr>
                <w:rtl/>
              </w:rPr>
              <w:t>بیکسوں</w:t>
            </w:r>
            <w:r w:rsidRPr="00E9510F">
              <w:t>    </w:t>
            </w:r>
            <w:r w:rsidRPr="0042207F">
              <w:rPr>
                <w:rtl/>
              </w:rPr>
              <w:t>پر</w:t>
            </w:r>
            <w:r w:rsidRPr="00E9510F">
              <w:t>    </w:t>
            </w:r>
            <w:r w:rsidRPr="0042207F">
              <w:rPr>
                <w:rtl/>
              </w:rPr>
              <w:t>رہیں</w:t>
            </w:r>
            <w:r w:rsidRPr="00E9510F">
              <w:t>    </w:t>
            </w:r>
            <w:r w:rsidRPr="0042207F">
              <w:rPr>
                <w:rtl/>
              </w:rPr>
              <w:t>شوہر</w:t>
            </w:r>
            <w:r w:rsidRPr="00E9510F">
              <w:t>   </w:t>
            </w:r>
            <w:r w:rsidRPr="0042207F">
              <w:rPr>
                <w:rtl/>
              </w:rPr>
              <w:t>کی</w:t>
            </w:r>
            <w:r w:rsidRPr="00E9510F">
              <w:t>   </w:t>
            </w:r>
            <w:r w:rsidRPr="0042207F">
              <w:rPr>
                <w:rtl/>
              </w:rPr>
              <w:t>طرح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شفیق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اپنے</w:t>
            </w:r>
            <w:r w:rsidRPr="00E9510F">
              <w:t>  </w:t>
            </w:r>
            <w:r w:rsidRPr="0042207F">
              <w:rPr>
                <w:rtl/>
              </w:rPr>
              <w:t>دشمن</w:t>
            </w:r>
            <w:r w:rsidRPr="00E9510F">
              <w:t>  </w:t>
            </w:r>
            <w:r w:rsidRPr="0042207F">
              <w:rPr>
                <w:rtl/>
              </w:rPr>
              <w:t>کی</w:t>
            </w:r>
            <w:r w:rsidRPr="00E9510F">
              <w:t>  </w:t>
            </w:r>
            <w:r w:rsidRPr="0042207F">
              <w:rPr>
                <w:rtl/>
              </w:rPr>
              <w:t>بھی</w:t>
            </w:r>
            <w:r w:rsidRPr="00E9510F">
              <w:t>  </w:t>
            </w:r>
            <w:r w:rsidRPr="0042207F">
              <w:rPr>
                <w:rtl/>
              </w:rPr>
              <w:t>محسن</w:t>
            </w:r>
            <w:r w:rsidRPr="00E9510F">
              <w:t>  </w:t>
            </w:r>
            <w:r w:rsidRPr="0042207F">
              <w:rPr>
                <w:rtl/>
              </w:rPr>
              <w:t>تو</w:t>
            </w:r>
            <w:r w:rsidRPr="00E9510F">
              <w:t>  </w:t>
            </w:r>
            <w:r w:rsidRPr="0042207F">
              <w:rPr>
                <w:rtl/>
              </w:rPr>
              <w:t>محبوں</w:t>
            </w:r>
            <w:r w:rsidRPr="00E9510F">
              <w:t> </w:t>
            </w:r>
            <w:r w:rsidRPr="0042207F">
              <w:rPr>
                <w:rtl/>
              </w:rPr>
              <w:t>کی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رفیق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ہم</w:t>
            </w:r>
            <w:r w:rsidRPr="00E9510F">
              <w:t>  </w:t>
            </w:r>
            <w:r w:rsidRPr="0042207F">
              <w:rPr>
                <w:rtl/>
              </w:rPr>
              <w:t>کو</w:t>
            </w:r>
            <w:r w:rsidRPr="00E9510F">
              <w:t>  </w:t>
            </w:r>
            <w:r w:rsidRPr="0042207F">
              <w:rPr>
                <w:rtl/>
              </w:rPr>
              <w:t>بتلا</w:t>
            </w:r>
            <w:r w:rsidRPr="00E9510F">
              <w:t>  </w:t>
            </w:r>
            <w:r w:rsidRPr="0042207F">
              <w:rPr>
                <w:rtl/>
              </w:rPr>
              <w:t>گئیں</w:t>
            </w:r>
            <w:r w:rsidRPr="00E9510F">
              <w:t>  </w:t>
            </w:r>
            <w:r w:rsidRPr="0042207F">
              <w:rPr>
                <w:rtl/>
              </w:rPr>
              <w:t>دنیا</w:t>
            </w:r>
            <w:r w:rsidRPr="00E9510F">
              <w:t>  </w:t>
            </w:r>
            <w:r w:rsidRPr="0042207F">
              <w:rPr>
                <w:rtl/>
              </w:rPr>
              <w:t>میں</w:t>
            </w:r>
            <w:r w:rsidRPr="00E9510F">
              <w:t>  </w:t>
            </w:r>
            <w:r w:rsidRPr="0042207F">
              <w:rPr>
                <w:rtl/>
              </w:rPr>
              <w:t>مشیت</w:t>
            </w:r>
            <w:r w:rsidRPr="00E9510F">
              <w:t> </w:t>
            </w:r>
            <w:r w:rsidRPr="0042207F">
              <w:rPr>
                <w:rtl/>
              </w:rPr>
              <w:t>کے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طریق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اپ</w:t>
            </w:r>
            <w:r w:rsidRPr="00E9510F">
              <w:t>   </w:t>
            </w:r>
            <w:r>
              <w:rPr>
                <w:rtl/>
              </w:rPr>
              <w:t>کے</w:t>
            </w:r>
            <w:r w:rsidRPr="00E9510F">
              <w:t>  </w:t>
            </w:r>
            <w:r>
              <w:rPr>
                <w:rtl/>
              </w:rPr>
              <w:t>ساتھ</w:t>
            </w:r>
            <w:r w:rsidRPr="00E9510F">
              <w:t>  </w:t>
            </w:r>
            <w:r>
              <w:rPr>
                <w:rtl/>
              </w:rPr>
              <w:t>رسالت</w:t>
            </w:r>
            <w:r w:rsidRPr="00E9510F">
              <w:t>  </w:t>
            </w:r>
            <w:r>
              <w:rPr>
                <w:rtl/>
              </w:rPr>
              <w:t>کا</w:t>
            </w:r>
            <w:r w:rsidRPr="00E9510F">
              <w:t>  </w:t>
            </w:r>
            <w:r>
              <w:rPr>
                <w:rtl/>
              </w:rPr>
              <w:t>ہر</w:t>
            </w:r>
            <w:r w:rsidRPr="00E9510F">
              <w:t>  </w:t>
            </w:r>
            <w:r>
              <w:rPr>
                <w:rtl/>
              </w:rPr>
              <w:t>اک</w:t>
            </w:r>
            <w:r w:rsidRPr="00E9510F">
              <w:t>  </w:t>
            </w:r>
            <w:r>
              <w:rPr>
                <w:rtl/>
              </w:rPr>
              <w:t>کام</w:t>
            </w:r>
            <w:r w:rsidRPr="00E9510F">
              <w:t>  </w:t>
            </w:r>
            <w:r>
              <w:rPr>
                <w:rtl/>
              </w:rPr>
              <w:t>کیا</w:t>
            </w:r>
            <w:r w:rsidRPr="00E9510F">
              <w:t>   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t> </w:t>
            </w:r>
            <w:r w:rsidRPr="0042207F">
              <w:rPr>
                <w:rtl/>
              </w:rPr>
              <w:t>تم</w:t>
            </w:r>
            <w:r w:rsidRPr="00E9510F">
              <w:t>   </w:t>
            </w:r>
            <w:r w:rsidRPr="0042207F">
              <w:rPr>
                <w:rtl/>
              </w:rPr>
              <w:t>نے</w:t>
            </w:r>
            <w:r w:rsidRPr="00E9510F">
              <w:t>   </w:t>
            </w:r>
            <w:r w:rsidRPr="0042207F">
              <w:rPr>
                <w:rtl/>
              </w:rPr>
              <w:t>عورت</w:t>
            </w:r>
            <w:r w:rsidRPr="00E9510F">
              <w:t>   </w:t>
            </w:r>
            <w:r w:rsidRPr="0042207F">
              <w:rPr>
                <w:rtl/>
              </w:rPr>
              <w:t>کے</w:t>
            </w:r>
            <w:r w:rsidRPr="00E9510F">
              <w:t>   </w:t>
            </w:r>
            <w:r w:rsidRPr="0042207F">
              <w:rPr>
                <w:rtl/>
              </w:rPr>
              <w:t>پردہ</w:t>
            </w:r>
            <w:r w:rsidRPr="00E9510F">
              <w:t>  </w:t>
            </w:r>
            <w:r w:rsidRPr="0042207F">
              <w:rPr>
                <w:rtl/>
              </w:rPr>
              <w:t>کا</w:t>
            </w:r>
            <w:r w:rsidRPr="00E9510F">
              <w:t>  </w:t>
            </w:r>
            <w:r w:rsidRPr="0042207F">
              <w:rPr>
                <w:rtl/>
              </w:rPr>
              <w:t>سر</w:t>
            </w:r>
            <w:r w:rsidRPr="00E9510F">
              <w:t>  </w:t>
            </w:r>
            <w:r w:rsidRPr="0042207F">
              <w:rPr>
                <w:rtl/>
              </w:rPr>
              <w:t>انجام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دیا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728"/>
        <w:gridCol w:w="337"/>
        <w:gridCol w:w="4682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صاحبِ</w:t>
            </w:r>
            <w:r w:rsidRPr="00E9510F">
              <w:t>   </w:t>
            </w:r>
            <w:r w:rsidRPr="0042207F">
              <w:rPr>
                <w:rtl/>
              </w:rPr>
              <w:t>شرم</w:t>
            </w:r>
            <w:r w:rsidRPr="00E9510F">
              <w:t>   </w:t>
            </w:r>
            <w:r w:rsidRPr="0042207F">
              <w:rPr>
                <w:rtl/>
              </w:rPr>
              <w:t>و</w:t>
            </w:r>
            <w:r w:rsidRPr="00E9510F">
              <w:t>   </w:t>
            </w:r>
            <w:r w:rsidRPr="0042207F">
              <w:rPr>
                <w:rtl/>
              </w:rPr>
              <w:t>حیا</w:t>
            </w:r>
            <w:r w:rsidRPr="00E9510F">
              <w:t>   </w:t>
            </w:r>
            <w:r w:rsidRPr="0042207F">
              <w:rPr>
                <w:rtl/>
              </w:rPr>
              <w:t>صاحب</w:t>
            </w:r>
            <w:r w:rsidRPr="00E9510F">
              <w:t>   </w:t>
            </w:r>
            <w:r w:rsidRPr="0042207F">
              <w:rPr>
                <w:rtl/>
              </w:rPr>
              <w:t>اخلاقِ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خلیق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t> </w:t>
            </w:r>
            <w:r w:rsidRPr="0042207F">
              <w:rPr>
                <w:rtl/>
              </w:rPr>
              <w:t>ذی</w:t>
            </w:r>
            <w:r w:rsidRPr="00E9510F">
              <w:t>  </w:t>
            </w:r>
            <w:r w:rsidRPr="0042207F">
              <w:rPr>
                <w:rtl/>
              </w:rPr>
              <w:t>چشم</w:t>
            </w:r>
            <w:r w:rsidRPr="00E9510F">
              <w:t>  </w:t>
            </w:r>
            <w:r w:rsidRPr="0042207F">
              <w:rPr>
                <w:rtl/>
              </w:rPr>
              <w:t>ذی</w:t>
            </w:r>
            <w:r w:rsidRPr="00E9510F">
              <w:t>  </w:t>
            </w:r>
            <w:r w:rsidRPr="0042207F">
              <w:rPr>
                <w:rtl/>
              </w:rPr>
              <w:t>قدم</w:t>
            </w:r>
            <w:r w:rsidRPr="00E9510F">
              <w:t>  </w:t>
            </w:r>
            <w:r w:rsidRPr="0042207F">
              <w:rPr>
                <w:rtl/>
              </w:rPr>
              <w:t>و</w:t>
            </w:r>
            <w:r w:rsidRPr="00E9510F">
              <w:t>  </w:t>
            </w:r>
            <w:r w:rsidRPr="0042207F">
              <w:rPr>
                <w:rtl/>
              </w:rPr>
              <w:t>ذی</w:t>
            </w:r>
            <w:r w:rsidRPr="00E9510F">
              <w:t>  </w:t>
            </w:r>
            <w:r w:rsidRPr="0042207F">
              <w:rPr>
                <w:rtl/>
              </w:rPr>
              <w:t>شرف</w:t>
            </w:r>
            <w:r w:rsidRPr="00E9510F">
              <w:t>  </w:t>
            </w:r>
            <w:r w:rsidRPr="0042207F">
              <w:rPr>
                <w:rtl/>
              </w:rPr>
              <w:t>و</w:t>
            </w:r>
            <w:r w:rsidRPr="00E9510F">
              <w:t> </w:t>
            </w:r>
            <w:r w:rsidRPr="0042207F">
              <w:rPr>
                <w:rtl/>
              </w:rPr>
              <w:t>ذی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توفیق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واقفِ</w:t>
            </w:r>
            <w:r w:rsidRPr="00E9510F">
              <w:t>    </w:t>
            </w:r>
            <w:r w:rsidRPr="0042207F">
              <w:rPr>
                <w:rtl/>
              </w:rPr>
              <w:t>سرِ</w:t>
            </w:r>
            <w:r w:rsidRPr="00E9510F">
              <w:t>    </w:t>
            </w:r>
            <w:r w:rsidRPr="0042207F">
              <w:rPr>
                <w:rtl/>
              </w:rPr>
              <w:t>خدا</w:t>
            </w:r>
            <w:r w:rsidRPr="00E9510F">
              <w:t>    </w:t>
            </w:r>
            <w:r w:rsidRPr="0042207F">
              <w:rPr>
                <w:rtl/>
              </w:rPr>
              <w:t>عالم</w:t>
            </w:r>
            <w:r w:rsidRPr="00E9510F">
              <w:t>    </w:t>
            </w:r>
            <w:r w:rsidRPr="0042207F">
              <w:rPr>
                <w:rtl/>
              </w:rPr>
              <w:t>و</w:t>
            </w:r>
            <w:r w:rsidRPr="00E9510F">
              <w:t>    </w:t>
            </w:r>
            <w:r w:rsidRPr="0042207F">
              <w:rPr>
                <w:rtl/>
              </w:rPr>
              <w:t>دانا</w:t>
            </w:r>
            <w:r w:rsidRPr="00E9510F">
              <w:t>    </w:t>
            </w:r>
            <w:r w:rsidRPr="0042207F">
              <w:rPr>
                <w:rtl/>
              </w:rPr>
              <w:t>و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لئیق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خالق</w:t>
            </w:r>
            <w:r w:rsidRPr="00E9510F">
              <w:t>   </w:t>
            </w:r>
            <w:r w:rsidRPr="0042207F">
              <w:rPr>
                <w:rtl/>
              </w:rPr>
              <w:t>کل</w:t>
            </w:r>
            <w:r w:rsidRPr="00E9510F">
              <w:t>  </w:t>
            </w:r>
            <w:r w:rsidRPr="0042207F">
              <w:rPr>
                <w:rtl/>
              </w:rPr>
              <w:t>کو</w:t>
            </w:r>
            <w:r w:rsidRPr="00E9510F">
              <w:t>  </w:t>
            </w:r>
            <w:r w:rsidRPr="0042207F">
              <w:rPr>
                <w:rtl/>
              </w:rPr>
              <w:t>پسند</w:t>
            </w:r>
            <w:r w:rsidRPr="00E9510F">
              <w:t>  </w:t>
            </w:r>
            <w:r w:rsidRPr="0042207F">
              <w:rPr>
                <w:rtl/>
              </w:rPr>
              <w:t>آیا</w:t>
            </w:r>
            <w:r w:rsidRPr="00E9510F">
              <w:t>  </w:t>
            </w:r>
            <w:r w:rsidRPr="0042207F">
              <w:rPr>
                <w:rtl/>
              </w:rPr>
              <w:t>وہ</w:t>
            </w:r>
            <w:r w:rsidRPr="00E9510F">
              <w:t>  </w:t>
            </w:r>
            <w:r w:rsidRPr="0042207F">
              <w:rPr>
                <w:rtl/>
              </w:rPr>
              <w:t>تھا</w:t>
            </w:r>
            <w:r w:rsidRPr="00E9510F">
              <w:t>  </w:t>
            </w:r>
            <w:r w:rsidRPr="0042207F">
              <w:rPr>
                <w:rtl/>
              </w:rPr>
              <w:t>ان</w:t>
            </w:r>
            <w:r w:rsidRPr="00E9510F">
              <w:t>  </w:t>
            </w:r>
            <w:r w:rsidRPr="0042207F">
              <w:rPr>
                <w:rtl/>
              </w:rPr>
              <w:t>کا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طریق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گر</w:t>
            </w:r>
            <w:r w:rsidRPr="00E9510F">
              <w:t>  </w:t>
            </w:r>
            <w:r>
              <w:rPr>
                <w:rtl/>
              </w:rPr>
              <w:t>زمانہ</w:t>
            </w:r>
            <w:r w:rsidRPr="00E9510F">
              <w:t>  </w:t>
            </w:r>
            <w:r>
              <w:rPr>
                <w:rtl/>
              </w:rPr>
              <w:t>میں</w:t>
            </w:r>
            <w:r w:rsidRPr="00E9510F">
              <w:t>  </w:t>
            </w:r>
            <w:r>
              <w:rPr>
                <w:rtl/>
              </w:rPr>
              <w:t>نہ</w:t>
            </w:r>
            <w:r w:rsidRPr="00E9510F">
              <w:t>  </w:t>
            </w:r>
            <w:r>
              <w:rPr>
                <w:rtl/>
              </w:rPr>
              <w:t>یہ</w:t>
            </w:r>
            <w:r w:rsidRPr="00E9510F">
              <w:t>  </w:t>
            </w:r>
            <w:r>
              <w:rPr>
                <w:rtl/>
              </w:rPr>
              <w:t>صاحبِ</w:t>
            </w:r>
            <w:r w:rsidRPr="00E9510F">
              <w:t>  </w:t>
            </w:r>
            <w:r>
              <w:rPr>
                <w:rtl/>
              </w:rPr>
              <w:t>عصمت</w:t>
            </w:r>
            <w:r w:rsidRPr="00E9510F">
              <w:t>  </w:t>
            </w:r>
            <w:r>
              <w:rPr>
                <w:rtl/>
              </w:rPr>
              <w:t>ہوتیں</w:t>
            </w:r>
            <w:r w:rsidRPr="00E9510F">
              <w:t>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پھر</w:t>
            </w:r>
            <w:r w:rsidRPr="00E9510F">
              <w:t>   </w:t>
            </w:r>
            <w:r>
              <w:rPr>
                <w:rtl/>
              </w:rPr>
              <w:t>تو</w:t>
            </w:r>
            <w:r w:rsidRPr="00E9510F">
              <w:t>   </w:t>
            </w:r>
            <w:r>
              <w:rPr>
                <w:rtl/>
              </w:rPr>
              <w:t>نسوانِ</w:t>
            </w:r>
            <w:r w:rsidRPr="00E9510F">
              <w:t>   </w:t>
            </w:r>
            <w:r>
              <w:rPr>
                <w:rtl/>
              </w:rPr>
              <w:t>جہاں</w:t>
            </w:r>
            <w:r w:rsidRPr="00E9510F">
              <w:t>   </w:t>
            </w:r>
            <w:r>
              <w:rPr>
                <w:rtl/>
              </w:rPr>
              <w:t>قابلِ</w:t>
            </w:r>
            <w:r w:rsidRPr="00E9510F">
              <w:t>   </w:t>
            </w:r>
            <w:r>
              <w:rPr>
                <w:rtl/>
              </w:rPr>
              <w:t>نفرت</w:t>
            </w:r>
            <w:r w:rsidRPr="00E9510F">
              <w:t>  </w:t>
            </w:r>
            <w:r>
              <w:rPr>
                <w:rtl/>
              </w:rPr>
              <w:t>ہوتیں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728"/>
        <w:gridCol w:w="337"/>
        <w:gridCol w:w="4682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اک</w:t>
            </w:r>
            <w:r w:rsidRPr="00E9510F">
              <w:t>  </w:t>
            </w:r>
            <w:r w:rsidRPr="0042207F">
              <w:rPr>
                <w:rtl/>
              </w:rPr>
              <w:t>رسالہ</w:t>
            </w:r>
            <w:r w:rsidRPr="00E9510F">
              <w:t>  </w:t>
            </w:r>
            <w:r w:rsidRPr="0042207F">
              <w:rPr>
                <w:rtl/>
              </w:rPr>
              <w:t>میں</w:t>
            </w:r>
            <w:r w:rsidRPr="00E9510F">
              <w:t> </w:t>
            </w:r>
            <w:r w:rsidRPr="0042207F">
              <w:rPr>
                <w:rtl/>
              </w:rPr>
              <w:t>یہ</w:t>
            </w:r>
            <w:r w:rsidRPr="00E9510F">
              <w:t> </w:t>
            </w:r>
            <w:r w:rsidRPr="0042207F">
              <w:rPr>
                <w:rtl/>
              </w:rPr>
              <w:t>مضمون</w:t>
            </w:r>
            <w:r w:rsidRPr="00E9510F">
              <w:t> </w:t>
            </w:r>
            <w:r w:rsidRPr="0042207F">
              <w:rPr>
                <w:rtl/>
              </w:rPr>
              <w:t>ہے</w:t>
            </w:r>
            <w:r w:rsidRPr="00E9510F">
              <w:t> </w:t>
            </w:r>
            <w:r w:rsidRPr="0042207F">
              <w:rPr>
                <w:rtl/>
              </w:rPr>
              <w:t>میں</w:t>
            </w:r>
            <w:r w:rsidRPr="00E9510F">
              <w:t> </w:t>
            </w:r>
            <w:r w:rsidRPr="0042207F">
              <w:rPr>
                <w:rtl/>
              </w:rPr>
              <w:t>نے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دیکھا</w:t>
            </w:r>
            <w:r w:rsidRPr="00E9510F">
              <w:t> 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 w:rsidRPr="00E9510F">
              <w:t>  </w:t>
            </w:r>
            <w:r>
              <w:rPr>
                <w:rtl/>
              </w:rPr>
              <w:t>باپ</w:t>
            </w:r>
            <w:r w:rsidRPr="00E9510F">
              <w:t>   </w:t>
            </w:r>
            <w:r>
              <w:rPr>
                <w:rtl/>
              </w:rPr>
              <w:t>کے</w:t>
            </w:r>
            <w:r w:rsidRPr="00E9510F">
              <w:t>  </w:t>
            </w:r>
            <w:r>
              <w:rPr>
                <w:rtl/>
              </w:rPr>
              <w:t>پاس</w:t>
            </w:r>
            <w:r w:rsidRPr="00E9510F">
              <w:t>  </w:t>
            </w:r>
            <w:r>
              <w:rPr>
                <w:rtl/>
              </w:rPr>
              <w:t>تھیں</w:t>
            </w:r>
            <w:r w:rsidRPr="00E9510F">
              <w:t>  </w:t>
            </w:r>
            <w:r>
              <w:rPr>
                <w:rtl/>
              </w:rPr>
              <w:t>اک</w:t>
            </w:r>
            <w:r w:rsidRPr="00E9510F">
              <w:t>  </w:t>
            </w:r>
            <w:r>
              <w:rPr>
                <w:rtl/>
              </w:rPr>
              <w:t>روز</w:t>
            </w:r>
            <w:r w:rsidRPr="00E9510F">
              <w:t>  </w:t>
            </w:r>
            <w:r>
              <w:rPr>
                <w:rtl/>
              </w:rPr>
              <w:t>جنابِ</w:t>
            </w:r>
            <w:r w:rsidRPr="00E9510F">
              <w:t>  </w:t>
            </w:r>
            <w:r>
              <w:rPr>
                <w:rtl/>
              </w:rPr>
              <w:t>زہراؑ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ناگہاں</w:t>
            </w:r>
            <w:r w:rsidRPr="00E9510F">
              <w:t>   </w:t>
            </w:r>
            <w:r w:rsidRPr="0042207F">
              <w:rPr>
                <w:rtl/>
              </w:rPr>
              <w:t>کان</w:t>
            </w:r>
            <w:r w:rsidRPr="00E9510F">
              <w:t>   </w:t>
            </w:r>
            <w:r w:rsidRPr="0042207F">
              <w:rPr>
                <w:rtl/>
              </w:rPr>
              <w:t>میں</w:t>
            </w:r>
            <w:r w:rsidRPr="00E9510F">
              <w:t>  </w:t>
            </w:r>
            <w:r w:rsidRPr="0042207F">
              <w:rPr>
                <w:rtl/>
              </w:rPr>
              <w:t>آئی</w:t>
            </w:r>
            <w:r w:rsidRPr="00E9510F">
              <w:t>  </w:t>
            </w:r>
            <w:r w:rsidRPr="0042207F">
              <w:rPr>
                <w:rtl/>
              </w:rPr>
              <w:t>کسی</w:t>
            </w:r>
            <w:r w:rsidRPr="00E9510F">
              <w:t>  </w:t>
            </w:r>
            <w:r w:rsidRPr="0042207F">
              <w:rPr>
                <w:rtl/>
              </w:rPr>
              <w:t>سائل</w:t>
            </w:r>
            <w:r w:rsidRPr="00E9510F">
              <w:t>  </w:t>
            </w:r>
            <w:r w:rsidRPr="0042207F">
              <w:rPr>
                <w:rtl/>
              </w:rPr>
              <w:t>کی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صدا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 w:rsidRPr="00E9510F">
              <w:t>   </w:t>
            </w:r>
            <w:r>
              <w:rPr>
                <w:rtl/>
              </w:rPr>
              <w:t>آپ</w:t>
            </w:r>
            <w:r w:rsidRPr="00E9510F">
              <w:t>   </w:t>
            </w:r>
            <w:r>
              <w:rPr>
                <w:rtl/>
              </w:rPr>
              <w:t>چھپنے</w:t>
            </w:r>
            <w:r w:rsidRPr="00E9510F">
              <w:t>   </w:t>
            </w:r>
            <w:r>
              <w:rPr>
                <w:rtl/>
              </w:rPr>
              <w:t>لگیں</w:t>
            </w:r>
            <w:r w:rsidRPr="00E9510F">
              <w:t>   </w:t>
            </w:r>
            <w:r>
              <w:rPr>
                <w:rtl/>
              </w:rPr>
              <w:t>آواز</w:t>
            </w:r>
            <w:r w:rsidRPr="00E9510F">
              <w:t>   </w:t>
            </w:r>
            <w:r>
              <w:rPr>
                <w:rtl/>
              </w:rPr>
              <w:t>کو</w:t>
            </w:r>
            <w:r w:rsidRPr="00E9510F">
              <w:t>   </w:t>
            </w:r>
            <w:r>
              <w:rPr>
                <w:rtl/>
              </w:rPr>
              <w:t>اس</w:t>
            </w:r>
            <w:r w:rsidRPr="00E9510F">
              <w:t>  </w:t>
            </w:r>
            <w:r>
              <w:rPr>
                <w:rtl/>
              </w:rPr>
              <w:t>کی</w:t>
            </w:r>
            <w:r w:rsidRPr="00E9510F">
              <w:t>  </w:t>
            </w:r>
            <w:r>
              <w:rPr>
                <w:rtl/>
              </w:rPr>
              <w:t>جا</w:t>
            </w:r>
            <w:r w:rsidRPr="00E9510F">
              <w:t>  </w:t>
            </w:r>
            <w:r>
              <w:rPr>
                <w:rtl/>
              </w:rPr>
              <w:t>سنا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اُس</w:t>
            </w:r>
            <w:r w:rsidRPr="00E9510F">
              <w:t>  </w:t>
            </w:r>
            <w:r>
              <w:rPr>
                <w:rtl/>
              </w:rPr>
              <w:t>کی</w:t>
            </w:r>
            <w:r w:rsidRPr="00E9510F">
              <w:t>  </w:t>
            </w:r>
            <w:r>
              <w:rPr>
                <w:rtl/>
              </w:rPr>
              <w:t>آنے</w:t>
            </w:r>
            <w:r w:rsidRPr="00E9510F">
              <w:t>  </w:t>
            </w:r>
            <w:r>
              <w:rPr>
                <w:rtl/>
              </w:rPr>
              <w:t>کی</w:t>
            </w:r>
            <w:r w:rsidRPr="00E9510F">
              <w:t>  </w:t>
            </w:r>
            <w:r>
              <w:rPr>
                <w:rtl/>
              </w:rPr>
              <w:t>خبر</w:t>
            </w:r>
            <w:r w:rsidRPr="00E9510F">
              <w:t>  </w:t>
            </w:r>
            <w:r>
              <w:rPr>
                <w:rtl/>
              </w:rPr>
              <w:t>پاتے</w:t>
            </w:r>
            <w:r w:rsidRPr="00E9510F">
              <w:t>  </w:t>
            </w:r>
            <w:r>
              <w:rPr>
                <w:rtl/>
              </w:rPr>
              <w:t>ہی</w:t>
            </w:r>
            <w:r w:rsidRPr="00E9510F">
              <w:t> </w:t>
            </w:r>
            <w:r>
              <w:rPr>
                <w:rtl/>
              </w:rPr>
              <w:t>تھرانے</w:t>
            </w:r>
            <w:r w:rsidRPr="00E9510F">
              <w:t> </w:t>
            </w:r>
            <w:r>
              <w:rPr>
                <w:rtl/>
              </w:rPr>
              <w:t>لگیں</w:t>
            </w:r>
            <w:r w:rsidRPr="00E9510F">
              <w:t>  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پردہ</w:t>
            </w:r>
            <w:r w:rsidRPr="00E9510F">
              <w:t>  </w:t>
            </w:r>
            <w:r>
              <w:rPr>
                <w:rtl/>
              </w:rPr>
              <w:t>کرنے</w:t>
            </w:r>
            <w:r w:rsidRPr="00E9510F">
              <w:t>  </w:t>
            </w:r>
            <w:r>
              <w:rPr>
                <w:rtl/>
              </w:rPr>
              <w:t>لگیں</w:t>
            </w:r>
            <w:r w:rsidRPr="00E9510F">
              <w:t>  </w:t>
            </w:r>
            <w:r>
              <w:rPr>
                <w:rtl/>
              </w:rPr>
              <w:t>چھپنے</w:t>
            </w:r>
            <w:r w:rsidRPr="00E9510F">
              <w:t>  </w:t>
            </w:r>
            <w:r>
              <w:rPr>
                <w:rtl/>
              </w:rPr>
              <w:t>لگیں</w:t>
            </w:r>
            <w:r w:rsidRPr="00E9510F">
              <w:t>  </w:t>
            </w:r>
            <w:r>
              <w:rPr>
                <w:rtl/>
              </w:rPr>
              <w:t>گھبرانے</w:t>
            </w:r>
            <w:r w:rsidRPr="00E9510F">
              <w:t>  </w:t>
            </w:r>
            <w:r>
              <w:rPr>
                <w:rtl/>
              </w:rPr>
              <w:t>لگیں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728"/>
        <w:gridCol w:w="337"/>
        <w:gridCol w:w="4682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ہنس</w:t>
            </w:r>
            <w:r w:rsidRPr="00E9510F">
              <w:t>  </w:t>
            </w:r>
            <w:r w:rsidRPr="0042207F">
              <w:rPr>
                <w:rtl/>
              </w:rPr>
              <w:t>کے</w:t>
            </w:r>
            <w:r w:rsidRPr="00E9510F">
              <w:t>  </w:t>
            </w:r>
            <w:r w:rsidRPr="0042207F">
              <w:rPr>
                <w:rtl/>
              </w:rPr>
              <w:t>فرمایا</w:t>
            </w:r>
            <w:r w:rsidRPr="00E9510F">
              <w:t>  </w:t>
            </w:r>
            <w:r w:rsidRPr="0042207F">
              <w:rPr>
                <w:rtl/>
              </w:rPr>
              <w:t>پیمبرؐ</w:t>
            </w:r>
            <w:r w:rsidRPr="00E9510F">
              <w:t>  </w:t>
            </w:r>
            <w:r w:rsidRPr="0042207F">
              <w:rPr>
                <w:rtl/>
              </w:rPr>
              <w:t>نے</w:t>
            </w:r>
            <w:r w:rsidRPr="00E9510F">
              <w:t>  </w:t>
            </w:r>
            <w:r w:rsidRPr="0042207F">
              <w:rPr>
                <w:rtl/>
              </w:rPr>
              <w:t>کہ</w:t>
            </w:r>
            <w:r w:rsidRPr="00E9510F">
              <w:t>  </w:t>
            </w:r>
            <w:r w:rsidRPr="0042207F">
              <w:rPr>
                <w:rtl/>
              </w:rPr>
              <w:t>بی</w:t>
            </w:r>
            <w:r w:rsidRPr="00E9510F">
              <w:t> </w:t>
            </w:r>
            <w:r w:rsidRPr="0042207F">
              <w:rPr>
                <w:rtl/>
              </w:rPr>
              <w:t>بی</w:t>
            </w:r>
            <w:r w:rsidRPr="00E9510F">
              <w:t> </w:t>
            </w:r>
            <w:r w:rsidRPr="0042207F">
              <w:rPr>
                <w:rtl/>
              </w:rPr>
              <w:t>میں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فدا</w:t>
            </w:r>
            <w:r w:rsidRPr="00E9510F">
              <w:t> 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کس</w:t>
            </w:r>
            <w:r w:rsidRPr="00E9510F">
              <w:t> </w:t>
            </w:r>
            <w:r>
              <w:rPr>
                <w:rtl/>
              </w:rPr>
              <w:t>لئے</w:t>
            </w:r>
            <w:r w:rsidRPr="00E9510F">
              <w:t> </w:t>
            </w:r>
            <w:r>
              <w:rPr>
                <w:rtl/>
              </w:rPr>
              <w:t>چھپتی</w:t>
            </w:r>
            <w:r w:rsidRPr="00E9510F">
              <w:t> </w:t>
            </w:r>
            <w:r>
              <w:rPr>
                <w:rtl/>
              </w:rPr>
              <w:t>ہو</w:t>
            </w:r>
            <w:r w:rsidRPr="00E9510F">
              <w:t> </w:t>
            </w:r>
            <w:r>
              <w:rPr>
                <w:rtl/>
              </w:rPr>
              <w:t>کیوں</w:t>
            </w:r>
            <w:r w:rsidRPr="00E9510F">
              <w:t> </w:t>
            </w:r>
            <w:r>
              <w:rPr>
                <w:rtl/>
              </w:rPr>
              <w:t>کرتی</w:t>
            </w:r>
            <w:r w:rsidRPr="00E9510F">
              <w:t> </w:t>
            </w:r>
            <w:r>
              <w:rPr>
                <w:rtl/>
              </w:rPr>
              <w:t>ہو</w:t>
            </w:r>
            <w:r w:rsidRPr="00E9510F">
              <w:t> </w:t>
            </w:r>
            <w:r>
              <w:rPr>
                <w:rtl/>
              </w:rPr>
              <w:t>اس</w:t>
            </w:r>
            <w:r w:rsidRPr="00E9510F">
              <w:t> </w:t>
            </w:r>
            <w:r>
              <w:rPr>
                <w:rtl/>
              </w:rPr>
              <w:t>سے</w:t>
            </w:r>
            <w:r w:rsidRPr="00E9510F">
              <w:t> </w:t>
            </w:r>
            <w:r>
              <w:rPr>
                <w:rtl/>
              </w:rPr>
              <w:t>پردا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اے</w:t>
            </w:r>
            <w:r w:rsidRPr="00E9510F">
              <w:t>   </w:t>
            </w:r>
            <w:r w:rsidRPr="0042207F">
              <w:rPr>
                <w:rtl/>
              </w:rPr>
              <w:t>مری</w:t>
            </w:r>
            <w:r w:rsidRPr="00E9510F">
              <w:t>   </w:t>
            </w:r>
            <w:r w:rsidRPr="0042207F">
              <w:rPr>
                <w:rtl/>
              </w:rPr>
              <w:t>نورِ</w:t>
            </w:r>
            <w:r w:rsidRPr="00E9510F">
              <w:t>   </w:t>
            </w:r>
            <w:r w:rsidRPr="0042207F">
              <w:rPr>
                <w:rtl/>
              </w:rPr>
              <w:t>نظر</w:t>
            </w:r>
            <w:r w:rsidRPr="00E9510F">
              <w:t>   </w:t>
            </w:r>
            <w:r w:rsidRPr="0042207F">
              <w:rPr>
                <w:rtl/>
              </w:rPr>
              <w:t>یہ</w:t>
            </w:r>
            <w:r w:rsidRPr="00E9510F">
              <w:t>   </w:t>
            </w:r>
            <w:r w:rsidRPr="0042207F">
              <w:rPr>
                <w:rtl/>
              </w:rPr>
              <w:t>تو</w:t>
            </w:r>
            <w:r w:rsidRPr="00E9510F">
              <w:t>  </w:t>
            </w:r>
            <w:r w:rsidRPr="0042207F">
              <w:rPr>
                <w:rtl/>
              </w:rPr>
              <w:t>ہے</w:t>
            </w:r>
            <w:r w:rsidRPr="00E9510F">
              <w:t>  </w:t>
            </w:r>
            <w:r w:rsidRPr="0042207F">
              <w:rPr>
                <w:rtl/>
              </w:rPr>
              <w:t>خود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نابینا</w:t>
            </w:r>
            <w:r w:rsidRPr="00E9510F">
              <w:t> 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عرض</w:t>
            </w:r>
            <w:r w:rsidRPr="00E9510F">
              <w:t>   </w:t>
            </w:r>
            <w:r w:rsidRPr="0042207F">
              <w:rPr>
                <w:rtl/>
              </w:rPr>
              <w:t>کی</w:t>
            </w:r>
            <w:r w:rsidRPr="00E9510F">
              <w:t>   </w:t>
            </w:r>
            <w:r w:rsidRPr="0042207F">
              <w:rPr>
                <w:rtl/>
              </w:rPr>
              <w:t>آپ</w:t>
            </w:r>
            <w:r w:rsidRPr="00E9510F">
              <w:t>   </w:t>
            </w:r>
            <w:r w:rsidRPr="0042207F">
              <w:rPr>
                <w:rtl/>
              </w:rPr>
              <w:t>نے</w:t>
            </w:r>
            <w:r w:rsidRPr="00E9510F">
              <w:t>   </w:t>
            </w:r>
            <w:r w:rsidRPr="0042207F">
              <w:rPr>
                <w:rtl/>
              </w:rPr>
              <w:t>بینا</w:t>
            </w:r>
            <w:r w:rsidRPr="00E9510F">
              <w:t>  </w:t>
            </w:r>
            <w:r w:rsidRPr="0042207F">
              <w:rPr>
                <w:rtl/>
              </w:rPr>
              <w:t>تو</w:t>
            </w:r>
            <w:r w:rsidRPr="00E9510F">
              <w:t>  </w:t>
            </w:r>
            <w:r w:rsidRPr="0042207F">
              <w:rPr>
                <w:rtl/>
              </w:rPr>
              <w:t>مگر</w:t>
            </w:r>
            <w:r w:rsidRPr="00E9510F">
              <w:t>  </w:t>
            </w:r>
            <w:r w:rsidRPr="0042207F">
              <w:rPr>
                <w:rtl/>
              </w:rPr>
              <w:t>ہے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زہراؑ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غیر</w:t>
            </w:r>
            <w:r w:rsidRPr="00E9510F">
              <w:t>   </w:t>
            </w:r>
            <w:r w:rsidRPr="0042207F">
              <w:rPr>
                <w:rtl/>
              </w:rPr>
              <w:t>محرم</w:t>
            </w:r>
            <w:r w:rsidRPr="00E9510F">
              <w:t>   </w:t>
            </w:r>
            <w:r w:rsidRPr="0042207F">
              <w:rPr>
                <w:rtl/>
              </w:rPr>
              <w:t>پہ</w:t>
            </w:r>
            <w:r w:rsidRPr="00E9510F">
              <w:t>   </w:t>
            </w:r>
            <w:r w:rsidRPr="0042207F">
              <w:rPr>
                <w:rtl/>
              </w:rPr>
              <w:t>نظر</w:t>
            </w:r>
            <w:r w:rsidRPr="00E9510F">
              <w:t>   </w:t>
            </w:r>
            <w:r w:rsidRPr="0042207F">
              <w:rPr>
                <w:rtl/>
              </w:rPr>
              <w:t>گر</w:t>
            </w:r>
            <w:r w:rsidRPr="00E9510F">
              <w:t>  </w:t>
            </w:r>
            <w:r w:rsidRPr="0042207F">
              <w:rPr>
                <w:rtl/>
              </w:rPr>
              <w:t>میری</w:t>
            </w:r>
            <w:r w:rsidRPr="00E9510F">
              <w:t>  </w:t>
            </w:r>
            <w:r w:rsidRPr="0042207F">
              <w:rPr>
                <w:rtl/>
              </w:rPr>
              <w:t>پڑ</w:t>
            </w:r>
            <w:r w:rsidRPr="00E9510F">
              <w:t>  </w:t>
            </w:r>
            <w:r w:rsidRPr="0042207F">
              <w:rPr>
                <w:rtl/>
              </w:rPr>
              <w:t>جائے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گی</w:t>
            </w:r>
            <w:r w:rsidRPr="00E9510F">
              <w:t>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بابا</w:t>
            </w:r>
            <w:r w:rsidRPr="00E9510F">
              <w:t>   </w:t>
            </w:r>
            <w:r w:rsidRPr="0042207F">
              <w:rPr>
                <w:rtl/>
              </w:rPr>
              <w:t>غیرت</w:t>
            </w:r>
            <w:r w:rsidRPr="00E9510F">
              <w:t>   </w:t>
            </w:r>
            <w:r w:rsidRPr="0042207F">
              <w:rPr>
                <w:rtl/>
              </w:rPr>
              <w:t>سے</w:t>
            </w:r>
            <w:r w:rsidRPr="00E9510F">
              <w:t>  </w:t>
            </w:r>
            <w:r w:rsidRPr="0042207F">
              <w:rPr>
                <w:rtl/>
              </w:rPr>
              <w:t>وہیں</w:t>
            </w:r>
            <w:r w:rsidRPr="00E9510F">
              <w:t>  </w:t>
            </w:r>
            <w:r w:rsidRPr="0042207F">
              <w:rPr>
                <w:rtl/>
              </w:rPr>
              <w:t>فاطمہؑ</w:t>
            </w:r>
            <w:r w:rsidRPr="00E9510F">
              <w:t>  </w:t>
            </w:r>
            <w:r w:rsidRPr="0042207F">
              <w:rPr>
                <w:rtl/>
              </w:rPr>
              <w:t>گڑ</w:t>
            </w:r>
            <w:r w:rsidRPr="00E9510F">
              <w:t>  </w:t>
            </w:r>
            <w:r w:rsidRPr="0042207F">
              <w:rPr>
                <w:rtl/>
              </w:rPr>
              <w:t>جائے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گی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721"/>
        <w:gridCol w:w="336"/>
        <w:gridCol w:w="4690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ہے</w:t>
            </w:r>
            <w:r w:rsidRPr="00E9510F">
              <w:t>   </w:t>
            </w:r>
            <w:r w:rsidRPr="0042207F">
              <w:rPr>
                <w:rtl/>
              </w:rPr>
              <w:t>کوئی</w:t>
            </w:r>
            <w:r w:rsidRPr="00E9510F">
              <w:t>   </w:t>
            </w:r>
            <w:r w:rsidRPr="0042207F">
              <w:rPr>
                <w:rtl/>
              </w:rPr>
              <w:t>پرد</w:t>
            </w:r>
            <w:r w:rsidRPr="00E9510F">
              <w:rPr>
                <w:rFonts w:hint="cs"/>
                <w:rtl/>
              </w:rPr>
              <w:t>ۂ</w:t>
            </w:r>
            <w:r w:rsidRPr="00E9510F">
              <w:t>  </w:t>
            </w:r>
            <w:r w:rsidRPr="0042207F">
              <w:rPr>
                <w:rtl/>
              </w:rPr>
              <w:t>زہراؑ</w:t>
            </w:r>
            <w:r w:rsidRPr="00E9510F">
              <w:t>  </w:t>
            </w:r>
            <w:r w:rsidRPr="0042207F">
              <w:rPr>
                <w:rtl/>
              </w:rPr>
              <w:t>کی</w:t>
            </w:r>
            <w:r w:rsidRPr="00E9510F">
              <w:t>  </w:t>
            </w:r>
            <w:r w:rsidRPr="0042207F">
              <w:rPr>
                <w:rtl/>
              </w:rPr>
              <w:t>زمانے</w:t>
            </w:r>
            <w:r w:rsidRPr="00E9510F">
              <w:t>  </w:t>
            </w:r>
            <w:r w:rsidRPr="0042207F">
              <w:rPr>
                <w:rtl/>
              </w:rPr>
              <w:t>میں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مثال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مرتے</w:t>
            </w:r>
            <w:r w:rsidRPr="00E9510F">
              <w:t>  </w:t>
            </w:r>
            <w:r w:rsidRPr="0042207F">
              <w:rPr>
                <w:rtl/>
              </w:rPr>
              <w:t>مرتے</w:t>
            </w:r>
            <w:r w:rsidRPr="00E9510F">
              <w:t>  </w:t>
            </w:r>
            <w:r w:rsidRPr="0042207F">
              <w:rPr>
                <w:rtl/>
              </w:rPr>
              <w:t>رہا</w:t>
            </w:r>
            <w:r w:rsidRPr="00E9510F">
              <w:t>  </w:t>
            </w:r>
            <w:r w:rsidRPr="0042207F">
              <w:rPr>
                <w:rtl/>
              </w:rPr>
              <w:t>جس</w:t>
            </w:r>
            <w:r w:rsidRPr="00E9510F">
              <w:t>  </w:t>
            </w:r>
            <w:r w:rsidRPr="0042207F">
              <w:rPr>
                <w:rtl/>
              </w:rPr>
              <w:t>بی</w:t>
            </w:r>
            <w:r w:rsidRPr="00E9510F">
              <w:t>  </w:t>
            </w:r>
            <w:r w:rsidRPr="0042207F">
              <w:rPr>
                <w:rtl/>
              </w:rPr>
              <w:t>بی</w:t>
            </w:r>
            <w:r w:rsidRPr="00E9510F">
              <w:t> </w:t>
            </w:r>
            <w:r w:rsidRPr="0042207F">
              <w:rPr>
                <w:rtl/>
              </w:rPr>
              <w:t>کو</w:t>
            </w:r>
            <w:r w:rsidRPr="00E9510F">
              <w:t> </w:t>
            </w:r>
            <w:r w:rsidRPr="0042207F">
              <w:rPr>
                <w:rtl/>
              </w:rPr>
              <w:t>پردہ</w:t>
            </w:r>
            <w:r w:rsidRPr="00E9510F">
              <w:t> </w:t>
            </w:r>
            <w:r w:rsidRPr="0042207F">
              <w:rPr>
                <w:rtl/>
              </w:rPr>
              <w:t>کا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خیال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مرحبا</w:t>
            </w:r>
            <w:r w:rsidRPr="00E9510F">
              <w:t>     </w:t>
            </w:r>
            <w:r w:rsidRPr="0042207F">
              <w:rPr>
                <w:rtl/>
              </w:rPr>
              <w:t>مرحبا</w:t>
            </w:r>
            <w:r w:rsidRPr="00E9510F">
              <w:t>    </w:t>
            </w:r>
            <w:r w:rsidRPr="0042207F">
              <w:rPr>
                <w:rtl/>
              </w:rPr>
              <w:t>اے</w:t>
            </w:r>
            <w:r w:rsidRPr="00E9510F">
              <w:t>    </w:t>
            </w:r>
            <w:r w:rsidRPr="0042207F">
              <w:rPr>
                <w:rtl/>
              </w:rPr>
              <w:t>فاطمہؑ</w:t>
            </w:r>
            <w:r w:rsidRPr="00E9510F">
              <w:t>    </w:t>
            </w:r>
            <w:r w:rsidRPr="0042207F">
              <w:rPr>
                <w:rtl/>
              </w:rPr>
              <w:t>نیک</w:t>
            </w:r>
            <w:r w:rsidRPr="00E9510F">
              <w:t> 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خصال</w:t>
            </w:r>
            <w:r w:rsidRPr="00E9510F">
              <w:t>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نزع</w:t>
            </w:r>
            <w:r w:rsidRPr="00E9510F">
              <w:t>  </w:t>
            </w:r>
            <w:r>
              <w:rPr>
                <w:rtl/>
              </w:rPr>
              <w:t>میں</w:t>
            </w:r>
            <w:r w:rsidRPr="00E9510F">
              <w:t>  </w:t>
            </w:r>
            <w:r>
              <w:rPr>
                <w:rtl/>
              </w:rPr>
              <w:t>بھی</w:t>
            </w:r>
            <w:r w:rsidRPr="00E9510F">
              <w:t>  </w:t>
            </w:r>
            <w:r>
              <w:rPr>
                <w:rtl/>
              </w:rPr>
              <w:t>رہی</w:t>
            </w:r>
            <w:r w:rsidRPr="00E9510F">
              <w:t>  </w:t>
            </w:r>
            <w:r>
              <w:rPr>
                <w:rtl/>
              </w:rPr>
              <w:t>تاکید</w:t>
            </w:r>
            <w:r w:rsidRPr="00E9510F">
              <w:t>  </w:t>
            </w:r>
            <w:r>
              <w:rPr>
                <w:rtl/>
              </w:rPr>
              <w:t>یہ</w:t>
            </w:r>
            <w:r w:rsidRPr="00E9510F">
              <w:t> </w:t>
            </w:r>
            <w:r>
              <w:rPr>
                <w:rtl/>
              </w:rPr>
              <w:t>حیدرؑ</w:t>
            </w:r>
            <w:r w:rsidRPr="00E9510F">
              <w:t> </w:t>
            </w:r>
            <w:r>
              <w:rPr>
                <w:rtl/>
              </w:rPr>
              <w:t>سے</w:t>
            </w:r>
            <w:r w:rsidRPr="00E9510F">
              <w:t> </w:t>
            </w:r>
            <w:r>
              <w:rPr>
                <w:rtl/>
              </w:rPr>
              <w:t>کمال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میرا</w:t>
            </w:r>
            <w:r w:rsidRPr="00E9510F">
              <w:t>    </w:t>
            </w:r>
            <w:r w:rsidRPr="0042207F">
              <w:rPr>
                <w:rtl/>
              </w:rPr>
              <w:t>تابوت</w:t>
            </w:r>
            <w:r w:rsidRPr="00E9510F">
              <w:t>    </w:t>
            </w:r>
            <w:r w:rsidRPr="0042207F">
              <w:rPr>
                <w:rtl/>
              </w:rPr>
              <w:t>کسی</w:t>
            </w:r>
            <w:r w:rsidRPr="00E9510F">
              <w:t>   </w:t>
            </w:r>
            <w:r w:rsidRPr="0042207F">
              <w:rPr>
                <w:rtl/>
              </w:rPr>
              <w:t>کو</w:t>
            </w:r>
            <w:r w:rsidRPr="00E9510F">
              <w:t>   </w:t>
            </w:r>
            <w:r w:rsidRPr="0042207F">
              <w:rPr>
                <w:rtl/>
              </w:rPr>
              <w:t>نہ</w:t>
            </w:r>
            <w:r w:rsidRPr="00E9510F">
              <w:t>   </w:t>
            </w:r>
            <w:r w:rsidRPr="0042207F">
              <w:rPr>
                <w:rtl/>
              </w:rPr>
              <w:t>دکھانا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صاحب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t> </w:t>
            </w:r>
            <w:r w:rsidRPr="0042207F">
              <w:rPr>
                <w:rtl/>
              </w:rPr>
              <w:t>رات</w:t>
            </w:r>
            <w:r w:rsidRPr="00E9510F">
              <w:t>   </w:t>
            </w:r>
            <w:r w:rsidRPr="0042207F">
              <w:rPr>
                <w:rtl/>
              </w:rPr>
              <w:t>کے</w:t>
            </w:r>
            <w:r w:rsidRPr="00E9510F">
              <w:t>   </w:t>
            </w:r>
            <w:r w:rsidRPr="0042207F">
              <w:rPr>
                <w:rtl/>
              </w:rPr>
              <w:t>وقت</w:t>
            </w:r>
            <w:r w:rsidRPr="00E9510F">
              <w:t>   </w:t>
            </w:r>
            <w:r w:rsidRPr="0042207F">
              <w:rPr>
                <w:rtl/>
              </w:rPr>
              <w:t>جنازے</w:t>
            </w:r>
            <w:r w:rsidRPr="00E9510F">
              <w:t>  </w:t>
            </w:r>
            <w:r w:rsidRPr="0042207F">
              <w:rPr>
                <w:rtl/>
              </w:rPr>
              <w:t>کو</w:t>
            </w:r>
            <w:r w:rsidRPr="00E9510F">
              <w:t>  </w:t>
            </w:r>
            <w:r w:rsidRPr="0042207F">
              <w:rPr>
                <w:rtl/>
              </w:rPr>
              <w:t>اُٹھانا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صاحب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p w:rsidR="00E526CC" w:rsidRPr="00530925" w:rsidRDefault="00E526CC" w:rsidP="007759D6">
      <w:pPr>
        <w:pStyle w:val="Heading2Center"/>
        <w:rPr>
          <w:rtl/>
        </w:rPr>
      </w:pPr>
      <w:bookmarkStart w:id="6" w:name="_Toc505082499"/>
      <w:r w:rsidRPr="00530925">
        <w:rPr>
          <w:rtl/>
        </w:rPr>
        <w:t>کربلا یاد ہے کچھ تجھ کو قیامت کا وہ دن</w:t>
      </w:r>
      <w:r w:rsidRPr="00530925">
        <w:br/>
      </w:r>
      <w:r w:rsidR="007759D6">
        <w:rPr>
          <w:rFonts w:hint="cs"/>
          <w:rtl/>
        </w:rPr>
        <w:t xml:space="preserve">-  </w:t>
      </w:r>
      <w:r w:rsidR="007759D6" w:rsidRPr="00530925">
        <w:rPr>
          <w:rtl/>
        </w:rPr>
        <w:t>تا</w:t>
      </w:r>
      <w:r w:rsidR="007759D6">
        <w:rPr>
          <w:rFonts w:hint="cs"/>
          <w:rtl/>
        </w:rPr>
        <w:t xml:space="preserve">  -</w:t>
      </w:r>
      <w:r w:rsidR="007759D6" w:rsidRPr="00530925">
        <w:br/>
      </w:r>
      <w:r w:rsidRPr="00530925">
        <w:rPr>
          <w:rtl/>
        </w:rPr>
        <w:t>غیر توحید و رسالت سے امامت نہ رہے</w:t>
      </w:r>
      <w:bookmarkEnd w:id="6"/>
    </w:p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5053"/>
        <w:gridCol w:w="222"/>
        <w:gridCol w:w="4844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کربلا</w:t>
            </w:r>
            <w:r w:rsidRPr="00E9510F">
              <w:t>    </w:t>
            </w:r>
            <w:r>
              <w:rPr>
                <w:rtl/>
              </w:rPr>
              <w:t>یاد</w:t>
            </w:r>
            <w:r w:rsidRPr="00E9510F">
              <w:t>   </w:t>
            </w:r>
            <w:r>
              <w:rPr>
                <w:rtl/>
              </w:rPr>
              <w:t>ہے</w:t>
            </w:r>
            <w:r w:rsidRPr="00E9510F">
              <w:t>   </w:t>
            </w:r>
            <w:r>
              <w:rPr>
                <w:rtl/>
              </w:rPr>
              <w:t>کچھ</w:t>
            </w:r>
            <w:r w:rsidRPr="00E9510F">
              <w:t>   </w:t>
            </w:r>
            <w:r>
              <w:rPr>
                <w:rtl/>
              </w:rPr>
              <w:t>تجھ</w:t>
            </w:r>
            <w:r w:rsidRPr="00E9510F">
              <w:t>   </w:t>
            </w:r>
            <w:r>
              <w:rPr>
                <w:rtl/>
              </w:rPr>
              <w:t>کو</w:t>
            </w:r>
            <w:r w:rsidRPr="00E9510F">
              <w:t>   </w:t>
            </w:r>
            <w:r>
              <w:rPr>
                <w:rtl/>
              </w:rPr>
              <w:t>قیامت</w:t>
            </w:r>
            <w:r w:rsidRPr="00E9510F">
              <w:t>   </w:t>
            </w:r>
            <w:r>
              <w:rPr>
                <w:rtl/>
              </w:rPr>
              <w:t>کا</w:t>
            </w:r>
            <w:r w:rsidRPr="00E9510F">
              <w:t>   </w:t>
            </w:r>
            <w:r>
              <w:rPr>
                <w:rtl/>
              </w:rPr>
              <w:t>وہ</w:t>
            </w:r>
            <w:r w:rsidRPr="00E9510F">
              <w:t>   </w:t>
            </w:r>
            <w:r>
              <w:rPr>
                <w:rtl/>
              </w:rPr>
              <w:t>دن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وہ</w:t>
            </w:r>
            <w:r w:rsidRPr="00E9510F">
              <w:t>    </w:t>
            </w:r>
            <w:r w:rsidRPr="0042207F">
              <w:rPr>
                <w:rtl/>
              </w:rPr>
              <w:t>بلا</w:t>
            </w:r>
            <w:r w:rsidRPr="00E9510F">
              <w:t>    </w:t>
            </w:r>
            <w:r w:rsidRPr="0042207F">
              <w:rPr>
                <w:rtl/>
              </w:rPr>
              <w:t>خیز</w:t>
            </w:r>
            <w:r w:rsidRPr="00E9510F">
              <w:t>    </w:t>
            </w:r>
            <w:r w:rsidRPr="0042207F">
              <w:rPr>
                <w:rtl/>
              </w:rPr>
              <w:t>سماں</w:t>
            </w:r>
            <w:r w:rsidRPr="00E9510F">
              <w:t>    </w:t>
            </w:r>
            <w:r w:rsidRPr="0042207F">
              <w:rPr>
                <w:rtl/>
              </w:rPr>
              <w:t>حشر</w:t>
            </w:r>
            <w:r w:rsidRPr="00E9510F">
              <w:t>   </w:t>
            </w:r>
            <w:r w:rsidRPr="0042207F">
              <w:rPr>
                <w:rtl/>
              </w:rPr>
              <w:t>کا</w:t>
            </w:r>
            <w:r w:rsidRPr="00E9510F">
              <w:t>   </w:t>
            </w:r>
            <w:r w:rsidRPr="0042207F">
              <w:rPr>
                <w:rtl/>
              </w:rPr>
              <w:t>آفت</w:t>
            </w:r>
            <w:r w:rsidRPr="00E9510F">
              <w:t>   </w:t>
            </w:r>
            <w:r w:rsidRPr="0042207F">
              <w:rPr>
                <w:rtl/>
              </w:rPr>
              <w:t>کا</w:t>
            </w:r>
            <w:r w:rsidRPr="00E9510F">
              <w:t>   </w:t>
            </w:r>
            <w:r w:rsidRPr="0042207F">
              <w:rPr>
                <w:rtl/>
              </w:rPr>
              <w:t>وہ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دن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اسی</w:t>
            </w:r>
            <w:r w:rsidRPr="00E9510F">
              <w:t>   </w:t>
            </w:r>
            <w:r w:rsidRPr="0042207F">
              <w:rPr>
                <w:rtl/>
              </w:rPr>
              <w:t>بی</w:t>
            </w:r>
            <w:r w:rsidRPr="00E9510F">
              <w:t>   </w:t>
            </w:r>
            <w:r w:rsidRPr="0042207F">
              <w:rPr>
                <w:rtl/>
              </w:rPr>
              <w:t>بی</w:t>
            </w:r>
            <w:r w:rsidRPr="00E9510F">
              <w:t>   </w:t>
            </w:r>
            <w:r w:rsidRPr="0042207F">
              <w:rPr>
                <w:rtl/>
              </w:rPr>
              <w:t>کے</w:t>
            </w:r>
            <w:r w:rsidRPr="00E9510F">
              <w:t>   </w:t>
            </w:r>
            <w:r w:rsidRPr="0042207F">
              <w:rPr>
                <w:rtl/>
              </w:rPr>
              <w:t>گھرانے</w:t>
            </w:r>
            <w:r w:rsidRPr="00E9510F">
              <w:t>   </w:t>
            </w:r>
            <w:r w:rsidRPr="0042207F">
              <w:rPr>
                <w:rtl/>
              </w:rPr>
              <w:t>کی</w:t>
            </w:r>
            <w:r w:rsidRPr="00E9510F">
              <w:t>   </w:t>
            </w:r>
            <w:r w:rsidRPr="0042207F">
              <w:rPr>
                <w:rtl/>
              </w:rPr>
              <w:t>حراست</w:t>
            </w:r>
            <w:r w:rsidRPr="00E9510F">
              <w:t>   </w:t>
            </w:r>
            <w:r w:rsidRPr="0042207F">
              <w:rPr>
                <w:rtl/>
              </w:rPr>
              <w:t>کا</w:t>
            </w:r>
            <w:r w:rsidRPr="00E9510F">
              <w:t>  </w:t>
            </w:r>
            <w:r w:rsidRPr="0042207F">
              <w:rPr>
                <w:rtl/>
              </w:rPr>
              <w:t>وہ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دن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بنتِ</w:t>
            </w:r>
            <w:r w:rsidRPr="00E9510F">
              <w:t>    </w:t>
            </w:r>
            <w:r w:rsidRPr="0042207F">
              <w:rPr>
                <w:rtl/>
              </w:rPr>
              <w:t>زہراؑ</w:t>
            </w:r>
            <w:r w:rsidRPr="00E9510F">
              <w:t>    </w:t>
            </w:r>
            <w:r w:rsidRPr="0042207F">
              <w:rPr>
                <w:rtl/>
              </w:rPr>
              <w:t>کی</w:t>
            </w:r>
            <w:r w:rsidRPr="00E9510F">
              <w:t>    </w:t>
            </w:r>
            <w:r w:rsidRPr="0042207F">
              <w:rPr>
                <w:rtl/>
              </w:rPr>
              <w:t>مصیبت</w:t>
            </w:r>
            <w:r w:rsidRPr="00E9510F">
              <w:t>    </w:t>
            </w:r>
            <w:r w:rsidRPr="0042207F">
              <w:rPr>
                <w:rtl/>
              </w:rPr>
              <w:t>کا</w:t>
            </w:r>
            <w:r w:rsidRPr="00E9510F">
              <w:t>   </w:t>
            </w:r>
            <w:r w:rsidRPr="0042207F">
              <w:rPr>
                <w:rtl/>
              </w:rPr>
              <w:t>ندامت</w:t>
            </w:r>
            <w:r w:rsidRPr="00E9510F">
              <w:t>   </w:t>
            </w:r>
            <w:r w:rsidRPr="0042207F">
              <w:rPr>
                <w:rtl/>
              </w:rPr>
              <w:t>کا</w:t>
            </w:r>
            <w:r w:rsidRPr="00E9510F">
              <w:t>   </w:t>
            </w:r>
            <w:r w:rsidRPr="0042207F">
              <w:rPr>
                <w:rtl/>
              </w:rPr>
              <w:t>وہ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دن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خلق</w:t>
            </w:r>
            <w:r w:rsidRPr="00E9510F">
              <w:t>      </w:t>
            </w:r>
            <w:r w:rsidRPr="0042207F">
              <w:rPr>
                <w:rtl/>
              </w:rPr>
              <w:t>کو</w:t>
            </w:r>
            <w:r w:rsidRPr="00E9510F">
              <w:t>      </w:t>
            </w:r>
            <w:r w:rsidRPr="0042207F">
              <w:rPr>
                <w:rtl/>
              </w:rPr>
              <w:t>ہائے</w:t>
            </w:r>
            <w:r w:rsidRPr="00E9510F">
              <w:t>     </w:t>
            </w:r>
            <w:r w:rsidRPr="0042207F">
              <w:rPr>
                <w:rtl/>
              </w:rPr>
              <w:t>ستم</w:t>
            </w:r>
            <w:r w:rsidRPr="00E9510F">
              <w:t>     </w:t>
            </w:r>
            <w:r w:rsidRPr="0042207F">
              <w:rPr>
                <w:rtl/>
              </w:rPr>
              <w:t>جانے</w:t>
            </w:r>
            <w:r w:rsidRPr="00E9510F">
              <w:t>     </w:t>
            </w:r>
            <w:r w:rsidRPr="0042207F">
              <w:rPr>
                <w:rtl/>
              </w:rPr>
              <w:t>سکھایا</w:t>
            </w:r>
            <w:r w:rsidRPr="00E9510F">
              <w:t>  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پردہ</w:t>
            </w:r>
            <w:r w:rsidRPr="00E9510F">
              <w:t> 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t> </w:t>
            </w:r>
            <w:r w:rsidRPr="0042207F">
              <w:rPr>
                <w:rtl/>
              </w:rPr>
              <w:t>اس</w:t>
            </w:r>
            <w:r w:rsidRPr="00E9510F">
              <w:t>     </w:t>
            </w:r>
            <w:r w:rsidRPr="0042207F">
              <w:rPr>
                <w:rtl/>
              </w:rPr>
              <w:t>کی</w:t>
            </w:r>
            <w:r w:rsidRPr="00E9510F">
              <w:t>     </w:t>
            </w:r>
            <w:r w:rsidRPr="0042207F">
              <w:rPr>
                <w:rtl/>
              </w:rPr>
              <w:t>بیٹی</w:t>
            </w:r>
            <w:r w:rsidRPr="00E9510F">
              <w:t>     </w:t>
            </w:r>
            <w:r w:rsidRPr="0042207F">
              <w:rPr>
                <w:rtl/>
              </w:rPr>
              <w:t>کا</w:t>
            </w:r>
            <w:r w:rsidRPr="00E9510F">
              <w:t>     </w:t>
            </w:r>
            <w:r w:rsidRPr="0042207F">
              <w:rPr>
                <w:rtl/>
              </w:rPr>
              <w:t>لعینوں</w:t>
            </w:r>
            <w:r w:rsidRPr="00E9510F">
              <w:t>    </w:t>
            </w:r>
            <w:r w:rsidRPr="0042207F">
              <w:rPr>
                <w:rtl/>
              </w:rPr>
              <w:t>نے</w:t>
            </w:r>
            <w:r w:rsidRPr="00E9510F">
              <w:t>    </w:t>
            </w:r>
            <w:r w:rsidRPr="0042207F">
              <w:rPr>
                <w:rtl/>
              </w:rPr>
              <w:t>اٹھایا</w:t>
            </w:r>
            <w:r w:rsidRPr="00E9510F">
              <w:t> 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پردہ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671"/>
        <w:gridCol w:w="256"/>
        <w:gridCol w:w="4820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کیا</w:t>
            </w:r>
            <w:r w:rsidRPr="00E9510F">
              <w:t>      </w:t>
            </w:r>
            <w:r w:rsidRPr="0042207F">
              <w:rPr>
                <w:rtl/>
              </w:rPr>
              <w:t>نہ</w:t>
            </w:r>
            <w:r w:rsidRPr="00E9510F">
              <w:t>     </w:t>
            </w:r>
            <w:r w:rsidRPr="0042207F">
              <w:rPr>
                <w:rtl/>
              </w:rPr>
              <w:t>تھی</w:t>
            </w:r>
            <w:r w:rsidRPr="00E9510F">
              <w:t>     </w:t>
            </w:r>
            <w:r w:rsidRPr="0042207F">
              <w:rPr>
                <w:rtl/>
              </w:rPr>
              <w:t>دخترِ</w:t>
            </w:r>
            <w:r w:rsidRPr="00E9510F">
              <w:t>     </w:t>
            </w:r>
            <w:r w:rsidRPr="0042207F">
              <w:rPr>
                <w:rtl/>
              </w:rPr>
              <w:t>خاتون</w:t>
            </w:r>
            <w:r w:rsidRPr="00E9510F">
              <w:t>     </w:t>
            </w:r>
            <w:r w:rsidRPr="0042207F">
              <w:rPr>
                <w:rtl/>
              </w:rPr>
              <w:t>قیامت</w:t>
            </w:r>
            <w:r w:rsidRPr="00E9510F">
              <w:t>  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زینبؑ</w:t>
            </w:r>
            <w:r w:rsidRPr="00E9510F">
              <w:t> 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t>  </w:t>
            </w:r>
            <w:r w:rsidRPr="0042207F">
              <w:rPr>
                <w:rtl/>
              </w:rPr>
              <w:t>کیا</w:t>
            </w:r>
            <w:r w:rsidRPr="00E9510F">
              <w:t>    </w:t>
            </w:r>
            <w:r w:rsidRPr="0042207F">
              <w:rPr>
                <w:rtl/>
              </w:rPr>
              <w:t>نہ</w:t>
            </w:r>
            <w:r w:rsidRPr="00E9510F">
              <w:t>    </w:t>
            </w:r>
            <w:r w:rsidRPr="0042207F">
              <w:rPr>
                <w:rtl/>
              </w:rPr>
              <w:t>تھی</w:t>
            </w:r>
            <w:r w:rsidRPr="00E9510F">
              <w:t>    </w:t>
            </w:r>
            <w:r w:rsidRPr="0042207F">
              <w:rPr>
                <w:rtl/>
              </w:rPr>
              <w:t>حضرتِ</w:t>
            </w:r>
            <w:r w:rsidRPr="00E9510F">
              <w:t>    </w:t>
            </w:r>
            <w:r w:rsidRPr="0042207F">
              <w:rPr>
                <w:rtl/>
              </w:rPr>
              <w:t>زہراؑ</w:t>
            </w:r>
            <w:r w:rsidRPr="00E9510F">
              <w:t>    </w:t>
            </w:r>
            <w:r w:rsidRPr="0042207F">
              <w:rPr>
                <w:rtl/>
              </w:rPr>
              <w:t>کی</w:t>
            </w:r>
            <w:r w:rsidRPr="00E9510F">
              <w:t>    </w:t>
            </w:r>
            <w:r w:rsidRPr="0042207F">
              <w:rPr>
                <w:rtl/>
              </w:rPr>
              <w:t>امانت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زینبؑ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کیا</w:t>
            </w:r>
            <w:r w:rsidRPr="00E9510F">
              <w:t>     </w:t>
            </w:r>
            <w:r w:rsidRPr="0042207F">
              <w:rPr>
                <w:rtl/>
              </w:rPr>
              <w:t>نہ</w:t>
            </w:r>
            <w:r w:rsidRPr="00E9510F">
              <w:t>    </w:t>
            </w:r>
            <w:r w:rsidRPr="0042207F">
              <w:rPr>
                <w:rtl/>
              </w:rPr>
              <w:t>تھی</w:t>
            </w:r>
            <w:r w:rsidRPr="00E9510F">
              <w:t>    </w:t>
            </w:r>
            <w:r w:rsidRPr="0042207F">
              <w:rPr>
                <w:rtl/>
              </w:rPr>
              <w:t>فاطمہؑ</w:t>
            </w:r>
            <w:r w:rsidRPr="00E9510F">
              <w:t>    </w:t>
            </w:r>
            <w:r w:rsidRPr="0042207F">
              <w:rPr>
                <w:rtl/>
              </w:rPr>
              <w:t>پاک</w:t>
            </w:r>
            <w:r w:rsidRPr="00E9510F">
              <w:t>    </w:t>
            </w:r>
            <w:r w:rsidRPr="0042207F">
              <w:rPr>
                <w:rtl/>
              </w:rPr>
              <w:t>کی</w:t>
            </w:r>
            <w:r w:rsidRPr="00E9510F">
              <w:t>    </w:t>
            </w:r>
            <w:r w:rsidRPr="0042207F">
              <w:rPr>
                <w:rtl/>
              </w:rPr>
              <w:t>راحت</w:t>
            </w:r>
            <w:r w:rsidRPr="00E9510F">
              <w:t> 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زینبؑ</w:t>
            </w:r>
            <w:r w:rsidRPr="00E9510F">
              <w:t>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کیا</w:t>
            </w:r>
            <w:r w:rsidRPr="00E9510F">
              <w:t>    </w:t>
            </w:r>
            <w:r>
              <w:rPr>
                <w:rtl/>
              </w:rPr>
              <w:t>قیامت</w:t>
            </w:r>
            <w:r w:rsidRPr="00E9510F">
              <w:t>    </w:t>
            </w:r>
            <w:r>
              <w:rPr>
                <w:rtl/>
              </w:rPr>
              <w:t>ہے</w:t>
            </w:r>
            <w:r w:rsidRPr="00E9510F">
              <w:t>    </w:t>
            </w:r>
            <w:r>
              <w:rPr>
                <w:rtl/>
              </w:rPr>
              <w:t>کہ</w:t>
            </w:r>
            <w:r w:rsidRPr="00E9510F">
              <w:t>    </w:t>
            </w:r>
            <w:r>
              <w:rPr>
                <w:rtl/>
              </w:rPr>
              <w:t>ہو</w:t>
            </w:r>
            <w:r w:rsidRPr="00E9510F">
              <w:t>    </w:t>
            </w:r>
            <w:r>
              <w:rPr>
                <w:rtl/>
              </w:rPr>
              <w:t>زیرِ</w:t>
            </w:r>
            <w:r w:rsidRPr="00E9510F">
              <w:t>    </w:t>
            </w:r>
            <w:r>
              <w:rPr>
                <w:rtl/>
              </w:rPr>
              <w:t>حراست</w:t>
            </w:r>
            <w:r w:rsidRPr="00E9510F">
              <w:t>    </w:t>
            </w:r>
            <w:r>
              <w:rPr>
                <w:rtl/>
              </w:rPr>
              <w:t>زینبؑ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کیا</w:t>
            </w:r>
            <w:r w:rsidRPr="00E9510F">
              <w:t>    </w:t>
            </w:r>
            <w:r>
              <w:rPr>
                <w:rtl/>
              </w:rPr>
              <w:t>ستم</w:t>
            </w:r>
            <w:r w:rsidRPr="00E9510F">
              <w:t>    </w:t>
            </w:r>
            <w:r>
              <w:rPr>
                <w:rtl/>
              </w:rPr>
              <w:t>ہے</w:t>
            </w:r>
            <w:r w:rsidRPr="00E9510F">
              <w:t>    </w:t>
            </w:r>
            <w:r>
              <w:rPr>
                <w:rtl/>
              </w:rPr>
              <w:t>نہ</w:t>
            </w:r>
            <w:r w:rsidRPr="00E9510F">
              <w:t>    </w:t>
            </w:r>
            <w:r>
              <w:rPr>
                <w:rtl/>
              </w:rPr>
              <w:t>مقنہ</w:t>
            </w:r>
            <w:r w:rsidRPr="00E9510F">
              <w:t>    </w:t>
            </w:r>
            <w:r>
              <w:rPr>
                <w:rtl/>
              </w:rPr>
              <w:t>ہو</w:t>
            </w:r>
            <w:r w:rsidRPr="00E9510F">
              <w:t>    </w:t>
            </w:r>
            <w:r>
              <w:rPr>
                <w:rtl/>
              </w:rPr>
              <w:t>نہ</w:t>
            </w:r>
            <w:r w:rsidRPr="00E9510F">
              <w:t>    </w:t>
            </w:r>
            <w:r>
              <w:rPr>
                <w:rtl/>
              </w:rPr>
              <w:t>چادر</w:t>
            </w:r>
            <w:r w:rsidRPr="00E9510F">
              <w:t>   </w:t>
            </w:r>
            <w:r>
              <w:rPr>
                <w:rtl/>
              </w:rPr>
              <w:t>ہوئے</w:t>
            </w:r>
            <w:r w:rsidRPr="00E9510F">
              <w:t>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 w:rsidRPr="00E9510F">
              <w:t>  </w:t>
            </w:r>
            <w:r>
              <w:rPr>
                <w:rtl/>
              </w:rPr>
              <w:t>بیٹی</w:t>
            </w:r>
            <w:r w:rsidRPr="00E9510F">
              <w:t>      </w:t>
            </w:r>
            <w:r>
              <w:rPr>
                <w:rtl/>
              </w:rPr>
              <w:t>خاتونِ</w:t>
            </w:r>
            <w:r w:rsidRPr="00E9510F">
              <w:t>     </w:t>
            </w:r>
            <w:r>
              <w:rPr>
                <w:rtl/>
              </w:rPr>
              <w:t>قیمت</w:t>
            </w:r>
            <w:r w:rsidRPr="00E9510F">
              <w:t>     </w:t>
            </w:r>
            <w:r>
              <w:rPr>
                <w:rtl/>
              </w:rPr>
              <w:t>کے</w:t>
            </w:r>
            <w:r w:rsidRPr="00E9510F">
              <w:t>     </w:t>
            </w:r>
            <w:r>
              <w:rPr>
                <w:rtl/>
              </w:rPr>
              <w:t>کھلے</w:t>
            </w:r>
            <w:r w:rsidRPr="00E9510F">
              <w:t>     </w:t>
            </w:r>
            <w:r>
              <w:rPr>
                <w:rtl/>
              </w:rPr>
              <w:t>سر</w:t>
            </w:r>
            <w:r w:rsidRPr="00E9510F">
              <w:t>     </w:t>
            </w:r>
            <w:r>
              <w:rPr>
                <w:rtl/>
              </w:rPr>
              <w:t>ہوئے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849"/>
        <w:gridCol w:w="222"/>
        <w:gridCol w:w="5228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گلشنِ</w:t>
            </w:r>
            <w:r w:rsidRPr="00E9510F">
              <w:t>    </w:t>
            </w:r>
            <w:r w:rsidRPr="0042207F">
              <w:rPr>
                <w:rtl/>
              </w:rPr>
              <w:t>دہر</w:t>
            </w:r>
            <w:r w:rsidRPr="00E9510F">
              <w:t>    </w:t>
            </w:r>
            <w:r w:rsidRPr="0042207F">
              <w:rPr>
                <w:rtl/>
              </w:rPr>
              <w:t>میں</w:t>
            </w:r>
            <w:r w:rsidRPr="00E9510F">
              <w:t>    </w:t>
            </w:r>
            <w:r w:rsidRPr="0042207F">
              <w:rPr>
                <w:rtl/>
              </w:rPr>
              <w:t>ہے</w:t>
            </w:r>
            <w:r w:rsidRPr="00E9510F">
              <w:t>    </w:t>
            </w:r>
            <w:r w:rsidRPr="0042207F">
              <w:rPr>
                <w:rtl/>
              </w:rPr>
              <w:t>فاطمی</w:t>
            </w:r>
            <w:r w:rsidRPr="00E9510F">
              <w:t>   </w:t>
            </w:r>
            <w:r w:rsidRPr="0042207F">
              <w:rPr>
                <w:rtl/>
              </w:rPr>
              <w:t>پھولوں</w:t>
            </w:r>
            <w:r w:rsidRPr="00E9510F">
              <w:t>   </w:t>
            </w:r>
            <w:r w:rsidRPr="0042207F">
              <w:rPr>
                <w:rtl/>
              </w:rPr>
              <w:t>کی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بہار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صدقے</w:t>
            </w:r>
            <w:r w:rsidRPr="00E9510F">
              <w:t> </w:t>
            </w:r>
            <w:r>
              <w:rPr>
                <w:rtl/>
              </w:rPr>
              <w:t>ان</w:t>
            </w:r>
            <w:r w:rsidRPr="00E9510F">
              <w:t> </w:t>
            </w:r>
            <w:r>
              <w:rPr>
                <w:rtl/>
              </w:rPr>
              <w:t>پھولوں</w:t>
            </w:r>
            <w:r w:rsidRPr="00E9510F">
              <w:t> </w:t>
            </w:r>
            <w:r>
              <w:rPr>
                <w:rtl/>
              </w:rPr>
              <w:t>کے</w:t>
            </w:r>
            <w:r w:rsidRPr="00E9510F">
              <w:t> </w:t>
            </w:r>
            <w:r>
              <w:rPr>
                <w:rtl/>
              </w:rPr>
              <w:t>ہو</w:t>
            </w:r>
            <w:r w:rsidRPr="00E9510F">
              <w:t> </w:t>
            </w:r>
            <w:r>
              <w:rPr>
                <w:rtl/>
              </w:rPr>
              <w:t>جائے</w:t>
            </w:r>
            <w:r w:rsidRPr="00E9510F">
              <w:t> </w:t>
            </w:r>
            <w:r>
              <w:rPr>
                <w:rtl/>
              </w:rPr>
              <w:t>نہ</w:t>
            </w:r>
            <w:r w:rsidRPr="00E9510F">
              <w:t> </w:t>
            </w:r>
            <w:r>
              <w:rPr>
                <w:rtl/>
              </w:rPr>
              <w:t>کیوں</w:t>
            </w:r>
            <w:r w:rsidRPr="00E9510F">
              <w:t> </w:t>
            </w:r>
            <w:r>
              <w:rPr>
                <w:rtl/>
              </w:rPr>
              <w:t>روپ</w:t>
            </w:r>
            <w:r w:rsidRPr="00E9510F">
              <w:t> </w:t>
            </w:r>
            <w:r>
              <w:rPr>
                <w:rtl/>
              </w:rPr>
              <w:t>کنوارؔ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ان</w:t>
            </w:r>
            <w:r w:rsidRPr="00E9510F">
              <w:t>  </w:t>
            </w:r>
            <w:r w:rsidRPr="0042207F">
              <w:rPr>
                <w:rtl/>
              </w:rPr>
              <w:t>نہالوں</w:t>
            </w:r>
            <w:r w:rsidRPr="00E9510F">
              <w:t>  </w:t>
            </w:r>
            <w:r w:rsidRPr="0042207F">
              <w:rPr>
                <w:rtl/>
              </w:rPr>
              <w:t>کے</w:t>
            </w:r>
            <w:r w:rsidRPr="00E9510F">
              <w:t>  </w:t>
            </w:r>
            <w:r w:rsidRPr="0042207F">
              <w:rPr>
                <w:rtl/>
              </w:rPr>
              <w:t>چمن</w:t>
            </w:r>
            <w:r w:rsidRPr="00E9510F">
              <w:t>  </w:t>
            </w:r>
            <w:r w:rsidRPr="0042207F">
              <w:rPr>
                <w:rtl/>
              </w:rPr>
              <w:t>میں</w:t>
            </w:r>
            <w:r w:rsidRPr="00E9510F">
              <w:t>  </w:t>
            </w:r>
            <w:r w:rsidRPr="0042207F">
              <w:rPr>
                <w:rtl/>
              </w:rPr>
              <w:t>ہے</w:t>
            </w:r>
            <w:r w:rsidRPr="00E9510F">
              <w:t> </w:t>
            </w:r>
            <w:r w:rsidRPr="0042207F">
              <w:rPr>
                <w:rtl/>
              </w:rPr>
              <w:t>نہ</w:t>
            </w:r>
            <w:r w:rsidRPr="00E9510F">
              <w:t> </w:t>
            </w:r>
            <w:r w:rsidRPr="0042207F">
              <w:rPr>
                <w:rtl/>
              </w:rPr>
              <w:t>گل</w:t>
            </w:r>
            <w:r w:rsidRPr="00E9510F">
              <w:t> </w:t>
            </w:r>
            <w:r w:rsidRPr="0042207F">
              <w:rPr>
                <w:rtl/>
              </w:rPr>
              <w:t>میں</w:t>
            </w:r>
            <w:r w:rsidRPr="00E9510F">
              <w:t> </w:t>
            </w:r>
            <w:r w:rsidRPr="0042207F">
              <w:rPr>
                <w:rtl/>
              </w:rPr>
              <w:t>کوئی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خار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t> </w:t>
            </w:r>
            <w:r w:rsidRPr="0042207F">
              <w:rPr>
                <w:rtl/>
              </w:rPr>
              <w:t>ان</w:t>
            </w:r>
            <w:r w:rsidRPr="00E9510F">
              <w:t>    </w:t>
            </w:r>
            <w:r w:rsidRPr="0042207F">
              <w:rPr>
                <w:rtl/>
              </w:rPr>
              <w:t>کا</w:t>
            </w:r>
            <w:r w:rsidRPr="00E9510F">
              <w:t>    </w:t>
            </w:r>
            <w:r w:rsidRPr="0042207F">
              <w:rPr>
                <w:rtl/>
              </w:rPr>
              <w:t>ہمسر</w:t>
            </w:r>
            <w:r w:rsidRPr="00E9510F">
              <w:t>    </w:t>
            </w:r>
            <w:r w:rsidRPr="0042207F">
              <w:rPr>
                <w:rtl/>
              </w:rPr>
              <w:t>ہو</w:t>
            </w:r>
            <w:r w:rsidRPr="00E9510F">
              <w:t>   </w:t>
            </w:r>
            <w:r w:rsidRPr="0042207F">
              <w:rPr>
                <w:rtl/>
              </w:rPr>
              <w:t>دو</w:t>
            </w:r>
            <w:r w:rsidRPr="00E9510F">
              <w:t>   </w:t>
            </w:r>
            <w:r w:rsidRPr="0042207F">
              <w:rPr>
                <w:rtl/>
              </w:rPr>
              <w:t>عالم</w:t>
            </w:r>
            <w:r w:rsidRPr="00E9510F">
              <w:t>   </w:t>
            </w:r>
            <w:r w:rsidRPr="0042207F">
              <w:rPr>
                <w:rtl/>
              </w:rPr>
              <w:t>میں</w:t>
            </w:r>
            <w:r w:rsidRPr="00E9510F">
              <w:t>   </w:t>
            </w:r>
            <w:r w:rsidRPr="0042207F">
              <w:rPr>
                <w:rtl/>
              </w:rPr>
              <w:t>کوئی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استغفار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منتخب</w:t>
            </w:r>
            <w:r w:rsidRPr="00E9510F">
              <w:t>     </w:t>
            </w:r>
            <w:r w:rsidRPr="0042207F">
              <w:rPr>
                <w:rtl/>
              </w:rPr>
              <w:t>گل</w:t>
            </w:r>
            <w:r w:rsidRPr="00E9510F">
              <w:t>     </w:t>
            </w:r>
            <w:r w:rsidRPr="0042207F">
              <w:rPr>
                <w:rtl/>
              </w:rPr>
              <w:t>ہیں</w:t>
            </w:r>
            <w:r w:rsidRPr="00E9510F">
              <w:t>     </w:t>
            </w:r>
            <w:r w:rsidRPr="0042207F">
              <w:rPr>
                <w:rtl/>
              </w:rPr>
              <w:t>پسندید</w:t>
            </w:r>
            <w:r w:rsidRPr="00E9510F">
              <w:rPr>
                <w:rFonts w:hint="cs"/>
                <w:rtl/>
              </w:rPr>
              <w:t>ۂ</w:t>
            </w:r>
            <w:r w:rsidRPr="00E9510F">
              <w:t>     </w:t>
            </w:r>
            <w:r w:rsidRPr="0042207F">
              <w:rPr>
                <w:rtl/>
              </w:rPr>
              <w:t>یزدان</w:t>
            </w:r>
            <w:r w:rsidRPr="00E9510F">
              <w:t>     </w:t>
            </w:r>
            <w:r w:rsidRPr="0042207F">
              <w:rPr>
                <w:rtl/>
              </w:rPr>
              <w:t>ہیں</w:t>
            </w:r>
            <w:r w:rsidRPr="00E9510F">
              <w:t> 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یہ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عرش</w:t>
            </w:r>
            <w:r w:rsidRPr="00E9510F">
              <w:t>  </w:t>
            </w:r>
            <w:r w:rsidRPr="0042207F">
              <w:rPr>
                <w:rtl/>
              </w:rPr>
              <w:t>تک</w:t>
            </w:r>
            <w:r w:rsidRPr="00E9510F">
              <w:t>  </w:t>
            </w:r>
            <w:r w:rsidRPr="0042207F">
              <w:rPr>
                <w:rtl/>
              </w:rPr>
              <w:t>جن</w:t>
            </w:r>
            <w:r w:rsidRPr="00E9510F">
              <w:t>  </w:t>
            </w:r>
            <w:r w:rsidRPr="0042207F">
              <w:rPr>
                <w:rtl/>
              </w:rPr>
              <w:t>کی</w:t>
            </w:r>
            <w:r w:rsidRPr="00E9510F">
              <w:t>  </w:t>
            </w:r>
            <w:r w:rsidRPr="0042207F">
              <w:rPr>
                <w:rtl/>
              </w:rPr>
              <w:t>رسائی</w:t>
            </w:r>
            <w:r w:rsidRPr="00E9510F">
              <w:t>  </w:t>
            </w:r>
            <w:r w:rsidRPr="0042207F">
              <w:rPr>
                <w:rtl/>
              </w:rPr>
              <w:t>ہے</w:t>
            </w:r>
            <w:r w:rsidRPr="00E9510F">
              <w:t>  </w:t>
            </w:r>
            <w:r w:rsidRPr="0042207F">
              <w:rPr>
                <w:rtl/>
              </w:rPr>
              <w:t>وہ</w:t>
            </w:r>
            <w:r w:rsidRPr="00E9510F">
              <w:t>  </w:t>
            </w:r>
            <w:r w:rsidRPr="0042207F">
              <w:rPr>
                <w:rtl/>
              </w:rPr>
              <w:t>ذی</w:t>
            </w:r>
            <w:r w:rsidRPr="00E9510F">
              <w:t> </w:t>
            </w:r>
            <w:r w:rsidRPr="0042207F">
              <w:rPr>
                <w:rtl/>
              </w:rPr>
              <w:t>شان</w:t>
            </w:r>
            <w:r w:rsidRPr="00E9510F">
              <w:t> </w:t>
            </w:r>
            <w:r w:rsidRPr="0042207F">
              <w:rPr>
                <w:rtl/>
              </w:rPr>
              <w:t>ہیں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یہ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596"/>
        <w:gridCol w:w="247"/>
        <w:gridCol w:w="4904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lastRenderedPageBreak/>
              <w:t>یہی</w:t>
            </w:r>
            <w:r w:rsidRPr="00E9510F">
              <w:t>    </w:t>
            </w:r>
            <w:r w:rsidRPr="0042207F">
              <w:rPr>
                <w:rtl/>
              </w:rPr>
              <w:t>فردوس</w:t>
            </w:r>
            <w:r w:rsidRPr="00E9510F">
              <w:t>    </w:t>
            </w:r>
            <w:r w:rsidRPr="0042207F">
              <w:rPr>
                <w:rtl/>
              </w:rPr>
              <w:t>کا</w:t>
            </w:r>
            <w:r w:rsidRPr="00E9510F">
              <w:t>    </w:t>
            </w:r>
            <w:r w:rsidRPr="0042207F">
              <w:rPr>
                <w:rtl/>
              </w:rPr>
              <w:t>رستہ</w:t>
            </w:r>
            <w:r w:rsidRPr="00E9510F">
              <w:t>    </w:t>
            </w:r>
            <w:r w:rsidRPr="0042207F">
              <w:rPr>
                <w:rtl/>
              </w:rPr>
              <w:t>ہیں</w:t>
            </w:r>
            <w:r w:rsidRPr="00E9510F">
              <w:t>    </w:t>
            </w:r>
            <w:r w:rsidRPr="0042207F">
              <w:rPr>
                <w:rtl/>
              </w:rPr>
              <w:t>یہی</w:t>
            </w:r>
            <w:r w:rsidRPr="00E9510F">
              <w:t>    </w:t>
            </w:r>
            <w:r w:rsidRPr="0042207F">
              <w:rPr>
                <w:rtl/>
              </w:rPr>
              <w:t>خلد</w:t>
            </w:r>
            <w:r w:rsidRPr="00E9510F">
              <w:t>   </w:t>
            </w:r>
            <w:r w:rsidRPr="0042207F">
              <w:rPr>
                <w:rtl/>
              </w:rPr>
              <w:t>کا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راہ</w:t>
            </w:r>
            <w:r w:rsidRPr="00E9510F">
              <w:t>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نوحؑ</w:t>
            </w:r>
            <w:r w:rsidRPr="00E9510F">
              <w:t>    </w:t>
            </w:r>
            <w:r w:rsidRPr="0042207F">
              <w:rPr>
                <w:rtl/>
              </w:rPr>
              <w:t>کا</w:t>
            </w:r>
            <w:r w:rsidRPr="00E9510F">
              <w:t>    </w:t>
            </w:r>
            <w:r w:rsidRPr="0042207F">
              <w:rPr>
                <w:rtl/>
              </w:rPr>
              <w:t>بھی</w:t>
            </w:r>
            <w:r w:rsidRPr="00E9510F">
              <w:t>    </w:t>
            </w:r>
            <w:r w:rsidRPr="0042207F">
              <w:rPr>
                <w:rtl/>
              </w:rPr>
              <w:t>تو</w:t>
            </w:r>
            <w:r w:rsidRPr="00E9510F">
              <w:t>    </w:t>
            </w:r>
            <w:r w:rsidRPr="0042207F">
              <w:rPr>
                <w:rtl/>
              </w:rPr>
              <w:t>سفینہ</w:t>
            </w:r>
            <w:r w:rsidRPr="00E9510F">
              <w:t>    </w:t>
            </w:r>
            <w:r w:rsidRPr="0042207F">
              <w:rPr>
                <w:rtl/>
              </w:rPr>
              <w:t>ہیں</w:t>
            </w:r>
            <w:r w:rsidRPr="00E9510F">
              <w:t>    </w:t>
            </w:r>
            <w:r w:rsidRPr="0042207F">
              <w:rPr>
                <w:rtl/>
              </w:rPr>
              <w:t>یہی</w:t>
            </w:r>
            <w:r w:rsidRPr="00E9510F">
              <w:t>    </w:t>
            </w:r>
            <w:r w:rsidRPr="0042207F">
              <w:rPr>
                <w:rtl/>
              </w:rPr>
              <w:t>ظلِ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الہ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یہ</w:t>
            </w:r>
            <w:r w:rsidRPr="00E9510F">
              <w:t>    </w:t>
            </w:r>
            <w:r w:rsidRPr="0042207F">
              <w:rPr>
                <w:rtl/>
              </w:rPr>
              <w:t>ضیائے</w:t>
            </w:r>
            <w:r w:rsidRPr="00E9510F">
              <w:t>    </w:t>
            </w:r>
            <w:r w:rsidRPr="0042207F">
              <w:rPr>
                <w:rtl/>
              </w:rPr>
              <w:t>رخِ</w:t>
            </w:r>
            <w:r w:rsidRPr="00E9510F">
              <w:t>    </w:t>
            </w:r>
            <w:r w:rsidRPr="0042207F">
              <w:rPr>
                <w:rtl/>
              </w:rPr>
              <w:t>خورشید</w:t>
            </w:r>
            <w:r w:rsidRPr="00E9510F">
              <w:t>    </w:t>
            </w:r>
            <w:r w:rsidRPr="0042207F">
              <w:rPr>
                <w:rtl/>
              </w:rPr>
              <w:t>ہیں</w:t>
            </w:r>
            <w:r w:rsidRPr="00E9510F">
              <w:t>    </w:t>
            </w:r>
            <w:r w:rsidRPr="0042207F">
              <w:rPr>
                <w:rtl/>
              </w:rPr>
              <w:t>نور</w:t>
            </w:r>
            <w:r w:rsidRPr="00E9510F">
              <w:t>    </w:t>
            </w:r>
            <w:r w:rsidRPr="0042207F">
              <w:rPr>
                <w:rtl/>
              </w:rPr>
              <w:t>رخِ</w:t>
            </w:r>
            <w:r w:rsidRPr="00E9510F">
              <w:t> 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ماہ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یہی</w:t>
            </w:r>
            <w:r w:rsidRPr="00E9510F">
              <w:t>   </w:t>
            </w:r>
            <w:r w:rsidRPr="0042207F">
              <w:rPr>
                <w:rtl/>
              </w:rPr>
              <w:t>کونین</w:t>
            </w:r>
            <w:r w:rsidRPr="00E9510F">
              <w:t>   </w:t>
            </w:r>
            <w:r w:rsidRPr="0042207F">
              <w:rPr>
                <w:rtl/>
              </w:rPr>
              <w:t>میں</w:t>
            </w:r>
            <w:r w:rsidRPr="00E9510F">
              <w:t>  </w:t>
            </w:r>
            <w:r w:rsidRPr="0042207F">
              <w:rPr>
                <w:rtl/>
              </w:rPr>
              <w:t>ہیں</w:t>
            </w:r>
            <w:r w:rsidRPr="00E9510F">
              <w:t>  </w:t>
            </w:r>
            <w:r w:rsidRPr="0042207F">
              <w:rPr>
                <w:rtl/>
              </w:rPr>
              <w:t>سب</w:t>
            </w:r>
            <w:r w:rsidRPr="00E9510F">
              <w:t>  </w:t>
            </w:r>
            <w:r w:rsidRPr="0042207F">
              <w:rPr>
                <w:rtl/>
              </w:rPr>
              <w:t>کے</w:t>
            </w:r>
            <w:r w:rsidRPr="00E9510F">
              <w:t>  </w:t>
            </w:r>
            <w:r w:rsidRPr="0042207F">
              <w:rPr>
                <w:rtl/>
              </w:rPr>
              <w:t>لیے</w:t>
            </w:r>
            <w:r w:rsidRPr="00E9510F">
              <w:t>  </w:t>
            </w:r>
            <w:r w:rsidRPr="0042207F">
              <w:rPr>
                <w:rtl/>
              </w:rPr>
              <w:t>پشت</w:t>
            </w:r>
            <w:r w:rsidRPr="00E9510F">
              <w:t>  </w:t>
            </w:r>
            <w:r w:rsidRPr="0042207F">
              <w:rPr>
                <w:rtl/>
              </w:rPr>
              <w:t>و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پناہ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آسرا</w:t>
            </w:r>
            <w:r w:rsidRPr="00E9510F">
              <w:t>     </w:t>
            </w:r>
            <w:r w:rsidRPr="0042207F">
              <w:rPr>
                <w:rtl/>
              </w:rPr>
              <w:t>آپ</w:t>
            </w:r>
            <w:r w:rsidRPr="00E9510F">
              <w:t>     </w:t>
            </w:r>
            <w:r w:rsidRPr="0042207F">
              <w:rPr>
                <w:rtl/>
              </w:rPr>
              <w:t>ہی</w:t>
            </w:r>
            <w:r w:rsidRPr="00E9510F">
              <w:t>    </w:t>
            </w:r>
            <w:r w:rsidRPr="0042207F">
              <w:rPr>
                <w:rtl/>
              </w:rPr>
              <w:t>کا</w:t>
            </w:r>
            <w:r w:rsidRPr="00E9510F">
              <w:t>    </w:t>
            </w:r>
            <w:r w:rsidRPr="0042207F">
              <w:rPr>
                <w:rtl/>
              </w:rPr>
              <w:t>رکھتے</w:t>
            </w:r>
            <w:r w:rsidRPr="00E9510F">
              <w:t>    </w:t>
            </w:r>
            <w:r w:rsidRPr="0042207F">
              <w:rPr>
                <w:rtl/>
              </w:rPr>
              <w:t>ہیں</w:t>
            </w:r>
            <w:r w:rsidRPr="00E9510F">
              <w:t>    </w:t>
            </w:r>
            <w:r w:rsidRPr="0042207F">
              <w:rPr>
                <w:rtl/>
              </w:rPr>
              <w:t>عقبا</w:t>
            </w:r>
            <w:r w:rsidRPr="00E9510F">
              <w:t> 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والے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پیروی</w:t>
            </w:r>
            <w:r w:rsidRPr="00E9510F">
              <w:t>    </w:t>
            </w:r>
            <w:r w:rsidRPr="0042207F">
              <w:rPr>
                <w:rtl/>
              </w:rPr>
              <w:t>آپ</w:t>
            </w:r>
            <w:r w:rsidRPr="00E9510F">
              <w:t>    </w:t>
            </w:r>
            <w:r w:rsidRPr="0042207F">
              <w:rPr>
                <w:rtl/>
              </w:rPr>
              <w:t>ہی</w:t>
            </w:r>
            <w:r w:rsidRPr="00E9510F">
              <w:t>    </w:t>
            </w:r>
            <w:r w:rsidRPr="0042207F">
              <w:rPr>
                <w:rtl/>
              </w:rPr>
              <w:t>کی</w:t>
            </w:r>
            <w:r w:rsidRPr="00E9510F">
              <w:t>    </w:t>
            </w:r>
            <w:r w:rsidRPr="0042207F">
              <w:rPr>
                <w:rtl/>
              </w:rPr>
              <w:t>کرتے</w:t>
            </w:r>
            <w:r w:rsidRPr="00E9510F">
              <w:t>    </w:t>
            </w:r>
            <w:r w:rsidRPr="0042207F">
              <w:rPr>
                <w:rtl/>
              </w:rPr>
              <w:t>ہیں</w:t>
            </w:r>
            <w:r w:rsidRPr="00E9510F">
              <w:t>   </w:t>
            </w:r>
            <w:r w:rsidRPr="0042207F">
              <w:rPr>
                <w:rtl/>
              </w:rPr>
              <w:t>دنیا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والے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661"/>
        <w:gridCol w:w="246"/>
        <w:gridCol w:w="4840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راز</w:t>
            </w:r>
            <w:r w:rsidRPr="00E9510F">
              <w:t>    </w:t>
            </w:r>
            <w:r w:rsidRPr="0042207F">
              <w:rPr>
                <w:rtl/>
              </w:rPr>
              <w:t>یہ</w:t>
            </w:r>
            <w:r w:rsidRPr="00E9510F">
              <w:t>    </w:t>
            </w:r>
            <w:r w:rsidRPr="0042207F">
              <w:rPr>
                <w:rtl/>
              </w:rPr>
              <w:t>تھا</w:t>
            </w:r>
            <w:r w:rsidRPr="00E9510F">
              <w:t>    </w:t>
            </w:r>
            <w:r w:rsidRPr="0042207F">
              <w:rPr>
                <w:rtl/>
              </w:rPr>
              <w:t>جنم</w:t>
            </w:r>
            <w:r w:rsidRPr="00E9510F">
              <w:t>   </w:t>
            </w:r>
            <w:r w:rsidRPr="0042207F">
              <w:rPr>
                <w:rtl/>
              </w:rPr>
              <w:t>حیدرؑ</w:t>
            </w:r>
            <w:r w:rsidRPr="00E9510F">
              <w:t>   </w:t>
            </w:r>
            <w:r w:rsidRPr="0042207F">
              <w:rPr>
                <w:rtl/>
              </w:rPr>
              <w:t>کا</w:t>
            </w:r>
            <w:r w:rsidRPr="00E9510F">
              <w:t>   </w:t>
            </w:r>
            <w:r w:rsidRPr="0042207F">
              <w:rPr>
                <w:rtl/>
              </w:rPr>
              <w:t>جو</w:t>
            </w:r>
            <w:r w:rsidRPr="00E9510F">
              <w:t>   </w:t>
            </w:r>
            <w:r w:rsidRPr="0042207F">
              <w:rPr>
                <w:rtl/>
              </w:rPr>
              <w:t>کعبہ</w:t>
            </w:r>
            <w:r w:rsidRPr="00E9510F">
              <w:t>   </w:t>
            </w:r>
            <w:r w:rsidRPr="0042207F">
              <w:rPr>
                <w:rtl/>
              </w:rPr>
              <w:t>میں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ہوا</w:t>
            </w:r>
            <w:r w:rsidRPr="00E9510F">
              <w:t> 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یعنی</w:t>
            </w:r>
            <w:r w:rsidRPr="00E9510F">
              <w:t>    </w:t>
            </w:r>
            <w:r w:rsidRPr="0042207F">
              <w:rPr>
                <w:rtl/>
              </w:rPr>
              <w:t>جب</w:t>
            </w:r>
            <w:r w:rsidRPr="00E9510F">
              <w:t>    </w:t>
            </w:r>
            <w:r w:rsidRPr="0042207F">
              <w:rPr>
                <w:rtl/>
              </w:rPr>
              <w:t>گھر</w:t>
            </w:r>
            <w:r w:rsidRPr="00E9510F">
              <w:t>    </w:t>
            </w:r>
            <w:r w:rsidRPr="0042207F">
              <w:rPr>
                <w:rtl/>
              </w:rPr>
              <w:t>میں</w:t>
            </w:r>
            <w:r w:rsidRPr="00E9510F">
              <w:t>    </w:t>
            </w:r>
            <w:r w:rsidRPr="0042207F">
              <w:rPr>
                <w:rtl/>
              </w:rPr>
              <w:t>ہو</w:t>
            </w:r>
            <w:r w:rsidRPr="00E9510F">
              <w:t>    </w:t>
            </w:r>
            <w:r w:rsidRPr="0042207F">
              <w:rPr>
                <w:rtl/>
              </w:rPr>
              <w:t>بھگوان</w:t>
            </w:r>
            <w:r w:rsidRPr="00E9510F">
              <w:t>   </w:t>
            </w:r>
            <w:r w:rsidRPr="0042207F">
              <w:rPr>
                <w:rtl/>
              </w:rPr>
              <w:t>کا</w:t>
            </w:r>
            <w:r w:rsidRPr="00E9510F">
              <w:t>   </w:t>
            </w:r>
            <w:r w:rsidRPr="0042207F">
              <w:rPr>
                <w:rtl/>
              </w:rPr>
              <w:t>بیٹا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پیدا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ہو</w:t>
            </w:r>
            <w:r w:rsidRPr="00E9510F">
              <w:t>     </w:t>
            </w:r>
            <w:r w:rsidRPr="0042207F">
              <w:rPr>
                <w:rtl/>
              </w:rPr>
              <w:t>پھر</w:t>
            </w:r>
            <w:r w:rsidRPr="00E9510F">
              <w:t>     </w:t>
            </w:r>
            <w:r w:rsidRPr="0042207F">
              <w:rPr>
                <w:rtl/>
              </w:rPr>
              <w:t>دخترِ</w:t>
            </w:r>
            <w:r w:rsidRPr="00E9510F">
              <w:t>     </w:t>
            </w:r>
            <w:r w:rsidRPr="0042207F">
              <w:rPr>
                <w:rtl/>
              </w:rPr>
              <w:t>محبوب</w:t>
            </w:r>
            <w:r w:rsidRPr="00E9510F">
              <w:t>     </w:t>
            </w:r>
            <w:r w:rsidRPr="0042207F">
              <w:rPr>
                <w:rtl/>
              </w:rPr>
              <w:t>سے</w:t>
            </w:r>
            <w:r w:rsidRPr="00E9510F">
              <w:t>    </w:t>
            </w:r>
            <w:r w:rsidRPr="0042207F">
              <w:rPr>
                <w:rtl/>
              </w:rPr>
              <w:t>اس</w:t>
            </w:r>
            <w:r w:rsidRPr="00E9510F">
              <w:t>    </w:t>
            </w:r>
            <w:r w:rsidRPr="0042207F">
              <w:rPr>
                <w:rtl/>
              </w:rPr>
              <w:t>کا</w:t>
            </w:r>
            <w:r w:rsidRPr="00E9510F">
              <w:t> 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رشتا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اُنس</w:t>
            </w:r>
            <w:r w:rsidRPr="00E9510F">
              <w:t>   </w:t>
            </w:r>
            <w:r>
              <w:rPr>
                <w:rtl/>
              </w:rPr>
              <w:t>تا</w:t>
            </w:r>
            <w:r w:rsidRPr="00E9510F">
              <w:t>   </w:t>
            </w:r>
            <w:r>
              <w:rPr>
                <w:rtl/>
              </w:rPr>
              <w:t>عاشق</w:t>
            </w:r>
            <w:r w:rsidRPr="00E9510F">
              <w:t>   </w:t>
            </w:r>
            <w:r>
              <w:rPr>
                <w:rtl/>
              </w:rPr>
              <w:t>و</w:t>
            </w:r>
            <w:r w:rsidRPr="00E9510F">
              <w:t>   </w:t>
            </w:r>
            <w:r>
              <w:rPr>
                <w:rtl/>
              </w:rPr>
              <w:t>معشوق</w:t>
            </w:r>
            <w:r w:rsidRPr="00E9510F">
              <w:t>   </w:t>
            </w:r>
            <w:r>
              <w:rPr>
                <w:rtl/>
              </w:rPr>
              <w:t>میں</w:t>
            </w:r>
            <w:r w:rsidRPr="00E9510F">
              <w:t>   </w:t>
            </w:r>
            <w:r>
              <w:rPr>
                <w:rtl/>
              </w:rPr>
              <w:t>بڑھ</w:t>
            </w:r>
            <w:r w:rsidRPr="00E9510F">
              <w:t>   </w:t>
            </w:r>
            <w:r>
              <w:rPr>
                <w:rtl/>
              </w:rPr>
              <w:t>جائے</w:t>
            </w:r>
            <w:r w:rsidRPr="00E9510F">
              <w:t>  </w:t>
            </w:r>
            <w:r>
              <w:rPr>
                <w:rtl/>
              </w:rPr>
              <w:t>سوا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ایک</w:t>
            </w:r>
            <w:r w:rsidRPr="00E9510F">
              <w:t>    </w:t>
            </w:r>
            <w:r w:rsidRPr="0042207F">
              <w:rPr>
                <w:rtl/>
              </w:rPr>
              <w:t>ہو</w:t>
            </w:r>
            <w:r w:rsidRPr="00E9510F">
              <w:t>    </w:t>
            </w:r>
            <w:r w:rsidRPr="0042207F">
              <w:rPr>
                <w:rtl/>
              </w:rPr>
              <w:t>جائیں</w:t>
            </w:r>
            <w:r w:rsidRPr="00E9510F">
              <w:t>    </w:t>
            </w:r>
            <w:r w:rsidRPr="0042207F">
              <w:rPr>
                <w:rtl/>
              </w:rPr>
              <w:t>دوئی</w:t>
            </w:r>
            <w:r w:rsidRPr="00E9510F">
              <w:t>    </w:t>
            </w:r>
            <w:r w:rsidRPr="0042207F">
              <w:rPr>
                <w:rtl/>
              </w:rPr>
              <w:t>کی</w:t>
            </w:r>
            <w:r w:rsidRPr="00E9510F">
              <w:t>    </w:t>
            </w:r>
            <w:r w:rsidRPr="0042207F">
              <w:rPr>
                <w:rtl/>
              </w:rPr>
              <w:t>صورت</w:t>
            </w:r>
            <w:r w:rsidRPr="00E9510F">
              <w:t>   </w:t>
            </w:r>
            <w:r w:rsidRPr="0042207F">
              <w:rPr>
                <w:rtl/>
              </w:rPr>
              <w:t>نہ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رہے</w:t>
            </w:r>
            <w:r w:rsidRPr="00E9510F">
              <w:t>  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t> </w:t>
            </w:r>
            <w:r w:rsidRPr="0042207F">
              <w:rPr>
                <w:rtl/>
              </w:rPr>
              <w:t>غیر</w:t>
            </w:r>
            <w:r w:rsidRPr="00E9510F">
              <w:t>    </w:t>
            </w:r>
            <w:r w:rsidRPr="0042207F">
              <w:rPr>
                <w:rtl/>
              </w:rPr>
              <w:t>توحید</w:t>
            </w:r>
            <w:r w:rsidRPr="00E9510F">
              <w:t>    </w:t>
            </w:r>
            <w:r w:rsidRPr="0042207F">
              <w:rPr>
                <w:rtl/>
              </w:rPr>
              <w:t>و</w:t>
            </w:r>
            <w:r w:rsidRPr="00E9510F">
              <w:t>    </w:t>
            </w:r>
            <w:r w:rsidRPr="0042207F">
              <w:rPr>
                <w:rtl/>
              </w:rPr>
              <w:t>رسالت</w:t>
            </w:r>
            <w:r w:rsidRPr="00E9510F">
              <w:t>    </w:t>
            </w:r>
            <w:r w:rsidRPr="0042207F">
              <w:rPr>
                <w:rtl/>
              </w:rPr>
              <w:t>سے</w:t>
            </w:r>
            <w:r w:rsidRPr="00E9510F">
              <w:t>   </w:t>
            </w:r>
            <w:r w:rsidRPr="0042207F">
              <w:rPr>
                <w:rtl/>
              </w:rPr>
              <w:t>امامت</w:t>
            </w:r>
            <w:r w:rsidRPr="00E9510F">
              <w:t>   </w:t>
            </w:r>
            <w:r w:rsidRPr="0042207F">
              <w:rPr>
                <w:rtl/>
              </w:rPr>
              <w:t>نہ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رہے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p w:rsidR="00E526CC" w:rsidRPr="00530925" w:rsidRDefault="00E526CC" w:rsidP="007759D6">
      <w:pPr>
        <w:pStyle w:val="Heading2Center"/>
        <w:rPr>
          <w:rtl/>
        </w:rPr>
      </w:pPr>
      <w:bookmarkStart w:id="7" w:name="_Toc505082500"/>
      <w:r w:rsidRPr="00530925">
        <w:rPr>
          <w:rtl/>
        </w:rPr>
        <w:t>وصف میں آپ کے مداحوں نے کیا کیا نہ کہا</w:t>
      </w:r>
      <w:r w:rsidRPr="00530925">
        <w:br/>
      </w:r>
      <w:r w:rsidR="007759D6">
        <w:rPr>
          <w:rFonts w:hint="cs"/>
          <w:rtl/>
        </w:rPr>
        <w:t xml:space="preserve">-  </w:t>
      </w:r>
      <w:r w:rsidR="007759D6" w:rsidRPr="00530925">
        <w:rPr>
          <w:rtl/>
        </w:rPr>
        <w:t>تا</w:t>
      </w:r>
      <w:r w:rsidR="007759D6">
        <w:rPr>
          <w:rFonts w:hint="cs"/>
          <w:rtl/>
        </w:rPr>
        <w:t xml:space="preserve">  -</w:t>
      </w:r>
      <w:r w:rsidR="007759D6" w:rsidRPr="00530925">
        <w:br/>
      </w:r>
      <w:r w:rsidRPr="00530925">
        <w:rPr>
          <w:rtl/>
        </w:rPr>
        <w:t>کیوں نہ ہوں خلق میں جب ایک رہی ہیں زہراؑ</w:t>
      </w:r>
      <w:bookmarkEnd w:id="7"/>
    </w:p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840"/>
        <w:gridCol w:w="242"/>
        <w:gridCol w:w="4665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وصف</w:t>
            </w:r>
            <w:r w:rsidRPr="00E9510F">
              <w:t>  </w:t>
            </w:r>
            <w:r w:rsidRPr="0042207F">
              <w:rPr>
                <w:rtl/>
              </w:rPr>
              <w:t>میں</w:t>
            </w:r>
            <w:r w:rsidRPr="00E9510F">
              <w:t>  </w:t>
            </w:r>
            <w:r w:rsidRPr="0042207F">
              <w:rPr>
                <w:rtl/>
              </w:rPr>
              <w:t>آپ</w:t>
            </w:r>
            <w:r w:rsidRPr="00E9510F">
              <w:t>  </w:t>
            </w:r>
            <w:r w:rsidRPr="0042207F">
              <w:rPr>
                <w:rtl/>
              </w:rPr>
              <w:t>کے</w:t>
            </w:r>
            <w:r w:rsidRPr="00E9510F">
              <w:t>  </w:t>
            </w:r>
            <w:r w:rsidRPr="0042207F">
              <w:rPr>
                <w:rtl/>
              </w:rPr>
              <w:t>مداحوں</w:t>
            </w:r>
            <w:r w:rsidRPr="00E9510F">
              <w:t>  </w:t>
            </w:r>
            <w:r w:rsidRPr="0042207F">
              <w:rPr>
                <w:rtl/>
              </w:rPr>
              <w:t>نے</w:t>
            </w:r>
            <w:r w:rsidRPr="00E9510F">
              <w:t>  </w:t>
            </w:r>
            <w:r w:rsidRPr="0042207F">
              <w:rPr>
                <w:rtl/>
              </w:rPr>
              <w:t>کیا</w:t>
            </w:r>
            <w:r w:rsidRPr="00E9510F">
              <w:t> </w:t>
            </w:r>
            <w:r w:rsidRPr="0042207F">
              <w:rPr>
                <w:rtl/>
              </w:rPr>
              <w:t>کیا</w:t>
            </w:r>
            <w:r w:rsidRPr="00E9510F">
              <w:t> </w:t>
            </w:r>
            <w:r w:rsidRPr="0042207F">
              <w:rPr>
                <w:rtl/>
              </w:rPr>
              <w:t>نہ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کہا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کون</w:t>
            </w:r>
            <w:r w:rsidRPr="00E9510F">
              <w:t>   </w:t>
            </w:r>
            <w:r w:rsidRPr="0042207F">
              <w:rPr>
                <w:rtl/>
              </w:rPr>
              <w:t>سی</w:t>
            </w:r>
            <w:r w:rsidRPr="00E9510F">
              <w:t>   </w:t>
            </w:r>
            <w:r w:rsidRPr="0042207F">
              <w:rPr>
                <w:rtl/>
              </w:rPr>
              <w:t>بات</w:t>
            </w:r>
            <w:r w:rsidRPr="00E9510F">
              <w:t>   </w:t>
            </w:r>
            <w:r w:rsidRPr="0042207F">
              <w:rPr>
                <w:rtl/>
              </w:rPr>
              <w:t>ہے</w:t>
            </w:r>
            <w:r w:rsidRPr="00E9510F">
              <w:t>   </w:t>
            </w:r>
            <w:r w:rsidRPr="0042207F">
              <w:rPr>
                <w:rtl/>
              </w:rPr>
              <w:t>جو</w:t>
            </w:r>
            <w:r w:rsidRPr="00E9510F">
              <w:t>  </w:t>
            </w:r>
            <w:r w:rsidRPr="0042207F">
              <w:rPr>
                <w:rtl/>
              </w:rPr>
              <w:t>چھوڑ</w:t>
            </w:r>
            <w:r w:rsidRPr="00E9510F">
              <w:t>  </w:t>
            </w:r>
            <w:r w:rsidRPr="0042207F">
              <w:rPr>
                <w:rtl/>
              </w:rPr>
              <w:t>گئے</w:t>
            </w:r>
            <w:r w:rsidRPr="00E9510F">
              <w:t>  </w:t>
            </w:r>
            <w:r w:rsidRPr="0042207F">
              <w:rPr>
                <w:rtl/>
              </w:rPr>
              <w:t>ہیں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شعرا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لاکھ</w:t>
            </w:r>
            <w:r w:rsidRPr="00E9510F">
              <w:t>  </w:t>
            </w:r>
            <w:r w:rsidRPr="0042207F">
              <w:rPr>
                <w:rtl/>
              </w:rPr>
              <w:t>کچھ</w:t>
            </w:r>
            <w:r w:rsidRPr="00E9510F">
              <w:t>  </w:t>
            </w:r>
            <w:r w:rsidRPr="0042207F">
              <w:rPr>
                <w:rtl/>
              </w:rPr>
              <w:t>کہہ</w:t>
            </w:r>
            <w:r w:rsidRPr="00E9510F">
              <w:t>  </w:t>
            </w:r>
            <w:r w:rsidRPr="0042207F">
              <w:rPr>
                <w:rtl/>
              </w:rPr>
              <w:t>گئے</w:t>
            </w:r>
            <w:r w:rsidRPr="00E9510F">
              <w:t>  </w:t>
            </w:r>
            <w:r w:rsidRPr="0042207F">
              <w:rPr>
                <w:rtl/>
              </w:rPr>
              <w:t>پھر</w:t>
            </w:r>
            <w:r w:rsidRPr="00E9510F">
              <w:t>  </w:t>
            </w:r>
            <w:r w:rsidRPr="0042207F">
              <w:rPr>
                <w:rtl/>
              </w:rPr>
              <w:t>کچھ</w:t>
            </w:r>
            <w:r w:rsidRPr="00E9510F">
              <w:t>  </w:t>
            </w:r>
            <w:r w:rsidRPr="0042207F">
              <w:rPr>
                <w:rtl/>
              </w:rPr>
              <w:t>بھی</w:t>
            </w:r>
            <w:r w:rsidRPr="00E9510F">
              <w:t>  </w:t>
            </w:r>
            <w:r w:rsidRPr="0042207F">
              <w:rPr>
                <w:rtl/>
              </w:rPr>
              <w:t>نہیں</w:t>
            </w:r>
            <w:r w:rsidRPr="00E9510F">
              <w:t>  </w:t>
            </w:r>
            <w:r w:rsidRPr="0042207F">
              <w:rPr>
                <w:rtl/>
              </w:rPr>
              <w:t>ہے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بخدا</w:t>
            </w:r>
            <w:r w:rsidRPr="00E9510F">
              <w:t>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ختم</w:t>
            </w:r>
            <w:r w:rsidRPr="00E9510F">
              <w:t>     </w:t>
            </w:r>
            <w:r w:rsidRPr="0042207F">
              <w:rPr>
                <w:rtl/>
              </w:rPr>
              <w:t>پر</w:t>
            </w:r>
            <w:r w:rsidRPr="00E9510F">
              <w:t>     </w:t>
            </w:r>
            <w:r w:rsidRPr="0042207F">
              <w:rPr>
                <w:rtl/>
              </w:rPr>
              <w:t>مدحتِ</w:t>
            </w:r>
            <w:r w:rsidRPr="00E9510F">
              <w:t>     </w:t>
            </w:r>
            <w:r w:rsidRPr="0042207F">
              <w:rPr>
                <w:rtl/>
              </w:rPr>
              <w:t>زہرا</w:t>
            </w:r>
            <w:r w:rsidRPr="00E9510F">
              <w:t>    </w:t>
            </w:r>
            <w:r w:rsidRPr="0042207F">
              <w:rPr>
                <w:rtl/>
              </w:rPr>
              <w:t>کا</w:t>
            </w:r>
            <w:r w:rsidRPr="00E9510F">
              <w:t>    </w:t>
            </w:r>
            <w:r w:rsidRPr="0042207F">
              <w:rPr>
                <w:rtl/>
              </w:rPr>
              <w:t>فسانہ</w:t>
            </w:r>
            <w:r w:rsidRPr="00E9510F">
              <w:t>    </w:t>
            </w:r>
            <w:r w:rsidRPr="0042207F">
              <w:rPr>
                <w:rtl/>
              </w:rPr>
              <w:t>نہ</w:t>
            </w:r>
            <w:r w:rsidRPr="00E9510F">
              <w:t> 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ہوا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وصف</w:t>
            </w:r>
            <w:r w:rsidRPr="00E9510F">
              <w:t>  </w:t>
            </w:r>
            <w:r w:rsidRPr="0042207F">
              <w:rPr>
                <w:rtl/>
              </w:rPr>
              <w:t>جس</w:t>
            </w:r>
            <w:r w:rsidRPr="00E9510F">
              <w:t>  </w:t>
            </w:r>
            <w:r w:rsidRPr="0042207F">
              <w:rPr>
                <w:rtl/>
              </w:rPr>
              <w:t>بی</w:t>
            </w:r>
            <w:r w:rsidRPr="00E9510F">
              <w:t>  </w:t>
            </w:r>
            <w:r w:rsidRPr="0042207F">
              <w:rPr>
                <w:rtl/>
              </w:rPr>
              <w:t>بی</w:t>
            </w:r>
            <w:r w:rsidRPr="00E9510F">
              <w:t>  </w:t>
            </w:r>
            <w:r w:rsidRPr="0042207F">
              <w:rPr>
                <w:rtl/>
              </w:rPr>
              <w:t>کا</w:t>
            </w:r>
            <w:r w:rsidRPr="00E9510F">
              <w:t>  </w:t>
            </w:r>
            <w:r w:rsidRPr="0042207F">
              <w:rPr>
                <w:rtl/>
              </w:rPr>
              <w:t>قرآن</w:t>
            </w:r>
            <w:r w:rsidRPr="00E9510F">
              <w:t>  </w:t>
            </w:r>
            <w:r w:rsidRPr="0042207F">
              <w:rPr>
                <w:rtl/>
              </w:rPr>
              <w:t>میں</w:t>
            </w:r>
            <w:r w:rsidRPr="00E9510F">
              <w:t>  </w:t>
            </w:r>
            <w:r w:rsidRPr="0042207F">
              <w:rPr>
                <w:rtl/>
              </w:rPr>
              <w:t>بھگوان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کرے</w:t>
            </w:r>
            <w:r w:rsidRPr="00E9510F">
              <w:t>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t> </w:t>
            </w:r>
            <w:r w:rsidRPr="0042207F">
              <w:rPr>
                <w:rtl/>
              </w:rPr>
              <w:t>اس</w:t>
            </w:r>
            <w:r w:rsidRPr="00E9510F">
              <w:t>   </w:t>
            </w:r>
            <w:r w:rsidRPr="0042207F">
              <w:rPr>
                <w:rtl/>
              </w:rPr>
              <w:t>کی</w:t>
            </w:r>
            <w:r w:rsidRPr="00E9510F">
              <w:t>   </w:t>
            </w:r>
            <w:r w:rsidRPr="0042207F">
              <w:rPr>
                <w:rtl/>
              </w:rPr>
              <w:t>تعریف</w:t>
            </w:r>
            <w:r w:rsidRPr="00E9510F">
              <w:t>   </w:t>
            </w:r>
            <w:r w:rsidRPr="0042207F">
              <w:rPr>
                <w:rtl/>
              </w:rPr>
              <w:t>بھلا</w:t>
            </w:r>
            <w:r w:rsidRPr="00E9510F">
              <w:t>   </w:t>
            </w:r>
            <w:r w:rsidRPr="0042207F">
              <w:rPr>
                <w:rtl/>
              </w:rPr>
              <w:t>کیا</w:t>
            </w:r>
            <w:r w:rsidRPr="00E9510F">
              <w:t>   </w:t>
            </w:r>
            <w:r w:rsidRPr="0042207F">
              <w:rPr>
                <w:rtl/>
              </w:rPr>
              <w:t>کوئی</w:t>
            </w:r>
            <w:r w:rsidRPr="00E9510F">
              <w:t>   </w:t>
            </w:r>
            <w:r w:rsidRPr="0042207F">
              <w:rPr>
                <w:rtl/>
              </w:rPr>
              <w:t>انسان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کرے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728"/>
        <w:gridCol w:w="337"/>
        <w:gridCol w:w="4682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اللہ</w:t>
            </w:r>
            <w:r w:rsidRPr="00E9510F">
              <w:t>    </w:t>
            </w:r>
            <w:r w:rsidRPr="0042207F">
              <w:rPr>
                <w:rtl/>
              </w:rPr>
              <w:t>اللہ</w:t>
            </w:r>
            <w:r w:rsidRPr="00E9510F">
              <w:t>    </w:t>
            </w:r>
            <w:r w:rsidRPr="0042207F">
              <w:rPr>
                <w:rtl/>
              </w:rPr>
              <w:t>یہ</w:t>
            </w:r>
            <w:r w:rsidRPr="00E9510F">
              <w:t>    </w:t>
            </w:r>
            <w:r w:rsidRPr="0042207F">
              <w:rPr>
                <w:rtl/>
              </w:rPr>
              <w:t>شرف</w:t>
            </w:r>
            <w:r w:rsidRPr="00E9510F">
              <w:t>   </w:t>
            </w:r>
            <w:r w:rsidRPr="0042207F">
              <w:rPr>
                <w:rtl/>
              </w:rPr>
              <w:t>باپ</w:t>
            </w:r>
            <w:r w:rsidRPr="00E9510F">
              <w:t>   </w:t>
            </w:r>
            <w:r w:rsidRPr="0042207F">
              <w:rPr>
                <w:rtl/>
              </w:rPr>
              <w:t>نبیؐ</w:t>
            </w:r>
            <w:r w:rsidRPr="00E9510F">
              <w:t>   </w:t>
            </w:r>
            <w:r w:rsidRPr="0042207F">
              <w:rPr>
                <w:rtl/>
              </w:rPr>
              <w:t>پوتے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امام</w:t>
            </w:r>
            <w:r w:rsidRPr="00E9510F">
              <w:t>    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پایا</w:t>
            </w:r>
            <w:r w:rsidRPr="00E9510F">
              <w:t>    </w:t>
            </w:r>
            <w:r w:rsidRPr="0042207F">
              <w:rPr>
                <w:rtl/>
              </w:rPr>
              <w:t>شوہر</w:t>
            </w:r>
            <w:r w:rsidRPr="00E9510F">
              <w:t>   </w:t>
            </w:r>
            <w:r w:rsidRPr="0042207F">
              <w:rPr>
                <w:rtl/>
              </w:rPr>
              <w:t>بھی</w:t>
            </w:r>
            <w:r w:rsidRPr="00E9510F">
              <w:t>   </w:t>
            </w:r>
            <w:r w:rsidRPr="0042207F">
              <w:rPr>
                <w:rtl/>
              </w:rPr>
              <w:t>مقدر</w:t>
            </w:r>
            <w:r w:rsidRPr="00E9510F">
              <w:t>   </w:t>
            </w:r>
            <w:r w:rsidRPr="0042207F">
              <w:rPr>
                <w:rtl/>
              </w:rPr>
              <w:t>سے</w:t>
            </w:r>
            <w:r w:rsidRPr="00E9510F">
              <w:t>   </w:t>
            </w:r>
            <w:r w:rsidRPr="0042207F">
              <w:rPr>
                <w:rtl/>
              </w:rPr>
              <w:t>خدا</w:t>
            </w:r>
            <w:r w:rsidRPr="00E9510F">
              <w:t>   </w:t>
            </w:r>
            <w:r w:rsidRPr="0042207F">
              <w:rPr>
                <w:rtl/>
              </w:rPr>
              <w:t>کا</w:t>
            </w:r>
            <w:r w:rsidRPr="00E9510F">
              <w:t>   </w:t>
            </w:r>
            <w:r w:rsidRPr="0042207F">
              <w:rPr>
                <w:rtl/>
              </w:rPr>
              <w:t>ہم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نام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خادمہ</w:t>
            </w:r>
            <w:r w:rsidRPr="00E9510F">
              <w:t>    </w:t>
            </w:r>
            <w:r>
              <w:rPr>
                <w:rtl/>
              </w:rPr>
              <w:t>حوریں</w:t>
            </w:r>
            <w:r w:rsidRPr="00E9510F">
              <w:t>    </w:t>
            </w:r>
            <w:r>
              <w:rPr>
                <w:rtl/>
              </w:rPr>
              <w:t>فرشتے</w:t>
            </w:r>
            <w:r w:rsidRPr="00E9510F">
              <w:t>    </w:t>
            </w:r>
            <w:r>
              <w:rPr>
                <w:rtl/>
              </w:rPr>
              <w:t>درِ</w:t>
            </w:r>
            <w:r w:rsidRPr="00E9510F">
              <w:t>   </w:t>
            </w:r>
            <w:r>
              <w:rPr>
                <w:rtl/>
              </w:rPr>
              <w:t>دولت</w:t>
            </w:r>
            <w:r w:rsidRPr="00E9510F">
              <w:t>   </w:t>
            </w:r>
            <w:r>
              <w:rPr>
                <w:rtl/>
              </w:rPr>
              <w:t>کے</w:t>
            </w:r>
            <w:r w:rsidRPr="00E9510F">
              <w:t>   </w:t>
            </w:r>
            <w:r>
              <w:rPr>
                <w:rtl/>
              </w:rPr>
              <w:t>غلام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t> </w:t>
            </w:r>
            <w:r w:rsidRPr="0042207F">
              <w:rPr>
                <w:rtl/>
              </w:rPr>
              <w:t>نعمتیں</w:t>
            </w:r>
            <w:r w:rsidRPr="00E9510F">
              <w:t>   </w:t>
            </w:r>
            <w:r w:rsidRPr="0042207F">
              <w:rPr>
                <w:rtl/>
              </w:rPr>
              <w:t>اپنی</w:t>
            </w:r>
            <w:r w:rsidRPr="00E9510F">
              <w:t>   </w:t>
            </w:r>
            <w:r w:rsidRPr="0042207F">
              <w:rPr>
                <w:rtl/>
              </w:rPr>
              <w:t>کیں</w:t>
            </w:r>
            <w:r w:rsidRPr="00E9510F">
              <w:t>   </w:t>
            </w:r>
            <w:r w:rsidRPr="0042207F">
              <w:rPr>
                <w:rtl/>
              </w:rPr>
              <w:t>اللہ</w:t>
            </w:r>
            <w:r w:rsidRPr="00E9510F">
              <w:t>   </w:t>
            </w:r>
            <w:r w:rsidRPr="0042207F">
              <w:rPr>
                <w:rtl/>
              </w:rPr>
              <w:t>نے</w:t>
            </w:r>
            <w:r w:rsidRPr="00E9510F">
              <w:t>   </w:t>
            </w:r>
            <w:r w:rsidRPr="0042207F">
              <w:rPr>
                <w:rtl/>
              </w:rPr>
              <w:t>سن</w:t>
            </w:r>
            <w:r w:rsidRPr="00E9510F">
              <w:t>   </w:t>
            </w:r>
            <w:r w:rsidRPr="0042207F">
              <w:rPr>
                <w:rtl/>
              </w:rPr>
              <w:t>ان</w:t>
            </w:r>
            <w:r w:rsidRPr="00E9510F">
              <w:t>   </w:t>
            </w:r>
            <w:r w:rsidRPr="0042207F">
              <w:rPr>
                <w:rtl/>
              </w:rPr>
              <w:t>پر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تمام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پیشِ</w:t>
            </w:r>
            <w:r w:rsidRPr="00E9510F">
              <w:t>    </w:t>
            </w:r>
            <w:r>
              <w:rPr>
                <w:rtl/>
              </w:rPr>
              <w:t>حق</w:t>
            </w:r>
            <w:r w:rsidRPr="00E9510F">
              <w:t>    </w:t>
            </w:r>
            <w:r>
              <w:rPr>
                <w:rtl/>
              </w:rPr>
              <w:t>کون</w:t>
            </w:r>
            <w:r w:rsidRPr="00E9510F">
              <w:t>   </w:t>
            </w:r>
            <w:r>
              <w:rPr>
                <w:rtl/>
              </w:rPr>
              <w:t>سی</w:t>
            </w:r>
            <w:r w:rsidRPr="00E9510F">
              <w:t>   </w:t>
            </w:r>
            <w:r>
              <w:rPr>
                <w:rtl/>
              </w:rPr>
              <w:t>بی</w:t>
            </w:r>
            <w:r w:rsidRPr="00E9510F">
              <w:t>   </w:t>
            </w:r>
            <w:r>
              <w:rPr>
                <w:rtl/>
              </w:rPr>
              <w:t>بی</w:t>
            </w:r>
            <w:r w:rsidRPr="00E9510F">
              <w:t>   </w:t>
            </w:r>
            <w:r>
              <w:rPr>
                <w:rtl/>
              </w:rPr>
              <w:t>کی</w:t>
            </w:r>
            <w:r w:rsidRPr="00E9510F">
              <w:t>   </w:t>
            </w:r>
            <w:r>
              <w:rPr>
                <w:rtl/>
              </w:rPr>
              <w:t>توقیر</w:t>
            </w:r>
            <w:r w:rsidRPr="00E9510F">
              <w:t>   </w:t>
            </w:r>
            <w:r>
              <w:rPr>
                <w:rtl/>
              </w:rPr>
              <w:t>ہوئی</w:t>
            </w:r>
            <w:r w:rsidRPr="00E9510F">
              <w:t>   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 w:rsidRPr="00E9510F">
              <w:t>  </w:t>
            </w:r>
            <w:r>
              <w:rPr>
                <w:rtl/>
              </w:rPr>
              <w:t>کس</w:t>
            </w:r>
            <w:r w:rsidRPr="00E9510F">
              <w:t>   </w:t>
            </w:r>
            <w:r>
              <w:rPr>
                <w:rtl/>
              </w:rPr>
              <w:t>کی</w:t>
            </w:r>
            <w:r w:rsidRPr="00E9510F">
              <w:t>   </w:t>
            </w:r>
            <w:r>
              <w:rPr>
                <w:rtl/>
              </w:rPr>
              <w:t>زہراؑ</w:t>
            </w:r>
            <w:r w:rsidRPr="00E9510F">
              <w:t>   </w:t>
            </w:r>
            <w:r>
              <w:rPr>
                <w:rtl/>
              </w:rPr>
              <w:t>کی</w:t>
            </w:r>
            <w:r w:rsidRPr="00E9510F">
              <w:t>   </w:t>
            </w:r>
            <w:r>
              <w:rPr>
                <w:rtl/>
              </w:rPr>
              <w:t>سی</w:t>
            </w:r>
            <w:r w:rsidRPr="00E9510F">
              <w:t>  </w:t>
            </w:r>
            <w:r>
              <w:rPr>
                <w:rtl/>
              </w:rPr>
              <w:t>کونین</w:t>
            </w:r>
            <w:r w:rsidRPr="00E9510F">
              <w:t>  </w:t>
            </w:r>
            <w:r>
              <w:rPr>
                <w:rtl/>
              </w:rPr>
              <w:t>میں</w:t>
            </w:r>
            <w:r w:rsidRPr="00E9510F">
              <w:t>  </w:t>
            </w:r>
            <w:r>
              <w:rPr>
                <w:rtl/>
              </w:rPr>
              <w:t>تقدیر</w:t>
            </w:r>
            <w:r w:rsidRPr="00E9510F">
              <w:t>  </w:t>
            </w:r>
            <w:r>
              <w:rPr>
                <w:rtl/>
              </w:rPr>
              <w:t>ہوئی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5132"/>
        <w:gridCol w:w="222"/>
        <w:gridCol w:w="4945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گلشنِ</w:t>
            </w:r>
            <w:r w:rsidRPr="00E9510F">
              <w:t>   </w:t>
            </w:r>
            <w:r>
              <w:rPr>
                <w:rtl/>
              </w:rPr>
              <w:t>عالمِ</w:t>
            </w:r>
            <w:r w:rsidRPr="00E9510F">
              <w:t>   </w:t>
            </w:r>
            <w:r>
              <w:rPr>
                <w:rtl/>
              </w:rPr>
              <w:t>امکاں</w:t>
            </w:r>
            <w:r w:rsidRPr="00E9510F">
              <w:t>   </w:t>
            </w:r>
            <w:r>
              <w:rPr>
                <w:rtl/>
              </w:rPr>
              <w:t>میں</w:t>
            </w:r>
            <w:r w:rsidRPr="00E9510F">
              <w:t>   </w:t>
            </w:r>
            <w:r>
              <w:rPr>
                <w:rtl/>
              </w:rPr>
              <w:t>انھیں</w:t>
            </w:r>
            <w:r w:rsidRPr="00E9510F">
              <w:t>   </w:t>
            </w:r>
            <w:r>
              <w:rPr>
                <w:rtl/>
              </w:rPr>
              <w:t>کی</w:t>
            </w:r>
            <w:r w:rsidRPr="00E9510F">
              <w:t>   </w:t>
            </w:r>
            <w:r>
              <w:rPr>
                <w:rtl/>
              </w:rPr>
              <w:t>ہے</w:t>
            </w:r>
            <w:r w:rsidRPr="00E9510F">
              <w:t>   </w:t>
            </w:r>
            <w:r>
              <w:rPr>
                <w:rtl/>
              </w:rPr>
              <w:t>بہار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ان</w:t>
            </w:r>
            <w:r w:rsidRPr="00E9510F">
              <w:t>    </w:t>
            </w:r>
            <w:r w:rsidRPr="0042207F">
              <w:rPr>
                <w:rtl/>
              </w:rPr>
              <w:t>کی</w:t>
            </w:r>
            <w:r w:rsidRPr="00E9510F">
              <w:t>   </w:t>
            </w:r>
            <w:r w:rsidRPr="0042207F">
              <w:rPr>
                <w:rtl/>
              </w:rPr>
              <w:t>جبریلؑ</w:t>
            </w:r>
            <w:r w:rsidRPr="00E9510F">
              <w:t>   </w:t>
            </w:r>
            <w:r w:rsidRPr="0042207F">
              <w:rPr>
                <w:rtl/>
              </w:rPr>
              <w:t>نے</w:t>
            </w:r>
            <w:r w:rsidRPr="00E9510F">
              <w:t>   </w:t>
            </w:r>
            <w:r w:rsidRPr="0042207F">
              <w:rPr>
                <w:rtl/>
              </w:rPr>
              <w:t>کی</w:t>
            </w:r>
            <w:r w:rsidRPr="00E9510F">
              <w:t>   </w:t>
            </w:r>
            <w:r w:rsidRPr="0042207F">
              <w:rPr>
                <w:rtl/>
              </w:rPr>
              <w:t>آسیا</w:t>
            </w:r>
            <w:r w:rsidRPr="00E9510F">
              <w:t>   </w:t>
            </w:r>
            <w:r w:rsidRPr="0042207F">
              <w:rPr>
                <w:rtl/>
              </w:rPr>
              <w:t>سائی</w:t>
            </w:r>
            <w:r w:rsidRPr="00E9510F">
              <w:t>   </w:t>
            </w:r>
            <w:r w:rsidRPr="0042207F">
              <w:rPr>
                <w:rtl/>
              </w:rPr>
              <w:t>سو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بار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نسل</w:t>
            </w:r>
            <w:r w:rsidRPr="00E9510F">
              <w:t>  </w:t>
            </w:r>
            <w:r w:rsidRPr="0042207F">
              <w:rPr>
                <w:rtl/>
              </w:rPr>
              <w:t>میں</w:t>
            </w:r>
            <w:r w:rsidRPr="00E9510F">
              <w:t>  </w:t>
            </w:r>
            <w:r w:rsidRPr="0042207F">
              <w:rPr>
                <w:rtl/>
              </w:rPr>
              <w:t>ان</w:t>
            </w:r>
            <w:r w:rsidRPr="00E9510F">
              <w:t>  </w:t>
            </w:r>
            <w:r w:rsidRPr="0042207F">
              <w:rPr>
                <w:rtl/>
              </w:rPr>
              <w:t>کی</w:t>
            </w:r>
            <w:r w:rsidRPr="00E9510F">
              <w:t>  </w:t>
            </w:r>
            <w:r w:rsidRPr="0042207F">
              <w:rPr>
                <w:rtl/>
              </w:rPr>
              <w:t>جہاں</w:t>
            </w:r>
            <w:r w:rsidRPr="00E9510F">
              <w:t>  </w:t>
            </w:r>
            <w:r w:rsidRPr="0042207F">
              <w:rPr>
                <w:rtl/>
              </w:rPr>
              <w:t>میں</w:t>
            </w:r>
            <w:r w:rsidRPr="00E9510F">
              <w:t>  </w:t>
            </w:r>
            <w:r w:rsidRPr="0042207F">
              <w:rPr>
                <w:rtl/>
              </w:rPr>
              <w:t>ہوئے</w:t>
            </w:r>
            <w:r w:rsidRPr="00E9510F">
              <w:t>  </w:t>
            </w:r>
            <w:r w:rsidRPr="0042207F">
              <w:rPr>
                <w:rtl/>
              </w:rPr>
              <w:t>گیارہ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اوتار</w:t>
            </w:r>
            <w:r w:rsidRPr="00E9510F">
              <w:t>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 w:rsidRPr="00E9510F">
              <w:t> </w:t>
            </w:r>
            <w:r>
              <w:rPr>
                <w:rtl/>
              </w:rPr>
              <w:t>آئے</w:t>
            </w:r>
            <w:r w:rsidRPr="00E9510F">
              <w:t>  </w:t>
            </w:r>
            <w:r>
              <w:rPr>
                <w:rtl/>
              </w:rPr>
              <w:t>فردوس</w:t>
            </w:r>
            <w:r w:rsidRPr="00E9510F">
              <w:t>  </w:t>
            </w:r>
            <w:r>
              <w:rPr>
                <w:rtl/>
              </w:rPr>
              <w:t>سے</w:t>
            </w:r>
            <w:r w:rsidRPr="00E9510F">
              <w:t>  </w:t>
            </w:r>
            <w:r>
              <w:rPr>
                <w:rtl/>
              </w:rPr>
              <w:t>ان</w:t>
            </w:r>
            <w:r w:rsidRPr="00E9510F">
              <w:t>  </w:t>
            </w:r>
            <w:r>
              <w:rPr>
                <w:rtl/>
              </w:rPr>
              <w:t>کے</w:t>
            </w:r>
            <w:r w:rsidRPr="00E9510F">
              <w:t>  </w:t>
            </w:r>
            <w:r>
              <w:rPr>
                <w:rtl/>
              </w:rPr>
              <w:t>لئے</w:t>
            </w:r>
            <w:r w:rsidRPr="00E9510F">
              <w:t>  </w:t>
            </w:r>
            <w:r>
              <w:rPr>
                <w:rtl/>
              </w:rPr>
              <w:t>میوے</w:t>
            </w:r>
            <w:r w:rsidRPr="00E9510F">
              <w:t>  </w:t>
            </w:r>
            <w:r>
              <w:rPr>
                <w:rtl/>
              </w:rPr>
              <w:t>کئی</w:t>
            </w:r>
            <w:r w:rsidRPr="00E9510F">
              <w:t>  </w:t>
            </w:r>
            <w:r>
              <w:rPr>
                <w:rtl/>
              </w:rPr>
              <w:t>بار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ان</w:t>
            </w:r>
            <w:r w:rsidRPr="00E9510F">
              <w:t>  </w:t>
            </w:r>
            <w:r w:rsidRPr="0042207F">
              <w:rPr>
                <w:rtl/>
              </w:rPr>
              <w:t>کی</w:t>
            </w:r>
            <w:r w:rsidRPr="00E9510F">
              <w:t>  </w:t>
            </w:r>
            <w:r w:rsidRPr="0042207F">
              <w:rPr>
                <w:rtl/>
              </w:rPr>
              <w:t>خدمت</w:t>
            </w:r>
            <w:r w:rsidRPr="00E9510F">
              <w:t>  </w:t>
            </w:r>
            <w:r w:rsidRPr="0042207F">
              <w:rPr>
                <w:rtl/>
              </w:rPr>
              <w:t>سے</w:t>
            </w:r>
            <w:r w:rsidRPr="00E9510F">
              <w:t> </w:t>
            </w:r>
            <w:r w:rsidRPr="0042207F">
              <w:rPr>
                <w:rtl/>
              </w:rPr>
              <w:t>فرشتوں</w:t>
            </w:r>
            <w:r w:rsidRPr="00E9510F">
              <w:t> </w:t>
            </w:r>
            <w:r w:rsidRPr="0042207F">
              <w:rPr>
                <w:rtl/>
              </w:rPr>
              <w:t>نے</w:t>
            </w:r>
            <w:r w:rsidRPr="00E9510F">
              <w:t> </w:t>
            </w:r>
            <w:r w:rsidRPr="0042207F">
              <w:rPr>
                <w:rtl/>
              </w:rPr>
              <w:t>بھی</w:t>
            </w:r>
            <w:r w:rsidRPr="00E9510F">
              <w:t> </w:t>
            </w:r>
            <w:r w:rsidRPr="0042207F">
              <w:rPr>
                <w:rtl/>
              </w:rPr>
              <w:t>عظمت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پائی</w:t>
            </w:r>
            <w:r w:rsidRPr="00E9510F">
              <w:t>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t> </w:t>
            </w:r>
            <w:r w:rsidRPr="0042207F">
              <w:rPr>
                <w:rtl/>
              </w:rPr>
              <w:t>پر</w:t>
            </w:r>
            <w:r w:rsidRPr="00E9510F">
              <w:t>   </w:t>
            </w:r>
            <w:r w:rsidRPr="0042207F">
              <w:rPr>
                <w:rtl/>
              </w:rPr>
              <w:t>ملے</w:t>
            </w:r>
            <w:r w:rsidRPr="00E9510F">
              <w:t>   </w:t>
            </w:r>
            <w:r w:rsidRPr="0042207F">
              <w:rPr>
                <w:rtl/>
              </w:rPr>
              <w:t>جب</w:t>
            </w:r>
            <w:r w:rsidRPr="00E9510F">
              <w:t>   </w:t>
            </w:r>
            <w:r w:rsidRPr="0042207F">
              <w:rPr>
                <w:rtl/>
              </w:rPr>
              <w:t>کے</w:t>
            </w:r>
            <w:r w:rsidRPr="00E9510F">
              <w:t>   </w:t>
            </w:r>
            <w:r w:rsidRPr="0042207F">
              <w:rPr>
                <w:rtl/>
              </w:rPr>
              <w:t>مقرب</w:t>
            </w:r>
            <w:r w:rsidRPr="00E9510F">
              <w:t>   </w:t>
            </w:r>
            <w:r w:rsidRPr="0042207F">
              <w:rPr>
                <w:rtl/>
              </w:rPr>
              <w:t>ہوئے</w:t>
            </w:r>
            <w:r w:rsidRPr="00E9510F">
              <w:t>  </w:t>
            </w:r>
            <w:r w:rsidRPr="0042207F">
              <w:rPr>
                <w:rtl/>
              </w:rPr>
              <w:t>عزت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پائی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728"/>
        <w:gridCol w:w="337"/>
        <w:gridCol w:w="4682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ناز</w:t>
            </w:r>
            <w:r w:rsidRPr="00E9510F">
              <w:t>     </w:t>
            </w:r>
            <w:r w:rsidRPr="0042207F">
              <w:rPr>
                <w:rtl/>
              </w:rPr>
              <w:t>برداریاں</w:t>
            </w:r>
            <w:r w:rsidRPr="00E9510F">
              <w:t>     </w:t>
            </w:r>
            <w:r w:rsidRPr="0042207F">
              <w:rPr>
                <w:rtl/>
              </w:rPr>
              <w:t>سہتے</w:t>
            </w:r>
            <w:r w:rsidRPr="00E9510F">
              <w:t>     </w:t>
            </w:r>
            <w:r w:rsidRPr="0042207F">
              <w:rPr>
                <w:rtl/>
              </w:rPr>
              <w:t>تھے</w:t>
            </w:r>
            <w:r w:rsidRPr="00E9510F">
              <w:t>     </w:t>
            </w:r>
            <w:r w:rsidRPr="0042207F">
              <w:rPr>
                <w:rtl/>
              </w:rPr>
              <w:t>محمدؐ</w:t>
            </w:r>
            <w:r w:rsidRPr="00E9510F">
              <w:t>     </w:t>
            </w:r>
            <w:r w:rsidRPr="0042207F">
              <w:rPr>
                <w:rtl/>
              </w:rPr>
              <w:t>ان</w:t>
            </w:r>
            <w:r w:rsidRPr="00E9510F">
              <w:t> 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کی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قدر</w:t>
            </w:r>
            <w:r w:rsidRPr="00E9510F">
              <w:t>   </w:t>
            </w:r>
            <w:r w:rsidRPr="0042207F">
              <w:rPr>
                <w:rtl/>
              </w:rPr>
              <w:t>کرتے</w:t>
            </w:r>
            <w:r w:rsidRPr="00E9510F">
              <w:t>   </w:t>
            </w:r>
            <w:r w:rsidRPr="0042207F">
              <w:rPr>
                <w:rtl/>
              </w:rPr>
              <w:t>تھے</w:t>
            </w:r>
            <w:r w:rsidRPr="00E9510F">
              <w:t>   </w:t>
            </w:r>
            <w:r w:rsidRPr="0042207F">
              <w:rPr>
                <w:rtl/>
              </w:rPr>
              <w:t>جبریلؑ</w:t>
            </w:r>
            <w:r w:rsidRPr="00E9510F">
              <w:t>   </w:t>
            </w:r>
            <w:r w:rsidRPr="0042207F">
              <w:rPr>
                <w:rtl/>
              </w:rPr>
              <w:t>کے</w:t>
            </w:r>
            <w:r w:rsidRPr="00E9510F">
              <w:t>   </w:t>
            </w:r>
            <w:r w:rsidRPr="0042207F">
              <w:rPr>
                <w:rtl/>
              </w:rPr>
              <w:t>مرشد</w:t>
            </w:r>
            <w:r w:rsidRPr="00E9510F">
              <w:t>   </w:t>
            </w:r>
            <w:r w:rsidRPr="0042207F">
              <w:rPr>
                <w:rtl/>
              </w:rPr>
              <w:t>ان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کی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پانچ</w:t>
            </w:r>
            <w:r w:rsidRPr="00E9510F">
              <w:t>   </w:t>
            </w:r>
            <w:r w:rsidRPr="0042207F">
              <w:rPr>
                <w:rtl/>
              </w:rPr>
              <w:t>معصوموں</w:t>
            </w:r>
            <w:r w:rsidRPr="00E9510F">
              <w:t>   </w:t>
            </w:r>
            <w:r w:rsidRPr="0042207F">
              <w:rPr>
                <w:rtl/>
              </w:rPr>
              <w:t>میں</w:t>
            </w:r>
            <w:r w:rsidRPr="00E9510F">
              <w:t>  </w:t>
            </w:r>
            <w:r w:rsidRPr="0042207F">
              <w:rPr>
                <w:rtl/>
              </w:rPr>
              <w:t>ہے</w:t>
            </w:r>
            <w:r w:rsidRPr="00E9510F">
              <w:t>  </w:t>
            </w:r>
            <w:r w:rsidRPr="0042207F">
              <w:rPr>
                <w:rtl/>
              </w:rPr>
              <w:t>تیسری</w:t>
            </w:r>
            <w:r w:rsidRPr="00E9510F">
              <w:t>  </w:t>
            </w:r>
            <w:r w:rsidRPr="0042207F">
              <w:rPr>
                <w:rtl/>
              </w:rPr>
              <w:t>مسند</w:t>
            </w:r>
            <w:r w:rsidRPr="00E9510F">
              <w:t>  </w:t>
            </w:r>
            <w:r w:rsidRPr="0042207F">
              <w:rPr>
                <w:rtl/>
              </w:rPr>
              <w:t>ان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کی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مدح</w:t>
            </w:r>
            <w:r w:rsidRPr="00E9510F">
              <w:t>   </w:t>
            </w:r>
            <w:r w:rsidRPr="0042207F">
              <w:rPr>
                <w:rtl/>
              </w:rPr>
              <w:t>کی</w:t>
            </w:r>
            <w:r w:rsidRPr="00E9510F">
              <w:t>   </w:t>
            </w:r>
            <w:r w:rsidRPr="0042207F">
              <w:rPr>
                <w:rtl/>
              </w:rPr>
              <w:t>مرے</w:t>
            </w:r>
            <w:r w:rsidRPr="00E9510F">
              <w:t>   </w:t>
            </w:r>
            <w:r w:rsidRPr="0042207F">
              <w:rPr>
                <w:rtl/>
              </w:rPr>
              <w:t>بھگوان</w:t>
            </w:r>
            <w:r w:rsidRPr="00E9510F">
              <w:t>  </w:t>
            </w:r>
            <w:r w:rsidRPr="0042207F">
              <w:rPr>
                <w:rtl/>
              </w:rPr>
              <w:t>نے</w:t>
            </w:r>
            <w:r w:rsidRPr="00E9510F">
              <w:t>  </w:t>
            </w:r>
            <w:r w:rsidRPr="0042207F">
              <w:rPr>
                <w:rtl/>
              </w:rPr>
              <w:t>بے</w:t>
            </w:r>
            <w:r w:rsidRPr="00E9510F">
              <w:t>  </w:t>
            </w:r>
            <w:r w:rsidRPr="0042207F">
              <w:rPr>
                <w:rtl/>
              </w:rPr>
              <w:t>حد</w:t>
            </w:r>
            <w:r w:rsidRPr="00E9510F">
              <w:t>  </w:t>
            </w:r>
            <w:r w:rsidRPr="0042207F">
              <w:rPr>
                <w:rtl/>
              </w:rPr>
              <w:t>ان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کی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چار</w:t>
            </w:r>
            <w:r w:rsidRPr="00E9510F">
              <w:t>  </w:t>
            </w:r>
            <w:r w:rsidRPr="0042207F">
              <w:rPr>
                <w:rtl/>
              </w:rPr>
              <w:t>جب</w:t>
            </w:r>
            <w:r w:rsidRPr="00E9510F">
              <w:t>  </w:t>
            </w:r>
            <w:r w:rsidRPr="0042207F">
              <w:rPr>
                <w:rtl/>
              </w:rPr>
              <w:t>تک</w:t>
            </w:r>
            <w:r w:rsidRPr="00E9510F">
              <w:t>  </w:t>
            </w:r>
            <w:r w:rsidRPr="0042207F">
              <w:rPr>
                <w:rtl/>
              </w:rPr>
              <w:t>رہے</w:t>
            </w:r>
            <w:r w:rsidRPr="00E9510F">
              <w:t>  </w:t>
            </w:r>
            <w:r w:rsidRPr="0042207F">
              <w:rPr>
                <w:rtl/>
              </w:rPr>
              <w:t>چادر</w:t>
            </w:r>
            <w:r w:rsidRPr="00E9510F">
              <w:t>  </w:t>
            </w:r>
            <w:r w:rsidRPr="0042207F">
              <w:rPr>
                <w:rtl/>
              </w:rPr>
              <w:t>میں</w:t>
            </w:r>
            <w:r w:rsidRPr="00E9510F">
              <w:t>  </w:t>
            </w:r>
            <w:r w:rsidRPr="0042207F">
              <w:rPr>
                <w:rtl/>
              </w:rPr>
              <w:t>نہ</w:t>
            </w:r>
            <w:r w:rsidRPr="00E9510F">
              <w:t>  </w:t>
            </w:r>
            <w:r w:rsidRPr="0042207F">
              <w:rPr>
                <w:rtl/>
              </w:rPr>
              <w:t>حق</w:t>
            </w:r>
            <w:r w:rsidRPr="00E9510F">
              <w:t>  </w:t>
            </w:r>
            <w:r w:rsidRPr="0042207F">
              <w:rPr>
                <w:rtl/>
              </w:rPr>
              <w:t>کو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بھایا</w:t>
            </w:r>
            <w:r w:rsidRPr="00E9510F">
              <w:t>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جب</w:t>
            </w:r>
            <w:r w:rsidRPr="00E9510F">
              <w:t>    </w:t>
            </w:r>
            <w:r w:rsidRPr="0042207F">
              <w:rPr>
                <w:rtl/>
              </w:rPr>
              <w:t>یہ</w:t>
            </w:r>
            <w:r w:rsidRPr="00E9510F">
              <w:t>    </w:t>
            </w:r>
            <w:r w:rsidRPr="0042207F">
              <w:rPr>
                <w:rtl/>
              </w:rPr>
              <w:t>داخل</w:t>
            </w:r>
            <w:r w:rsidRPr="00E9510F">
              <w:t>    </w:t>
            </w:r>
            <w:r w:rsidRPr="0042207F">
              <w:rPr>
                <w:rtl/>
              </w:rPr>
              <w:t>ہوئیں</w:t>
            </w:r>
            <w:r w:rsidRPr="00E9510F">
              <w:t>    </w:t>
            </w:r>
            <w:r w:rsidRPr="0042207F">
              <w:rPr>
                <w:rtl/>
              </w:rPr>
              <w:t>تطہیر</w:t>
            </w:r>
            <w:r w:rsidRPr="00E9510F">
              <w:t>    </w:t>
            </w:r>
            <w:r w:rsidRPr="0042207F">
              <w:rPr>
                <w:rtl/>
              </w:rPr>
              <w:t>کا</w:t>
            </w:r>
            <w:r w:rsidRPr="00E9510F">
              <w:t>   </w:t>
            </w:r>
            <w:r w:rsidRPr="0042207F">
              <w:rPr>
                <w:rtl/>
              </w:rPr>
              <w:t>آیہ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آیا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5142"/>
        <w:gridCol w:w="222"/>
        <w:gridCol w:w="4754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اسد</w:t>
            </w:r>
            <w:r w:rsidRPr="00E9510F">
              <w:t>   </w:t>
            </w:r>
            <w:r>
              <w:rPr>
                <w:rtl/>
              </w:rPr>
              <w:t>اللہ</w:t>
            </w:r>
            <w:r w:rsidRPr="00E9510F">
              <w:t>  </w:t>
            </w:r>
            <w:r>
              <w:rPr>
                <w:rtl/>
              </w:rPr>
              <w:t>کی</w:t>
            </w:r>
            <w:r w:rsidRPr="00E9510F">
              <w:t>  </w:t>
            </w:r>
            <w:r>
              <w:rPr>
                <w:rtl/>
              </w:rPr>
              <w:t>مونس</w:t>
            </w:r>
            <w:r w:rsidRPr="00E9510F">
              <w:t>  </w:t>
            </w:r>
            <w:r>
              <w:rPr>
                <w:rtl/>
              </w:rPr>
              <w:t>بھی</w:t>
            </w:r>
            <w:r w:rsidRPr="00E9510F">
              <w:t>  </w:t>
            </w:r>
            <w:r>
              <w:rPr>
                <w:rtl/>
              </w:rPr>
              <w:t>ہیں</w:t>
            </w:r>
            <w:r w:rsidRPr="00E9510F">
              <w:t>  </w:t>
            </w:r>
            <w:r>
              <w:rPr>
                <w:rtl/>
              </w:rPr>
              <w:t>ناموس</w:t>
            </w:r>
            <w:r w:rsidRPr="00E9510F">
              <w:t>  </w:t>
            </w:r>
            <w:r>
              <w:rPr>
                <w:rtl/>
              </w:rPr>
              <w:t>بھی</w:t>
            </w:r>
            <w:r w:rsidRPr="00E9510F">
              <w:t>  </w:t>
            </w:r>
            <w:r>
              <w:rPr>
                <w:rtl/>
              </w:rPr>
              <w:t>ہیں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شمع</w:t>
            </w:r>
            <w:r w:rsidRPr="00E9510F">
              <w:t>   </w:t>
            </w:r>
            <w:r>
              <w:rPr>
                <w:rtl/>
              </w:rPr>
              <w:t>دیں</w:t>
            </w:r>
            <w:r w:rsidRPr="00E9510F">
              <w:t>   </w:t>
            </w:r>
            <w:r>
              <w:rPr>
                <w:rtl/>
              </w:rPr>
              <w:t>بھی</w:t>
            </w:r>
            <w:r w:rsidRPr="00E9510F">
              <w:t>   </w:t>
            </w:r>
            <w:r>
              <w:rPr>
                <w:rtl/>
              </w:rPr>
              <w:t>ہیں</w:t>
            </w:r>
            <w:r w:rsidRPr="00E9510F">
              <w:t>  </w:t>
            </w:r>
            <w:r>
              <w:rPr>
                <w:rtl/>
              </w:rPr>
              <w:t>ایمان</w:t>
            </w:r>
            <w:r w:rsidRPr="00E9510F">
              <w:t>  </w:t>
            </w:r>
            <w:r>
              <w:rPr>
                <w:rtl/>
              </w:rPr>
              <w:t>کی</w:t>
            </w:r>
            <w:r w:rsidRPr="00E9510F">
              <w:t>  </w:t>
            </w:r>
            <w:r>
              <w:rPr>
                <w:rtl/>
              </w:rPr>
              <w:t>فانوس</w:t>
            </w:r>
            <w:r w:rsidRPr="00E9510F">
              <w:t>  </w:t>
            </w:r>
            <w:r>
              <w:rPr>
                <w:rtl/>
              </w:rPr>
              <w:t>بھی</w:t>
            </w:r>
            <w:r w:rsidRPr="00E9510F">
              <w:t>  </w:t>
            </w:r>
            <w:r>
              <w:rPr>
                <w:rtl/>
              </w:rPr>
              <w:t>ہیں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حق</w:t>
            </w:r>
            <w:r w:rsidRPr="00E9510F">
              <w:t> </w:t>
            </w:r>
            <w:r>
              <w:rPr>
                <w:rtl/>
              </w:rPr>
              <w:t>سے</w:t>
            </w:r>
            <w:r w:rsidRPr="00E9510F">
              <w:t> </w:t>
            </w:r>
            <w:r>
              <w:rPr>
                <w:rtl/>
              </w:rPr>
              <w:t>بھی</w:t>
            </w:r>
            <w:r w:rsidRPr="00E9510F">
              <w:t> </w:t>
            </w:r>
            <w:r>
              <w:rPr>
                <w:rtl/>
              </w:rPr>
              <w:t>انس</w:t>
            </w:r>
            <w:r w:rsidRPr="00E9510F">
              <w:t> </w:t>
            </w:r>
            <w:r>
              <w:rPr>
                <w:rtl/>
              </w:rPr>
              <w:t>ہے</w:t>
            </w:r>
            <w:r w:rsidRPr="00E9510F">
              <w:t> </w:t>
            </w:r>
            <w:r>
              <w:rPr>
                <w:rtl/>
              </w:rPr>
              <w:t>بھگوان</w:t>
            </w:r>
            <w:r w:rsidRPr="00E9510F">
              <w:t> </w:t>
            </w:r>
            <w:r>
              <w:rPr>
                <w:rtl/>
              </w:rPr>
              <w:t>سے</w:t>
            </w:r>
            <w:r w:rsidRPr="00E9510F">
              <w:t> </w:t>
            </w:r>
            <w:r>
              <w:rPr>
                <w:rtl/>
              </w:rPr>
              <w:t>مانوس</w:t>
            </w:r>
            <w:r w:rsidRPr="00E9510F">
              <w:t> </w:t>
            </w:r>
            <w:r>
              <w:rPr>
                <w:rtl/>
              </w:rPr>
              <w:t>بھی</w:t>
            </w:r>
            <w:r w:rsidRPr="00E9510F">
              <w:t> </w:t>
            </w:r>
            <w:r>
              <w:rPr>
                <w:rtl/>
              </w:rPr>
              <w:t>ہیں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عکس</w:t>
            </w:r>
            <w:r w:rsidRPr="00E9510F">
              <w:t>   </w:t>
            </w:r>
            <w:r w:rsidRPr="0042207F">
              <w:rPr>
                <w:rtl/>
              </w:rPr>
              <w:t>بھی</w:t>
            </w:r>
            <w:r w:rsidRPr="00E9510F">
              <w:t>  </w:t>
            </w:r>
            <w:r w:rsidRPr="0042207F">
              <w:rPr>
                <w:rtl/>
              </w:rPr>
              <w:t>نورِ</w:t>
            </w:r>
            <w:r w:rsidRPr="00E9510F">
              <w:t>  </w:t>
            </w:r>
            <w:r w:rsidRPr="0042207F">
              <w:rPr>
                <w:rtl/>
              </w:rPr>
              <w:t>امامت</w:t>
            </w:r>
            <w:r w:rsidRPr="00E9510F">
              <w:t>  </w:t>
            </w:r>
            <w:r w:rsidRPr="0042207F">
              <w:rPr>
                <w:rtl/>
              </w:rPr>
              <w:t>کا</w:t>
            </w:r>
            <w:r w:rsidRPr="00E9510F">
              <w:t>  </w:t>
            </w:r>
            <w:r w:rsidRPr="0042207F">
              <w:rPr>
                <w:rtl/>
              </w:rPr>
              <w:t>ہیں</w:t>
            </w:r>
            <w:r w:rsidRPr="00E9510F">
              <w:t>  </w:t>
            </w:r>
            <w:r w:rsidRPr="0042207F">
              <w:rPr>
                <w:rtl/>
              </w:rPr>
              <w:t>معکوس</w:t>
            </w:r>
            <w:r w:rsidRPr="00E9510F">
              <w:t>  </w:t>
            </w:r>
            <w:r w:rsidRPr="0042207F">
              <w:rPr>
                <w:rtl/>
              </w:rPr>
              <w:t>بھی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ہیں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حق</w:t>
            </w:r>
            <w:r w:rsidRPr="00E9510F">
              <w:t>  </w:t>
            </w:r>
            <w:r w:rsidRPr="0042207F">
              <w:rPr>
                <w:rtl/>
              </w:rPr>
              <w:t>تو</w:t>
            </w:r>
            <w:r w:rsidRPr="00E9510F">
              <w:t>  </w:t>
            </w:r>
            <w:r w:rsidRPr="0042207F">
              <w:rPr>
                <w:rtl/>
              </w:rPr>
              <w:t>یہ</w:t>
            </w:r>
            <w:r w:rsidRPr="00E9510F">
              <w:t>  </w:t>
            </w:r>
            <w:r w:rsidRPr="0042207F">
              <w:rPr>
                <w:rtl/>
              </w:rPr>
              <w:t>ہے</w:t>
            </w:r>
            <w:r w:rsidRPr="00E9510F">
              <w:t>  </w:t>
            </w:r>
            <w:r w:rsidRPr="0042207F">
              <w:rPr>
                <w:rtl/>
              </w:rPr>
              <w:t>کہ</w:t>
            </w:r>
            <w:r w:rsidRPr="00E9510F">
              <w:t>  </w:t>
            </w:r>
            <w:r w:rsidRPr="0042207F">
              <w:rPr>
                <w:rtl/>
              </w:rPr>
              <w:t>جو</w:t>
            </w:r>
            <w:r w:rsidRPr="00E9510F">
              <w:t>  </w:t>
            </w:r>
            <w:r w:rsidRPr="0042207F">
              <w:rPr>
                <w:rtl/>
              </w:rPr>
              <w:t>حیدرؑ</w:t>
            </w:r>
            <w:r w:rsidRPr="00E9510F">
              <w:t>  </w:t>
            </w:r>
            <w:r w:rsidRPr="0042207F">
              <w:rPr>
                <w:rtl/>
              </w:rPr>
              <w:t>ہیں</w:t>
            </w:r>
            <w:r w:rsidRPr="00E9510F">
              <w:t>  </w:t>
            </w:r>
            <w:r w:rsidRPr="0042207F">
              <w:rPr>
                <w:rtl/>
              </w:rPr>
              <w:t>وہی</w:t>
            </w:r>
            <w:r w:rsidRPr="00E9510F">
              <w:t>  </w:t>
            </w:r>
            <w:r w:rsidRPr="0042207F">
              <w:rPr>
                <w:rtl/>
              </w:rPr>
              <w:t>ہیں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زہراؑ</w:t>
            </w:r>
            <w:r w:rsidRPr="00E9510F">
              <w:t>  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کیوں</w:t>
            </w:r>
            <w:r w:rsidRPr="00E9510F">
              <w:t>  </w:t>
            </w:r>
            <w:r w:rsidRPr="0042207F">
              <w:rPr>
                <w:rtl/>
              </w:rPr>
              <w:t>نہ</w:t>
            </w:r>
            <w:r w:rsidRPr="00E9510F">
              <w:t>  </w:t>
            </w:r>
            <w:r w:rsidRPr="0042207F">
              <w:rPr>
                <w:rtl/>
              </w:rPr>
              <w:t>ہوں</w:t>
            </w:r>
            <w:r w:rsidRPr="00E9510F">
              <w:t>  </w:t>
            </w:r>
            <w:r w:rsidRPr="0042207F">
              <w:rPr>
                <w:rtl/>
              </w:rPr>
              <w:t>خلق</w:t>
            </w:r>
            <w:r w:rsidRPr="00E9510F">
              <w:t> </w:t>
            </w:r>
            <w:r w:rsidRPr="0042207F">
              <w:rPr>
                <w:rtl/>
              </w:rPr>
              <w:t>میں</w:t>
            </w:r>
            <w:r w:rsidRPr="00E9510F">
              <w:t> </w:t>
            </w:r>
            <w:r w:rsidRPr="0042207F">
              <w:rPr>
                <w:rtl/>
              </w:rPr>
              <w:t>جب</w:t>
            </w:r>
            <w:r w:rsidRPr="00E9510F">
              <w:t> </w:t>
            </w:r>
            <w:r w:rsidRPr="0042207F">
              <w:rPr>
                <w:rtl/>
              </w:rPr>
              <w:t>ایک</w:t>
            </w:r>
            <w:r w:rsidRPr="00E9510F">
              <w:t> </w:t>
            </w:r>
            <w:r w:rsidRPr="0042207F">
              <w:rPr>
                <w:rtl/>
              </w:rPr>
              <w:t>رہی</w:t>
            </w:r>
            <w:r w:rsidRPr="00E9510F">
              <w:t> </w:t>
            </w:r>
            <w:r w:rsidRPr="0042207F">
              <w:rPr>
                <w:rtl/>
              </w:rPr>
              <w:t>ہیں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زہراؑ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p w:rsidR="00E526CC" w:rsidRPr="00530925" w:rsidRDefault="00E526CC" w:rsidP="007759D6">
      <w:pPr>
        <w:pStyle w:val="Heading2Center"/>
        <w:rPr>
          <w:rtl/>
        </w:rPr>
      </w:pPr>
      <w:bookmarkStart w:id="8" w:name="_Toc505082501"/>
      <w:r w:rsidRPr="00530925">
        <w:rPr>
          <w:rtl/>
        </w:rPr>
        <w:t>پارسا ایسی کہ حیدرؑ پڑھیں دامن پہ نماز</w:t>
      </w:r>
      <w:r w:rsidRPr="00530925">
        <w:br/>
      </w:r>
      <w:r w:rsidR="007759D6">
        <w:rPr>
          <w:rFonts w:hint="cs"/>
          <w:rtl/>
        </w:rPr>
        <w:t xml:space="preserve">-  </w:t>
      </w:r>
      <w:r w:rsidR="007759D6" w:rsidRPr="00530925">
        <w:rPr>
          <w:rtl/>
        </w:rPr>
        <w:t>تا</w:t>
      </w:r>
      <w:r w:rsidR="007759D6">
        <w:rPr>
          <w:rFonts w:hint="cs"/>
          <w:rtl/>
        </w:rPr>
        <w:t xml:space="preserve">  -</w:t>
      </w:r>
      <w:r w:rsidR="007759D6" w:rsidRPr="00530925">
        <w:br/>
      </w:r>
      <w:r w:rsidRPr="00530925">
        <w:rPr>
          <w:rtl/>
        </w:rPr>
        <w:t>آج زہراؑ کی ردا دھو کے پلا دے ساقی</w:t>
      </w:r>
      <w:bookmarkEnd w:id="8"/>
    </w:p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728"/>
        <w:gridCol w:w="337"/>
        <w:gridCol w:w="4682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lastRenderedPageBreak/>
              <w:t>پارسا</w:t>
            </w:r>
            <w:r w:rsidRPr="00E9510F">
              <w:t>  </w:t>
            </w:r>
            <w:r w:rsidRPr="0042207F">
              <w:rPr>
                <w:rtl/>
              </w:rPr>
              <w:t>ایسی</w:t>
            </w:r>
            <w:r w:rsidRPr="00E9510F">
              <w:t>  </w:t>
            </w:r>
            <w:r w:rsidRPr="0042207F">
              <w:rPr>
                <w:rtl/>
              </w:rPr>
              <w:t>کہ</w:t>
            </w:r>
            <w:r w:rsidRPr="00E9510F">
              <w:t>  </w:t>
            </w:r>
            <w:r w:rsidRPr="0042207F">
              <w:rPr>
                <w:rtl/>
              </w:rPr>
              <w:t>حیدرؑ</w:t>
            </w:r>
            <w:r w:rsidRPr="00E9510F">
              <w:t>  </w:t>
            </w:r>
            <w:r w:rsidRPr="0042207F">
              <w:rPr>
                <w:rtl/>
              </w:rPr>
              <w:t>پڑھیں</w:t>
            </w:r>
            <w:r w:rsidRPr="00E9510F">
              <w:t>  </w:t>
            </w:r>
            <w:r w:rsidRPr="0042207F">
              <w:rPr>
                <w:rtl/>
              </w:rPr>
              <w:t>دامن</w:t>
            </w:r>
            <w:r w:rsidRPr="00E9510F">
              <w:t>  </w:t>
            </w:r>
            <w:r w:rsidRPr="0042207F">
              <w:rPr>
                <w:rtl/>
              </w:rPr>
              <w:t>پہ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نماز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 w:rsidRPr="00E9510F">
              <w:t> </w:t>
            </w:r>
            <w:r>
              <w:rPr>
                <w:rtl/>
              </w:rPr>
              <w:t>زہد</w:t>
            </w:r>
            <w:r w:rsidRPr="00E9510F">
              <w:t> </w:t>
            </w:r>
            <w:r>
              <w:rPr>
                <w:rtl/>
              </w:rPr>
              <w:t>و</w:t>
            </w:r>
            <w:r w:rsidRPr="00E9510F">
              <w:t> </w:t>
            </w:r>
            <w:r>
              <w:rPr>
                <w:rtl/>
              </w:rPr>
              <w:t>تقویٰ</w:t>
            </w:r>
            <w:r w:rsidRPr="00E9510F">
              <w:t> </w:t>
            </w:r>
            <w:r>
              <w:rPr>
                <w:rtl/>
              </w:rPr>
              <w:t>میں</w:t>
            </w:r>
            <w:r w:rsidRPr="00E9510F">
              <w:t> </w:t>
            </w:r>
            <w:r>
              <w:rPr>
                <w:rtl/>
              </w:rPr>
              <w:t>طہارت</w:t>
            </w:r>
            <w:r w:rsidRPr="00E9510F">
              <w:t> </w:t>
            </w:r>
            <w:r>
              <w:rPr>
                <w:rtl/>
              </w:rPr>
              <w:t>میں</w:t>
            </w:r>
            <w:r w:rsidRPr="00E9510F">
              <w:t> </w:t>
            </w:r>
            <w:r>
              <w:rPr>
                <w:rtl/>
              </w:rPr>
              <w:t>جہاں</w:t>
            </w:r>
            <w:r w:rsidRPr="00E9510F">
              <w:t> </w:t>
            </w:r>
            <w:r>
              <w:rPr>
                <w:rtl/>
              </w:rPr>
              <w:t>سے</w:t>
            </w:r>
            <w:r w:rsidRPr="00E9510F">
              <w:t> </w:t>
            </w:r>
            <w:r>
              <w:rPr>
                <w:rtl/>
              </w:rPr>
              <w:t>ممتاز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ناز</w:t>
            </w:r>
            <w:r w:rsidRPr="00E9510F">
              <w:t>  </w:t>
            </w:r>
            <w:r w:rsidRPr="0042207F">
              <w:rPr>
                <w:rtl/>
              </w:rPr>
              <w:t>ہے</w:t>
            </w:r>
            <w:r w:rsidRPr="00E9510F">
              <w:t>  </w:t>
            </w:r>
            <w:r w:rsidRPr="0042207F">
              <w:rPr>
                <w:rtl/>
              </w:rPr>
              <w:t>جن</w:t>
            </w:r>
            <w:r w:rsidRPr="00E9510F">
              <w:t> </w:t>
            </w:r>
            <w:r w:rsidRPr="0042207F">
              <w:rPr>
                <w:rtl/>
              </w:rPr>
              <w:t>پہ</w:t>
            </w:r>
            <w:r w:rsidRPr="00E9510F">
              <w:t> </w:t>
            </w:r>
            <w:r w:rsidRPr="0042207F">
              <w:rPr>
                <w:rtl/>
              </w:rPr>
              <w:t>نمازوں</w:t>
            </w:r>
            <w:r w:rsidRPr="00E9510F">
              <w:t> </w:t>
            </w:r>
            <w:r w:rsidRPr="0042207F">
              <w:rPr>
                <w:rtl/>
              </w:rPr>
              <w:t>کو</w:t>
            </w:r>
            <w:r w:rsidRPr="00E9510F">
              <w:t> </w:t>
            </w:r>
            <w:r w:rsidRPr="0042207F">
              <w:rPr>
                <w:rtl/>
              </w:rPr>
              <w:t>وہ</w:t>
            </w:r>
            <w:r w:rsidRPr="00E9510F">
              <w:t> </w:t>
            </w:r>
            <w:r w:rsidRPr="0042207F">
              <w:rPr>
                <w:rtl/>
              </w:rPr>
              <w:t>ہے</w:t>
            </w:r>
            <w:r w:rsidRPr="00E9510F">
              <w:t> </w:t>
            </w:r>
            <w:r w:rsidRPr="0042207F">
              <w:rPr>
                <w:rtl/>
              </w:rPr>
              <w:t>ان</w:t>
            </w:r>
            <w:r w:rsidRPr="00E9510F">
              <w:t> </w:t>
            </w:r>
            <w:r w:rsidRPr="0042207F">
              <w:rPr>
                <w:rtl/>
              </w:rPr>
              <w:t>کی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نماز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t> </w:t>
            </w:r>
            <w:r w:rsidRPr="0042207F">
              <w:rPr>
                <w:rtl/>
              </w:rPr>
              <w:t>کیسا</w:t>
            </w:r>
            <w:r w:rsidRPr="00E9510F">
              <w:t>    </w:t>
            </w:r>
            <w:r w:rsidRPr="0042207F">
              <w:rPr>
                <w:rtl/>
              </w:rPr>
              <w:t>بھایا</w:t>
            </w:r>
            <w:r w:rsidRPr="00E9510F">
              <w:t>   </w:t>
            </w:r>
            <w:r w:rsidRPr="0042207F">
              <w:rPr>
                <w:rtl/>
              </w:rPr>
              <w:t>میرے</w:t>
            </w:r>
            <w:r w:rsidRPr="00E9510F">
              <w:t>   </w:t>
            </w:r>
            <w:r w:rsidRPr="0042207F">
              <w:rPr>
                <w:rtl/>
              </w:rPr>
              <w:t>پرماتما</w:t>
            </w:r>
            <w:r w:rsidRPr="00E9510F">
              <w:t>   </w:t>
            </w:r>
            <w:r w:rsidRPr="0042207F">
              <w:rPr>
                <w:rtl/>
              </w:rPr>
              <w:t>کو</w:t>
            </w:r>
            <w:r w:rsidRPr="00E9510F">
              <w:t>   </w:t>
            </w:r>
            <w:r w:rsidRPr="0042207F">
              <w:rPr>
                <w:rtl/>
              </w:rPr>
              <w:t>حُسنِ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نیاز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تھیں</w:t>
            </w:r>
            <w:r w:rsidRPr="00E9510F">
              <w:t>  </w:t>
            </w:r>
            <w:r>
              <w:rPr>
                <w:rtl/>
              </w:rPr>
              <w:t>جو</w:t>
            </w:r>
            <w:r w:rsidRPr="00E9510F">
              <w:t>  </w:t>
            </w:r>
            <w:r>
              <w:rPr>
                <w:rtl/>
              </w:rPr>
              <w:t>محبوب</w:t>
            </w:r>
            <w:r w:rsidRPr="00E9510F">
              <w:t>  </w:t>
            </w:r>
            <w:r>
              <w:rPr>
                <w:rtl/>
              </w:rPr>
              <w:t>کی</w:t>
            </w:r>
            <w:r w:rsidRPr="00E9510F">
              <w:t>  </w:t>
            </w:r>
            <w:r>
              <w:rPr>
                <w:rtl/>
              </w:rPr>
              <w:t>محبوب</w:t>
            </w:r>
            <w:r w:rsidRPr="00E9510F">
              <w:t> </w:t>
            </w:r>
            <w:r>
              <w:rPr>
                <w:rtl/>
              </w:rPr>
              <w:t>تو</w:t>
            </w:r>
            <w:r w:rsidRPr="00E9510F">
              <w:t> </w:t>
            </w:r>
            <w:r>
              <w:rPr>
                <w:rtl/>
              </w:rPr>
              <w:t>محبوب</w:t>
            </w:r>
            <w:r w:rsidRPr="00E9510F">
              <w:t> </w:t>
            </w:r>
            <w:r>
              <w:rPr>
                <w:rtl/>
              </w:rPr>
              <w:t>ہوئیں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کل</w:t>
            </w:r>
            <w:r w:rsidRPr="00E9510F">
              <w:t>  </w:t>
            </w:r>
            <w:r>
              <w:rPr>
                <w:rtl/>
              </w:rPr>
              <w:t>ادائیں</w:t>
            </w:r>
            <w:r w:rsidRPr="00E9510F">
              <w:t>  </w:t>
            </w:r>
            <w:r>
              <w:rPr>
                <w:rtl/>
              </w:rPr>
              <w:t>مرے</w:t>
            </w:r>
            <w:r w:rsidRPr="00E9510F">
              <w:t> </w:t>
            </w:r>
            <w:r>
              <w:rPr>
                <w:rtl/>
              </w:rPr>
              <w:t>بھگوان</w:t>
            </w:r>
            <w:r w:rsidRPr="00E9510F">
              <w:t> </w:t>
            </w:r>
            <w:r>
              <w:rPr>
                <w:rtl/>
              </w:rPr>
              <w:t>کو</w:t>
            </w:r>
            <w:r w:rsidRPr="00E9510F">
              <w:t> </w:t>
            </w:r>
            <w:r>
              <w:rPr>
                <w:rtl/>
              </w:rPr>
              <w:t>مرغوب</w:t>
            </w:r>
            <w:r w:rsidRPr="00E9510F">
              <w:t> </w:t>
            </w:r>
            <w:r>
              <w:rPr>
                <w:rtl/>
              </w:rPr>
              <w:t>ہوئیں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728"/>
        <w:gridCol w:w="337"/>
        <w:gridCol w:w="4682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منزلت</w:t>
            </w:r>
            <w:r w:rsidRPr="00E9510F">
              <w:t>   </w:t>
            </w:r>
            <w:r>
              <w:rPr>
                <w:rtl/>
              </w:rPr>
              <w:t>آپ</w:t>
            </w:r>
            <w:r w:rsidRPr="00E9510F">
              <w:t>   </w:t>
            </w:r>
            <w:r>
              <w:rPr>
                <w:rtl/>
              </w:rPr>
              <w:t>کی</w:t>
            </w:r>
            <w:r w:rsidRPr="00E9510F">
              <w:t>  </w:t>
            </w:r>
            <w:r>
              <w:rPr>
                <w:rtl/>
              </w:rPr>
              <w:t>کرتے</w:t>
            </w:r>
            <w:r w:rsidRPr="00E9510F">
              <w:t>  </w:t>
            </w:r>
            <w:r>
              <w:rPr>
                <w:rtl/>
              </w:rPr>
              <w:t>رہے</w:t>
            </w:r>
            <w:r w:rsidRPr="00E9510F">
              <w:t>  </w:t>
            </w:r>
            <w:r>
              <w:rPr>
                <w:rtl/>
              </w:rPr>
              <w:t>سلطانِ</w:t>
            </w:r>
            <w:r w:rsidRPr="00E9510F">
              <w:t>  </w:t>
            </w:r>
            <w:r>
              <w:rPr>
                <w:rtl/>
              </w:rPr>
              <w:t>حجاز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آپ</w:t>
            </w:r>
            <w:r w:rsidRPr="00E9510F">
              <w:t>   </w:t>
            </w:r>
            <w:r w:rsidRPr="0042207F">
              <w:rPr>
                <w:rtl/>
              </w:rPr>
              <w:t>کی</w:t>
            </w:r>
            <w:r w:rsidRPr="00E9510F">
              <w:t>   </w:t>
            </w:r>
            <w:r w:rsidRPr="0042207F">
              <w:rPr>
                <w:rtl/>
              </w:rPr>
              <w:t>خلقتِ</w:t>
            </w:r>
            <w:r w:rsidRPr="00E9510F">
              <w:t>  </w:t>
            </w:r>
            <w:r w:rsidRPr="0042207F">
              <w:rPr>
                <w:rtl/>
              </w:rPr>
              <w:t>پاکیزہ</w:t>
            </w:r>
            <w:r w:rsidRPr="00E9510F">
              <w:t>  </w:t>
            </w:r>
            <w:r w:rsidRPr="0042207F">
              <w:rPr>
                <w:rtl/>
              </w:rPr>
              <w:t>ہے</w:t>
            </w:r>
            <w:r w:rsidRPr="00E9510F">
              <w:t>  </w:t>
            </w:r>
            <w:r w:rsidRPr="0042207F">
              <w:rPr>
                <w:rtl/>
              </w:rPr>
              <w:t>بھگوان</w:t>
            </w:r>
            <w:r w:rsidRPr="00E9510F">
              <w:t>  </w:t>
            </w:r>
            <w:r w:rsidRPr="0042207F">
              <w:rPr>
                <w:rtl/>
              </w:rPr>
              <w:t>کا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راز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خاص</w:t>
            </w:r>
            <w:r w:rsidRPr="00E9510F">
              <w:t>   </w:t>
            </w:r>
            <w:r w:rsidRPr="0042207F">
              <w:rPr>
                <w:rtl/>
              </w:rPr>
              <w:t>ایشور</w:t>
            </w:r>
            <w:r w:rsidRPr="00E9510F">
              <w:t>   </w:t>
            </w:r>
            <w:r w:rsidRPr="0042207F">
              <w:rPr>
                <w:rtl/>
              </w:rPr>
              <w:t>نے</w:t>
            </w:r>
            <w:r w:rsidRPr="00E9510F">
              <w:t>   </w:t>
            </w:r>
            <w:r w:rsidRPr="0042207F">
              <w:rPr>
                <w:rtl/>
              </w:rPr>
              <w:t>کیا</w:t>
            </w:r>
            <w:r w:rsidRPr="00E9510F">
              <w:t>   </w:t>
            </w:r>
            <w:r w:rsidRPr="0042207F">
              <w:rPr>
                <w:rtl/>
              </w:rPr>
              <w:t>آپ</w:t>
            </w:r>
            <w:r w:rsidRPr="00E9510F">
              <w:t>  </w:t>
            </w:r>
            <w:r w:rsidRPr="0042207F">
              <w:rPr>
                <w:rtl/>
              </w:rPr>
              <w:t>کو</w:t>
            </w:r>
            <w:r w:rsidRPr="00E9510F">
              <w:t>  </w:t>
            </w:r>
            <w:r w:rsidRPr="0042207F">
              <w:rPr>
                <w:rtl/>
              </w:rPr>
              <w:t>زہراؑ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ممتاز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بہ</w:t>
            </w:r>
            <w:r w:rsidRPr="00E9510F">
              <w:t>   </w:t>
            </w:r>
            <w:r>
              <w:rPr>
                <w:rtl/>
              </w:rPr>
              <w:t>درِ</w:t>
            </w:r>
            <w:r w:rsidRPr="00E9510F">
              <w:t>   </w:t>
            </w:r>
            <w:r>
              <w:rPr>
                <w:rtl/>
              </w:rPr>
              <w:t>فیض</w:t>
            </w:r>
            <w:r w:rsidRPr="00E9510F">
              <w:t>   </w:t>
            </w:r>
            <w:r>
              <w:rPr>
                <w:rtl/>
              </w:rPr>
              <w:t>تو</w:t>
            </w:r>
            <w:r w:rsidRPr="00E9510F">
              <w:t>   </w:t>
            </w:r>
            <w:r>
              <w:rPr>
                <w:rtl/>
              </w:rPr>
              <w:t>استادہ</w:t>
            </w:r>
            <w:r w:rsidRPr="00E9510F">
              <w:t>   </w:t>
            </w:r>
            <w:r>
              <w:rPr>
                <w:rtl/>
              </w:rPr>
              <w:t>بصد</w:t>
            </w:r>
            <w:r w:rsidRPr="00E9510F">
              <w:t>   </w:t>
            </w:r>
            <w:r>
              <w:rPr>
                <w:rtl/>
              </w:rPr>
              <w:t>عجز</w:t>
            </w:r>
            <w:r w:rsidRPr="00E9510F">
              <w:t>   </w:t>
            </w:r>
            <w:r>
              <w:rPr>
                <w:rtl/>
              </w:rPr>
              <w:t>و</w:t>
            </w:r>
            <w:r w:rsidRPr="00E9510F">
              <w:t>   </w:t>
            </w:r>
            <w:r>
              <w:rPr>
                <w:rtl/>
              </w:rPr>
              <w:t>نیاز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زنگیؔ</w:t>
            </w:r>
            <w:r w:rsidRPr="00E9510F">
              <w:t>    </w:t>
            </w:r>
            <w:r w:rsidRPr="0042207F">
              <w:rPr>
                <w:rtl/>
              </w:rPr>
              <w:t>و</w:t>
            </w:r>
            <w:r w:rsidRPr="00E9510F">
              <w:t>    </w:t>
            </w:r>
            <w:r w:rsidRPr="0042207F">
              <w:rPr>
                <w:rtl/>
              </w:rPr>
              <w:t>رومیؔ</w:t>
            </w:r>
            <w:r w:rsidRPr="00E9510F">
              <w:t>   </w:t>
            </w:r>
            <w:r w:rsidRPr="0042207F">
              <w:rPr>
                <w:rtl/>
              </w:rPr>
              <w:t>و</w:t>
            </w:r>
            <w:r w:rsidRPr="00E9510F">
              <w:t>   </w:t>
            </w:r>
            <w:r w:rsidRPr="0042207F">
              <w:rPr>
                <w:rtl/>
              </w:rPr>
              <w:t>طوسیؔ،</w:t>
            </w:r>
            <w:r w:rsidRPr="00E9510F">
              <w:t>   </w:t>
            </w:r>
            <w:r w:rsidRPr="0042207F">
              <w:rPr>
                <w:rtl/>
              </w:rPr>
              <w:t>یمنیؔ</w:t>
            </w:r>
            <w:r w:rsidRPr="00E9510F">
              <w:t>   </w:t>
            </w:r>
            <w:r w:rsidRPr="0042207F">
              <w:rPr>
                <w:rtl/>
              </w:rPr>
              <w:t>و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چلبی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فخر</w:t>
            </w:r>
            <w:r w:rsidRPr="00E9510F">
              <w:t>  </w:t>
            </w:r>
            <w:r w:rsidRPr="0042207F">
              <w:rPr>
                <w:rtl/>
              </w:rPr>
              <w:t>سمجھا</w:t>
            </w:r>
            <w:r w:rsidRPr="00E9510F">
              <w:t>  </w:t>
            </w:r>
            <w:r w:rsidRPr="0042207F">
              <w:rPr>
                <w:rtl/>
              </w:rPr>
              <w:t>کئے</w:t>
            </w:r>
            <w:r w:rsidRPr="00E9510F">
              <w:t>  </w:t>
            </w:r>
            <w:r w:rsidRPr="0042207F">
              <w:rPr>
                <w:rtl/>
              </w:rPr>
              <w:t>سب</w:t>
            </w:r>
            <w:r w:rsidRPr="00E9510F">
              <w:t>  </w:t>
            </w:r>
            <w:r w:rsidRPr="0042207F">
              <w:rPr>
                <w:rtl/>
              </w:rPr>
              <w:t>آپ</w:t>
            </w:r>
            <w:r w:rsidRPr="00E9510F">
              <w:t>  </w:t>
            </w:r>
            <w:r w:rsidRPr="0042207F">
              <w:rPr>
                <w:rtl/>
              </w:rPr>
              <w:t>کی</w:t>
            </w:r>
            <w:r w:rsidRPr="00E9510F">
              <w:t>  </w:t>
            </w:r>
            <w:r w:rsidRPr="0042207F">
              <w:rPr>
                <w:rtl/>
              </w:rPr>
              <w:t>جاروب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کشی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781"/>
        <w:gridCol w:w="291"/>
        <w:gridCol w:w="4675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وجہ</w:t>
            </w:r>
            <w:r w:rsidRPr="00E9510F">
              <w:t>  </w:t>
            </w:r>
            <w:r w:rsidRPr="0042207F">
              <w:rPr>
                <w:rtl/>
              </w:rPr>
              <w:t>خلقت</w:t>
            </w:r>
            <w:r w:rsidRPr="00E9510F">
              <w:t>  </w:t>
            </w:r>
            <w:r w:rsidRPr="0042207F">
              <w:rPr>
                <w:rtl/>
              </w:rPr>
              <w:t>ہیں</w:t>
            </w:r>
            <w:r w:rsidRPr="00E9510F">
              <w:t>  </w:t>
            </w:r>
            <w:r w:rsidRPr="0042207F">
              <w:rPr>
                <w:rtl/>
              </w:rPr>
              <w:t>یہی</w:t>
            </w:r>
            <w:r w:rsidRPr="00E9510F">
              <w:t>  </w:t>
            </w:r>
            <w:r w:rsidRPr="0042207F">
              <w:rPr>
                <w:rtl/>
              </w:rPr>
              <w:t>آب</w:t>
            </w:r>
            <w:r w:rsidRPr="00E9510F">
              <w:t> </w:t>
            </w:r>
            <w:r w:rsidRPr="0042207F">
              <w:rPr>
                <w:rtl/>
              </w:rPr>
              <w:t>و</w:t>
            </w:r>
            <w:r w:rsidRPr="00E9510F">
              <w:t> </w:t>
            </w:r>
            <w:r w:rsidRPr="0042207F">
              <w:rPr>
                <w:rtl/>
              </w:rPr>
              <w:t>نمک</w:t>
            </w:r>
            <w:r w:rsidRPr="00E9510F">
              <w:t> </w:t>
            </w:r>
            <w:r w:rsidRPr="0042207F">
              <w:rPr>
                <w:rtl/>
              </w:rPr>
              <w:t>ان</w:t>
            </w:r>
            <w:r w:rsidRPr="00E9510F">
              <w:t> </w:t>
            </w:r>
            <w:r w:rsidRPr="0042207F">
              <w:rPr>
                <w:rtl/>
              </w:rPr>
              <w:t>کا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ہے</w:t>
            </w:r>
            <w:r w:rsidRPr="00E9510F">
              <w:t>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بحر</w:t>
            </w:r>
            <w:r w:rsidRPr="00E9510F">
              <w:t>  </w:t>
            </w:r>
            <w:r w:rsidRPr="0042207F">
              <w:rPr>
                <w:rtl/>
              </w:rPr>
              <w:t>و</w:t>
            </w:r>
            <w:r w:rsidRPr="00E9510F">
              <w:t>  </w:t>
            </w:r>
            <w:r w:rsidRPr="0042207F">
              <w:rPr>
                <w:rtl/>
              </w:rPr>
              <w:t>بر</w:t>
            </w:r>
            <w:r w:rsidRPr="00E9510F">
              <w:t>  </w:t>
            </w:r>
            <w:r w:rsidRPr="0042207F">
              <w:rPr>
                <w:rtl/>
              </w:rPr>
              <w:t>ان</w:t>
            </w:r>
            <w:r w:rsidRPr="00E9510F">
              <w:t>  </w:t>
            </w:r>
            <w:r w:rsidRPr="0042207F">
              <w:rPr>
                <w:rtl/>
              </w:rPr>
              <w:t>کا</w:t>
            </w:r>
            <w:r w:rsidRPr="00E9510F">
              <w:t>  </w:t>
            </w:r>
            <w:r w:rsidRPr="0042207F">
              <w:rPr>
                <w:rtl/>
              </w:rPr>
              <w:t>زمیں</w:t>
            </w:r>
            <w:r w:rsidRPr="00E9510F">
              <w:t> </w:t>
            </w:r>
            <w:r w:rsidRPr="0042207F">
              <w:rPr>
                <w:rtl/>
              </w:rPr>
              <w:t>ان</w:t>
            </w:r>
            <w:r w:rsidRPr="00E9510F">
              <w:t> </w:t>
            </w:r>
            <w:r w:rsidRPr="0042207F">
              <w:rPr>
                <w:rtl/>
              </w:rPr>
              <w:t>کی</w:t>
            </w:r>
            <w:r w:rsidRPr="00E9510F">
              <w:t> </w:t>
            </w:r>
            <w:r w:rsidRPr="0042207F">
              <w:rPr>
                <w:rtl/>
              </w:rPr>
              <w:t>فلک</w:t>
            </w:r>
            <w:r w:rsidRPr="00E9510F">
              <w:t> </w:t>
            </w:r>
            <w:r w:rsidRPr="0042207F">
              <w:rPr>
                <w:rtl/>
              </w:rPr>
              <w:t>ان</w:t>
            </w:r>
            <w:r w:rsidRPr="00E9510F">
              <w:t> </w:t>
            </w:r>
            <w:r w:rsidRPr="0042207F">
              <w:rPr>
                <w:rtl/>
              </w:rPr>
              <w:t>کا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ہے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حوریں</w:t>
            </w:r>
            <w:r w:rsidRPr="00E9510F">
              <w:t> </w:t>
            </w:r>
            <w:r w:rsidRPr="0042207F">
              <w:rPr>
                <w:rtl/>
              </w:rPr>
              <w:t>سب</w:t>
            </w:r>
            <w:r w:rsidRPr="00E9510F">
              <w:t> </w:t>
            </w:r>
            <w:r w:rsidRPr="0042207F">
              <w:rPr>
                <w:rtl/>
              </w:rPr>
              <w:t>ان</w:t>
            </w:r>
            <w:r w:rsidRPr="00E9510F">
              <w:t> </w:t>
            </w:r>
            <w:r w:rsidRPr="0042207F">
              <w:rPr>
                <w:rtl/>
              </w:rPr>
              <w:t>کی</w:t>
            </w:r>
            <w:r w:rsidRPr="00E9510F">
              <w:t> </w:t>
            </w:r>
            <w:r w:rsidRPr="0042207F">
              <w:rPr>
                <w:rtl/>
              </w:rPr>
              <w:t>ہیں</w:t>
            </w:r>
            <w:r w:rsidRPr="00E9510F">
              <w:t> </w:t>
            </w:r>
            <w:r w:rsidRPr="0042207F">
              <w:rPr>
                <w:rtl/>
              </w:rPr>
              <w:t>غلماں</w:t>
            </w:r>
            <w:r w:rsidRPr="00E9510F">
              <w:t> </w:t>
            </w:r>
            <w:r w:rsidRPr="0042207F">
              <w:rPr>
                <w:rtl/>
              </w:rPr>
              <w:t>و</w:t>
            </w:r>
            <w:r w:rsidRPr="00E9510F">
              <w:t> </w:t>
            </w:r>
            <w:r w:rsidRPr="0042207F">
              <w:rPr>
                <w:rtl/>
              </w:rPr>
              <w:t>مَلک</w:t>
            </w:r>
            <w:r w:rsidRPr="00E9510F">
              <w:t> </w:t>
            </w:r>
            <w:r w:rsidRPr="0042207F">
              <w:rPr>
                <w:rtl/>
              </w:rPr>
              <w:t>ان</w:t>
            </w:r>
            <w:r w:rsidRPr="00E9510F">
              <w:t> </w:t>
            </w:r>
            <w:r w:rsidRPr="0042207F">
              <w:rPr>
                <w:rtl/>
              </w:rPr>
              <w:t>کا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ہے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کچھ</w:t>
            </w:r>
            <w:r w:rsidRPr="00E9510F">
              <w:t>    </w:t>
            </w:r>
            <w:r w:rsidRPr="0042207F">
              <w:rPr>
                <w:rtl/>
              </w:rPr>
              <w:t>خدائی</w:t>
            </w:r>
            <w:r w:rsidRPr="00E9510F">
              <w:t>   </w:t>
            </w:r>
            <w:r w:rsidRPr="0042207F">
              <w:rPr>
                <w:rtl/>
              </w:rPr>
              <w:t>نہیں</w:t>
            </w:r>
            <w:r w:rsidRPr="00E9510F">
              <w:t>   </w:t>
            </w:r>
            <w:r w:rsidRPr="0042207F">
              <w:rPr>
                <w:rtl/>
              </w:rPr>
              <w:t>اللہ</w:t>
            </w:r>
            <w:r w:rsidRPr="00E9510F">
              <w:t>   </w:t>
            </w:r>
            <w:r w:rsidRPr="0042207F">
              <w:rPr>
                <w:rtl/>
              </w:rPr>
              <w:t>تلک</w:t>
            </w:r>
            <w:r w:rsidRPr="00E9510F">
              <w:t>   </w:t>
            </w:r>
            <w:r w:rsidRPr="0042207F">
              <w:rPr>
                <w:rtl/>
              </w:rPr>
              <w:t>ان</w:t>
            </w:r>
            <w:r w:rsidRPr="00E9510F">
              <w:t>   </w:t>
            </w:r>
            <w:r w:rsidRPr="0042207F">
              <w:rPr>
                <w:rtl/>
              </w:rPr>
              <w:t>کا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ہے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سب</w:t>
            </w:r>
            <w:r w:rsidRPr="00E9510F">
              <w:t>   </w:t>
            </w:r>
            <w:r>
              <w:rPr>
                <w:rtl/>
              </w:rPr>
              <w:t>ہیں</w:t>
            </w:r>
            <w:r w:rsidRPr="00E9510F">
              <w:t>  </w:t>
            </w:r>
            <w:r>
              <w:rPr>
                <w:rtl/>
              </w:rPr>
              <w:t>اللہ</w:t>
            </w:r>
            <w:r w:rsidRPr="00E9510F">
              <w:t>  </w:t>
            </w:r>
            <w:r>
              <w:rPr>
                <w:rtl/>
              </w:rPr>
              <w:t>و</w:t>
            </w:r>
            <w:r w:rsidRPr="00E9510F">
              <w:t>  </w:t>
            </w:r>
            <w:r>
              <w:rPr>
                <w:rtl/>
              </w:rPr>
              <w:t>علیؑ</w:t>
            </w:r>
            <w:r w:rsidRPr="00E9510F">
              <w:t>  </w:t>
            </w:r>
            <w:r>
              <w:rPr>
                <w:rtl/>
              </w:rPr>
              <w:t>ان</w:t>
            </w:r>
            <w:r w:rsidRPr="00E9510F">
              <w:t>  </w:t>
            </w:r>
            <w:r>
              <w:rPr>
                <w:rtl/>
              </w:rPr>
              <w:t>کے</w:t>
            </w:r>
            <w:r w:rsidRPr="00E9510F">
              <w:t>  </w:t>
            </w:r>
            <w:r>
              <w:rPr>
                <w:rtl/>
              </w:rPr>
              <w:t>محمدؐ</w:t>
            </w:r>
            <w:r w:rsidRPr="00E9510F">
              <w:t>  </w:t>
            </w:r>
            <w:r>
              <w:rPr>
                <w:rtl/>
              </w:rPr>
              <w:t>ان</w:t>
            </w:r>
            <w:r w:rsidRPr="00E9510F">
              <w:t>  </w:t>
            </w:r>
            <w:r>
              <w:rPr>
                <w:rtl/>
              </w:rPr>
              <w:t>کے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ساری</w:t>
            </w:r>
            <w:r w:rsidRPr="00E9510F">
              <w:t>  </w:t>
            </w:r>
            <w:r w:rsidRPr="0042207F">
              <w:rPr>
                <w:rtl/>
              </w:rPr>
              <w:t>دنیا</w:t>
            </w:r>
            <w:r w:rsidRPr="00E9510F">
              <w:t> </w:t>
            </w:r>
            <w:r w:rsidRPr="0042207F">
              <w:rPr>
                <w:rtl/>
              </w:rPr>
              <w:t>سے</w:t>
            </w:r>
            <w:r w:rsidRPr="00E9510F">
              <w:t> </w:t>
            </w:r>
            <w:r w:rsidRPr="0042207F">
              <w:rPr>
                <w:rtl/>
              </w:rPr>
              <w:t>فضائل</w:t>
            </w:r>
            <w:r w:rsidRPr="00E9510F">
              <w:t> </w:t>
            </w:r>
            <w:r w:rsidRPr="0042207F">
              <w:rPr>
                <w:rtl/>
              </w:rPr>
              <w:t>ہوئے</w:t>
            </w:r>
            <w:r w:rsidRPr="00E9510F">
              <w:t> </w:t>
            </w:r>
            <w:r w:rsidRPr="0042207F">
              <w:rPr>
                <w:rtl/>
              </w:rPr>
              <w:t>بے</w:t>
            </w:r>
            <w:r w:rsidRPr="00E9510F">
              <w:t> </w:t>
            </w:r>
            <w:r w:rsidRPr="0042207F">
              <w:rPr>
                <w:rtl/>
              </w:rPr>
              <w:t>حد</w:t>
            </w:r>
            <w:r w:rsidRPr="00E9510F">
              <w:t> </w:t>
            </w:r>
            <w:r w:rsidRPr="0042207F">
              <w:rPr>
                <w:rtl/>
              </w:rPr>
              <w:t>ان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کے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728"/>
        <w:gridCol w:w="337"/>
        <w:gridCol w:w="4682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وہ</w:t>
            </w:r>
            <w:r w:rsidRPr="00E9510F">
              <w:t>  </w:t>
            </w:r>
            <w:r w:rsidRPr="0042207F">
              <w:rPr>
                <w:rtl/>
              </w:rPr>
              <w:t>زمیں</w:t>
            </w:r>
            <w:r w:rsidRPr="00E9510F">
              <w:t>  </w:t>
            </w:r>
            <w:r w:rsidRPr="0042207F">
              <w:rPr>
                <w:rtl/>
              </w:rPr>
              <w:t>پوش</w:t>
            </w:r>
            <w:r w:rsidRPr="00E9510F">
              <w:t>  </w:t>
            </w:r>
            <w:r w:rsidRPr="0042207F">
              <w:rPr>
                <w:rtl/>
              </w:rPr>
              <w:t>ترے</w:t>
            </w:r>
            <w:r w:rsidRPr="00E9510F">
              <w:t>  </w:t>
            </w:r>
            <w:r w:rsidRPr="0042207F">
              <w:rPr>
                <w:rtl/>
              </w:rPr>
              <w:t>در</w:t>
            </w:r>
            <w:r w:rsidRPr="00E9510F">
              <w:t> </w:t>
            </w:r>
            <w:r w:rsidRPr="0042207F">
              <w:rPr>
                <w:rtl/>
              </w:rPr>
              <w:t>کا</w:t>
            </w:r>
            <w:r w:rsidRPr="00E9510F">
              <w:t> </w:t>
            </w:r>
            <w:r w:rsidRPr="0042207F">
              <w:rPr>
                <w:rtl/>
              </w:rPr>
              <w:t>ہے</w:t>
            </w:r>
            <w:r w:rsidRPr="00E9510F">
              <w:t> </w:t>
            </w:r>
            <w:r w:rsidRPr="0042207F">
              <w:rPr>
                <w:rtl/>
              </w:rPr>
              <w:t>ایشور</w:t>
            </w:r>
            <w:r w:rsidRPr="00E9510F">
              <w:t> </w:t>
            </w:r>
            <w:r w:rsidRPr="0042207F">
              <w:rPr>
                <w:rtl/>
              </w:rPr>
              <w:t>کی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قسم</w:t>
            </w:r>
            <w:r w:rsidRPr="00E9510F">
              <w:t> 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گرچہ</w:t>
            </w:r>
            <w:r w:rsidRPr="00E9510F">
              <w:t>  </w:t>
            </w:r>
            <w:r w:rsidRPr="0042207F">
              <w:rPr>
                <w:rtl/>
              </w:rPr>
              <w:t>پا</w:t>
            </w:r>
            <w:r w:rsidRPr="00E9510F">
              <w:t>  </w:t>
            </w:r>
            <w:r w:rsidRPr="0042207F">
              <w:rPr>
                <w:rtl/>
              </w:rPr>
              <w:t>جاؤں</w:t>
            </w:r>
            <w:r w:rsidRPr="00E9510F">
              <w:t>  </w:t>
            </w:r>
            <w:r w:rsidRPr="0042207F">
              <w:rPr>
                <w:rtl/>
              </w:rPr>
              <w:t>تو</w:t>
            </w:r>
            <w:r w:rsidRPr="00E9510F">
              <w:t>  </w:t>
            </w:r>
            <w:r w:rsidRPr="0042207F">
              <w:rPr>
                <w:rtl/>
              </w:rPr>
              <w:t>آنکھوں</w:t>
            </w:r>
            <w:r w:rsidRPr="00E9510F">
              <w:t>  </w:t>
            </w:r>
            <w:r w:rsidRPr="0042207F">
              <w:rPr>
                <w:rtl/>
              </w:rPr>
              <w:t>پہ</w:t>
            </w:r>
            <w:r w:rsidRPr="00E9510F">
              <w:t>  </w:t>
            </w:r>
            <w:r w:rsidRPr="0042207F">
              <w:rPr>
                <w:rtl/>
              </w:rPr>
              <w:t>رکھوں</w:t>
            </w:r>
            <w:r w:rsidRPr="00E9510F">
              <w:t> </w:t>
            </w:r>
            <w:r w:rsidRPr="0042207F">
              <w:rPr>
                <w:rtl/>
              </w:rPr>
              <w:t>ہر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دل</w:t>
            </w:r>
            <w:r w:rsidRPr="00E9510F">
              <w:t>   </w:t>
            </w:r>
            <w:r w:rsidRPr="0042207F">
              <w:rPr>
                <w:rtl/>
              </w:rPr>
              <w:t>سے</w:t>
            </w:r>
            <w:r w:rsidRPr="00E9510F">
              <w:t>   </w:t>
            </w:r>
            <w:r w:rsidRPr="0042207F">
              <w:rPr>
                <w:rtl/>
              </w:rPr>
              <w:t>یا</w:t>
            </w:r>
            <w:r w:rsidRPr="00E9510F">
              <w:t>  </w:t>
            </w:r>
            <w:r w:rsidRPr="0042207F">
              <w:rPr>
                <w:rtl/>
              </w:rPr>
              <w:t>فاطمہؑ</w:t>
            </w:r>
            <w:r w:rsidRPr="00E9510F">
              <w:t>  </w:t>
            </w:r>
            <w:r w:rsidRPr="0042207F">
              <w:rPr>
                <w:rtl/>
              </w:rPr>
              <w:t>آتی</w:t>
            </w:r>
            <w:r w:rsidRPr="00E9510F">
              <w:t>  </w:t>
            </w:r>
            <w:r w:rsidRPr="0042207F">
              <w:rPr>
                <w:rtl/>
              </w:rPr>
              <w:t>ہے</w:t>
            </w:r>
            <w:r w:rsidRPr="00E9510F">
              <w:t>  </w:t>
            </w:r>
            <w:r w:rsidRPr="0042207F">
              <w:rPr>
                <w:rtl/>
              </w:rPr>
              <w:t>صدا</w:t>
            </w:r>
            <w:r w:rsidRPr="00E9510F">
              <w:t>  </w:t>
            </w:r>
            <w:r w:rsidRPr="0042207F">
              <w:rPr>
                <w:rtl/>
              </w:rPr>
              <w:t>یہ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پیہم</w:t>
            </w:r>
            <w:r w:rsidRPr="00E9510F">
              <w:t>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نسبت</w:t>
            </w:r>
            <w:r w:rsidRPr="00E9510F">
              <w:t>    </w:t>
            </w:r>
            <w:r>
              <w:rPr>
                <w:rtl/>
              </w:rPr>
              <w:t>خود</w:t>
            </w:r>
            <w:r w:rsidRPr="00E9510F">
              <w:t>    </w:t>
            </w:r>
            <w:r>
              <w:rPr>
                <w:rtl/>
              </w:rPr>
              <w:t>بہ</w:t>
            </w:r>
            <w:r w:rsidRPr="00E9510F">
              <w:t>   </w:t>
            </w:r>
            <w:r>
              <w:rPr>
                <w:rtl/>
              </w:rPr>
              <w:t>سگت</w:t>
            </w:r>
            <w:r w:rsidRPr="00E9510F">
              <w:t>   </w:t>
            </w:r>
            <w:r>
              <w:rPr>
                <w:rtl/>
              </w:rPr>
              <w:t>کردم</w:t>
            </w:r>
            <w:r w:rsidRPr="00E9510F">
              <w:t>   </w:t>
            </w:r>
            <w:r>
              <w:rPr>
                <w:rtl/>
              </w:rPr>
              <w:t>پس</w:t>
            </w:r>
            <w:r w:rsidRPr="00E9510F">
              <w:t>   </w:t>
            </w:r>
            <w:r>
              <w:rPr>
                <w:rtl/>
              </w:rPr>
              <w:t>متعنم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یہ</w:t>
            </w:r>
            <w:r w:rsidRPr="00E9510F">
              <w:t>   </w:t>
            </w:r>
            <w:r w:rsidRPr="0042207F">
              <w:rPr>
                <w:rtl/>
              </w:rPr>
              <w:t>خطا</w:t>
            </w:r>
            <w:r w:rsidRPr="00E9510F">
              <w:t>  </w:t>
            </w:r>
            <w:r w:rsidRPr="0042207F">
              <w:rPr>
                <w:rtl/>
              </w:rPr>
              <w:t>ہے</w:t>
            </w:r>
            <w:r w:rsidRPr="00E9510F">
              <w:t>  </w:t>
            </w:r>
            <w:r w:rsidRPr="0042207F">
              <w:rPr>
                <w:rtl/>
              </w:rPr>
              <w:t>یہ</w:t>
            </w:r>
            <w:r w:rsidRPr="00E9510F">
              <w:t>  </w:t>
            </w:r>
            <w:r w:rsidRPr="0042207F">
              <w:rPr>
                <w:rtl/>
              </w:rPr>
              <w:t>غلط</w:t>
            </w:r>
            <w:r w:rsidRPr="00E9510F">
              <w:t>  </w:t>
            </w:r>
            <w:r w:rsidRPr="0042207F">
              <w:rPr>
                <w:rtl/>
              </w:rPr>
              <w:t>ہے</w:t>
            </w:r>
            <w:r w:rsidRPr="00E9510F">
              <w:t>  </w:t>
            </w:r>
            <w:r w:rsidRPr="0042207F">
              <w:rPr>
                <w:rtl/>
              </w:rPr>
              <w:t>نہیں</w:t>
            </w:r>
            <w:r w:rsidRPr="00E9510F">
              <w:t>  </w:t>
            </w:r>
            <w:r w:rsidRPr="0042207F">
              <w:rPr>
                <w:rtl/>
              </w:rPr>
              <w:t>عزت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طلبی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با</w:t>
            </w:r>
            <w:r w:rsidRPr="00E9510F">
              <w:t>  </w:t>
            </w:r>
            <w:r w:rsidRPr="0042207F">
              <w:rPr>
                <w:rtl/>
              </w:rPr>
              <w:t>چہ</w:t>
            </w:r>
            <w:r w:rsidRPr="00E9510F">
              <w:t>  </w:t>
            </w:r>
            <w:r w:rsidRPr="0042207F">
              <w:rPr>
                <w:rtl/>
              </w:rPr>
              <w:t>نسبت</w:t>
            </w:r>
            <w:r w:rsidRPr="00E9510F">
              <w:t>  </w:t>
            </w:r>
            <w:r w:rsidRPr="0042207F">
              <w:rPr>
                <w:rtl/>
              </w:rPr>
              <w:t>بہ</w:t>
            </w:r>
            <w:r w:rsidRPr="00E9510F">
              <w:t>  </w:t>
            </w:r>
            <w:r w:rsidRPr="0042207F">
              <w:rPr>
                <w:rtl/>
              </w:rPr>
              <w:t>سگِ</w:t>
            </w:r>
            <w:r w:rsidRPr="00E9510F">
              <w:t>  </w:t>
            </w:r>
            <w:r w:rsidRPr="0042207F">
              <w:rPr>
                <w:rtl/>
              </w:rPr>
              <w:t>کوی</w:t>
            </w:r>
            <w:r w:rsidRPr="00E9510F">
              <w:t>  </w:t>
            </w:r>
            <w:r w:rsidRPr="0042207F">
              <w:rPr>
                <w:rtl/>
              </w:rPr>
              <w:t>تو</w:t>
            </w:r>
            <w:r w:rsidRPr="00E9510F">
              <w:t>  </w:t>
            </w:r>
            <w:r w:rsidRPr="0042207F">
              <w:rPr>
                <w:rtl/>
              </w:rPr>
              <w:t>شد</w:t>
            </w:r>
            <w:r w:rsidRPr="00E9510F">
              <w:t> </w:t>
            </w:r>
            <w:r w:rsidRPr="0042207F">
              <w:rPr>
                <w:rtl/>
              </w:rPr>
              <w:t>بے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ادبی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728"/>
        <w:gridCol w:w="337"/>
        <w:gridCol w:w="4682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باد</w:t>
            </w:r>
            <w:r w:rsidRPr="00E9510F">
              <w:rPr>
                <w:rFonts w:hint="cs"/>
                <w:rtl/>
              </w:rPr>
              <w:t>ۂ</w:t>
            </w:r>
            <w:r w:rsidRPr="00E9510F">
              <w:t>   </w:t>
            </w:r>
            <w:r w:rsidRPr="0042207F">
              <w:rPr>
                <w:rtl/>
              </w:rPr>
              <w:t>الفتِ</w:t>
            </w:r>
            <w:r w:rsidRPr="00E9510F">
              <w:t>   </w:t>
            </w:r>
            <w:r w:rsidRPr="0042207F">
              <w:rPr>
                <w:rtl/>
              </w:rPr>
              <w:t>زہراؑ</w:t>
            </w:r>
            <w:r w:rsidRPr="00E9510F">
              <w:t>   </w:t>
            </w:r>
            <w:r w:rsidRPr="0042207F">
              <w:rPr>
                <w:rtl/>
              </w:rPr>
              <w:t>کی</w:t>
            </w:r>
            <w:r w:rsidRPr="00E9510F">
              <w:t>  </w:t>
            </w:r>
            <w:r w:rsidRPr="0042207F">
              <w:rPr>
                <w:rtl/>
              </w:rPr>
              <w:t>طلب</w:t>
            </w:r>
            <w:r w:rsidRPr="00E9510F">
              <w:t>  </w:t>
            </w:r>
            <w:r w:rsidRPr="0042207F">
              <w:rPr>
                <w:rtl/>
              </w:rPr>
              <w:t>گار</w:t>
            </w:r>
            <w:r w:rsidRPr="00E9510F">
              <w:t>  </w:t>
            </w:r>
            <w:r w:rsidRPr="0042207F">
              <w:rPr>
                <w:rtl/>
              </w:rPr>
              <w:t>ہوں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میں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پی</w:t>
            </w:r>
            <w:r w:rsidRPr="00E9510F">
              <w:t>  </w:t>
            </w:r>
            <w:r>
              <w:rPr>
                <w:rtl/>
              </w:rPr>
              <w:t>چکی</w:t>
            </w:r>
            <w:r w:rsidRPr="00E9510F">
              <w:t>  </w:t>
            </w:r>
            <w:r>
              <w:rPr>
                <w:rtl/>
              </w:rPr>
              <w:t>جو</w:t>
            </w:r>
            <w:r w:rsidRPr="00E9510F">
              <w:t>  </w:t>
            </w:r>
            <w:r>
              <w:rPr>
                <w:rtl/>
              </w:rPr>
              <w:t>کئی</w:t>
            </w:r>
            <w:r w:rsidRPr="00E9510F">
              <w:t>  </w:t>
            </w:r>
            <w:r>
              <w:rPr>
                <w:rtl/>
              </w:rPr>
              <w:t>ساغر</w:t>
            </w:r>
            <w:r w:rsidRPr="00E9510F">
              <w:t>  </w:t>
            </w:r>
            <w:r>
              <w:rPr>
                <w:rtl/>
              </w:rPr>
              <w:t>وہی</w:t>
            </w:r>
            <w:r w:rsidRPr="00E9510F">
              <w:t>  </w:t>
            </w:r>
            <w:r>
              <w:rPr>
                <w:rtl/>
              </w:rPr>
              <w:t>میخوار</w:t>
            </w:r>
            <w:r w:rsidRPr="00E9510F">
              <w:t>  </w:t>
            </w:r>
            <w:r>
              <w:rPr>
                <w:rtl/>
              </w:rPr>
              <w:t>ہوں</w:t>
            </w:r>
            <w:r w:rsidRPr="00E9510F">
              <w:t> </w:t>
            </w:r>
            <w:r>
              <w:rPr>
                <w:rtl/>
              </w:rPr>
              <w:t>میں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گو</w:t>
            </w:r>
            <w:r w:rsidRPr="00E9510F">
              <w:t>  </w:t>
            </w:r>
            <w:r w:rsidRPr="0042207F">
              <w:rPr>
                <w:rtl/>
              </w:rPr>
              <w:t>خطاوار</w:t>
            </w:r>
            <w:r w:rsidRPr="00E9510F">
              <w:t>  </w:t>
            </w:r>
            <w:r w:rsidRPr="0042207F">
              <w:rPr>
                <w:rtl/>
              </w:rPr>
              <w:t>ہوں</w:t>
            </w:r>
            <w:r w:rsidRPr="00E9510F">
              <w:t>  </w:t>
            </w:r>
            <w:r w:rsidRPr="0042207F">
              <w:rPr>
                <w:rtl/>
              </w:rPr>
              <w:t>دیرینہ</w:t>
            </w:r>
            <w:r w:rsidRPr="00E9510F">
              <w:t>  </w:t>
            </w:r>
            <w:r w:rsidRPr="0042207F">
              <w:rPr>
                <w:rtl/>
              </w:rPr>
              <w:t>گناہ</w:t>
            </w:r>
            <w:r w:rsidRPr="00E9510F">
              <w:t>  </w:t>
            </w:r>
            <w:r w:rsidRPr="0042207F">
              <w:rPr>
                <w:rtl/>
              </w:rPr>
              <w:t>گار</w:t>
            </w:r>
            <w:r w:rsidRPr="00E9510F">
              <w:t>  </w:t>
            </w:r>
            <w:r w:rsidRPr="0042207F">
              <w:rPr>
                <w:rtl/>
              </w:rPr>
              <w:t>ہوں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میں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پر</w:t>
            </w:r>
            <w:r w:rsidRPr="00E9510F">
              <w:t>  </w:t>
            </w:r>
            <w:r w:rsidRPr="0042207F">
              <w:rPr>
                <w:rtl/>
              </w:rPr>
              <w:t>ازل</w:t>
            </w:r>
            <w:r w:rsidRPr="00E9510F">
              <w:t>  </w:t>
            </w:r>
            <w:r w:rsidRPr="0042207F">
              <w:rPr>
                <w:rtl/>
              </w:rPr>
              <w:t>سے</w:t>
            </w:r>
            <w:r w:rsidRPr="00E9510F">
              <w:t>  </w:t>
            </w:r>
            <w:r w:rsidRPr="0042207F">
              <w:rPr>
                <w:rtl/>
              </w:rPr>
              <w:t>اسی</w:t>
            </w:r>
            <w:r w:rsidRPr="00E9510F">
              <w:t>  </w:t>
            </w:r>
            <w:r w:rsidRPr="0042207F">
              <w:rPr>
                <w:rtl/>
              </w:rPr>
              <w:t>بادہ</w:t>
            </w:r>
            <w:r w:rsidRPr="00E9510F">
              <w:t>  </w:t>
            </w:r>
            <w:r w:rsidRPr="0042207F">
              <w:rPr>
                <w:rtl/>
              </w:rPr>
              <w:t>کی</w:t>
            </w:r>
            <w:r w:rsidRPr="00E9510F">
              <w:t>  </w:t>
            </w:r>
            <w:r w:rsidRPr="0042207F">
              <w:rPr>
                <w:rtl/>
              </w:rPr>
              <w:t>پرستار</w:t>
            </w:r>
            <w:r w:rsidRPr="00E9510F">
              <w:t> </w:t>
            </w:r>
            <w:r w:rsidRPr="0042207F">
              <w:rPr>
                <w:rtl/>
              </w:rPr>
              <w:t>ہوں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میں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مرے</w:t>
            </w:r>
            <w:r w:rsidRPr="00E9510F">
              <w:t>   </w:t>
            </w:r>
            <w:r w:rsidRPr="0042207F">
              <w:rPr>
                <w:rtl/>
              </w:rPr>
              <w:t>دیرینہ</w:t>
            </w:r>
            <w:r w:rsidRPr="00E9510F">
              <w:t>   </w:t>
            </w:r>
            <w:r w:rsidRPr="0042207F">
              <w:rPr>
                <w:rtl/>
              </w:rPr>
              <w:t>گناہوں</w:t>
            </w:r>
            <w:r w:rsidRPr="00E9510F">
              <w:t>   </w:t>
            </w:r>
            <w:r w:rsidRPr="0042207F">
              <w:rPr>
                <w:rtl/>
              </w:rPr>
              <w:t>کی</w:t>
            </w:r>
            <w:r w:rsidRPr="00E9510F">
              <w:t>  </w:t>
            </w:r>
            <w:r w:rsidRPr="0042207F">
              <w:rPr>
                <w:rtl/>
              </w:rPr>
              <w:t>دوا</w:t>
            </w:r>
            <w:r w:rsidRPr="00E9510F">
              <w:t>  </w:t>
            </w:r>
            <w:r w:rsidRPr="0042207F">
              <w:rPr>
                <w:rtl/>
              </w:rPr>
              <w:t>دے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ساقی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آج</w:t>
            </w:r>
            <w:r w:rsidRPr="00E9510F">
              <w:t>   </w:t>
            </w:r>
            <w:r>
              <w:rPr>
                <w:rtl/>
              </w:rPr>
              <w:t>زہراؑ</w:t>
            </w:r>
            <w:r w:rsidRPr="00E9510F">
              <w:t>   </w:t>
            </w:r>
            <w:r>
              <w:rPr>
                <w:rtl/>
              </w:rPr>
              <w:t>کی</w:t>
            </w:r>
            <w:r w:rsidRPr="00E9510F">
              <w:t>   </w:t>
            </w:r>
            <w:r>
              <w:rPr>
                <w:rtl/>
              </w:rPr>
              <w:t>ردا</w:t>
            </w:r>
            <w:r w:rsidRPr="00E9510F">
              <w:t>  </w:t>
            </w:r>
            <w:r>
              <w:rPr>
                <w:rtl/>
              </w:rPr>
              <w:t>دھو</w:t>
            </w:r>
            <w:r w:rsidRPr="00E9510F">
              <w:t>  </w:t>
            </w:r>
            <w:r>
              <w:rPr>
                <w:rtl/>
              </w:rPr>
              <w:t>کے</w:t>
            </w:r>
            <w:r w:rsidRPr="00E9510F">
              <w:t>  </w:t>
            </w:r>
            <w:r>
              <w:rPr>
                <w:rtl/>
              </w:rPr>
              <w:t>پلا</w:t>
            </w:r>
            <w:r w:rsidRPr="00E9510F">
              <w:t>  </w:t>
            </w:r>
            <w:r>
              <w:rPr>
                <w:rtl/>
              </w:rPr>
              <w:t>دے</w:t>
            </w:r>
            <w:r w:rsidRPr="00E9510F">
              <w:t>  </w:t>
            </w:r>
            <w:r>
              <w:rPr>
                <w:rtl/>
              </w:rPr>
              <w:t>ساقی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p w:rsidR="00E526CC" w:rsidRPr="00530925" w:rsidRDefault="00E526CC" w:rsidP="007759D6">
      <w:pPr>
        <w:pStyle w:val="Heading2Center"/>
        <w:rPr>
          <w:rtl/>
        </w:rPr>
      </w:pPr>
      <w:bookmarkStart w:id="9" w:name="_Toc505082502"/>
      <w:r w:rsidRPr="00530925">
        <w:rPr>
          <w:rtl/>
        </w:rPr>
        <w:t>وہ پلا کو کہ ہے زہراؑ کی محبت کی شراب</w:t>
      </w:r>
      <w:r w:rsidRPr="00530925">
        <w:br/>
      </w:r>
      <w:r w:rsidR="007759D6">
        <w:rPr>
          <w:rFonts w:hint="cs"/>
          <w:rtl/>
        </w:rPr>
        <w:t xml:space="preserve">-  </w:t>
      </w:r>
      <w:r w:rsidR="007759D6" w:rsidRPr="00530925">
        <w:rPr>
          <w:rtl/>
        </w:rPr>
        <w:t>تا</w:t>
      </w:r>
      <w:r w:rsidR="007759D6">
        <w:rPr>
          <w:rFonts w:hint="cs"/>
          <w:rtl/>
        </w:rPr>
        <w:t xml:space="preserve">  -</w:t>
      </w:r>
      <w:r w:rsidR="007759D6" w:rsidRPr="00530925">
        <w:br/>
      </w:r>
      <w:r w:rsidRPr="00530925">
        <w:rPr>
          <w:rtl/>
        </w:rPr>
        <w:t>دل میں پر آلِ پیمبرؐ سے ولا رکھتی ہوں</w:t>
      </w:r>
      <w:bookmarkEnd w:id="9"/>
    </w:p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728"/>
        <w:gridCol w:w="337"/>
        <w:gridCol w:w="4682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وہ</w:t>
            </w:r>
            <w:r w:rsidRPr="00E9510F">
              <w:t>   </w:t>
            </w:r>
            <w:r w:rsidRPr="0042207F">
              <w:rPr>
                <w:rtl/>
              </w:rPr>
              <w:t>پلا</w:t>
            </w:r>
            <w:r w:rsidRPr="00E9510F">
              <w:t>  </w:t>
            </w:r>
            <w:r w:rsidRPr="0042207F">
              <w:rPr>
                <w:rtl/>
              </w:rPr>
              <w:t>کو</w:t>
            </w:r>
            <w:r w:rsidRPr="00E9510F">
              <w:t>  </w:t>
            </w:r>
            <w:r w:rsidRPr="0042207F">
              <w:rPr>
                <w:rtl/>
              </w:rPr>
              <w:t>کہ</w:t>
            </w:r>
            <w:r w:rsidRPr="00E9510F">
              <w:t>  </w:t>
            </w:r>
            <w:r w:rsidRPr="0042207F">
              <w:rPr>
                <w:rtl/>
              </w:rPr>
              <w:t>ہے</w:t>
            </w:r>
            <w:r w:rsidRPr="00E9510F">
              <w:t>  </w:t>
            </w:r>
            <w:r w:rsidRPr="0042207F">
              <w:rPr>
                <w:rtl/>
              </w:rPr>
              <w:t>زہراؑ</w:t>
            </w:r>
            <w:r w:rsidRPr="00E9510F">
              <w:t>  </w:t>
            </w:r>
            <w:r w:rsidRPr="0042207F">
              <w:rPr>
                <w:rtl/>
              </w:rPr>
              <w:t>کی</w:t>
            </w:r>
            <w:r w:rsidRPr="00E9510F">
              <w:t>  </w:t>
            </w:r>
            <w:r w:rsidRPr="0042207F">
              <w:rPr>
                <w:rtl/>
              </w:rPr>
              <w:t>محبت</w:t>
            </w:r>
            <w:r w:rsidRPr="00E9510F">
              <w:t>  </w:t>
            </w:r>
            <w:r w:rsidRPr="0042207F">
              <w:rPr>
                <w:rtl/>
              </w:rPr>
              <w:t>کی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شراب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وہ</w:t>
            </w:r>
            <w:r w:rsidRPr="00E9510F">
              <w:t>  </w:t>
            </w:r>
            <w:r w:rsidRPr="0042207F">
              <w:rPr>
                <w:rtl/>
              </w:rPr>
              <w:t>پلا</w:t>
            </w:r>
            <w:r w:rsidRPr="00E9510F">
              <w:t>  </w:t>
            </w:r>
            <w:r w:rsidRPr="0042207F">
              <w:rPr>
                <w:rtl/>
              </w:rPr>
              <w:t>ہو</w:t>
            </w:r>
            <w:r w:rsidRPr="00E9510F">
              <w:t>  </w:t>
            </w:r>
            <w:r w:rsidRPr="0042207F">
              <w:rPr>
                <w:rtl/>
              </w:rPr>
              <w:t>جو</w:t>
            </w:r>
            <w:r w:rsidRPr="00E9510F">
              <w:t>  </w:t>
            </w:r>
            <w:r w:rsidRPr="0042207F">
              <w:rPr>
                <w:rtl/>
              </w:rPr>
              <w:t>حقیقت</w:t>
            </w:r>
            <w:r w:rsidRPr="00E9510F">
              <w:t>  </w:t>
            </w:r>
            <w:r w:rsidRPr="0042207F">
              <w:rPr>
                <w:rtl/>
              </w:rPr>
              <w:t>میں</w:t>
            </w:r>
            <w:r w:rsidRPr="00E9510F">
              <w:t>  </w:t>
            </w:r>
            <w:r w:rsidRPr="0042207F">
              <w:rPr>
                <w:rtl/>
              </w:rPr>
              <w:t>حقیقت</w:t>
            </w:r>
            <w:r w:rsidRPr="00E9510F">
              <w:t> </w:t>
            </w:r>
            <w:r w:rsidRPr="0042207F">
              <w:rPr>
                <w:rtl/>
              </w:rPr>
              <w:t>کی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شراب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ساقیا</w:t>
            </w:r>
            <w:r w:rsidRPr="00E9510F">
              <w:t>   </w:t>
            </w:r>
            <w:r w:rsidRPr="0042207F">
              <w:rPr>
                <w:rtl/>
              </w:rPr>
              <w:t>دے</w:t>
            </w:r>
            <w:r w:rsidRPr="00E9510F">
              <w:t>   </w:t>
            </w:r>
            <w:r w:rsidRPr="0042207F">
              <w:rPr>
                <w:rtl/>
              </w:rPr>
              <w:t>مجھے</w:t>
            </w:r>
            <w:r w:rsidRPr="00E9510F">
              <w:t>   </w:t>
            </w:r>
            <w:r w:rsidRPr="0042207F">
              <w:rPr>
                <w:rtl/>
              </w:rPr>
              <w:t>خمخان</w:t>
            </w:r>
            <w:r w:rsidRPr="00E9510F">
              <w:rPr>
                <w:rFonts w:hint="cs"/>
                <w:rtl/>
              </w:rPr>
              <w:t>ۂ</w:t>
            </w:r>
            <w:r w:rsidRPr="00E9510F">
              <w:t>   </w:t>
            </w:r>
            <w:r w:rsidRPr="0042207F">
              <w:rPr>
                <w:rtl/>
              </w:rPr>
              <w:t>قدرت</w:t>
            </w:r>
            <w:r w:rsidRPr="00E9510F">
              <w:t>  </w:t>
            </w:r>
            <w:r w:rsidRPr="0042207F">
              <w:rPr>
                <w:rtl/>
              </w:rPr>
              <w:t>کی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شراب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ہاں</w:t>
            </w:r>
            <w:r w:rsidRPr="00E9510F">
              <w:t>   </w:t>
            </w:r>
            <w:r w:rsidRPr="0042207F">
              <w:rPr>
                <w:rtl/>
              </w:rPr>
              <w:t>پلا</w:t>
            </w:r>
            <w:r w:rsidRPr="00E9510F">
              <w:t>   </w:t>
            </w:r>
            <w:r w:rsidRPr="0042207F">
              <w:rPr>
                <w:rtl/>
              </w:rPr>
              <w:t>پنجتنِؑ</w:t>
            </w:r>
            <w:r w:rsidRPr="00E9510F">
              <w:t>   </w:t>
            </w:r>
            <w:r w:rsidRPr="0042207F">
              <w:rPr>
                <w:rtl/>
              </w:rPr>
              <w:t>پاک</w:t>
            </w:r>
            <w:r w:rsidRPr="00E9510F">
              <w:t>   </w:t>
            </w:r>
            <w:r w:rsidRPr="0042207F">
              <w:rPr>
                <w:rtl/>
              </w:rPr>
              <w:t>کی</w:t>
            </w:r>
            <w:r w:rsidRPr="00E9510F">
              <w:t>   </w:t>
            </w:r>
            <w:r w:rsidRPr="0042207F">
              <w:rPr>
                <w:rtl/>
              </w:rPr>
              <w:t>الفت</w:t>
            </w:r>
            <w:r w:rsidRPr="00E9510F">
              <w:t>  </w:t>
            </w:r>
            <w:r w:rsidRPr="0042207F">
              <w:rPr>
                <w:rtl/>
              </w:rPr>
              <w:t>کی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شراب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ماسوا</w:t>
            </w:r>
            <w:r w:rsidRPr="00E9510F">
              <w:t>  </w:t>
            </w:r>
            <w:r w:rsidRPr="0042207F">
              <w:rPr>
                <w:rtl/>
              </w:rPr>
              <w:t>اس</w:t>
            </w:r>
            <w:r w:rsidRPr="00E9510F">
              <w:t>  </w:t>
            </w:r>
            <w:r w:rsidRPr="0042207F">
              <w:rPr>
                <w:rtl/>
              </w:rPr>
              <w:t>کے</w:t>
            </w:r>
            <w:r w:rsidRPr="00E9510F">
              <w:t>  </w:t>
            </w:r>
            <w:r w:rsidRPr="0042207F">
              <w:rPr>
                <w:rtl/>
              </w:rPr>
              <w:t>جو</w:t>
            </w:r>
            <w:r w:rsidRPr="00E9510F">
              <w:t>  </w:t>
            </w:r>
            <w:r w:rsidRPr="0042207F">
              <w:rPr>
                <w:rtl/>
              </w:rPr>
              <w:t>ہیں</w:t>
            </w:r>
            <w:r w:rsidRPr="00E9510F">
              <w:t>  </w:t>
            </w:r>
            <w:r w:rsidRPr="0042207F">
              <w:rPr>
                <w:rtl/>
              </w:rPr>
              <w:t>اس</w:t>
            </w:r>
            <w:r w:rsidRPr="00E9510F">
              <w:t>  </w:t>
            </w:r>
            <w:r w:rsidRPr="0042207F">
              <w:rPr>
                <w:rtl/>
              </w:rPr>
              <w:t>سے</w:t>
            </w:r>
            <w:r w:rsidRPr="00E9510F">
              <w:t>  </w:t>
            </w:r>
            <w:r w:rsidRPr="0042207F">
              <w:rPr>
                <w:rtl/>
              </w:rPr>
              <w:t>سروکار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نہیں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اور</w:t>
            </w:r>
            <w:r w:rsidRPr="00E9510F">
              <w:t>    </w:t>
            </w:r>
            <w:r>
              <w:rPr>
                <w:rtl/>
              </w:rPr>
              <w:t>بادہ</w:t>
            </w:r>
            <w:r w:rsidRPr="00E9510F">
              <w:t>    </w:t>
            </w:r>
            <w:r>
              <w:rPr>
                <w:rtl/>
              </w:rPr>
              <w:t>کسی</w:t>
            </w:r>
            <w:r w:rsidRPr="00E9510F">
              <w:t>    </w:t>
            </w:r>
            <w:r>
              <w:rPr>
                <w:rtl/>
              </w:rPr>
              <w:t>عنواں</w:t>
            </w:r>
            <w:r w:rsidRPr="00E9510F">
              <w:t>    </w:t>
            </w:r>
            <w:r>
              <w:rPr>
                <w:rtl/>
              </w:rPr>
              <w:t>مجھ</w:t>
            </w:r>
            <w:r w:rsidRPr="00E9510F">
              <w:t>    </w:t>
            </w:r>
            <w:r>
              <w:rPr>
                <w:rtl/>
              </w:rPr>
              <w:t>درکار</w:t>
            </w:r>
            <w:r w:rsidRPr="00E9510F">
              <w:t>   </w:t>
            </w:r>
            <w:r>
              <w:rPr>
                <w:rtl/>
              </w:rPr>
              <w:t>نہیں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728"/>
        <w:gridCol w:w="337"/>
        <w:gridCol w:w="4682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جس</w:t>
            </w:r>
            <w:r w:rsidRPr="00E9510F">
              <w:t>  </w:t>
            </w:r>
            <w:r w:rsidRPr="0042207F">
              <w:rPr>
                <w:rtl/>
              </w:rPr>
              <w:t>میں</w:t>
            </w:r>
            <w:r w:rsidRPr="00E9510F">
              <w:t>  </w:t>
            </w:r>
            <w:r w:rsidRPr="0042207F">
              <w:rPr>
                <w:rtl/>
              </w:rPr>
              <w:t>شامل</w:t>
            </w:r>
            <w:r w:rsidRPr="00E9510F">
              <w:t>  </w:t>
            </w:r>
            <w:r w:rsidRPr="0042207F">
              <w:rPr>
                <w:rtl/>
              </w:rPr>
              <w:t>رہی</w:t>
            </w:r>
            <w:r w:rsidRPr="00E9510F">
              <w:t> </w:t>
            </w:r>
            <w:r w:rsidRPr="0042207F">
              <w:rPr>
                <w:rtl/>
              </w:rPr>
              <w:t>بھگوان</w:t>
            </w:r>
            <w:r w:rsidRPr="00E9510F">
              <w:t> </w:t>
            </w:r>
            <w:r w:rsidRPr="0042207F">
              <w:rPr>
                <w:rtl/>
              </w:rPr>
              <w:t>کی</w:t>
            </w:r>
            <w:r w:rsidRPr="00E9510F">
              <w:t> </w:t>
            </w:r>
            <w:r w:rsidRPr="0042207F">
              <w:rPr>
                <w:rtl/>
              </w:rPr>
              <w:t>رحمت</w:t>
            </w:r>
            <w:r w:rsidRPr="00E9510F">
              <w:t> </w:t>
            </w:r>
            <w:r w:rsidRPr="0042207F">
              <w:rPr>
                <w:rtl/>
              </w:rPr>
              <w:t>وہ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پلا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t> </w:t>
            </w:r>
            <w:r w:rsidRPr="0042207F">
              <w:rPr>
                <w:rtl/>
              </w:rPr>
              <w:t>نکھری</w:t>
            </w:r>
            <w:r w:rsidRPr="00E9510F">
              <w:t>  </w:t>
            </w:r>
            <w:r w:rsidRPr="0042207F">
              <w:rPr>
                <w:rtl/>
              </w:rPr>
              <w:t>جس</w:t>
            </w:r>
            <w:r w:rsidRPr="00E9510F">
              <w:t>  </w:t>
            </w:r>
            <w:r w:rsidRPr="0042207F">
              <w:rPr>
                <w:rtl/>
              </w:rPr>
              <w:t>بادہ</w:t>
            </w:r>
            <w:r w:rsidRPr="00E9510F">
              <w:t>  </w:t>
            </w:r>
            <w:r w:rsidRPr="0042207F">
              <w:rPr>
                <w:rtl/>
              </w:rPr>
              <w:t>سے</w:t>
            </w:r>
            <w:r w:rsidRPr="00E9510F">
              <w:t>  </w:t>
            </w:r>
            <w:r w:rsidRPr="0042207F">
              <w:rPr>
                <w:rtl/>
              </w:rPr>
              <w:t>اسلام</w:t>
            </w:r>
            <w:r w:rsidRPr="00E9510F">
              <w:t>  </w:t>
            </w:r>
            <w:r w:rsidRPr="0042207F">
              <w:rPr>
                <w:rtl/>
              </w:rPr>
              <w:t>کی</w:t>
            </w:r>
            <w:r w:rsidRPr="00E9510F">
              <w:t>  </w:t>
            </w:r>
            <w:r w:rsidRPr="0042207F">
              <w:rPr>
                <w:rtl/>
              </w:rPr>
              <w:t>رنگت</w:t>
            </w:r>
            <w:r w:rsidRPr="00E9510F">
              <w:t>  </w:t>
            </w:r>
            <w:r w:rsidRPr="0042207F">
              <w:rPr>
                <w:rtl/>
              </w:rPr>
              <w:t>وہ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پلا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جس</w:t>
            </w:r>
            <w:r w:rsidRPr="00E9510F">
              <w:t>  </w:t>
            </w:r>
            <w:r w:rsidRPr="0042207F">
              <w:rPr>
                <w:rtl/>
              </w:rPr>
              <w:t>کی</w:t>
            </w:r>
            <w:r w:rsidRPr="00E9510F">
              <w:t>  </w:t>
            </w:r>
            <w:r w:rsidRPr="0042207F">
              <w:rPr>
                <w:rtl/>
              </w:rPr>
              <w:t>پینے</w:t>
            </w:r>
            <w:r w:rsidRPr="00E9510F">
              <w:t>  </w:t>
            </w:r>
            <w:r w:rsidRPr="0042207F">
              <w:rPr>
                <w:rtl/>
              </w:rPr>
              <w:t>کی</w:t>
            </w:r>
            <w:r w:rsidRPr="00E9510F">
              <w:t>  </w:t>
            </w:r>
            <w:r w:rsidRPr="0042207F">
              <w:rPr>
                <w:rtl/>
              </w:rPr>
              <w:t>ہے</w:t>
            </w:r>
            <w:r w:rsidRPr="00E9510F">
              <w:t>  </w:t>
            </w:r>
            <w:r w:rsidRPr="0042207F">
              <w:rPr>
                <w:rtl/>
              </w:rPr>
              <w:t>اسلام</w:t>
            </w:r>
            <w:r w:rsidRPr="00E9510F">
              <w:t> </w:t>
            </w:r>
            <w:r w:rsidRPr="0042207F">
              <w:rPr>
                <w:rtl/>
              </w:rPr>
              <w:t>میں</w:t>
            </w:r>
            <w:r w:rsidRPr="00E9510F">
              <w:t> </w:t>
            </w:r>
            <w:r w:rsidRPr="0042207F">
              <w:rPr>
                <w:rtl/>
              </w:rPr>
              <w:t>ہدایت</w:t>
            </w:r>
            <w:r w:rsidRPr="00E9510F">
              <w:t> </w:t>
            </w:r>
            <w:r w:rsidRPr="0042207F">
              <w:rPr>
                <w:rtl/>
              </w:rPr>
              <w:t>وہ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پلا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پی</w:t>
            </w:r>
            <w:r w:rsidRPr="00E9510F">
              <w:t>    </w:t>
            </w:r>
            <w:r w:rsidRPr="0042207F">
              <w:rPr>
                <w:rtl/>
              </w:rPr>
              <w:t>گئے</w:t>
            </w:r>
            <w:r w:rsidRPr="00E9510F">
              <w:t>    </w:t>
            </w:r>
            <w:r w:rsidRPr="0042207F">
              <w:rPr>
                <w:rtl/>
              </w:rPr>
              <w:t>جس</w:t>
            </w:r>
            <w:r w:rsidRPr="00E9510F">
              <w:t>   </w:t>
            </w:r>
            <w:r w:rsidRPr="0042207F">
              <w:rPr>
                <w:rtl/>
              </w:rPr>
              <w:t>کو</w:t>
            </w:r>
            <w:r w:rsidRPr="00E9510F">
              <w:t>   </w:t>
            </w:r>
            <w:r w:rsidRPr="0042207F">
              <w:rPr>
                <w:rtl/>
              </w:rPr>
              <w:t>شہیدانِ</w:t>
            </w:r>
            <w:r w:rsidRPr="00E9510F">
              <w:t>   </w:t>
            </w:r>
            <w:r w:rsidRPr="0042207F">
              <w:rPr>
                <w:rtl/>
              </w:rPr>
              <w:t>محبت</w:t>
            </w:r>
            <w:r w:rsidRPr="00E9510F">
              <w:t>   </w:t>
            </w:r>
            <w:r w:rsidRPr="0042207F">
              <w:rPr>
                <w:rtl/>
              </w:rPr>
              <w:t>وہ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پلا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ہاں</w:t>
            </w:r>
            <w:r w:rsidRPr="00E9510F">
              <w:t>   </w:t>
            </w:r>
            <w:r w:rsidRPr="0042207F">
              <w:rPr>
                <w:rtl/>
              </w:rPr>
              <w:t>پلا</w:t>
            </w:r>
            <w:r w:rsidRPr="00E9510F">
              <w:t>   </w:t>
            </w:r>
            <w:r w:rsidRPr="0042207F">
              <w:rPr>
                <w:rtl/>
              </w:rPr>
              <w:t>جلد</w:t>
            </w:r>
            <w:r w:rsidRPr="00E9510F">
              <w:t>   </w:t>
            </w:r>
            <w:r w:rsidRPr="0042207F">
              <w:rPr>
                <w:rtl/>
              </w:rPr>
              <w:t>کہ</w:t>
            </w:r>
            <w:r w:rsidRPr="00E9510F">
              <w:t>   </w:t>
            </w:r>
            <w:r w:rsidRPr="0042207F">
              <w:rPr>
                <w:rtl/>
              </w:rPr>
              <w:t>میخوار</w:t>
            </w:r>
            <w:r w:rsidRPr="00E9510F">
              <w:t>   </w:t>
            </w:r>
            <w:r w:rsidRPr="0042207F">
              <w:rPr>
                <w:rtl/>
              </w:rPr>
              <w:t>کا</w:t>
            </w:r>
            <w:r w:rsidRPr="00E9510F">
              <w:t>   </w:t>
            </w:r>
            <w:r w:rsidRPr="0042207F">
              <w:rPr>
                <w:rtl/>
              </w:rPr>
              <w:t>جی</w:t>
            </w:r>
            <w:r w:rsidRPr="00E9510F">
              <w:t>  </w:t>
            </w:r>
            <w:r w:rsidRPr="0042207F">
              <w:rPr>
                <w:rtl/>
              </w:rPr>
              <w:t>چھوٹتا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ہے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دیکھ</w:t>
            </w:r>
            <w:r w:rsidRPr="00E9510F">
              <w:t>    </w:t>
            </w:r>
            <w:r>
              <w:rPr>
                <w:rtl/>
              </w:rPr>
              <w:t>انگڑائیاں</w:t>
            </w:r>
            <w:r w:rsidRPr="00E9510F">
              <w:t>    </w:t>
            </w:r>
            <w:r>
              <w:rPr>
                <w:rtl/>
              </w:rPr>
              <w:t>آتی</w:t>
            </w:r>
            <w:r w:rsidRPr="00E9510F">
              <w:t>    </w:t>
            </w:r>
            <w:r>
              <w:rPr>
                <w:rtl/>
              </w:rPr>
              <w:t>ہیں</w:t>
            </w:r>
            <w:r w:rsidRPr="00E9510F">
              <w:t>    </w:t>
            </w:r>
            <w:r>
              <w:rPr>
                <w:rtl/>
              </w:rPr>
              <w:t>بدن</w:t>
            </w:r>
            <w:r w:rsidRPr="00E9510F">
              <w:t>   </w:t>
            </w:r>
            <w:r>
              <w:rPr>
                <w:rtl/>
              </w:rPr>
              <w:t>ٹوٹتا</w:t>
            </w:r>
            <w:r w:rsidRPr="00E9510F">
              <w:t>   </w:t>
            </w:r>
            <w:r>
              <w:rPr>
                <w:rtl/>
              </w:rPr>
              <w:t>ہے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759"/>
        <w:gridCol w:w="327"/>
        <w:gridCol w:w="4661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ڈھانپ</w:t>
            </w:r>
            <w:r w:rsidRPr="00E9510F">
              <w:t>  </w:t>
            </w:r>
            <w:r>
              <w:rPr>
                <w:rtl/>
              </w:rPr>
              <w:t>لے</w:t>
            </w:r>
            <w:r w:rsidRPr="00E9510F">
              <w:t>  </w:t>
            </w:r>
            <w:r>
              <w:rPr>
                <w:rtl/>
              </w:rPr>
              <w:t>جو</w:t>
            </w:r>
            <w:r w:rsidRPr="00E9510F">
              <w:t>  </w:t>
            </w:r>
            <w:r>
              <w:rPr>
                <w:rtl/>
              </w:rPr>
              <w:t>مرے</w:t>
            </w:r>
            <w:r w:rsidRPr="00E9510F">
              <w:t>  </w:t>
            </w:r>
            <w:r>
              <w:rPr>
                <w:rtl/>
              </w:rPr>
              <w:t>عصیاں</w:t>
            </w:r>
            <w:r w:rsidRPr="00E9510F">
              <w:t>  </w:t>
            </w:r>
            <w:r>
              <w:rPr>
                <w:rtl/>
              </w:rPr>
              <w:t>وہی</w:t>
            </w:r>
            <w:r w:rsidRPr="00E9510F">
              <w:t> </w:t>
            </w:r>
            <w:r>
              <w:rPr>
                <w:rtl/>
              </w:rPr>
              <w:t>دینا</w:t>
            </w:r>
            <w:r w:rsidRPr="00E9510F">
              <w:t> </w:t>
            </w:r>
            <w:r>
              <w:rPr>
                <w:rtl/>
              </w:rPr>
              <w:t>ساقی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جس</w:t>
            </w:r>
            <w:r w:rsidRPr="00E9510F">
              <w:t>   </w:t>
            </w:r>
            <w:r w:rsidRPr="0042207F">
              <w:rPr>
                <w:rtl/>
              </w:rPr>
              <w:t>میں</w:t>
            </w:r>
            <w:r w:rsidRPr="00E9510F">
              <w:t>  </w:t>
            </w:r>
            <w:r w:rsidRPr="0042207F">
              <w:rPr>
                <w:rtl/>
              </w:rPr>
              <w:t>ہو</w:t>
            </w:r>
            <w:r w:rsidRPr="00E9510F">
              <w:t>  </w:t>
            </w:r>
            <w:r w:rsidRPr="0042207F">
              <w:rPr>
                <w:rtl/>
              </w:rPr>
              <w:t>جوشِ</w:t>
            </w:r>
            <w:r w:rsidRPr="00E9510F">
              <w:t>  </w:t>
            </w:r>
            <w:r w:rsidRPr="0042207F">
              <w:rPr>
                <w:rtl/>
              </w:rPr>
              <w:t>طہارت</w:t>
            </w:r>
            <w:r w:rsidRPr="00E9510F">
              <w:t>  </w:t>
            </w:r>
            <w:r w:rsidRPr="0042207F">
              <w:rPr>
                <w:rtl/>
              </w:rPr>
              <w:t>وہی</w:t>
            </w:r>
            <w:r w:rsidRPr="00E9510F">
              <w:t>  </w:t>
            </w:r>
            <w:r w:rsidRPr="0042207F">
              <w:rPr>
                <w:rtl/>
              </w:rPr>
              <w:t>دینا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ساقی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نور</w:t>
            </w:r>
            <w:r w:rsidRPr="00E9510F">
              <w:t>   </w:t>
            </w:r>
            <w:r>
              <w:rPr>
                <w:rtl/>
              </w:rPr>
              <w:t>عفت</w:t>
            </w:r>
            <w:r w:rsidRPr="00E9510F">
              <w:t>   </w:t>
            </w:r>
            <w:r>
              <w:rPr>
                <w:rtl/>
              </w:rPr>
              <w:t>کا</w:t>
            </w:r>
            <w:r w:rsidRPr="00E9510F">
              <w:t>  </w:t>
            </w:r>
            <w:r>
              <w:rPr>
                <w:rtl/>
              </w:rPr>
              <w:t>ہو</w:t>
            </w:r>
            <w:r w:rsidRPr="00E9510F">
              <w:t>  </w:t>
            </w:r>
            <w:r>
              <w:rPr>
                <w:rtl/>
              </w:rPr>
              <w:t>جس</w:t>
            </w:r>
            <w:r w:rsidRPr="00E9510F">
              <w:t>  </w:t>
            </w:r>
            <w:r>
              <w:rPr>
                <w:rtl/>
              </w:rPr>
              <w:t>میں</w:t>
            </w:r>
            <w:r w:rsidRPr="00E9510F">
              <w:t>  </w:t>
            </w:r>
            <w:r>
              <w:rPr>
                <w:rtl/>
              </w:rPr>
              <w:t>وہی</w:t>
            </w:r>
            <w:r w:rsidRPr="00E9510F">
              <w:t>  </w:t>
            </w:r>
            <w:r>
              <w:rPr>
                <w:rtl/>
              </w:rPr>
              <w:t>صہبا</w:t>
            </w:r>
            <w:r w:rsidRPr="00E9510F">
              <w:t>  </w:t>
            </w:r>
            <w:r>
              <w:rPr>
                <w:rtl/>
              </w:rPr>
              <w:t>ساقی</w:t>
            </w:r>
            <w:r w:rsidRPr="00E9510F">
              <w:t>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مہر</w:t>
            </w:r>
            <w:r w:rsidRPr="00E9510F">
              <w:t>   </w:t>
            </w:r>
            <w:r w:rsidRPr="0042207F">
              <w:rPr>
                <w:rtl/>
              </w:rPr>
              <w:t>عصمت</w:t>
            </w:r>
            <w:r w:rsidRPr="00E9510F">
              <w:t>   </w:t>
            </w:r>
            <w:r w:rsidRPr="0042207F">
              <w:rPr>
                <w:rtl/>
              </w:rPr>
              <w:t>کی</w:t>
            </w:r>
            <w:r w:rsidRPr="00E9510F">
              <w:t>   </w:t>
            </w:r>
            <w:r w:rsidRPr="0042207F">
              <w:rPr>
                <w:rtl/>
              </w:rPr>
              <w:t>ہو</w:t>
            </w:r>
            <w:r w:rsidRPr="00E9510F">
              <w:t>   </w:t>
            </w:r>
            <w:r w:rsidRPr="0042207F">
              <w:rPr>
                <w:rtl/>
              </w:rPr>
              <w:t>جس</w:t>
            </w:r>
            <w:r w:rsidRPr="00E9510F">
              <w:t>  </w:t>
            </w:r>
            <w:r w:rsidRPr="0042207F">
              <w:rPr>
                <w:rtl/>
              </w:rPr>
              <w:t>پر</w:t>
            </w:r>
            <w:r w:rsidRPr="00E9510F">
              <w:t>  </w:t>
            </w:r>
            <w:r w:rsidRPr="0042207F">
              <w:rPr>
                <w:rtl/>
              </w:rPr>
              <w:t>وہی</w:t>
            </w:r>
            <w:r w:rsidRPr="00E9510F">
              <w:t>  </w:t>
            </w:r>
            <w:r w:rsidRPr="0042207F">
              <w:rPr>
                <w:rtl/>
              </w:rPr>
              <w:t>مینا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ساقی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پردہ</w:t>
            </w:r>
            <w:r w:rsidRPr="00E9510F">
              <w:t> </w:t>
            </w:r>
            <w:r>
              <w:rPr>
                <w:rtl/>
              </w:rPr>
              <w:t>پوشی</w:t>
            </w:r>
            <w:r w:rsidRPr="00E9510F">
              <w:t> </w:t>
            </w:r>
            <w:r>
              <w:rPr>
                <w:rtl/>
              </w:rPr>
              <w:t>کی</w:t>
            </w:r>
            <w:r w:rsidRPr="00E9510F">
              <w:t> </w:t>
            </w:r>
            <w:r>
              <w:rPr>
                <w:rtl/>
              </w:rPr>
              <w:t>ہو</w:t>
            </w:r>
            <w:r w:rsidRPr="00E9510F">
              <w:t> </w:t>
            </w:r>
            <w:r>
              <w:rPr>
                <w:rtl/>
              </w:rPr>
              <w:t>خُو</w:t>
            </w:r>
            <w:r w:rsidRPr="00E9510F">
              <w:t> </w:t>
            </w:r>
            <w:r>
              <w:rPr>
                <w:rtl/>
              </w:rPr>
              <w:t>جس</w:t>
            </w:r>
            <w:r w:rsidRPr="00E9510F">
              <w:t> </w:t>
            </w:r>
            <w:r>
              <w:rPr>
                <w:rtl/>
              </w:rPr>
              <w:t>میں</w:t>
            </w:r>
            <w:r w:rsidRPr="00E9510F">
              <w:t> </w:t>
            </w:r>
            <w:r>
              <w:rPr>
                <w:rtl/>
              </w:rPr>
              <w:t>وہ</w:t>
            </w:r>
            <w:r w:rsidRPr="00E9510F">
              <w:t> </w:t>
            </w:r>
            <w:r>
              <w:rPr>
                <w:rtl/>
              </w:rPr>
              <w:t>صہبا</w:t>
            </w:r>
            <w:r w:rsidRPr="00E9510F">
              <w:t> </w:t>
            </w:r>
            <w:r>
              <w:rPr>
                <w:rtl/>
              </w:rPr>
              <w:t>دے</w:t>
            </w:r>
            <w:r w:rsidRPr="00E9510F">
              <w:t> </w:t>
            </w:r>
            <w:r>
              <w:rPr>
                <w:rtl/>
              </w:rPr>
              <w:t>دے</w:t>
            </w:r>
            <w:r w:rsidRPr="00E9510F">
              <w:t>  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سیر</w:t>
            </w:r>
            <w:r w:rsidRPr="00E9510F">
              <w:t>  </w:t>
            </w:r>
            <w:r w:rsidRPr="0042207F">
              <w:rPr>
                <w:rtl/>
              </w:rPr>
              <w:t>ہو</w:t>
            </w:r>
            <w:r w:rsidRPr="00E9510F">
              <w:t>  </w:t>
            </w:r>
            <w:r w:rsidRPr="0042207F">
              <w:rPr>
                <w:rtl/>
              </w:rPr>
              <w:t>کر</w:t>
            </w:r>
            <w:r w:rsidRPr="00E9510F">
              <w:t>  </w:t>
            </w:r>
            <w:r w:rsidRPr="0042207F">
              <w:rPr>
                <w:rtl/>
              </w:rPr>
              <w:t>پیوں</w:t>
            </w:r>
            <w:r w:rsidRPr="00E9510F">
              <w:t>  </w:t>
            </w:r>
            <w:r w:rsidRPr="0042207F">
              <w:rPr>
                <w:rtl/>
              </w:rPr>
              <w:t>خود</w:t>
            </w:r>
            <w:r w:rsidRPr="00E9510F">
              <w:t>  </w:t>
            </w:r>
            <w:r w:rsidRPr="0042207F">
              <w:rPr>
                <w:rtl/>
              </w:rPr>
              <w:t>ساغر</w:t>
            </w:r>
            <w:r w:rsidRPr="00E9510F">
              <w:t>  </w:t>
            </w:r>
            <w:r w:rsidRPr="0042207F">
              <w:rPr>
                <w:rtl/>
              </w:rPr>
              <w:t>و</w:t>
            </w:r>
            <w:r w:rsidRPr="00E9510F">
              <w:t>  </w:t>
            </w:r>
            <w:r w:rsidRPr="0042207F">
              <w:rPr>
                <w:rtl/>
              </w:rPr>
              <w:t>مینا</w:t>
            </w:r>
            <w:r w:rsidRPr="00E9510F">
              <w:t>  </w:t>
            </w:r>
            <w:r w:rsidRPr="0042207F">
              <w:rPr>
                <w:rtl/>
              </w:rPr>
              <w:t>دے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دے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832"/>
        <w:gridCol w:w="267"/>
        <w:gridCol w:w="4648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جب</w:t>
            </w:r>
            <w:r w:rsidRPr="00E9510F">
              <w:t>  </w:t>
            </w:r>
            <w:r w:rsidRPr="0042207F">
              <w:rPr>
                <w:rtl/>
              </w:rPr>
              <w:t>سے</w:t>
            </w:r>
            <w:r w:rsidRPr="00E9510F">
              <w:t>  </w:t>
            </w:r>
            <w:r w:rsidRPr="0042207F">
              <w:rPr>
                <w:rtl/>
              </w:rPr>
              <w:t>منہ</w:t>
            </w:r>
            <w:r w:rsidRPr="00E9510F">
              <w:t>  </w:t>
            </w:r>
            <w:r w:rsidRPr="0042207F">
              <w:rPr>
                <w:rtl/>
              </w:rPr>
              <w:t>مرے</w:t>
            </w:r>
            <w:r w:rsidRPr="00E9510F">
              <w:t>  </w:t>
            </w:r>
            <w:r w:rsidRPr="0042207F">
              <w:rPr>
                <w:rtl/>
              </w:rPr>
              <w:t>لگی</w:t>
            </w:r>
            <w:r w:rsidRPr="00E9510F">
              <w:t>  </w:t>
            </w:r>
            <w:r w:rsidRPr="0042207F">
              <w:rPr>
                <w:rtl/>
              </w:rPr>
              <w:t>ہے</w:t>
            </w:r>
            <w:r w:rsidRPr="00E9510F">
              <w:t>  </w:t>
            </w:r>
            <w:r w:rsidRPr="0042207F">
              <w:rPr>
                <w:rtl/>
              </w:rPr>
              <w:t>یہ</w:t>
            </w:r>
            <w:r w:rsidRPr="00E9510F">
              <w:t> </w:t>
            </w:r>
            <w:r w:rsidRPr="0042207F">
              <w:rPr>
                <w:rtl/>
              </w:rPr>
              <w:t>شرابِ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عالی</w:t>
            </w:r>
            <w:r w:rsidRPr="00E9510F">
              <w:t>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کوئی</w:t>
            </w:r>
            <w:r w:rsidRPr="00E9510F">
              <w:t>   </w:t>
            </w:r>
            <w:r w:rsidRPr="0042207F">
              <w:rPr>
                <w:rtl/>
              </w:rPr>
              <w:t>بادہ</w:t>
            </w:r>
            <w:r w:rsidRPr="00E9510F">
              <w:t>   </w:t>
            </w:r>
            <w:r w:rsidRPr="0042207F">
              <w:rPr>
                <w:rtl/>
              </w:rPr>
              <w:t>نہ</w:t>
            </w:r>
            <w:r w:rsidRPr="00E9510F">
              <w:t>   </w:t>
            </w:r>
            <w:r w:rsidRPr="0042207F">
              <w:rPr>
                <w:rtl/>
              </w:rPr>
              <w:t>پیوں</w:t>
            </w:r>
            <w:r w:rsidRPr="00E9510F">
              <w:t>  </w:t>
            </w:r>
            <w:r w:rsidRPr="0042207F">
              <w:rPr>
                <w:rtl/>
              </w:rPr>
              <w:t>گی</w:t>
            </w:r>
            <w:r w:rsidRPr="00E9510F">
              <w:t>  </w:t>
            </w:r>
            <w:r w:rsidRPr="0042207F">
              <w:rPr>
                <w:rtl/>
              </w:rPr>
              <w:t>یہ</w:t>
            </w:r>
            <w:r w:rsidRPr="00E9510F">
              <w:t>  </w:t>
            </w:r>
            <w:r w:rsidRPr="0042207F">
              <w:rPr>
                <w:rtl/>
              </w:rPr>
              <w:t>قسم</w:t>
            </w:r>
            <w:r w:rsidRPr="00E9510F">
              <w:t>  </w:t>
            </w:r>
            <w:r w:rsidRPr="0042207F">
              <w:rPr>
                <w:rtl/>
              </w:rPr>
              <w:t>ہے</w:t>
            </w:r>
            <w:r w:rsidRPr="00E9510F">
              <w:t>  </w:t>
            </w:r>
            <w:r w:rsidRPr="0042207F">
              <w:rPr>
                <w:rtl/>
              </w:rPr>
              <w:t>کھا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لی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کبھی</w:t>
            </w:r>
            <w:r w:rsidRPr="00E9510F">
              <w:t>  </w:t>
            </w:r>
            <w:r w:rsidRPr="0042207F">
              <w:rPr>
                <w:rtl/>
              </w:rPr>
              <w:t>اب</w:t>
            </w:r>
            <w:r w:rsidRPr="00E9510F">
              <w:t> </w:t>
            </w:r>
            <w:r w:rsidRPr="0042207F">
              <w:rPr>
                <w:rtl/>
              </w:rPr>
              <w:t>تک</w:t>
            </w:r>
            <w:r w:rsidRPr="00E9510F">
              <w:t> </w:t>
            </w:r>
            <w:r w:rsidRPr="0042207F">
              <w:rPr>
                <w:rtl/>
              </w:rPr>
              <w:t>نہ</w:t>
            </w:r>
            <w:r w:rsidRPr="00E9510F">
              <w:t> </w:t>
            </w:r>
            <w:r w:rsidRPr="0042207F">
              <w:rPr>
                <w:rtl/>
              </w:rPr>
              <w:t>ترے</w:t>
            </w:r>
            <w:r w:rsidRPr="00E9510F">
              <w:t> </w:t>
            </w:r>
            <w:r w:rsidRPr="0042207F">
              <w:rPr>
                <w:rtl/>
              </w:rPr>
              <w:t>در</w:t>
            </w:r>
            <w:r w:rsidRPr="00E9510F">
              <w:t> </w:t>
            </w:r>
            <w:r w:rsidRPr="0042207F">
              <w:rPr>
                <w:rtl/>
              </w:rPr>
              <w:t>سے</w:t>
            </w:r>
            <w:r w:rsidRPr="00E9510F">
              <w:t> </w:t>
            </w:r>
            <w:r w:rsidRPr="0042207F">
              <w:rPr>
                <w:rtl/>
              </w:rPr>
              <w:t>پھری</w:t>
            </w:r>
            <w:r w:rsidRPr="00E9510F">
              <w:t> </w:t>
            </w:r>
            <w:r w:rsidRPr="0042207F">
              <w:rPr>
                <w:rtl/>
              </w:rPr>
              <w:t>ہوں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خالی</w:t>
            </w:r>
            <w:r w:rsidRPr="00E9510F">
              <w:t>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ہاں</w:t>
            </w:r>
            <w:r w:rsidRPr="00E9510F">
              <w:t>   </w:t>
            </w:r>
            <w:r>
              <w:rPr>
                <w:rtl/>
              </w:rPr>
              <w:t>اُٹھا</w:t>
            </w:r>
            <w:r w:rsidRPr="00E9510F">
              <w:t>  </w:t>
            </w:r>
            <w:r>
              <w:rPr>
                <w:rtl/>
              </w:rPr>
              <w:t>دے</w:t>
            </w:r>
            <w:r w:rsidRPr="00E9510F">
              <w:t>  </w:t>
            </w:r>
            <w:r>
              <w:rPr>
                <w:rtl/>
              </w:rPr>
              <w:t>ترے</w:t>
            </w:r>
            <w:r w:rsidRPr="00E9510F">
              <w:t>  </w:t>
            </w:r>
            <w:r>
              <w:rPr>
                <w:rtl/>
              </w:rPr>
              <w:t>صدقے</w:t>
            </w:r>
            <w:r w:rsidRPr="00E9510F">
              <w:t>  </w:t>
            </w:r>
            <w:r>
              <w:rPr>
                <w:rtl/>
              </w:rPr>
              <w:t>وہی</w:t>
            </w:r>
            <w:r w:rsidRPr="00E9510F">
              <w:t>  </w:t>
            </w:r>
            <w:r>
              <w:rPr>
                <w:rtl/>
              </w:rPr>
              <w:t>زہراؑ</w:t>
            </w:r>
            <w:r w:rsidRPr="00E9510F">
              <w:t>  </w:t>
            </w:r>
            <w:r>
              <w:rPr>
                <w:rtl/>
              </w:rPr>
              <w:t>والی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lastRenderedPageBreak/>
              <w:t>دور</w:t>
            </w:r>
            <w:r w:rsidRPr="00E9510F">
              <w:t>     </w:t>
            </w:r>
            <w:r w:rsidRPr="0042207F">
              <w:rPr>
                <w:rtl/>
              </w:rPr>
              <w:t>چلتا</w:t>
            </w:r>
            <w:r w:rsidRPr="00E9510F">
              <w:t>     </w:t>
            </w:r>
            <w:r w:rsidRPr="0042207F">
              <w:rPr>
                <w:rtl/>
              </w:rPr>
              <w:t>رہے</w:t>
            </w:r>
            <w:r w:rsidRPr="00E9510F">
              <w:t>     </w:t>
            </w:r>
            <w:r w:rsidRPr="0042207F">
              <w:rPr>
                <w:rtl/>
              </w:rPr>
              <w:t>ساقی</w:t>
            </w:r>
            <w:r w:rsidRPr="00E9510F">
              <w:t>     </w:t>
            </w:r>
            <w:r w:rsidRPr="0042207F">
              <w:rPr>
                <w:rtl/>
              </w:rPr>
              <w:t>اُسی</w:t>
            </w:r>
            <w:r w:rsidRPr="00E9510F">
              <w:t>     </w:t>
            </w:r>
            <w:r w:rsidRPr="0042207F">
              <w:rPr>
                <w:rtl/>
              </w:rPr>
              <w:t>پیمانہ</w:t>
            </w:r>
            <w:r w:rsidRPr="00E9510F">
              <w:t> 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کا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t> </w:t>
            </w:r>
            <w:r w:rsidRPr="0042207F">
              <w:rPr>
                <w:rtl/>
              </w:rPr>
              <w:t>کہ</w:t>
            </w:r>
            <w:r w:rsidRPr="00E9510F">
              <w:t>    </w:t>
            </w:r>
            <w:r w:rsidRPr="0042207F">
              <w:rPr>
                <w:rtl/>
              </w:rPr>
              <w:t>بڑا</w:t>
            </w:r>
            <w:r w:rsidRPr="00E9510F">
              <w:t>    </w:t>
            </w:r>
            <w:r w:rsidRPr="0042207F">
              <w:rPr>
                <w:rtl/>
              </w:rPr>
              <w:t>نام</w:t>
            </w:r>
            <w:r w:rsidRPr="00E9510F">
              <w:t>    </w:t>
            </w:r>
            <w:r w:rsidRPr="0042207F">
              <w:rPr>
                <w:rtl/>
              </w:rPr>
              <w:t>ہوا</w:t>
            </w:r>
            <w:r w:rsidRPr="00E9510F">
              <w:t>    </w:t>
            </w:r>
            <w:r w:rsidRPr="0042207F">
              <w:rPr>
                <w:rtl/>
              </w:rPr>
              <w:t>ہے</w:t>
            </w:r>
            <w:r w:rsidRPr="00E9510F">
              <w:t>   </w:t>
            </w:r>
            <w:r w:rsidRPr="0042207F">
              <w:rPr>
                <w:rtl/>
              </w:rPr>
              <w:t>ترے</w:t>
            </w:r>
            <w:r w:rsidRPr="00E9510F">
              <w:t>   </w:t>
            </w:r>
            <w:r w:rsidRPr="0042207F">
              <w:rPr>
                <w:rtl/>
              </w:rPr>
              <w:t>میخانے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کا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728"/>
        <w:gridCol w:w="337"/>
        <w:gridCol w:w="4682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اللہ</w:t>
            </w:r>
            <w:r w:rsidRPr="00E9510F">
              <w:t>    </w:t>
            </w:r>
            <w:r w:rsidRPr="0042207F">
              <w:rPr>
                <w:rtl/>
              </w:rPr>
              <w:t>اللہ</w:t>
            </w:r>
            <w:r w:rsidRPr="00E9510F">
              <w:t>    </w:t>
            </w:r>
            <w:r w:rsidRPr="0042207F">
              <w:rPr>
                <w:rtl/>
              </w:rPr>
              <w:t>مرا</w:t>
            </w:r>
            <w:r w:rsidRPr="00E9510F">
              <w:t>    </w:t>
            </w:r>
            <w:r w:rsidRPr="0042207F">
              <w:rPr>
                <w:rtl/>
              </w:rPr>
              <w:t>منہ</w:t>
            </w:r>
            <w:r w:rsidRPr="00E9510F">
              <w:t>   </w:t>
            </w:r>
            <w:r w:rsidRPr="0042207F">
              <w:rPr>
                <w:rtl/>
              </w:rPr>
              <w:t>اور</w:t>
            </w:r>
            <w:r w:rsidRPr="00E9510F">
              <w:t>   </w:t>
            </w:r>
            <w:r w:rsidRPr="0042207F">
              <w:rPr>
                <w:rtl/>
              </w:rPr>
              <w:t>یہ</w:t>
            </w:r>
            <w:r w:rsidRPr="00E9510F">
              <w:t>   </w:t>
            </w:r>
            <w:r w:rsidRPr="0042207F">
              <w:rPr>
                <w:rtl/>
              </w:rPr>
              <w:t>شرابِ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طاہر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غیر</w:t>
            </w:r>
            <w:r w:rsidRPr="00E9510F">
              <w:t>    </w:t>
            </w:r>
            <w:r w:rsidRPr="0042207F">
              <w:rPr>
                <w:rtl/>
              </w:rPr>
              <w:t>مسلم</w:t>
            </w:r>
            <w:r w:rsidRPr="00E9510F">
              <w:t>    </w:t>
            </w:r>
            <w:r w:rsidRPr="0042207F">
              <w:rPr>
                <w:rtl/>
              </w:rPr>
              <w:t>ہوں</w:t>
            </w:r>
            <w:r w:rsidRPr="00E9510F">
              <w:t>    </w:t>
            </w:r>
            <w:r w:rsidRPr="0042207F">
              <w:rPr>
                <w:rtl/>
              </w:rPr>
              <w:t>بظاہر</w:t>
            </w:r>
            <w:r w:rsidRPr="00E9510F">
              <w:t>    </w:t>
            </w:r>
            <w:r w:rsidRPr="0042207F">
              <w:rPr>
                <w:rtl/>
              </w:rPr>
              <w:t>ہوں</w:t>
            </w:r>
            <w:r w:rsidRPr="00E9510F">
              <w:t>    </w:t>
            </w:r>
            <w:r w:rsidRPr="0042207F">
              <w:rPr>
                <w:rtl/>
              </w:rPr>
              <w:t>ثنا</w:t>
            </w:r>
            <w:r w:rsidRPr="00E9510F">
              <w:t> 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گستر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دل</w:t>
            </w:r>
            <w:r w:rsidRPr="00E9510F">
              <w:t>  </w:t>
            </w:r>
            <w:r w:rsidRPr="0042207F">
              <w:rPr>
                <w:rtl/>
              </w:rPr>
              <w:t>سے</w:t>
            </w:r>
            <w:r w:rsidRPr="00E9510F">
              <w:t>  </w:t>
            </w:r>
            <w:r w:rsidRPr="0042207F">
              <w:rPr>
                <w:rtl/>
              </w:rPr>
              <w:t>ہوں</w:t>
            </w:r>
            <w:r w:rsidRPr="00E9510F">
              <w:t>  </w:t>
            </w:r>
            <w:r w:rsidRPr="0042207F">
              <w:rPr>
                <w:rtl/>
              </w:rPr>
              <w:t>پر</w:t>
            </w:r>
            <w:r w:rsidRPr="00E9510F">
              <w:t>  </w:t>
            </w:r>
            <w:r w:rsidRPr="0042207F">
              <w:rPr>
                <w:rtl/>
              </w:rPr>
              <w:t>درِ</w:t>
            </w:r>
            <w:r w:rsidRPr="00E9510F">
              <w:t>  </w:t>
            </w:r>
            <w:r w:rsidRPr="0042207F">
              <w:rPr>
                <w:rtl/>
              </w:rPr>
              <w:t>میخانہ</w:t>
            </w:r>
            <w:r w:rsidRPr="00E9510F">
              <w:t>  </w:t>
            </w:r>
            <w:r w:rsidRPr="0042207F">
              <w:rPr>
                <w:rtl/>
              </w:rPr>
              <w:t>پہ</w:t>
            </w:r>
            <w:r w:rsidRPr="00E9510F">
              <w:t>  </w:t>
            </w:r>
            <w:r w:rsidRPr="0042207F">
              <w:rPr>
                <w:rtl/>
              </w:rPr>
              <w:t>تیرے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حاضر</w:t>
            </w:r>
            <w:r w:rsidRPr="00E9510F">
              <w:t>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اور</w:t>
            </w:r>
            <w:r w:rsidRPr="00E9510F">
              <w:t>  </w:t>
            </w:r>
            <w:r w:rsidRPr="0042207F">
              <w:rPr>
                <w:rtl/>
              </w:rPr>
              <w:t>عقائد</w:t>
            </w:r>
            <w:r w:rsidRPr="00E9510F">
              <w:t>  </w:t>
            </w:r>
            <w:r w:rsidRPr="0042207F">
              <w:rPr>
                <w:rtl/>
              </w:rPr>
              <w:t>سے</w:t>
            </w:r>
            <w:r w:rsidRPr="00E9510F">
              <w:t>  </w:t>
            </w:r>
            <w:r w:rsidRPr="0042207F">
              <w:rPr>
                <w:rtl/>
              </w:rPr>
              <w:t>بھی</w:t>
            </w:r>
            <w:r w:rsidRPr="00E9510F">
              <w:t>  </w:t>
            </w:r>
            <w:r w:rsidRPr="0042207F">
              <w:rPr>
                <w:rtl/>
              </w:rPr>
              <w:t>اسلام</w:t>
            </w:r>
            <w:r w:rsidRPr="00E9510F">
              <w:t>  </w:t>
            </w:r>
            <w:r w:rsidRPr="0042207F">
              <w:rPr>
                <w:rtl/>
              </w:rPr>
              <w:t>کے</w:t>
            </w:r>
            <w:r w:rsidRPr="00E9510F">
              <w:t> </w:t>
            </w:r>
            <w:r w:rsidRPr="0042207F">
              <w:rPr>
                <w:rtl/>
              </w:rPr>
              <w:t>اب</w:t>
            </w:r>
            <w:r w:rsidRPr="00E9510F">
              <w:t> </w:t>
            </w:r>
            <w:r w:rsidRPr="0042207F">
              <w:rPr>
                <w:rtl/>
              </w:rPr>
              <w:t>ہوں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ماہر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یوں</w:t>
            </w:r>
            <w:r w:rsidRPr="00E9510F">
              <w:t>  </w:t>
            </w:r>
            <w:r w:rsidRPr="0042207F">
              <w:rPr>
                <w:rtl/>
              </w:rPr>
              <w:t>تو</w:t>
            </w:r>
            <w:r w:rsidRPr="00E9510F">
              <w:t>  </w:t>
            </w:r>
            <w:r w:rsidRPr="0042207F">
              <w:rPr>
                <w:rtl/>
              </w:rPr>
              <w:t>کہنے</w:t>
            </w:r>
            <w:r w:rsidRPr="00E9510F">
              <w:t>  </w:t>
            </w:r>
            <w:r w:rsidRPr="0042207F">
              <w:rPr>
                <w:rtl/>
              </w:rPr>
              <w:t>کو</w:t>
            </w:r>
            <w:r w:rsidRPr="00E9510F">
              <w:t> </w:t>
            </w:r>
            <w:r w:rsidRPr="0042207F">
              <w:rPr>
                <w:rtl/>
              </w:rPr>
              <w:t>تہی</w:t>
            </w:r>
            <w:r w:rsidRPr="00E9510F">
              <w:t> </w:t>
            </w:r>
            <w:r w:rsidRPr="0042207F">
              <w:rPr>
                <w:rtl/>
              </w:rPr>
              <w:t>دست</w:t>
            </w:r>
            <w:r w:rsidRPr="00E9510F">
              <w:t> </w:t>
            </w:r>
            <w:r w:rsidRPr="0042207F">
              <w:rPr>
                <w:rtl/>
              </w:rPr>
              <w:t>ہوں</w:t>
            </w:r>
            <w:r w:rsidRPr="00E9510F">
              <w:t> </w:t>
            </w:r>
            <w:r w:rsidRPr="0042207F">
              <w:rPr>
                <w:rtl/>
              </w:rPr>
              <w:t>کیا</w:t>
            </w:r>
            <w:r w:rsidRPr="00E9510F">
              <w:t> </w:t>
            </w:r>
            <w:r w:rsidRPr="0042207F">
              <w:rPr>
                <w:rtl/>
              </w:rPr>
              <w:t>رکھتی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ہوں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دل</w:t>
            </w:r>
            <w:r w:rsidRPr="00E9510F">
              <w:t>   </w:t>
            </w:r>
            <w:r w:rsidRPr="0042207F">
              <w:rPr>
                <w:rtl/>
              </w:rPr>
              <w:t>میں</w:t>
            </w:r>
            <w:r w:rsidRPr="00E9510F">
              <w:t>  </w:t>
            </w:r>
            <w:r w:rsidRPr="0042207F">
              <w:rPr>
                <w:rtl/>
              </w:rPr>
              <w:t>پر</w:t>
            </w:r>
            <w:r w:rsidRPr="00E9510F">
              <w:t>  </w:t>
            </w:r>
            <w:r w:rsidRPr="0042207F">
              <w:rPr>
                <w:rtl/>
              </w:rPr>
              <w:t>آلِ</w:t>
            </w:r>
            <w:r w:rsidRPr="00E9510F">
              <w:t>  </w:t>
            </w:r>
            <w:r w:rsidRPr="0042207F">
              <w:rPr>
                <w:rtl/>
              </w:rPr>
              <w:t>پیمبرؐ</w:t>
            </w:r>
            <w:r w:rsidRPr="00E9510F">
              <w:t>  </w:t>
            </w:r>
            <w:r w:rsidRPr="0042207F">
              <w:rPr>
                <w:rtl/>
              </w:rPr>
              <w:t>سے</w:t>
            </w:r>
            <w:r w:rsidRPr="00E9510F">
              <w:t>  </w:t>
            </w:r>
            <w:r w:rsidRPr="0042207F">
              <w:rPr>
                <w:rtl/>
              </w:rPr>
              <w:t>ولا</w:t>
            </w:r>
            <w:r w:rsidRPr="00E9510F">
              <w:t>  </w:t>
            </w:r>
            <w:r w:rsidRPr="0042207F">
              <w:rPr>
                <w:rtl/>
              </w:rPr>
              <w:t>رکھتی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ہوں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p w:rsidR="007759D6" w:rsidRDefault="007759D6" w:rsidP="00E526CC">
      <w:pPr>
        <w:pStyle w:val="libNormal"/>
        <w:rPr>
          <w:rtl/>
          <w:lang w:bidi="ur-PK"/>
        </w:rPr>
      </w:pPr>
    </w:p>
    <w:p w:rsidR="007759D6" w:rsidRDefault="007759D6" w:rsidP="00E526CC">
      <w:pPr>
        <w:pStyle w:val="libNormal"/>
        <w:rPr>
          <w:rtl/>
          <w:lang w:bidi="ur-PK"/>
        </w:rPr>
      </w:pPr>
    </w:p>
    <w:p w:rsidR="007759D6" w:rsidRDefault="007759D6" w:rsidP="00E526CC">
      <w:pPr>
        <w:pStyle w:val="libNormal"/>
        <w:rPr>
          <w:rtl/>
          <w:lang w:bidi="ur-PK"/>
        </w:rPr>
      </w:pPr>
    </w:p>
    <w:p w:rsidR="007759D6" w:rsidRDefault="007759D6" w:rsidP="00E526CC">
      <w:pPr>
        <w:pStyle w:val="libNormal"/>
        <w:rPr>
          <w:rtl/>
          <w:lang w:bidi="ur-PK"/>
        </w:rPr>
      </w:pPr>
    </w:p>
    <w:p w:rsidR="00E526CC" w:rsidRPr="00530925" w:rsidRDefault="00E526CC" w:rsidP="007759D6">
      <w:pPr>
        <w:pStyle w:val="Heading2Center"/>
        <w:rPr>
          <w:rtl/>
        </w:rPr>
      </w:pPr>
      <w:bookmarkStart w:id="10" w:name="_Toc505082503"/>
      <w:r w:rsidRPr="00530925">
        <w:rPr>
          <w:rtl/>
        </w:rPr>
        <w:t>پہلے بھگوان سے پوچھے کوئی لذت اس کی</w:t>
      </w:r>
      <w:r w:rsidRPr="00530925">
        <w:br/>
      </w:r>
      <w:r w:rsidR="007759D6">
        <w:rPr>
          <w:rFonts w:hint="cs"/>
          <w:rtl/>
        </w:rPr>
        <w:t xml:space="preserve">-  </w:t>
      </w:r>
      <w:r w:rsidR="007759D6" w:rsidRPr="00530925">
        <w:rPr>
          <w:rtl/>
        </w:rPr>
        <w:t>تا</w:t>
      </w:r>
      <w:r w:rsidR="007759D6">
        <w:rPr>
          <w:rFonts w:hint="cs"/>
          <w:rtl/>
        </w:rPr>
        <w:t xml:space="preserve">  -</w:t>
      </w:r>
      <w:r w:rsidR="007759D6" w:rsidRPr="00530925">
        <w:br/>
      </w:r>
      <w:r w:rsidRPr="00530925">
        <w:rPr>
          <w:rtl/>
        </w:rPr>
        <w:t>فاطمہؑ کرتی تھیں باتیں شکمِ مادر میں</w:t>
      </w:r>
      <w:bookmarkEnd w:id="10"/>
    </w:p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712"/>
        <w:gridCol w:w="330"/>
        <w:gridCol w:w="4705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پہلے</w:t>
            </w:r>
            <w:r w:rsidRPr="00E9510F">
              <w:t>  </w:t>
            </w:r>
            <w:r w:rsidRPr="0042207F">
              <w:rPr>
                <w:rtl/>
              </w:rPr>
              <w:t>بھگوان</w:t>
            </w:r>
            <w:r w:rsidRPr="00E9510F">
              <w:t>  </w:t>
            </w:r>
            <w:r w:rsidRPr="0042207F">
              <w:rPr>
                <w:rtl/>
              </w:rPr>
              <w:t>سے</w:t>
            </w:r>
            <w:r w:rsidRPr="00E9510F">
              <w:t>  </w:t>
            </w:r>
            <w:r w:rsidRPr="0042207F">
              <w:rPr>
                <w:rtl/>
              </w:rPr>
              <w:t>پوچھے</w:t>
            </w:r>
            <w:r w:rsidRPr="00E9510F">
              <w:t>  </w:t>
            </w:r>
            <w:r w:rsidRPr="0042207F">
              <w:rPr>
                <w:rtl/>
              </w:rPr>
              <w:t>کوئی</w:t>
            </w:r>
            <w:r w:rsidRPr="00E9510F">
              <w:t> </w:t>
            </w:r>
            <w:r w:rsidRPr="0042207F">
              <w:rPr>
                <w:rtl/>
              </w:rPr>
              <w:t>لذت</w:t>
            </w:r>
            <w:r w:rsidRPr="00E9510F">
              <w:t> </w:t>
            </w:r>
            <w:r w:rsidRPr="0042207F">
              <w:rPr>
                <w:rtl/>
              </w:rPr>
              <w:t>اس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کی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مدتوں</w:t>
            </w:r>
            <w:r w:rsidRPr="00E9510F">
              <w:t>  </w:t>
            </w:r>
            <w:r w:rsidRPr="0042207F">
              <w:rPr>
                <w:rtl/>
              </w:rPr>
              <w:t>حق</w:t>
            </w:r>
            <w:r w:rsidRPr="00E9510F">
              <w:t>  </w:t>
            </w:r>
            <w:r w:rsidRPr="0042207F">
              <w:rPr>
                <w:rtl/>
              </w:rPr>
              <w:t>سے</w:t>
            </w:r>
            <w:r w:rsidRPr="00E9510F">
              <w:t> </w:t>
            </w:r>
            <w:r w:rsidRPr="0042207F">
              <w:rPr>
                <w:rtl/>
              </w:rPr>
              <w:t>رہی</w:t>
            </w:r>
            <w:r w:rsidRPr="00E9510F">
              <w:t> </w:t>
            </w:r>
            <w:r w:rsidRPr="0042207F">
              <w:rPr>
                <w:rtl/>
              </w:rPr>
              <w:t>عرش</w:t>
            </w:r>
            <w:r w:rsidRPr="00E9510F">
              <w:t> </w:t>
            </w:r>
            <w:r w:rsidRPr="0042207F">
              <w:rPr>
                <w:rtl/>
              </w:rPr>
              <w:t>پہ</w:t>
            </w:r>
            <w:r w:rsidRPr="00E9510F">
              <w:t> </w:t>
            </w:r>
            <w:r w:rsidRPr="0042207F">
              <w:rPr>
                <w:rtl/>
              </w:rPr>
              <w:t>صحبت</w:t>
            </w:r>
            <w:r w:rsidRPr="00E9510F">
              <w:t> </w:t>
            </w:r>
            <w:r w:rsidRPr="0042207F">
              <w:rPr>
                <w:rtl/>
              </w:rPr>
              <w:t>اس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کی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مستند</w:t>
            </w:r>
            <w:r w:rsidRPr="00E9510F">
              <w:t>   </w:t>
            </w:r>
            <w:r w:rsidRPr="0042207F">
              <w:rPr>
                <w:rtl/>
              </w:rPr>
              <w:t>صورت</w:t>
            </w:r>
            <w:r w:rsidRPr="00E9510F">
              <w:t>  </w:t>
            </w:r>
            <w:r w:rsidRPr="0042207F">
              <w:rPr>
                <w:rtl/>
              </w:rPr>
              <w:t>قرآن</w:t>
            </w:r>
            <w:r w:rsidRPr="00E9510F">
              <w:t>  </w:t>
            </w:r>
            <w:r w:rsidRPr="0042207F">
              <w:rPr>
                <w:rtl/>
              </w:rPr>
              <w:t>ہے</w:t>
            </w:r>
            <w:r w:rsidRPr="00E9510F">
              <w:t>  </w:t>
            </w:r>
            <w:r w:rsidRPr="0042207F">
              <w:rPr>
                <w:rtl/>
              </w:rPr>
              <w:t>طہارت</w:t>
            </w:r>
            <w:r w:rsidRPr="00E9510F">
              <w:t>  </w:t>
            </w:r>
            <w:r w:rsidRPr="0042207F">
              <w:rPr>
                <w:rtl/>
              </w:rPr>
              <w:t>اس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کی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t>  </w:t>
            </w:r>
            <w:r w:rsidRPr="0042207F">
              <w:rPr>
                <w:rtl/>
              </w:rPr>
              <w:t>ہر</w:t>
            </w:r>
            <w:r w:rsidRPr="00E9510F">
              <w:t>  </w:t>
            </w:r>
            <w:r w:rsidRPr="0042207F">
              <w:rPr>
                <w:rtl/>
              </w:rPr>
              <w:t>زمانے</w:t>
            </w:r>
            <w:r w:rsidRPr="00E9510F">
              <w:t> </w:t>
            </w:r>
            <w:r w:rsidRPr="0042207F">
              <w:rPr>
                <w:rtl/>
              </w:rPr>
              <w:t>کے</w:t>
            </w:r>
            <w:r w:rsidRPr="00E9510F">
              <w:t> </w:t>
            </w:r>
            <w:r w:rsidRPr="0042207F">
              <w:rPr>
                <w:rtl/>
              </w:rPr>
              <w:t>رشی</w:t>
            </w:r>
            <w:r w:rsidRPr="00E9510F">
              <w:t> </w:t>
            </w:r>
            <w:r w:rsidRPr="0042207F">
              <w:rPr>
                <w:rtl/>
              </w:rPr>
              <w:t>کرتے</w:t>
            </w:r>
            <w:r w:rsidRPr="00E9510F">
              <w:t> </w:t>
            </w:r>
            <w:r w:rsidRPr="0042207F">
              <w:rPr>
                <w:rtl/>
              </w:rPr>
              <w:t>تھے</w:t>
            </w:r>
            <w:r w:rsidRPr="00E9510F">
              <w:t> </w:t>
            </w:r>
            <w:r w:rsidRPr="0042207F">
              <w:rPr>
                <w:rtl/>
              </w:rPr>
              <w:t>رغبت</w:t>
            </w:r>
            <w:r w:rsidRPr="00E9510F">
              <w:t> </w:t>
            </w:r>
            <w:r w:rsidRPr="0042207F">
              <w:rPr>
                <w:rtl/>
              </w:rPr>
              <w:t>اس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کی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نام</w:t>
            </w:r>
            <w:r w:rsidRPr="00E9510F">
              <w:t>   </w:t>
            </w:r>
            <w:r w:rsidRPr="0042207F">
              <w:rPr>
                <w:rtl/>
              </w:rPr>
              <w:t>پر</w:t>
            </w:r>
            <w:r w:rsidRPr="00E9510F">
              <w:t>   </w:t>
            </w:r>
            <w:r w:rsidRPr="0042207F">
              <w:rPr>
                <w:rtl/>
              </w:rPr>
              <w:t>فاطمہؑ</w:t>
            </w:r>
            <w:r w:rsidRPr="00E9510F">
              <w:t>   </w:t>
            </w:r>
            <w:r w:rsidRPr="0042207F">
              <w:rPr>
                <w:rtl/>
              </w:rPr>
              <w:t>زہراؑ</w:t>
            </w:r>
            <w:r w:rsidRPr="00E9510F">
              <w:t>   </w:t>
            </w:r>
            <w:r w:rsidRPr="0042207F">
              <w:rPr>
                <w:rtl/>
              </w:rPr>
              <w:t>کے</w:t>
            </w:r>
            <w:r w:rsidRPr="00E9510F">
              <w:t>   </w:t>
            </w:r>
            <w:r w:rsidRPr="0042207F">
              <w:rPr>
                <w:rtl/>
              </w:rPr>
              <w:t>یہ</w:t>
            </w:r>
            <w:r w:rsidRPr="00E9510F">
              <w:t>   </w:t>
            </w:r>
            <w:r w:rsidRPr="0042207F">
              <w:rPr>
                <w:rtl/>
              </w:rPr>
              <w:t>تاثیر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بڑھی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t> </w:t>
            </w:r>
            <w:r w:rsidRPr="0042207F">
              <w:rPr>
                <w:rtl/>
              </w:rPr>
              <w:t>پاشا</w:t>
            </w:r>
            <w:r w:rsidRPr="00E9510F">
              <w:t>    </w:t>
            </w:r>
            <w:r w:rsidRPr="0042207F">
              <w:rPr>
                <w:rtl/>
              </w:rPr>
              <w:t>بنت</w:t>
            </w:r>
            <w:r w:rsidRPr="00E9510F">
              <w:t>    </w:t>
            </w:r>
            <w:r w:rsidRPr="0042207F">
              <w:rPr>
                <w:rtl/>
              </w:rPr>
              <w:t>عنب</w:t>
            </w:r>
            <w:r w:rsidRPr="00E9510F">
              <w:t>    </w:t>
            </w:r>
            <w:r w:rsidRPr="0042207F">
              <w:rPr>
                <w:rtl/>
              </w:rPr>
              <w:t>ہو</w:t>
            </w:r>
            <w:r w:rsidRPr="00E9510F">
              <w:t>    </w:t>
            </w:r>
            <w:r w:rsidRPr="0042207F">
              <w:rPr>
                <w:rtl/>
              </w:rPr>
              <w:t>گئی</w:t>
            </w:r>
            <w:r w:rsidRPr="00E9510F">
              <w:t>   </w:t>
            </w:r>
            <w:r w:rsidRPr="0042207F">
              <w:rPr>
                <w:rtl/>
              </w:rPr>
              <w:t>توقیر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بڑھی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728"/>
        <w:gridCol w:w="337"/>
        <w:gridCol w:w="4682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طاہر</w:t>
            </w:r>
            <w:r w:rsidRPr="00E9510F">
              <w:t>   </w:t>
            </w:r>
            <w:r w:rsidRPr="0042207F">
              <w:rPr>
                <w:rtl/>
              </w:rPr>
              <w:t>ایسی</w:t>
            </w:r>
            <w:r w:rsidRPr="00E9510F">
              <w:t>   </w:t>
            </w:r>
            <w:r w:rsidRPr="0042207F">
              <w:rPr>
                <w:rtl/>
              </w:rPr>
              <w:t>کہ</w:t>
            </w:r>
            <w:r w:rsidRPr="00E9510F">
              <w:t>  </w:t>
            </w:r>
            <w:r w:rsidRPr="0042207F">
              <w:rPr>
                <w:rtl/>
              </w:rPr>
              <w:t>نازاں</w:t>
            </w:r>
            <w:r w:rsidRPr="00E9510F">
              <w:t>  </w:t>
            </w:r>
            <w:r w:rsidRPr="0042207F">
              <w:rPr>
                <w:rtl/>
              </w:rPr>
              <w:t>ہے</w:t>
            </w:r>
            <w:r w:rsidRPr="00E9510F">
              <w:t>  </w:t>
            </w:r>
            <w:r w:rsidRPr="0042207F">
              <w:rPr>
                <w:rtl/>
              </w:rPr>
              <w:t>طہارت</w:t>
            </w:r>
            <w:r w:rsidRPr="00E9510F">
              <w:t>  </w:t>
            </w:r>
            <w:r w:rsidRPr="0042207F">
              <w:rPr>
                <w:rtl/>
              </w:rPr>
              <w:t>اس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پر</w:t>
            </w:r>
            <w:r w:rsidRPr="00E9510F">
              <w:t> 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اس</w:t>
            </w:r>
            <w:r w:rsidRPr="00E9510F">
              <w:t>   </w:t>
            </w:r>
            <w:r w:rsidRPr="0042207F">
              <w:rPr>
                <w:rtl/>
              </w:rPr>
              <w:t>کی</w:t>
            </w:r>
            <w:r w:rsidRPr="00E9510F">
              <w:t>   </w:t>
            </w:r>
            <w:r w:rsidRPr="0042207F">
              <w:rPr>
                <w:rtl/>
              </w:rPr>
              <w:t>پاکی</w:t>
            </w:r>
            <w:r w:rsidRPr="00E9510F">
              <w:t>   </w:t>
            </w:r>
            <w:r w:rsidRPr="0042207F">
              <w:rPr>
                <w:rtl/>
              </w:rPr>
              <w:t>پہ</w:t>
            </w:r>
            <w:r w:rsidRPr="00E9510F">
              <w:t>  </w:t>
            </w:r>
            <w:r w:rsidRPr="0042207F">
              <w:rPr>
                <w:rtl/>
              </w:rPr>
              <w:t>ہوئی</w:t>
            </w:r>
            <w:r w:rsidRPr="00E9510F">
              <w:t>  </w:t>
            </w:r>
            <w:r w:rsidRPr="0042207F">
              <w:rPr>
                <w:rtl/>
              </w:rPr>
              <w:t>مُہر</w:t>
            </w:r>
            <w:r w:rsidRPr="00E9510F">
              <w:t>  </w:t>
            </w:r>
            <w:r w:rsidRPr="0042207F">
              <w:rPr>
                <w:rtl/>
              </w:rPr>
              <w:t>نبوّت</w:t>
            </w:r>
            <w:r w:rsidRPr="00E9510F">
              <w:t>  </w:t>
            </w:r>
            <w:r w:rsidRPr="0042207F">
              <w:rPr>
                <w:rtl/>
              </w:rPr>
              <w:t>اس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پر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lastRenderedPageBreak/>
              <w:t>ہوئی</w:t>
            </w:r>
            <w:r w:rsidRPr="00E9510F">
              <w:t>    </w:t>
            </w:r>
            <w:r>
              <w:rPr>
                <w:rtl/>
              </w:rPr>
              <w:t>اللہ</w:t>
            </w:r>
            <w:r w:rsidRPr="00E9510F">
              <w:t>   </w:t>
            </w:r>
            <w:r>
              <w:rPr>
                <w:rtl/>
              </w:rPr>
              <w:t>و</w:t>
            </w:r>
            <w:r w:rsidRPr="00E9510F">
              <w:t>   </w:t>
            </w:r>
            <w:r>
              <w:rPr>
                <w:rtl/>
              </w:rPr>
              <w:t>پیمبرؐ</w:t>
            </w:r>
            <w:r w:rsidRPr="00E9510F">
              <w:t>   </w:t>
            </w:r>
            <w:r>
              <w:rPr>
                <w:rtl/>
              </w:rPr>
              <w:t>کی</w:t>
            </w:r>
            <w:r w:rsidRPr="00E9510F">
              <w:t>   </w:t>
            </w:r>
            <w:r>
              <w:rPr>
                <w:rtl/>
              </w:rPr>
              <w:t>شہادت</w:t>
            </w:r>
            <w:r w:rsidRPr="00E9510F">
              <w:t>   </w:t>
            </w:r>
            <w:r>
              <w:rPr>
                <w:rtl/>
              </w:rPr>
              <w:t>اس</w:t>
            </w:r>
            <w:r w:rsidRPr="00E9510F">
              <w:t>   </w:t>
            </w:r>
            <w:r>
              <w:rPr>
                <w:rtl/>
              </w:rPr>
              <w:t>پر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t> </w:t>
            </w:r>
            <w:r w:rsidRPr="0042207F">
              <w:rPr>
                <w:rtl/>
              </w:rPr>
              <w:t>حد</w:t>
            </w:r>
            <w:r w:rsidRPr="00E9510F">
              <w:t>     </w:t>
            </w:r>
            <w:r w:rsidRPr="0042207F">
              <w:rPr>
                <w:rtl/>
              </w:rPr>
              <w:t>ہے</w:t>
            </w:r>
            <w:r w:rsidRPr="00E9510F">
              <w:t>     </w:t>
            </w:r>
            <w:r w:rsidRPr="0042207F">
              <w:rPr>
                <w:rtl/>
              </w:rPr>
              <w:t>موقوف</w:t>
            </w:r>
            <w:r w:rsidRPr="00E9510F">
              <w:t>     </w:t>
            </w:r>
            <w:r w:rsidRPr="0042207F">
              <w:rPr>
                <w:rtl/>
              </w:rPr>
              <w:t>رسالت</w:t>
            </w:r>
            <w:r w:rsidRPr="00E9510F">
              <w:t>     </w:t>
            </w:r>
            <w:r w:rsidRPr="0042207F">
              <w:rPr>
                <w:rtl/>
              </w:rPr>
              <w:t>اس</w:t>
            </w:r>
            <w:r w:rsidRPr="00E9510F">
              <w:t> 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پر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بے</w:t>
            </w:r>
            <w:r w:rsidRPr="00E9510F">
              <w:t>  </w:t>
            </w:r>
            <w:r w:rsidRPr="0042207F">
              <w:rPr>
                <w:rtl/>
              </w:rPr>
              <w:t>پیئے</w:t>
            </w:r>
            <w:r w:rsidRPr="00E9510F">
              <w:t>  </w:t>
            </w:r>
            <w:r w:rsidRPr="0042207F">
              <w:rPr>
                <w:rtl/>
              </w:rPr>
              <w:t>اس</w:t>
            </w:r>
            <w:r w:rsidRPr="00E9510F">
              <w:t>  </w:t>
            </w:r>
            <w:r w:rsidRPr="0042207F">
              <w:rPr>
                <w:rtl/>
              </w:rPr>
              <w:t>کے</w:t>
            </w:r>
            <w:r w:rsidRPr="00E9510F">
              <w:t>  </w:t>
            </w:r>
            <w:r w:rsidRPr="0042207F">
              <w:rPr>
                <w:rtl/>
              </w:rPr>
              <w:t>عبادت</w:t>
            </w:r>
            <w:r w:rsidRPr="00E9510F">
              <w:t>  </w:t>
            </w:r>
            <w:r w:rsidRPr="0042207F">
              <w:rPr>
                <w:rtl/>
              </w:rPr>
              <w:t>کوئی</w:t>
            </w:r>
            <w:r w:rsidRPr="00E9510F">
              <w:t> </w:t>
            </w:r>
            <w:r w:rsidRPr="0042207F">
              <w:rPr>
                <w:rtl/>
              </w:rPr>
              <w:t>مقبول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نہیں</w:t>
            </w:r>
            <w:r w:rsidRPr="00E9510F">
              <w:t> 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یہ</w:t>
            </w:r>
            <w:r w:rsidRPr="00E9510F">
              <w:t>  </w:t>
            </w:r>
            <w:r w:rsidRPr="0042207F">
              <w:rPr>
                <w:rtl/>
              </w:rPr>
              <w:t>وہ</w:t>
            </w:r>
            <w:r w:rsidRPr="00E9510F">
              <w:t>  </w:t>
            </w:r>
            <w:r w:rsidRPr="0042207F">
              <w:rPr>
                <w:rtl/>
              </w:rPr>
              <w:t>فاعل</w:t>
            </w:r>
            <w:r w:rsidRPr="00E9510F">
              <w:t>  </w:t>
            </w:r>
            <w:r w:rsidRPr="0042207F">
              <w:rPr>
                <w:rtl/>
              </w:rPr>
              <w:t>ہے</w:t>
            </w:r>
            <w:r w:rsidRPr="00E9510F">
              <w:t>  </w:t>
            </w:r>
            <w:r w:rsidRPr="0042207F">
              <w:rPr>
                <w:rtl/>
              </w:rPr>
              <w:t>جس</w:t>
            </w:r>
            <w:r w:rsidRPr="00E9510F">
              <w:t>  </w:t>
            </w:r>
            <w:r w:rsidRPr="0042207F">
              <w:rPr>
                <w:rtl/>
              </w:rPr>
              <w:t>کا</w:t>
            </w:r>
            <w:r w:rsidRPr="00E9510F">
              <w:t>  </w:t>
            </w:r>
            <w:r w:rsidRPr="0042207F">
              <w:rPr>
                <w:rtl/>
              </w:rPr>
              <w:t>کوئی</w:t>
            </w:r>
            <w:r w:rsidRPr="00E9510F">
              <w:t>  </w:t>
            </w:r>
            <w:r w:rsidRPr="0042207F">
              <w:rPr>
                <w:rtl/>
              </w:rPr>
              <w:t>مفعول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نہیں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863"/>
        <w:gridCol w:w="281"/>
        <w:gridCol w:w="4603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کیوں</w:t>
            </w:r>
            <w:r w:rsidRPr="00E9510F">
              <w:t>  </w:t>
            </w:r>
            <w:r w:rsidRPr="0042207F">
              <w:rPr>
                <w:rtl/>
              </w:rPr>
              <w:t>بہکنے</w:t>
            </w:r>
            <w:r w:rsidRPr="00E9510F">
              <w:t>  </w:t>
            </w:r>
            <w:r w:rsidRPr="0042207F">
              <w:rPr>
                <w:rtl/>
              </w:rPr>
              <w:t>لگی</w:t>
            </w:r>
            <w:r w:rsidRPr="00E9510F">
              <w:t>  </w:t>
            </w:r>
            <w:r w:rsidRPr="0042207F">
              <w:rPr>
                <w:rtl/>
              </w:rPr>
              <w:t>تُو</w:t>
            </w:r>
            <w:r w:rsidRPr="00E9510F">
              <w:t>  </w:t>
            </w:r>
            <w:r w:rsidRPr="0042207F">
              <w:rPr>
                <w:rtl/>
              </w:rPr>
              <w:t>پی</w:t>
            </w:r>
            <w:r w:rsidRPr="00E9510F">
              <w:t> </w:t>
            </w:r>
            <w:r w:rsidRPr="0042207F">
              <w:rPr>
                <w:rtl/>
              </w:rPr>
              <w:t>کرے</w:t>
            </w:r>
            <w:r w:rsidRPr="00E9510F">
              <w:t> </w:t>
            </w:r>
            <w:r w:rsidRPr="0042207F">
              <w:rPr>
                <w:rtl/>
              </w:rPr>
              <w:t>سوا</w:t>
            </w:r>
            <w:r w:rsidRPr="00E9510F">
              <w:t> </w:t>
            </w:r>
            <w:r w:rsidRPr="0042207F">
              <w:rPr>
                <w:rtl/>
              </w:rPr>
              <w:t>روپ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ؔکنوار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مجھ</w:t>
            </w:r>
            <w:r w:rsidRPr="00E9510F">
              <w:t>  </w:t>
            </w:r>
            <w:r w:rsidRPr="0042207F">
              <w:rPr>
                <w:rtl/>
              </w:rPr>
              <w:t>سے</w:t>
            </w:r>
            <w:r w:rsidRPr="00E9510F">
              <w:t>  </w:t>
            </w:r>
            <w:r w:rsidRPr="0042207F">
              <w:rPr>
                <w:rtl/>
              </w:rPr>
              <w:t>مفعول</w:t>
            </w:r>
            <w:r w:rsidRPr="00E9510F">
              <w:t> </w:t>
            </w:r>
            <w:r w:rsidRPr="0042207F">
              <w:rPr>
                <w:rtl/>
              </w:rPr>
              <w:t>کی</w:t>
            </w:r>
            <w:r w:rsidRPr="00E9510F">
              <w:t> </w:t>
            </w:r>
            <w:r w:rsidRPr="0042207F">
              <w:rPr>
                <w:rtl/>
              </w:rPr>
              <w:t>تفصیل</w:t>
            </w:r>
            <w:r w:rsidRPr="00E9510F">
              <w:t> </w:t>
            </w:r>
            <w:r w:rsidRPr="0042207F">
              <w:rPr>
                <w:rtl/>
              </w:rPr>
              <w:t>کو</w:t>
            </w:r>
            <w:r w:rsidRPr="00E9510F">
              <w:t> </w:t>
            </w:r>
            <w:r w:rsidRPr="0042207F">
              <w:rPr>
                <w:rtl/>
              </w:rPr>
              <w:t>سن</w:t>
            </w:r>
            <w:r w:rsidRPr="00E9510F">
              <w:t> </w:t>
            </w:r>
            <w:r w:rsidRPr="0042207F">
              <w:rPr>
                <w:rtl/>
              </w:rPr>
              <w:t>ہو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ہوشیار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فعل</w:t>
            </w:r>
            <w:r w:rsidRPr="00E9510F">
              <w:t>   </w:t>
            </w:r>
            <w:r w:rsidRPr="0042207F">
              <w:rPr>
                <w:rtl/>
              </w:rPr>
              <w:t>جب</w:t>
            </w:r>
            <w:r w:rsidRPr="00E9510F">
              <w:t>   </w:t>
            </w:r>
            <w:r w:rsidRPr="0042207F">
              <w:rPr>
                <w:rtl/>
              </w:rPr>
              <w:t>اس</w:t>
            </w:r>
            <w:r w:rsidRPr="00E9510F">
              <w:t>   </w:t>
            </w:r>
            <w:r w:rsidRPr="0042207F">
              <w:rPr>
                <w:rtl/>
              </w:rPr>
              <w:t>پہ</w:t>
            </w:r>
            <w:r w:rsidRPr="00E9510F">
              <w:t>   </w:t>
            </w:r>
            <w:r w:rsidRPr="0042207F">
              <w:rPr>
                <w:rtl/>
              </w:rPr>
              <w:t>ہوا</w:t>
            </w:r>
            <w:r w:rsidRPr="00E9510F">
              <w:t>   </w:t>
            </w:r>
            <w:r w:rsidRPr="0042207F">
              <w:rPr>
                <w:rtl/>
              </w:rPr>
              <w:t>الفتِ</w:t>
            </w:r>
            <w:r w:rsidRPr="00E9510F">
              <w:t>  </w:t>
            </w:r>
            <w:r w:rsidRPr="0042207F">
              <w:rPr>
                <w:rtl/>
              </w:rPr>
              <w:t>شاہ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ابرار</w:t>
            </w:r>
            <w:r w:rsidRPr="00E9510F">
              <w:t>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ساتھ</w:t>
            </w:r>
            <w:r w:rsidRPr="00E9510F">
              <w:t>  </w:t>
            </w:r>
            <w:r>
              <w:rPr>
                <w:rtl/>
              </w:rPr>
              <w:t>بھی</w:t>
            </w:r>
            <w:r w:rsidRPr="00E9510F">
              <w:t>  </w:t>
            </w:r>
            <w:r>
              <w:rPr>
                <w:rtl/>
              </w:rPr>
              <w:t>اس</w:t>
            </w:r>
            <w:r w:rsidRPr="00E9510F">
              <w:t>  </w:t>
            </w:r>
            <w:r>
              <w:rPr>
                <w:rtl/>
              </w:rPr>
              <w:t>کے</w:t>
            </w:r>
            <w:r w:rsidRPr="00E9510F">
              <w:t>  </w:t>
            </w:r>
            <w:r>
              <w:rPr>
                <w:rtl/>
              </w:rPr>
              <w:t>ہے</w:t>
            </w:r>
            <w:r w:rsidRPr="00E9510F">
              <w:t>  </w:t>
            </w:r>
            <w:r>
              <w:rPr>
                <w:rtl/>
              </w:rPr>
              <w:t>عترت</w:t>
            </w:r>
            <w:r w:rsidRPr="00E9510F">
              <w:t>  </w:t>
            </w:r>
            <w:r>
              <w:rPr>
                <w:rtl/>
              </w:rPr>
              <w:t>آلِ</w:t>
            </w:r>
            <w:r w:rsidRPr="00E9510F">
              <w:t>  </w:t>
            </w:r>
            <w:r>
              <w:rPr>
                <w:rtl/>
              </w:rPr>
              <w:t>اطہار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سب</w:t>
            </w:r>
            <w:r w:rsidRPr="00E9510F">
              <w:t> </w:t>
            </w:r>
            <w:r>
              <w:rPr>
                <w:rtl/>
              </w:rPr>
              <w:t>وہ</w:t>
            </w:r>
            <w:r w:rsidRPr="00E9510F">
              <w:t> </w:t>
            </w:r>
            <w:r>
              <w:rPr>
                <w:rtl/>
              </w:rPr>
              <w:t>مفعول</w:t>
            </w:r>
            <w:r w:rsidRPr="00E9510F">
              <w:t> </w:t>
            </w:r>
            <w:r>
              <w:rPr>
                <w:rtl/>
              </w:rPr>
              <w:t>ہیں</w:t>
            </w:r>
            <w:r w:rsidRPr="00E9510F">
              <w:t> </w:t>
            </w:r>
            <w:r>
              <w:rPr>
                <w:rtl/>
              </w:rPr>
              <w:t>اس</w:t>
            </w:r>
            <w:r w:rsidRPr="00E9510F">
              <w:t> </w:t>
            </w:r>
            <w:r>
              <w:rPr>
                <w:rtl/>
              </w:rPr>
              <w:t>مئے</w:t>
            </w:r>
            <w:r w:rsidRPr="00E9510F">
              <w:t> </w:t>
            </w:r>
            <w:r>
              <w:rPr>
                <w:rtl/>
              </w:rPr>
              <w:t>کے</w:t>
            </w:r>
            <w:r w:rsidRPr="00E9510F">
              <w:t> </w:t>
            </w:r>
            <w:r>
              <w:rPr>
                <w:rtl/>
              </w:rPr>
              <w:t>جو</w:t>
            </w:r>
            <w:r w:rsidRPr="00E9510F">
              <w:t> </w:t>
            </w:r>
            <w:r>
              <w:rPr>
                <w:rtl/>
              </w:rPr>
              <w:t>میخوار</w:t>
            </w:r>
            <w:r w:rsidRPr="00E9510F">
              <w:t> </w:t>
            </w:r>
            <w:r>
              <w:rPr>
                <w:rtl/>
              </w:rPr>
              <w:t>بنے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جان</w:t>
            </w:r>
            <w:r w:rsidRPr="00E9510F">
              <w:t>  </w:t>
            </w:r>
            <w:r w:rsidRPr="0042207F">
              <w:rPr>
                <w:rtl/>
              </w:rPr>
              <w:t>کو</w:t>
            </w:r>
            <w:r w:rsidRPr="00E9510F">
              <w:t>  </w:t>
            </w:r>
            <w:r w:rsidRPr="0042207F">
              <w:rPr>
                <w:rtl/>
              </w:rPr>
              <w:t>بیچ</w:t>
            </w:r>
            <w:r w:rsidRPr="00E9510F">
              <w:t>  </w:t>
            </w:r>
            <w:r w:rsidRPr="0042207F">
              <w:rPr>
                <w:rtl/>
              </w:rPr>
              <w:t>کے</w:t>
            </w:r>
            <w:r w:rsidRPr="00E9510F">
              <w:t>  </w:t>
            </w:r>
            <w:r w:rsidRPr="0042207F">
              <w:rPr>
                <w:rtl/>
              </w:rPr>
              <w:t>اس</w:t>
            </w:r>
            <w:r w:rsidRPr="00E9510F">
              <w:t>  </w:t>
            </w:r>
            <w:r w:rsidRPr="0042207F">
              <w:rPr>
                <w:rtl/>
              </w:rPr>
              <w:t>مئے</w:t>
            </w:r>
            <w:r w:rsidRPr="00E9510F">
              <w:t>  </w:t>
            </w:r>
            <w:r w:rsidRPr="0042207F">
              <w:rPr>
                <w:rtl/>
              </w:rPr>
              <w:t>کے</w:t>
            </w:r>
            <w:r w:rsidRPr="00E9510F">
              <w:t>  </w:t>
            </w:r>
            <w:r w:rsidRPr="0042207F">
              <w:rPr>
                <w:rtl/>
              </w:rPr>
              <w:t>خریدار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بنے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728"/>
        <w:gridCol w:w="337"/>
        <w:gridCol w:w="4682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تو</w:t>
            </w:r>
            <w:r w:rsidRPr="00E9510F">
              <w:t>  </w:t>
            </w:r>
            <w:r w:rsidRPr="0042207F">
              <w:rPr>
                <w:rtl/>
              </w:rPr>
              <w:t>بھی</w:t>
            </w:r>
            <w:r w:rsidRPr="00E9510F">
              <w:t>  </w:t>
            </w:r>
            <w:r w:rsidRPr="0042207F">
              <w:rPr>
                <w:rtl/>
              </w:rPr>
              <w:t>مفعول</w:t>
            </w:r>
            <w:r w:rsidRPr="00E9510F">
              <w:t>  </w:t>
            </w:r>
            <w:r w:rsidRPr="0042207F">
              <w:rPr>
                <w:rtl/>
              </w:rPr>
              <w:t>ہے</w:t>
            </w:r>
            <w:r w:rsidRPr="00E9510F">
              <w:t> </w:t>
            </w:r>
            <w:r w:rsidRPr="0042207F">
              <w:rPr>
                <w:rtl/>
              </w:rPr>
              <w:t>لے</w:t>
            </w:r>
            <w:r w:rsidRPr="00E9510F">
              <w:t> </w:t>
            </w:r>
            <w:r w:rsidRPr="0042207F">
              <w:rPr>
                <w:rtl/>
              </w:rPr>
              <w:t>بن</w:t>
            </w:r>
            <w:r w:rsidRPr="00E9510F">
              <w:t> </w:t>
            </w:r>
            <w:r w:rsidRPr="0042207F">
              <w:rPr>
                <w:rtl/>
              </w:rPr>
              <w:t>گئی</w:t>
            </w:r>
            <w:r w:rsidRPr="00E9510F">
              <w:t> </w:t>
            </w:r>
            <w:r w:rsidRPr="0042207F">
              <w:rPr>
                <w:rtl/>
              </w:rPr>
              <w:t>قسمت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تیری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حسن</w:t>
            </w:r>
            <w:r w:rsidRPr="00E9510F">
              <w:t>   </w:t>
            </w:r>
            <w:r w:rsidRPr="0042207F">
              <w:rPr>
                <w:rtl/>
              </w:rPr>
              <w:t>تقریر</w:t>
            </w:r>
            <w:r w:rsidRPr="00E9510F">
              <w:t>  </w:t>
            </w:r>
            <w:r w:rsidRPr="0042207F">
              <w:rPr>
                <w:rtl/>
              </w:rPr>
              <w:t>سے</w:t>
            </w:r>
            <w:r w:rsidRPr="00E9510F">
              <w:t>  </w:t>
            </w:r>
            <w:r w:rsidRPr="0042207F">
              <w:rPr>
                <w:rtl/>
              </w:rPr>
              <w:t>ظاہر</w:t>
            </w:r>
            <w:r w:rsidRPr="00E9510F">
              <w:t>  </w:t>
            </w:r>
            <w:r w:rsidRPr="0042207F">
              <w:rPr>
                <w:rtl/>
              </w:rPr>
              <w:t>ہے</w:t>
            </w:r>
            <w:r w:rsidRPr="00E9510F">
              <w:t>  </w:t>
            </w:r>
            <w:r w:rsidRPr="0042207F">
              <w:rPr>
                <w:rtl/>
              </w:rPr>
              <w:t>عقیدت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تیری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فاطمہؑ</w:t>
            </w:r>
            <w:r w:rsidRPr="00E9510F">
              <w:t>   </w:t>
            </w:r>
            <w:r w:rsidRPr="0042207F">
              <w:rPr>
                <w:rtl/>
              </w:rPr>
              <w:t>زہرا</w:t>
            </w:r>
            <w:r w:rsidRPr="00E9510F">
              <w:t>   </w:t>
            </w:r>
            <w:r w:rsidRPr="0042207F">
              <w:rPr>
                <w:rtl/>
              </w:rPr>
              <w:t>سے</w:t>
            </w:r>
            <w:r w:rsidRPr="00E9510F">
              <w:t>   </w:t>
            </w:r>
            <w:r w:rsidRPr="0042207F">
              <w:rPr>
                <w:rtl/>
              </w:rPr>
              <w:t>رعشن</w:t>
            </w:r>
            <w:r w:rsidRPr="00E9510F">
              <w:t>  </w:t>
            </w:r>
            <w:r w:rsidRPr="0042207F">
              <w:rPr>
                <w:rtl/>
              </w:rPr>
              <w:t>ہے</w:t>
            </w:r>
            <w:r w:rsidRPr="00E9510F">
              <w:t>  </w:t>
            </w:r>
            <w:r w:rsidRPr="0042207F">
              <w:rPr>
                <w:rtl/>
              </w:rPr>
              <w:t>محبت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تیری</w:t>
            </w:r>
            <w:r w:rsidRPr="00E9510F">
              <w:t>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آلِ</w:t>
            </w:r>
            <w:r w:rsidRPr="00E9510F">
              <w:t>  </w:t>
            </w:r>
            <w:r w:rsidRPr="0042207F">
              <w:rPr>
                <w:rtl/>
              </w:rPr>
              <w:t>اطہار</w:t>
            </w:r>
            <w:r w:rsidRPr="00E9510F">
              <w:t>  </w:t>
            </w:r>
            <w:r w:rsidRPr="0042207F">
              <w:rPr>
                <w:rtl/>
              </w:rPr>
              <w:t>کے</w:t>
            </w:r>
            <w:r w:rsidRPr="00E9510F">
              <w:t>  </w:t>
            </w:r>
            <w:r w:rsidRPr="0042207F">
              <w:rPr>
                <w:rtl/>
              </w:rPr>
              <w:t>بھی</w:t>
            </w:r>
            <w:r w:rsidRPr="00E9510F">
              <w:t>  </w:t>
            </w:r>
            <w:r w:rsidRPr="0042207F">
              <w:rPr>
                <w:rtl/>
              </w:rPr>
              <w:t>ساتھ</w:t>
            </w:r>
            <w:r w:rsidRPr="00E9510F">
              <w:t>  </w:t>
            </w:r>
            <w:r w:rsidRPr="0042207F">
              <w:rPr>
                <w:rtl/>
              </w:rPr>
              <w:t>ہے</w:t>
            </w:r>
            <w:r w:rsidRPr="00E9510F">
              <w:t>  </w:t>
            </w:r>
            <w:r w:rsidRPr="0042207F">
              <w:rPr>
                <w:rtl/>
              </w:rPr>
              <w:t>الفت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تیری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نکلی</w:t>
            </w:r>
            <w:r w:rsidRPr="00E9510F">
              <w:t>   </w:t>
            </w:r>
            <w:r w:rsidRPr="0042207F">
              <w:rPr>
                <w:rtl/>
              </w:rPr>
              <w:t>گنگا</w:t>
            </w:r>
            <w:r w:rsidRPr="00E9510F">
              <w:t>   </w:t>
            </w:r>
            <w:r w:rsidRPr="0042207F">
              <w:rPr>
                <w:rtl/>
              </w:rPr>
              <w:t>سے</w:t>
            </w:r>
            <w:r w:rsidRPr="00E9510F">
              <w:t>   </w:t>
            </w:r>
            <w:r w:rsidRPr="0042207F">
              <w:rPr>
                <w:rtl/>
              </w:rPr>
              <w:t>تو</w:t>
            </w:r>
            <w:r w:rsidRPr="00E9510F">
              <w:t>  </w:t>
            </w:r>
            <w:r w:rsidRPr="0042207F">
              <w:rPr>
                <w:rtl/>
              </w:rPr>
              <w:t>پھر</w:t>
            </w:r>
            <w:r w:rsidRPr="00E9510F">
              <w:t>  </w:t>
            </w:r>
            <w:r w:rsidRPr="0042207F">
              <w:rPr>
                <w:rtl/>
              </w:rPr>
              <w:t>اب</w:t>
            </w:r>
            <w:r w:rsidRPr="00E9510F">
              <w:t>  </w:t>
            </w:r>
            <w:r w:rsidRPr="0042207F">
              <w:rPr>
                <w:rtl/>
              </w:rPr>
              <w:t>نہ</w:t>
            </w:r>
            <w:r w:rsidRPr="00E9510F">
              <w:t>  </w:t>
            </w:r>
            <w:r w:rsidRPr="0042207F">
              <w:rPr>
                <w:rtl/>
              </w:rPr>
              <w:t>گنہگار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رہی</w:t>
            </w:r>
            <w:r w:rsidRPr="00E9510F">
              <w:t>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کوثر</w:t>
            </w:r>
            <w:r w:rsidRPr="00E9510F">
              <w:t>   </w:t>
            </w:r>
            <w:r w:rsidRPr="0042207F">
              <w:rPr>
                <w:rtl/>
              </w:rPr>
              <w:t>و</w:t>
            </w:r>
            <w:r w:rsidRPr="00E9510F">
              <w:t>   </w:t>
            </w:r>
            <w:r w:rsidRPr="0042207F">
              <w:rPr>
                <w:rtl/>
              </w:rPr>
              <w:t>خلد</w:t>
            </w:r>
            <w:r w:rsidRPr="00E9510F">
              <w:t>   </w:t>
            </w:r>
            <w:r w:rsidRPr="0042207F">
              <w:rPr>
                <w:rtl/>
              </w:rPr>
              <w:t>کی</w:t>
            </w:r>
            <w:r w:rsidRPr="00E9510F">
              <w:t>   </w:t>
            </w:r>
            <w:r w:rsidRPr="0042207F">
              <w:rPr>
                <w:rtl/>
              </w:rPr>
              <w:t>نعمات</w:t>
            </w:r>
            <w:r w:rsidRPr="00E9510F">
              <w:t>   </w:t>
            </w:r>
            <w:r w:rsidRPr="0042207F">
              <w:rPr>
                <w:rtl/>
              </w:rPr>
              <w:t>کی</w:t>
            </w:r>
            <w:r w:rsidRPr="00E9510F">
              <w:t>   </w:t>
            </w:r>
            <w:r w:rsidRPr="0042207F">
              <w:rPr>
                <w:rtl/>
              </w:rPr>
              <w:t>حقدار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رہی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728"/>
        <w:gridCol w:w="337"/>
        <w:gridCol w:w="4682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عقد</w:t>
            </w:r>
            <w:r w:rsidRPr="00E9510F">
              <w:t>   </w:t>
            </w:r>
            <w:r w:rsidRPr="0042207F">
              <w:rPr>
                <w:rtl/>
              </w:rPr>
              <w:t>جب</w:t>
            </w:r>
            <w:r w:rsidRPr="00E9510F">
              <w:t>   </w:t>
            </w:r>
            <w:r w:rsidRPr="0042207F">
              <w:rPr>
                <w:rtl/>
              </w:rPr>
              <w:t>مخبرِ</w:t>
            </w:r>
            <w:r w:rsidRPr="00E9510F">
              <w:t>   </w:t>
            </w:r>
            <w:r w:rsidRPr="0042207F">
              <w:rPr>
                <w:rtl/>
              </w:rPr>
              <w:t>صادقؐ</w:t>
            </w:r>
            <w:r w:rsidRPr="00E9510F">
              <w:t>   </w:t>
            </w:r>
            <w:r w:rsidRPr="0042207F">
              <w:rPr>
                <w:rtl/>
              </w:rPr>
              <w:t>کا</w:t>
            </w:r>
            <w:r w:rsidRPr="00E9510F">
              <w:t>  </w:t>
            </w:r>
            <w:r w:rsidRPr="0042207F">
              <w:rPr>
                <w:rtl/>
              </w:rPr>
              <w:t>خدیجہ</w:t>
            </w:r>
            <w:r w:rsidRPr="00E9510F">
              <w:t>  </w:t>
            </w:r>
            <w:r w:rsidRPr="0042207F">
              <w:rPr>
                <w:rtl/>
              </w:rPr>
              <w:t>سے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ہوا</w:t>
            </w:r>
            <w:r w:rsidRPr="00E9510F">
              <w:t> 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t> </w:t>
            </w:r>
            <w:r w:rsidRPr="0042207F">
              <w:rPr>
                <w:rtl/>
              </w:rPr>
              <w:t>منحرف</w:t>
            </w:r>
            <w:r w:rsidRPr="00E9510F">
              <w:t>   </w:t>
            </w:r>
            <w:r w:rsidRPr="0042207F">
              <w:rPr>
                <w:rtl/>
              </w:rPr>
              <w:t>ہو</w:t>
            </w:r>
            <w:r w:rsidRPr="00E9510F">
              <w:t>   </w:t>
            </w:r>
            <w:r w:rsidRPr="0042207F">
              <w:rPr>
                <w:rtl/>
              </w:rPr>
              <w:t>گئیں</w:t>
            </w:r>
            <w:r w:rsidRPr="00E9510F">
              <w:t>   </w:t>
            </w:r>
            <w:r w:rsidRPr="0042207F">
              <w:rPr>
                <w:rtl/>
              </w:rPr>
              <w:t>بی</w:t>
            </w:r>
            <w:r w:rsidRPr="00E9510F">
              <w:t>   </w:t>
            </w:r>
            <w:r w:rsidRPr="0042207F">
              <w:rPr>
                <w:rtl/>
              </w:rPr>
              <w:t>بی</w:t>
            </w:r>
            <w:r w:rsidRPr="00E9510F">
              <w:t>   </w:t>
            </w:r>
            <w:r w:rsidRPr="0042207F">
              <w:rPr>
                <w:rtl/>
              </w:rPr>
              <w:t>سے</w:t>
            </w:r>
            <w:r w:rsidRPr="00E9510F">
              <w:t>  </w:t>
            </w:r>
            <w:r w:rsidRPr="0042207F">
              <w:rPr>
                <w:rtl/>
              </w:rPr>
              <w:t>زنانِ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مکّا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طعنہ</w:t>
            </w:r>
            <w:r w:rsidRPr="00E9510F">
              <w:t>  </w:t>
            </w:r>
            <w:r>
              <w:rPr>
                <w:rtl/>
              </w:rPr>
              <w:t>زن</w:t>
            </w:r>
            <w:r w:rsidRPr="00E9510F">
              <w:t>  </w:t>
            </w:r>
            <w:r>
              <w:rPr>
                <w:rtl/>
              </w:rPr>
              <w:t>ہو</w:t>
            </w:r>
            <w:r w:rsidRPr="00E9510F">
              <w:t> </w:t>
            </w:r>
            <w:r>
              <w:rPr>
                <w:rtl/>
              </w:rPr>
              <w:t>کے</w:t>
            </w:r>
            <w:r w:rsidRPr="00E9510F">
              <w:t> </w:t>
            </w:r>
            <w:r>
              <w:rPr>
                <w:rtl/>
              </w:rPr>
              <w:t>ہر</w:t>
            </w:r>
            <w:r w:rsidRPr="00E9510F">
              <w:t> </w:t>
            </w:r>
            <w:r>
              <w:rPr>
                <w:rtl/>
              </w:rPr>
              <w:t>ایک</w:t>
            </w:r>
            <w:r w:rsidRPr="00E9510F">
              <w:t> </w:t>
            </w:r>
            <w:r>
              <w:rPr>
                <w:rtl/>
              </w:rPr>
              <w:t>کرنے</w:t>
            </w:r>
            <w:r w:rsidRPr="00E9510F">
              <w:t> </w:t>
            </w:r>
            <w:r>
              <w:rPr>
                <w:rtl/>
              </w:rPr>
              <w:t>لگی</w:t>
            </w:r>
            <w:r w:rsidRPr="00E9510F">
              <w:t> </w:t>
            </w:r>
            <w:r>
              <w:rPr>
                <w:rtl/>
              </w:rPr>
              <w:t>ترکِ</w:t>
            </w:r>
            <w:r w:rsidRPr="00E9510F">
              <w:t> </w:t>
            </w:r>
            <w:r>
              <w:rPr>
                <w:rtl/>
              </w:rPr>
              <w:t>وفا</w:t>
            </w:r>
            <w:r w:rsidRPr="00E9510F">
              <w:t>  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t> </w:t>
            </w:r>
            <w:r w:rsidRPr="0042207F">
              <w:rPr>
                <w:rtl/>
              </w:rPr>
              <w:t>آپ</w:t>
            </w:r>
            <w:r w:rsidRPr="00E9510F">
              <w:t>   </w:t>
            </w:r>
            <w:r w:rsidRPr="0042207F">
              <w:rPr>
                <w:rtl/>
              </w:rPr>
              <w:t>مغموم</w:t>
            </w:r>
            <w:r w:rsidRPr="00E9510F">
              <w:t>   </w:t>
            </w:r>
            <w:r w:rsidRPr="0042207F">
              <w:rPr>
                <w:rtl/>
              </w:rPr>
              <w:t>و</w:t>
            </w:r>
            <w:r w:rsidRPr="00E9510F">
              <w:t>  </w:t>
            </w:r>
            <w:r w:rsidRPr="0042207F">
              <w:rPr>
                <w:rtl/>
              </w:rPr>
              <w:t>حزیں</w:t>
            </w:r>
            <w:r w:rsidRPr="00E9510F">
              <w:t>  </w:t>
            </w:r>
            <w:r w:rsidRPr="0042207F">
              <w:rPr>
                <w:rtl/>
              </w:rPr>
              <w:t>رہتی</w:t>
            </w:r>
            <w:r w:rsidRPr="00E9510F">
              <w:t>  </w:t>
            </w:r>
            <w:r w:rsidRPr="0042207F">
              <w:rPr>
                <w:rtl/>
              </w:rPr>
              <w:t>تھی</w:t>
            </w:r>
            <w:r w:rsidRPr="00E9510F">
              <w:t>  </w:t>
            </w:r>
            <w:r w:rsidRPr="0042207F">
              <w:rPr>
                <w:rtl/>
              </w:rPr>
              <w:t>اکثر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تنہا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ہے</w:t>
            </w:r>
            <w:r w:rsidRPr="00E9510F">
              <w:t>  </w:t>
            </w:r>
            <w:r w:rsidRPr="0042207F">
              <w:rPr>
                <w:rtl/>
              </w:rPr>
              <w:t>عجب</w:t>
            </w:r>
            <w:r w:rsidRPr="00E9510F">
              <w:t> </w:t>
            </w:r>
            <w:r w:rsidRPr="0042207F">
              <w:rPr>
                <w:rtl/>
              </w:rPr>
              <w:t>بات</w:t>
            </w:r>
            <w:r w:rsidRPr="00E9510F">
              <w:t> </w:t>
            </w:r>
            <w:r w:rsidRPr="0042207F">
              <w:rPr>
                <w:rtl/>
              </w:rPr>
              <w:t>نہ</w:t>
            </w:r>
            <w:r w:rsidRPr="00E9510F">
              <w:t> </w:t>
            </w:r>
            <w:r w:rsidRPr="0042207F">
              <w:rPr>
                <w:rtl/>
              </w:rPr>
              <w:t>ہوتا</w:t>
            </w:r>
            <w:r w:rsidRPr="00E9510F">
              <w:t> </w:t>
            </w:r>
            <w:r w:rsidRPr="0042207F">
              <w:rPr>
                <w:rtl/>
              </w:rPr>
              <w:t>تھا</w:t>
            </w:r>
            <w:r w:rsidRPr="00E9510F">
              <w:t> </w:t>
            </w:r>
            <w:r w:rsidRPr="0042207F">
              <w:rPr>
                <w:rtl/>
              </w:rPr>
              <w:t>کوئی</w:t>
            </w:r>
            <w:r w:rsidRPr="00E9510F">
              <w:t> </w:t>
            </w:r>
            <w:r w:rsidRPr="0042207F">
              <w:rPr>
                <w:rtl/>
              </w:rPr>
              <w:t>جب</w:t>
            </w:r>
            <w:r w:rsidRPr="00E9510F">
              <w:t> </w:t>
            </w:r>
            <w:r w:rsidRPr="0042207F">
              <w:rPr>
                <w:rtl/>
              </w:rPr>
              <w:t>گھر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میں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فاطمہؑ</w:t>
            </w:r>
            <w:r w:rsidRPr="00E9510F">
              <w:t>   </w:t>
            </w:r>
            <w:r w:rsidRPr="0042207F">
              <w:rPr>
                <w:rtl/>
              </w:rPr>
              <w:t>کرتی</w:t>
            </w:r>
            <w:r w:rsidRPr="00E9510F">
              <w:t>   </w:t>
            </w:r>
            <w:r w:rsidRPr="0042207F">
              <w:rPr>
                <w:rtl/>
              </w:rPr>
              <w:t>تھیں</w:t>
            </w:r>
            <w:r w:rsidRPr="00E9510F">
              <w:t>   </w:t>
            </w:r>
            <w:r w:rsidRPr="0042207F">
              <w:rPr>
                <w:rtl/>
              </w:rPr>
              <w:t>باتیں</w:t>
            </w:r>
            <w:r w:rsidRPr="00E9510F">
              <w:t>   </w:t>
            </w:r>
            <w:r w:rsidRPr="0042207F">
              <w:rPr>
                <w:rtl/>
              </w:rPr>
              <w:t>شکمِ</w:t>
            </w:r>
            <w:r w:rsidRPr="00E9510F">
              <w:t>  </w:t>
            </w:r>
            <w:r w:rsidRPr="0042207F">
              <w:rPr>
                <w:rtl/>
              </w:rPr>
              <w:t>مادر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میں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p w:rsidR="00E526CC" w:rsidRPr="00530925" w:rsidRDefault="00E526CC" w:rsidP="007759D6">
      <w:pPr>
        <w:pStyle w:val="Heading2Center"/>
        <w:rPr>
          <w:rtl/>
        </w:rPr>
      </w:pPr>
      <w:bookmarkStart w:id="11" w:name="_Toc505082504"/>
      <w:r w:rsidRPr="00530925">
        <w:rPr>
          <w:rtl/>
        </w:rPr>
        <w:t>آپ پیدا ہوئیں امت کی ہدایت کے لیے</w:t>
      </w:r>
      <w:r w:rsidRPr="00530925">
        <w:br/>
      </w:r>
      <w:r w:rsidR="007759D6">
        <w:rPr>
          <w:rFonts w:hint="cs"/>
          <w:rtl/>
        </w:rPr>
        <w:t xml:space="preserve">-  </w:t>
      </w:r>
      <w:r w:rsidR="007759D6" w:rsidRPr="00530925">
        <w:rPr>
          <w:rtl/>
        </w:rPr>
        <w:t>تا</w:t>
      </w:r>
      <w:r w:rsidR="007759D6">
        <w:rPr>
          <w:rFonts w:hint="cs"/>
          <w:rtl/>
        </w:rPr>
        <w:t xml:space="preserve">  -</w:t>
      </w:r>
      <w:r w:rsidR="007759D6" w:rsidRPr="00530925">
        <w:br/>
      </w:r>
      <w:r w:rsidRPr="00530925">
        <w:rPr>
          <w:rtl/>
        </w:rPr>
        <w:t>بی بی ڈھان کے ہوئے منہ گھر پڑی رہتی تھیں</w:t>
      </w:r>
      <w:bookmarkEnd w:id="11"/>
    </w:p>
    <w:p w:rsidR="00E526CC" w:rsidRDefault="00E526CC" w:rsidP="00E526CC">
      <w:pPr>
        <w:pStyle w:val="libNormal"/>
        <w:rPr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728"/>
        <w:gridCol w:w="337"/>
        <w:gridCol w:w="4682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lastRenderedPageBreak/>
              <w:t>آپ</w:t>
            </w:r>
            <w:r w:rsidRPr="00E9510F">
              <w:t>   </w:t>
            </w:r>
            <w:r>
              <w:rPr>
                <w:rtl/>
              </w:rPr>
              <w:t>پیدا</w:t>
            </w:r>
            <w:r w:rsidRPr="00E9510F">
              <w:t>   </w:t>
            </w:r>
            <w:r>
              <w:rPr>
                <w:rtl/>
              </w:rPr>
              <w:t>ہوئیں</w:t>
            </w:r>
            <w:r w:rsidRPr="00E9510F">
              <w:t>  </w:t>
            </w:r>
            <w:r>
              <w:rPr>
                <w:rtl/>
              </w:rPr>
              <w:t>امت</w:t>
            </w:r>
            <w:r w:rsidRPr="00E9510F">
              <w:t>  </w:t>
            </w:r>
            <w:r>
              <w:rPr>
                <w:rtl/>
              </w:rPr>
              <w:t>کی</w:t>
            </w:r>
            <w:r w:rsidRPr="00E9510F">
              <w:t>  </w:t>
            </w:r>
            <w:r>
              <w:rPr>
                <w:rtl/>
              </w:rPr>
              <w:t>ہدایت</w:t>
            </w:r>
            <w:r w:rsidRPr="00E9510F">
              <w:t>  </w:t>
            </w:r>
            <w:r>
              <w:rPr>
                <w:rtl/>
              </w:rPr>
              <w:t>کے</w:t>
            </w:r>
            <w:r w:rsidRPr="00E9510F">
              <w:t>  </w:t>
            </w:r>
            <w:r>
              <w:rPr>
                <w:rtl/>
              </w:rPr>
              <w:t>لیے</w:t>
            </w:r>
            <w:r w:rsidRPr="00E9510F">
              <w:t>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منتخب</w:t>
            </w:r>
            <w:r w:rsidRPr="00E9510F">
              <w:t>   </w:t>
            </w:r>
            <w:r>
              <w:rPr>
                <w:rtl/>
              </w:rPr>
              <w:t>ہو</w:t>
            </w:r>
            <w:r w:rsidRPr="00E9510F">
              <w:t>   </w:t>
            </w:r>
            <w:r>
              <w:rPr>
                <w:rtl/>
              </w:rPr>
              <w:t>گئیں</w:t>
            </w:r>
            <w:r w:rsidRPr="00E9510F">
              <w:t>   </w:t>
            </w:r>
            <w:r>
              <w:rPr>
                <w:rtl/>
              </w:rPr>
              <w:t>حیدرؑ</w:t>
            </w:r>
            <w:r w:rsidRPr="00E9510F">
              <w:t>   </w:t>
            </w:r>
            <w:r>
              <w:rPr>
                <w:rtl/>
              </w:rPr>
              <w:t>کی</w:t>
            </w:r>
            <w:r w:rsidRPr="00E9510F">
              <w:t>  </w:t>
            </w:r>
            <w:r>
              <w:rPr>
                <w:rtl/>
              </w:rPr>
              <w:t>قرابت</w:t>
            </w:r>
            <w:r w:rsidRPr="00E9510F">
              <w:t>  </w:t>
            </w:r>
            <w:r>
              <w:rPr>
                <w:rtl/>
              </w:rPr>
              <w:t>کے</w:t>
            </w:r>
            <w:r w:rsidRPr="00E9510F">
              <w:t>  </w:t>
            </w:r>
            <w:r>
              <w:rPr>
                <w:rtl/>
              </w:rPr>
              <w:t>لیے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کارِ</w:t>
            </w:r>
            <w:r w:rsidRPr="00E9510F">
              <w:t>   </w:t>
            </w:r>
            <w:r w:rsidRPr="0042207F">
              <w:rPr>
                <w:rtl/>
              </w:rPr>
              <w:t>حق</w:t>
            </w:r>
            <w:r w:rsidRPr="00E9510F">
              <w:t>   </w:t>
            </w:r>
            <w:r w:rsidRPr="0042207F">
              <w:rPr>
                <w:rtl/>
              </w:rPr>
              <w:t>کرتی</w:t>
            </w:r>
            <w:r w:rsidRPr="00E9510F">
              <w:t>   </w:t>
            </w:r>
            <w:r w:rsidRPr="0042207F">
              <w:rPr>
                <w:rtl/>
              </w:rPr>
              <w:t>رہیں</w:t>
            </w:r>
            <w:r w:rsidRPr="00E9510F">
              <w:t>  </w:t>
            </w:r>
            <w:r w:rsidRPr="0042207F">
              <w:rPr>
                <w:rtl/>
              </w:rPr>
              <w:t>اخذِ</w:t>
            </w:r>
            <w:r w:rsidRPr="00E9510F">
              <w:t>  </w:t>
            </w:r>
            <w:r w:rsidRPr="0042207F">
              <w:rPr>
                <w:rtl/>
              </w:rPr>
              <w:t>سعادت</w:t>
            </w:r>
            <w:r w:rsidRPr="00E9510F">
              <w:t>  </w:t>
            </w:r>
            <w:r w:rsidRPr="0042207F">
              <w:rPr>
                <w:rtl/>
              </w:rPr>
              <w:t>کے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لیے</w:t>
            </w:r>
            <w:r w:rsidRPr="00E9510F">
              <w:t>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دکھ</w:t>
            </w:r>
            <w:r w:rsidRPr="00E9510F">
              <w:t>  </w:t>
            </w:r>
            <w:r>
              <w:rPr>
                <w:rtl/>
              </w:rPr>
              <w:t>سہے</w:t>
            </w:r>
            <w:r w:rsidRPr="00E9510F">
              <w:t>  </w:t>
            </w:r>
            <w:r>
              <w:rPr>
                <w:rtl/>
              </w:rPr>
              <w:t>آپ</w:t>
            </w:r>
            <w:r w:rsidRPr="00E9510F">
              <w:t>  </w:t>
            </w:r>
            <w:r>
              <w:rPr>
                <w:rtl/>
              </w:rPr>
              <w:t>نے</w:t>
            </w:r>
            <w:r w:rsidRPr="00E9510F">
              <w:t>  </w:t>
            </w:r>
            <w:r>
              <w:rPr>
                <w:rtl/>
              </w:rPr>
              <w:t>سنسار</w:t>
            </w:r>
            <w:r w:rsidRPr="00E9510F">
              <w:t>  </w:t>
            </w:r>
            <w:r>
              <w:rPr>
                <w:rtl/>
              </w:rPr>
              <w:t>کی</w:t>
            </w:r>
            <w:r w:rsidRPr="00E9510F">
              <w:t>  </w:t>
            </w:r>
            <w:r>
              <w:rPr>
                <w:rtl/>
              </w:rPr>
              <w:t>راحت</w:t>
            </w:r>
            <w:r w:rsidRPr="00E9510F">
              <w:t> </w:t>
            </w:r>
            <w:r>
              <w:rPr>
                <w:rtl/>
              </w:rPr>
              <w:t>کے</w:t>
            </w:r>
            <w:r w:rsidRPr="00E9510F">
              <w:t> </w:t>
            </w:r>
            <w:r>
              <w:rPr>
                <w:rtl/>
              </w:rPr>
              <w:t>لیے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دوستوں</w:t>
            </w:r>
            <w:r w:rsidRPr="00E9510F">
              <w:t>  </w:t>
            </w:r>
            <w:r>
              <w:rPr>
                <w:rtl/>
              </w:rPr>
              <w:t>کی</w:t>
            </w:r>
            <w:r w:rsidRPr="00E9510F">
              <w:t>  </w:t>
            </w:r>
            <w:r>
              <w:rPr>
                <w:rtl/>
              </w:rPr>
              <w:t>طرح</w:t>
            </w:r>
            <w:r w:rsidRPr="00E9510F">
              <w:t>  </w:t>
            </w:r>
            <w:r>
              <w:rPr>
                <w:rtl/>
              </w:rPr>
              <w:t>غیروں</w:t>
            </w:r>
            <w:r w:rsidRPr="00E9510F">
              <w:t>  </w:t>
            </w:r>
            <w:r>
              <w:rPr>
                <w:rtl/>
              </w:rPr>
              <w:t>کی</w:t>
            </w:r>
            <w:r w:rsidRPr="00E9510F">
              <w:t>  </w:t>
            </w:r>
            <w:r>
              <w:rPr>
                <w:rtl/>
              </w:rPr>
              <w:t>خطا</w:t>
            </w:r>
            <w:r w:rsidRPr="00E9510F">
              <w:t> </w:t>
            </w:r>
            <w:r>
              <w:rPr>
                <w:rtl/>
              </w:rPr>
              <w:t>پوش</w:t>
            </w:r>
            <w:r w:rsidRPr="00E9510F">
              <w:t> </w:t>
            </w:r>
            <w:r>
              <w:rPr>
                <w:rtl/>
              </w:rPr>
              <w:t>رہیں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پہلوئے</w:t>
            </w:r>
            <w:r w:rsidRPr="00E9510F">
              <w:t>    </w:t>
            </w:r>
            <w:r w:rsidRPr="0042207F">
              <w:rPr>
                <w:rtl/>
              </w:rPr>
              <w:t>پاک</w:t>
            </w:r>
            <w:r w:rsidRPr="00E9510F">
              <w:t>    </w:t>
            </w:r>
            <w:r w:rsidRPr="0042207F">
              <w:rPr>
                <w:rtl/>
              </w:rPr>
              <w:t>شکستہ</w:t>
            </w:r>
            <w:r w:rsidRPr="00E9510F">
              <w:t>    </w:t>
            </w:r>
            <w:r w:rsidRPr="0042207F">
              <w:rPr>
                <w:rtl/>
              </w:rPr>
              <w:t>ہوا</w:t>
            </w:r>
            <w:r w:rsidRPr="00E9510F">
              <w:t>    </w:t>
            </w:r>
            <w:r w:rsidRPr="0042207F">
              <w:rPr>
                <w:rtl/>
              </w:rPr>
              <w:t>خاموش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رہیں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818"/>
        <w:gridCol w:w="225"/>
        <w:gridCol w:w="4704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بالخصوص</w:t>
            </w:r>
            <w:r w:rsidRPr="00E9510F">
              <w:t>  </w:t>
            </w:r>
            <w:r w:rsidRPr="0042207F">
              <w:rPr>
                <w:rtl/>
              </w:rPr>
              <w:t>آپ</w:t>
            </w:r>
            <w:r w:rsidRPr="00E9510F">
              <w:t>  </w:t>
            </w:r>
            <w:r w:rsidRPr="0042207F">
              <w:rPr>
                <w:rtl/>
              </w:rPr>
              <w:t>نے</w:t>
            </w:r>
            <w:r w:rsidRPr="00E9510F">
              <w:t>  </w:t>
            </w:r>
            <w:r w:rsidRPr="0042207F">
              <w:rPr>
                <w:rtl/>
              </w:rPr>
              <w:t>نے</w:t>
            </w:r>
            <w:r w:rsidRPr="00E9510F">
              <w:t>  </w:t>
            </w:r>
            <w:r w:rsidRPr="0042207F">
              <w:rPr>
                <w:rtl/>
              </w:rPr>
              <w:t>اسلام</w:t>
            </w:r>
            <w:r w:rsidRPr="00E9510F">
              <w:t>  </w:t>
            </w:r>
            <w:r w:rsidRPr="0042207F">
              <w:rPr>
                <w:rtl/>
              </w:rPr>
              <w:t>پہ</w:t>
            </w:r>
            <w:r w:rsidRPr="00E9510F">
              <w:t>  </w:t>
            </w:r>
            <w:r w:rsidRPr="0042207F">
              <w:rPr>
                <w:rtl/>
              </w:rPr>
              <w:t>احسان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کیا</w:t>
            </w:r>
            <w:r w:rsidRPr="00E9510F">
              <w:t>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t> </w:t>
            </w:r>
            <w:r w:rsidRPr="0042207F">
              <w:rPr>
                <w:rtl/>
              </w:rPr>
              <w:t>اسی</w:t>
            </w:r>
            <w:r w:rsidRPr="00E9510F">
              <w:t>     </w:t>
            </w:r>
            <w:r w:rsidRPr="0042207F">
              <w:rPr>
                <w:rtl/>
              </w:rPr>
              <w:t>اسلام</w:t>
            </w:r>
            <w:r w:rsidRPr="00E9510F">
              <w:t>     </w:t>
            </w:r>
            <w:r w:rsidRPr="0042207F">
              <w:rPr>
                <w:rtl/>
              </w:rPr>
              <w:t>پہ</w:t>
            </w:r>
            <w:r w:rsidRPr="00E9510F">
              <w:t>     </w:t>
            </w:r>
            <w:r w:rsidRPr="0042207F">
              <w:rPr>
                <w:rtl/>
              </w:rPr>
              <w:t>شبیرؑ</w:t>
            </w:r>
            <w:r w:rsidRPr="00E9510F">
              <w:t>     </w:t>
            </w:r>
            <w:r w:rsidRPr="0042207F">
              <w:rPr>
                <w:rtl/>
              </w:rPr>
              <w:t>کو</w:t>
            </w:r>
            <w:r w:rsidRPr="00E9510F">
              <w:t>    </w:t>
            </w:r>
            <w:r w:rsidRPr="0042207F">
              <w:rPr>
                <w:rtl/>
              </w:rPr>
              <w:t>قربان</w:t>
            </w:r>
            <w:r w:rsidRPr="00E9510F">
              <w:t> 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کیا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اپنی</w:t>
            </w:r>
            <w:r w:rsidRPr="00E9510F">
              <w:t>  </w:t>
            </w:r>
            <w:r w:rsidRPr="0042207F">
              <w:rPr>
                <w:rtl/>
              </w:rPr>
              <w:t>بیٹی</w:t>
            </w:r>
            <w:r w:rsidRPr="00E9510F">
              <w:t>  </w:t>
            </w:r>
            <w:r w:rsidRPr="0042207F">
              <w:rPr>
                <w:rtl/>
              </w:rPr>
              <w:t>کے</w:t>
            </w:r>
            <w:r w:rsidRPr="00E9510F">
              <w:t>  </w:t>
            </w:r>
            <w:r w:rsidRPr="0042207F">
              <w:rPr>
                <w:rtl/>
              </w:rPr>
              <w:t>بھی</w:t>
            </w:r>
            <w:r w:rsidRPr="00E9510F">
              <w:t>  </w:t>
            </w:r>
            <w:r w:rsidRPr="0042207F">
              <w:rPr>
                <w:rtl/>
              </w:rPr>
              <w:t>پردے</w:t>
            </w:r>
            <w:r w:rsidRPr="00E9510F">
              <w:t>  </w:t>
            </w:r>
            <w:r w:rsidRPr="0042207F">
              <w:rPr>
                <w:rtl/>
              </w:rPr>
              <w:t>کا</w:t>
            </w:r>
            <w:r w:rsidRPr="00E9510F">
              <w:t>  </w:t>
            </w:r>
            <w:r w:rsidRPr="0042207F">
              <w:rPr>
                <w:rtl/>
              </w:rPr>
              <w:t>نہ</w:t>
            </w:r>
            <w:r w:rsidRPr="00E9510F">
              <w:t> </w:t>
            </w:r>
            <w:r w:rsidRPr="0042207F">
              <w:rPr>
                <w:rtl/>
              </w:rPr>
              <w:t>کچھ</w:t>
            </w:r>
            <w:r w:rsidRPr="00E9510F">
              <w:t> </w:t>
            </w:r>
            <w:r w:rsidRPr="0042207F">
              <w:rPr>
                <w:rtl/>
              </w:rPr>
              <w:t>دھیان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کیا</w:t>
            </w:r>
            <w:r w:rsidRPr="00E9510F">
              <w:t> 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جو</w:t>
            </w:r>
            <w:r w:rsidRPr="00E9510F">
              <w:t>      </w:t>
            </w:r>
            <w:r w:rsidRPr="0042207F">
              <w:rPr>
                <w:rtl/>
              </w:rPr>
              <w:t>کیا</w:t>
            </w:r>
            <w:r w:rsidRPr="00E9510F">
              <w:t>      </w:t>
            </w:r>
            <w:r w:rsidRPr="0042207F">
              <w:rPr>
                <w:rtl/>
              </w:rPr>
              <w:t>کام</w:t>
            </w:r>
            <w:r w:rsidRPr="00E9510F">
              <w:t>      </w:t>
            </w:r>
            <w:r w:rsidRPr="0042207F">
              <w:rPr>
                <w:rtl/>
              </w:rPr>
              <w:t>پسندیدہ</w:t>
            </w:r>
            <w:r w:rsidRPr="00E9510F">
              <w:t>      </w:t>
            </w:r>
            <w:r w:rsidRPr="0042207F">
              <w:rPr>
                <w:rtl/>
              </w:rPr>
              <w:t>بھگوان</w:t>
            </w:r>
            <w:r w:rsidRPr="00E9510F">
              <w:t>   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کیا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ایسی</w:t>
            </w:r>
            <w:r w:rsidRPr="00E9510F">
              <w:t>  </w:t>
            </w:r>
            <w:r w:rsidRPr="0042207F">
              <w:rPr>
                <w:rtl/>
              </w:rPr>
              <w:t>محسن</w:t>
            </w:r>
            <w:r w:rsidRPr="00E9510F">
              <w:t>  </w:t>
            </w:r>
            <w:r w:rsidRPr="0042207F">
              <w:rPr>
                <w:rtl/>
              </w:rPr>
              <w:t>سے</w:t>
            </w:r>
            <w:r w:rsidRPr="00E9510F">
              <w:t>  </w:t>
            </w:r>
            <w:r w:rsidRPr="0042207F">
              <w:rPr>
                <w:rtl/>
              </w:rPr>
              <w:t>بھی</w:t>
            </w:r>
            <w:r w:rsidRPr="00E9510F">
              <w:t>  </w:t>
            </w:r>
            <w:r w:rsidRPr="0042207F">
              <w:rPr>
                <w:rtl/>
              </w:rPr>
              <w:t>غداروں</w:t>
            </w:r>
            <w:r w:rsidRPr="00E9510F">
              <w:t>  </w:t>
            </w:r>
            <w:r w:rsidRPr="0042207F">
              <w:rPr>
                <w:rtl/>
              </w:rPr>
              <w:t>نے</w:t>
            </w:r>
            <w:r w:rsidRPr="00E9510F">
              <w:t> </w:t>
            </w:r>
            <w:r w:rsidRPr="0042207F">
              <w:rPr>
                <w:rtl/>
              </w:rPr>
              <w:t>غداری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کی</w:t>
            </w:r>
            <w:r w:rsidRPr="00E9510F">
              <w:t> 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 w:rsidRPr="00E9510F">
              <w:t>  </w:t>
            </w:r>
            <w:r>
              <w:rPr>
                <w:rtl/>
              </w:rPr>
              <w:t>غضب</w:t>
            </w:r>
            <w:r w:rsidRPr="00E9510F">
              <w:t>  </w:t>
            </w:r>
            <w:r>
              <w:rPr>
                <w:rtl/>
              </w:rPr>
              <w:t>حق</w:t>
            </w:r>
            <w:r w:rsidRPr="00E9510F">
              <w:t>  </w:t>
            </w:r>
            <w:r>
              <w:rPr>
                <w:rtl/>
              </w:rPr>
              <w:t>کرنے</w:t>
            </w:r>
            <w:r w:rsidRPr="00E9510F">
              <w:t>  </w:t>
            </w:r>
            <w:r>
              <w:rPr>
                <w:rtl/>
              </w:rPr>
              <w:t>کو</w:t>
            </w:r>
            <w:r w:rsidRPr="00E9510F">
              <w:t>  </w:t>
            </w:r>
            <w:r>
              <w:rPr>
                <w:rtl/>
              </w:rPr>
              <w:t>مکاروں</w:t>
            </w:r>
            <w:r w:rsidRPr="00E9510F">
              <w:t>  </w:t>
            </w:r>
            <w:r>
              <w:rPr>
                <w:rtl/>
              </w:rPr>
              <w:t>نے</w:t>
            </w:r>
            <w:r w:rsidRPr="00E9510F">
              <w:t> </w:t>
            </w:r>
            <w:r>
              <w:rPr>
                <w:rtl/>
              </w:rPr>
              <w:t>مکاری</w:t>
            </w:r>
            <w:r w:rsidRPr="00E9510F">
              <w:t> </w:t>
            </w:r>
            <w:r>
              <w:rPr>
                <w:rtl/>
              </w:rPr>
              <w:t>کی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728"/>
        <w:gridCol w:w="337"/>
        <w:gridCol w:w="4682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صدمے</w:t>
            </w:r>
            <w:r w:rsidRPr="00E9510F">
              <w:t>  </w:t>
            </w:r>
            <w:r>
              <w:rPr>
                <w:rtl/>
              </w:rPr>
              <w:t>کیا</w:t>
            </w:r>
            <w:r w:rsidRPr="00E9510F">
              <w:t>  </w:t>
            </w:r>
            <w:r>
              <w:rPr>
                <w:rtl/>
              </w:rPr>
              <w:t>کیا</w:t>
            </w:r>
            <w:r w:rsidRPr="00E9510F">
              <w:t>  </w:t>
            </w:r>
            <w:r>
              <w:rPr>
                <w:rtl/>
              </w:rPr>
              <w:t>ہوئے</w:t>
            </w:r>
            <w:r w:rsidRPr="00E9510F">
              <w:t>  </w:t>
            </w:r>
            <w:r>
              <w:rPr>
                <w:rtl/>
              </w:rPr>
              <w:t>چھوڑا</w:t>
            </w:r>
            <w:r w:rsidRPr="00E9510F">
              <w:t>  </w:t>
            </w:r>
            <w:r>
              <w:rPr>
                <w:rtl/>
              </w:rPr>
              <w:t>نہ</w:t>
            </w:r>
            <w:r w:rsidRPr="00E9510F">
              <w:t>  </w:t>
            </w:r>
            <w:r>
              <w:rPr>
                <w:rtl/>
              </w:rPr>
              <w:t>مگر</w:t>
            </w:r>
            <w:r w:rsidRPr="00E9510F">
              <w:t>  </w:t>
            </w:r>
            <w:r>
              <w:rPr>
                <w:rtl/>
              </w:rPr>
              <w:t>استقلال</w:t>
            </w:r>
            <w:r w:rsidRPr="00E9510F">
              <w:t> 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مرتے</w:t>
            </w:r>
            <w:r w:rsidRPr="00E9510F">
              <w:t>  </w:t>
            </w:r>
            <w:r w:rsidRPr="0042207F">
              <w:rPr>
                <w:rtl/>
              </w:rPr>
              <w:t>مرتے</w:t>
            </w:r>
            <w:r w:rsidRPr="00E9510F">
              <w:t>  </w:t>
            </w:r>
            <w:r w:rsidRPr="0042207F">
              <w:rPr>
                <w:rtl/>
              </w:rPr>
              <w:t>بھی</w:t>
            </w:r>
            <w:r w:rsidRPr="00E9510F">
              <w:t>  </w:t>
            </w:r>
            <w:r w:rsidRPr="0042207F">
              <w:rPr>
                <w:rtl/>
              </w:rPr>
              <w:t>رہا</w:t>
            </w:r>
            <w:r w:rsidRPr="00E9510F">
              <w:t>  </w:t>
            </w:r>
            <w:r w:rsidRPr="0042207F">
              <w:rPr>
                <w:rtl/>
              </w:rPr>
              <w:t>باپ</w:t>
            </w:r>
            <w:r w:rsidRPr="00E9510F">
              <w:t>  </w:t>
            </w:r>
            <w:r w:rsidRPr="0042207F">
              <w:rPr>
                <w:rtl/>
              </w:rPr>
              <w:t>کی</w:t>
            </w:r>
            <w:r w:rsidRPr="00E9510F">
              <w:t> </w:t>
            </w:r>
            <w:r w:rsidRPr="0042207F">
              <w:rPr>
                <w:rtl/>
              </w:rPr>
              <w:t>امت</w:t>
            </w:r>
            <w:r w:rsidRPr="00E9510F">
              <w:t> </w:t>
            </w:r>
            <w:r w:rsidRPr="0042207F">
              <w:rPr>
                <w:rtl/>
              </w:rPr>
              <w:t>کا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خیال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گو</w:t>
            </w:r>
            <w:r w:rsidRPr="00E9510F">
              <w:t>    </w:t>
            </w:r>
            <w:r>
              <w:rPr>
                <w:rtl/>
              </w:rPr>
              <w:t>کہ</w:t>
            </w:r>
            <w:r w:rsidRPr="00E9510F">
              <w:t>   </w:t>
            </w:r>
            <w:r>
              <w:rPr>
                <w:rtl/>
              </w:rPr>
              <w:t>امت</w:t>
            </w:r>
            <w:r w:rsidRPr="00E9510F">
              <w:t>   </w:t>
            </w:r>
            <w:r>
              <w:rPr>
                <w:rtl/>
              </w:rPr>
              <w:t>نہ</w:t>
            </w:r>
            <w:r w:rsidRPr="00E9510F">
              <w:t>   </w:t>
            </w:r>
            <w:r>
              <w:rPr>
                <w:rtl/>
              </w:rPr>
              <w:t>کیا</w:t>
            </w:r>
            <w:r w:rsidRPr="00E9510F">
              <w:t>   </w:t>
            </w:r>
            <w:r>
              <w:rPr>
                <w:rtl/>
              </w:rPr>
              <w:t>آپ</w:t>
            </w:r>
            <w:r w:rsidRPr="00E9510F">
              <w:t>   </w:t>
            </w:r>
            <w:r>
              <w:rPr>
                <w:rtl/>
              </w:rPr>
              <w:t>کا</w:t>
            </w:r>
            <w:r w:rsidRPr="00E9510F">
              <w:t>   </w:t>
            </w:r>
            <w:r>
              <w:rPr>
                <w:rtl/>
              </w:rPr>
              <w:t>حق</w:t>
            </w:r>
            <w:r w:rsidRPr="00E9510F">
              <w:t>   </w:t>
            </w:r>
            <w:r>
              <w:rPr>
                <w:rtl/>
              </w:rPr>
              <w:t>پامال</w:t>
            </w:r>
            <w:r w:rsidRPr="00E9510F">
              <w:t> 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میں</w:t>
            </w:r>
            <w:r w:rsidRPr="00E9510F">
              <w:t>   </w:t>
            </w:r>
            <w:r>
              <w:rPr>
                <w:rtl/>
              </w:rPr>
              <w:t>فدا،</w:t>
            </w:r>
            <w:r w:rsidRPr="00E9510F">
              <w:t>   </w:t>
            </w:r>
            <w:r>
              <w:rPr>
                <w:rtl/>
              </w:rPr>
              <w:t>صبر</w:t>
            </w:r>
            <w:r w:rsidRPr="00E9510F">
              <w:t>   </w:t>
            </w:r>
            <w:r>
              <w:rPr>
                <w:rtl/>
              </w:rPr>
              <w:t>کا</w:t>
            </w:r>
            <w:r w:rsidRPr="00E9510F">
              <w:t>  </w:t>
            </w:r>
            <w:r>
              <w:rPr>
                <w:rtl/>
              </w:rPr>
              <w:t>دکھلا</w:t>
            </w:r>
            <w:r w:rsidRPr="00E9510F">
              <w:t>  </w:t>
            </w:r>
            <w:r>
              <w:rPr>
                <w:rtl/>
              </w:rPr>
              <w:t>گئیں</w:t>
            </w:r>
            <w:r w:rsidRPr="00E9510F">
              <w:t>  </w:t>
            </w:r>
            <w:r>
              <w:rPr>
                <w:rtl/>
              </w:rPr>
              <w:t>دنیا</w:t>
            </w:r>
            <w:r w:rsidRPr="00E9510F">
              <w:t>  </w:t>
            </w:r>
            <w:r>
              <w:rPr>
                <w:rtl/>
              </w:rPr>
              <w:t>کو</w:t>
            </w:r>
            <w:r w:rsidRPr="00E9510F">
              <w:t>  </w:t>
            </w:r>
            <w:r>
              <w:rPr>
                <w:rtl/>
              </w:rPr>
              <w:t>کمال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اپنے</w:t>
            </w:r>
            <w:r w:rsidRPr="00E9510F">
              <w:t>  </w:t>
            </w:r>
            <w:r w:rsidRPr="0042207F">
              <w:rPr>
                <w:rtl/>
              </w:rPr>
              <w:t>بچوں</w:t>
            </w:r>
            <w:r w:rsidRPr="00E9510F">
              <w:t>  </w:t>
            </w:r>
            <w:r w:rsidRPr="0042207F">
              <w:rPr>
                <w:rtl/>
              </w:rPr>
              <w:t>کو</w:t>
            </w:r>
            <w:r w:rsidRPr="00E9510F">
              <w:t>  </w:t>
            </w:r>
            <w:r w:rsidRPr="0042207F">
              <w:rPr>
                <w:rtl/>
              </w:rPr>
              <w:t>بھی</w:t>
            </w:r>
            <w:r w:rsidRPr="00E9510F">
              <w:t>  </w:t>
            </w:r>
            <w:r w:rsidRPr="0042207F">
              <w:rPr>
                <w:rtl/>
              </w:rPr>
              <w:t>تعلیمِ</w:t>
            </w:r>
            <w:r w:rsidRPr="00E9510F">
              <w:t>  </w:t>
            </w:r>
            <w:r w:rsidRPr="0042207F">
              <w:rPr>
                <w:rtl/>
              </w:rPr>
              <w:t>وفا</w:t>
            </w:r>
            <w:r w:rsidRPr="00E9510F">
              <w:t>  </w:t>
            </w:r>
            <w:r w:rsidRPr="0042207F">
              <w:rPr>
                <w:rtl/>
              </w:rPr>
              <w:t>دے</w:t>
            </w:r>
            <w:r w:rsidRPr="00E9510F">
              <w:t> </w:t>
            </w:r>
            <w:r w:rsidRPr="0042207F">
              <w:rPr>
                <w:rtl/>
              </w:rPr>
              <w:t>کے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گئیں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t> </w:t>
            </w:r>
            <w:r w:rsidRPr="0042207F">
              <w:rPr>
                <w:rtl/>
              </w:rPr>
              <w:t>اٹھیں</w:t>
            </w:r>
            <w:r w:rsidRPr="00E9510F">
              <w:t>  </w:t>
            </w:r>
            <w:r w:rsidRPr="0042207F">
              <w:rPr>
                <w:rtl/>
              </w:rPr>
              <w:t>دنیا</w:t>
            </w:r>
            <w:r w:rsidRPr="00E9510F">
              <w:t>  </w:t>
            </w:r>
            <w:r w:rsidRPr="0042207F">
              <w:rPr>
                <w:rtl/>
              </w:rPr>
              <w:t>سے</w:t>
            </w:r>
            <w:r w:rsidRPr="00E9510F">
              <w:t>  </w:t>
            </w:r>
            <w:r w:rsidRPr="0042207F">
              <w:rPr>
                <w:rtl/>
              </w:rPr>
              <w:t>تو</w:t>
            </w:r>
            <w:r w:rsidRPr="00E9510F">
              <w:t>  </w:t>
            </w:r>
            <w:r w:rsidRPr="0042207F">
              <w:rPr>
                <w:rtl/>
              </w:rPr>
              <w:t>امت</w:t>
            </w:r>
            <w:r w:rsidRPr="00E9510F">
              <w:t> </w:t>
            </w:r>
            <w:r w:rsidRPr="0042207F">
              <w:rPr>
                <w:rtl/>
              </w:rPr>
              <w:t>کو</w:t>
            </w:r>
            <w:r w:rsidRPr="00E9510F">
              <w:t> </w:t>
            </w:r>
            <w:r w:rsidRPr="0042207F">
              <w:rPr>
                <w:rtl/>
              </w:rPr>
              <w:t>دعا</w:t>
            </w:r>
            <w:r w:rsidRPr="00E9510F">
              <w:t> </w:t>
            </w:r>
            <w:r w:rsidRPr="0042207F">
              <w:rPr>
                <w:rtl/>
              </w:rPr>
              <w:t>دے</w:t>
            </w:r>
            <w:r w:rsidRPr="00E9510F">
              <w:t> </w:t>
            </w:r>
            <w:r w:rsidRPr="0042207F">
              <w:rPr>
                <w:rtl/>
              </w:rPr>
              <w:t>کے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گئیں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728"/>
        <w:gridCol w:w="337"/>
        <w:gridCol w:w="4682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سختیاں</w:t>
            </w:r>
            <w:r w:rsidRPr="00E9510F">
              <w:t>  </w:t>
            </w:r>
            <w:r w:rsidRPr="0042207F">
              <w:rPr>
                <w:rtl/>
              </w:rPr>
              <w:t>جھیلیں</w:t>
            </w:r>
            <w:r w:rsidRPr="00E9510F">
              <w:t>  </w:t>
            </w:r>
            <w:r w:rsidRPr="0042207F">
              <w:rPr>
                <w:rtl/>
              </w:rPr>
              <w:t>زمانے</w:t>
            </w:r>
            <w:r w:rsidRPr="00E9510F">
              <w:t>  </w:t>
            </w:r>
            <w:r w:rsidRPr="0042207F">
              <w:rPr>
                <w:rtl/>
              </w:rPr>
              <w:t>کی</w:t>
            </w:r>
            <w:r w:rsidRPr="00E9510F">
              <w:t>  </w:t>
            </w:r>
            <w:r w:rsidRPr="0042207F">
              <w:rPr>
                <w:rtl/>
              </w:rPr>
              <w:t>ہراساں</w:t>
            </w:r>
            <w:r w:rsidRPr="00E9510F">
              <w:t>  </w:t>
            </w:r>
            <w:r w:rsidRPr="0042207F">
              <w:rPr>
                <w:rtl/>
              </w:rPr>
              <w:t>نہ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ہوئیں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دکھ</w:t>
            </w:r>
            <w:r w:rsidRPr="00E9510F">
              <w:t> </w:t>
            </w:r>
            <w:r>
              <w:rPr>
                <w:rtl/>
              </w:rPr>
              <w:t>سہے،</w:t>
            </w:r>
            <w:r w:rsidRPr="00E9510F">
              <w:t> </w:t>
            </w:r>
            <w:r>
              <w:rPr>
                <w:rtl/>
              </w:rPr>
              <w:t>سکھ</w:t>
            </w:r>
            <w:r w:rsidRPr="00E9510F">
              <w:t> </w:t>
            </w:r>
            <w:r>
              <w:rPr>
                <w:rtl/>
              </w:rPr>
              <w:t>سے</w:t>
            </w:r>
            <w:r w:rsidRPr="00E9510F">
              <w:t> </w:t>
            </w:r>
            <w:r>
              <w:rPr>
                <w:rtl/>
              </w:rPr>
              <w:t>نہ</w:t>
            </w:r>
            <w:r w:rsidRPr="00E9510F">
              <w:t> </w:t>
            </w:r>
            <w:r>
              <w:rPr>
                <w:rtl/>
              </w:rPr>
              <w:t>رہنے</w:t>
            </w:r>
            <w:r w:rsidRPr="00E9510F">
              <w:t> </w:t>
            </w:r>
            <w:r>
              <w:rPr>
                <w:rtl/>
              </w:rPr>
              <w:t>دیا</w:t>
            </w:r>
            <w:r w:rsidRPr="00E9510F">
              <w:t> </w:t>
            </w:r>
            <w:r>
              <w:rPr>
                <w:rtl/>
              </w:rPr>
              <w:t>گریاں</w:t>
            </w:r>
            <w:r w:rsidRPr="00E9510F">
              <w:t> </w:t>
            </w:r>
            <w:r>
              <w:rPr>
                <w:rtl/>
              </w:rPr>
              <w:t>نہ</w:t>
            </w:r>
            <w:r w:rsidRPr="00E9510F">
              <w:t> </w:t>
            </w:r>
            <w:r>
              <w:rPr>
                <w:rtl/>
              </w:rPr>
              <w:t>ہوئیں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خدمتی</w:t>
            </w:r>
            <w:r w:rsidRPr="00E9510F">
              <w:t>  </w:t>
            </w:r>
            <w:r w:rsidRPr="0042207F">
              <w:rPr>
                <w:rtl/>
              </w:rPr>
              <w:t>بن</w:t>
            </w:r>
            <w:r w:rsidRPr="00E9510F">
              <w:t>  </w:t>
            </w:r>
            <w:r w:rsidRPr="0042207F">
              <w:rPr>
                <w:rtl/>
              </w:rPr>
              <w:t>گئیں</w:t>
            </w:r>
            <w:r w:rsidRPr="00E9510F">
              <w:t>  </w:t>
            </w:r>
            <w:r w:rsidRPr="0042207F">
              <w:rPr>
                <w:rtl/>
              </w:rPr>
              <w:t>بی</w:t>
            </w:r>
            <w:r w:rsidRPr="00E9510F">
              <w:t>  </w:t>
            </w:r>
            <w:r w:rsidRPr="0042207F">
              <w:rPr>
                <w:rtl/>
              </w:rPr>
              <w:t>بی</w:t>
            </w:r>
            <w:r w:rsidRPr="00E9510F">
              <w:t>  </w:t>
            </w:r>
            <w:r w:rsidRPr="0042207F">
              <w:rPr>
                <w:rtl/>
              </w:rPr>
              <w:t>پر</w:t>
            </w:r>
            <w:r w:rsidRPr="00E9510F">
              <w:t>  </w:t>
            </w:r>
            <w:r w:rsidRPr="0042207F">
              <w:rPr>
                <w:rtl/>
              </w:rPr>
              <w:t>پریشاں</w:t>
            </w:r>
            <w:r w:rsidRPr="00E9510F">
              <w:t>  </w:t>
            </w:r>
            <w:r w:rsidRPr="0042207F">
              <w:rPr>
                <w:rtl/>
              </w:rPr>
              <w:t>نہ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ہوئیں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بے</w:t>
            </w:r>
            <w:r w:rsidRPr="00E9510F">
              <w:t>  </w:t>
            </w:r>
            <w:r>
              <w:rPr>
                <w:rtl/>
              </w:rPr>
              <w:t>وفائی</w:t>
            </w:r>
            <w:r w:rsidRPr="00E9510F">
              <w:t>  </w:t>
            </w:r>
            <w:r>
              <w:rPr>
                <w:rtl/>
              </w:rPr>
              <w:t>کی</w:t>
            </w:r>
            <w:r w:rsidRPr="00E9510F">
              <w:t>  </w:t>
            </w:r>
            <w:r>
              <w:rPr>
                <w:rtl/>
              </w:rPr>
              <w:t>شکایت</w:t>
            </w:r>
            <w:r w:rsidRPr="00E9510F">
              <w:t>  </w:t>
            </w:r>
            <w:r>
              <w:rPr>
                <w:rtl/>
              </w:rPr>
              <w:t>نہ</w:t>
            </w:r>
            <w:r w:rsidRPr="00E9510F">
              <w:t>  </w:t>
            </w:r>
            <w:r>
              <w:rPr>
                <w:rtl/>
              </w:rPr>
              <w:t>کی</w:t>
            </w:r>
            <w:r w:rsidRPr="00E9510F">
              <w:t>  </w:t>
            </w:r>
            <w:r>
              <w:rPr>
                <w:rtl/>
              </w:rPr>
              <w:t>نالاں</w:t>
            </w:r>
            <w:r w:rsidRPr="00E9510F">
              <w:t>  </w:t>
            </w:r>
            <w:r>
              <w:rPr>
                <w:rtl/>
              </w:rPr>
              <w:t>نہ</w:t>
            </w:r>
            <w:r w:rsidRPr="00E9510F">
              <w:t> </w:t>
            </w:r>
            <w:r>
              <w:rPr>
                <w:rtl/>
              </w:rPr>
              <w:t>ہوئیں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رنج</w:t>
            </w:r>
            <w:r w:rsidRPr="00E9510F">
              <w:t>  </w:t>
            </w:r>
            <w:r>
              <w:rPr>
                <w:rtl/>
              </w:rPr>
              <w:t>تا</w:t>
            </w:r>
            <w:r w:rsidRPr="00E9510F">
              <w:t>  </w:t>
            </w:r>
            <w:r>
              <w:rPr>
                <w:rtl/>
              </w:rPr>
              <w:t>زیست</w:t>
            </w:r>
            <w:r w:rsidRPr="00E9510F">
              <w:t>  </w:t>
            </w:r>
            <w:r>
              <w:rPr>
                <w:rtl/>
              </w:rPr>
              <w:t>سہے</w:t>
            </w:r>
            <w:r w:rsidRPr="00E9510F">
              <w:t>  </w:t>
            </w:r>
            <w:r>
              <w:rPr>
                <w:rtl/>
              </w:rPr>
              <w:t>غم</w:t>
            </w:r>
            <w:r w:rsidRPr="00E9510F">
              <w:t>  </w:t>
            </w:r>
            <w:r>
              <w:rPr>
                <w:rtl/>
              </w:rPr>
              <w:t>سے</w:t>
            </w:r>
            <w:r w:rsidRPr="00E9510F">
              <w:t>  </w:t>
            </w:r>
            <w:r>
              <w:rPr>
                <w:rtl/>
              </w:rPr>
              <w:t>ہم</w:t>
            </w:r>
            <w:r w:rsidRPr="00E9510F">
              <w:t> </w:t>
            </w:r>
            <w:r>
              <w:rPr>
                <w:rtl/>
              </w:rPr>
              <w:t>آغوش</w:t>
            </w:r>
            <w:r w:rsidRPr="00E9510F">
              <w:t> </w:t>
            </w:r>
            <w:r>
              <w:rPr>
                <w:rtl/>
              </w:rPr>
              <w:t>رہیں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t> </w:t>
            </w:r>
            <w:r w:rsidRPr="0042207F">
              <w:rPr>
                <w:rtl/>
              </w:rPr>
              <w:t>دکھ</w:t>
            </w:r>
            <w:r w:rsidRPr="00E9510F">
              <w:t>   </w:t>
            </w:r>
            <w:r w:rsidRPr="0042207F">
              <w:rPr>
                <w:rtl/>
              </w:rPr>
              <w:t>اُٹھاتی</w:t>
            </w:r>
            <w:r w:rsidRPr="00E9510F">
              <w:t>  </w:t>
            </w:r>
            <w:r w:rsidRPr="0042207F">
              <w:rPr>
                <w:rtl/>
              </w:rPr>
              <w:t>رہیں</w:t>
            </w:r>
            <w:r w:rsidRPr="00E9510F">
              <w:t>  </w:t>
            </w:r>
            <w:r w:rsidRPr="0042207F">
              <w:rPr>
                <w:rtl/>
              </w:rPr>
              <w:t>پر</w:t>
            </w:r>
            <w:r w:rsidRPr="00E9510F">
              <w:t>  </w:t>
            </w:r>
            <w:r w:rsidRPr="0042207F">
              <w:rPr>
                <w:rtl/>
              </w:rPr>
              <w:t>ساکت</w:t>
            </w:r>
            <w:r w:rsidRPr="00E9510F">
              <w:t>  </w:t>
            </w:r>
            <w:r w:rsidRPr="0042207F">
              <w:rPr>
                <w:rtl/>
              </w:rPr>
              <w:t>و</w:t>
            </w:r>
            <w:r w:rsidRPr="00E9510F">
              <w:t>  </w:t>
            </w:r>
            <w:r w:rsidRPr="0042207F">
              <w:rPr>
                <w:rtl/>
              </w:rPr>
              <w:t>خاموش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رہیں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Pr="006B21E8" w:rsidRDefault="00E526CC" w:rsidP="006B21E8">
      <w:pPr>
        <w:pStyle w:val="libNormal"/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697"/>
        <w:gridCol w:w="329"/>
        <w:gridCol w:w="4721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سر</w:t>
            </w:r>
            <w:r w:rsidRPr="00E9510F">
              <w:t>     </w:t>
            </w:r>
            <w:r w:rsidRPr="0042207F">
              <w:rPr>
                <w:rtl/>
              </w:rPr>
              <w:t>سے</w:t>
            </w:r>
            <w:r w:rsidRPr="00E9510F">
              <w:t>    </w:t>
            </w:r>
            <w:r w:rsidRPr="0042207F">
              <w:rPr>
                <w:rtl/>
              </w:rPr>
              <w:t>جب</w:t>
            </w:r>
            <w:r w:rsidRPr="00E9510F">
              <w:t>    </w:t>
            </w:r>
            <w:r w:rsidRPr="0042207F">
              <w:rPr>
                <w:rtl/>
              </w:rPr>
              <w:t>اُٹھا</w:t>
            </w:r>
            <w:r w:rsidRPr="00E9510F">
              <w:t>    </w:t>
            </w:r>
            <w:r w:rsidRPr="0042207F">
              <w:rPr>
                <w:rtl/>
              </w:rPr>
              <w:t>سایہ</w:t>
            </w:r>
            <w:r w:rsidRPr="00E9510F">
              <w:t>    </w:t>
            </w:r>
            <w:r w:rsidRPr="0042207F">
              <w:rPr>
                <w:rtl/>
              </w:rPr>
              <w:t>محبوبِ</w:t>
            </w:r>
            <w:r w:rsidRPr="00E9510F">
              <w:t> 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خداؐ</w:t>
            </w:r>
            <w:r w:rsidRPr="00E9510F">
              <w:t> 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سوگ</w:t>
            </w:r>
            <w:r w:rsidRPr="00E9510F">
              <w:t>  </w:t>
            </w:r>
            <w:r w:rsidRPr="0042207F">
              <w:rPr>
                <w:rtl/>
              </w:rPr>
              <w:t>میں</w:t>
            </w:r>
            <w:r w:rsidRPr="00E9510F">
              <w:t>  </w:t>
            </w:r>
            <w:r w:rsidRPr="0042207F">
              <w:rPr>
                <w:rtl/>
              </w:rPr>
              <w:t>باپ</w:t>
            </w:r>
            <w:r w:rsidRPr="00E9510F">
              <w:t>  </w:t>
            </w:r>
            <w:r w:rsidRPr="0042207F">
              <w:rPr>
                <w:rtl/>
              </w:rPr>
              <w:t>کے</w:t>
            </w:r>
            <w:r w:rsidRPr="00E9510F">
              <w:t>  </w:t>
            </w:r>
            <w:r w:rsidRPr="0042207F">
              <w:rPr>
                <w:rtl/>
              </w:rPr>
              <w:t>تا</w:t>
            </w:r>
            <w:r w:rsidRPr="00E9510F">
              <w:t>  </w:t>
            </w:r>
            <w:r w:rsidRPr="0042207F">
              <w:rPr>
                <w:rtl/>
              </w:rPr>
              <w:t>زیست</w:t>
            </w:r>
            <w:r w:rsidRPr="00E9510F">
              <w:t>  </w:t>
            </w:r>
            <w:r w:rsidRPr="0042207F">
              <w:rPr>
                <w:rtl/>
              </w:rPr>
              <w:t>نہ</w:t>
            </w:r>
            <w:r w:rsidRPr="00E9510F">
              <w:t>  </w:t>
            </w:r>
            <w:r w:rsidRPr="0042207F">
              <w:rPr>
                <w:rtl/>
              </w:rPr>
              <w:t>بدلا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کرتا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عمر</w:t>
            </w:r>
            <w:r w:rsidRPr="00E9510F">
              <w:t>   </w:t>
            </w:r>
            <w:r w:rsidRPr="0042207F">
              <w:rPr>
                <w:rtl/>
              </w:rPr>
              <w:t>بھر</w:t>
            </w:r>
            <w:r w:rsidRPr="00E9510F">
              <w:t>   </w:t>
            </w:r>
            <w:r w:rsidRPr="0042207F">
              <w:rPr>
                <w:rtl/>
              </w:rPr>
              <w:t>سر</w:t>
            </w:r>
            <w:r w:rsidRPr="00E9510F">
              <w:t>   </w:t>
            </w:r>
            <w:r w:rsidRPr="0042207F">
              <w:rPr>
                <w:rtl/>
              </w:rPr>
              <w:t>پہ</w:t>
            </w:r>
            <w:r w:rsidRPr="00E9510F">
              <w:t>   </w:t>
            </w:r>
            <w:r w:rsidRPr="0042207F">
              <w:rPr>
                <w:rtl/>
              </w:rPr>
              <w:t>رہی</w:t>
            </w:r>
            <w:r w:rsidRPr="00E9510F">
              <w:t>   </w:t>
            </w:r>
            <w:r w:rsidRPr="0042207F">
              <w:rPr>
                <w:rtl/>
              </w:rPr>
              <w:t>ایک</w:t>
            </w:r>
            <w:r w:rsidRPr="00E9510F">
              <w:t>   </w:t>
            </w:r>
            <w:r w:rsidRPr="0042207F">
              <w:rPr>
                <w:rtl/>
              </w:rPr>
              <w:t>وہی</w:t>
            </w:r>
            <w:r w:rsidRPr="00E9510F">
              <w:t>   </w:t>
            </w:r>
            <w:r w:rsidRPr="0042207F">
              <w:rPr>
                <w:rtl/>
              </w:rPr>
              <w:t>میلی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ردا</w:t>
            </w:r>
            <w:r w:rsidRPr="00E9510F">
              <w:t>  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بس</w:t>
            </w:r>
            <w:r w:rsidRPr="00E9510F">
              <w:t>   </w:t>
            </w:r>
            <w:r>
              <w:rPr>
                <w:rtl/>
              </w:rPr>
              <w:t>عبادت</w:t>
            </w:r>
            <w:r w:rsidRPr="00E9510F">
              <w:t>   </w:t>
            </w:r>
            <w:r>
              <w:rPr>
                <w:rtl/>
              </w:rPr>
              <w:t>سے</w:t>
            </w:r>
            <w:r w:rsidRPr="00E9510F">
              <w:t>   </w:t>
            </w:r>
            <w:r>
              <w:rPr>
                <w:rtl/>
              </w:rPr>
              <w:t>سروکار</w:t>
            </w:r>
            <w:r w:rsidRPr="00E9510F">
              <w:t>   </w:t>
            </w:r>
            <w:r>
              <w:rPr>
                <w:rtl/>
              </w:rPr>
              <w:t>تھا</w:t>
            </w:r>
            <w:r w:rsidRPr="00E9510F">
              <w:t>   </w:t>
            </w:r>
            <w:r>
              <w:rPr>
                <w:rtl/>
              </w:rPr>
              <w:t>با</w:t>
            </w:r>
            <w:r w:rsidRPr="00E9510F">
              <w:t>   </w:t>
            </w:r>
            <w:r>
              <w:rPr>
                <w:rtl/>
              </w:rPr>
              <w:t>آہ</w:t>
            </w:r>
            <w:r w:rsidRPr="00E9510F">
              <w:t>  </w:t>
            </w:r>
            <w:r>
              <w:rPr>
                <w:rtl/>
              </w:rPr>
              <w:t>و</w:t>
            </w:r>
            <w:r w:rsidRPr="00E9510F">
              <w:t>  </w:t>
            </w:r>
            <w:r>
              <w:rPr>
                <w:rtl/>
              </w:rPr>
              <w:t>بکا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نہ</w:t>
            </w:r>
            <w:r w:rsidRPr="00E9510F">
              <w:t>    </w:t>
            </w:r>
            <w:r w:rsidRPr="0042207F">
              <w:rPr>
                <w:rtl/>
              </w:rPr>
              <w:t>تکلم</w:t>
            </w:r>
            <w:r w:rsidRPr="00E9510F">
              <w:t>    </w:t>
            </w:r>
            <w:r w:rsidRPr="0042207F">
              <w:rPr>
                <w:rtl/>
              </w:rPr>
              <w:t>نہ</w:t>
            </w:r>
            <w:r w:rsidRPr="00E9510F">
              <w:t>    </w:t>
            </w:r>
            <w:r w:rsidRPr="0042207F">
              <w:rPr>
                <w:rtl/>
              </w:rPr>
              <w:t>تبسم</w:t>
            </w:r>
            <w:r w:rsidRPr="00E9510F">
              <w:t>    </w:t>
            </w:r>
            <w:r w:rsidRPr="0042207F">
              <w:rPr>
                <w:rtl/>
              </w:rPr>
              <w:t>نہ</w:t>
            </w:r>
            <w:r w:rsidRPr="00E9510F">
              <w:t>    </w:t>
            </w:r>
            <w:r w:rsidRPr="0042207F">
              <w:rPr>
                <w:rtl/>
              </w:rPr>
              <w:t>کچھ</w:t>
            </w:r>
            <w:r w:rsidRPr="00E9510F">
              <w:t>   </w:t>
            </w:r>
            <w:r w:rsidRPr="0042207F">
              <w:rPr>
                <w:rtl/>
              </w:rPr>
              <w:t>کہتی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تھیں</w:t>
            </w:r>
            <w:r w:rsidRPr="00E9510F">
              <w:t>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t> </w:t>
            </w:r>
            <w:r w:rsidRPr="0042207F">
              <w:rPr>
                <w:rtl/>
              </w:rPr>
              <w:t>بی</w:t>
            </w:r>
            <w:r w:rsidRPr="00E9510F">
              <w:t>  </w:t>
            </w:r>
            <w:r w:rsidRPr="0042207F">
              <w:rPr>
                <w:rtl/>
              </w:rPr>
              <w:t>بی</w:t>
            </w:r>
            <w:r w:rsidRPr="00E9510F">
              <w:t> </w:t>
            </w:r>
            <w:r w:rsidRPr="0042207F">
              <w:rPr>
                <w:rtl/>
              </w:rPr>
              <w:t>ڈھان</w:t>
            </w:r>
            <w:r w:rsidRPr="00E9510F">
              <w:t> </w:t>
            </w:r>
            <w:r w:rsidRPr="0042207F">
              <w:rPr>
                <w:rtl/>
              </w:rPr>
              <w:t>کے</w:t>
            </w:r>
            <w:r w:rsidRPr="00E9510F">
              <w:t> </w:t>
            </w:r>
            <w:r w:rsidRPr="0042207F">
              <w:rPr>
                <w:rtl/>
              </w:rPr>
              <w:t>ہوئے</w:t>
            </w:r>
            <w:r w:rsidRPr="00E9510F">
              <w:t> </w:t>
            </w:r>
            <w:r w:rsidRPr="0042207F">
              <w:rPr>
                <w:rtl/>
              </w:rPr>
              <w:t>منہ</w:t>
            </w:r>
            <w:r w:rsidRPr="00E9510F">
              <w:t> </w:t>
            </w:r>
            <w:r w:rsidRPr="0042207F">
              <w:rPr>
                <w:rtl/>
              </w:rPr>
              <w:t>گھر</w:t>
            </w:r>
            <w:r w:rsidRPr="00E9510F">
              <w:t> </w:t>
            </w:r>
            <w:r w:rsidRPr="0042207F">
              <w:rPr>
                <w:rtl/>
              </w:rPr>
              <w:t>پڑی</w:t>
            </w:r>
            <w:r w:rsidRPr="00E9510F">
              <w:t> </w:t>
            </w:r>
            <w:r w:rsidRPr="0042207F">
              <w:rPr>
                <w:rtl/>
              </w:rPr>
              <w:t>رہتی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تھیں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p w:rsidR="00E526CC" w:rsidRPr="00530925" w:rsidRDefault="00E526CC" w:rsidP="007759D6">
      <w:pPr>
        <w:pStyle w:val="Heading2Center"/>
      </w:pPr>
      <w:bookmarkStart w:id="12" w:name="_Toc505082505"/>
      <w:r w:rsidRPr="00530925">
        <w:rPr>
          <w:rtl/>
        </w:rPr>
        <w:t>باپ کی موت کا ایسا ہوا زہراؑ پہ اثر</w:t>
      </w:r>
      <w:r w:rsidRPr="00530925">
        <w:br/>
      </w:r>
      <w:r w:rsidR="007759D6">
        <w:rPr>
          <w:rFonts w:hint="cs"/>
          <w:rtl/>
        </w:rPr>
        <w:t xml:space="preserve">-  </w:t>
      </w:r>
      <w:r w:rsidR="007759D6" w:rsidRPr="00530925">
        <w:rPr>
          <w:rtl/>
        </w:rPr>
        <w:t>تا</w:t>
      </w:r>
      <w:r w:rsidR="007759D6">
        <w:rPr>
          <w:rFonts w:hint="cs"/>
          <w:rtl/>
        </w:rPr>
        <w:t xml:space="preserve">  -</w:t>
      </w:r>
      <w:r w:rsidR="007759D6" w:rsidRPr="00530925">
        <w:br/>
      </w:r>
      <w:r w:rsidRPr="00530925">
        <w:rPr>
          <w:rtl/>
        </w:rPr>
        <w:t>چوم لینا مری جانب سے گلا بھائی کا</w:t>
      </w:r>
      <w:bookmarkEnd w:id="12"/>
    </w:p>
    <w:p w:rsidR="00E526CC" w:rsidRDefault="00E526CC" w:rsidP="00E526CC">
      <w:pPr>
        <w:pStyle w:val="libNormal"/>
        <w:rPr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728"/>
        <w:gridCol w:w="337"/>
        <w:gridCol w:w="4682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باپ</w:t>
            </w:r>
            <w:r w:rsidRPr="00E9510F">
              <w:t>   </w:t>
            </w:r>
            <w:r w:rsidRPr="0042207F">
              <w:rPr>
                <w:rtl/>
              </w:rPr>
              <w:t>کی</w:t>
            </w:r>
            <w:r w:rsidRPr="00E9510F">
              <w:t>   </w:t>
            </w:r>
            <w:r w:rsidRPr="0042207F">
              <w:rPr>
                <w:rtl/>
              </w:rPr>
              <w:t>موت</w:t>
            </w:r>
            <w:r w:rsidRPr="00E9510F">
              <w:t>   </w:t>
            </w:r>
            <w:r w:rsidRPr="0042207F">
              <w:rPr>
                <w:rtl/>
              </w:rPr>
              <w:t>کا</w:t>
            </w:r>
            <w:r w:rsidRPr="00E9510F">
              <w:t>   </w:t>
            </w:r>
            <w:r w:rsidRPr="0042207F">
              <w:rPr>
                <w:rtl/>
              </w:rPr>
              <w:t>ایسا</w:t>
            </w:r>
            <w:r w:rsidRPr="00E9510F">
              <w:t>   </w:t>
            </w:r>
            <w:r w:rsidRPr="0042207F">
              <w:rPr>
                <w:rtl/>
              </w:rPr>
              <w:t>ہوا</w:t>
            </w:r>
            <w:r w:rsidRPr="00E9510F">
              <w:t>   </w:t>
            </w:r>
            <w:r w:rsidRPr="0042207F">
              <w:rPr>
                <w:rtl/>
              </w:rPr>
              <w:t>زہراؑ</w:t>
            </w:r>
            <w:r w:rsidRPr="00E9510F">
              <w:t>   </w:t>
            </w:r>
            <w:r w:rsidRPr="0042207F">
              <w:rPr>
                <w:rtl/>
              </w:rPr>
              <w:t>پہ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اثر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مرتے</w:t>
            </w:r>
            <w:r w:rsidRPr="00E9510F">
              <w:t>  </w:t>
            </w:r>
            <w:r w:rsidRPr="0042207F">
              <w:rPr>
                <w:rtl/>
              </w:rPr>
              <w:t>دم</w:t>
            </w:r>
            <w:r w:rsidRPr="00E9510F">
              <w:t>  </w:t>
            </w:r>
            <w:r w:rsidRPr="0042207F">
              <w:rPr>
                <w:rtl/>
              </w:rPr>
              <w:t>تک</w:t>
            </w:r>
            <w:r w:rsidRPr="00E9510F">
              <w:t>  </w:t>
            </w:r>
            <w:r w:rsidRPr="0042207F">
              <w:rPr>
                <w:rtl/>
              </w:rPr>
              <w:t>رہیں</w:t>
            </w:r>
            <w:r w:rsidRPr="00E9510F">
              <w:t>  </w:t>
            </w:r>
            <w:r w:rsidRPr="0042207F">
              <w:rPr>
                <w:rtl/>
              </w:rPr>
              <w:t>نالاں</w:t>
            </w:r>
            <w:r w:rsidRPr="00E9510F">
              <w:t>  </w:t>
            </w:r>
            <w:r w:rsidRPr="0042207F">
              <w:rPr>
                <w:rtl/>
              </w:rPr>
              <w:t>و</w:t>
            </w:r>
            <w:r w:rsidRPr="00E9510F">
              <w:t>  </w:t>
            </w:r>
            <w:r w:rsidRPr="0042207F">
              <w:rPr>
                <w:rtl/>
              </w:rPr>
              <w:t>پریشان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مضطر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گھر</w:t>
            </w:r>
            <w:r w:rsidRPr="00E9510F">
              <w:t>  </w:t>
            </w:r>
            <w:r>
              <w:rPr>
                <w:rtl/>
              </w:rPr>
              <w:t>میں</w:t>
            </w:r>
            <w:r w:rsidRPr="00E9510F">
              <w:t>  </w:t>
            </w:r>
            <w:r>
              <w:rPr>
                <w:rtl/>
              </w:rPr>
              <w:t>رونے</w:t>
            </w:r>
            <w:r w:rsidRPr="00E9510F">
              <w:t>  </w:t>
            </w:r>
            <w:r>
              <w:rPr>
                <w:rtl/>
              </w:rPr>
              <w:t>کے</w:t>
            </w:r>
            <w:r w:rsidRPr="00E9510F">
              <w:t>  </w:t>
            </w:r>
            <w:r>
              <w:rPr>
                <w:rtl/>
              </w:rPr>
              <w:t>سوا</w:t>
            </w:r>
            <w:r w:rsidRPr="00E9510F">
              <w:t>  </w:t>
            </w:r>
            <w:r>
              <w:rPr>
                <w:rtl/>
              </w:rPr>
              <w:t>کام</w:t>
            </w:r>
            <w:r w:rsidRPr="00E9510F">
              <w:t>  </w:t>
            </w:r>
            <w:r>
              <w:rPr>
                <w:rtl/>
              </w:rPr>
              <w:t>نہ</w:t>
            </w:r>
            <w:r w:rsidRPr="00E9510F">
              <w:t>  </w:t>
            </w:r>
            <w:r>
              <w:rPr>
                <w:rtl/>
              </w:rPr>
              <w:t>تھا</w:t>
            </w:r>
            <w:r w:rsidRPr="00E9510F">
              <w:t> </w:t>
            </w:r>
            <w:r>
              <w:rPr>
                <w:rtl/>
              </w:rPr>
              <w:t>آٹھ</w:t>
            </w:r>
            <w:r w:rsidRPr="00E9510F">
              <w:t> </w:t>
            </w:r>
            <w:r>
              <w:rPr>
                <w:rtl/>
              </w:rPr>
              <w:t>پہر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t> </w:t>
            </w:r>
            <w:r w:rsidRPr="0042207F">
              <w:rPr>
                <w:rtl/>
              </w:rPr>
              <w:t>شب</w:t>
            </w:r>
            <w:r w:rsidRPr="00E9510F">
              <w:t> </w:t>
            </w:r>
            <w:r w:rsidRPr="0042207F">
              <w:rPr>
                <w:rtl/>
              </w:rPr>
              <w:t>کو</w:t>
            </w:r>
            <w:r w:rsidRPr="00E9510F">
              <w:t> </w:t>
            </w:r>
            <w:r w:rsidRPr="0042207F">
              <w:rPr>
                <w:rtl/>
              </w:rPr>
              <w:t>آہیں</w:t>
            </w:r>
            <w:r w:rsidRPr="00E9510F">
              <w:t> </w:t>
            </w:r>
            <w:r w:rsidRPr="0042207F">
              <w:rPr>
                <w:rtl/>
              </w:rPr>
              <w:t>تھیں</w:t>
            </w:r>
            <w:r w:rsidRPr="00E9510F">
              <w:t> </w:t>
            </w:r>
            <w:r w:rsidRPr="0042207F">
              <w:rPr>
                <w:rtl/>
              </w:rPr>
              <w:t>گزر</w:t>
            </w:r>
            <w:r w:rsidRPr="00E9510F">
              <w:t> </w:t>
            </w:r>
            <w:r w:rsidRPr="0042207F">
              <w:rPr>
                <w:rtl/>
              </w:rPr>
              <w:t>جاتا</w:t>
            </w:r>
            <w:r w:rsidRPr="00E9510F">
              <w:t> </w:t>
            </w:r>
            <w:r w:rsidRPr="0042207F">
              <w:rPr>
                <w:rtl/>
              </w:rPr>
              <w:t>تھا</w:t>
            </w:r>
            <w:r w:rsidRPr="00E9510F">
              <w:t> </w:t>
            </w:r>
            <w:r w:rsidRPr="0042207F">
              <w:rPr>
                <w:rtl/>
              </w:rPr>
              <w:t>روتے</w:t>
            </w:r>
            <w:r w:rsidRPr="00E9510F">
              <w:t> </w:t>
            </w:r>
            <w:r w:rsidRPr="0042207F">
              <w:rPr>
                <w:rtl/>
              </w:rPr>
              <w:t>دن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بھر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رفتہ</w:t>
            </w:r>
            <w:r w:rsidRPr="00E9510F">
              <w:t>   </w:t>
            </w:r>
            <w:r w:rsidRPr="0042207F">
              <w:rPr>
                <w:rtl/>
              </w:rPr>
              <w:t>رفتہ</w:t>
            </w:r>
            <w:r w:rsidRPr="00E9510F">
              <w:t>   </w:t>
            </w:r>
            <w:r w:rsidRPr="0042207F">
              <w:rPr>
                <w:rtl/>
              </w:rPr>
              <w:t>اسی</w:t>
            </w:r>
            <w:r w:rsidRPr="00E9510F">
              <w:t>   </w:t>
            </w:r>
            <w:r w:rsidRPr="0042207F">
              <w:rPr>
                <w:rtl/>
              </w:rPr>
              <w:t>حالت</w:t>
            </w:r>
            <w:r w:rsidRPr="00E9510F">
              <w:t>   </w:t>
            </w:r>
            <w:r w:rsidRPr="0042207F">
              <w:rPr>
                <w:rtl/>
              </w:rPr>
              <w:t>میں</w:t>
            </w:r>
            <w:r w:rsidRPr="00E9510F">
              <w:t>  </w:t>
            </w:r>
            <w:r w:rsidRPr="0042207F">
              <w:rPr>
                <w:rtl/>
              </w:rPr>
              <w:t>بخار</w:t>
            </w:r>
            <w:r w:rsidRPr="00E9510F">
              <w:t>  </w:t>
            </w:r>
            <w:r w:rsidRPr="0042207F">
              <w:rPr>
                <w:rtl/>
              </w:rPr>
              <w:t>آنے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لگا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 w:rsidRPr="00E9510F">
              <w:t>  </w:t>
            </w:r>
            <w:r>
              <w:rPr>
                <w:rtl/>
              </w:rPr>
              <w:t>دن</w:t>
            </w:r>
            <w:r w:rsidRPr="00E9510F">
              <w:t>    </w:t>
            </w:r>
            <w:r>
              <w:rPr>
                <w:rtl/>
              </w:rPr>
              <w:t>بدن</w:t>
            </w:r>
            <w:r w:rsidRPr="00E9510F">
              <w:t>    </w:t>
            </w:r>
            <w:r>
              <w:rPr>
                <w:rtl/>
              </w:rPr>
              <w:t>پھول</w:t>
            </w:r>
            <w:r w:rsidRPr="00E9510F">
              <w:t>   </w:t>
            </w:r>
            <w:r>
              <w:rPr>
                <w:rtl/>
              </w:rPr>
              <w:t>محمدؐ</w:t>
            </w:r>
            <w:r w:rsidRPr="00E9510F">
              <w:t>   </w:t>
            </w:r>
            <w:r>
              <w:rPr>
                <w:rtl/>
              </w:rPr>
              <w:t>کا</w:t>
            </w:r>
            <w:r w:rsidRPr="00E9510F">
              <w:t>   </w:t>
            </w:r>
            <w:r>
              <w:rPr>
                <w:rtl/>
              </w:rPr>
              <w:t>یہ</w:t>
            </w:r>
            <w:r w:rsidRPr="00E9510F">
              <w:t>   </w:t>
            </w:r>
            <w:r>
              <w:rPr>
                <w:rtl/>
              </w:rPr>
              <w:t>کملانے</w:t>
            </w:r>
            <w:r w:rsidRPr="00E9510F">
              <w:t>   </w:t>
            </w:r>
            <w:r>
              <w:rPr>
                <w:rtl/>
              </w:rPr>
              <w:t>لگا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728"/>
        <w:gridCol w:w="337"/>
        <w:gridCol w:w="4682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راتیں</w:t>
            </w:r>
            <w:r w:rsidRPr="00E9510F">
              <w:t>  </w:t>
            </w:r>
            <w:r w:rsidRPr="0042207F">
              <w:rPr>
                <w:rtl/>
              </w:rPr>
              <w:t>رونے</w:t>
            </w:r>
            <w:r w:rsidRPr="00E9510F">
              <w:t>  </w:t>
            </w:r>
            <w:r w:rsidRPr="0042207F">
              <w:rPr>
                <w:rtl/>
              </w:rPr>
              <w:t>میں</w:t>
            </w:r>
            <w:r w:rsidRPr="00E9510F">
              <w:t>  </w:t>
            </w:r>
            <w:r w:rsidRPr="0042207F">
              <w:rPr>
                <w:rtl/>
              </w:rPr>
              <w:t>تو</w:t>
            </w:r>
            <w:r w:rsidRPr="00E9510F">
              <w:t>  </w:t>
            </w:r>
            <w:r w:rsidRPr="0042207F">
              <w:rPr>
                <w:rtl/>
              </w:rPr>
              <w:t>دن</w:t>
            </w:r>
            <w:r w:rsidRPr="00E9510F">
              <w:t>  </w:t>
            </w:r>
            <w:r w:rsidRPr="0042207F">
              <w:rPr>
                <w:rtl/>
              </w:rPr>
              <w:t>آہ</w:t>
            </w:r>
            <w:r w:rsidRPr="00E9510F">
              <w:t> </w:t>
            </w:r>
            <w:r w:rsidRPr="0042207F">
              <w:rPr>
                <w:rtl/>
              </w:rPr>
              <w:t>و</w:t>
            </w:r>
            <w:r w:rsidRPr="00E9510F">
              <w:t> </w:t>
            </w:r>
            <w:r w:rsidRPr="0042207F">
              <w:rPr>
                <w:rtl/>
              </w:rPr>
              <w:t>بکا</w:t>
            </w:r>
            <w:r w:rsidRPr="00E9510F">
              <w:t> </w:t>
            </w:r>
            <w:r w:rsidRPr="0042207F">
              <w:rPr>
                <w:rtl/>
              </w:rPr>
              <w:t>میں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گزرا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t> </w:t>
            </w:r>
            <w:r w:rsidRPr="0042207F">
              <w:rPr>
                <w:rtl/>
              </w:rPr>
              <w:t>وقتِ</w:t>
            </w:r>
            <w:r w:rsidRPr="00E9510F">
              <w:t>   </w:t>
            </w:r>
            <w:r w:rsidRPr="0042207F">
              <w:rPr>
                <w:rtl/>
              </w:rPr>
              <w:t>شب</w:t>
            </w:r>
            <w:r w:rsidRPr="00E9510F">
              <w:t>   </w:t>
            </w:r>
            <w:r w:rsidRPr="0042207F">
              <w:rPr>
                <w:rtl/>
              </w:rPr>
              <w:t>فرقتِ</w:t>
            </w:r>
            <w:r w:rsidRPr="00E9510F">
              <w:t>   </w:t>
            </w:r>
            <w:r w:rsidRPr="0042207F">
              <w:rPr>
                <w:rtl/>
              </w:rPr>
              <w:t>شاہِ</w:t>
            </w:r>
            <w:r w:rsidRPr="00E9510F">
              <w:t>   </w:t>
            </w:r>
            <w:r w:rsidRPr="0042207F">
              <w:rPr>
                <w:rtl/>
              </w:rPr>
              <w:t>دوسراؐ</w:t>
            </w:r>
            <w:r w:rsidRPr="00E9510F">
              <w:t>   </w:t>
            </w:r>
            <w:r w:rsidRPr="0042207F">
              <w:rPr>
                <w:rtl/>
              </w:rPr>
              <w:t>میں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گزرا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گزرا</w:t>
            </w:r>
            <w:r w:rsidRPr="00E9510F">
              <w:t>   </w:t>
            </w:r>
            <w:r w:rsidRPr="0042207F">
              <w:rPr>
                <w:rtl/>
              </w:rPr>
              <w:t>جو</w:t>
            </w:r>
            <w:r w:rsidRPr="00E9510F">
              <w:t>  </w:t>
            </w:r>
            <w:r w:rsidRPr="0042207F">
              <w:rPr>
                <w:rtl/>
              </w:rPr>
              <w:t>دم</w:t>
            </w:r>
            <w:r w:rsidRPr="00E9510F">
              <w:t>  </w:t>
            </w:r>
            <w:r w:rsidRPr="0042207F">
              <w:rPr>
                <w:rtl/>
              </w:rPr>
              <w:t>وہ</w:t>
            </w:r>
            <w:r w:rsidRPr="00E9510F">
              <w:t>  </w:t>
            </w:r>
            <w:r w:rsidRPr="0042207F">
              <w:rPr>
                <w:rtl/>
              </w:rPr>
              <w:t>اسی</w:t>
            </w:r>
            <w:r w:rsidRPr="00E9510F">
              <w:t>  </w:t>
            </w:r>
            <w:r w:rsidRPr="0042207F">
              <w:rPr>
                <w:rtl/>
              </w:rPr>
              <w:t>رنج</w:t>
            </w:r>
            <w:r w:rsidRPr="00E9510F">
              <w:t>  </w:t>
            </w:r>
            <w:r w:rsidRPr="0042207F">
              <w:rPr>
                <w:rtl/>
              </w:rPr>
              <w:t>و</w:t>
            </w:r>
            <w:r w:rsidRPr="00E9510F">
              <w:t>  </w:t>
            </w:r>
            <w:r w:rsidRPr="0042207F">
              <w:rPr>
                <w:rtl/>
              </w:rPr>
              <w:t>بلا</w:t>
            </w:r>
            <w:r w:rsidRPr="00E9510F">
              <w:t>  </w:t>
            </w:r>
            <w:r w:rsidRPr="0042207F">
              <w:rPr>
                <w:rtl/>
              </w:rPr>
              <w:t>میں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گزرا</w:t>
            </w:r>
            <w:r w:rsidRPr="00E9510F">
              <w:t>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t> </w:t>
            </w:r>
            <w:r w:rsidRPr="0042207F">
              <w:rPr>
                <w:rtl/>
              </w:rPr>
              <w:t>وقت</w:t>
            </w:r>
            <w:r w:rsidRPr="00E9510F">
              <w:t>    </w:t>
            </w:r>
            <w:r w:rsidRPr="0042207F">
              <w:rPr>
                <w:rtl/>
              </w:rPr>
              <w:t>باقی</w:t>
            </w:r>
            <w:r w:rsidRPr="00E9510F">
              <w:t>    </w:t>
            </w:r>
            <w:r w:rsidRPr="0042207F">
              <w:rPr>
                <w:rtl/>
              </w:rPr>
              <w:t>کا</w:t>
            </w:r>
            <w:r w:rsidRPr="00E9510F">
              <w:t>    </w:t>
            </w:r>
            <w:r w:rsidRPr="0042207F">
              <w:rPr>
                <w:rtl/>
              </w:rPr>
              <w:t>عباداتِ</w:t>
            </w:r>
            <w:r w:rsidRPr="00E9510F">
              <w:t>   </w:t>
            </w:r>
            <w:r w:rsidRPr="0042207F">
              <w:rPr>
                <w:rtl/>
              </w:rPr>
              <w:t>خدا</w:t>
            </w:r>
            <w:r w:rsidRPr="00E9510F">
              <w:t>   </w:t>
            </w:r>
            <w:r w:rsidRPr="0042207F">
              <w:rPr>
                <w:rtl/>
              </w:rPr>
              <w:t>میں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گزرا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کبھی</w:t>
            </w:r>
            <w:r w:rsidRPr="00E9510F">
              <w:t>   </w:t>
            </w:r>
            <w:r>
              <w:rPr>
                <w:rtl/>
              </w:rPr>
              <w:t>رونے</w:t>
            </w:r>
            <w:r w:rsidRPr="00E9510F">
              <w:t>   </w:t>
            </w:r>
            <w:r>
              <w:rPr>
                <w:rtl/>
              </w:rPr>
              <w:t>میں</w:t>
            </w:r>
            <w:r w:rsidRPr="00E9510F">
              <w:t>  </w:t>
            </w:r>
            <w:r>
              <w:rPr>
                <w:rtl/>
              </w:rPr>
              <w:t>کبھی</w:t>
            </w:r>
            <w:r w:rsidRPr="00E9510F">
              <w:t>  </w:t>
            </w:r>
            <w:r>
              <w:rPr>
                <w:rtl/>
              </w:rPr>
              <w:t>آہ</w:t>
            </w:r>
            <w:r w:rsidRPr="00E9510F">
              <w:t>  </w:t>
            </w:r>
            <w:r>
              <w:rPr>
                <w:rtl/>
              </w:rPr>
              <w:t>و</w:t>
            </w:r>
            <w:r w:rsidRPr="00E9510F">
              <w:t>  </w:t>
            </w:r>
            <w:r>
              <w:rPr>
                <w:rtl/>
              </w:rPr>
              <w:t>بکا</w:t>
            </w:r>
            <w:r w:rsidRPr="00E9510F">
              <w:t>  </w:t>
            </w:r>
            <w:r>
              <w:rPr>
                <w:rtl/>
              </w:rPr>
              <w:t>میں</w:t>
            </w:r>
            <w:r w:rsidRPr="00E9510F">
              <w:t>  </w:t>
            </w:r>
            <w:r>
              <w:rPr>
                <w:rtl/>
              </w:rPr>
              <w:t>کاٹے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t>   </w:t>
            </w:r>
            <w:r w:rsidRPr="0042207F">
              <w:rPr>
                <w:rtl/>
              </w:rPr>
              <w:t>آخری</w:t>
            </w:r>
            <w:r w:rsidRPr="00E9510F">
              <w:t>  </w:t>
            </w:r>
            <w:r w:rsidRPr="0042207F">
              <w:rPr>
                <w:rtl/>
              </w:rPr>
              <w:t>زیست</w:t>
            </w:r>
            <w:r w:rsidRPr="00E9510F">
              <w:t>  </w:t>
            </w:r>
            <w:r w:rsidRPr="0042207F">
              <w:rPr>
                <w:rtl/>
              </w:rPr>
              <w:t>کے</w:t>
            </w:r>
            <w:r w:rsidRPr="00E9510F">
              <w:t>  </w:t>
            </w:r>
            <w:r w:rsidRPr="0042207F">
              <w:rPr>
                <w:rtl/>
              </w:rPr>
              <w:t>دن</w:t>
            </w:r>
            <w:r w:rsidRPr="00E9510F">
              <w:t>  </w:t>
            </w:r>
            <w:r w:rsidRPr="0042207F">
              <w:rPr>
                <w:rtl/>
              </w:rPr>
              <w:t>جور</w:t>
            </w:r>
            <w:r w:rsidRPr="00E9510F">
              <w:t>  </w:t>
            </w:r>
            <w:r w:rsidRPr="0042207F">
              <w:rPr>
                <w:rtl/>
              </w:rPr>
              <w:t>و</w:t>
            </w:r>
            <w:r w:rsidRPr="00E9510F">
              <w:t>  </w:t>
            </w:r>
            <w:r w:rsidRPr="0042207F">
              <w:rPr>
                <w:rtl/>
              </w:rPr>
              <w:t>جفا</w:t>
            </w:r>
            <w:r w:rsidRPr="00E9510F">
              <w:t> </w:t>
            </w:r>
            <w:r w:rsidRPr="0042207F">
              <w:rPr>
                <w:rtl/>
              </w:rPr>
              <w:t>میں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کاٹے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728"/>
        <w:gridCol w:w="337"/>
        <w:gridCol w:w="4682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دن</w:t>
            </w:r>
            <w:r w:rsidRPr="00E9510F">
              <w:t>  </w:t>
            </w:r>
            <w:r w:rsidRPr="0042207F">
              <w:rPr>
                <w:rtl/>
              </w:rPr>
              <w:t>بدن</w:t>
            </w:r>
            <w:r w:rsidRPr="00E9510F">
              <w:t>  </w:t>
            </w:r>
            <w:r w:rsidRPr="0042207F">
              <w:rPr>
                <w:rtl/>
              </w:rPr>
              <w:t>مرض</w:t>
            </w:r>
            <w:r w:rsidRPr="00E9510F">
              <w:t>  </w:t>
            </w:r>
            <w:r w:rsidRPr="0042207F">
              <w:rPr>
                <w:rtl/>
              </w:rPr>
              <w:t>بڑھا</w:t>
            </w:r>
            <w:r w:rsidRPr="00E9510F">
              <w:t>  </w:t>
            </w:r>
            <w:r w:rsidRPr="0042207F">
              <w:rPr>
                <w:rtl/>
              </w:rPr>
              <w:t>خون</w:t>
            </w:r>
            <w:r w:rsidRPr="00E9510F">
              <w:t>  </w:t>
            </w:r>
            <w:r w:rsidRPr="0042207F">
              <w:rPr>
                <w:rtl/>
              </w:rPr>
              <w:t>گھٹا</w:t>
            </w:r>
            <w:r w:rsidRPr="00E9510F">
              <w:t>  </w:t>
            </w:r>
            <w:r w:rsidRPr="0042207F">
              <w:rPr>
                <w:rtl/>
              </w:rPr>
              <w:t>ضعف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ہوا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 w:rsidRPr="00E9510F">
              <w:t> </w:t>
            </w:r>
            <w:r>
              <w:rPr>
                <w:rtl/>
              </w:rPr>
              <w:t>باتیں</w:t>
            </w:r>
            <w:r w:rsidRPr="00E9510F">
              <w:t>  </w:t>
            </w:r>
            <w:r>
              <w:rPr>
                <w:rtl/>
              </w:rPr>
              <w:t>کرنے</w:t>
            </w:r>
            <w:r w:rsidRPr="00E9510F">
              <w:t>  </w:t>
            </w:r>
            <w:r>
              <w:rPr>
                <w:rtl/>
              </w:rPr>
              <w:t>میں</w:t>
            </w:r>
            <w:r w:rsidRPr="00E9510F">
              <w:t>  </w:t>
            </w:r>
            <w:r>
              <w:rPr>
                <w:rtl/>
              </w:rPr>
              <w:t>الٹنے</w:t>
            </w:r>
            <w:r w:rsidRPr="00E9510F">
              <w:t>  </w:t>
            </w:r>
            <w:r>
              <w:rPr>
                <w:rtl/>
              </w:rPr>
              <w:t>لگا</w:t>
            </w:r>
            <w:r w:rsidRPr="00E9510F">
              <w:t>  </w:t>
            </w:r>
            <w:r>
              <w:rPr>
                <w:rtl/>
              </w:rPr>
              <w:t>دم</w:t>
            </w:r>
            <w:r w:rsidRPr="00E9510F">
              <w:t>  </w:t>
            </w:r>
            <w:r>
              <w:rPr>
                <w:rtl/>
              </w:rPr>
              <w:t>حد</w:t>
            </w:r>
            <w:r w:rsidRPr="00E9510F">
              <w:t>  </w:t>
            </w:r>
            <w:r>
              <w:rPr>
                <w:rtl/>
              </w:rPr>
              <w:t>سے</w:t>
            </w:r>
            <w:r w:rsidRPr="00E9510F">
              <w:t> </w:t>
            </w:r>
            <w:r>
              <w:rPr>
                <w:rtl/>
              </w:rPr>
              <w:t>سوا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رات</w:t>
            </w:r>
            <w:r w:rsidRPr="00E9510F">
              <w:t>  </w:t>
            </w:r>
            <w:r>
              <w:rPr>
                <w:rtl/>
              </w:rPr>
              <w:t>بے</w:t>
            </w:r>
            <w:r w:rsidRPr="00E9510F">
              <w:t> </w:t>
            </w:r>
            <w:r>
              <w:rPr>
                <w:rtl/>
              </w:rPr>
              <w:t>چینی</w:t>
            </w:r>
            <w:r w:rsidRPr="00E9510F">
              <w:t> </w:t>
            </w:r>
            <w:r>
              <w:rPr>
                <w:rtl/>
              </w:rPr>
              <w:t>میں</w:t>
            </w:r>
            <w:r w:rsidRPr="00E9510F">
              <w:t> </w:t>
            </w:r>
            <w:r>
              <w:rPr>
                <w:rtl/>
              </w:rPr>
              <w:t>دن</w:t>
            </w:r>
            <w:r w:rsidRPr="00E9510F">
              <w:t> </w:t>
            </w:r>
            <w:r>
              <w:rPr>
                <w:rtl/>
              </w:rPr>
              <w:t>کرب</w:t>
            </w:r>
            <w:r w:rsidRPr="00E9510F">
              <w:t> </w:t>
            </w:r>
            <w:r>
              <w:rPr>
                <w:rtl/>
              </w:rPr>
              <w:t>میں</w:t>
            </w:r>
            <w:r w:rsidRPr="00E9510F">
              <w:t> </w:t>
            </w:r>
            <w:r>
              <w:rPr>
                <w:rtl/>
              </w:rPr>
              <w:t>سارا</w:t>
            </w:r>
            <w:r w:rsidRPr="00E9510F">
              <w:t> </w:t>
            </w:r>
            <w:r>
              <w:rPr>
                <w:rtl/>
              </w:rPr>
              <w:t>گزرا</w:t>
            </w:r>
            <w:r w:rsidRPr="00E9510F">
              <w:t> 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t>  </w:t>
            </w:r>
            <w:r w:rsidRPr="0042207F">
              <w:rPr>
                <w:rtl/>
              </w:rPr>
              <w:t>آہ</w:t>
            </w:r>
            <w:r w:rsidRPr="00E9510F">
              <w:t>   </w:t>
            </w:r>
            <w:r w:rsidRPr="0042207F">
              <w:rPr>
                <w:rtl/>
              </w:rPr>
              <w:t>لب</w:t>
            </w:r>
            <w:r w:rsidRPr="00E9510F">
              <w:t>   </w:t>
            </w:r>
            <w:r w:rsidRPr="0042207F">
              <w:rPr>
                <w:rtl/>
              </w:rPr>
              <w:t>تک</w:t>
            </w:r>
            <w:r w:rsidRPr="00E9510F">
              <w:t>   </w:t>
            </w:r>
            <w:r w:rsidRPr="0042207F">
              <w:rPr>
                <w:rtl/>
              </w:rPr>
              <w:t>کبھی</w:t>
            </w:r>
            <w:r w:rsidRPr="00E9510F">
              <w:t>   </w:t>
            </w:r>
            <w:r w:rsidRPr="0042207F">
              <w:rPr>
                <w:rtl/>
              </w:rPr>
              <w:t>آئی</w:t>
            </w:r>
            <w:r w:rsidRPr="00E9510F">
              <w:t>   </w:t>
            </w:r>
            <w:r w:rsidRPr="0042207F">
              <w:rPr>
                <w:rtl/>
              </w:rPr>
              <w:t>تو</w:t>
            </w:r>
            <w:r w:rsidRPr="00E9510F">
              <w:t>  </w:t>
            </w:r>
            <w:r w:rsidRPr="0042207F">
              <w:rPr>
                <w:rtl/>
              </w:rPr>
              <w:t>کبھی</w:t>
            </w:r>
            <w:r w:rsidRPr="00E9510F">
              <w:t>  </w:t>
            </w:r>
            <w:r w:rsidRPr="0042207F">
              <w:rPr>
                <w:rtl/>
              </w:rPr>
              <w:t>غش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آیا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اشک</w:t>
            </w:r>
            <w:r w:rsidRPr="00E9510F">
              <w:t> </w:t>
            </w:r>
            <w:r w:rsidRPr="0042207F">
              <w:rPr>
                <w:rtl/>
              </w:rPr>
              <w:t>باری</w:t>
            </w:r>
            <w:r w:rsidRPr="00E9510F">
              <w:t> </w:t>
            </w:r>
            <w:r w:rsidRPr="0042207F">
              <w:rPr>
                <w:rtl/>
              </w:rPr>
              <w:t>سے</w:t>
            </w:r>
            <w:r w:rsidRPr="00E9510F">
              <w:t> </w:t>
            </w:r>
            <w:r w:rsidRPr="0042207F">
              <w:rPr>
                <w:rtl/>
              </w:rPr>
              <w:t>کسی</w:t>
            </w:r>
            <w:r w:rsidRPr="00E9510F">
              <w:t> </w:t>
            </w:r>
            <w:r w:rsidRPr="0042207F">
              <w:rPr>
                <w:rtl/>
              </w:rPr>
              <w:t>وقت</w:t>
            </w:r>
            <w:r w:rsidRPr="00E9510F">
              <w:t> </w:t>
            </w:r>
            <w:r w:rsidRPr="0042207F">
              <w:rPr>
                <w:rtl/>
              </w:rPr>
              <w:t>بھی</w:t>
            </w:r>
            <w:r w:rsidRPr="00E9510F">
              <w:t> </w:t>
            </w:r>
            <w:r w:rsidRPr="0042207F">
              <w:rPr>
                <w:rtl/>
              </w:rPr>
              <w:t>فرصت</w:t>
            </w:r>
            <w:r w:rsidRPr="00E9510F">
              <w:t> </w:t>
            </w:r>
            <w:r w:rsidRPr="0042207F">
              <w:rPr>
                <w:rtl/>
              </w:rPr>
              <w:t>نہ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ملی</w:t>
            </w:r>
            <w:r w:rsidRPr="00E9510F">
              <w:t>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باپ</w:t>
            </w:r>
            <w:r w:rsidRPr="00E9510F">
              <w:t>   </w:t>
            </w:r>
            <w:r w:rsidRPr="0042207F">
              <w:rPr>
                <w:rtl/>
              </w:rPr>
              <w:t>کے</w:t>
            </w:r>
            <w:r w:rsidRPr="00E9510F">
              <w:t>   </w:t>
            </w:r>
            <w:r w:rsidRPr="0042207F">
              <w:rPr>
                <w:rtl/>
              </w:rPr>
              <w:t>بعد</w:t>
            </w:r>
            <w:r w:rsidRPr="00E9510F">
              <w:t>  </w:t>
            </w:r>
            <w:r w:rsidRPr="0042207F">
              <w:rPr>
                <w:rtl/>
              </w:rPr>
              <w:t>زمانے</w:t>
            </w:r>
            <w:r w:rsidRPr="00E9510F">
              <w:t>  </w:t>
            </w:r>
            <w:r w:rsidRPr="0042207F">
              <w:rPr>
                <w:rtl/>
              </w:rPr>
              <w:t>میں</w:t>
            </w:r>
            <w:r w:rsidRPr="00E9510F">
              <w:t>  </w:t>
            </w:r>
            <w:r w:rsidRPr="0042207F">
              <w:rPr>
                <w:rtl/>
              </w:rPr>
              <w:t>طبیعت</w:t>
            </w:r>
            <w:r w:rsidRPr="00E9510F">
              <w:t>  </w:t>
            </w:r>
            <w:r w:rsidRPr="0042207F">
              <w:rPr>
                <w:rtl/>
              </w:rPr>
              <w:t>نہ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لگی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728"/>
        <w:gridCol w:w="337"/>
        <w:gridCol w:w="4682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کر</w:t>
            </w:r>
            <w:r w:rsidRPr="00E9510F">
              <w:t>   </w:t>
            </w:r>
            <w:r w:rsidRPr="0042207F">
              <w:rPr>
                <w:rtl/>
              </w:rPr>
              <w:t>دیا</w:t>
            </w:r>
            <w:r w:rsidRPr="00E9510F">
              <w:t>   </w:t>
            </w:r>
            <w:r w:rsidRPr="0042207F">
              <w:rPr>
                <w:rtl/>
              </w:rPr>
              <w:t>ضعف</w:t>
            </w:r>
            <w:r w:rsidRPr="00E9510F">
              <w:t>   </w:t>
            </w:r>
            <w:r w:rsidRPr="0042207F">
              <w:rPr>
                <w:rtl/>
              </w:rPr>
              <w:t>و</w:t>
            </w:r>
            <w:r w:rsidRPr="00E9510F">
              <w:t>   </w:t>
            </w:r>
            <w:r w:rsidRPr="0042207F">
              <w:rPr>
                <w:rtl/>
              </w:rPr>
              <w:t>نقاہت</w:t>
            </w:r>
            <w:r w:rsidRPr="00E9510F">
              <w:t>   </w:t>
            </w:r>
            <w:r w:rsidRPr="0042207F">
              <w:rPr>
                <w:rtl/>
              </w:rPr>
              <w:t>نے</w:t>
            </w:r>
            <w:r w:rsidRPr="00E9510F">
              <w:t>  </w:t>
            </w:r>
            <w:r w:rsidRPr="0042207F">
              <w:rPr>
                <w:rtl/>
              </w:rPr>
              <w:t>تکلم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دشوار</w:t>
            </w:r>
            <w:r w:rsidRPr="00E9510F">
              <w:t>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چین</w:t>
            </w:r>
            <w:r w:rsidRPr="00E9510F">
              <w:t>   </w:t>
            </w:r>
            <w:r>
              <w:rPr>
                <w:rtl/>
              </w:rPr>
              <w:t>دل</w:t>
            </w:r>
            <w:r w:rsidRPr="00E9510F">
              <w:t>  </w:t>
            </w:r>
            <w:r>
              <w:rPr>
                <w:rtl/>
              </w:rPr>
              <w:t>کو</w:t>
            </w:r>
            <w:r w:rsidRPr="00E9510F">
              <w:t>  </w:t>
            </w:r>
            <w:r>
              <w:rPr>
                <w:rtl/>
              </w:rPr>
              <w:t>کبھی</w:t>
            </w:r>
            <w:r w:rsidRPr="00E9510F">
              <w:t>  </w:t>
            </w:r>
            <w:r>
              <w:rPr>
                <w:rtl/>
              </w:rPr>
              <w:t>ملتا</w:t>
            </w:r>
            <w:r w:rsidRPr="00E9510F">
              <w:t>  </w:t>
            </w:r>
            <w:r>
              <w:rPr>
                <w:rtl/>
              </w:rPr>
              <w:t>نہ</w:t>
            </w:r>
            <w:r w:rsidRPr="00E9510F">
              <w:t>  </w:t>
            </w:r>
            <w:r>
              <w:rPr>
                <w:rtl/>
              </w:rPr>
              <w:t>تھا</w:t>
            </w:r>
            <w:r w:rsidRPr="00E9510F">
              <w:t>  </w:t>
            </w:r>
            <w:r>
              <w:rPr>
                <w:rtl/>
              </w:rPr>
              <w:t>شب</w:t>
            </w:r>
            <w:r w:rsidRPr="00E9510F">
              <w:t>  </w:t>
            </w:r>
            <w:r>
              <w:rPr>
                <w:rtl/>
              </w:rPr>
              <w:t>کو</w:t>
            </w:r>
            <w:r w:rsidRPr="00E9510F">
              <w:t>  </w:t>
            </w:r>
            <w:r>
              <w:rPr>
                <w:rtl/>
              </w:rPr>
              <w:t>قرار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غش</w:t>
            </w:r>
            <w:r w:rsidRPr="00E9510F">
              <w:t>  </w:t>
            </w:r>
            <w:r>
              <w:rPr>
                <w:rtl/>
              </w:rPr>
              <w:t>پہ</w:t>
            </w:r>
            <w:r w:rsidRPr="00E9510F">
              <w:t> </w:t>
            </w:r>
            <w:r>
              <w:rPr>
                <w:rtl/>
              </w:rPr>
              <w:t>غش</w:t>
            </w:r>
            <w:r w:rsidRPr="00E9510F">
              <w:t> </w:t>
            </w:r>
            <w:r>
              <w:rPr>
                <w:rtl/>
              </w:rPr>
              <w:t>آ</w:t>
            </w:r>
            <w:r w:rsidRPr="00E9510F">
              <w:t> </w:t>
            </w:r>
            <w:r>
              <w:rPr>
                <w:rtl/>
              </w:rPr>
              <w:t>گئے</w:t>
            </w:r>
            <w:r w:rsidRPr="00E9510F">
              <w:t> </w:t>
            </w:r>
            <w:r>
              <w:rPr>
                <w:rtl/>
              </w:rPr>
              <w:t>کروٹ</w:t>
            </w:r>
            <w:r w:rsidRPr="00E9510F">
              <w:t> </w:t>
            </w:r>
            <w:r>
              <w:rPr>
                <w:rtl/>
              </w:rPr>
              <w:t>جو</w:t>
            </w:r>
            <w:r w:rsidRPr="00E9510F">
              <w:t> </w:t>
            </w:r>
            <w:r>
              <w:rPr>
                <w:rtl/>
              </w:rPr>
              <w:t>کبھی</w:t>
            </w:r>
            <w:r w:rsidRPr="00E9510F">
              <w:t> </w:t>
            </w:r>
            <w:r>
              <w:rPr>
                <w:rtl/>
              </w:rPr>
              <w:t>لی</w:t>
            </w:r>
            <w:r w:rsidRPr="00E9510F">
              <w:t> </w:t>
            </w:r>
            <w:r>
              <w:rPr>
                <w:rtl/>
              </w:rPr>
              <w:t>اک</w:t>
            </w:r>
            <w:r w:rsidRPr="00E9510F">
              <w:t> </w:t>
            </w:r>
            <w:r>
              <w:rPr>
                <w:rtl/>
              </w:rPr>
              <w:t>بار</w:t>
            </w:r>
            <w:r w:rsidRPr="00E9510F">
              <w:t>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 w:rsidRPr="00E9510F">
              <w:t>   </w:t>
            </w:r>
            <w:r>
              <w:rPr>
                <w:rtl/>
              </w:rPr>
              <w:t>آخرش</w:t>
            </w:r>
            <w:r w:rsidRPr="00E9510F">
              <w:t>   </w:t>
            </w:r>
            <w:r>
              <w:rPr>
                <w:rtl/>
              </w:rPr>
              <w:t>موت</w:t>
            </w:r>
            <w:r w:rsidRPr="00E9510F">
              <w:t>   </w:t>
            </w:r>
            <w:r>
              <w:rPr>
                <w:rtl/>
              </w:rPr>
              <w:t>کے</w:t>
            </w:r>
            <w:r w:rsidRPr="00E9510F">
              <w:t>   </w:t>
            </w:r>
            <w:r>
              <w:rPr>
                <w:rtl/>
              </w:rPr>
              <w:t>جو</w:t>
            </w:r>
            <w:r w:rsidRPr="00E9510F">
              <w:t>   </w:t>
            </w:r>
            <w:r>
              <w:rPr>
                <w:rtl/>
              </w:rPr>
              <w:t>ہو</w:t>
            </w:r>
            <w:r w:rsidRPr="00E9510F">
              <w:t>   </w:t>
            </w:r>
            <w:r>
              <w:rPr>
                <w:rtl/>
              </w:rPr>
              <w:t>گئے</w:t>
            </w:r>
            <w:r w:rsidRPr="00E9510F">
              <w:t>  </w:t>
            </w:r>
            <w:r>
              <w:rPr>
                <w:rtl/>
              </w:rPr>
              <w:t>ظاہر</w:t>
            </w:r>
            <w:r w:rsidRPr="00E9510F">
              <w:t>  </w:t>
            </w:r>
            <w:r>
              <w:rPr>
                <w:rtl/>
              </w:rPr>
              <w:t>آثار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lastRenderedPageBreak/>
              <w:t>جمع</w:t>
            </w:r>
            <w:r w:rsidRPr="00E9510F">
              <w:t>   </w:t>
            </w:r>
            <w:r w:rsidRPr="0042207F">
              <w:rPr>
                <w:rtl/>
              </w:rPr>
              <w:t>بچوں</w:t>
            </w:r>
            <w:r w:rsidRPr="00E9510F">
              <w:t>   </w:t>
            </w:r>
            <w:r w:rsidRPr="0042207F">
              <w:rPr>
                <w:rtl/>
              </w:rPr>
              <w:t>کو</w:t>
            </w:r>
            <w:r w:rsidRPr="00E9510F">
              <w:t>   </w:t>
            </w:r>
            <w:r w:rsidRPr="0042207F">
              <w:rPr>
                <w:rtl/>
              </w:rPr>
              <w:t>کیا</w:t>
            </w:r>
            <w:r w:rsidRPr="00E9510F">
              <w:t>   </w:t>
            </w:r>
            <w:r w:rsidRPr="0042207F">
              <w:rPr>
                <w:rtl/>
              </w:rPr>
              <w:t>پند</w:t>
            </w:r>
            <w:r w:rsidRPr="00E9510F">
              <w:t>  </w:t>
            </w:r>
            <w:r w:rsidRPr="0042207F">
              <w:rPr>
                <w:rtl/>
              </w:rPr>
              <w:t>و</w:t>
            </w:r>
            <w:r w:rsidRPr="00E9510F">
              <w:t>  </w:t>
            </w:r>
            <w:r w:rsidRPr="0042207F">
              <w:rPr>
                <w:rtl/>
              </w:rPr>
              <w:t>نصیحت</w:t>
            </w:r>
            <w:r w:rsidRPr="00E9510F">
              <w:t>  </w:t>
            </w:r>
            <w:r w:rsidRPr="0042207F">
              <w:rPr>
                <w:rtl/>
              </w:rPr>
              <w:t>کے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لیے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t> </w:t>
            </w:r>
            <w:r w:rsidRPr="0042207F">
              <w:rPr>
                <w:rtl/>
              </w:rPr>
              <w:t>پاس</w:t>
            </w:r>
            <w:r w:rsidRPr="00E9510F">
              <w:t>   </w:t>
            </w:r>
            <w:r w:rsidRPr="0042207F">
              <w:rPr>
                <w:rtl/>
              </w:rPr>
              <w:t>حیدرؑ</w:t>
            </w:r>
            <w:r w:rsidRPr="00E9510F">
              <w:t>   </w:t>
            </w:r>
            <w:r w:rsidRPr="0042207F">
              <w:rPr>
                <w:rtl/>
              </w:rPr>
              <w:t>کو</w:t>
            </w:r>
            <w:r w:rsidRPr="00E9510F">
              <w:t>  </w:t>
            </w:r>
            <w:r w:rsidRPr="0042207F">
              <w:rPr>
                <w:rtl/>
              </w:rPr>
              <w:t>بھی</w:t>
            </w:r>
            <w:r w:rsidRPr="00E9510F">
              <w:t>  </w:t>
            </w:r>
            <w:r w:rsidRPr="0042207F">
              <w:rPr>
                <w:rtl/>
              </w:rPr>
              <w:t>بلوایا</w:t>
            </w:r>
            <w:r w:rsidRPr="00E9510F">
              <w:t>  </w:t>
            </w:r>
            <w:r w:rsidRPr="0042207F">
              <w:rPr>
                <w:rtl/>
              </w:rPr>
              <w:t>وصیت</w:t>
            </w:r>
            <w:r w:rsidRPr="00E9510F">
              <w:t>  </w:t>
            </w:r>
            <w:r w:rsidRPr="0042207F">
              <w:rPr>
                <w:rtl/>
              </w:rPr>
              <w:t>کے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لیے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587"/>
        <w:gridCol w:w="293"/>
        <w:gridCol w:w="4867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بولی</w:t>
            </w:r>
            <w:r w:rsidRPr="00E9510F">
              <w:t>   </w:t>
            </w:r>
            <w:r>
              <w:rPr>
                <w:rtl/>
              </w:rPr>
              <w:t>زینبؑ</w:t>
            </w:r>
            <w:r w:rsidRPr="00E9510F">
              <w:t>   </w:t>
            </w:r>
            <w:r>
              <w:rPr>
                <w:rtl/>
              </w:rPr>
              <w:t>سے</w:t>
            </w:r>
            <w:r w:rsidRPr="00E9510F">
              <w:t>  </w:t>
            </w:r>
            <w:r>
              <w:rPr>
                <w:rtl/>
              </w:rPr>
              <w:t>وہ</w:t>
            </w:r>
            <w:r w:rsidRPr="00E9510F">
              <w:t>  </w:t>
            </w:r>
            <w:r>
              <w:rPr>
                <w:rtl/>
              </w:rPr>
              <w:t>ناموس</w:t>
            </w:r>
            <w:r w:rsidRPr="00E9510F">
              <w:t>  </w:t>
            </w:r>
            <w:r>
              <w:rPr>
                <w:rtl/>
              </w:rPr>
              <w:t>بدر</w:t>
            </w:r>
            <w:r w:rsidRPr="00E9510F">
              <w:t>  </w:t>
            </w:r>
            <w:r>
              <w:rPr>
                <w:rtl/>
              </w:rPr>
              <w:t>اور</w:t>
            </w:r>
            <w:r w:rsidRPr="00E9510F">
              <w:t>  </w:t>
            </w:r>
            <w:r>
              <w:rPr>
                <w:rtl/>
              </w:rPr>
              <w:t>حنین</w:t>
            </w:r>
            <w:r w:rsidRPr="00E9510F">
              <w:t>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 w:rsidRPr="00E9510F">
              <w:t> </w:t>
            </w:r>
            <w:r>
              <w:rPr>
                <w:rtl/>
              </w:rPr>
              <w:t>تجھ</w:t>
            </w:r>
            <w:r w:rsidRPr="00E9510F">
              <w:t> </w:t>
            </w:r>
            <w:r>
              <w:rPr>
                <w:rtl/>
              </w:rPr>
              <w:t>سے</w:t>
            </w:r>
            <w:r w:rsidRPr="00E9510F">
              <w:t> </w:t>
            </w:r>
            <w:r>
              <w:rPr>
                <w:rtl/>
              </w:rPr>
              <w:t>اک</w:t>
            </w:r>
            <w:r w:rsidRPr="00E9510F">
              <w:t> </w:t>
            </w:r>
            <w:r>
              <w:rPr>
                <w:rtl/>
              </w:rPr>
              <w:t>آخری</w:t>
            </w:r>
            <w:r w:rsidRPr="00E9510F">
              <w:t> </w:t>
            </w:r>
            <w:r>
              <w:rPr>
                <w:rtl/>
              </w:rPr>
              <w:t>خواہش</w:t>
            </w:r>
            <w:r w:rsidRPr="00E9510F">
              <w:t> </w:t>
            </w:r>
            <w:r>
              <w:rPr>
                <w:rtl/>
              </w:rPr>
              <w:t>ہے</w:t>
            </w:r>
            <w:r w:rsidRPr="00E9510F">
              <w:t> </w:t>
            </w:r>
            <w:r>
              <w:rPr>
                <w:rtl/>
              </w:rPr>
              <w:t>مری</w:t>
            </w:r>
            <w:r w:rsidRPr="00E9510F">
              <w:t> </w:t>
            </w:r>
            <w:r>
              <w:rPr>
                <w:rtl/>
              </w:rPr>
              <w:t>نور</w:t>
            </w:r>
            <w:r w:rsidRPr="00E9510F">
              <w:t> </w:t>
            </w:r>
            <w:r>
              <w:rPr>
                <w:rtl/>
              </w:rPr>
              <w:t>العین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پہنچے</w:t>
            </w:r>
            <w:r w:rsidRPr="00E9510F">
              <w:t>  </w:t>
            </w:r>
            <w:r w:rsidRPr="0042207F">
              <w:rPr>
                <w:rtl/>
              </w:rPr>
              <w:t>جس</w:t>
            </w:r>
            <w:r w:rsidRPr="00E9510F">
              <w:t>  </w:t>
            </w:r>
            <w:r w:rsidRPr="0042207F">
              <w:rPr>
                <w:rtl/>
              </w:rPr>
              <w:t>وقت</w:t>
            </w:r>
            <w:r w:rsidRPr="00E9510F">
              <w:t>  </w:t>
            </w:r>
            <w:r w:rsidRPr="0042207F">
              <w:rPr>
                <w:rtl/>
              </w:rPr>
              <w:t>کہ</w:t>
            </w:r>
            <w:r w:rsidRPr="00E9510F">
              <w:t>  </w:t>
            </w:r>
            <w:r w:rsidRPr="0042207F">
              <w:rPr>
                <w:rtl/>
              </w:rPr>
              <w:t>تو</w:t>
            </w:r>
            <w:r w:rsidRPr="00E9510F">
              <w:t>  </w:t>
            </w:r>
            <w:r w:rsidRPr="0042207F">
              <w:rPr>
                <w:rtl/>
              </w:rPr>
              <w:t>کرب</w:t>
            </w:r>
            <w:r w:rsidRPr="00E9510F">
              <w:t> </w:t>
            </w:r>
            <w:r w:rsidRPr="0042207F">
              <w:rPr>
                <w:rtl/>
              </w:rPr>
              <w:t>و</w:t>
            </w:r>
            <w:r w:rsidRPr="00E9510F">
              <w:t> </w:t>
            </w:r>
            <w:r w:rsidRPr="0042207F">
              <w:rPr>
                <w:rtl/>
              </w:rPr>
              <w:t>بلا</w:t>
            </w:r>
            <w:r w:rsidRPr="00E9510F">
              <w:t> </w:t>
            </w:r>
            <w:r w:rsidRPr="0042207F">
              <w:rPr>
                <w:rtl/>
              </w:rPr>
              <w:t>کے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مابین</w:t>
            </w:r>
            <w:r w:rsidRPr="00E9510F">
              <w:t> 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 w:rsidRPr="00E9510F">
              <w:t> </w:t>
            </w:r>
            <w:r>
              <w:rPr>
                <w:rtl/>
              </w:rPr>
              <w:t>اور</w:t>
            </w:r>
            <w:r w:rsidRPr="00E9510F">
              <w:t>  </w:t>
            </w:r>
            <w:r>
              <w:rPr>
                <w:rtl/>
              </w:rPr>
              <w:t>پاس</w:t>
            </w:r>
            <w:r w:rsidRPr="00E9510F">
              <w:t> </w:t>
            </w:r>
            <w:r>
              <w:rPr>
                <w:rtl/>
              </w:rPr>
              <w:t>آئے</w:t>
            </w:r>
            <w:r w:rsidRPr="00E9510F">
              <w:t> </w:t>
            </w:r>
            <w:r>
              <w:rPr>
                <w:rtl/>
              </w:rPr>
              <w:t>تیرے</w:t>
            </w:r>
            <w:r w:rsidRPr="00E9510F">
              <w:t> </w:t>
            </w:r>
            <w:r>
              <w:rPr>
                <w:rtl/>
              </w:rPr>
              <w:t>آخری</w:t>
            </w:r>
            <w:r w:rsidRPr="00E9510F">
              <w:t> </w:t>
            </w:r>
            <w:r>
              <w:rPr>
                <w:rtl/>
              </w:rPr>
              <w:t>رخصت</w:t>
            </w:r>
            <w:r w:rsidRPr="00E9510F">
              <w:t> </w:t>
            </w:r>
            <w:r>
              <w:rPr>
                <w:rtl/>
              </w:rPr>
              <w:t>کو</w:t>
            </w:r>
            <w:r w:rsidRPr="00E9510F">
              <w:t> </w:t>
            </w:r>
            <w:r>
              <w:rPr>
                <w:rtl/>
              </w:rPr>
              <w:t>حسینؑ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صدقہ</w:t>
            </w:r>
            <w:r w:rsidRPr="00E9510F">
              <w:t>   </w:t>
            </w:r>
            <w:r w:rsidRPr="0042207F">
              <w:rPr>
                <w:rtl/>
              </w:rPr>
              <w:t>جاؤں</w:t>
            </w:r>
            <w:r w:rsidRPr="00E9510F">
              <w:t>   </w:t>
            </w:r>
            <w:r w:rsidRPr="0042207F">
              <w:rPr>
                <w:rtl/>
              </w:rPr>
              <w:t>نہ</w:t>
            </w:r>
            <w:r w:rsidRPr="00E9510F">
              <w:t>   </w:t>
            </w:r>
            <w:r w:rsidRPr="0042207F">
              <w:rPr>
                <w:rtl/>
              </w:rPr>
              <w:t>کہا</w:t>
            </w:r>
            <w:r w:rsidRPr="00E9510F">
              <w:t>   </w:t>
            </w:r>
            <w:r w:rsidRPr="0042207F">
              <w:rPr>
                <w:rtl/>
              </w:rPr>
              <w:t>بھولیو</w:t>
            </w:r>
            <w:r w:rsidRPr="00E9510F">
              <w:t>   </w:t>
            </w:r>
            <w:r w:rsidRPr="0042207F">
              <w:rPr>
                <w:rtl/>
              </w:rPr>
              <w:t>اس</w:t>
            </w:r>
            <w:r w:rsidRPr="00E9510F">
              <w:t>   </w:t>
            </w:r>
            <w:r w:rsidRPr="0042207F">
              <w:rPr>
                <w:rtl/>
              </w:rPr>
              <w:t>دائی</w:t>
            </w:r>
            <w:r w:rsidRPr="00E9510F">
              <w:t>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کا</w:t>
            </w:r>
            <w:r w:rsidRPr="00E9510F">
              <w:t>   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چوم</w:t>
            </w:r>
            <w:r w:rsidRPr="00E9510F">
              <w:t>    </w:t>
            </w:r>
            <w:r>
              <w:rPr>
                <w:rtl/>
              </w:rPr>
              <w:t>لینا</w:t>
            </w:r>
            <w:r w:rsidRPr="00E9510F">
              <w:t>   </w:t>
            </w:r>
            <w:r>
              <w:rPr>
                <w:rtl/>
              </w:rPr>
              <w:t>مری</w:t>
            </w:r>
            <w:r w:rsidRPr="00E9510F">
              <w:t>   </w:t>
            </w:r>
            <w:r>
              <w:rPr>
                <w:rtl/>
              </w:rPr>
              <w:t>جانب</w:t>
            </w:r>
            <w:r w:rsidRPr="00E9510F">
              <w:t>   </w:t>
            </w:r>
            <w:r>
              <w:rPr>
                <w:rtl/>
              </w:rPr>
              <w:t>سے</w:t>
            </w:r>
            <w:r w:rsidRPr="00E9510F">
              <w:t>   </w:t>
            </w:r>
            <w:r>
              <w:rPr>
                <w:rtl/>
              </w:rPr>
              <w:t>گلا</w:t>
            </w:r>
            <w:r w:rsidRPr="00E9510F">
              <w:t>   </w:t>
            </w:r>
            <w:r>
              <w:rPr>
                <w:rtl/>
              </w:rPr>
              <w:t>بھائی</w:t>
            </w:r>
            <w:r w:rsidRPr="00E9510F">
              <w:t>   </w:t>
            </w:r>
            <w:r>
              <w:rPr>
                <w:rtl/>
              </w:rPr>
              <w:t>کا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</w:rPr>
      </w:pPr>
    </w:p>
    <w:p w:rsidR="00E526CC" w:rsidRPr="00530925" w:rsidRDefault="00E526CC" w:rsidP="007759D6">
      <w:pPr>
        <w:pStyle w:val="Heading2Center"/>
      </w:pPr>
      <w:bookmarkStart w:id="13" w:name="_Toc505082506"/>
      <w:r w:rsidRPr="00530925">
        <w:rPr>
          <w:rtl/>
        </w:rPr>
        <w:t>پھر کہا فخر امامت سے کہ اے شاہِ ہُدا</w:t>
      </w:r>
      <w:r w:rsidRPr="00530925">
        <w:br/>
      </w:r>
      <w:r w:rsidR="007759D6">
        <w:rPr>
          <w:rFonts w:hint="cs"/>
          <w:rtl/>
        </w:rPr>
        <w:t xml:space="preserve">-  </w:t>
      </w:r>
      <w:r w:rsidR="007759D6" w:rsidRPr="00530925">
        <w:rPr>
          <w:rtl/>
        </w:rPr>
        <w:t>تا</w:t>
      </w:r>
      <w:r w:rsidR="007759D6">
        <w:rPr>
          <w:rFonts w:hint="cs"/>
          <w:rtl/>
        </w:rPr>
        <w:t xml:space="preserve">  -</w:t>
      </w:r>
      <w:r w:rsidR="007759D6" w:rsidRPr="00530925">
        <w:br/>
      </w:r>
      <w:r w:rsidRPr="00530925">
        <w:rPr>
          <w:rtl/>
        </w:rPr>
        <w:t>یہ جو روئے گا تو مرقد سے نکل آؤں گی</w:t>
      </w:r>
      <w:bookmarkEnd w:id="13"/>
    </w:p>
    <w:p w:rsidR="00E526CC" w:rsidRDefault="00E526CC" w:rsidP="00E526CC">
      <w:pPr>
        <w:pStyle w:val="libNormal"/>
        <w:rPr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692"/>
        <w:gridCol w:w="250"/>
        <w:gridCol w:w="4805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پھر</w:t>
            </w:r>
            <w:r w:rsidRPr="00E9510F">
              <w:t>   </w:t>
            </w:r>
            <w:r w:rsidRPr="0042207F">
              <w:rPr>
                <w:rtl/>
              </w:rPr>
              <w:t>کہا</w:t>
            </w:r>
            <w:r w:rsidRPr="00E9510F">
              <w:t>   </w:t>
            </w:r>
            <w:r w:rsidRPr="0042207F">
              <w:rPr>
                <w:rtl/>
              </w:rPr>
              <w:t>فخر</w:t>
            </w:r>
            <w:r w:rsidRPr="00E9510F">
              <w:t>   </w:t>
            </w:r>
            <w:r w:rsidRPr="0042207F">
              <w:rPr>
                <w:rtl/>
              </w:rPr>
              <w:t>امامت</w:t>
            </w:r>
            <w:r w:rsidRPr="00E9510F">
              <w:t>   </w:t>
            </w:r>
            <w:r w:rsidRPr="0042207F">
              <w:rPr>
                <w:rtl/>
              </w:rPr>
              <w:t>سے</w:t>
            </w:r>
            <w:r w:rsidRPr="00E9510F">
              <w:t>   </w:t>
            </w:r>
            <w:r w:rsidRPr="0042207F">
              <w:rPr>
                <w:rtl/>
              </w:rPr>
              <w:t>کہ</w:t>
            </w:r>
            <w:r w:rsidRPr="00E9510F">
              <w:t>   </w:t>
            </w:r>
            <w:r w:rsidRPr="0042207F">
              <w:rPr>
                <w:rtl/>
              </w:rPr>
              <w:t>اے</w:t>
            </w:r>
            <w:r w:rsidRPr="00E9510F">
              <w:t>  </w:t>
            </w:r>
            <w:r w:rsidRPr="0042207F">
              <w:rPr>
                <w:rtl/>
              </w:rPr>
              <w:t>شاہِ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ہُدا</w:t>
            </w:r>
            <w:r w:rsidRPr="00E9510F">
              <w:t>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t>  </w:t>
            </w:r>
            <w:r w:rsidRPr="0042207F">
              <w:rPr>
                <w:rtl/>
              </w:rPr>
              <w:t>وقت</w:t>
            </w:r>
            <w:r w:rsidRPr="00E9510F">
              <w:t>  </w:t>
            </w:r>
            <w:r w:rsidRPr="0042207F">
              <w:rPr>
                <w:rtl/>
              </w:rPr>
              <w:t>آخر</w:t>
            </w:r>
            <w:r w:rsidRPr="00E9510F">
              <w:t>  </w:t>
            </w:r>
            <w:r w:rsidRPr="0042207F">
              <w:rPr>
                <w:rtl/>
              </w:rPr>
              <w:t>ہے</w:t>
            </w:r>
            <w:r w:rsidRPr="00E9510F">
              <w:t>  </w:t>
            </w:r>
            <w:r w:rsidRPr="0042207F">
              <w:rPr>
                <w:rtl/>
              </w:rPr>
              <w:t>مرا</w:t>
            </w:r>
            <w:r w:rsidRPr="00E9510F">
              <w:t>  </w:t>
            </w:r>
            <w:r w:rsidRPr="0042207F">
              <w:rPr>
                <w:rtl/>
              </w:rPr>
              <w:t>آپ</w:t>
            </w:r>
            <w:r w:rsidRPr="00E9510F">
              <w:t>  </w:t>
            </w:r>
            <w:r w:rsidRPr="0042207F">
              <w:rPr>
                <w:rtl/>
              </w:rPr>
              <w:t>سے</w:t>
            </w:r>
            <w:r w:rsidRPr="00E9510F">
              <w:t>  </w:t>
            </w:r>
            <w:r w:rsidRPr="0042207F">
              <w:rPr>
                <w:rtl/>
              </w:rPr>
              <w:t>ہوتی</w:t>
            </w:r>
            <w:r w:rsidRPr="00E9510F">
              <w:t> </w:t>
            </w:r>
            <w:r w:rsidRPr="0042207F">
              <w:rPr>
                <w:rtl/>
              </w:rPr>
              <w:t>ہوں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جدا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معاف</w:t>
            </w:r>
            <w:r w:rsidRPr="00E9510F">
              <w:t>  </w:t>
            </w:r>
            <w:r w:rsidRPr="0042207F">
              <w:rPr>
                <w:rtl/>
              </w:rPr>
              <w:t>کر</w:t>
            </w:r>
            <w:r w:rsidRPr="00E9510F">
              <w:t>  </w:t>
            </w:r>
            <w:r w:rsidRPr="0042207F">
              <w:rPr>
                <w:rtl/>
              </w:rPr>
              <w:t>دیجئے</w:t>
            </w:r>
            <w:r w:rsidRPr="00E9510F">
              <w:t>  </w:t>
            </w:r>
            <w:r w:rsidRPr="0042207F">
              <w:rPr>
                <w:rtl/>
              </w:rPr>
              <w:t>ہو</w:t>
            </w:r>
            <w:r w:rsidRPr="00E9510F">
              <w:t>  </w:t>
            </w:r>
            <w:r w:rsidRPr="0042207F">
              <w:rPr>
                <w:rtl/>
              </w:rPr>
              <w:t>آپ</w:t>
            </w:r>
            <w:r w:rsidRPr="00E9510F">
              <w:t>  </w:t>
            </w:r>
            <w:r w:rsidRPr="0042207F">
              <w:rPr>
                <w:rtl/>
              </w:rPr>
              <w:t>کو</w:t>
            </w:r>
            <w:r w:rsidRPr="00E9510F">
              <w:t>  </w:t>
            </w:r>
            <w:r w:rsidRPr="0042207F">
              <w:rPr>
                <w:rtl/>
              </w:rPr>
              <w:t>مجھ</w:t>
            </w:r>
            <w:r w:rsidRPr="00E9510F">
              <w:t>  </w:t>
            </w:r>
            <w:r w:rsidRPr="0042207F">
              <w:rPr>
                <w:rtl/>
              </w:rPr>
              <w:t>سے</w:t>
            </w:r>
            <w:r w:rsidRPr="00E9510F">
              <w:t>  </w:t>
            </w:r>
            <w:r w:rsidRPr="0042207F">
              <w:rPr>
                <w:rtl/>
              </w:rPr>
              <w:t>جو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گِلا</w:t>
            </w:r>
            <w:r w:rsidRPr="00E9510F">
              <w:t>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 w:rsidRPr="00E9510F">
              <w:t>  </w:t>
            </w:r>
            <w:r>
              <w:rPr>
                <w:rtl/>
              </w:rPr>
              <w:t>گر</w:t>
            </w:r>
            <w:r w:rsidRPr="00E9510F">
              <w:t>    </w:t>
            </w:r>
            <w:r>
              <w:rPr>
                <w:rtl/>
              </w:rPr>
              <w:t>خطا</w:t>
            </w:r>
            <w:r w:rsidRPr="00E9510F">
              <w:t>    </w:t>
            </w:r>
            <w:r>
              <w:rPr>
                <w:rtl/>
              </w:rPr>
              <w:t>کوئی</w:t>
            </w:r>
            <w:r w:rsidRPr="00E9510F">
              <w:t>   </w:t>
            </w:r>
            <w:r>
              <w:rPr>
                <w:rtl/>
              </w:rPr>
              <w:t>ہوئی</w:t>
            </w:r>
            <w:r w:rsidRPr="00E9510F">
              <w:t>   </w:t>
            </w:r>
            <w:r>
              <w:rPr>
                <w:rtl/>
              </w:rPr>
              <w:t>ہو</w:t>
            </w:r>
            <w:r w:rsidRPr="00E9510F">
              <w:t>   </w:t>
            </w:r>
            <w:r>
              <w:rPr>
                <w:rtl/>
              </w:rPr>
              <w:t>تو</w:t>
            </w:r>
            <w:r w:rsidRPr="00E9510F">
              <w:t>   </w:t>
            </w:r>
            <w:r>
              <w:rPr>
                <w:rtl/>
              </w:rPr>
              <w:t>بحل</w:t>
            </w:r>
            <w:r w:rsidRPr="00E9510F">
              <w:t>   </w:t>
            </w:r>
            <w:r>
              <w:rPr>
                <w:rtl/>
              </w:rPr>
              <w:t>کر</w:t>
            </w:r>
            <w:r w:rsidRPr="00E9510F">
              <w:t>   </w:t>
            </w:r>
            <w:r>
              <w:rPr>
                <w:rtl/>
              </w:rPr>
              <w:t>دینا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چاہتے</w:t>
            </w:r>
            <w:r w:rsidRPr="00E9510F">
              <w:t>  </w:t>
            </w:r>
            <w:r w:rsidRPr="0042207F">
              <w:rPr>
                <w:rtl/>
              </w:rPr>
              <w:t>ہوں</w:t>
            </w:r>
            <w:r w:rsidRPr="00E9510F">
              <w:t>  </w:t>
            </w:r>
            <w:r w:rsidRPr="0042207F">
              <w:rPr>
                <w:rtl/>
              </w:rPr>
              <w:t>قیامت</w:t>
            </w:r>
            <w:r w:rsidRPr="00E9510F">
              <w:t>  </w:t>
            </w:r>
            <w:r w:rsidRPr="0042207F">
              <w:rPr>
                <w:rtl/>
              </w:rPr>
              <w:t>میں</w:t>
            </w:r>
            <w:r w:rsidRPr="00E9510F">
              <w:t>  </w:t>
            </w:r>
            <w:r w:rsidRPr="0042207F">
              <w:rPr>
                <w:rtl/>
              </w:rPr>
              <w:t>نہ</w:t>
            </w:r>
            <w:r w:rsidRPr="00E9510F">
              <w:t> </w:t>
            </w:r>
            <w:r w:rsidRPr="0042207F">
              <w:rPr>
                <w:rtl/>
              </w:rPr>
              <w:t>روپؔ</w:t>
            </w:r>
            <w:r w:rsidRPr="00E9510F">
              <w:t> </w:t>
            </w:r>
            <w:r w:rsidRPr="0042207F">
              <w:rPr>
                <w:rtl/>
              </w:rPr>
              <w:t>وش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رہوں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آپ</w:t>
            </w:r>
            <w:r w:rsidRPr="00E9510F">
              <w:t> </w:t>
            </w:r>
            <w:r>
              <w:rPr>
                <w:rtl/>
              </w:rPr>
              <w:t>کے</w:t>
            </w:r>
            <w:r w:rsidRPr="00E9510F">
              <w:t> </w:t>
            </w:r>
            <w:r>
              <w:rPr>
                <w:rtl/>
              </w:rPr>
              <w:t>حق</w:t>
            </w:r>
            <w:r w:rsidRPr="00E9510F">
              <w:t> </w:t>
            </w:r>
            <w:r>
              <w:rPr>
                <w:rtl/>
              </w:rPr>
              <w:t>سے</w:t>
            </w:r>
            <w:r w:rsidRPr="00E9510F">
              <w:t> </w:t>
            </w:r>
            <w:r>
              <w:rPr>
                <w:rtl/>
              </w:rPr>
              <w:t>بھی</w:t>
            </w:r>
            <w:r w:rsidRPr="00E9510F">
              <w:t> </w:t>
            </w:r>
            <w:r>
              <w:rPr>
                <w:rtl/>
              </w:rPr>
              <w:t>محشر</w:t>
            </w:r>
            <w:r w:rsidRPr="00E9510F">
              <w:t> </w:t>
            </w:r>
            <w:r>
              <w:rPr>
                <w:rtl/>
              </w:rPr>
              <w:t>میں</w:t>
            </w:r>
            <w:r w:rsidRPr="00E9510F">
              <w:t> </w:t>
            </w:r>
            <w:r>
              <w:rPr>
                <w:rtl/>
              </w:rPr>
              <w:t>سبکدوش</w:t>
            </w:r>
            <w:r w:rsidRPr="00E9510F">
              <w:t> </w:t>
            </w:r>
            <w:r>
              <w:rPr>
                <w:rtl/>
              </w:rPr>
              <w:t>رہوں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728"/>
        <w:gridCol w:w="337"/>
        <w:gridCol w:w="4682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شہؑ</w:t>
            </w:r>
            <w:r w:rsidRPr="00E9510F">
              <w:t>   </w:t>
            </w:r>
            <w:r w:rsidRPr="0042207F">
              <w:rPr>
                <w:rtl/>
              </w:rPr>
              <w:t>نے</w:t>
            </w:r>
            <w:r w:rsidRPr="00E9510F">
              <w:t>   </w:t>
            </w:r>
            <w:r w:rsidRPr="0042207F">
              <w:rPr>
                <w:rtl/>
              </w:rPr>
              <w:t>فرمایا</w:t>
            </w:r>
            <w:r w:rsidRPr="00E9510F">
              <w:t>   </w:t>
            </w:r>
            <w:r w:rsidRPr="0042207F">
              <w:rPr>
                <w:rtl/>
              </w:rPr>
              <w:t>رضامند</w:t>
            </w:r>
            <w:r w:rsidRPr="00E9510F">
              <w:t>   </w:t>
            </w:r>
            <w:r w:rsidRPr="0042207F">
              <w:rPr>
                <w:rtl/>
              </w:rPr>
              <w:t>ہے</w:t>
            </w:r>
            <w:r w:rsidRPr="00E9510F">
              <w:t>  </w:t>
            </w:r>
            <w:r w:rsidRPr="0042207F">
              <w:rPr>
                <w:rtl/>
              </w:rPr>
              <w:t>حیدرؑ</w:t>
            </w:r>
            <w:r w:rsidRPr="00E9510F">
              <w:t>  </w:t>
            </w:r>
            <w:r w:rsidRPr="0042207F">
              <w:rPr>
                <w:rtl/>
              </w:rPr>
              <w:t>تم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سے</w:t>
            </w:r>
            <w:r w:rsidRPr="00E9510F">
              <w:t>  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کچھ</w:t>
            </w:r>
            <w:r w:rsidRPr="00E9510F">
              <w:t>   </w:t>
            </w:r>
            <w:r w:rsidRPr="0042207F">
              <w:rPr>
                <w:rtl/>
              </w:rPr>
              <w:t>شکایت</w:t>
            </w:r>
            <w:r w:rsidRPr="00E9510F">
              <w:t>   </w:t>
            </w:r>
            <w:r w:rsidRPr="0042207F">
              <w:rPr>
                <w:rtl/>
              </w:rPr>
              <w:t>نہیں</w:t>
            </w:r>
            <w:r w:rsidRPr="00E9510F">
              <w:t>   </w:t>
            </w:r>
            <w:r w:rsidRPr="0042207F">
              <w:rPr>
                <w:rtl/>
              </w:rPr>
              <w:t>اے</w:t>
            </w:r>
            <w:r w:rsidRPr="00E9510F">
              <w:t>   </w:t>
            </w:r>
            <w:r w:rsidRPr="0042207F">
              <w:rPr>
                <w:rtl/>
              </w:rPr>
              <w:t>بنت</w:t>
            </w:r>
            <w:r w:rsidRPr="00E9510F">
              <w:t>   </w:t>
            </w:r>
            <w:r w:rsidRPr="0042207F">
              <w:rPr>
                <w:rtl/>
              </w:rPr>
              <w:t>پیمبر</w:t>
            </w:r>
            <w:r w:rsidRPr="00E9510F">
              <w:t>  </w:t>
            </w:r>
            <w:r w:rsidRPr="0042207F">
              <w:rPr>
                <w:rtl/>
              </w:rPr>
              <w:t>تم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سے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آپ</w:t>
            </w:r>
            <w:r w:rsidRPr="00E9510F">
              <w:t>   </w:t>
            </w:r>
            <w:r w:rsidRPr="0042207F">
              <w:rPr>
                <w:rtl/>
              </w:rPr>
              <w:t>میں</w:t>
            </w:r>
            <w:r w:rsidRPr="00E9510F">
              <w:t>   </w:t>
            </w:r>
            <w:r w:rsidRPr="0042207F">
              <w:rPr>
                <w:rtl/>
              </w:rPr>
              <w:t>ہوتا</w:t>
            </w:r>
            <w:r w:rsidRPr="00E9510F">
              <w:t>  </w:t>
            </w:r>
            <w:r w:rsidRPr="0042207F">
              <w:rPr>
                <w:rtl/>
              </w:rPr>
              <w:t>ہوں</w:t>
            </w:r>
            <w:r w:rsidRPr="00E9510F">
              <w:t>  </w:t>
            </w:r>
            <w:r w:rsidRPr="0042207F">
              <w:rPr>
                <w:rtl/>
              </w:rPr>
              <w:t>محجوبِ</w:t>
            </w:r>
            <w:r w:rsidRPr="00E9510F">
              <w:t>  </w:t>
            </w:r>
            <w:r w:rsidRPr="0042207F">
              <w:rPr>
                <w:rtl/>
              </w:rPr>
              <w:t>سراسر</w:t>
            </w:r>
            <w:r w:rsidRPr="00E9510F">
              <w:t>  </w:t>
            </w:r>
            <w:r w:rsidRPr="0042207F">
              <w:rPr>
                <w:rtl/>
              </w:rPr>
              <w:t>تم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سے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ضبط</w:t>
            </w:r>
            <w:r w:rsidRPr="00E9510F">
              <w:t>  </w:t>
            </w:r>
            <w:r w:rsidRPr="0042207F">
              <w:rPr>
                <w:rtl/>
              </w:rPr>
              <w:t>دشوار</w:t>
            </w:r>
            <w:r w:rsidRPr="00E9510F">
              <w:t>  </w:t>
            </w:r>
            <w:r w:rsidRPr="0042207F">
              <w:rPr>
                <w:rtl/>
              </w:rPr>
              <w:t>ہے</w:t>
            </w:r>
            <w:r w:rsidRPr="00E9510F">
              <w:t>  </w:t>
            </w:r>
            <w:r w:rsidRPr="0042207F">
              <w:rPr>
                <w:rtl/>
              </w:rPr>
              <w:t>زہراؑ</w:t>
            </w:r>
            <w:r w:rsidRPr="00E9510F">
              <w:t>  </w:t>
            </w:r>
            <w:r w:rsidRPr="0042207F">
              <w:rPr>
                <w:rtl/>
              </w:rPr>
              <w:t>کہوں</w:t>
            </w:r>
            <w:r w:rsidRPr="00E9510F">
              <w:t>  </w:t>
            </w:r>
            <w:r w:rsidRPr="0042207F">
              <w:rPr>
                <w:rtl/>
              </w:rPr>
              <w:t>کیوں</w:t>
            </w:r>
            <w:r w:rsidRPr="00E9510F">
              <w:t>  </w:t>
            </w:r>
            <w:r w:rsidRPr="0042207F">
              <w:rPr>
                <w:rtl/>
              </w:rPr>
              <w:t>کر</w:t>
            </w:r>
            <w:r w:rsidRPr="00E9510F">
              <w:t>  </w:t>
            </w:r>
            <w:r w:rsidRPr="0042207F">
              <w:rPr>
                <w:rtl/>
              </w:rPr>
              <w:t>تم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سے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فاقہ</w:t>
            </w:r>
            <w:r w:rsidRPr="00E9510F">
              <w:t>  </w:t>
            </w:r>
            <w:r>
              <w:rPr>
                <w:rtl/>
              </w:rPr>
              <w:t>پر</w:t>
            </w:r>
            <w:r w:rsidRPr="00E9510F">
              <w:t>  </w:t>
            </w:r>
            <w:r>
              <w:rPr>
                <w:rtl/>
              </w:rPr>
              <w:t>فاقے</w:t>
            </w:r>
            <w:r w:rsidRPr="00E9510F">
              <w:t>  </w:t>
            </w:r>
            <w:r>
              <w:rPr>
                <w:rtl/>
              </w:rPr>
              <w:t>کیے</w:t>
            </w:r>
            <w:r w:rsidRPr="00E9510F">
              <w:t>  </w:t>
            </w:r>
            <w:r>
              <w:rPr>
                <w:rtl/>
              </w:rPr>
              <w:t>تم</w:t>
            </w:r>
            <w:r w:rsidRPr="00E9510F">
              <w:t>  </w:t>
            </w:r>
            <w:r>
              <w:rPr>
                <w:rtl/>
              </w:rPr>
              <w:t>نے</w:t>
            </w:r>
            <w:r w:rsidRPr="00E9510F">
              <w:t>  </w:t>
            </w:r>
            <w:r>
              <w:rPr>
                <w:rtl/>
              </w:rPr>
              <w:t>علیؑ</w:t>
            </w:r>
            <w:r w:rsidRPr="00E9510F">
              <w:t>  </w:t>
            </w:r>
            <w:r>
              <w:rPr>
                <w:rtl/>
              </w:rPr>
              <w:t>کے</w:t>
            </w:r>
            <w:r w:rsidRPr="00E9510F">
              <w:t>  </w:t>
            </w:r>
            <w:r>
              <w:rPr>
                <w:rtl/>
              </w:rPr>
              <w:t>گھر</w:t>
            </w:r>
            <w:r w:rsidRPr="00E9510F">
              <w:t>  </w:t>
            </w:r>
            <w:r>
              <w:rPr>
                <w:rtl/>
              </w:rPr>
              <w:t>میں</w:t>
            </w:r>
            <w:r w:rsidRPr="00E9510F">
              <w:t> 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چکیاں</w:t>
            </w:r>
            <w:r w:rsidRPr="00E9510F">
              <w:t>  </w:t>
            </w:r>
            <w:r w:rsidRPr="0042207F">
              <w:rPr>
                <w:rtl/>
              </w:rPr>
              <w:t>پیسی</w:t>
            </w:r>
            <w:r w:rsidRPr="00E9510F">
              <w:t>  </w:t>
            </w:r>
            <w:r w:rsidRPr="0042207F">
              <w:rPr>
                <w:rtl/>
              </w:rPr>
              <w:t>ہیں</w:t>
            </w:r>
            <w:r w:rsidRPr="00E9510F">
              <w:t>  </w:t>
            </w:r>
            <w:r w:rsidRPr="0042207F">
              <w:rPr>
                <w:rtl/>
              </w:rPr>
              <w:t>خالق</w:t>
            </w:r>
            <w:r w:rsidRPr="00E9510F">
              <w:t>  </w:t>
            </w:r>
            <w:r w:rsidRPr="0042207F">
              <w:rPr>
                <w:rtl/>
              </w:rPr>
              <w:t>کے</w:t>
            </w:r>
            <w:r w:rsidRPr="00E9510F">
              <w:t>  </w:t>
            </w:r>
            <w:r w:rsidRPr="0042207F">
              <w:rPr>
                <w:rtl/>
              </w:rPr>
              <w:t>ولیؑ</w:t>
            </w:r>
            <w:r w:rsidRPr="00E9510F">
              <w:t>  </w:t>
            </w:r>
            <w:r w:rsidRPr="0042207F">
              <w:rPr>
                <w:rtl/>
              </w:rPr>
              <w:t>کے</w:t>
            </w:r>
            <w:r w:rsidRPr="00E9510F">
              <w:t>  </w:t>
            </w:r>
            <w:r w:rsidRPr="0042207F">
              <w:rPr>
                <w:rtl/>
              </w:rPr>
              <w:t>گھر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میں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620"/>
        <w:gridCol w:w="228"/>
        <w:gridCol w:w="4899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فاطمہؑ</w:t>
            </w:r>
            <w:r w:rsidRPr="00E9510F">
              <w:t>   </w:t>
            </w:r>
            <w:r>
              <w:rPr>
                <w:rtl/>
              </w:rPr>
              <w:t>بولیں</w:t>
            </w:r>
            <w:r w:rsidRPr="00E9510F">
              <w:t>   </w:t>
            </w:r>
            <w:r>
              <w:rPr>
                <w:rtl/>
              </w:rPr>
              <w:t>نہ</w:t>
            </w:r>
            <w:r w:rsidRPr="00E9510F">
              <w:t>   </w:t>
            </w:r>
            <w:r>
              <w:rPr>
                <w:rtl/>
              </w:rPr>
              <w:t>اس</w:t>
            </w:r>
            <w:r w:rsidRPr="00E9510F">
              <w:t>  </w:t>
            </w:r>
            <w:r>
              <w:rPr>
                <w:rtl/>
              </w:rPr>
              <w:t>طرح</w:t>
            </w:r>
            <w:r w:rsidRPr="00E9510F">
              <w:t>  </w:t>
            </w:r>
            <w:r>
              <w:rPr>
                <w:rtl/>
              </w:rPr>
              <w:t>کی</w:t>
            </w:r>
            <w:r w:rsidRPr="00E9510F">
              <w:t>  </w:t>
            </w:r>
            <w:r>
              <w:rPr>
                <w:rtl/>
              </w:rPr>
              <w:t>کیجئے</w:t>
            </w:r>
            <w:r w:rsidRPr="00E9510F">
              <w:t>  </w:t>
            </w:r>
            <w:r>
              <w:rPr>
                <w:rtl/>
              </w:rPr>
              <w:t>گا</w:t>
            </w:r>
            <w:r w:rsidRPr="00E9510F">
              <w:t>  </w:t>
            </w:r>
            <w:r>
              <w:rPr>
                <w:rtl/>
              </w:rPr>
              <w:t>مقال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t>  </w:t>
            </w:r>
            <w:r w:rsidRPr="0042207F">
              <w:rPr>
                <w:rtl/>
              </w:rPr>
              <w:t>آپ</w:t>
            </w:r>
            <w:r w:rsidRPr="00E9510F">
              <w:t>  </w:t>
            </w:r>
            <w:r w:rsidRPr="0042207F">
              <w:rPr>
                <w:rtl/>
              </w:rPr>
              <w:t>پر</w:t>
            </w:r>
            <w:r w:rsidRPr="00E9510F">
              <w:t>  </w:t>
            </w:r>
            <w:r w:rsidRPr="0042207F">
              <w:rPr>
                <w:rtl/>
              </w:rPr>
              <w:t>کب</w:t>
            </w:r>
            <w:r w:rsidRPr="00E9510F">
              <w:t>  </w:t>
            </w:r>
            <w:r w:rsidRPr="0042207F">
              <w:rPr>
                <w:rtl/>
              </w:rPr>
              <w:t>ہے</w:t>
            </w:r>
            <w:r w:rsidRPr="00E9510F">
              <w:t> </w:t>
            </w:r>
            <w:r w:rsidRPr="0042207F">
              <w:rPr>
                <w:rtl/>
              </w:rPr>
              <w:t>چھپا</w:t>
            </w:r>
            <w:r w:rsidRPr="00E9510F">
              <w:t> </w:t>
            </w:r>
            <w:r w:rsidRPr="0042207F">
              <w:rPr>
                <w:rtl/>
              </w:rPr>
              <w:t>اے</w:t>
            </w:r>
            <w:r w:rsidRPr="00E9510F">
              <w:t> </w:t>
            </w:r>
            <w:r w:rsidRPr="0042207F">
              <w:rPr>
                <w:rtl/>
              </w:rPr>
              <w:t>مرے</w:t>
            </w:r>
            <w:r w:rsidRPr="00E9510F">
              <w:t> </w:t>
            </w:r>
            <w:r w:rsidRPr="0042207F">
              <w:rPr>
                <w:rtl/>
              </w:rPr>
              <w:t>والی</w:t>
            </w:r>
            <w:r w:rsidRPr="00E9510F">
              <w:t> </w:t>
            </w:r>
            <w:r w:rsidRPr="0042207F">
              <w:rPr>
                <w:rtl/>
              </w:rPr>
              <w:t>مرا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حال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lastRenderedPageBreak/>
              <w:t>خشک</w:t>
            </w:r>
            <w:r w:rsidRPr="00E9510F">
              <w:t>  </w:t>
            </w:r>
            <w:r>
              <w:rPr>
                <w:rtl/>
              </w:rPr>
              <w:t>و</w:t>
            </w:r>
            <w:r w:rsidRPr="00E9510F">
              <w:t>  </w:t>
            </w:r>
            <w:r>
              <w:rPr>
                <w:rtl/>
              </w:rPr>
              <w:t>تر</w:t>
            </w:r>
            <w:r w:rsidRPr="00E9510F">
              <w:t>  </w:t>
            </w:r>
            <w:r>
              <w:rPr>
                <w:rtl/>
              </w:rPr>
              <w:t>آپ</w:t>
            </w:r>
            <w:r w:rsidRPr="00E9510F">
              <w:t>  </w:t>
            </w:r>
            <w:r>
              <w:rPr>
                <w:rtl/>
              </w:rPr>
              <w:t>سے</w:t>
            </w:r>
            <w:r w:rsidRPr="00E9510F">
              <w:t>  </w:t>
            </w:r>
            <w:r>
              <w:rPr>
                <w:rtl/>
              </w:rPr>
              <w:t>مخفی</w:t>
            </w:r>
            <w:r w:rsidRPr="00E9510F">
              <w:t>  </w:t>
            </w:r>
            <w:r>
              <w:rPr>
                <w:rtl/>
              </w:rPr>
              <w:t>ہو</w:t>
            </w:r>
            <w:r w:rsidRPr="00E9510F">
              <w:t> </w:t>
            </w:r>
            <w:r>
              <w:rPr>
                <w:rtl/>
              </w:rPr>
              <w:t>یہ</w:t>
            </w:r>
            <w:r w:rsidRPr="00E9510F">
              <w:t> </w:t>
            </w:r>
            <w:r>
              <w:rPr>
                <w:rtl/>
              </w:rPr>
              <w:t>ہے</w:t>
            </w:r>
            <w:r w:rsidRPr="00E9510F">
              <w:t> </w:t>
            </w:r>
            <w:r>
              <w:rPr>
                <w:rtl/>
              </w:rPr>
              <w:t>امر</w:t>
            </w:r>
            <w:r w:rsidRPr="00E9510F">
              <w:t> </w:t>
            </w:r>
            <w:r>
              <w:rPr>
                <w:rtl/>
              </w:rPr>
              <w:t>محال</w:t>
            </w:r>
            <w:r w:rsidRPr="00E9510F">
              <w:t> 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t>  </w:t>
            </w:r>
            <w:r w:rsidRPr="0042207F">
              <w:rPr>
                <w:rtl/>
              </w:rPr>
              <w:t>ملتجی</w:t>
            </w:r>
            <w:r w:rsidRPr="00E9510F">
              <w:t>   </w:t>
            </w:r>
            <w:r w:rsidRPr="0042207F">
              <w:rPr>
                <w:rtl/>
              </w:rPr>
              <w:t>ہوں</w:t>
            </w:r>
            <w:r w:rsidRPr="00E9510F">
              <w:t>   </w:t>
            </w:r>
            <w:r w:rsidRPr="0042207F">
              <w:rPr>
                <w:rtl/>
              </w:rPr>
              <w:t>کہ</w:t>
            </w:r>
            <w:r w:rsidRPr="00E9510F">
              <w:t>   </w:t>
            </w:r>
            <w:r w:rsidRPr="0042207F">
              <w:rPr>
                <w:rtl/>
              </w:rPr>
              <w:t>رہے</w:t>
            </w:r>
            <w:r w:rsidRPr="00E9510F">
              <w:t>  </w:t>
            </w:r>
            <w:r w:rsidRPr="0042207F">
              <w:rPr>
                <w:rtl/>
              </w:rPr>
              <w:t>میری</w:t>
            </w:r>
            <w:r w:rsidRPr="00E9510F">
              <w:t>  </w:t>
            </w:r>
            <w:r w:rsidRPr="0042207F">
              <w:rPr>
                <w:rtl/>
              </w:rPr>
              <w:t>وصیت</w:t>
            </w:r>
            <w:r w:rsidRPr="00E9510F">
              <w:t>  </w:t>
            </w:r>
            <w:r w:rsidRPr="0042207F">
              <w:rPr>
                <w:rtl/>
              </w:rPr>
              <w:t>کا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خیال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بعد</w:t>
            </w:r>
            <w:r w:rsidRPr="00E9510F">
              <w:t>   </w:t>
            </w:r>
            <w:r w:rsidRPr="0042207F">
              <w:rPr>
                <w:rtl/>
              </w:rPr>
              <w:t>میرے</w:t>
            </w:r>
            <w:r w:rsidRPr="00E9510F">
              <w:t>   </w:t>
            </w:r>
            <w:r w:rsidRPr="0042207F">
              <w:rPr>
                <w:rtl/>
              </w:rPr>
              <w:t>میرے</w:t>
            </w:r>
            <w:r w:rsidRPr="00E9510F">
              <w:t>   </w:t>
            </w:r>
            <w:r w:rsidRPr="0042207F">
              <w:rPr>
                <w:rtl/>
              </w:rPr>
              <w:t>بچوں</w:t>
            </w:r>
            <w:r w:rsidRPr="00E9510F">
              <w:t>   </w:t>
            </w:r>
            <w:r w:rsidRPr="0042207F">
              <w:rPr>
                <w:rtl/>
              </w:rPr>
              <w:t>پہ</w:t>
            </w:r>
            <w:r w:rsidRPr="00E9510F">
              <w:t>  </w:t>
            </w:r>
            <w:r w:rsidRPr="0042207F">
              <w:rPr>
                <w:rtl/>
              </w:rPr>
              <w:t>عنایت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رکھنا</w:t>
            </w:r>
            <w:r w:rsidRPr="00E9510F">
              <w:t>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یہی</w:t>
            </w:r>
            <w:r w:rsidRPr="00E9510F">
              <w:t>    </w:t>
            </w:r>
            <w:r w:rsidRPr="0042207F">
              <w:rPr>
                <w:rtl/>
              </w:rPr>
              <w:t>الطاف</w:t>
            </w:r>
            <w:r w:rsidRPr="00E9510F">
              <w:t>    </w:t>
            </w:r>
            <w:r w:rsidRPr="0042207F">
              <w:rPr>
                <w:rtl/>
              </w:rPr>
              <w:t>کا</w:t>
            </w:r>
            <w:r w:rsidRPr="00E9510F">
              <w:t>    </w:t>
            </w:r>
            <w:r w:rsidRPr="0042207F">
              <w:rPr>
                <w:rtl/>
              </w:rPr>
              <w:t>شیوہ</w:t>
            </w:r>
            <w:r w:rsidRPr="00E9510F">
              <w:t>    </w:t>
            </w:r>
            <w:r w:rsidRPr="0042207F">
              <w:rPr>
                <w:rtl/>
              </w:rPr>
              <w:t>یہی</w:t>
            </w:r>
            <w:r w:rsidRPr="00E9510F">
              <w:t>    </w:t>
            </w:r>
            <w:r w:rsidRPr="0042207F">
              <w:rPr>
                <w:rtl/>
              </w:rPr>
              <w:t>شفقت</w:t>
            </w:r>
            <w:r w:rsidRPr="00E9510F">
              <w:t>  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رکھنا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lang w:bidi="ur-PK"/>
        </w:rPr>
      </w:pP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4932"/>
        <w:gridCol w:w="222"/>
        <w:gridCol w:w="4828"/>
      </w:tblGrid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یوں</w:t>
            </w:r>
            <w:r w:rsidRPr="00E9510F">
              <w:t>   </w:t>
            </w:r>
            <w:r w:rsidRPr="0042207F">
              <w:rPr>
                <w:rtl/>
              </w:rPr>
              <w:t>تو</w:t>
            </w:r>
            <w:r w:rsidRPr="00E9510F">
              <w:t>   </w:t>
            </w:r>
            <w:r w:rsidRPr="0042207F">
              <w:rPr>
                <w:rtl/>
              </w:rPr>
              <w:t>مظلوموں</w:t>
            </w:r>
            <w:r w:rsidRPr="00E9510F">
              <w:t>  </w:t>
            </w:r>
            <w:r w:rsidRPr="0042207F">
              <w:rPr>
                <w:rtl/>
              </w:rPr>
              <w:t>کا</w:t>
            </w:r>
            <w:r w:rsidRPr="00E9510F">
              <w:t>  </w:t>
            </w:r>
            <w:r w:rsidRPr="0042207F">
              <w:rPr>
                <w:rtl/>
              </w:rPr>
              <w:t>شبیرؑ</w:t>
            </w:r>
            <w:r w:rsidRPr="00E9510F">
              <w:t>  </w:t>
            </w:r>
            <w:r w:rsidRPr="0042207F">
              <w:rPr>
                <w:rtl/>
              </w:rPr>
              <w:t>حزیں</w:t>
            </w:r>
            <w:r w:rsidRPr="00E9510F">
              <w:t>  </w:t>
            </w:r>
            <w:r w:rsidRPr="0042207F">
              <w:rPr>
                <w:rtl/>
              </w:rPr>
              <w:t>ہے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سرتاج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42207F">
            <w:pPr>
              <w:pStyle w:val="libPoem"/>
            </w:pPr>
            <w:r w:rsidRPr="00E9510F">
              <w:t> </w:t>
            </w:r>
            <w:r>
              <w:rPr>
                <w:rtl/>
              </w:rPr>
              <w:t>پر</w:t>
            </w:r>
            <w:r w:rsidRPr="00E9510F">
              <w:t>  </w:t>
            </w:r>
            <w:r>
              <w:rPr>
                <w:rtl/>
              </w:rPr>
              <w:t>تمھیں</w:t>
            </w:r>
            <w:r w:rsidRPr="00E9510F">
              <w:t>  </w:t>
            </w:r>
            <w:r>
              <w:rPr>
                <w:rtl/>
              </w:rPr>
              <w:t>علم</w:t>
            </w:r>
            <w:r w:rsidRPr="00E9510F">
              <w:t> </w:t>
            </w:r>
            <w:r>
              <w:rPr>
                <w:rtl/>
              </w:rPr>
              <w:t>ہے</w:t>
            </w:r>
            <w:r w:rsidRPr="00E9510F">
              <w:t> </w:t>
            </w:r>
            <w:r>
              <w:rPr>
                <w:rtl/>
              </w:rPr>
              <w:t>جس</w:t>
            </w:r>
            <w:r w:rsidRPr="00E9510F">
              <w:t> </w:t>
            </w:r>
            <w:r>
              <w:rPr>
                <w:rtl/>
              </w:rPr>
              <w:t>طرح</w:t>
            </w:r>
            <w:r w:rsidRPr="00E9510F">
              <w:t> </w:t>
            </w:r>
            <w:r>
              <w:rPr>
                <w:rtl/>
              </w:rPr>
              <w:t>کا</w:t>
            </w:r>
            <w:r w:rsidRPr="00E9510F">
              <w:t> </w:t>
            </w:r>
            <w:r>
              <w:rPr>
                <w:rtl/>
              </w:rPr>
              <w:t>نازک</w:t>
            </w:r>
            <w:r w:rsidRPr="00E9510F">
              <w:t> </w:t>
            </w:r>
            <w:r>
              <w:rPr>
                <w:rtl/>
              </w:rPr>
              <w:t>ہے</w:t>
            </w:r>
            <w:r w:rsidRPr="00E9510F">
              <w:t> </w:t>
            </w:r>
            <w:r>
              <w:rPr>
                <w:rtl/>
              </w:rPr>
              <w:t>مزاج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42207F">
            <w:pPr>
              <w:pStyle w:val="libPoem"/>
            </w:pPr>
            <w:r>
              <w:rPr>
                <w:rtl/>
              </w:rPr>
              <w:t>صدمہ</w:t>
            </w:r>
            <w:r w:rsidRPr="00E9510F">
              <w:t> </w:t>
            </w:r>
            <w:r>
              <w:rPr>
                <w:rtl/>
              </w:rPr>
              <w:t>اس</w:t>
            </w:r>
            <w:r w:rsidRPr="00E9510F">
              <w:t> </w:t>
            </w:r>
            <w:r>
              <w:rPr>
                <w:rtl/>
              </w:rPr>
              <w:t>کا</w:t>
            </w:r>
            <w:r w:rsidRPr="00E9510F">
              <w:t> </w:t>
            </w:r>
            <w:r>
              <w:rPr>
                <w:rtl/>
              </w:rPr>
              <w:t>ہے</w:t>
            </w:r>
            <w:r w:rsidRPr="00E9510F">
              <w:t> </w:t>
            </w:r>
            <w:r>
              <w:rPr>
                <w:rtl/>
              </w:rPr>
              <w:t>زہراؑ</w:t>
            </w:r>
            <w:r w:rsidRPr="00E9510F">
              <w:t> </w:t>
            </w:r>
            <w:r>
              <w:rPr>
                <w:rtl/>
              </w:rPr>
              <w:t>سے</w:t>
            </w:r>
            <w:r w:rsidRPr="00E9510F">
              <w:t> </w:t>
            </w:r>
            <w:r>
              <w:rPr>
                <w:rtl/>
              </w:rPr>
              <w:t>یہ</w:t>
            </w:r>
            <w:r w:rsidRPr="00E9510F">
              <w:t> </w:t>
            </w:r>
            <w:r>
              <w:rPr>
                <w:rtl/>
              </w:rPr>
              <w:t>چھٹ</w:t>
            </w:r>
            <w:r w:rsidRPr="00E9510F">
              <w:t> </w:t>
            </w:r>
            <w:r>
              <w:rPr>
                <w:rtl/>
              </w:rPr>
              <w:t>جائے</w:t>
            </w:r>
            <w:r w:rsidRPr="00E9510F">
              <w:t> </w:t>
            </w:r>
            <w:r>
              <w:rPr>
                <w:rtl/>
              </w:rPr>
              <w:t>گا</w:t>
            </w:r>
            <w:r w:rsidRPr="00E9510F">
              <w:t> </w:t>
            </w:r>
            <w:r>
              <w:rPr>
                <w:rtl/>
              </w:rPr>
              <w:t>آج</w:t>
            </w:r>
            <w:r w:rsidRPr="00E9510F">
              <w:t>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E9510F">
              <w:t> </w:t>
            </w:r>
            <w:r w:rsidRPr="0042207F">
              <w:rPr>
                <w:rtl/>
              </w:rPr>
              <w:t>بعد</w:t>
            </w:r>
            <w:r w:rsidRPr="00E9510F">
              <w:t>   </w:t>
            </w:r>
            <w:r w:rsidRPr="0042207F">
              <w:rPr>
                <w:rtl/>
              </w:rPr>
              <w:t>میرے</w:t>
            </w:r>
            <w:r w:rsidRPr="00E9510F">
              <w:t>   </w:t>
            </w:r>
            <w:r w:rsidRPr="0042207F">
              <w:rPr>
                <w:rtl/>
              </w:rPr>
              <w:t>نہ</w:t>
            </w:r>
            <w:r w:rsidRPr="00E9510F">
              <w:t>  </w:t>
            </w:r>
            <w:r w:rsidRPr="0042207F">
              <w:rPr>
                <w:rtl/>
              </w:rPr>
              <w:t>کسی</w:t>
            </w:r>
            <w:r w:rsidRPr="00E9510F">
              <w:t>  </w:t>
            </w:r>
            <w:r w:rsidRPr="0042207F">
              <w:rPr>
                <w:rtl/>
              </w:rPr>
              <w:t>شے</w:t>
            </w:r>
            <w:r w:rsidRPr="00E9510F">
              <w:t>  </w:t>
            </w:r>
            <w:r w:rsidRPr="0042207F">
              <w:rPr>
                <w:rtl/>
              </w:rPr>
              <w:t>کا</w:t>
            </w:r>
            <w:r w:rsidRPr="00E9510F">
              <w:t>  </w:t>
            </w:r>
            <w:r w:rsidRPr="0042207F">
              <w:rPr>
                <w:rtl/>
              </w:rPr>
              <w:t>رہے</w:t>
            </w:r>
            <w:r w:rsidRPr="00E9510F">
              <w:t>  </w:t>
            </w:r>
            <w:r w:rsidRPr="0042207F">
              <w:rPr>
                <w:rtl/>
              </w:rPr>
              <w:t>یہ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محتاج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6CC" w:rsidTr="005F7FD4">
        <w:trPr>
          <w:trHeight w:val="350"/>
        </w:trPr>
        <w:tc>
          <w:tcPr>
            <w:tcW w:w="4728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اس</w:t>
            </w:r>
            <w:r w:rsidRPr="00E9510F">
              <w:t>  </w:t>
            </w:r>
            <w:r w:rsidRPr="0042207F">
              <w:rPr>
                <w:rtl/>
              </w:rPr>
              <w:t>کو</w:t>
            </w:r>
            <w:r w:rsidRPr="00E9510F">
              <w:t>  </w:t>
            </w:r>
            <w:r w:rsidRPr="0042207F">
              <w:rPr>
                <w:rtl/>
              </w:rPr>
              <w:t>دکھ</w:t>
            </w:r>
            <w:r w:rsidRPr="00E9510F">
              <w:t>  </w:t>
            </w:r>
            <w:r w:rsidRPr="0042207F">
              <w:rPr>
                <w:rtl/>
              </w:rPr>
              <w:t>ہو</w:t>
            </w:r>
            <w:r w:rsidRPr="00E9510F">
              <w:t>  </w:t>
            </w:r>
            <w:r w:rsidRPr="0042207F">
              <w:rPr>
                <w:rtl/>
              </w:rPr>
              <w:t>گا</w:t>
            </w:r>
            <w:r w:rsidRPr="00E9510F">
              <w:t>  </w:t>
            </w:r>
            <w:r w:rsidRPr="0042207F">
              <w:rPr>
                <w:rtl/>
              </w:rPr>
              <w:t>تو</w:t>
            </w:r>
            <w:r w:rsidRPr="00E9510F">
              <w:t> </w:t>
            </w:r>
            <w:r w:rsidRPr="0042207F">
              <w:rPr>
                <w:rtl/>
              </w:rPr>
              <w:t>میں</w:t>
            </w:r>
            <w:r w:rsidRPr="00E9510F">
              <w:t> </w:t>
            </w:r>
            <w:r w:rsidRPr="0042207F">
              <w:rPr>
                <w:rtl/>
              </w:rPr>
              <w:t>قبر</w:t>
            </w:r>
            <w:r w:rsidRPr="00E9510F">
              <w:t> </w:t>
            </w:r>
            <w:r w:rsidRPr="0042207F">
              <w:rPr>
                <w:rtl/>
              </w:rPr>
              <w:t>میں</w:t>
            </w:r>
            <w:r w:rsidRPr="00E9510F">
              <w:t> </w:t>
            </w:r>
            <w:r w:rsidRPr="0042207F">
              <w:rPr>
                <w:rtl/>
              </w:rPr>
              <w:t>دکھ</w:t>
            </w:r>
            <w:r w:rsidRPr="00E9510F">
              <w:t> </w:t>
            </w:r>
            <w:r w:rsidRPr="0042207F">
              <w:rPr>
                <w:rtl/>
              </w:rPr>
              <w:t>پاؤں</w:t>
            </w:r>
            <w:r w:rsidRPr="00E9510F">
              <w:t>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گی</w:t>
            </w:r>
            <w:r w:rsidRPr="00E9510F">
              <w:t>   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37" w:type="dxa"/>
          </w:tcPr>
          <w:p w:rsidR="00E526CC" w:rsidRDefault="00E526CC" w:rsidP="005F7FD4">
            <w:pPr>
              <w:pStyle w:val="libPoem"/>
              <w:rPr>
                <w:rtl/>
              </w:rPr>
            </w:pPr>
          </w:p>
        </w:tc>
        <w:tc>
          <w:tcPr>
            <w:tcW w:w="4682" w:type="dxa"/>
          </w:tcPr>
          <w:p w:rsidR="00E526CC" w:rsidRDefault="00E526CC" w:rsidP="005F7FD4">
            <w:pPr>
              <w:pStyle w:val="libPoem"/>
            </w:pPr>
            <w:r w:rsidRPr="0042207F">
              <w:rPr>
                <w:rtl/>
              </w:rPr>
              <w:t>یہ</w:t>
            </w:r>
            <w:r w:rsidRPr="00E9510F">
              <w:t>   </w:t>
            </w:r>
            <w:r w:rsidRPr="0042207F">
              <w:rPr>
                <w:rtl/>
              </w:rPr>
              <w:t>جو</w:t>
            </w:r>
            <w:r w:rsidRPr="00E9510F">
              <w:t>  </w:t>
            </w:r>
            <w:r w:rsidRPr="0042207F">
              <w:rPr>
                <w:rtl/>
              </w:rPr>
              <w:t>روئے</w:t>
            </w:r>
            <w:r w:rsidRPr="00E9510F">
              <w:t>  </w:t>
            </w:r>
            <w:r w:rsidRPr="0042207F">
              <w:rPr>
                <w:rtl/>
              </w:rPr>
              <w:t>گا</w:t>
            </w:r>
            <w:r w:rsidRPr="00E9510F">
              <w:t>  </w:t>
            </w:r>
            <w:r w:rsidRPr="0042207F">
              <w:rPr>
                <w:rtl/>
              </w:rPr>
              <w:t>تو</w:t>
            </w:r>
            <w:r w:rsidRPr="00E9510F">
              <w:t>  </w:t>
            </w:r>
            <w:r w:rsidRPr="0042207F">
              <w:rPr>
                <w:rtl/>
              </w:rPr>
              <w:t>مرقد</w:t>
            </w:r>
            <w:r w:rsidRPr="00E9510F">
              <w:t>  </w:t>
            </w:r>
            <w:r w:rsidRPr="0042207F">
              <w:rPr>
                <w:rtl/>
              </w:rPr>
              <w:t>سے</w:t>
            </w:r>
            <w:r w:rsidRPr="00E9510F">
              <w:t>  </w:t>
            </w:r>
            <w:r w:rsidRPr="0042207F">
              <w:rPr>
                <w:rtl/>
              </w:rPr>
              <w:t>نکل</w:t>
            </w:r>
            <w:r w:rsidRPr="00E9510F">
              <w:t>  </w:t>
            </w:r>
            <w:r w:rsidRPr="0042207F">
              <w:rPr>
                <w:rtl/>
              </w:rPr>
              <w:t>آؤں</w:t>
            </w:r>
            <w:r w:rsidRPr="00E9510F">
              <w:t>  </w:t>
            </w:r>
            <w:r w:rsidRPr="00530925">
              <w:rPr>
                <w:rStyle w:val="libPoemTiniChar0"/>
              </w:rPr>
              <w:t>ii</w:t>
            </w:r>
            <w:r w:rsidRPr="0042207F">
              <w:rPr>
                <w:rtl/>
              </w:rPr>
              <w:t>گی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526CC" w:rsidRDefault="00E526CC" w:rsidP="00E526CC">
      <w:pPr>
        <w:pStyle w:val="libNormal"/>
        <w:rPr>
          <w:rtl/>
          <w:lang w:bidi="ur-PK"/>
        </w:rPr>
      </w:pPr>
    </w:p>
    <w:p w:rsidR="00E526CC" w:rsidRDefault="00E526CC" w:rsidP="00E526CC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sdt>
      <w:sdtPr>
        <w:rPr>
          <w:rtl/>
        </w:rPr>
        <w:id w:val="1302810266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</w:rPr>
      </w:sdtEndPr>
      <w:sdtContent>
        <w:bookmarkStart w:id="14" w:name="_Toc505082507" w:displacedByCustomXml="prev"/>
        <w:p w:rsidR="007759D6" w:rsidRDefault="007759D6" w:rsidP="007759D6">
          <w:pPr>
            <w:pStyle w:val="Heading2Center"/>
            <w:rPr>
              <w:rtl/>
              <w:lang w:bidi="ur-PK"/>
            </w:rPr>
          </w:pPr>
          <w:r w:rsidRPr="007759D6">
            <w:rPr>
              <w:rFonts w:hint="cs"/>
              <w:rtl/>
            </w:rPr>
            <w:t>فہرست</w:t>
          </w:r>
          <w:bookmarkEnd w:id="14"/>
        </w:p>
        <w:p w:rsidR="007759D6" w:rsidRDefault="0036593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 w:rsidRPr="0036593C">
            <w:rPr>
              <w:rFonts w:cs="Fajer Noori Nastalique"/>
            </w:rPr>
            <w:fldChar w:fldCharType="begin"/>
          </w:r>
          <w:r w:rsidR="007759D6">
            <w:instrText xml:space="preserve"> TOC \o "1-3" \h \z \u </w:instrText>
          </w:r>
          <w:r w:rsidRPr="0036593C">
            <w:rPr>
              <w:rFonts w:cs="Fajer Noori Nastalique"/>
            </w:rPr>
            <w:fldChar w:fldCharType="separate"/>
          </w:r>
          <w:hyperlink w:anchor="_Toc505082493" w:history="1">
            <w:r w:rsidR="007759D6" w:rsidRPr="00201898">
              <w:rPr>
                <w:rStyle w:val="Hyperlink"/>
                <w:noProof/>
                <w:rtl/>
              </w:rPr>
              <w:t>ز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rFonts w:hint="eastAsia"/>
                <w:noProof/>
                <w:rtl/>
              </w:rPr>
              <w:t>نتِ</w:t>
            </w:r>
            <w:r w:rsidR="007759D6" w:rsidRPr="00201898">
              <w:rPr>
                <w:rStyle w:val="Hyperlink"/>
                <w:noProof/>
                <w:rtl/>
              </w:rPr>
              <w:t xml:space="preserve"> حجلہ عفّت ہ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rFonts w:hint="eastAsia"/>
                <w:noProof/>
                <w:rtl/>
              </w:rPr>
              <w:t>ں</w:t>
            </w:r>
            <w:r w:rsidR="007759D6" w:rsidRPr="00201898">
              <w:rPr>
                <w:rStyle w:val="Hyperlink"/>
                <w:noProof/>
                <w:rtl/>
              </w:rPr>
              <w:t xml:space="preserve"> جنابِ زہراؑ</w:t>
            </w:r>
            <w:r w:rsidR="007759D6" w:rsidRPr="00201898">
              <w:rPr>
                <w:rStyle w:val="Hyperlink"/>
                <w:noProof/>
              </w:rPr>
              <w:t xml:space="preserve"> </w:t>
            </w:r>
            <w:r w:rsidR="007759D6" w:rsidRPr="00201898">
              <w:rPr>
                <w:rStyle w:val="Hyperlink"/>
                <w:noProof/>
                <w:rtl/>
              </w:rPr>
              <w:t>-  تا  -</w:t>
            </w:r>
            <w:r w:rsidR="007759D6" w:rsidRPr="00201898">
              <w:rPr>
                <w:rStyle w:val="Hyperlink"/>
                <w:noProof/>
              </w:rPr>
              <w:t xml:space="preserve"> </w:t>
            </w:r>
            <w:r w:rsidR="007759D6" w:rsidRPr="00201898">
              <w:rPr>
                <w:rStyle w:val="Hyperlink"/>
                <w:noProof/>
                <w:rtl/>
              </w:rPr>
              <w:t>جب تلک دم ہے بھروں گ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noProof/>
                <w:rtl/>
              </w:rPr>
              <w:t xml:space="preserve"> 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rFonts w:hint="eastAsia"/>
                <w:noProof/>
                <w:rtl/>
              </w:rPr>
              <w:t>وں</w:t>
            </w:r>
            <w:r w:rsidR="007759D6" w:rsidRPr="00201898">
              <w:rPr>
                <w:rStyle w:val="Hyperlink"/>
                <w:noProof/>
                <w:rtl/>
              </w:rPr>
              <w:t xml:space="preserve"> ہ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noProof/>
                <w:rtl/>
              </w:rPr>
              <w:t xml:space="preserve"> دم زہراؑ کا</w:t>
            </w:r>
            <w:r w:rsidR="007759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759D6">
              <w:rPr>
                <w:noProof/>
                <w:webHidden/>
                <w:rtl/>
              </w:rPr>
              <w:instrText xml:space="preserve"> </w:instrText>
            </w:r>
            <w:r w:rsidR="007759D6">
              <w:rPr>
                <w:noProof/>
                <w:webHidden/>
              </w:rPr>
              <w:instrText>PAGEREF</w:instrText>
            </w:r>
            <w:r w:rsidR="007759D6">
              <w:rPr>
                <w:noProof/>
                <w:webHidden/>
                <w:rtl/>
              </w:rPr>
              <w:instrText xml:space="preserve"> _</w:instrText>
            </w:r>
            <w:r w:rsidR="007759D6">
              <w:rPr>
                <w:noProof/>
                <w:webHidden/>
              </w:rPr>
              <w:instrText>Toc505082493 \h</w:instrText>
            </w:r>
            <w:r w:rsidR="007759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759D6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59D6" w:rsidRDefault="0036593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5082494" w:history="1">
            <w:r w:rsidR="007759D6" w:rsidRPr="00201898">
              <w:rPr>
                <w:rStyle w:val="Hyperlink"/>
                <w:noProof/>
                <w:rtl/>
              </w:rPr>
              <w:t>کس کا زہرہ ہے جو کرے وصفِ جنابِ زہراؑ</w:t>
            </w:r>
            <w:r w:rsidR="007759D6" w:rsidRPr="00201898">
              <w:rPr>
                <w:rStyle w:val="Hyperlink"/>
                <w:noProof/>
              </w:rPr>
              <w:t xml:space="preserve"> </w:t>
            </w:r>
            <w:r w:rsidR="007759D6" w:rsidRPr="00201898">
              <w:rPr>
                <w:rStyle w:val="Hyperlink"/>
                <w:noProof/>
                <w:rtl/>
              </w:rPr>
              <w:t>-  تا  -</w:t>
            </w:r>
            <w:r w:rsidR="007759D6" w:rsidRPr="00201898">
              <w:rPr>
                <w:rStyle w:val="Hyperlink"/>
                <w:noProof/>
              </w:rPr>
              <w:t xml:space="preserve"> </w:t>
            </w:r>
            <w:r w:rsidR="007759D6" w:rsidRPr="00201898">
              <w:rPr>
                <w:rStyle w:val="Hyperlink"/>
                <w:noProof/>
                <w:rtl/>
              </w:rPr>
              <w:t>اس ک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noProof/>
                <w:rtl/>
              </w:rPr>
              <w:t xml:space="preserve"> تعظ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rFonts w:hint="eastAsia"/>
                <w:noProof/>
                <w:rtl/>
              </w:rPr>
              <w:t>م</w:t>
            </w:r>
            <w:r w:rsidR="007759D6" w:rsidRPr="00201898">
              <w:rPr>
                <w:rStyle w:val="Hyperlink"/>
                <w:noProof/>
                <w:rtl/>
              </w:rPr>
              <w:t xml:space="preserve"> رسولؐ دوسَرا کرتے تھے</w:t>
            </w:r>
            <w:r w:rsidR="007759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759D6">
              <w:rPr>
                <w:noProof/>
                <w:webHidden/>
                <w:rtl/>
              </w:rPr>
              <w:instrText xml:space="preserve"> </w:instrText>
            </w:r>
            <w:r w:rsidR="007759D6">
              <w:rPr>
                <w:noProof/>
                <w:webHidden/>
              </w:rPr>
              <w:instrText>PAGEREF</w:instrText>
            </w:r>
            <w:r w:rsidR="007759D6">
              <w:rPr>
                <w:noProof/>
                <w:webHidden/>
                <w:rtl/>
              </w:rPr>
              <w:instrText xml:space="preserve"> _</w:instrText>
            </w:r>
            <w:r w:rsidR="007759D6">
              <w:rPr>
                <w:noProof/>
                <w:webHidden/>
              </w:rPr>
              <w:instrText>Toc505082494 \h</w:instrText>
            </w:r>
            <w:r w:rsidR="007759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759D6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59D6" w:rsidRDefault="0036593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5082495" w:history="1">
            <w:r w:rsidR="007759D6" w:rsidRPr="00201898">
              <w:rPr>
                <w:rStyle w:val="Hyperlink"/>
                <w:noProof/>
                <w:rtl/>
              </w:rPr>
              <w:t>آپ ہ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noProof/>
                <w:rtl/>
              </w:rPr>
              <w:t xml:space="preserve"> حق ک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noProof/>
                <w:rtl/>
              </w:rPr>
              <w:t xml:space="preserve"> کن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noProof/>
                <w:rtl/>
              </w:rPr>
              <w:t>زوں م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rFonts w:hint="eastAsia"/>
                <w:noProof/>
                <w:rtl/>
              </w:rPr>
              <w:t>ں</w:t>
            </w:r>
            <w:r w:rsidR="007759D6" w:rsidRPr="00201898">
              <w:rPr>
                <w:rStyle w:val="Hyperlink"/>
                <w:noProof/>
                <w:rtl/>
              </w:rPr>
              <w:t xml:space="preserve"> ہ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rFonts w:hint="eastAsia"/>
                <w:noProof/>
                <w:rtl/>
              </w:rPr>
              <w:t>ں</w:t>
            </w:r>
            <w:r w:rsidR="007759D6" w:rsidRPr="00201898">
              <w:rPr>
                <w:rStyle w:val="Hyperlink"/>
                <w:noProof/>
                <w:rtl/>
              </w:rPr>
              <w:t xml:space="preserve"> مخصوص کن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rFonts w:hint="eastAsia"/>
                <w:noProof/>
                <w:rtl/>
              </w:rPr>
              <w:t>ز</w:t>
            </w:r>
            <w:r w:rsidR="007759D6" w:rsidRPr="00201898">
              <w:rPr>
                <w:rStyle w:val="Hyperlink"/>
                <w:noProof/>
              </w:rPr>
              <w:t xml:space="preserve"> </w:t>
            </w:r>
            <w:r w:rsidR="007759D6" w:rsidRPr="00201898">
              <w:rPr>
                <w:rStyle w:val="Hyperlink"/>
                <w:noProof/>
                <w:rtl/>
              </w:rPr>
              <w:t>-  تا  -</w:t>
            </w:r>
            <w:r w:rsidR="007759D6" w:rsidRPr="00201898">
              <w:rPr>
                <w:rStyle w:val="Hyperlink"/>
                <w:noProof/>
              </w:rPr>
              <w:t xml:space="preserve"> </w:t>
            </w:r>
            <w:r w:rsidR="007759D6" w:rsidRPr="00201898">
              <w:rPr>
                <w:rStyle w:val="Hyperlink"/>
                <w:noProof/>
                <w:rtl/>
              </w:rPr>
              <w:t>چمنِ خلد تلک جس ک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noProof/>
                <w:rtl/>
              </w:rPr>
              <w:t xml:space="preserve"> مہک جات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noProof/>
                <w:rtl/>
              </w:rPr>
              <w:t xml:space="preserve"> تھ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759D6">
              <w:rPr>
                <w:noProof/>
                <w:webHidden/>
                <w:rtl/>
              </w:rPr>
              <w:instrText xml:space="preserve"> </w:instrText>
            </w:r>
            <w:r w:rsidR="007759D6">
              <w:rPr>
                <w:noProof/>
                <w:webHidden/>
              </w:rPr>
              <w:instrText>PAGEREF</w:instrText>
            </w:r>
            <w:r w:rsidR="007759D6">
              <w:rPr>
                <w:noProof/>
                <w:webHidden/>
                <w:rtl/>
              </w:rPr>
              <w:instrText xml:space="preserve"> _</w:instrText>
            </w:r>
            <w:r w:rsidR="007759D6">
              <w:rPr>
                <w:noProof/>
                <w:webHidden/>
              </w:rPr>
              <w:instrText>Toc505082495 \h</w:instrText>
            </w:r>
            <w:r w:rsidR="007759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759D6"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59D6" w:rsidRDefault="0036593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5082496" w:history="1">
            <w:r w:rsidR="007759D6" w:rsidRPr="00201898">
              <w:rPr>
                <w:rStyle w:val="Hyperlink"/>
                <w:noProof/>
                <w:rtl/>
              </w:rPr>
              <w:t>راج دربار م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rFonts w:hint="eastAsia"/>
                <w:noProof/>
                <w:rtl/>
              </w:rPr>
              <w:t>ں</w:t>
            </w:r>
            <w:r w:rsidR="007759D6" w:rsidRPr="00201898">
              <w:rPr>
                <w:rStyle w:val="Hyperlink"/>
                <w:noProof/>
                <w:rtl/>
              </w:rPr>
              <w:t xml:space="preserve"> بھگوان کے عزّت پائ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noProof/>
              </w:rPr>
              <w:t xml:space="preserve"> </w:t>
            </w:r>
            <w:r w:rsidR="007759D6" w:rsidRPr="00201898">
              <w:rPr>
                <w:rStyle w:val="Hyperlink"/>
                <w:noProof/>
                <w:rtl/>
              </w:rPr>
              <w:t>-  تا  -</w:t>
            </w:r>
            <w:r w:rsidR="007759D6" w:rsidRPr="00201898">
              <w:rPr>
                <w:rStyle w:val="Hyperlink"/>
                <w:noProof/>
              </w:rPr>
              <w:t xml:space="preserve"> </w:t>
            </w:r>
            <w:r w:rsidR="007759D6" w:rsidRPr="00201898">
              <w:rPr>
                <w:rStyle w:val="Hyperlink"/>
                <w:noProof/>
                <w:rtl/>
              </w:rPr>
              <w:t>ان کو سردار زنان حق نے بہر طور ک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rFonts w:hint="eastAsia"/>
                <w:noProof/>
                <w:rtl/>
              </w:rPr>
              <w:t>ا</w:t>
            </w:r>
            <w:r w:rsidR="007759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759D6">
              <w:rPr>
                <w:noProof/>
                <w:webHidden/>
                <w:rtl/>
              </w:rPr>
              <w:instrText xml:space="preserve"> </w:instrText>
            </w:r>
            <w:r w:rsidR="007759D6">
              <w:rPr>
                <w:noProof/>
                <w:webHidden/>
              </w:rPr>
              <w:instrText>PAGEREF</w:instrText>
            </w:r>
            <w:r w:rsidR="007759D6">
              <w:rPr>
                <w:noProof/>
                <w:webHidden/>
                <w:rtl/>
              </w:rPr>
              <w:instrText xml:space="preserve"> _</w:instrText>
            </w:r>
            <w:r w:rsidR="007759D6">
              <w:rPr>
                <w:noProof/>
                <w:webHidden/>
              </w:rPr>
              <w:instrText>Toc505082496 \h</w:instrText>
            </w:r>
            <w:r w:rsidR="007759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759D6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59D6" w:rsidRDefault="0036593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5082497" w:history="1">
            <w:r w:rsidR="007759D6" w:rsidRPr="00201898">
              <w:rPr>
                <w:rStyle w:val="Hyperlink"/>
                <w:noProof/>
                <w:rtl/>
              </w:rPr>
              <w:t>کس سے تشب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rFonts w:hint="eastAsia"/>
                <w:noProof/>
                <w:rtl/>
              </w:rPr>
              <w:t>ہ</w:t>
            </w:r>
            <w:r w:rsidR="007759D6" w:rsidRPr="00201898">
              <w:rPr>
                <w:rStyle w:val="Hyperlink"/>
                <w:noProof/>
                <w:rtl/>
              </w:rPr>
              <w:t xml:space="preserve"> دوں زہراؑ کو عجب ہے مرا حال</w:t>
            </w:r>
            <w:r w:rsidR="007759D6" w:rsidRPr="00201898">
              <w:rPr>
                <w:rStyle w:val="Hyperlink"/>
                <w:noProof/>
              </w:rPr>
              <w:t xml:space="preserve"> </w:t>
            </w:r>
            <w:r w:rsidR="007759D6" w:rsidRPr="00201898">
              <w:rPr>
                <w:rStyle w:val="Hyperlink"/>
                <w:noProof/>
                <w:rtl/>
              </w:rPr>
              <w:t>-  تا  -</w:t>
            </w:r>
            <w:r w:rsidR="007759D6" w:rsidRPr="00201898">
              <w:rPr>
                <w:rStyle w:val="Hyperlink"/>
                <w:noProof/>
              </w:rPr>
              <w:t xml:space="preserve"> </w:t>
            </w:r>
            <w:r w:rsidR="007759D6" w:rsidRPr="00201898">
              <w:rPr>
                <w:rStyle w:val="Hyperlink"/>
                <w:noProof/>
                <w:rtl/>
              </w:rPr>
              <w:t>حق نے بھ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rFonts w:hint="eastAsia"/>
                <w:noProof/>
                <w:rtl/>
              </w:rPr>
              <w:t>جا</w:t>
            </w:r>
            <w:r w:rsidR="007759D6" w:rsidRPr="00201898">
              <w:rPr>
                <w:rStyle w:val="Hyperlink"/>
                <w:noProof/>
                <w:rtl/>
              </w:rPr>
              <w:t xml:space="preserve"> ہے تمہ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rFonts w:hint="eastAsia"/>
                <w:noProof/>
                <w:rtl/>
              </w:rPr>
              <w:t>ں</w:t>
            </w:r>
            <w:r w:rsidR="007759D6" w:rsidRPr="00201898">
              <w:rPr>
                <w:rStyle w:val="Hyperlink"/>
                <w:noProof/>
                <w:rtl/>
              </w:rPr>
              <w:t xml:space="preserve"> لطف و عنا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rFonts w:hint="eastAsia"/>
                <w:noProof/>
                <w:rtl/>
              </w:rPr>
              <w:t>ت</w:t>
            </w:r>
            <w:r w:rsidR="007759D6" w:rsidRPr="00201898">
              <w:rPr>
                <w:rStyle w:val="Hyperlink"/>
                <w:noProof/>
                <w:rtl/>
              </w:rPr>
              <w:t xml:space="preserve"> کے ل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rFonts w:hint="eastAsia"/>
                <w:noProof/>
                <w:rtl/>
              </w:rPr>
              <w:t>ے</w:t>
            </w:r>
            <w:r w:rsidR="007759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759D6">
              <w:rPr>
                <w:noProof/>
                <w:webHidden/>
                <w:rtl/>
              </w:rPr>
              <w:instrText xml:space="preserve"> </w:instrText>
            </w:r>
            <w:r w:rsidR="007759D6">
              <w:rPr>
                <w:noProof/>
                <w:webHidden/>
              </w:rPr>
              <w:instrText>PAGEREF</w:instrText>
            </w:r>
            <w:r w:rsidR="007759D6">
              <w:rPr>
                <w:noProof/>
                <w:webHidden/>
                <w:rtl/>
              </w:rPr>
              <w:instrText xml:space="preserve"> _</w:instrText>
            </w:r>
            <w:r w:rsidR="007759D6">
              <w:rPr>
                <w:noProof/>
                <w:webHidden/>
              </w:rPr>
              <w:instrText>Toc505082497 \h</w:instrText>
            </w:r>
            <w:r w:rsidR="007759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759D6"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59D6" w:rsidRDefault="0036593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5082498" w:history="1">
            <w:r w:rsidR="007759D6" w:rsidRPr="00201898">
              <w:rPr>
                <w:rStyle w:val="Hyperlink"/>
                <w:noProof/>
                <w:rtl/>
              </w:rPr>
              <w:t>کس قدر آپ کا چال و چلن نستعل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rFonts w:hint="eastAsia"/>
                <w:noProof/>
                <w:rtl/>
              </w:rPr>
              <w:t>ق</w:t>
            </w:r>
            <w:r w:rsidR="007759D6" w:rsidRPr="00201898">
              <w:rPr>
                <w:rStyle w:val="Hyperlink"/>
                <w:noProof/>
              </w:rPr>
              <w:t xml:space="preserve"> </w:t>
            </w:r>
            <w:r w:rsidR="007759D6" w:rsidRPr="00201898">
              <w:rPr>
                <w:rStyle w:val="Hyperlink"/>
                <w:noProof/>
                <w:rtl/>
              </w:rPr>
              <w:t>-  تا  -</w:t>
            </w:r>
            <w:r w:rsidR="007759D6" w:rsidRPr="00201898">
              <w:rPr>
                <w:rStyle w:val="Hyperlink"/>
                <w:noProof/>
              </w:rPr>
              <w:t xml:space="preserve"> </w:t>
            </w:r>
            <w:r w:rsidR="007759D6" w:rsidRPr="00201898">
              <w:rPr>
                <w:rStyle w:val="Hyperlink"/>
                <w:noProof/>
                <w:rtl/>
              </w:rPr>
              <w:t>تم نے عورت کے پردہ کا سر انجام د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rFonts w:hint="eastAsia"/>
                <w:noProof/>
                <w:rtl/>
              </w:rPr>
              <w:t>ا</w:t>
            </w:r>
            <w:r w:rsidR="007759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759D6">
              <w:rPr>
                <w:noProof/>
                <w:webHidden/>
                <w:rtl/>
              </w:rPr>
              <w:instrText xml:space="preserve"> </w:instrText>
            </w:r>
            <w:r w:rsidR="007759D6">
              <w:rPr>
                <w:noProof/>
                <w:webHidden/>
              </w:rPr>
              <w:instrText>PAGEREF</w:instrText>
            </w:r>
            <w:r w:rsidR="007759D6">
              <w:rPr>
                <w:noProof/>
                <w:webHidden/>
                <w:rtl/>
              </w:rPr>
              <w:instrText xml:space="preserve"> _</w:instrText>
            </w:r>
            <w:r w:rsidR="007759D6">
              <w:rPr>
                <w:noProof/>
                <w:webHidden/>
              </w:rPr>
              <w:instrText>Toc505082498 \h</w:instrText>
            </w:r>
            <w:r w:rsidR="007759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759D6"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59D6" w:rsidRDefault="0036593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5082499" w:history="1">
            <w:r w:rsidR="007759D6" w:rsidRPr="00201898">
              <w:rPr>
                <w:rStyle w:val="Hyperlink"/>
                <w:noProof/>
                <w:rtl/>
              </w:rPr>
              <w:t xml:space="preserve">کربلا 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rFonts w:hint="eastAsia"/>
                <w:noProof/>
                <w:rtl/>
              </w:rPr>
              <w:t>اد</w:t>
            </w:r>
            <w:r w:rsidR="007759D6" w:rsidRPr="00201898">
              <w:rPr>
                <w:rStyle w:val="Hyperlink"/>
                <w:noProof/>
                <w:rtl/>
              </w:rPr>
              <w:t xml:space="preserve"> ہے کچھ تجھ کو ق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rFonts w:hint="eastAsia"/>
                <w:noProof/>
                <w:rtl/>
              </w:rPr>
              <w:t>امت</w:t>
            </w:r>
            <w:r w:rsidR="007759D6" w:rsidRPr="00201898">
              <w:rPr>
                <w:rStyle w:val="Hyperlink"/>
                <w:noProof/>
                <w:rtl/>
              </w:rPr>
              <w:t xml:space="preserve"> کا وہ دن</w:t>
            </w:r>
            <w:r w:rsidR="007759D6" w:rsidRPr="00201898">
              <w:rPr>
                <w:rStyle w:val="Hyperlink"/>
                <w:noProof/>
              </w:rPr>
              <w:t xml:space="preserve"> </w:t>
            </w:r>
            <w:r w:rsidR="007759D6" w:rsidRPr="00201898">
              <w:rPr>
                <w:rStyle w:val="Hyperlink"/>
                <w:noProof/>
                <w:rtl/>
              </w:rPr>
              <w:t>-  تا  -</w:t>
            </w:r>
            <w:r w:rsidR="007759D6" w:rsidRPr="00201898">
              <w:rPr>
                <w:rStyle w:val="Hyperlink"/>
                <w:noProof/>
              </w:rPr>
              <w:t xml:space="preserve"> </w:t>
            </w:r>
            <w:r w:rsidR="007759D6" w:rsidRPr="00201898">
              <w:rPr>
                <w:rStyle w:val="Hyperlink"/>
                <w:noProof/>
                <w:rtl/>
              </w:rPr>
              <w:t>غ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rFonts w:hint="eastAsia"/>
                <w:noProof/>
                <w:rtl/>
              </w:rPr>
              <w:t>ر</w:t>
            </w:r>
            <w:r w:rsidR="007759D6" w:rsidRPr="00201898">
              <w:rPr>
                <w:rStyle w:val="Hyperlink"/>
                <w:noProof/>
                <w:rtl/>
              </w:rPr>
              <w:t xml:space="preserve"> توح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rFonts w:hint="eastAsia"/>
                <w:noProof/>
                <w:rtl/>
              </w:rPr>
              <w:t>د</w:t>
            </w:r>
            <w:r w:rsidR="007759D6" w:rsidRPr="00201898">
              <w:rPr>
                <w:rStyle w:val="Hyperlink"/>
                <w:noProof/>
                <w:rtl/>
              </w:rPr>
              <w:t xml:space="preserve"> و رسالت سے امامت نہ رہے</w:t>
            </w:r>
            <w:r w:rsidR="007759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759D6">
              <w:rPr>
                <w:noProof/>
                <w:webHidden/>
                <w:rtl/>
              </w:rPr>
              <w:instrText xml:space="preserve"> </w:instrText>
            </w:r>
            <w:r w:rsidR="007759D6">
              <w:rPr>
                <w:noProof/>
                <w:webHidden/>
              </w:rPr>
              <w:instrText>PAGEREF</w:instrText>
            </w:r>
            <w:r w:rsidR="007759D6">
              <w:rPr>
                <w:noProof/>
                <w:webHidden/>
                <w:rtl/>
              </w:rPr>
              <w:instrText xml:space="preserve"> _</w:instrText>
            </w:r>
            <w:r w:rsidR="007759D6">
              <w:rPr>
                <w:noProof/>
                <w:webHidden/>
              </w:rPr>
              <w:instrText>Toc505082499 \h</w:instrText>
            </w:r>
            <w:r w:rsidR="007759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759D6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59D6" w:rsidRDefault="0036593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5082500" w:history="1">
            <w:r w:rsidR="007759D6" w:rsidRPr="00201898">
              <w:rPr>
                <w:rStyle w:val="Hyperlink"/>
                <w:noProof/>
                <w:rtl/>
              </w:rPr>
              <w:t>وصف م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rFonts w:hint="eastAsia"/>
                <w:noProof/>
                <w:rtl/>
              </w:rPr>
              <w:t>ں</w:t>
            </w:r>
            <w:r w:rsidR="007759D6" w:rsidRPr="00201898">
              <w:rPr>
                <w:rStyle w:val="Hyperlink"/>
                <w:noProof/>
                <w:rtl/>
              </w:rPr>
              <w:t xml:space="preserve"> آپ کے مداحوں نے ک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rFonts w:hint="eastAsia"/>
                <w:noProof/>
                <w:rtl/>
              </w:rPr>
              <w:t>ا</w:t>
            </w:r>
            <w:r w:rsidR="007759D6" w:rsidRPr="00201898">
              <w:rPr>
                <w:rStyle w:val="Hyperlink"/>
                <w:noProof/>
                <w:rtl/>
              </w:rPr>
              <w:t xml:space="preserve"> ک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rFonts w:hint="eastAsia"/>
                <w:noProof/>
                <w:rtl/>
              </w:rPr>
              <w:t>ا</w:t>
            </w:r>
            <w:r w:rsidR="007759D6" w:rsidRPr="00201898">
              <w:rPr>
                <w:rStyle w:val="Hyperlink"/>
                <w:noProof/>
                <w:rtl/>
              </w:rPr>
              <w:t xml:space="preserve"> نہ کہا</w:t>
            </w:r>
            <w:r w:rsidR="007759D6" w:rsidRPr="00201898">
              <w:rPr>
                <w:rStyle w:val="Hyperlink"/>
                <w:noProof/>
              </w:rPr>
              <w:t xml:space="preserve"> </w:t>
            </w:r>
            <w:r w:rsidR="007759D6" w:rsidRPr="00201898">
              <w:rPr>
                <w:rStyle w:val="Hyperlink"/>
                <w:noProof/>
                <w:rtl/>
              </w:rPr>
              <w:t>-  تا  -</w:t>
            </w:r>
            <w:r w:rsidR="007759D6" w:rsidRPr="00201898">
              <w:rPr>
                <w:rStyle w:val="Hyperlink"/>
                <w:noProof/>
              </w:rPr>
              <w:t xml:space="preserve"> </w:t>
            </w:r>
            <w:r w:rsidR="007759D6" w:rsidRPr="00201898">
              <w:rPr>
                <w:rStyle w:val="Hyperlink"/>
                <w:noProof/>
                <w:rtl/>
              </w:rPr>
              <w:t>ک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rFonts w:hint="eastAsia"/>
                <w:noProof/>
                <w:rtl/>
              </w:rPr>
              <w:t>وں</w:t>
            </w:r>
            <w:r w:rsidR="007759D6" w:rsidRPr="00201898">
              <w:rPr>
                <w:rStyle w:val="Hyperlink"/>
                <w:noProof/>
                <w:rtl/>
              </w:rPr>
              <w:t xml:space="preserve"> نہ ہوں خلق م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rFonts w:hint="eastAsia"/>
                <w:noProof/>
                <w:rtl/>
              </w:rPr>
              <w:t>ں</w:t>
            </w:r>
            <w:r w:rsidR="007759D6" w:rsidRPr="00201898">
              <w:rPr>
                <w:rStyle w:val="Hyperlink"/>
                <w:noProof/>
                <w:rtl/>
              </w:rPr>
              <w:t xml:space="preserve"> جب ا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noProof/>
                <w:rtl/>
              </w:rPr>
              <w:t>ک رہ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noProof/>
                <w:rtl/>
              </w:rPr>
              <w:t xml:space="preserve"> ہ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rFonts w:hint="eastAsia"/>
                <w:noProof/>
                <w:rtl/>
              </w:rPr>
              <w:t>ں</w:t>
            </w:r>
            <w:r w:rsidR="007759D6" w:rsidRPr="00201898">
              <w:rPr>
                <w:rStyle w:val="Hyperlink"/>
                <w:noProof/>
                <w:rtl/>
              </w:rPr>
              <w:t xml:space="preserve"> زہراؑ</w:t>
            </w:r>
            <w:r w:rsidR="007759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759D6">
              <w:rPr>
                <w:noProof/>
                <w:webHidden/>
                <w:rtl/>
              </w:rPr>
              <w:instrText xml:space="preserve"> </w:instrText>
            </w:r>
            <w:r w:rsidR="007759D6">
              <w:rPr>
                <w:noProof/>
                <w:webHidden/>
              </w:rPr>
              <w:instrText>PAGEREF</w:instrText>
            </w:r>
            <w:r w:rsidR="007759D6">
              <w:rPr>
                <w:noProof/>
                <w:webHidden/>
                <w:rtl/>
              </w:rPr>
              <w:instrText xml:space="preserve"> _</w:instrText>
            </w:r>
            <w:r w:rsidR="007759D6">
              <w:rPr>
                <w:noProof/>
                <w:webHidden/>
              </w:rPr>
              <w:instrText>Toc505082500 \h</w:instrText>
            </w:r>
            <w:r w:rsidR="007759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759D6"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59D6" w:rsidRDefault="0036593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5082501" w:history="1">
            <w:r w:rsidR="007759D6" w:rsidRPr="00201898">
              <w:rPr>
                <w:rStyle w:val="Hyperlink"/>
                <w:noProof/>
                <w:rtl/>
              </w:rPr>
              <w:t>پارسا ا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rFonts w:hint="eastAsia"/>
                <w:noProof/>
                <w:rtl/>
              </w:rPr>
              <w:t>س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noProof/>
                <w:rtl/>
              </w:rPr>
              <w:t xml:space="preserve"> کہ ح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rFonts w:hint="eastAsia"/>
                <w:noProof/>
                <w:rtl/>
              </w:rPr>
              <w:t>درؑ</w:t>
            </w:r>
            <w:r w:rsidR="007759D6" w:rsidRPr="00201898">
              <w:rPr>
                <w:rStyle w:val="Hyperlink"/>
                <w:noProof/>
                <w:rtl/>
              </w:rPr>
              <w:t xml:space="preserve"> پڑھ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rFonts w:hint="eastAsia"/>
                <w:noProof/>
                <w:rtl/>
              </w:rPr>
              <w:t>ں</w:t>
            </w:r>
            <w:r w:rsidR="007759D6" w:rsidRPr="00201898">
              <w:rPr>
                <w:rStyle w:val="Hyperlink"/>
                <w:noProof/>
                <w:rtl/>
              </w:rPr>
              <w:t xml:space="preserve"> دامن پہ نماز</w:t>
            </w:r>
            <w:r w:rsidR="007759D6" w:rsidRPr="00201898">
              <w:rPr>
                <w:rStyle w:val="Hyperlink"/>
                <w:noProof/>
              </w:rPr>
              <w:t xml:space="preserve"> </w:t>
            </w:r>
            <w:r w:rsidR="007759D6" w:rsidRPr="00201898">
              <w:rPr>
                <w:rStyle w:val="Hyperlink"/>
                <w:noProof/>
                <w:rtl/>
              </w:rPr>
              <w:t>-  تا  -</w:t>
            </w:r>
            <w:r w:rsidR="007759D6" w:rsidRPr="00201898">
              <w:rPr>
                <w:rStyle w:val="Hyperlink"/>
                <w:noProof/>
              </w:rPr>
              <w:t xml:space="preserve"> </w:t>
            </w:r>
            <w:r w:rsidR="007759D6" w:rsidRPr="00201898">
              <w:rPr>
                <w:rStyle w:val="Hyperlink"/>
                <w:noProof/>
                <w:rtl/>
              </w:rPr>
              <w:t>آج زہراؑ ک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noProof/>
                <w:rtl/>
              </w:rPr>
              <w:t xml:space="preserve"> ردا دھو کے پلا دے ساق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759D6">
              <w:rPr>
                <w:noProof/>
                <w:webHidden/>
                <w:rtl/>
              </w:rPr>
              <w:instrText xml:space="preserve"> </w:instrText>
            </w:r>
            <w:r w:rsidR="007759D6">
              <w:rPr>
                <w:noProof/>
                <w:webHidden/>
              </w:rPr>
              <w:instrText>PAGEREF</w:instrText>
            </w:r>
            <w:r w:rsidR="007759D6">
              <w:rPr>
                <w:noProof/>
                <w:webHidden/>
                <w:rtl/>
              </w:rPr>
              <w:instrText xml:space="preserve"> _</w:instrText>
            </w:r>
            <w:r w:rsidR="007759D6">
              <w:rPr>
                <w:noProof/>
                <w:webHidden/>
              </w:rPr>
              <w:instrText>Toc505082501 \h</w:instrText>
            </w:r>
            <w:r w:rsidR="007759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759D6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59D6" w:rsidRDefault="0036593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5082502" w:history="1">
            <w:r w:rsidR="007759D6" w:rsidRPr="00201898">
              <w:rPr>
                <w:rStyle w:val="Hyperlink"/>
                <w:noProof/>
                <w:rtl/>
              </w:rPr>
              <w:t>وہ پلا کو کہ ہے زہراؑ ک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noProof/>
                <w:rtl/>
              </w:rPr>
              <w:t xml:space="preserve"> محبت ک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noProof/>
                <w:rtl/>
              </w:rPr>
              <w:t xml:space="preserve"> شراب</w:t>
            </w:r>
            <w:r w:rsidR="007759D6" w:rsidRPr="00201898">
              <w:rPr>
                <w:rStyle w:val="Hyperlink"/>
                <w:noProof/>
              </w:rPr>
              <w:t xml:space="preserve"> </w:t>
            </w:r>
            <w:r w:rsidR="007759D6" w:rsidRPr="00201898">
              <w:rPr>
                <w:rStyle w:val="Hyperlink"/>
                <w:noProof/>
                <w:rtl/>
              </w:rPr>
              <w:t>-  تا  -</w:t>
            </w:r>
            <w:r w:rsidR="007759D6" w:rsidRPr="00201898">
              <w:rPr>
                <w:rStyle w:val="Hyperlink"/>
                <w:noProof/>
              </w:rPr>
              <w:t xml:space="preserve"> </w:t>
            </w:r>
            <w:r w:rsidR="007759D6" w:rsidRPr="00201898">
              <w:rPr>
                <w:rStyle w:val="Hyperlink"/>
                <w:noProof/>
                <w:rtl/>
              </w:rPr>
              <w:t>دل م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rFonts w:hint="eastAsia"/>
                <w:noProof/>
                <w:rtl/>
              </w:rPr>
              <w:t>ں</w:t>
            </w:r>
            <w:r w:rsidR="007759D6" w:rsidRPr="00201898">
              <w:rPr>
                <w:rStyle w:val="Hyperlink"/>
                <w:noProof/>
                <w:rtl/>
              </w:rPr>
              <w:t xml:space="preserve"> پر آلِ پ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rFonts w:hint="eastAsia"/>
                <w:noProof/>
                <w:rtl/>
              </w:rPr>
              <w:t>مبرؐ</w:t>
            </w:r>
            <w:r w:rsidR="007759D6" w:rsidRPr="00201898">
              <w:rPr>
                <w:rStyle w:val="Hyperlink"/>
                <w:noProof/>
                <w:rtl/>
              </w:rPr>
              <w:t xml:space="preserve"> سے ولا رکھت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noProof/>
                <w:rtl/>
              </w:rPr>
              <w:t xml:space="preserve"> ہوں</w:t>
            </w:r>
            <w:r w:rsidR="007759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759D6">
              <w:rPr>
                <w:noProof/>
                <w:webHidden/>
                <w:rtl/>
              </w:rPr>
              <w:instrText xml:space="preserve"> </w:instrText>
            </w:r>
            <w:r w:rsidR="007759D6">
              <w:rPr>
                <w:noProof/>
                <w:webHidden/>
              </w:rPr>
              <w:instrText>PAGEREF</w:instrText>
            </w:r>
            <w:r w:rsidR="007759D6">
              <w:rPr>
                <w:noProof/>
                <w:webHidden/>
                <w:rtl/>
              </w:rPr>
              <w:instrText xml:space="preserve"> _</w:instrText>
            </w:r>
            <w:r w:rsidR="007759D6">
              <w:rPr>
                <w:noProof/>
                <w:webHidden/>
              </w:rPr>
              <w:instrText>Toc505082502 \h</w:instrText>
            </w:r>
            <w:r w:rsidR="007759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759D6"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59D6" w:rsidRDefault="0036593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5082503" w:history="1">
            <w:r w:rsidR="007759D6" w:rsidRPr="00201898">
              <w:rPr>
                <w:rStyle w:val="Hyperlink"/>
                <w:noProof/>
                <w:rtl/>
              </w:rPr>
              <w:t>پہلے بھگوان سے پوچھے کوئ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noProof/>
                <w:rtl/>
              </w:rPr>
              <w:t xml:space="preserve"> لذت اس ک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noProof/>
              </w:rPr>
              <w:t xml:space="preserve"> </w:t>
            </w:r>
            <w:r w:rsidR="007759D6" w:rsidRPr="00201898">
              <w:rPr>
                <w:rStyle w:val="Hyperlink"/>
                <w:noProof/>
                <w:rtl/>
              </w:rPr>
              <w:t>-  تا  -</w:t>
            </w:r>
            <w:r w:rsidR="007759D6" w:rsidRPr="00201898">
              <w:rPr>
                <w:rStyle w:val="Hyperlink"/>
                <w:noProof/>
              </w:rPr>
              <w:t xml:space="preserve"> </w:t>
            </w:r>
            <w:r w:rsidR="007759D6" w:rsidRPr="00201898">
              <w:rPr>
                <w:rStyle w:val="Hyperlink"/>
                <w:noProof/>
                <w:rtl/>
              </w:rPr>
              <w:t>فاطمہؑ کرت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noProof/>
                <w:rtl/>
              </w:rPr>
              <w:t xml:space="preserve"> تھ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rFonts w:hint="eastAsia"/>
                <w:noProof/>
                <w:rtl/>
              </w:rPr>
              <w:t>ں</w:t>
            </w:r>
            <w:r w:rsidR="007759D6" w:rsidRPr="00201898">
              <w:rPr>
                <w:rStyle w:val="Hyperlink"/>
                <w:noProof/>
                <w:rtl/>
              </w:rPr>
              <w:t xml:space="preserve"> بات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rFonts w:hint="eastAsia"/>
                <w:noProof/>
                <w:rtl/>
              </w:rPr>
              <w:t>ں</w:t>
            </w:r>
            <w:r w:rsidR="007759D6" w:rsidRPr="00201898">
              <w:rPr>
                <w:rStyle w:val="Hyperlink"/>
                <w:noProof/>
                <w:rtl/>
              </w:rPr>
              <w:t xml:space="preserve"> شکمِ مادر م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rFonts w:hint="eastAsia"/>
                <w:noProof/>
                <w:rtl/>
              </w:rPr>
              <w:t>ں</w:t>
            </w:r>
            <w:r w:rsidR="007759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759D6">
              <w:rPr>
                <w:noProof/>
                <w:webHidden/>
                <w:rtl/>
              </w:rPr>
              <w:instrText xml:space="preserve"> </w:instrText>
            </w:r>
            <w:r w:rsidR="007759D6">
              <w:rPr>
                <w:noProof/>
                <w:webHidden/>
              </w:rPr>
              <w:instrText>PAGEREF</w:instrText>
            </w:r>
            <w:r w:rsidR="007759D6">
              <w:rPr>
                <w:noProof/>
                <w:webHidden/>
                <w:rtl/>
              </w:rPr>
              <w:instrText xml:space="preserve"> _</w:instrText>
            </w:r>
            <w:r w:rsidR="007759D6">
              <w:rPr>
                <w:noProof/>
                <w:webHidden/>
              </w:rPr>
              <w:instrText>Toc505082503 \h</w:instrText>
            </w:r>
            <w:r w:rsidR="007759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759D6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59D6" w:rsidRDefault="0036593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5082504" w:history="1">
            <w:r w:rsidR="007759D6" w:rsidRPr="00201898">
              <w:rPr>
                <w:rStyle w:val="Hyperlink"/>
                <w:noProof/>
                <w:rtl/>
              </w:rPr>
              <w:t>آپ پ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rFonts w:hint="eastAsia"/>
                <w:noProof/>
                <w:rtl/>
              </w:rPr>
              <w:t>دا</w:t>
            </w:r>
            <w:r w:rsidR="007759D6" w:rsidRPr="00201898">
              <w:rPr>
                <w:rStyle w:val="Hyperlink"/>
                <w:noProof/>
                <w:rtl/>
              </w:rPr>
              <w:t xml:space="preserve"> ہوئ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rFonts w:hint="eastAsia"/>
                <w:noProof/>
                <w:rtl/>
              </w:rPr>
              <w:t>ں</w:t>
            </w:r>
            <w:r w:rsidR="007759D6" w:rsidRPr="00201898">
              <w:rPr>
                <w:rStyle w:val="Hyperlink"/>
                <w:noProof/>
                <w:rtl/>
              </w:rPr>
              <w:t xml:space="preserve"> امت ک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noProof/>
                <w:rtl/>
              </w:rPr>
              <w:t xml:space="preserve"> ہدا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rFonts w:hint="eastAsia"/>
                <w:noProof/>
                <w:rtl/>
              </w:rPr>
              <w:t>ت</w:t>
            </w:r>
            <w:r w:rsidR="007759D6" w:rsidRPr="00201898">
              <w:rPr>
                <w:rStyle w:val="Hyperlink"/>
                <w:noProof/>
                <w:rtl/>
              </w:rPr>
              <w:t xml:space="preserve"> کے ل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rFonts w:hint="eastAsia"/>
                <w:noProof/>
                <w:rtl/>
              </w:rPr>
              <w:t>ے</w:t>
            </w:r>
            <w:r w:rsidR="007759D6" w:rsidRPr="00201898">
              <w:rPr>
                <w:rStyle w:val="Hyperlink"/>
                <w:noProof/>
              </w:rPr>
              <w:t xml:space="preserve"> </w:t>
            </w:r>
            <w:r w:rsidR="007759D6" w:rsidRPr="00201898">
              <w:rPr>
                <w:rStyle w:val="Hyperlink"/>
                <w:noProof/>
                <w:rtl/>
              </w:rPr>
              <w:t>-  تا  -</w:t>
            </w:r>
            <w:r w:rsidR="007759D6" w:rsidRPr="00201898">
              <w:rPr>
                <w:rStyle w:val="Hyperlink"/>
                <w:noProof/>
              </w:rPr>
              <w:t xml:space="preserve"> </w:t>
            </w:r>
            <w:r w:rsidR="007759D6" w:rsidRPr="00201898">
              <w:rPr>
                <w:rStyle w:val="Hyperlink"/>
                <w:noProof/>
                <w:rtl/>
              </w:rPr>
              <w:t>ب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noProof/>
                <w:rtl/>
              </w:rPr>
              <w:t xml:space="preserve"> ب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noProof/>
                <w:rtl/>
              </w:rPr>
              <w:t xml:space="preserve"> ڈھان کے ہوئے منہ گھر پڑ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noProof/>
                <w:rtl/>
              </w:rPr>
              <w:t xml:space="preserve"> رہت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noProof/>
                <w:rtl/>
              </w:rPr>
              <w:t xml:space="preserve"> تھ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rFonts w:hint="eastAsia"/>
                <w:noProof/>
                <w:rtl/>
              </w:rPr>
              <w:t>ں</w:t>
            </w:r>
            <w:r w:rsidR="007759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759D6">
              <w:rPr>
                <w:noProof/>
                <w:webHidden/>
                <w:rtl/>
              </w:rPr>
              <w:instrText xml:space="preserve"> </w:instrText>
            </w:r>
            <w:r w:rsidR="007759D6">
              <w:rPr>
                <w:noProof/>
                <w:webHidden/>
              </w:rPr>
              <w:instrText>PAGEREF</w:instrText>
            </w:r>
            <w:r w:rsidR="007759D6">
              <w:rPr>
                <w:noProof/>
                <w:webHidden/>
                <w:rtl/>
              </w:rPr>
              <w:instrText xml:space="preserve"> _</w:instrText>
            </w:r>
            <w:r w:rsidR="007759D6">
              <w:rPr>
                <w:noProof/>
                <w:webHidden/>
              </w:rPr>
              <w:instrText>Toc505082504 \h</w:instrText>
            </w:r>
            <w:r w:rsidR="007759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759D6"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59D6" w:rsidRDefault="0036593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5082505" w:history="1">
            <w:r w:rsidR="007759D6" w:rsidRPr="00201898">
              <w:rPr>
                <w:rStyle w:val="Hyperlink"/>
                <w:noProof/>
                <w:rtl/>
              </w:rPr>
              <w:t>باپ ک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noProof/>
                <w:rtl/>
              </w:rPr>
              <w:t xml:space="preserve"> موت کا ا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rFonts w:hint="eastAsia"/>
                <w:noProof/>
                <w:rtl/>
              </w:rPr>
              <w:t>سا</w:t>
            </w:r>
            <w:r w:rsidR="007759D6" w:rsidRPr="00201898">
              <w:rPr>
                <w:rStyle w:val="Hyperlink"/>
                <w:noProof/>
                <w:rtl/>
              </w:rPr>
              <w:t xml:space="preserve"> ہوا زہراؑ پہ اثر</w:t>
            </w:r>
            <w:r w:rsidR="007759D6" w:rsidRPr="00201898">
              <w:rPr>
                <w:rStyle w:val="Hyperlink"/>
                <w:noProof/>
              </w:rPr>
              <w:t xml:space="preserve"> </w:t>
            </w:r>
            <w:r w:rsidR="007759D6" w:rsidRPr="00201898">
              <w:rPr>
                <w:rStyle w:val="Hyperlink"/>
                <w:noProof/>
                <w:rtl/>
              </w:rPr>
              <w:t>-  تا  -</w:t>
            </w:r>
            <w:r w:rsidR="007759D6" w:rsidRPr="00201898">
              <w:rPr>
                <w:rStyle w:val="Hyperlink"/>
                <w:noProof/>
              </w:rPr>
              <w:t xml:space="preserve"> </w:t>
            </w:r>
            <w:r w:rsidR="007759D6" w:rsidRPr="00201898">
              <w:rPr>
                <w:rStyle w:val="Hyperlink"/>
                <w:noProof/>
                <w:rtl/>
              </w:rPr>
              <w:t>چوم ل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rFonts w:hint="eastAsia"/>
                <w:noProof/>
                <w:rtl/>
              </w:rPr>
              <w:t>نا</w:t>
            </w:r>
            <w:r w:rsidR="007759D6" w:rsidRPr="00201898">
              <w:rPr>
                <w:rStyle w:val="Hyperlink"/>
                <w:noProof/>
                <w:rtl/>
              </w:rPr>
              <w:t xml:space="preserve"> مر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noProof/>
                <w:rtl/>
              </w:rPr>
              <w:t xml:space="preserve"> جانب سے گلا بھائ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noProof/>
                <w:rtl/>
              </w:rPr>
              <w:t xml:space="preserve"> کا</w:t>
            </w:r>
            <w:r w:rsidR="007759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759D6">
              <w:rPr>
                <w:noProof/>
                <w:webHidden/>
                <w:rtl/>
              </w:rPr>
              <w:instrText xml:space="preserve"> </w:instrText>
            </w:r>
            <w:r w:rsidR="007759D6">
              <w:rPr>
                <w:noProof/>
                <w:webHidden/>
              </w:rPr>
              <w:instrText>PAGEREF</w:instrText>
            </w:r>
            <w:r w:rsidR="007759D6">
              <w:rPr>
                <w:noProof/>
                <w:webHidden/>
                <w:rtl/>
              </w:rPr>
              <w:instrText xml:space="preserve"> _</w:instrText>
            </w:r>
            <w:r w:rsidR="007759D6">
              <w:rPr>
                <w:noProof/>
                <w:webHidden/>
              </w:rPr>
              <w:instrText>Toc505082505 \h</w:instrText>
            </w:r>
            <w:r w:rsidR="007759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759D6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59D6" w:rsidRDefault="0036593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5082506" w:history="1">
            <w:r w:rsidR="007759D6" w:rsidRPr="00201898">
              <w:rPr>
                <w:rStyle w:val="Hyperlink"/>
                <w:noProof/>
                <w:rtl/>
              </w:rPr>
              <w:t>پھر کہا فخر امامت سے کہ اے شاہِ ہُدا</w:t>
            </w:r>
            <w:r w:rsidR="007759D6" w:rsidRPr="00201898">
              <w:rPr>
                <w:rStyle w:val="Hyperlink"/>
                <w:noProof/>
              </w:rPr>
              <w:t xml:space="preserve"> </w:t>
            </w:r>
            <w:r w:rsidR="007759D6" w:rsidRPr="00201898">
              <w:rPr>
                <w:rStyle w:val="Hyperlink"/>
                <w:noProof/>
                <w:rtl/>
              </w:rPr>
              <w:t>-  تا  -</w:t>
            </w:r>
            <w:r w:rsidR="007759D6" w:rsidRPr="00201898">
              <w:rPr>
                <w:rStyle w:val="Hyperlink"/>
                <w:noProof/>
              </w:rPr>
              <w:t xml:space="preserve"> 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 w:rsidRPr="00201898">
              <w:rPr>
                <w:rStyle w:val="Hyperlink"/>
                <w:rFonts w:hint="eastAsia"/>
                <w:noProof/>
                <w:rtl/>
              </w:rPr>
              <w:t>ہ</w:t>
            </w:r>
            <w:r w:rsidR="007759D6" w:rsidRPr="00201898">
              <w:rPr>
                <w:rStyle w:val="Hyperlink"/>
                <w:noProof/>
                <w:rtl/>
              </w:rPr>
              <w:t xml:space="preserve"> جو روئے گا تو مرقد سے نکل آؤں گ</w:t>
            </w:r>
            <w:r w:rsidR="007759D6" w:rsidRPr="00201898">
              <w:rPr>
                <w:rStyle w:val="Hyperlink"/>
                <w:rFonts w:hint="cs"/>
                <w:noProof/>
                <w:rtl/>
              </w:rPr>
              <w:t>ی</w:t>
            </w:r>
            <w:r w:rsidR="007759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759D6">
              <w:rPr>
                <w:noProof/>
                <w:webHidden/>
                <w:rtl/>
              </w:rPr>
              <w:instrText xml:space="preserve"> </w:instrText>
            </w:r>
            <w:r w:rsidR="007759D6">
              <w:rPr>
                <w:noProof/>
                <w:webHidden/>
              </w:rPr>
              <w:instrText>PAGEREF</w:instrText>
            </w:r>
            <w:r w:rsidR="007759D6">
              <w:rPr>
                <w:noProof/>
                <w:webHidden/>
                <w:rtl/>
              </w:rPr>
              <w:instrText xml:space="preserve"> _</w:instrText>
            </w:r>
            <w:r w:rsidR="007759D6">
              <w:rPr>
                <w:noProof/>
                <w:webHidden/>
              </w:rPr>
              <w:instrText>Toc505082506 \h</w:instrText>
            </w:r>
            <w:r w:rsidR="007759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759D6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59D6" w:rsidRDefault="0036593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5082507" w:history="1">
            <w:r w:rsidR="007759D6" w:rsidRPr="00201898">
              <w:rPr>
                <w:rStyle w:val="Hyperlink"/>
                <w:noProof/>
                <w:rtl/>
              </w:rPr>
              <w:t>فہرست</w:t>
            </w:r>
            <w:r w:rsidR="007759D6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7759D6">
              <w:rPr>
                <w:noProof/>
                <w:webHidden/>
                <w:rtl/>
              </w:rPr>
              <w:instrText xml:space="preserve"> </w:instrText>
            </w:r>
            <w:r w:rsidR="007759D6">
              <w:rPr>
                <w:noProof/>
                <w:webHidden/>
              </w:rPr>
              <w:instrText>PAGEREF</w:instrText>
            </w:r>
            <w:r w:rsidR="007759D6">
              <w:rPr>
                <w:noProof/>
                <w:webHidden/>
                <w:rtl/>
              </w:rPr>
              <w:instrText xml:space="preserve"> _</w:instrText>
            </w:r>
            <w:r w:rsidR="007759D6">
              <w:rPr>
                <w:noProof/>
                <w:webHidden/>
              </w:rPr>
              <w:instrText>Toc505082507 \h</w:instrText>
            </w:r>
            <w:r w:rsidR="007759D6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759D6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59D6" w:rsidRDefault="0036593C">
          <w:r>
            <w:fldChar w:fldCharType="end"/>
          </w:r>
        </w:p>
      </w:sdtContent>
    </w:sdt>
    <w:p w:rsidR="00E526CC" w:rsidRDefault="00E526CC" w:rsidP="00E526CC">
      <w:pPr>
        <w:pStyle w:val="libNormal"/>
        <w:rPr>
          <w:rtl/>
          <w:lang w:bidi="ur-PK"/>
        </w:rPr>
      </w:pPr>
    </w:p>
    <w:p w:rsidR="00E90CE5" w:rsidRPr="00E526CC" w:rsidRDefault="00E90CE5" w:rsidP="00E526CC">
      <w:pPr>
        <w:pStyle w:val="libNormal"/>
        <w:rPr>
          <w:lang w:bidi="ur-PK"/>
        </w:rPr>
      </w:pPr>
    </w:p>
    <w:sectPr w:rsidR="00E90CE5" w:rsidRPr="00E526CC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947" w:rsidRDefault="008E2947">
      <w:r>
        <w:separator/>
      </w:r>
    </w:p>
  </w:endnote>
  <w:endnote w:type="continuationSeparator" w:id="0">
    <w:p w:rsidR="008E2947" w:rsidRDefault="008E29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F4C" w:rsidRDefault="004E1F4C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F4C" w:rsidRPr="00826B03" w:rsidRDefault="004E1F4C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947" w:rsidRDefault="008E2947">
      <w:r>
        <w:separator/>
      </w:r>
    </w:p>
  </w:footnote>
  <w:footnote w:type="continuationSeparator" w:id="0">
    <w:p w:rsidR="008E2947" w:rsidRDefault="008E29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4D72"/>
    <w:rsid w:val="00005A19"/>
    <w:rsid w:val="00005F58"/>
    <w:rsid w:val="00007F62"/>
    <w:rsid w:val="00007FCA"/>
    <w:rsid w:val="00011947"/>
    <w:rsid w:val="00012C76"/>
    <w:rsid w:val="00014B88"/>
    <w:rsid w:val="0001528F"/>
    <w:rsid w:val="000153A6"/>
    <w:rsid w:val="0001585A"/>
    <w:rsid w:val="00015A6A"/>
    <w:rsid w:val="00016233"/>
    <w:rsid w:val="00016CA8"/>
    <w:rsid w:val="000179E5"/>
    <w:rsid w:val="00017BCA"/>
    <w:rsid w:val="000200F1"/>
    <w:rsid w:val="000201F5"/>
    <w:rsid w:val="00020FB8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B14"/>
    <w:rsid w:val="00027D5E"/>
    <w:rsid w:val="000326C8"/>
    <w:rsid w:val="00033294"/>
    <w:rsid w:val="00033582"/>
    <w:rsid w:val="0003398D"/>
    <w:rsid w:val="00034D06"/>
    <w:rsid w:val="00035198"/>
    <w:rsid w:val="000368ED"/>
    <w:rsid w:val="00036ADA"/>
    <w:rsid w:val="000371DE"/>
    <w:rsid w:val="000374A5"/>
    <w:rsid w:val="00040798"/>
    <w:rsid w:val="00040E03"/>
    <w:rsid w:val="0004187C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F57"/>
    <w:rsid w:val="000470FE"/>
    <w:rsid w:val="00047101"/>
    <w:rsid w:val="00047F63"/>
    <w:rsid w:val="00050377"/>
    <w:rsid w:val="00050EDF"/>
    <w:rsid w:val="00051D79"/>
    <w:rsid w:val="0005371B"/>
    <w:rsid w:val="00054406"/>
    <w:rsid w:val="00056CE6"/>
    <w:rsid w:val="00056E51"/>
    <w:rsid w:val="00057492"/>
    <w:rsid w:val="000578AC"/>
    <w:rsid w:val="00057C87"/>
    <w:rsid w:val="00061C01"/>
    <w:rsid w:val="0006216A"/>
    <w:rsid w:val="00062739"/>
    <w:rsid w:val="0006368E"/>
    <w:rsid w:val="0006435F"/>
    <w:rsid w:val="00065BE1"/>
    <w:rsid w:val="0006635F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39D2"/>
    <w:rsid w:val="000853CE"/>
    <w:rsid w:val="000854F5"/>
    <w:rsid w:val="0008579C"/>
    <w:rsid w:val="000859B3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63"/>
    <w:rsid w:val="00097EA5"/>
    <w:rsid w:val="000A14D7"/>
    <w:rsid w:val="000A3C22"/>
    <w:rsid w:val="000A4049"/>
    <w:rsid w:val="000A47EC"/>
    <w:rsid w:val="000A4FD9"/>
    <w:rsid w:val="000A7750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C0A89"/>
    <w:rsid w:val="000C0B26"/>
    <w:rsid w:val="000C1299"/>
    <w:rsid w:val="000C1330"/>
    <w:rsid w:val="000C2109"/>
    <w:rsid w:val="000C2527"/>
    <w:rsid w:val="000C2C6C"/>
    <w:rsid w:val="000C2EF2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3287"/>
    <w:rsid w:val="0010521E"/>
    <w:rsid w:val="001053E9"/>
    <w:rsid w:val="00106420"/>
    <w:rsid w:val="001064AD"/>
    <w:rsid w:val="00106945"/>
    <w:rsid w:val="00107191"/>
    <w:rsid w:val="00107A6B"/>
    <w:rsid w:val="00107CB2"/>
    <w:rsid w:val="00107E7C"/>
    <w:rsid w:val="001106A5"/>
    <w:rsid w:val="00110764"/>
    <w:rsid w:val="00111AE3"/>
    <w:rsid w:val="00111F40"/>
    <w:rsid w:val="00112CB2"/>
    <w:rsid w:val="0011352E"/>
    <w:rsid w:val="00113A07"/>
    <w:rsid w:val="00113B0B"/>
    <w:rsid w:val="00113CCC"/>
    <w:rsid w:val="001141B8"/>
    <w:rsid w:val="001147D1"/>
    <w:rsid w:val="00114848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144A"/>
    <w:rsid w:val="00151545"/>
    <w:rsid w:val="00151C03"/>
    <w:rsid w:val="00151FCF"/>
    <w:rsid w:val="001526F2"/>
    <w:rsid w:val="00152E46"/>
    <w:rsid w:val="00152F98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2F6E"/>
    <w:rsid w:val="001637DD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047"/>
    <w:rsid w:val="00176809"/>
    <w:rsid w:val="00177163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4288"/>
    <w:rsid w:val="00194EEE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AE7"/>
    <w:rsid w:val="001A5FF4"/>
    <w:rsid w:val="001A657A"/>
    <w:rsid w:val="001A6A1A"/>
    <w:rsid w:val="001A6EC0"/>
    <w:rsid w:val="001A7D90"/>
    <w:rsid w:val="001B07B7"/>
    <w:rsid w:val="001B16FD"/>
    <w:rsid w:val="001B2204"/>
    <w:rsid w:val="001B330C"/>
    <w:rsid w:val="001B485A"/>
    <w:rsid w:val="001B4B1F"/>
    <w:rsid w:val="001B4D93"/>
    <w:rsid w:val="001B552D"/>
    <w:rsid w:val="001B56CE"/>
    <w:rsid w:val="001B577F"/>
    <w:rsid w:val="001B5826"/>
    <w:rsid w:val="001B599E"/>
    <w:rsid w:val="001B64AA"/>
    <w:rsid w:val="001B702D"/>
    <w:rsid w:val="001B71DA"/>
    <w:rsid w:val="001B7403"/>
    <w:rsid w:val="001B7407"/>
    <w:rsid w:val="001B7529"/>
    <w:rsid w:val="001C019C"/>
    <w:rsid w:val="001C03EA"/>
    <w:rsid w:val="001C0771"/>
    <w:rsid w:val="001C1FF8"/>
    <w:rsid w:val="001C3D8D"/>
    <w:rsid w:val="001C444D"/>
    <w:rsid w:val="001C4C01"/>
    <w:rsid w:val="001C5EDB"/>
    <w:rsid w:val="001C6080"/>
    <w:rsid w:val="001C618D"/>
    <w:rsid w:val="001C65F5"/>
    <w:rsid w:val="001C6BCF"/>
    <w:rsid w:val="001C7692"/>
    <w:rsid w:val="001C773C"/>
    <w:rsid w:val="001C7FA6"/>
    <w:rsid w:val="001D0825"/>
    <w:rsid w:val="001D2E1B"/>
    <w:rsid w:val="001D3B8D"/>
    <w:rsid w:val="001D3FD9"/>
    <w:rsid w:val="001D41A1"/>
    <w:rsid w:val="001D459F"/>
    <w:rsid w:val="001D465B"/>
    <w:rsid w:val="001D5007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5705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77C"/>
    <w:rsid w:val="002267C7"/>
    <w:rsid w:val="00226D22"/>
    <w:rsid w:val="00227044"/>
    <w:rsid w:val="002278BC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A8C"/>
    <w:rsid w:val="00261B22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D0"/>
    <w:rsid w:val="002818EF"/>
    <w:rsid w:val="00282184"/>
    <w:rsid w:val="0028271F"/>
    <w:rsid w:val="002827F4"/>
    <w:rsid w:val="00283EF6"/>
    <w:rsid w:val="0028403A"/>
    <w:rsid w:val="0028459E"/>
    <w:rsid w:val="002846DB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A59"/>
    <w:rsid w:val="00295D97"/>
    <w:rsid w:val="00295F03"/>
    <w:rsid w:val="002961ED"/>
    <w:rsid w:val="00296A3E"/>
    <w:rsid w:val="00297572"/>
    <w:rsid w:val="00297CB3"/>
    <w:rsid w:val="00297DFE"/>
    <w:rsid w:val="002A0284"/>
    <w:rsid w:val="002A19FA"/>
    <w:rsid w:val="002A1D03"/>
    <w:rsid w:val="002A2967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1092"/>
    <w:rsid w:val="002B14F0"/>
    <w:rsid w:val="002B1F8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8A3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80E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6C7"/>
    <w:rsid w:val="002F2104"/>
    <w:rsid w:val="002F2966"/>
    <w:rsid w:val="002F2E1D"/>
    <w:rsid w:val="002F2F4C"/>
    <w:rsid w:val="002F3626"/>
    <w:rsid w:val="002F364B"/>
    <w:rsid w:val="002F522E"/>
    <w:rsid w:val="002F62A1"/>
    <w:rsid w:val="002F6A05"/>
    <w:rsid w:val="002F6F56"/>
    <w:rsid w:val="002F7071"/>
    <w:rsid w:val="002F7903"/>
    <w:rsid w:val="002F7CA3"/>
    <w:rsid w:val="002F7E6B"/>
    <w:rsid w:val="00300115"/>
    <w:rsid w:val="003002A9"/>
    <w:rsid w:val="00300568"/>
    <w:rsid w:val="00300CCF"/>
    <w:rsid w:val="00300CF4"/>
    <w:rsid w:val="00301EBF"/>
    <w:rsid w:val="00302BAB"/>
    <w:rsid w:val="00303640"/>
    <w:rsid w:val="00303924"/>
    <w:rsid w:val="0030406E"/>
    <w:rsid w:val="003042EF"/>
    <w:rsid w:val="00304A76"/>
    <w:rsid w:val="003070AB"/>
    <w:rsid w:val="003073DB"/>
    <w:rsid w:val="00307C3A"/>
    <w:rsid w:val="00310A38"/>
    <w:rsid w:val="00310A78"/>
    <w:rsid w:val="00310D1D"/>
    <w:rsid w:val="003112A9"/>
    <w:rsid w:val="00311515"/>
    <w:rsid w:val="003129CD"/>
    <w:rsid w:val="00314971"/>
    <w:rsid w:val="00316A6A"/>
    <w:rsid w:val="0031776D"/>
    <w:rsid w:val="00317804"/>
    <w:rsid w:val="00317D3F"/>
    <w:rsid w:val="00317DE6"/>
    <w:rsid w:val="00317E22"/>
    <w:rsid w:val="00317FA1"/>
    <w:rsid w:val="003203A5"/>
    <w:rsid w:val="00320512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239A"/>
    <w:rsid w:val="00342EAD"/>
    <w:rsid w:val="00343936"/>
    <w:rsid w:val="00343971"/>
    <w:rsid w:val="003450B7"/>
    <w:rsid w:val="003452DD"/>
    <w:rsid w:val="00345904"/>
    <w:rsid w:val="00345DFD"/>
    <w:rsid w:val="0034624F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ECA"/>
    <w:rsid w:val="0036593C"/>
    <w:rsid w:val="0036618F"/>
    <w:rsid w:val="00367328"/>
    <w:rsid w:val="003702ED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683D"/>
    <w:rsid w:val="00390718"/>
    <w:rsid w:val="00390CFB"/>
    <w:rsid w:val="0039277C"/>
    <w:rsid w:val="003927FB"/>
    <w:rsid w:val="00394022"/>
    <w:rsid w:val="00394049"/>
    <w:rsid w:val="0039429C"/>
    <w:rsid w:val="003947CB"/>
    <w:rsid w:val="00395B9D"/>
    <w:rsid w:val="003963F3"/>
    <w:rsid w:val="0039736A"/>
    <w:rsid w:val="0039787F"/>
    <w:rsid w:val="00397E9F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AEE"/>
    <w:rsid w:val="003A52D5"/>
    <w:rsid w:val="003A551D"/>
    <w:rsid w:val="003A5829"/>
    <w:rsid w:val="003A6297"/>
    <w:rsid w:val="003A629B"/>
    <w:rsid w:val="003A661E"/>
    <w:rsid w:val="003A75C7"/>
    <w:rsid w:val="003B0434"/>
    <w:rsid w:val="003B0913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E06BE"/>
    <w:rsid w:val="003E097C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CBC"/>
    <w:rsid w:val="003F6170"/>
    <w:rsid w:val="003F72E7"/>
    <w:rsid w:val="003F73E0"/>
    <w:rsid w:val="004004C6"/>
    <w:rsid w:val="004006AD"/>
    <w:rsid w:val="004017F5"/>
    <w:rsid w:val="00401998"/>
    <w:rsid w:val="00401ADC"/>
    <w:rsid w:val="00401DBF"/>
    <w:rsid w:val="0040204E"/>
    <w:rsid w:val="00402C65"/>
    <w:rsid w:val="00404232"/>
    <w:rsid w:val="004048A8"/>
    <w:rsid w:val="00404EB7"/>
    <w:rsid w:val="00405229"/>
    <w:rsid w:val="00406220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838"/>
    <w:rsid w:val="00414547"/>
    <w:rsid w:val="00414B04"/>
    <w:rsid w:val="00414FE9"/>
    <w:rsid w:val="00415690"/>
    <w:rsid w:val="00416E2B"/>
    <w:rsid w:val="004209BA"/>
    <w:rsid w:val="00420C44"/>
    <w:rsid w:val="00420EEC"/>
    <w:rsid w:val="00421BDC"/>
    <w:rsid w:val="0042207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7035"/>
    <w:rsid w:val="0043754A"/>
    <w:rsid w:val="00437949"/>
    <w:rsid w:val="00437959"/>
    <w:rsid w:val="00437C19"/>
    <w:rsid w:val="00437D9B"/>
    <w:rsid w:val="00440C62"/>
    <w:rsid w:val="00442CB0"/>
    <w:rsid w:val="00443855"/>
    <w:rsid w:val="00443AC6"/>
    <w:rsid w:val="00444131"/>
    <w:rsid w:val="00444291"/>
    <w:rsid w:val="0044455C"/>
    <w:rsid w:val="00444930"/>
    <w:rsid w:val="00445079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12A9"/>
    <w:rsid w:val="0046249C"/>
    <w:rsid w:val="00464100"/>
    <w:rsid w:val="004643CB"/>
    <w:rsid w:val="00464FCD"/>
    <w:rsid w:val="00465FCA"/>
    <w:rsid w:val="0046634E"/>
    <w:rsid w:val="00466B3E"/>
    <w:rsid w:val="00466D09"/>
    <w:rsid w:val="00466E2C"/>
    <w:rsid w:val="00467072"/>
    <w:rsid w:val="00467507"/>
    <w:rsid w:val="00467E54"/>
    <w:rsid w:val="00470378"/>
    <w:rsid w:val="00470771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1019"/>
    <w:rsid w:val="004C1F73"/>
    <w:rsid w:val="004C2B1C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4075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02BC"/>
    <w:rsid w:val="004E1161"/>
    <w:rsid w:val="004E1437"/>
    <w:rsid w:val="004E18F5"/>
    <w:rsid w:val="004E1945"/>
    <w:rsid w:val="004E1F4C"/>
    <w:rsid w:val="004E3570"/>
    <w:rsid w:val="004E3CB3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44"/>
    <w:rsid w:val="004F1FF8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1151"/>
    <w:rsid w:val="005017BA"/>
    <w:rsid w:val="00501B09"/>
    <w:rsid w:val="0050214A"/>
    <w:rsid w:val="005022E5"/>
    <w:rsid w:val="005024CE"/>
    <w:rsid w:val="0050254A"/>
    <w:rsid w:val="00502CFE"/>
    <w:rsid w:val="00503092"/>
    <w:rsid w:val="005034EC"/>
    <w:rsid w:val="005037A1"/>
    <w:rsid w:val="005045FE"/>
    <w:rsid w:val="0050478C"/>
    <w:rsid w:val="00504A74"/>
    <w:rsid w:val="00505D4A"/>
    <w:rsid w:val="00506F86"/>
    <w:rsid w:val="0050750A"/>
    <w:rsid w:val="00507C6E"/>
    <w:rsid w:val="005100A4"/>
    <w:rsid w:val="00510A96"/>
    <w:rsid w:val="00510F59"/>
    <w:rsid w:val="00511259"/>
    <w:rsid w:val="0051167E"/>
    <w:rsid w:val="00511C34"/>
    <w:rsid w:val="00511D01"/>
    <w:rsid w:val="00512660"/>
    <w:rsid w:val="00512B38"/>
    <w:rsid w:val="005143DF"/>
    <w:rsid w:val="005151D1"/>
    <w:rsid w:val="00515729"/>
    <w:rsid w:val="0051655C"/>
    <w:rsid w:val="005168B1"/>
    <w:rsid w:val="00516D8F"/>
    <w:rsid w:val="0051715A"/>
    <w:rsid w:val="005179A1"/>
    <w:rsid w:val="00517DDA"/>
    <w:rsid w:val="00520622"/>
    <w:rsid w:val="0052113C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12E0"/>
    <w:rsid w:val="00532464"/>
    <w:rsid w:val="005328E6"/>
    <w:rsid w:val="005334FA"/>
    <w:rsid w:val="005335EB"/>
    <w:rsid w:val="00533BD5"/>
    <w:rsid w:val="00534296"/>
    <w:rsid w:val="00534D33"/>
    <w:rsid w:val="00535464"/>
    <w:rsid w:val="005358DE"/>
    <w:rsid w:val="00535BB5"/>
    <w:rsid w:val="00536D24"/>
    <w:rsid w:val="0053795C"/>
    <w:rsid w:val="005400C1"/>
    <w:rsid w:val="005410BF"/>
    <w:rsid w:val="0054150F"/>
    <w:rsid w:val="005428BC"/>
    <w:rsid w:val="00542EEF"/>
    <w:rsid w:val="005433C5"/>
    <w:rsid w:val="00543CC7"/>
    <w:rsid w:val="0054415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BB5"/>
    <w:rsid w:val="00561C58"/>
    <w:rsid w:val="00562EED"/>
    <w:rsid w:val="005645AE"/>
    <w:rsid w:val="00565201"/>
    <w:rsid w:val="005673A9"/>
    <w:rsid w:val="00567A6A"/>
    <w:rsid w:val="00567F1C"/>
    <w:rsid w:val="0057006C"/>
    <w:rsid w:val="00570A55"/>
    <w:rsid w:val="00571BF1"/>
    <w:rsid w:val="005723B2"/>
    <w:rsid w:val="00572A53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71B"/>
    <w:rsid w:val="005828C2"/>
    <w:rsid w:val="00582A21"/>
    <w:rsid w:val="0058340B"/>
    <w:rsid w:val="00584137"/>
    <w:rsid w:val="005841E2"/>
    <w:rsid w:val="005845B2"/>
    <w:rsid w:val="005847BF"/>
    <w:rsid w:val="00584801"/>
    <w:rsid w:val="00584ABA"/>
    <w:rsid w:val="00585225"/>
    <w:rsid w:val="0058524A"/>
    <w:rsid w:val="00585C48"/>
    <w:rsid w:val="0058627D"/>
    <w:rsid w:val="00587240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E73"/>
    <w:rsid w:val="00596FB5"/>
    <w:rsid w:val="0059772C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81D"/>
    <w:rsid w:val="005C0E2F"/>
    <w:rsid w:val="005C133D"/>
    <w:rsid w:val="005C18DE"/>
    <w:rsid w:val="005C1FA1"/>
    <w:rsid w:val="005C224E"/>
    <w:rsid w:val="005C2553"/>
    <w:rsid w:val="005C4338"/>
    <w:rsid w:val="005C5244"/>
    <w:rsid w:val="005C543F"/>
    <w:rsid w:val="005C551C"/>
    <w:rsid w:val="005C64C6"/>
    <w:rsid w:val="005C6B65"/>
    <w:rsid w:val="005D00A3"/>
    <w:rsid w:val="005D02A6"/>
    <w:rsid w:val="005D0E0E"/>
    <w:rsid w:val="005D1128"/>
    <w:rsid w:val="005D1D65"/>
    <w:rsid w:val="005D27D3"/>
    <w:rsid w:val="005D2C72"/>
    <w:rsid w:val="005D2E63"/>
    <w:rsid w:val="005D3753"/>
    <w:rsid w:val="005D3C8E"/>
    <w:rsid w:val="005D3D9D"/>
    <w:rsid w:val="005D6370"/>
    <w:rsid w:val="005D68AF"/>
    <w:rsid w:val="005D7173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A5"/>
    <w:rsid w:val="005F3916"/>
    <w:rsid w:val="005F3999"/>
    <w:rsid w:val="005F42EB"/>
    <w:rsid w:val="005F55A3"/>
    <w:rsid w:val="005F5A05"/>
    <w:rsid w:val="005F6056"/>
    <w:rsid w:val="005F61B2"/>
    <w:rsid w:val="005F6CCF"/>
    <w:rsid w:val="005F6F24"/>
    <w:rsid w:val="005F74B7"/>
    <w:rsid w:val="005F75B2"/>
    <w:rsid w:val="005F7B3B"/>
    <w:rsid w:val="00600129"/>
    <w:rsid w:val="0060104F"/>
    <w:rsid w:val="006013DF"/>
    <w:rsid w:val="006019FA"/>
    <w:rsid w:val="00602201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10F4"/>
    <w:rsid w:val="006216F3"/>
    <w:rsid w:val="00621914"/>
    <w:rsid w:val="00621E21"/>
    <w:rsid w:val="00622D41"/>
    <w:rsid w:val="00622EBB"/>
    <w:rsid w:val="00623171"/>
    <w:rsid w:val="00623C26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33A9"/>
    <w:rsid w:val="00633FB4"/>
    <w:rsid w:val="00635194"/>
    <w:rsid w:val="006352F5"/>
    <w:rsid w:val="006357C1"/>
    <w:rsid w:val="00635F02"/>
    <w:rsid w:val="00636BB9"/>
    <w:rsid w:val="00636DA5"/>
    <w:rsid w:val="0063712C"/>
    <w:rsid w:val="00637DDF"/>
    <w:rsid w:val="006409A0"/>
    <w:rsid w:val="00641562"/>
    <w:rsid w:val="00641610"/>
    <w:rsid w:val="00641A2D"/>
    <w:rsid w:val="00641ED1"/>
    <w:rsid w:val="00641F19"/>
    <w:rsid w:val="00642FFB"/>
    <w:rsid w:val="00643F5E"/>
    <w:rsid w:val="00644FE3"/>
    <w:rsid w:val="00645915"/>
    <w:rsid w:val="00646D08"/>
    <w:rsid w:val="00647B25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3284"/>
    <w:rsid w:val="00663A8F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652E"/>
    <w:rsid w:val="00686F76"/>
    <w:rsid w:val="006874E7"/>
    <w:rsid w:val="006878CA"/>
    <w:rsid w:val="00687928"/>
    <w:rsid w:val="00691511"/>
    <w:rsid w:val="0069163F"/>
    <w:rsid w:val="00691D44"/>
    <w:rsid w:val="00691DBB"/>
    <w:rsid w:val="0069210A"/>
    <w:rsid w:val="0069333F"/>
    <w:rsid w:val="00695AE8"/>
    <w:rsid w:val="00695DC8"/>
    <w:rsid w:val="00695E71"/>
    <w:rsid w:val="006965E3"/>
    <w:rsid w:val="00696F05"/>
    <w:rsid w:val="006970C0"/>
    <w:rsid w:val="00697907"/>
    <w:rsid w:val="00697E9A"/>
    <w:rsid w:val="006A0853"/>
    <w:rsid w:val="006A09A5"/>
    <w:rsid w:val="006A0B06"/>
    <w:rsid w:val="006A150D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1A79"/>
    <w:rsid w:val="006B1B11"/>
    <w:rsid w:val="006B21E8"/>
    <w:rsid w:val="006B21EA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904"/>
    <w:rsid w:val="006C0D31"/>
    <w:rsid w:val="006C1925"/>
    <w:rsid w:val="006C22C1"/>
    <w:rsid w:val="006C4B43"/>
    <w:rsid w:val="006C637D"/>
    <w:rsid w:val="006C7AD5"/>
    <w:rsid w:val="006D08FA"/>
    <w:rsid w:val="006D0DD7"/>
    <w:rsid w:val="006D222B"/>
    <w:rsid w:val="006D2637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7E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A99"/>
    <w:rsid w:val="007050CB"/>
    <w:rsid w:val="007051CC"/>
    <w:rsid w:val="0070524C"/>
    <w:rsid w:val="00705B9E"/>
    <w:rsid w:val="007078BA"/>
    <w:rsid w:val="00710619"/>
    <w:rsid w:val="00710CC1"/>
    <w:rsid w:val="00710F43"/>
    <w:rsid w:val="00711E41"/>
    <w:rsid w:val="007124D8"/>
    <w:rsid w:val="007138A2"/>
    <w:rsid w:val="00716544"/>
    <w:rsid w:val="007173D9"/>
    <w:rsid w:val="00717AB1"/>
    <w:rsid w:val="00717C64"/>
    <w:rsid w:val="007216E5"/>
    <w:rsid w:val="00721FA0"/>
    <w:rsid w:val="007224E2"/>
    <w:rsid w:val="00722E50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87B"/>
    <w:rsid w:val="00727AA2"/>
    <w:rsid w:val="00727AE7"/>
    <w:rsid w:val="0073042E"/>
    <w:rsid w:val="00730B51"/>
    <w:rsid w:val="00730E45"/>
    <w:rsid w:val="00731AD7"/>
    <w:rsid w:val="00731CB8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7112"/>
    <w:rsid w:val="00740E80"/>
    <w:rsid w:val="007413BF"/>
    <w:rsid w:val="007419D4"/>
    <w:rsid w:val="00743852"/>
    <w:rsid w:val="00743F40"/>
    <w:rsid w:val="0074439D"/>
    <w:rsid w:val="0074517B"/>
    <w:rsid w:val="00745A60"/>
    <w:rsid w:val="007504C8"/>
    <w:rsid w:val="00750A4E"/>
    <w:rsid w:val="00750FDB"/>
    <w:rsid w:val="00751600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BEF"/>
    <w:rsid w:val="00766063"/>
    <w:rsid w:val="00766754"/>
    <w:rsid w:val="00766764"/>
    <w:rsid w:val="00767B58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9D6"/>
    <w:rsid w:val="00775B9F"/>
    <w:rsid w:val="00775EF2"/>
    <w:rsid w:val="00775FFA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757"/>
    <w:rsid w:val="007C25EE"/>
    <w:rsid w:val="007C3DC9"/>
    <w:rsid w:val="007C3F61"/>
    <w:rsid w:val="007C43DF"/>
    <w:rsid w:val="007C4A19"/>
    <w:rsid w:val="007C7DFC"/>
    <w:rsid w:val="007D019B"/>
    <w:rsid w:val="007D1160"/>
    <w:rsid w:val="007D1BDF"/>
    <w:rsid w:val="007D1D2B"/>
    <w:rsid w:val="007D2CC7"/>
    <w:rsid w:val="007D47BA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7F8"/>
    <w:rsid w:val="007E5E41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839"/>
    <w:rsid w:val="007F7638"/>
    <w:rsid w:val="007F799B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521F"/>
    <w:rsid w:val="00806335"/>
    <w:rsid w:val="00806496"/>
    <w:rsid w:val="0080662A"/>
    <w:rsid w:val="00807D02"/>
    <w:rsid w:val="0081019F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1B8F"/>
    <w:rsid w:val="008326EB"/>
    <w:rsid w:val="00832956"/>
    <w:rsid w:val="00832D9E"/>
    <w:rsid w:val="00833A83"/>
    <w:rsid w:val="00834835"/>
    <w:rsid w:val="00834D70"/>
    <w:rsid w:val="0083532D"/>
    <w:rsid w:val="00835353"/>
    <w:rsid w:val="00837202"/>
    <w:rsid w:val="00837259"/>
    <w:rsid w:val="00837E10"/>
    <w:rsid w:val="00840D46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FDE"/>
    <w:rsid w:val="00861686"/>
    <w:rsid w:val="008616B8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DAB"/>
    <w:rsid w:val="008769D7"/>
    <w:rsid w:val="00876D20"/>
    <w:rsid w:val="00876D62"/>
    <w:rsid w:val="008773C6"/>
    <w:rsid w:val="0087770A"/>
    <w:rsid w:val="008777DC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3A33"/>
    <w:rsid w:val="008A3D46"/>
    <w:rsid w:val="008A4048"/>
    <w:rsid w:val="008A43C4"/>
    <w:rsid w:val="008A4630"/>
    <w:rsid w:val="008A58AD"/>
    <w:rsid w:val="008B0022"/>
    <w:rsid w:val="008B0323"/>
    <w:rsid w:val="008B1AC0"/>
    <w:rsid w:val="008B3E4D"/>
    <w:rsid w:val="008B3F95"/>
    <w:rsid w:val="008B56D9"/>
    <w:rsid w:val="008B5AE2"/>
    <w:rsid w:val="008B5B7E"/>
    <w:rsid w:val="008B5FDD"/>
    <w:rsid w:val="008C0221"/>
    <w:rsid w:val="008C0DB1"/>
    <w:rsid w:val="008C1099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5CA"/>
    <w:rsid w:val="008E1DA0"/>
    <w:rsid w:val="008E1FA7"/>
    <w:rsid w:val="008E278D"/>
    <w:rsid w:val="008E2795"/>
    <w:rsid w:val="008E27CA"/>
    <w:rsid w:val="008E2947"/>
    <w:rsid w:val="008E30F8"/>
    <w:rsid w:val="008E3163"/>
    <w:rsid w:val="008E36CD"/>
    <w:rsid w:val="008E4507"/>
    <w:rsid w:val="008E4A0B"/>
    <w:rsid w:val="008E4BEB"/>
    <w:rsid w:val="008E4D2E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4513"/>
    <w:rsid w:val="008F469F"/>
    <w:rsid w:val="008F486D"/>
    <w:rsid w:val="008F5B45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6EF5"/>
    <w:rsid w:val="009075DD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B06"/>
    <w:rsid w:val="00935EA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28E"/>
    <w:rsid w:val="009432A1"/>
    <w:rsid w:val="00943412"/>
    <w:rsid w:val="00943B2E"/>
    <w:rsid w:val="00944596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DC8"/>
    <w:rsid w:val="00952480"/>
    <w:rsid w:val="00952861"/>
    <w:rsid w:val="0095380C"/>
    <w:rsid w:val="00953F75"/>
    <w:rsid w:val="0095454C"/>
    <w:rsid w:val="00954DA0"/>
    <w:rsid w:val="0095536A"/>
    <w:rsid w:val="009557F9"/>
    <w:rsid w:val="0095590C"/>
    <w:rsid w:val="009568F8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624"/>
    <w:rsid w:val="0096505B"/>
    <w:rsid w:val="009669D5"/>
    <w:rsid w:val="00967F1D"/>
    <w:rsid w:val="00970185"/>
    <w:rsid w:val="0097061F"/>
    <w:rsid w:val="0097064A"/>
    <w:rsid w:val="00970924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F40"/>
    <w:rsid w:val="00981911"/>
    <w:rsid w:val="00982D46"/>
    <w:rsid w:val="00983FB7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794"/>
    <w:rsid w:val="009927D3"/>
    <w:rsid w:val="00992831"/>
    <w:rsid w:val="00992E31"/>
    <w:rsid w:val="0099412A"/>
    <w:rsid w:val="0099486D"/>
    <w:rsid w:val="0099503E"/>
    <w:rsid w:val="009952AD"/>
    <w:rsid w:val="00995355"/>
    <w:rsid w:val="00995AE4"/>
    <w:rsid w:val="00996975"/>
    <w:rsid w:val="00996BC1"/>
    <w:rsid w:val="00997BA2"/>
    <w:rsid w:val="009A12E7"/>
    <w:rsid w:val="009A23F3"/>
    <w:rsid w:val="009A39F3"/>
    <w:rsid w:val="009A4035"/>
    <w:rsid w:val="009A4292"/>
    <w:rsid w:val="009A457D"/>
    <w:rsid w:val="009A493E"/>
    <w:rsid w:val="009A53CC"/>
    <w:rsid w:val="009A7001"/>
    <w:rsid w:val="009A7DA5"/>
    <w:rsid w:val="009B01D4"/>
    <w:rsid w:val="009B0845"/>
    <w:rsid w:val="009B0C22"/>
    <w:rsid w:val="009B131C"/>
    <w:rsid w:val="009B27FC"/>
    <w:rsid w:val="009B2902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9A0"/>
    <w:rsid w:val="009C4D94"/>
    <w:rsid w:val="009C5A0F"/>
    <w:rsid w:val="009C5A9D"/>
    <w:rsid w:val="009C5CE5"/>
    <w:rsid w:val="009C5E6C"/>
    <w:rsid w:val="009C6965"/>
    <w:rsid w:val="009C797F"/>
    <w:rsid w:val="009C7A90"/>
    <w:rsid w:val="009D00B5"/>
    <w:rsid w:val="009D197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29C8"/>
    <w:rsid w:val="009E3910"/>
    <w:rsid w:val="009E443A"/>
    <w:rsid w:val="009E4824"/>
    <w:rsid w:val="009E518B"/>
    <w:rsid w:val="009E52B4"/>
    <w:rsid w:val="009E60D0"/>
    <w:rsid w:val="009E64F7"/>
    <w:rsid w:val="009E67C9"/>
    <w:rsid w:val="009E6DE8"/>
    <w:rsid w:val="009E7AB9"/>
    <w:rsid w:val="009F0919"/>
    <w:rsid w:val="009F0CB4"/>
    <w:rsid w:val="009F0D62"/>
    <w:rsid w:val="009F1D25"/>
    <w:rsid w:val="009F2C77"/>
    <w:rsid w:val="009F2E6F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A0019C"/>
    <w:rsid w:val="00A00A9C"/>
    <w:rsid w:val="00A00CED"/>
    <w:rsid w:val="00A00D18"/>
    <w:rsid w:val="00A01617"/>
    <w:rsid w:val="00A02F87"/>
    <w:rsid w:val="00A04351"/>
    <w:rsid w:val="00A04394"/>
    <w:rsid w:val="00A05A22"/>
    <w:rsid w:val="00A06BAE"/>
    <w:rsid w:val="00A06E42"/>
    <w:rsid w:val="00A07224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202E3"/>
    <w:rsid w:val="00A209AB"/>
    <w:rsid w:val="00A21090"/>
    <w:rsid w:val="00A21102"/>
    <w:rsid w:val="00A21D3D"/>
    <w:rsid w:val="00A21DB5"/>
    <w:rsid w:val="00A21E07"/>
    <w:rsid w:val="00A21F4F"/>
    <w:rsid w:val="00A22363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A01"/>
    <w:rsid w:val="00A36CA9"/>
    <w:rsid w:val="00A36D95"/>
    <w:rsid w:val="00A373F6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804"/>
    <w:rsid w:val="00A6180D"/>
    <w:rsid w:val="00A61A03"/>
    <w:rsid w:val="00A62D47"/>
    <w:rsid w:val="00A63CF5"/>
    <w:rsid w:val="00A63FEB"/>
    <w:rsid w:val="00A643D5"/>
    <w:rsid w:val="00A6486D"/>
    <w:rsid w:val="00A6513F"/>
    <w:rsid w:val="00A65654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F3E"/>
    <w:rsid w:val="00A7410F"/>
    <w:rsid w:val="00A745EB"/>
    <w:rsid w:val="00A749A9"/>
    <w:rsid w:val="00A751DD"/>
    <w:rsid w:val="00A75D67"/>
    <w:rsid w:val="00A76AD1"/>
    <w:rsid w:val="00A772D3"/>
    <w:rsid w:val="00A77342"/>
    <w:rsid w:val="00A77391"/>
    <w:rsid w:val="00A77DFE"/>
    <w:rsid w:val="00A80B06"/>
    <w:rsid w:val="00A80ED8"/>
    <w:rsid w:val="00A81316"/>
    <w:rsid w:val="00A816F4"/>
    <w:rsid w:val="00A821CD"/>
    <w:rsid w:val="00A825E2"/>
    <w:rsid w:val="00A829DF"/>
    <w:rsid w:val="00A83651"/>
    <w:rsid w:val="00A839A8"/>
    <w:rsid w:val="00A83CA6"/>
    <w:rsid w:val="00A8550E"/>
    <w:rsid w:val="00A85A64"/>
    <w:rsid w:val="00A85CF6"/>
    <w:rsid w:val="00A85EB1"/>
    <w:rsid w:val="00A85F78"/>
    <w:rsid w:val="00A8695C"/>
    <w:rsid w:val="00A86979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706C"/>
    <w:rsid w:val="00A971B5"/>
    <w:rsid w:val="00A97460"/>
    <w:rsid w:val="00AA0FC1"/>
    <w:rsid w:val="00AA0FC3"/>
    <w:rsid w:val="00AA10BC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C01D4"/>
    <w:rsid w:val="00AC03F6"/>
    <w:rsid w:val="00AC13DB"/>
    <w:rsid w:val="00AC1A38"/>
    <w:rsid w:val="00AC1BDE"/>
    <w:rsid w:val="00AC2332"/>
    <w:rsid w:val="00AC28CD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79D1"/>
    <w:rsid w:val="00AD7BE1"/>
    <w:rsid w:val="00AE03BA"/>
    <w:rsid w:val="00AE0638"/>
    <w:rsid w:val="00AE0778"/>
    <w:rsid w:val="00AE1B72"/>
    <w:rsid w:val="00AE1E35"/>
    <w:rsid w:val="00AE1EB7"/>
    <w:rsid w:val="00AE23D9"/>
    <w:rsid w:val="00AE270B"/>
    <w:rsid w:val="00AE2907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A58"/>
    <w:rsid w:val="00AF4A75"/>
    <w:rsid w:val="00AF5EB4"/>
    <w:rsid w:val="00AF5F9A"/>
    <w:rsid w:val="00AF6367"/>
    <w:rsid w:val="00B002C1"/>
    <w:rsid w:val="00B01257"/>
    <w:rsid w:val="00B01368"/>
    <w:rsid w:val="00B0159B"/>
    <w:rsid w:val="00B01B14"/>
    <w:rsid w:val="00B034AF"/>
    <w:rsid w:val="00B03CB0"/>
    <w:rsid w:val="00B0496A"/>
    <w:rsid w:val="00B050B2"/>
    <w:rsid w:val="00B0574D"/>
    <w:rsid w:val="00B06222"/>
    <w:rsid w:val="00B064FF"/>
    <w:rsid w:val="00B0685F"/>
    <w:rsid w:val="00B07146"/>
    <w:rsid w:val="00B072E4"/>
    <w:rsid w:val="00B07F38"/>
    <w:rsid w:val="00B07FDD"/>
    <w:rsid w:val="00B1002E"/>
    <w:rsid w:val="00B1005E"/>
    <w:rsid w:val="00B11AF5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2873"/>
    <w:rsid w:val="00B32F31"/>
    <w:rsid w:val="00B334CA"/>
    <w:rsid w:val="00B34D2A"/>
    <w:rsid w:val="00B356EA"/>
    <w:rsid w:val="00B35DA8"/>
    <w:rsid w:val="00B37F5F"/>
    <w:rsid w:val="00B37FEA"/>
    <w:rsid w:val="00B40439"/>
    <w:rsid w:val="00B40A04"/>
    <w:rsid w:val="00B418BE"/>
    <w:rsid w:val="00B426ED"/>
    <w:rsid w:val="00B427C2"/>
    <w:rsid w:val="00B42E0C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CBB"/>
    <w:rsid w:val="00B52F91"/>
    <w:rsid w:val="00B532CE"/>
    <w:rsid w:val="00B5330D"/>
    <w:rsid w:val="00B53C80"/>
    <w:rsid w:val="00B557EB"/>
    <w:rsid w:val="00B56337"/>
    <w:rsid w:val="00B564AA"/>
    <w:rsid w:val="00B566F8"/>
    <w:rsid w:val="00B57588"/>
    <w:rsid w:val="00B60404"/>
    <w:rsid w:val="00B61AF3"/>
    <w:rsid w:val="00B621B5"/>
    <w:rsid w:val="00B6282B"/>
    <w:rsid w:val="00B629FE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AE6"/>
    <w:rsid w:val="00B76B6F"/>
    <w:rsid w:val="00B76B70"/>
    <w:rsid w:val="00B76C8E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E4E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6620"/>
    <w:rsid w:val="00BA6C54"/>
    <w:rsid w:val="00BA7AC8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34F"/>
    <w:rsid w:val="00BC665E"/>
    <w:rsid w:val="00BC6DCB"/>
    <w:rsid w:val="00BC717E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BF5C65"/>
    <w:rsid w:val="00BF6348"/>
    <w:rsid w:val="00BF74DA"/>
    <w:rsid w:val="00BF79AB"/>
    <w:rsid w:val="00BF7A1F"/>
    <w:rsid w:val="00C004B4"/>
    <w:rsid w:val="00C00904"/>
    <w:rsid w:val="00C01416"/>
    <w:rsid w:val="00C0154C"/>
    <w:rsid w:val="00C03876"/>
    <w:rsid w:val="00C041F9"/>
    <w:rsid w:val="00C04808"/>
    <w:rsid w:val="00C04C64"/>
    <w:rsid w:val="00C04EA1"/>
    <w:rsid w:val="00C0548F"/>
    <w:rsid w:val="00C056B8"/>
    <w:rsid w:val="00C063D9"/>
    <w:rsid w:val="00C065BD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FEA"/>
    <w:rsid w:val="00C23335"/>
    <w:rsid w:val="00C2355B"/>
    <w:rsid w:val="00C23667"/>
    <w:rsid w:val="00C23A30"/>
    <w:rsid w:val="00C24844"/>
    <w:rsid w:val="00C25E74"/>
    <w:rsid w:val="00C26D89"/>
    <w:rsid w:val="00C30BB8"/>
    <w:rsid w:val="00C30C1F"/>
    <w:rsid w:val="00C31833"/>
    <w:rsid w:val="00C33018"/>
    <w:rsid w:val="00C33A9B"/>
    <w:rsid w:val="00C33B4D"/>
    <w:rsid w:val="00C33D1D"/>
    <w:rsid w:val="00C34B7E"/>
    <w:rsid w:val="00C35574"/>
    <w:rsid w:val="00C35A49"/>
    <w:rsid w:val="00C36690"/>
    <w:rsid w:val="00C36953"/>
    <w:rsid w:val="00C36AF1"/>
    <w:rsid w:val="00C36B96"/>
    <w:rsid w:val="00C37458"/>
    <w:rsid w:val="00C3767F"/>
    <w:rsid w:val="00C379C0"/>
    <w:rsid w:val="00C37AF7"/>
    <w:rsid w:val="00C403E9"/>
    <w:rsid w:val="00C40864"/>
    <w:rsid w:val="00C40FD1"/>
    <w:rsid w:val="00C42050"/>
    <w:rsid w:val="00C4333E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70EA"/>
    <w:rsid w:val="00C4752F"/>
    <w:rsid w:val="00C47963"/>
    <w:rsid w:val="00C507D6"/>
    <w:rsid w:val="00C50887"/>
    <w:rsid w:val="00C50E56"/>
    <w:rsid w:val="00C514EA"/>
    <w:rsid w:val="00C51B84"/>
    <w:rsid w:val="00C52A51"/>
    <w:rsid w:val="00C52C63"/>
    <w:rsid w:val="00C533D4"/>
    <w:rsid w:val="00C545C8"/>
    <w:rsid w:val="00C54B02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9C6"/>
    <w:rsid w:val="00C75BB0"/>
    <w:rsid w:val="00C76216"/>
    <w:rsid w:val="00C76A9C"/>
    <w:rsid w:val="00C77194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5057"/>
    <w:rsid w:val="00C85B54"/>
    <w:rsid w:val="00C87178"/>
    <w:rsid w:val="00C873E5"/>
    <w:rsid w:val="00C876C9"/>
    <w:rsid w:val="00C9021F"/>
    <w:rsid w:val="00C9028D"/>
    <w:rsid w:val="00C906FE"/>
    <w:rsid w:val="00C90912"/>
    <w:rsid w:val="00C91604"/>
    <w:rsid w:val="00C91BBE"/>
    <w:rsid w:val="00C93C46"/>
    <w:rsid w:val="00C94210"/>
    <w:rsid w:val="00C94A74"/>
    <w:rsid w:val="00C94DAC"/>
    <w:rsid w:val="00C95CBB"/>
    <w:rsid w:val="00C96147"/>
    <w:rsid w:val="00CA1C8D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987"/>
    <w:rsid w:val="00CB124C"/>
    <w:rsid w:val="00CB1803"/>
    <w:rsid w:val="00CB22FF"/>
    <w:rsid w:val="00CB249F"/>
    <w:rsid w:val="00CB2EA7"/>
    <w:rsid w:val="00CB3C38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6F6"/>
    <w:rsid w:val="00CC7CD8"/>
    <w:rsid w:val="00CD034D"/>
    <w:rsid w:val="00CD03CA"/>
    <w:rsid w:val="00CD0B1C"/>
    <w:rsid w:val="00CD1655"/>
    <w:rsid w:val="00CD3B4E"/>
    <w:rsid w:val="00CD4FB6"/>
    <w:rsid w:val="00CD509D"/>
    <w:rsid w:val="00CD5C20"/>
    <w:rsid w:val="00CD6166"/>
    <w:rsid w:val="00CD72D4"/>
    <w:rsid w:val="00CD7CFF"/>
    <w:rsid w:val="00CE06B3"/>
    <w:rsid w:val="00CE1509"/>
    <w:rsid w:val="00CE16AD"/>
    <w:rsid w:val="00CE30CD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137D"/>
    <w:rsid w:val="00CF1428"/>
    <w:rsid w:val="00CF1CDC"/>
    <w:rsid w:val="00CF1D98"/>
    <w:rsid w:val="00CF297F"/>
    <w:rsid w:val="00CF2986"/>
    <w:rsid w:val="00CF2FB3"/>
    <w:rsid w:val="00CF3598"/>
    <w:rsid w:val="00CF42AB"/>
    <w:rsid w:val="00CF42F0"/>
    <w:rsid w:val="00CF60DD"/>
    <w:rsid w:val="00CF6545"/>
    <w:rsid w:val="00CF68E9"/>
    <w:rsid w:val="00CF703C"/>
    <w:rsid w:val="00CF77B8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3522"/>
    <w:rsid w:val="00D13E3A"/>
    <w:rsid w:val="00D14001"/>
    <w:rsid w:val="00D14487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EAE"/>
    <w:rsid w:val="00D212D5"/>
    <w:rsid w:val="00D229D0"/>
    <w:rsid w:val="00D248BD"/>
    <w:rsid w:val="00D24B24"/>
    <w:rsid w:val="00D24B82"/>
    <w:rsid w:val="00D24D54"/>
    <w:rsid w:val="00D24EB0"/>
    <w:rsid w:val="00D25987"/>
    <w:rsid w:val="00D30F4B"/>
    <w:rsid w:val="00D3340D"/>
    <w:rsid w:val="00D33A32"/>
    <w:rsid w:val="00D33F7F"/>
    <w:rsid w:val="00D34B19"/>
    <w:rsid w:val="00D35833"/>
    <w:rsid w:val="00D36159"/>
    <w:rsid w:val="00D36FFA"/>
    <w:rsid w:val="00D37990"/>
    <w:rsid w:val="00D400E6"/>
    <w:rsid w:val="00D40450"/>
    <w:rsid w:val="00D40FE7"/>
    <w:rsid w:val="00D42458"/>
    <w:rsid w:val="00D43E58"/>
    <w:rsid w:val="00D43FC1"/>
    <w:rsid w:val="00D44B0A"/>
    <w:rsid w:val="00D454F2"/>
    <w:rsid w:val="00D4615E"/>
    <w:rsid w:val="00D46587"/>
    <w:rsid w:val="00D46959"/>
    <w:rsid w:val="00D46C32"/>
    <w:rsid w:val="00D4705D"/>
    <w:rsid w:val="00D4718A"/>
    <w:rsid w:val="00D47968"/>
    <w:rsid w:val="00D47C7F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450"/>
    <w:rsid w:val="00D56673"/>
    <w:rsid w:val="00D5692D"/>
    <w:rsid w:val="00D56BFB"/>
    <w:rsid w:val="00D56D44"/>
    <w:rsid w:val="00D57DAD"/>
    <w:rsid w:val="00D60BAB"/>
    <w:rsid w:val="00D60DEB"/>
    <w:rsid w:val="00D612C3"/>
    <w:rsid w:val="00D6188A"/>
    <w:rsid w:val="00D6188E"/>
    <w:rsid w:val="00D628AB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A04"/>
    <w:rsid w:val="00D82BB8"/>
    <w:rsid w:val="00D8322A"/>
    <w:rsid w:val="00D83E34"/>
    <w:rsid w:val="00D840C2"/>
    <w:rsid w:val="00D841DF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DCC"/>
    <w:rsid w:val="00D9553B"/>
    <w:rsid w:val="00D95990"/>
    <w:rsid w:val="00D95FAE"/>
    <w:rsid w:val="00D96CBB"/>
    <w:rsid w:val="00D96D98"/>
    <w:rsid w:val="00D96E4A"/>
    <w:rsid w:val="00D97A3B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59"/>
    <w:rsid w:val="00DC350A"/>
    <w:rsid w:val="00DC4930"/>
    <w:rsid w:val="00DD07F1"/>
    <w:rsid w:val="00DD0D22"/>
    <w:rsid w:val="00DD1177"/>
    <w:rsid w:val="00DD1BB4"/>
    <w:rsid w:val="00DD38D0"/>
    <w:rsid w:val="00DD490B"/>
    <w:rsid w:val="00DD4D01"/>
    <w:rsid w:val="00DD55D1"/>
    <w:rsid w:val="00DD5733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3303"/>
    <w:rsid w:val="00DF537D"/>
    <w:rsid w:val="00DF5CE1"/>
    <w:rsid w:val="00DF5E1E"/>
    <w:rsid w:val="00DF60C9"/>
    <w:rsid w:val="00DF63C8"/>
    <w:rsid w:val="00DF6442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8D"/>
    <w:rsid w:val="00E1306E"/>
    <w:rsid w:val="00E137DA"/>
    <w:rsid w:val="00E13E49"/>
    <w:rsid w:val="00E14435"/>
    <w:rsid w:val="00E14485"/>
    <w:rsid w:val="00E16138"/>
    <w:rsid w:val="00E163B0"/>
    <w:rsid w:val="00E16FBC"/>
    <w:rsid w:val="00E17A6C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B63"/>
    <w:rsid w:val="00E259BC"/>
    <w:rsid w:val="00E25BFD"/>
    <w:rsid w:val="00E264A4"/>
    <w:rsid w:val="00E27337"/>
    <w:rsid w:val="00E27CB8"/>
    <w:rsid w:val="00E302F8"/>
    <w:rsid w:val="00E32474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26CC"/>
    <w:rsid w:val="00E538A8"/>
    <w:rsid w:val="00E53B80"/>
    <w:rsid w:val="00E545C2"/>
    <w:rsid w:val="00E5501B"/>
    <w:rsid w:val="00E5512D"/>
    <w:rsid w:val="00E55730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A7"/>
    <w:rsid w:val="00E7750F"/>
    <w:rsid w:val="00E77629"/>
    <w:rsid w:val="00E80932"/>
    <w:rsid w:val="00E813F2"/>
    <w:rsid w:val="00E81CC2"/>
    <w:rsid w:val="00E8273D"/>
    <w:rsid w:val="00E828B2"/>
    <w:rsid w:val="00E82A81"/>
    <w:rsid w:val="00E83066"/>
    <w:rsid w:val="00E84402"/>
    <w:rsid w:val="00E84DC6"/>
    <w:rsid w:val="00E8520C"/>
    <w:rsid w:val="00E8548E"/>
    <w:rsid w:val="00E86B51"/>
    <w:rsid w:val="00E87110"/>
    <w:rsid w:val="00E876BB"/>
    <w:rsid w:val="00E87E37"/>
    <w:rsid w:val="00E90664"/>
    <w:rsid w:val="00E9084E"/>
    <w:rsid w:val="00E908AF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10F"/>
    <w:rsid w:val="00E95721"/>
    <w:rsid w:val="00E959D0"/>
    <w:rsid w:val="00E9630F"/>
    <w:rsid w:val="00E9656A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B66"/>
    <w:rsid w:val="00EB3DF2"/>
    <w:rsid w:val="00EB405F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21B9"/>
    <w:rsid w:val="00EF2267"/>
    <w:rsid w:val="00EF237D"/>
    <w:rsid w:val="00EF31FC"/>
    <w:rsid w:val="00EF334C"/>
    <w:rsid w:val="00EF3BF2"/>
    <w:rsid w:val="00EF52BA"/>
    <w:rsid w:val="00EF54C4"/>
    <w:rsid w:val="00EF5B5D"/>
    <w:rsid w:val="00EF6505"/>
    <w:rsid w:val="00EF691C"/>
    <w:rsid w:val="00EF69D3"/>
    <w:rsid w:val="00EF7A6F"/>
    <w:rsid w:val="00F00064"/>
    <w:rsid w:val="00F00190"/>
    <w:rsid w:val="00F004E8"/>
    <w:rsid w:val="00F0084F"/>
    <w:rsid w:val="00F00D6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25B"/>
    <w:rsid w:val="00F1517E"/>
    <w:rsid w:val="00F163A8"/>
    <w:rsid w:val="00F16678"/>
    <w:rsid w:val="00F16F65"/>
    <w:rsid w:val="00F17805"/>
    <w:rsid w:val="00F17C21"/>
    <w:rsid w:val="00F20326"/>
    <w:rsid w:val="00F2061A"/>
    <w:rsid w:val="00F2255C"/>
    <w:rsid w:val="00F22566"/>
    <w:rsid w:val="00F227C9"/>
    <w:rsid w:val="00F22D15"/>
    <w:rsid w:val="00F23437"/>
    <w:rsid w:val="00F24897"/>
    <w:rsid w:val="00F249BB"/>
    <w:rsid w:val="00F24C83"/>
    <w:rsid w:val="00F250FA"/>
    <w:rsid w:val="00F26388"/>
    <w:rsid w:val="00F267BE"/>
    <w:rsid w:val="00F277AD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1860"/>
    <w:rsid w:val="00F4198D"/>
    <w:rsid w:val="00F41E90"/>
    <w:rsid w:val="00F426B8"/>
    <w:rsid w:val="00F42BA2"/>
    <w:rsid w:val="00F43044"/>
    <w:rsid w:val="00F43233"/>
    <w:rsid w:val="00F436BF"/>
    <w:rsid w:val="00F43FDC"/>
    <w:rsid w:val="00F447F3"/>
    <w:rsid w:val="00F45477"/>
    <w:rsid w:val="00F455D8"/>
    <w:rsid w:val="00F45E0A"/>
    <w:rsid w:val="00F46932"/>
    <w:rsid w:val="00F506E3"/>
    <w:rsid w:val="00F509E0"/>
    <w:rsid w:val="00F51BD4"/>
    <w:rsid w:val="00F53014"/>
    <w:rsid w:val="00F5407E"/>
    <w:rsid w:val="00F54849"/>
    <w:rsid w:val="00F54EE1"/>
    <w:rsid w:val="00F561DF"/>
    <w:rsid w:val="00F562A3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161"/>
    <w:rsid w:val="00F623D3"/>
    <w:rsid w:val="00F62C96"/>
    <w:rsid w:val="00F62CC6"/>
    <w:rsid w:val="00F638A5"/>
    <w:rsid w:val="00F63CB0"/>
    <w:rsid w:val="00F63E71"/>
    <w:rsid w:val="00F64824"/>
    <w:rsid w:val="00F64B26"/>
    <w:rsid w:val="00F66545"/>
    <w:rsid w:val="00F66676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23B6"/>
    <w:rsid w:val="00F72608"/>
    <w:rsid w:val="00F7298E"/>
    <w:rsid w:val="00F72A3C"/>
    <w:rsid w:val="00F72AE5"/>
    <w:rsid w:val="00F72BA8"/>
    <w:rsid w:val="00F73E3A"/>
    <w:rsid w:val="00F745D3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9F8"/>
    <w:rsid w:val="00F82A57"/>
    <w:rsid w:val="00F82FF9"/>
    <w:rsid w:val="00F83418"/>
    <w:rsid w:val="00F83A2C"/>
    <w:rsid w:val="00F83E9D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5D71"/>
    <w:rsid w:val="00F96954"/>
    <w:rsid w:val="00F96A4F"/>
    <w:rsid w:val="00F96F57"/>
    <w:rsid w:val="00F97116"/>
    <w:rsid w:val="00F97466"/>
    <w:rsid w:val="00F976BA"/>
    <w:rsid w:val="00F97A32"/>
    <w:rsid w:val="00FA0275"/>
    <w:rsid w:val="00FA02EB"/>
    <w:rsid w:val="00FA15C9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94F"/>
    <w:rsid w:val="00FA7AD9"/>
    <w:rsid w:val="00FB04FE"/>
    <w:rsid w:val="00FB090A"/>
    <w:rsid w:val="00FB1E1F"/>
    <w:rsid w:val="00FB2AB6"/>
    <w:rsid w:val="00FB3377"/>
    <w:rsid w:val="00FB35D1"/>
    <w:rsid w:val="00FB3EBB"/>
    <w:rsid w:val="00FB4549"/>
    <w:rsid w:val="00FB45B0"/>
    <w:rsid w:val="00FB46B5"/>
    <w:rsid w:val="00FB4ABB"/>
    <w:rsid w:val="00FB5C7D"/>
    <w:rsid w:val="00FB5F4E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3091"/>
    <w:rsid w:val="00FC3599"/>
    <w:rsid w:val="00FC35E5"/>
    <w:rsid w:val="00FC3723"/>
    <w:rsid w:val="00FC37D1"/>
    <w:rsid w:val="00FC3DED"/>
    <w:rsid w:val="00FC4749"/>
    <w:rsid w:val="00FC4DC2"/>
    <w:rsid w:val="00FC682C"/>
    <w:rsid w:val="00FC6938"/>
    <w:rsid w:val="00FC704C"/>
    <w:rsid w:val="00FC70B5"/>
    <w:rsid w:val="00FC7E60"/>
    <w:rsid w:val="00FD0194"/>
    <w:rsid w:val="00FD04E0"/>
    <w:rsid w:val="00FD0F7B"/>
    <w:rsid w:val="00FD1009"/>
    <w:rsid w:val="00FD1024"/>
    <w:rsid w:val="00FD1B72"/>
    <w:rsid w:val="00FD1EE7"/>
    <w:rsid w:val="00FD430C"/>
    <w:rsid w:val="00FD491F"/>
    <w:rsid w:val="00FD51E6"/>
    <w:rsid w:val="00FD5DC9"/>
    <w:rsid w:val="00FD5E5D"/>
    <w:rsid w:val="00FD67D5"/>
    <w:rsid w:val="00FD789A"/>
    <w:rsid w:val="00FD7B47"/>
    <w:rsid w:val="00FE03AA"/>
    <w:rsid w:val="00FE050F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69A3"/>
    <w:rsid w:val="00FE7D1F"/>
    <w:rsid w:val="00FE7FDC"/>
    <w:rsid w:val="00FF08F6"/>
    <w:rsid w:val="00FF0F74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922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1A5AE7"/>
    <w:pPr>
      <w:bidi/>
      <w:ind w:firstLine="288"/>
      <w:jc w:val="lowKashida"/>
    </w:pPr>
    <w:rPr>
      <w:rFonts w:ascii="Noto Nastaliq Urdu" w:eastAsia="Noto Nastaliq Urdu" w:hAnsi="Noto Nastaliq Urdu" w:cs="Noto Nastaliq Urdu"/>
      <w:color w:val="000000"/>
      <w:szCs w:val="30"/>
    </w:rPr>
  </w:style>
  <w:style w:type="character" w:customStyle="1" w:styleId="libNormalChar">
    <w:name w:val="libNormal Char"/>
    <w:basedOn w:val="DefaultParagraphFont"/>
    <w:link w:val="libNormal"/>
    <w:rsid w:val="001A5AE7"/>
    <w:rPr>
      <w:rFonts w:ascii="Noto Nastaliq Urdu" w:eastAsia="Noto Nastaliq Urdu" w:hAnsi="Noto Nastaliq Urdu" w:cs="Noto Nastaliq Urdu"/>
      <w:color w:val="00000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011947"/>
    <w:pPr>
      <w:spacing w:before="240"/>
      <w:ind w:firstLine="0"/>
    </w:pPr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Char">
    <w:name w:val="libFootnote Char"/>
    <w:basedOn w:val="libNormalChar"/>
    <w:link w:val="libFootnote"/>
    <w:rsid w:val="00011947"/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autoRedefine/>
    <w:rsid w:val="00E9510F"/>
    <w:rPr>
      <w:rFonts w:ascii="Alvi Nastaleeq" w:hAnsi="Alvi Nastaleeq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3D0D5D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3D0D5D"/>
    <w:rPr>
      <w:rFonts w:ascii="Traditional Arabic" w:eastAsia="Calibri" w:hAnsi="Traditional Arabic"/>
      <w:color w:val="000000"/>
      <w:sz w:val="24"/>
      <w:szCs w:val="24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  <w:style w:type="character" w:customStyle="1" w:styleId="libPoemChar">
    <w:name w:val="libPoem Char"/>
    <w:basedOn w:val="DefaultParagraphFont"/>
    <w:link w:val="libPoem"/>
    <w:rsid w:val="00E9510F"/>
    <w:rPr>
      <w:rFonts w:ascii="Alvi Nastaleeq" w:eastAsia="Noto Nastaliq Urdu" w:hAnsi="Alvi Nastaleeq" w:cs="Noto Nastaliq Urdu"/>
      <w:color w:val="00000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E7D41-37DF-4480-8742-F86DD395B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16704</TotalTime>
  <Pages>23</Pages>
  <Words>3752</Words>
  <Characters>21393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25095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239</cp:revision>
  <cp:lastPrinted>2018-01-01T08:52:00Z</cp:lastPrinted>
  <dcterms:created xsi:type="dcterms:W3CDTF">2015-06-13T07:48:00Z</dcterms:created>
  <dcterms:modified xsi:type="dcterms:W3CDTF">2018-01-30T10:34:00Z</dcterms:modified>
</cp:coreProperties>
</file>