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28" w:rsidRDefault="009F406E" w:rsidP="009F406E">
      <w:pPr>
        <w:pStyle w:val="libCenter"/>
        <w:rPr>
          <w:lang w:bidi="ur-PK"/>
        </w:rPr>
      </w:pPr>
      <w:r>
        <w:rPr>
          <w:noProof/>
          <w:rtl/>
        </w:rPr>
        <w:drawing>
          <wp:inline distT="0" distB="0" distL="0" distR="0">
            <wp:extent cx="5228381" cy="7419278"/>
            <wp:effectExtent l="19050" t="0" r="0" b="0"/>
            <wp:docPr id="2" name="Picture 1" descr="L:\New_kar\zeelqadah_1438\shahkar_e_risal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eelqadah_1438\shahkar_e_risal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981" cy="741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B28" w:rsidRDefault="00961B28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 کتاب:شاہکار رسالت </w:t>
      </w:r>
    </w:p>
    <w:p w:rsidR="00961B28" w:rsidRDefault="00961B28" w:rsidP="00F930EA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F930EA">
        <w:rPr>
          <w:rFonts w:hint="cs"/>
          <w:rtl/>
          <w:lang w:bidi="ur-PK"/>
        </w:rPr>
        <w:t>مو</w:t>
      </w:r>
      <w:r>
        <w:rPr>
          <w:rtl/>
          <w:lang w:bidi="ur-PK"/>
        </w:rPr>
        <w:t xml:space="preserve">لف : </w:t>
      </w:r>
      <w:r w:rsidR="00F930EA">
        <w:rPr>
          <w:rFonts w:hint="cs"/>
          <w:rtl/>
          <w:lang w:bidi="ur-PK"/>
        </w:rPr>
        <w:t>آیت اللہ مرتضی مطہری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مترجم / مصحح : عابد عسکر</w:t>
      </w:r>
      <w:r>
        <w:rPr>
          <w:rFonts w:hint="cs"/>
          <w:rtl/>
          <w:lang w:bidi="ur-PK"/>
        </w:rPr>
        <w:t>ی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ناشر : ادارہ منہاج الصالح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نشر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: لاہور (پاکستان)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نشر کا سال : 2000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جلدوں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: 1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صفحات : 100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سائز : رقع</w:t>
      </w:r>
      <w:r>
        <w:rPr>
          <w:rFonts w:hint="cs"/>
          <w:rtl/>
          <w:lang w:bidi="ur-PK"/>
        </w:rPr>
        <w:t>ی</w:t>
      </w:r>
    </w:p>
    <w:p w:rsidR="00961B28" w:rsidRDefault="00961B28" w:rsidP="00AC4011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 زبان : اردو</w:t>
      </w:r>
    </w:p>
    <w:p w:rsidR="00E938A8" w:rsidRDefault="00E938A8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61B28" w:rsidRPr="00E50C29" w:rsidRDefault="00961B28" w:rsidP="00E50C29">
      <w:pPr>
        <w:pStyle w:val="libNormal"/>
        <w:rPr>
          <w:rtl/>
        </w:rPr>
      </w:pPr>
    </w:p>
    <w:p w:rsidR="00961B28" w:rsidRDefault="00961B28" w:rsidP="00AC4011">
      <w:pPr>
        <w:pStyle w:val="Heading2Center"/>
        <w:rPr>
          <w:rtl/>
          <w:lang w:bidi="ur-PK"/>
        </w:rPr>
      </w:pPr>
      <w:bookmarkStart w:id="0" w:name="_Toc489533507"/>
      <w:r>
        <w:rPr>
          <w:rFonts w:hint="eastAsia"/>
          <w:rtl/>
          <w:lang w:bidi="ur-PK"/>
        </w:rPr>
        <w:t>حرف</w:t>
      </w:r>
      <w:r>
        <w:rPr>
          <w:rtl/>
          <w:lang w:bidi="ur-PK"/>
        </w:rPr>
        <w:t xml:space="preserve"> ناشر</w:t>
      </w:r>
      <w:bookmarkEnd w:id="0"/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جتنے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نام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ضرور واقف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حلقوں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جتنا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گرانقدر کتب کو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کس اور مصنف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کو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ہو۔شہ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علم و عمل، فکر و نظر، خطابت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گانہ</w:t>
      </w:r>
      <w:r>
        <w:rPr>
          <w:rtl/>
          <w:lang w:bidi="ur-PK"/>
        </w:rPr>
        <w:t xml:space="preserve"> روزگار تھ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قلم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تر شہوار تھے۔جب آپ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کو شروع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اس قدر اسھل اور آسان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سننے اور پڑھنے والے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اکتاہٹ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علام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ختم نبوت کے نام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ہند و پاک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ختم نبوت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موضوع پر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پر بحث و تمح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ختم نہ ہونے والے مناظروں، مجادلوں کا سلسلہ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تر ہو تا جارہا تھا،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رسالہ جو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شائع ہو کر منظر عام پر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کو ہاتھوں ہاتھ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حلقوں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سے مقرر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خطباء اور قلم کاروں نے اس کتاب سے استفادہ کرکے ختم نبوت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موضوع کو آسان تر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مسلمانوں کو ان لوگوں پر فتح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ختم نبوت کے قائل نہ تھے۔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منکر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اعتراضات کو سامنے رکھ کر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پہلوؤں پر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پہلے انہوں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ہمہ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ہوئے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بارش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کامل و اکمل ہے اور تھا اور رہے گا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دلائل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محمد کامل ہے اور کامل تھا اور کامل رہے گا۔پھر انہوں نے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ہرہر اصول فطرت کے تواضوں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مطابق ہے۔آپ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ختم نبوت کو روز روشن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واضح و آشکار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کتاب کو پ</w:t>
      </w:r>
      <w:r>
        <w:rPr>
          <w:rFonts w:hint="eastAsia"/>
          <w:rtl/>
          <w:lang w:bidi="ur-PK"/>
        </w:rPr>
        <w:t>ڑھنے</w:t>
      </w:r>
      <w:r>
        <w:rPr>
          <w:rtl/>
          <w:lang w:bidi="ur-PK"/>
        </w:rPr>
        <w:t xml:space="preserve"> سے علم و دانش سے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والا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چرح سے مظمئن ہو جاتا ہے جس طرح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موسم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>
        <w:rPr>
          <w:rtl/>
          <w:lang w:bidi="ur-PK"/>
        </w:rPr>
        <w:t xml:space="preserve"> شخص ٹھنڈا اور سد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کرتا ہے اس چرح اس کتاب کا 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حاصل کرتا ہے،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علماء کرام کے موجود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احسن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نبھانے پر 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اور متد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علماء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کے علوم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اجتہاد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 توص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اجتہاد بارش کے صاف و شفاف قطرات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ذہنوں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رچ بس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پھر انہوں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وسعت ہر جگہ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اس کے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</w:t>
      </w:r>
      <w:r>
        <w:rPr>
          <w:rtl/>
          <w:lang w:bidi="ur-PK"/>
        </w:rPr>
        <w:lastRenderedPageBreak/>
        <w:t>غور و خوض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اس کے لازوال برکات سے کماحقہ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ہر زمانہ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تر وتازہ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ضدت و ندرت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قائم و دائم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۔عصر حاضر اور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ذہنوں کو مد نظر رکھتے ہوئے ہم اس کتاب کو شاہکار رسالت کے نام سے موسوم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نے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ترجمہ کرتے وقت مصنف کے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الات</w:t>
      </w:r>
      <w:r>
        <w:rPr>
          <w:rtl/>
          <w:lang w:bidi="ur-PK"/>
        </w:rPr>
        <w:t xml:space="preserve"> و افکار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اجلے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محترم کائ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سام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محترم علامہ آقا عابد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سرچ</w:t>
      </w:r>
      <w:r>
        <w:rPr>
          <w:rtl/>
          <w:lang w:bidi="ur-PK"/>
        </w:rPr>
        <w:t xml:space="preserve"> سکالر کے شکر گزار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انہوں نے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کتب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مبذول کرائ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علامہ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عاشقوں اور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مندوں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علاوہ نہت سے دانشمند حضرات کا ہم سے بھر پور اصرار تھ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کتب کا آسان وسل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ترجمہ کرکے نئے لباس اور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شائع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علماء کرام، واعظ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عظام کے اور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ذوالاحتشام سے گزارش ہے کہ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جذبہ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ادارہ ہذا کے ساتھ ہر طرح کا تعاون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ہمارا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سے وعدہ ہے کہ ہم آپ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خوبصورت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آپ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دلآو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فخر </w:t>
      </w:r>
      <w:r>
        <w:rPr>
          <w:rFonts w:hint="eastAsia"/>
          <w:rtl/>
          <w:lang w:bidi="ur-PK"/>
        </w:rPr>
        <w:t>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گے"د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مدارس کے اساتذہ، طلبہ، حوزہ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قم المقدسہ، حوزہ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مشہد مقدس، حوزہ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دمشق، حوزہ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نجف اشرف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اوردو سمجھنے اور پڑھنے والے طلبہ سے گزارش ہے کہ وہ قلم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ساتھ تعاون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انشاء اللہ،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فروغ و اشاعت کے لئے شب و روز کو شاں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صاقتوں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 خلوص ترجمان ادارہ آپ کے ساتھ ساتھ رہے گا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وہاں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پاس موجود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گے۔دعا ہے رب العزت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خالصتاً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کاوش کو قبول فرمائے (آم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) 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جعفر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AC4011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سرپرست ادارہ منہاج الصالح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لاہور </w:t>
      </w:r>
    </w:p>
    <w:p w:rsidR="00AC4011" w:rsidRDefault="00AC4011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AC4011">
      <w:pPr>
        <w:pStyle w:val="Heading2Center"/>
        <w:rPr>
          <w:rtl/>
          <w:lang w:bidi="ur-PK"/>
        </w:rPr>
      </w:pPr>
      <w:bookmarkStart w:id="1" w:name="_Toc489533508"/>
      <w:r>
        <w:rPr>
          <w:rFonts w:hint="eastAsia"/>
          <w:rtl/>
          <w:lang w:bidi="ur-PK"/>
        </w:rPr>
        <w:t>مقدمہ</w:t>
      </w:r>
      <w:bookmarkEnd w:id="1"/>
      <w:r>
        <w:rPr>
          <w:rtl/>
          <w:lang w:bidi="ur-PK"/>
        </w:rPr>
        <w:t xml:space="preserve">  </w:t>
      </w:r>
    </w:p>
    <w:p w:rsidR="00961B28" w:rsidRDefault="00961B28" w:rsidP="00E938A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کا ظہور اس کے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اور سلسلہ نبوت کے ختم ہونے کا اعلان دونوں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مسلمانوں نے ختم نبوت کو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امر واقعہ کے طور پر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ہے۔ان کے سامنے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حضرت محمد (ص) کے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دسرا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سلسلہ نبوت کے ختم ہونے کا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صراحت کے ساتھ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نے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اس کا اعادہ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مسلمانوں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(ص) کے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ظہور کے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انکار کے مشابہ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نے ختم نبوت کے مسئلے پر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اس کا مقصد گمراہ کن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اور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ختم نبوت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واضح اور روشن کرنا رہا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ہاں ہم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ئت</w:t>
      </w:r>
      <w:r>
        <w:rPr>
          <w:rtl/>
          <w:lang w:bidi="ur-PK"/>
        </w:rPr>
        <w:t xml:space="preserve"> پر گفتگو کرنا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رہنامئ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نام ہے جو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ملکوت کے ساتھ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ربط و اتصال سے حاصل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تمام انسانوں اور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ربط و تعلق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ہے،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وہ عالم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جہان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نبوت،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کانام ہے اور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 سے نبوت کا مطلب عالم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منتخب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نقطہ ہے جہاں سے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ختم</w:t>
      </w:r>
      <w:r>
        <w:rPr>
          <w:rtl/>
          <w:lang w:bidi="ur-PK"/>
        </w:rPr>
        <w:t xml:space="preserve"> نبوت سے متعلق مختلف سوالات سامنے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خاتم النب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(ص) کے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ظاہر نہ ہونے اور سلسلہ نبوت کے ختم ہو جانے سے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پہلوؤںسے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تنزل کا سامنا کرنا پڑا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مادر زمانہ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فرزندوں کو جنم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</w:t>
      </w:r>
      <w:r>
        <w:rPr>
          <w:rFonts w:hint="eastAsia"/>
          <w:rtl/>
          <w:lang w:bidi="ur-PK"/>
        </w:rPr>
        <w:t>عاجز</w:t>
      </w:r>
      <w:r>
        <w:rPr>
          <w:rtl/>
          <w:lang w:bidi="ur-PK"/>
        </w:rPr>
        <w:t xml:space="preserve"> ہو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ملکوت سے رشتہ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ختم نبوت کا اعلان کرنے کا مطلب فطرت کا بانجھ ہو جانا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فرزندوں کو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اس کا محروم ہو جانا ہے؟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کے علاوہ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جاتا ہے کہ انسان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کا محتاج ہے۔اس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نبوت کے آغاز کا سبب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زمانوں اور ادوار کے تقاضوں کے مطابق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کا پے درپے آنا </w:t>
      </w:r>
      <w:r>
        <w:rPr>
          <w:rtl/>
          <w:lang w:bidi="ur-PK"/>
        </w:rPr>
        <w:lastRenderedPageBreak/>
        <w:t>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کتب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نزول اس لئے ہوا کہ ہر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آتا رہا ہے اور انسان کو ہر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صورت ہے تو کس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فرض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ختم نبوت کے اعلان کے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رابط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منقطع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وہ پل کہ جس نے عالم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ساتھ جوڑ رکھا تھا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ڈھ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۔اس کے بعد اب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جائے گا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فرائض اور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آزاد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۔ہم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بخ</w:t>
      </w:r>
      <w:r>
        <w:rPr>
          <w:rFonts w:hint="eastAsia"/>
          <w:rtl/>
          <w:lang w:bidi="ur-PK"/>
        </w:rPr>
        <w:t>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کہنوح (ع)،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(ع)،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اور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صاحب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غمبروںکے</w:t>
      </w:r>
      <w:r>
        <w:rPr>
          <w:rtl/>
          <w:lang w:bidi="ur-PK"/>
        </w:rPr>
        <w:t xml:space="preserve">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کچھہ دوسرے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کا سلسلہ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رہا ہے "اس سلسلے سے تعلق رکھنے والے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اپنے سے پہلے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 نافذ کرنے اور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کا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السالم کے بعد ہزاروں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آئے ۔ان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 نافذ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پھلا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۔بالفرض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کے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لانے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اور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عتوں</w:t>
      </w:r>
      <w:r>
        <w:rPr>
          <w:rtl/>
          <w:lang w:bidi="ur-PK"/>
        </w:rPr>
        <w:t xml:space="preserve"> کا سلسل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ختم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 کہ اسلام کے بعد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نبوتوں کا سلسلہ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منقطع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"جبکہ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نازل ہونے کے بعد بےشمار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ظاہر ہوتے رہے اور ظہر ہوتے رہے اور سابق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اور نگہبان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فرض ادا کرتے رہے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درآمد کے بعد اس طرح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 نہ ہوا؟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سوالات جو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ختم نبوت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۔ختم نبوت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اسلام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جواب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نے ختم نبوت کے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جامع فلسفہ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ذہنوں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 ابہام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ختم نبوت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نہ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تنزل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اور نہ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نقصان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مادر زمانہ کے بانجھ ہوجانے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نہ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کہ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انسان کو مختلف ناسازگار زمانوں کے تقاضوں کے </w:t>
      </w:r>
      <w:r>
        <w:rPr>
          <w:rFonts w:hint="eastAsia"/>
          <w:rtl/>
          <w:lang w:bidi="ur-PK"/>
        </w:rPr>
        <w:t>مطابق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اسلام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فلسفہ اور توج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سب سے پہلے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جاننا چاپ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کہ اسلام نے خود ختم نبوت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کہا ہے، اس کے بعد ان سوالات کا جواب تلاش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۔سورہ احزاب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پڑہتے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D42458" w:rsidRDefault="00D42458" w:rsidP="00D42458">
      <w:pPr>
        <w:pStyle w:val="libNormal"/>
        <w:rPr>
          <w:rtl/>
          <w:lang w:bidi="ur-PK"/>
        </w:rPr>
      </w:pPr>
      <w:r w:rsidRPr="00D42458">
        <w:rPr>
          <w:rStyle w:val="libAlaemChar"/>
          <w:rFonts w:hint="cs"/>
          <w:rtl/>
        </w:rPr>
        <w:lastRenderedPageBreak/>
        <w:t>(</w:t>
      </w:r>
      <w:r w:rsidR="00961B28" w:rsidRPr="00D42458">
        <w:rPr>
          <w:rStyle w:val="libAieChar"/>
          <w:rtl/>
        </w:rPr>
        <w:t>ما کان محمد ابا احد من رجالکم و لکن رسول الل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tl/>
        </w:rPr>
        <w:t xml:space="preserve"> و خاتم النب</w:t>
      </w:r>
      <w:r w:rsidR="00961B28" w:rsidRPr="00D42458">
        <w:rPr>
          <w:rStyle w:val="libAieChar"/>
          <w:rFonts w:hint="cs"/>
          <w:rtl/>
        </w:rPr>
        <w:t>یی</w:t>
      </w:r>
      <w:r w:rsidR="00961B28" w:rsidRPr="00D42458">
        <w:rPr>
          <w:rStyle w:val="libAieChar"/>
          <w:rFonts w:hint="eastAsia"/>
          <w:rtl/>
        </w:rPr>
        <w:t>ن</w:t>
      </w:r>
      <w:r>
        <w:rPr>
          <w:rFonts w:hint="cs"/>
          <w:rtl/>
          <w:lang w:bidi="ur-PK"/>
        </w:rPr>
        <w:t xml:space="preserve"> </w:t>
      </w:r>
      <w:r w:rsidRPr="00D42458">
        <w:rPr>
          <w:rStyle w:val="libAlaemChar"/>
          <w:rFonts w:hint="cs"/>
          <w:rtl/>
        </w:rPr>
        <w:t>)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"محمد تم مردون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باپ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اللہ کا رسول (ص)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سلسلے کو ختم کرنے والا ہے" </w:t>
      </w:r>
    </w:p>
    <w:p w:rsidR="00961B28" w:rsidRDefault="00961B28" w:rsidP="00D4245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محمد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 سلم کا خاتم النب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۔ختم کا لفظ عرنب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لغت کے اعتبار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لئے بولتا جاتا ہے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سلسے کو ختم کرنے کے لئے استعمال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۔اس لئے اس مہر کو خاتم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</w:t>
      </w:r>
      <w:r>
        <w:rPr>
          <w:rFonts w:hint="eastAsia"/>
          <w:rtl/>
          <w:lang w:bidi="ur-PK"/>
        </w:rPr>
        <w:t>خط</w:t>
      </w:r>
      <w:r>
        <w:rPr>
          <w:rtl/>
          <w:lang w:bidi="ur-PK"/>
        </w:rPr>
        <w:t xml:space="preserve"> بند کرنے کے بعد لفافے پر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۔روج کے مطابق انگشتر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نام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دستخط کندہ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خطوط پر ثبت کئے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"اس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انگشتر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خاتم کہاجاتاہے ۔قرآن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"ختم "کا مادہ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ختم کرنے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بند کرنے کے معنوں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سورہ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۶۵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</w:t>
      </w:r>
      <w:r w:rsidR="00D42458" w:rsidRPr="00D42458">
        <w:rPr>
          <w:rStyle w:val="libAlaemChar"/>
          <w:rFonts w:hint="cs"/>
          <w:rtl/>
        </w:rPr>
        <w:t>(</w:t>
      </w:r>
      <w:r w:rsidR="00D42458">
        <w:rPr>
          <w:rFonts w:hint="cs"/>
          <w:rtl/>
          <w:lang w:bidi="ur-PK"/>
        </w:rPr>
        <w:t xml:space="preserve"> </w:t>
      </w:r>
      <w:r w:rsidRPr="00D42458">
        <w:rPr>
          <w:rStyle w:val="libAieChar"/>
          <w:rtl/>
        </w:rPr>
        <w:t>ال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وم</w:t>
      </w:r>
      <w:r w:rsidRPr="00D42458">
        <w:rPr>
          <w:rStyle w:val="libAieChar"/>
          <w:rtl/>
        </w:rPr>
        <w:t xml:space="preserve"> نختم عل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tl/>
        </w:rPr>
        <w:t xml:space="preserve"> افوا</w:t>
      </w:r>
      <w:r w:rsidR="00E50C29" w:rsidRPr="00E50C29">
        <w:rPr>
          <w:rStyle w:val="libAieChar"/>
          <w:rFonts w:hint="cs"/>
          <w:rtl/>
        </w:rPr>
        <w:t>هه</w:t>
      </w:r>
      <w:r w:rsidRPr="00E50C29">
        <w:rPr>
          <w:rStyle w:val="libAieChar"/>
          <w:rtl/>
        </w:rPr>
        <w:t>م و تکلمنا ا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د</w:t>
      </w:r>
      <w:r w:rsidRPr="00D42458">
        <w:rPr>
          <w:rStyle w:val="libAieChar"/>
          <w:rFonts w:hint="cs"/>
          <w:rtl/>
        </w:rPr>
        <w:t>ی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Fonts w:hint="eastAsia"/>
          <w:rtl/>
        </w:rPr>
        <w:t>م</w:t>
      </w:r>
      <w:r w:rsidRPr="00D42458">
        <w:rPr>
          <w:rStyle w:val="libAieChar"/>
          <w:rtl/>
        </w:rPr>
        <w:t xml:space="preserve"> و تش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د ارجل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م بما کانو 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کسبون</w:t>
      </w:r>
      <w:r w:rsidR="00D42458">
        <w:rPr>
          <w:rFonts w:hint="cs"/>
          <w:rtl/>
          <w:lang w:bidi="ur-PK"/>
        </w:rPr>
        <w:t xml:space="preserve"> </w:t>
      </w:r>
      <w:r w:rsidR="00D42458" w:rsidRPr="00D42458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"آج ہم ان کے منہ پر مہر لگاتے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ہاتھ ہم سے بات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جو کچھ انہوں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پر گوہ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بحث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انداز خود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بتاتا ہے کہ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نزول سے پہلے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پر سلسلہ نبوت کا ختم ہونا کا ختم ہونا مسلمانوں کےدرم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مسلمہ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تھا۔مسلمان جس طرح محمد (ص) کو خدا کا رسول (ص) سمجھتے تھے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 کے خاتم النب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رکھتے تھے۔آ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محمد (ص)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نہ پکارو بلکہ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خطاب رسول اللہ اور خاتم النب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آپ (ص) کو مخاطب کرو۔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ختم نبوت کے اصل جوہر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اشارہ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سورہ حجر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</w:t>
      </w:r>
    </w:p>
    <w:p w:rsidR="00961B28" w:rsidRDefault="00961B28" w:rsidP="00D4245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D42458">
        <w:rPr>
          <w:rFonts w:hint="cs"/>
          <w:rtl/>
          <w:lang w:bidi="ur-PK"/>
        </w:rPr>
        <w:t xml:space="preserve"> </w:t>
      </w:r>
      <w:r w:rsidR="00D42458" w:rsidRPr="00D42458">
        <w:rPr>
          <w:rStyle w:val="libAlaemChar"/>
          <w:rFonts w:hint="cs"/>
          <w:rtl/>
        </w:rPr>
        <w:t>(</w:t>
      </w:r>
      <w:r w:rsidRPr="00D42458">
        <w:rPr>
          <w:rStyle w:val="libAieChar"/>
          <w:rtl/>
        </w:rPr>
        <w:t>انا نحن نزلنا الذکر و انا ل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لحفظون</w:t>
      </w:r>
      <w:r w:rsidR="00D42458">
        <w:rPr>
          <w:rFonts w:hint="cs"/>
          <w:rtl/>
          <w:lang w:bidi="ur-PK"/>
        </w:rPr>
        <w:t xml:space="preserve"> </w:t>
      </w:r>
      <w:r w:rsidR="00D42458" w:rsidRPr="00D42458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"ہم نے خود اس کتاب کو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ہم خوس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 تغ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</w:t>
      </w:r>
      <w:r>
        <w:rPr>
          <w:rtl/>
          <w:lang w:bidi="ur-PK"/>
        </w:rPr>
        <w:t xml:space="preserve"> سے محفوظ رکھنے کا وعدہ جس قطع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نئے نئے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درآمد اور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اسباب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سبب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کتابوں اور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اور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کے سبب سابق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اور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۔غالباً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پے در 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 کہ وہ 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فراموش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زندہ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قطع نظران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جو صاحب کتاب وا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تھے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 کتاب و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تابع تھے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(ع) کے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کے زمانے تک آنے والے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اور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سے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تک ظاہر ہونے والے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خود صاحب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سے پہلے گزر نے والے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کے ضانطوں اور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کے پے در پے آنے کا واحد سبب وہ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چند ہزار سال قبل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اپنے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ورثوں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کرسکے،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اندر اس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کے لئے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درکار تھا کہ وہ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ورثوں کو ہر طرح کے نقصان سے بچا کر محفوظ رکھ سکے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مقام پر پہنچ جائے جہاں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نئے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ضرورت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شرط (کاف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شرط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)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متذکرہ بالا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نزول قرآن کے بعد سے نبوت و رسالت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سبب کے ختم ہوجونے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ختم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سب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محفوظ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صرف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ہے، اس کے علاوہ رسول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آفات زمانہ سے آج تک محفوظ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اس بات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وضاحت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کتاب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محفوظ رکھنے کا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اس دور کے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رشد و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جسے انسان کے اجتماع بلوغ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جاسکتا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ختم نبوت کے ستونوں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ستون انسان کا س حد تک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بلوغ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 کہ وہ اپنے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ورثوں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کرسکے ان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نشر و اشاعت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تبلہغ اور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کرسکے، اس پہلو پر ہم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بحث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پورا قرآن اس بات پر 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ابتدائے 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سے لے کر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تمام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نے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سورہ شور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 </w:t>
      </w:r>
    </w:p>
    <w:p w:rsidR="00961B28" w:rsidRDefault="00D42458" w:rsidP="00961B28">
      <w:pPr>
        <w:pStyle w:val="libNormal"/>
        <w:rPr>
          <w:rtl/>
          <w:lang w:bidi="ur-PK"/>
        </w:rPr>
      </w:pPr>
      <w:r w:rsidRPr="00D42458">
        <w:rPr>
          <w:rStyle w:val="libAlaemChar"/>
          <w:rFonts w:hint="cs"/>
          <w:rtl/>
        </w:rPr>
        <w:t>(</w:t>
      </w:r>
      <w:r w:rsidR="00961B28">
        <w:rPr>
          <w:rtl/>
          <w:lang w:bidi="ur-PK"/>
        </w:rPr>
        <w:t xml:space="preserve"> </w:t>
      </w:r>
      <w:r w:rsidR="00961B28" w:rsidRPr="00D42458">
        <w:rPr>
          <w:rStyle w:val="libAieChar"/>
          <w:rtl/>
        </w:rPr>
        <w:t>شرع لکم من الذ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Fonts w:hint="eastAsia"/>
          <w:rtl/>
        </w:rPr>
        <w:t>ن</w:t>
      </w:r>
      <w:r w:rsidR="00961B28" w:rsidRPr="00D42458">
        <w:rPr>
          <w:rStyle w:val="libAieChar"/>
          <w:rtl/>
        </w:rPr>
        <w:t xml:space="preserve"> ما وص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tl/>
        </w:rPr>
        <w:t xml:space="preserve"> ب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tl/>
        </w:rPr>
        <w:t xml:space="preserve"> نوحا و الذ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tl/>
        </w:rPr>
        <w:t xml:space="preserve"> اوح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Fonts w:hint="eastAsia"/>
          <w:rtl/>
        </w:rPr>
        <w:t>نا</w:t>
      </w:r>
      <w:r w:rsidR="00961B28" w:rsidRPr="00D42458">
        <w:rPr>
          <w:rStyle w:val="libAieChar"/>
          <w:rtl/>
        </w:rPr>
        <w:t xml:space="preserve"> ال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Fonts w:hint="eastAsia"/>
          <w:rtl/>
        </w:rPr>
        <w:t>ک</w:t>
      </w:r>
      <w:r w:rsidR="00961B28" w:rsidRPr="00D42458">
        <w:rPr>
          <w:rStyle w:val="libAieChar"/>
          <w:rtl/>
        </w:rPr>
        <w:t xml:space="preserve"> و ما وص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Fonts w:hint="eastAsia"/>
          <w:rtl/>
        </w:rPr>
        <w:t>نا</w:t>
      </w:r>
      <w:r w:rsidR="00961B28" w:rsidRPr="00D42458">
        <w:rPr>
          <w:rStyle w:val="libAieChar"/>
          <w:rtl/>
        </w:rPr>
        <w:t xml:space="preserve"> ب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tl/>
        </w:rPr>
        <w:t xml:space="preserve"> ابرا</w:t>
      </w:r>
      <w:r w:rsidR="00E50C29" w:rsidRPr="00E50C29">
        <w:rPr>
          <w:rStyle w:val="libAieChar"/>
          <w:rFonts w:hint="cs"/>
          <w:rtl/>
        </w:rPr>
        <w:t>ه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Fonts w:hint="eastAsia"/>
          <w:rtl/>
        </w:rPr>
        <w:t>م</w:t>
      </w:r>
      <w:r w:rsidR="00961B28" w:rsidRPr="00D42458">
        <w:rPr>
          <w:rStyle w:val="libAieChar"/>
          <w:rtl/>
        </w:rPr>
        <w:t xml:space="preserve"> و موس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tl/>
        </w:rPr>
        <w:t xml:space="preserve"> و ع</w:t>
      </w:r>
      <w:r w:rsidR="00961B28" w:rsidRPr="00D42458">
        <w:rPr>
          <w:rStyle w:val="libAieChar"/>
          <w:rFonts w:hint="cs"/>
          <w:rtl/>
        </w:rPr>
        <w:t>ی</w:t>
      </w:r>
      <w:r w:rsidR="00961B28" w:rsidRPr="00D42458">
        <w:rPr>
          <w:rStyle w:val="libAieChar"/>
          <w:rFonts w:hint="eastAsia"/>
          <w:rtl/>
        </w:rPr>
        <w:t>س</w:t>
      </w:r>
      <w:r w:rsidR="00961B28" w:rsidRPr="00D42458">
        <w:rPr>
          <w:rStyle w:val="libAieChar"/>
          <w:rFonts w:hint="cs"/>
          <w:rtl/>
        </w:rPr>
        <w:t>ی</w:t>
      </w:r>
      <w:r>
        <w:rPr>
          <w:rFonts w:hint="cs"/>
          <w:rtl/>
          <w:lang w:bidi="ur-PK"/>
        </w:rPr>
        <w:t xml:space="preserve"> </w:t>
      </w:r>
      <w:r w:rsidRPr="00D42458">
        <w:rPr>
          <w:rStyle w:val="libAlaemChar"/>
          <w:rFonts w:hint="cs"/>
          <w:rtl/>
        </w:rPr>
        <w:t>)</w:t>
      </w:r>
      <w:r w:rsidR="00961B28"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ترجمہ:اس نے تمہارے لئے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جس کا حکم اس نے نوح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جسے (اے محمد ) اب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ہم نے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ہے اور جس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ہم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دے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نے ہر جگہ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اسلام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آدم سے لے کر خاتم تک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لوگوں کو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۔مراد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ہر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نام "لفظا "اسلام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مدعا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 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 اس کا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اظہار لف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اسلام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ہوسکتا ہے ۔سورہ آل عمران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۶۷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بارہ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</w:t>
      </w:r>
    </w:p>
    <w:p w:rsidR="00961B28" w:rsidRDefault="00961B28" w:rsidP="00D4245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D42458" w:rsidRPr="00D42458">
        <w:rPr>
          <w:rStyle w:val="libAlaemChar"/>
          <w:rFonts w:hint="cs"/>
          <w:rtl/>
        </w:rPr>
        <w:t>(</w:t>
      </w:r>
      <w:r w:rsidR="00D42458">
        <w:rPr>
          <w:rFonts w:hint="cs"/>
          <w:rtl/>
          <w:lang w:bidi="ur-PK"/>
        </w:rPr>
        <w:t xml:space="preserve">  </w:t>
      </w:r>
      <w:r w:rsidRPr="00D42458">
        <w:rPr>
          <w:rStyle w:val="libAieChar"/>
          <w:rtl/>
        </w:rPr>
        <w:t>ماکان ابرا</w:t>
      </w:r>
      <w:r w:rsidR="00E50C29" w:rsidRPr="00E50C29">
        <w:rPr>
          <w:rStyle w:val="libAieChar"/>
          <w:rFonts w:hint="cs"/>
          <w:rtl/>
        </w:rPr>
        <w:t>ه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م</w:t>
      </w:r>
      <w:r w:rsidRPr="00D42458">
        <w:rPr>
          <w:rStyle w:val="libAieChar"/>
          <w:rtl/>
        </w:rPr>
        <w:t xml:space="preserve"> </w:t>
      </w:r>
      <w:r w:rsidRPr="00D42458">
        <w:rPr>
          <w:rStyle w:val="libAieChar"/>
          <w:rFonts w:hint="cs"/>
          <w:rtl/>
        </w:rPr>
        <w:t>ی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Fonts w:hint="eastAsia"/>
          <w:rtl/>
        </w:rPr>
        <w:t>ود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ا</w:t>
      </w:r>
      <w:r w:rsidRPr="00D42458">
        <w:rPr>
          <w:rStyle w:val="libAieChar"/>
          <w:rtl/>
        </w:rPr>
        <w:t xml:space="preserve"> و لا نصران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ا</w:t>
      </w:r>
      <w:r w:rsidRPr="00D42458">
        <w:rPr>
          <w:rStyle w:val="libAieChar"/>
          <w:rtl/>
        </w:rPr>
        <w:t xml:space="preserve"> و لکن کان حن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فا</w:t>
      </w:r>
      <w:r w:rsidRPr="00D42458">
        <w:rPr>
          <w:rStyle w:val="libAieChar"/>
          <w:rtl/>
        </w:rPr>
        <w:t xml:space="preserve"> مسلما</w:t>
      </w:r>
      <w:r w:rsidR="00D42458">
        <w:rPr>
          <w:rFonts w:hint="cs"/>
          <w:rtl/>
          <w:lang w:bidi="ur-PK"/>
        </w:rPr>
        <w:t xml:space="preserve">  </w:t>
      </w:r>
      <w:r w:rsidR="00D42458" w:rsidRPr="00D42458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 "ابراہ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نہ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وہ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کسو</w:t>
      </w:r>
      <w:r>
        <w:rPr>
          <w:rtl/>
          <w:lang w:bidi="ur-PK"/>
        </w:rPr>
        <w:t xml:space="preserve"> تھا اور وہ ہرگز مشرکوں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نہ تھا۔"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سورہ بقرہ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۱۳۲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(ع) اور ان کے لڑکوں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D4245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D42458" w:rsidRPr="00D42458">
        <w:rPr>
          <w:rStyle w:val="libAlaemChar"/>
          <w:rFonts w:hint="cs"/>
          <w:rtl/>
        </w:rPr>
        <w:t>(</w:t>
      </w:r>
      <w:r w:rsidR="00D42458">
        <w:rPr>
          <w:rFonts w:hint="cs"/>
          <w:rtl/>
          <w:lang w:bidi="ur-PK"/>
        </w:rPr>
        <w:t xml:space="preserve"> </w:t>
      </w:r>
      <w:r w:rsidRPr="00D42458">
        <w:rPr>
          <w:rStyle w:val="libAieChar"/>
          <w:rtl/>
        </w:rPr>
        <w:t>و وص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tl/>
        </w:rPr>
        <w:t xml:space="preserve"> ب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ا ابرا</w:t>
      </w:r>
      <w:r w:rsidR="00E50C29" w:rsidRPr="00E50C29">
        <w:rPr>
          <w:rStyle w:val="libAieChar"/>
          <w:rFonts w:hint="cs"/>
          <w:rtl/>
        </w:rPr>
        <w:t>ه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م</w:t>
      </w:r>
      <w:r w:rsidRPr="00D42458">
        <w:rPr>
          <w:rStyle w:val="libAieChar"/>
          <w:rtl/>
        </w:rPr>
        <w:t xml:space="preserve"> بن</w:t>
      </w:r>
      <w:r w:rsidRPr="00D42458">
        <w:rPr>
          <w:rStyle w:val="libAieChar"/>
          <w:rFonts w:hint="cs"/>
          <w:rtl/>
        </w:rPr>
        <w:t>ی</w:t>
      </w:r>
      <w:r w:rsidR="00E50C29" w:rsidRPr="00E50C29">
        <w:rPr>
          <w:rStyle w:val="libAieChar"/>
          <w:rFonts w:hint="cs"/>
          <w:rtl/>
        </w:rPr>
        <w:t>ه</w:t>
      </w:r>
      <w:r w:rsidRPr="00D42458">
        <w:rPr>
          <w:rStyle w:val="libAieChar"/>
          <w:rtl/>
        </w:rPr>
        <w:t xml:space="preserve"> و 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عقوب</w:t>
      </w:r>
      <w:r w:rsidRPr="00D42458">
        <w:rPr>
          <w:rStyle w:val="libAieChar"/>
          <w:rtl/>
        </w:rPr>
        <w:t xml:space="preserve"> 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بن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tl/>
        </w:rPr>
        <w:t xml:space="preserve"> ان الل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اصطف</w:t>
      </w:r>
      <w:r w:rsidRPr="00D42458">
        <w:rPr>
          <w:rStyle w:val="libAieChar"/>
          <w:rFonts w:hint="cs"/>
          <w:rtl/>
        </w:rPr>
        <w:t>یٰ</w:t>
      </w:r>
      <w:r w:rsidRPr="00D42458">
        <w:rPr>
          <w:rStyle w:val="libAieChar"/>
          <w:rtl/>
        </w:rPr>
        <w:t xml:space="preserve"> لکم الد</w:t>
      </w:r>
      <w:r w:rsidRPr="00D42458">
        <w:rPr>
          <w:rStyle w:val="libAieChar"/>
          <w:rFonts w:hint="cs"/>
          <w:rtl/>
        </w:rPr>
        <w:t>ی</w:t>
      </w:r>
      <w:r w:rsidRPr="00D42458">
        <w:rPr>
          <w:rStyle w:val="libAieChar"/>
          <w:rFonts w:hint="eastAsia"/>
          <w:rtl/>
        </w:rPr>
        <w:t>ن</w:t>
      </w:r>
      <w:r w:rsidRPr="00D42458">
        <w:rPr>
          <w:rStyle w:val="libAieChar"/>
          <w:rtl/>
        </w:rPr>
        <w:t xml:space="preserve"> فلا تموتن و انتم مسلمون</w:t>
      </w:r>
      <w:r w:rsidR="00D42458" w:rsidRPr="00D42458">
        <w:rPr>
          <w:rStyle w:val="libAieChar"/>
          <w:rFonts w:hint="cs"/>
          <w:rtl/>
        </w:rPr>
        <w:t xml:space="preserve"> </w:t>
      </w:r>
      <w:r w:rsidR="00D42458" w:rsidRPr="00D42458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 چلنے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(ع)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۔انہوں نے کہا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بچو، اللہ نے تمہارے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لہٰذا مرتے دم تک مسلم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سب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البتہ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عتوں</w:t>
      </w:r>
      <w:r>
        <w:rPr>
          <w:rtl/>
          <w:lang w:bidi="ur-PK"/>
        </w:rPr>
        <w:t xml:space="preserve">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باہم کچھ اختلاف رہا ہے۔قرآن جہاں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بعض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عتوں</w:t>
      </w:r>
      <w:r>
        <w:rPr>
          <w:rtl/>
          <w:lang w:bidi="ur-PK"/>
        </w:rPr>
        <w:t xml:space="preserve">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اختلاف کو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کرتا ہے۔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 w:rsidRPr="00D42458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</w:t>
      </w:r>
      <w:r w:rsidRPr="00D42458">
        <w:rPr>
          <w:rStyle w:val="libAieChar"/>
          <w:rtl/>
        </w:rPr>
        <w:t>لکل جعلنا منکم شرع</w:t>
      </w:r>
      <w:r w:rsidR="00E50C29" w:rsidRPr="00E50C29">
        <w:rPr>
          <w:rStyle w:val="libAieChar"/>
          <w:rFonts w:hint="cs"/>
          <w:rtl/>
        </w:rPr>
        <w:t>ة</w:t>
      </w:r>
      <w:r w:rsidRPr="00D42458">
        <w:rPr>
          <w:rStyle w:val="libAieChar"/>
          <w:rtl/>
        </w:rPr>
        <w:t xml:space="preserve"> و من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اجا</w:t>
      </w:r>
      <w:r w:rsidR="00057492">
        <w:rPr>
          <w:rFonts w:hint="cs"/>
          <w:rtl/>
          <w:lang w:bidi="ur-PK"/>
        </w:rPr>
        <w:t xml:space="preserve"> </w:t>
      </w:r>
      <w:r w:rsidR="00057492" w:rsidRPr="00D42458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ترجمہ:"ہم نے تم (انسانوں)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راہ عمل 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۔"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1</w:t>
      </w:r>
      <w:r w:rsidR="00057492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(ع) نے جن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وہ چونکہ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لئے وہ شاہراہ اور ہدف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انسانوں کو بلانے کے لئے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مامور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۔شر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عتوں</w:t>
      </w:r>
      <w:r>
        <w:rPr>
          <w:rtl/>
          <w:lang w:bidi="ur-PK"/>
        </w:rPr>
        <w:t xml:space="preserve">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جزئ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کا اس جوہر اور 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پڑتا جسے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 و اختلاف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 کے مختلف منصوبوں اور لوائح عمل کا سا ہے ہر چند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الگ الگ رو بعمل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سب ملک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اپنے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کے با وجود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اتمام کا سبب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فرق و ختلاف ان مکاتب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فلسفہ "س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>" اجتماعات اور اقتصاد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تعلق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متضاد افکار کا حامل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مکتب سے تعلق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سب کا </w:t>
      </w:r>
      <w:r>
        <w:rPr>
          <w:lang w:bidi="ur-PK"/>
        </w:rPr>
        <w:t>thestss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درسگاہ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اصول کے مختف حالات و شرائط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نفاذ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والے اختلاف کا سا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اس بات 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واقف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جماعتوں کے طالب علم کو نہ صرف نئے نئے مسائل سے واقف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بلکہ ان پر انے مسائل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کا علم اس نے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۔انب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 ہے ۔ </w:t>
      </w:r>
    </w:p>
    <w:p w:rsidR="00961B28" w:rsidRDefault="00961B28" w:rsidP="0073412B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 پہلا سنگ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ہے جسے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نصب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مصروف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درجات و مراتب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۔عام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خدائے واحد کا جو تصور رکھتا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عارف کے قلب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۔خود عارفوں کے درجات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  <w:r w:rsidRPr="0073412B">
        <w:rPr>
          <w:rStyle w:val="libArabicChar"/>
          <w:rtl/>
        </w:rPr>
        <w:t xml:space="preserve">لو علم ابوذر </w:t>
      </w:r>
      <w:r w:rsidRPr="0073412B">
        <w:rPr>
          <w:rStyle w:val="libArabicChar"/>
          <w:rFonts w:hint="eastAsia"/>
          <w:rtl/>
        </w:rPr>
        <w:t>ما</w:t>
      </w:r>
      <w:r w:rsidRPr="0073412B">
        <w:rPr>
          <w:rStyle w:val="libArabicChar"/>
          <w:rtl/>
        </w:rPr>
        <w:t xml:space="preserve"> ف</w:t>
      </w:r>
      <w:r w:rsidRPr="0073412B">
        <w:rPr>
          <w:rStyle w:val="libArabicChar"/>
          <w:rFonts w:hint="cs"/>
          <w:rtl/>
        </w:rPr>
        <w:t>ی</w:t>
      </w:r>
      <w:r w:rsidRPr="0073412B">
        <w:rPr>
          <w:rStyle w:val="libArabicChar"/>
          <w:rtl/>
        </w:rPr>
        <w:t xml:space="preserve"> قلب سلمان لقتل</w:t>
      </w:r>
      <w:r w:rsidR="0073412B" w:rsidRPr="0073412B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</w:t>
      </w:r>
      <w:r w:rsidR="0073412B">
        <w:rPr>
          <w:rFonts w:hint="cs"/>
          <w:rtl/>
          <w:lang w:bidi="ur-PK"/>
        </w:rPr>
        <w:t xml:space="preserve"> </w:t>
      </w:r>
      <w:r w:rsidR="0073412B" w:rsidRPr="0073412B">
        <w:rPr>
          <w:rStyle w:val="libFootnotenumChar"/>
          <w:rFonts w:hint="cs"/>
          <w:rtl/>
        </w:rPr>
        <w:t>(</w:t>
      </w:r>
      <w:r w:rsidR="0073412B" w:rsidRPr="0073412B">
        <w:rPr>
          <w:rStyle w:val="libFootnotenumChar"/>
          <w:rtl/>
        </w:rPr>
        <w:t>2</w:t>
      </w:r>
      <w:r w:rsidR="0073412B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"اگر ابوذر رحمہ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کچھہ سلمان رحمہ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اس سے واقف ہوجاتے تو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کفر کا گمان کرنے لگتے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"!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 ہے کہ سورہ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سورہ حشر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سورہ قل ھواللہ احد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چند ہزار سال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سال پہلے کے انسان کے لئے قابل ہضم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۔البتہ اہل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تھوڑے لوگ ان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پہنچ سکتے تھے کتب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کہ:"اللہ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رکھتا تھا کہ بعد کے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رکہنے والے لوگ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ہوں گے تو اس نے قل ھو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سورہ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پانچ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کے نفاذ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فرق و اختلاف نظر آتا ہے اس کا تعلق قانون کے نفاذ سے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۔اس پہلو پر ہم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قرآن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کلمے 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ذکر ہر جگہ واحد و مفرد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آدم (ع) سے لے کر خاتم تک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موجود رہا ہے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۔قرآن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صراحت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کا تقاضا اور انسان کے رو</w:t>
      </w:r>
      <w:r>
        <w:rPr>
          <w:rFonts w:hint="eastAsia"/>
          <w:rtl/>
          <w:lang w:bidi="ur-PK"/>
        </w:rPr>
        <w:t>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ہے: </w:t>
      </w:r>
    </w:p>
    <w:p w:rsidR="00961B28" w:rsidRDefault="00057492" w:rsidP="00057492">
      <w:pPr>
        <w:pStyle w:val="libNormal"/>
        <w:rPr>
          <w:rtl/>
          <w:lang w:bidi="ur-PK"/>
        </w:rPr>
      </w:pPr>
      <w:r w:rsidRPr="00057492">
        <w:rPr>
          <w:rStyle w:val="libAlaemChar"/>
          <w:rFonts w:hint="cs"/>
          <w:rtl/>
        </w:rPr>
        <w:t>(</w:t>
      </w:r>
      <w:r w:rsidR="00961B28"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 xml:space="preserve"> </w:t>
      </w:r>
      <w:r w:rsidR="00961B28" w:rsidRPr="00057492">
        <w:rPr>
          <w:rStyle w:val="libAieChar"/>
          <w:rtl/>
        </w:rPr>
        <w:t>فاقم وجک للذ</w:t>
      </w:r>
      <w:r w:rsidR="00961B28" w:rsidRPr="00057492">
        <w:rPr>
          <w:rStyle w:val="libAieChar"/>
          <w:rFonts w:hint="cs"/>
          <w:rtl/>
        </w:rPr>
        <w:t>ی</w:t>
      </w:r>
      <w:r w:rsidR="00961B28" w:rsidRPr="00057492">
        <w:rPr>
          <w:rStyle w:val="libAieChar"/>
          <w:rFonts w:hint="eastAsia"/>
          <w:rtl/>
        </w:rPr>
        <w:t>ن</w:t>
      </w:r>
      <w:r w:rsidR="00961B28" w:rsidRPr="00057492">
        <w:rPr>
          <w:rStyle w:val="libAieChar"/>
          <w:rtl/>
        </w:rPr>
        <w:t xml:space="preserve"> حن</w:t>
      </w:r>
      <w:r w:rsidR="00961B28" w:rsidRPr="00057492">
        <w:rPr>
          <w:rStyle w:val="libAieChar"/>
          <w:rFonts w:hint="cs"/>
          <w:rtl/>
        </w:rPr>
        <w:t>ی</w:t>
      </w:r>
      <w:r w:rsidR="00961B28" w:rsidRPr="00057492">
        <w:rPr>
          <w:rStyle w:val="libAieChar"/>
          <w:rFonts w:hint="eastAsia"/>
          <w:rtl/>
        </w:rPr>
        <w:t>فاً</w:t>
      </w:r>
      <w:r w:rsidR="00961B28" w:rsidRPr="00057492">
        <w:rPr>
          <w:rStyle w:val="libAieChar"/>
          <w:rtl/>
        </w:rPr>
        <w:t xml:space="preserve"> فطرت الل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tl/>
        </w:rPr>
        <w:t xml:space="preserve"> الت</w:t>
      </w:r>
      <w:r w:rsidR="00961B28" w:rsidRPr="00057492">
        <w:rPr>
          <w:rStyle w:val="libAieChar"/>
          <w:rFonts w:hint="cs"/>
          <w:rtl/>
        </w:rPr>
        <w:t>ی</w:t>
      </w:r>
      <w:r w:rsidR="00961B28" w:rsidRPr="00057492">
        <w:rPr>
          <w:rStyle w:val="libAieChar"/>
          <w:rtl/>
        </w:rPr>
        <w:t xml:space="preserve"> فطر الناس عل</w:t>
      </w:r>
      <w:r w:rsidR="00961B28" w:rsidRPr="00057492">
        <w:rPr>
          <w:rStyle w:val="libAieChar"/>
          <w:rFonts w:hint="cs"/>
          <w:rtl/>
        </w:rPr>
        <w:t>ی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Fonts w:hint="eastAsia"/>
          <w:rtl/>
        </w:rPr>
        <w:t>ا</w:t>
      </w:r>
      <w:r>
        <w:rPr>
          <w:rFonts w:hint="cs"/>
          <w:rtl/>
          <w:lang w:bidi="ur-PK"/>
        </w:rPr>
        <w:t xml:space="preserve"> </w:t>
      </w:r>
      <w:r w:rsidRPr="00057492">
        <w:rPr>
          <w:rStyle w:val="libAlaemChar"/>
          <w:rFonts w:hint="cs"/>
          <w:rtl/>
        </w:rPr>
        <w:t>)</w:t>
      </w:r>
      <w:r w:rsidR="00961B28"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 xml:space="preserve"> </w:t>
      </w:r>
      <w:r w:rsidRPr="0073412B">
        <w:rPr>
          <w:rStyle w:val="libFootnotenumChar"/>
          <w:rFonts w:hint="cs"/>
          <w:rtl/>
        </w:rPr>
        <w:t>(</w:t>
      </w:r>
      <w:r w:rsidRPr="0073412B">
        <w:rPr>
          <w:rStyle w:val="libFootnotenumChar"/>
          <w:rtl/>
        </w:rPr>
        <w:t>3</w:t>
      </w:r>
      <w:r w:rsidRPr="0073412B">
        <w:rPr>
          <w:rStyle w:val="libFootnotenumChar"/>
          <w:rFonts w:hint="cs"/>
          <w:rtl/>
        </w:rPr>
        <w:t>)</w:t>
      </w:r>
      <w:r w:rsidR="00961B28"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اے محمد (ص) اپنا رخ (اپنا فکر)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جمادو اس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وحدان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پرست ہو،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(آفر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>) ہے جس پر لوگوں کوخلق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فطرت، سرشت اور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گوناگون ہے جبکہ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ابتدائے 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سے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وہ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وسرشت سے تعلق رکھتا ہے۔اس طرح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و سرشت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راز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فلسفہ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ارت</w:t>
      </w:r>
      <w:r>
        <w:rPr>
          <w:rFonts w:hint="eastAsia"/>
          <w:rtl/>
          <w:lang w:bidi="ur-PK"/>
        </w:rPr>
        <w:t>قاء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تصور ملتا ہے۔ارتقا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سے سب واقف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مسئلے پر ہر جگہ گفتگو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ارتقاء جنداروں کا ارتقاء انسان اور معاشرہ کا ارتقاء۔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ارتقاء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 طرح صورت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ہتوتا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اسباب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اتفاق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ہے جو ارتقاء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تک پہنچتا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جو خود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تک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وہ اپنے اندر ارتقاء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لئے اس نے پہلے سے اپنے لئ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ارتقاء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راہ منتخب کر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ارتقاء کا عمل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مقرر و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راہ پر اور پہلے سے طے شدہ مقصد و ہدف کے مطابق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چند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اتفاق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کے تحت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راستے پر صورت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ہوتا ہے اور مسلسل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بدلتا رہتا ہے اور اپنا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مقصد و ہدف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دے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اور معاشرہ کا ارتقاء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ہدف عمل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صورت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ہوتا ہے جسے صارط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عمل کا نقطہ آغاز اور راہ سفر اور منزل مقصود سب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مشخص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اور معاشرہ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اور راہ سفر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وہ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>
        <w:rPr>
          <w:rFonts w:hint="cs"/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</w:t>
      </w:r>
      <w:r w:rsidRPr="00057492">
        <w:rPr>
          <w:rStyle w:val="libAieChar"/>
          <w:rtl/>
        </w:rPr>
        <w:t xml:space="preserve">و ان 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ذا صراط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tl/>
        </w:rPr>
        <w:t xml:space="preserve"> مستق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ماً</w:t>
      </w:r>
      <w:r w:rsidRPr="00057492">
        <w:rPr>
          <w:rStyle w:val="libAieChar"/>
          <w:rtl/>
        </w:rPr>
        <w:t xml:space="preserve"> فاتبعو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و لا تتبعوا السبل فتفرق بکم عن سب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ل</w:t>
      </w:r>
      <w:r w:rsidR="00E50C29" w:rsidRPr="00E50C29">
        <w:rPr>
          <w:rStyle w:val="libAieChar"/>
          <w:rFonts w:hint="cs"/>
          <w:rtl/>
        </w:rPr>
        <w:t>ه</w:t>
      </w:r>
      <w:r w:rsidR="00057492">
        <w:rPr>
          <w:rFonts w:hint="cs"/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)</w:t>
      </w:r>
      <w:r w:rsidR="00057492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4</w:t>
      </w:r>
      <w:r w:rsidR="00057492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</w:t>
      </w:r>
      <w:r>
        <w:rPr>
          <w:rtl/>
          <w:lang w:bidi="ur-PK"/>
        </w:rPr>
        <w:t xml:space="preserve"> راستہ ہے لہٰذا تم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چلو اور دوسرے راستوں پر نہ چلو کہ وہ اس کے راستے سے ہٹا کر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پراگندہ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 است از اول تابہ آخر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بر او خلق خدا جملہ مسافر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ارتقاء کا معاملہ اس طرح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 ہر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اسباب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سلسلے کے تحت (صنعت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راہ پر اپنا سفر شروع کرے اور مسلسل اپنا راستہ اور سمت دونوں بدلتارہے۔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کے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ہونے پر 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ہےوہ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شاہراہ کا قائل ہے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عتوں</w:t>
      </w:r>
      <w:r>
        <w:rPr>
          <w:rtl/>
          <w:lang w:bidi="ur-PK"/>
        </w:rPr>
        <w:t xml:space="preserve">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اختلافات کو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 سے نکل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ارتقاء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 قافلہ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منزل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رواں دواں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منزل تک پہنچنے کے راستے سے وہ آگاہ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چند قدم چلنے کے بعد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راہ سے منزل کا پتہ پوچھتا ہے۔اس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مطابق کم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دس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 راس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ط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اس قافلے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اوہ وہ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علامات کے مطابق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 سفر مکمل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ہے۔اس طرح منزل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بڑھنے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اضافہ ہوتا رہتا ہے بالاخر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مل جاتا ہے جو 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راہ سفر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مکمل نقشہ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قافلہ اس نقشے کے حاصل ہونے کے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نئے رہبر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ہو جاتا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واضح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تک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راہ</w:t>
      </w:r>
      <w:r w:rsidR="00057492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ہے اور تمام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غمبران</w:t>
      </w:r>
      <w:r>
        <w:rPr>
          <w:rtl/>
          <w:lang w:bidi="ur-PK"/>
        </w:rPr>
        <w:t xml:space="preserve"> تمام اختلافات کے باوجود جو وہ زمان و مکان اور موقع محل کے مطابق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باہم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شاہراہ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طرح قرآن نے ختم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نگاہوں کے سامنے خوب روشن اور ان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کو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واضح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 w:rsidR="00057492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ختم</w:t>
      </w:r>
      <w:r>
        <w:rPr>
          <w:rtl/>
          <w:lang w:bidi="ur-PK"/>
        </w:rPr>
        <w:t xml:space="preserve"> نبوت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معقول اور قابل فہم ہو سکتا ہے کہ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ارتقاء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بر عکس انسان دوڑ دھوپ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اور دوسرے لمحے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سفر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اور اس کے سرکا مقصد اور منزل 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ہو اور وقت کے ہر مرحلے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تو پھر ختم نبوت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کل لائحہ عمل اور نقشہ کار معقول اور قابل فہم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قرار پاتا۔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</w:t>
      </w:r>
      <w:r w:rsidR="00057492">
        <w:rPr>
          <w:rFonts w:hint="cs"/>
          <w:rtl/>
          <w:lang w:bidi="ur-PK"/>
        </w:rPr>
        <w:t xml:space="preserve"> 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</w:t>
      </w:r>
      <w:r w:rsidRPr="00057492">
        <w:rPr>
          <w:rStyle w:val="libAieChar"/>
          <w:rtl/>
        </w:rPr>
        <w:t>و کذالک جعلنکم ام</w:t>
      </w:r>
      <w:r w:rsidR="00E50C29" w:rsidRPr="00E50C29">
        <w:rPr>
          <w:rStyle w:val="libAieChar"/>
          <w:rFonts w:hint="cs"/>
          <w:rtl/>
        </w:rPr>
        <w:t>ة</w:t>
      </w:r>
      <w:r w:rsidRPr="00057492">
        <w:rPr>
          <w:rStyle w:val="libAieChar"/>
          <w:rtl/>
        </w:rPr>
        <w:t xml:space="preserve"> و سطا لتکونوا ش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داء عل</w:t>
      </w:r>
      <w:r w:rsidRPr="00057492">
        <w:rPr>
          <w:rStyle w:val="libAieChar"/>
          <w:rFonts w:hint="cs"/>
          <w:rtl/>
        </w:rPr>
        <w:t>یٰ</w:t>
      </w:r>
      <w:r w:rsidRPr="00057492">
        <w:rPr>
          <w:rStyle w:val="libAieChar"/>
          <w:rtl/>
        </w:rPr>
        <w:t xml:space="preserve"> الناسن و 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کون</w:t>
      </w:r>
      <w:r w:rsidRPr="00057492">
        <w:rPr>
          <w:rStyle w:val="libAieChar"/>
          <w:rtl/>
        </w:rPr>
        <w:t xml:space="preserve"> الرسول عل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کم</w:t>
      </w:r>
      <w:r w:rsidRPr="00057492">
        <w:rPr>
          <w:rStyle w:val="libAieChar"/>
          <w:rtl/>
        </w:rPr>
        <w:t xml:space="preserve"> ش</w:t>
      </w:r>
      <w:r w:rsidR="00E50C29" w:rsidRPr="00E50C29">
        <w:rPr>
          <w:rStyle w:val="libAieChar"/>
          <w:rFonts w:hint="cs"/>
          <w:rtl/>
        </w:rPr>
        <w:t>ه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داً</w:t>
      </w:r>
      <w:r w:rsidR="00057492">
        <w:rPr>
          <w:rFonts w:hint="cs"/>
          <w:rtl/>
          <w:lang w:bidi="ur-PK"/>
        </w:rPr>
        <w:t xml:space="preserve">  </w:t>
      </w:r>
      <w:r w:rsidR="00057492" w:rsidRPr="00057492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ترجمہ:"اور اس طرح تو ہم نے تم مسلمانوں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امت وسط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تا کہ تم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لوگوں پر گواہ اور رسول تم پر گوہ ہو۔" </w:t>
      </w:r>
    </w:p>
    <w:p w:rsidR="00AC4011" w:rsidRDefault="00AC4011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2" w:name="_Toc489533509"/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روسے امت مسلمہ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امت وسط ہے۔</w:t>
      </w:r>
      <w:bookmarkEnd w:id="2"/>
      <w:r>
        <w:rPr>
          <w:rtl/>
          <w:lang w:bidi="ur-PK"/>
        </w:rPr>
        <w:t xml:space="preserve"> 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ظاہر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پروردہ ہے جو توسط و تعادل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ہے۔قرآن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اور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ذکر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کلمہ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وہ وسط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تعادل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تعادل موجود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رہا ہے۔اس سوال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کہنا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انسان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جاندار مخلوق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صرف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کرنے کا عاد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جاندار مخلوقاتبھ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مقررہ معمولات،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خاصنظم اور ڈھانچے کے مطابق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کے بر عکس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جنگل کے زمانے پتھر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زمانے لو ہے کے زمانے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ٹم</w:t>
      </w:r>
      <w:r>
        <w:rPr>
          <w:rtl/>
          <w:lang w:bidi="ur-PK"/>
        </w:rPr>
        <w:t xml:space="preserve"> کے زمانے سے آشنا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ہے۔روز اول سے جب سے کہ وہ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منظم ڈھانچہ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مطابق" </w:t>
      </w:r>
    </w:p>
    <w:p w:rsidR="00961B28" w:rsidRDefault="00057492" w:rsidP="00057492">
      <w:pPr>
        <w:pStyle w:val="libNormal"/>
        <w:rPr>
          <w:rtl/>
          <w:lang w:bidi="ur-PK"/>
        </w:rPr>
      </w:pPr>
      <w:r w:rsidRPr="00057492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961B28">
        <w:rPr>
          <w:rtl/>
          <w:lang w:bidi="ur-PK"/>
        </w:rPr>
        <w:t xml:space="preserve"> </w:t>
      </w:r>
      <w:r w:rsidR="00961B28" w:rsidRPr="00057492">
        <w:rPr>
          <w:rStyle w:val="libAieChar"/>
          <w:rtl/>
        </w:rPr>
        <w:t>و خلق الانسان ضع</w:t>
      </w:r>
      <w:r w:rsidR="00961B28" w:rsidRPr="00057492">
        <w:rPr>
          <w:rStyle w:val="libAieChar"/>
          <w:rFonts w:hint="cs"/>
          <w:rtl/>
        </w:rPr>
        <w:t>ی</w:t>
      </w:r>
      <w:r w:rsidR="00961B28" w:rsidRPr="00057492">
        <w:rPr>
          <w:rStyle w:val="libAieChar"/>
          <w:rFonts w:hint="eastAsia"/>
          <w:rtl/>
        </w:rPr>
        <w:t>فاً</w:t>
      </w:r>
      <w:r>
        <w:rPr>
          <w:rFonts w:hint="cs"/>
          <w:rtl/>
          <w:lang w:bidi="ur-PK"/>
        </w:rPr>
        <w:t xml:space="preserve">  </w:t>
      </w:r>
      <w:r w:rsidRPr="00057492">
        <w:rPr>
          <w:rStyle w:val="libAlaemChar"/>
          <w:rFonts w:hint="cs"/>
          <w:rtl/>
        </w:rPr>
        <w:t>)</w:t>
      </w:r>
      <w:r w:rsidR="00961B28"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 xml:space="preserve"> </w:t>
      </w:r>
      <w:r w:rsidRPr="0073412B">
        <w:rPr>
          <w:rStyle w:val="libFootnotenumChar"/>
          <w:rFonts w:hint="cs"/>
          <w:rtl/>
        </w:rPr>
        <w:t>(</w:t>
      </w:r>
      <w:r w:rsidRPr="0073412B">
        <w:rPr>
          <w:rStyle w:val="libFootnotenumChar"/>
          <w:rtl/>
        </w:rPr>
        <w:t>5</w:t>
      </w:r>
      <w:r w:rsidRPr="0073412B">
        <w:rPr>
          <w:rStyle w:val="libFootnotenumChar"/>
          <w:rFonts w:hint="cs"/>
          <w:rtl/>
        </w:rPr>
        <w:t>)</w:t>
      </w:r>
      <w:r w:rsidR="00961B28">
        <w:rPr>
          <w:rtl/>
          <w:lang w:bidi="ur-PK"/>
        </w:rPr>
        <w:t xml:space="preserve">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ترجمہ:"انسان کمزور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057492">
        <w:rPr>
          <w:rFonts w:hint="cs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آغاز صفر سے کرتا ہے اور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لامتناہ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پر آگے بڑھتا چلا جاتا ہے۔انسان فطرت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ہونہار اور بالغ فرزند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اسے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خود مختار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ہے اسے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مستقل ناظم و سرپرست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پر عمل کرنے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اسے مجبور کرے۔دوسرے جاندار جو کچھ جبلت کے سامنے سر جھکا کر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انسان آزادانہ ماحول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و قان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مطابق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ہے: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</w:t>
      </w:r>
      <w:r w:rsidRPr="00057492">
        <w:rPr>
          <w:rStyle w:val="libAieChar"/>
          <w:rtl/>
        </w:rPr>
        <w:t xml:space="preserve">انا 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د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نٰ</w:t>
      </w:r>
      <w:r w:rsidR="00E50C29" w:rsidRPr="00E50C29">
        <w:rPr>
          <w:rStyle w:val="libAieChar"/>
          <w:rFonts w:hint="cs"/>
          <w:rtl/>
        </w:rPr>
        <w:t>ه</w:t>
      </w:r>
      <w:r w:rsidRPr="00057492">
        <w:rPr>
          <w:rStyle w:val="libAieChar"/>
          <w:rtl/>
        </w:rPr>
        <w:t xml:space="preserve"> السب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ل</w:t>
      </w:r>
      <w:r w:rsidRPr="00057492">
        <w:rPr>
          <w:rStyle w:val="libAieChar"/>
          <w:rtl/>
        </w:rPr>
        <w:t xml:space="preserve"> اما شاکراًو اما کفوراً</w:t>
      </w:r>
      <w:r w:rsidR="00057492">
        <w:rPr>
          <w:rFonts w:hint="cs"/>
          <w:rtl/>
          <w:lang w:bidi="ur-PK"/>
        </w:rPr>
        <w:t xml:space="preserve">  </w:t>
      </w:r>
      <w:r w:rsidR="00057492" w:rsidRPr="00057492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6</w:t>
      </w:r>
      <w:r w:rsidR="00057492" w:rsidRPr="0073412B">
        <w:rPr>
          <w:rStyle w:val="libFootnotenumChar"/>
          <w:rFonts w:hint="cs"/>
          <w:rtl/>
        </w:rPr>
        <w:t>)</w:t>
      </w:r>
      <w:r w:rsidR="00057492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ترجمہ:"ہم نے اسے راستہ دکھا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خواہ شکر کرنے والا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کفر کرنے والا۔"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انحراف و سقوط اور جمود و انحطاط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جبکہ دوسرے جاندار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حالت پر قائ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۔وہ اس بات پر قدرت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کہ سوچ سمجھ کر کہ خود آگے بڑھ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ہٹ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کا رخ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سمت کا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آہستہ اس کے بر عکس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eastAsia"/>
          <w:rtl/>
          <w:lang w:bidi="ur-PK"/>
        </w:rPr>
        <w:t>قل</w:t>
      </w:r>
      <w:r>
        <w:rPr>
          <w:rtl/>
          <w:lang w:bidi="ur-PK"/>
        </w:rPr>
        <w:t xml:space="preserve"> و شعور سے کام لے کر آگے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قدم بڑھا سکتا ہے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ہٹ سکتا ہے وہ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</w:t>
      </w:r>
      <w:r>
        <w:rPr>
          <w:rtl/>
          <w:lang w:bidi="ur-PK"/>
        </w:rPr>
        <w:lastRenderedPageBreak/>
        <w:t>مڑسکتا ہے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 سکتا ہے اور آہستہ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بندہ شاکر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سکتےا ہے اور سرکس کافر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۔اس طرح وہ افراط و 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کحڑا نظر آتا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عادات کا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جامد و ساکن ہوجاتا ہے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موثر طاقت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کو کاٹ کر اسے حرکت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پر حرص و طمع اور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راہوں پر چلنے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خوہش اس طرح مشلط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فطرت کے اصول و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تک کو بھل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ٹھتا</w:t>
      </w:r>
      <w:r>
        <w:rPr>
          <w:rtl/>
          <w:lang w:bidi="ur-PK"/>
        </w:rPr>
        <w:t xml:space="preserve"> ہے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غرور و خود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تکبر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ہوجاتا ہے، اسے خود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سے ہٹا کر زہد و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ڈالنے کے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اثر انداز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تاکہ وہ اپنے حقوق کے ساتھ دوسروں کے حقوق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 سکے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آرام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مادر پدر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ظلم و ستم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چل پڑتا ہے تو اس کے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جھنجھوڑ نے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حقوق کا شعور احساس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کے سوا اور چارہ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 ہے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سست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لائحہ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ہے۔اگر معاشرہ کا انحراف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ہو تو اصلاح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کو اسے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موڑنے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صورت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اس کے بر عکس عمل کرنا ہوگا۔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زمانے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دوا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دوسرے دور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مرض مہلک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کرنے کا سبب بن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چنانچہ بظاہر مختلف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اختلاف نظر آتا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امبر</w:t>
      </w:r>
      <w:r>
        <w:rPr>
          <w:rtl/>
          <w:lang w:bidi="ur-PK"/>
        </w:rPr>
        <w:t xml:space="preserve"> (ص)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صلح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کو انقلاب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کرنا پڑتا ہے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اعتدال و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اپنان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کا سارا دور ابتلاؤ آزما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سے بھرا ہوتا ہے تو دوسرے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حصے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فتح و نصرت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اختلافات کا تعلق ان کے اس روئے سے ہے جو وہ اپنے زمانے کے حالات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ورنہ ہدف کے اعتبار سے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ہدف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راستہ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قصص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مبداء و معاد سے متعلق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مشترک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تحت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نکتہ پر 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لائحہ عمل کے اجراء پر مامور ہوتا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قصص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مطالعہ سے ب</w:t>
      </w:r>
      <w:r>
        <w:rPr>
          <w:rFonts w:hint="eastAsia"/>
          <w:rtl/>
          <w:lang w:bidi="ur-PK"/>
        </w:rPr>
        <w:t>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مصلح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آگے قدم بڑھانے والے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پسماندہ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مائل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ظہور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اصلاح کا کام شروع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بھول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لائحہ عمل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محدود مدت کے لئے قابل اجراء ہوتا ہے اور معاشرہ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ت کا ہوا سے راہ عدل پر لانے کے لئے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جدوجہد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اسے انحطاط و انحراف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زاہ پر ڈالنے کے لئے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 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ہحات</w:t>
      </w:r>
      <w:r>
        <w:rPr>
          <w:rtl/>
          <w:lang w:bidi="ur-PK"/>
        </w:rPr>
        <w:t xml:space="preserve"> کے بعد ہم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نظر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مفہوم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بہتر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سمجھ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تمام دوسرے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رسالتوں سے ان معنوں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فرق و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لائحہ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آپ کا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اساس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رجعت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بازو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بازو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مائل مع</w:t>
      </w:r>
      <w:r>
        <w:rPr>
          <w:rFonts w:hint="eastAsia"/>
          <w:rtl/>
          <w:lang w:bidi="ur-PK"/>
        </w:rPr>
        <w:t>اشرہ</w:t>
      </w:r>
      <w:r>
        <w:rPr>
          <w:rtl/>
          <w:lang w:bidi="ur-PK"/>
        </w:rPr>
        <w:t xml:space="preserve"> کے لئے مخصوص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جامع اور ہمہ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نظام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ہے جو ہر موقع و محل کے لئے کار آمد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جزئ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پر حاو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معاشرہ کے لئے مبعوث کئے جاتے تھے اور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اس معاشرہ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لائحہ عمل لے کر آتے تھے۔اسلام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کے ب</w:t>
      </w:r>
      <w:r>
        <w:rPr>
          <w:rFonts w:hint="eastAsia"/>
          <w:rtl/>
          <w:lang w:bidi="ur-PK"/>
        </w:rPr>
        <w:t>عد</w:t>
      </w:r>
      <w:r>
        <w:rPr>
          <w:rtl/>
          <w:lang w:bidi="ur-PK"/>
        </w:rPr>
        <w:t xml:space="preserve"> علماء اور امت مسلمہ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رہنماؤں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کام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طرح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علماء و مصلح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کام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علماء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کے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سرچشمے سے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لائحہ عمل وضع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کے نفاذ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محدود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اپنے اند لئے ہوئے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قرآن خود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کا محافظ و نگہبان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ہے: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</w:t>
      </w:r>
      <w:r w:rsidRPr="00057492">
        <w:rPr>
          <w:rStyle w:val="libAieChar"/>
          <w:rtl/>
        </w:rPr>
        <w:t>و انزلنا ال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ک</w:t>
      </w:r>
      <w:r w:rsidRPr="00057492">
        <w:rPr>
          <w:rStyle w:val="libAieChar"/>
          <w:rtl/>
        </w:rPr>
        <w:t xml:space="preserve"> الکتٰاب بالحق مصدقا لما ب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ن</w:t>
      </w:r>
      <w:r w:rsidRPr="00057492">
        <w:rPr>
          <w:rStyle w:val="libAieChar"/>
          <w:rtl/>
        </w:rPr>
        <w:t xml:space="preserve"> 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د</w:t>
      </w:r>
      <w:r w:rsidRPr="00057492">
        <w:rPr>
          <w:rStyle w:val="libAieChar"/>
          <w:rFonts w:hint="cs"/>
          <w:rtl/>
        </w:rPr>
        <w:t>ی</w:t>
      </w:r>
      <w:r w:rsidR="00E50C29" w:rsidRPr="00E50C29">
        <w:rPr>
          <w:rStyle w:val="libAieChar"/>
          <w:rFonts w:hint="cs"/>
          <w:rtl/>
        </w:rPr>
        <w:t>ه</w:t>
      </w:r>
      <w:r w:rsidRPr="00057492">
        <w:rPr>
          <w:rStyle w:val="libAieChar"/>
          <w:rtl/>
        </w:rPr>
        <w:t xml:space="preserve"> من الکتٰب و م</w:t>
      </w:r>
      <w:r w:rsidR="00E50C29" w:rsidRPr="00E50C29">
        <w:rPr>
          <w:rStyle w:val="libAieChar"/>
          <w:rFonts w:hint="cs"/>
          <w:rtl/>
        </w:rPr>
        <w:t>ه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مناً</w:t>
      </w:r>
      <w:r w:rsidRPr="00057492">
        <w:rPr>
          <w:rStyle w:val="libAieChar"/>
          <w:rtl/>
        </w:rPr>
        <w:t xml:space="preserve"> عل</w:t>
      </w:r>
      <w:r w:rsidRPr="00057492">
        <w:rPr>
          <w:rStyle w:val="libAieChar"/>
          <w:rFonts w:hint="cs"/>
          <w:rtl/>
        </w:rPr>
        <w:t>ی</w:t>
      </w:r>
      <w:r w:rsidR="00E50C29" w:rsidRPr="00E50C29">
        <w:rPr>
          <w:rStyle w:val="libAieChar"/>
          <w:rFonts w:hint="cs"/>
          <w:rtl/>
        </w:rPr>
        <w:t>ه</w:t>
      </w:r>
      <w:r w:rsidR="00057492">
        <w:rPr>
          <w:rFonts w:hint="cs"/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)</w:t>
      </w:r>
      <w:r w:rsidR="00057492">
        <w:rPr>
          <w:rFonts w:hint="cs"/>
          <w:rtl/>
          <w:lang w:bidi="ur-PK"/>
        </w:rPr>
        <w:t xml:space="preserve"> </w:t>
      </w:r>
      <w:r w:rsidR="00057492" w:rsidRPr="0073412B">
        <w:rPr>
          <w:rStyle w:val="libFootnotenumChar"/>
          <w:rFonts w:hint="cs"/>
          <w:rtl/>
        </w:rPr>
        <w:t>(</w:t>
      </w:r>
      <w:r w:rsidRPr="0073412B">
        <w:rPr>
          <w:rStyle w:val="libFootnotenumChar"/>
          <w:rtl/>
        </w:rPr>
        <w:t>7</w:t>
      </w:r>
      <w:r w:rsidR="00057492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ترجمہ:"پھر اے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(ص) ہم نے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بھج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حق لے کر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الکتاب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کچھ اس کے آگے موجود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محفظ و نگہبان ہے۔"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ثابت ہے کہ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خاتم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شرو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پابند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امتوں کو ختم نبوت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اتمام 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سے عہد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نہج البلاغہ کے پہلے خطبے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ذکر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057492">
        <w:rPr>
          <w:rStyle w:val="libArabicChar"/>
          <w:rtl/>
        </w:rPr>
        <w:t xml:space="preserve">ولم 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Fonts w:hint="eastAsia"/>
          <w:rtl/>
        </w:rPr>
        <w:t>خل</w:t>
      </w:r>
      <w:r w:rsidRPr="00057492">
        <w:rPr>
          <w:rStyle w:val="libArabicChar"/>
          <w:rtl/>
        </w:rPr>
        <w:t xml:space="preserve"> سبحان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خلق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من نب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tl/>
        </w:rPr>
        <w:t xml:space="preserve"> مرسل اور کتاب منزل اور حج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لازم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اور محج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قائم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رسل لاتقص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Fonts w:hint="eastAsia"/>
          <w:rtl/>
        </w:rPr>
        <w:t>ر</w:t>
      </w:r>
      <w:r w:rsidRPr="00057492">
        <w:rPr>
          <w:rStyle w:val="libArabicChar"/>
          <w:rtl/>
        </w:rPr>
        <w:t xml:space="preserve"> ب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>م قل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عدد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>م و لاکثر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المکذب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Fonts w:hint="eastAsia"/>
          <w:rtl/>
        </w:rPr>
        <w:t>ن</w:t>
      </w:r>
      <w:r w:rsidRPr="00057492">
        <w:rPr>
          <w:rStyle w:val="libArabicChar"/>
          <w:rtl/>
        </w:rPr>
        <w:t xml:space="preserve"> ل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>م و سلفت الاباء خلفت الابناء ال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tl/>
        </w:rPr>
        <w:t xml:space="preserve"> ان بعث الل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محمدا رسول الل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(ص) من سابق سع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tl/>
        </w:rPr>
        <w:t xml:space="preserve"> ک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من بعد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اوغا بر بر عرف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من قبل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عل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tl/>
        </w:rPr>
        <w:t xml:space="preserve"> ذلک نسلت القرون و </w:t>
      </w:r>
      <w:r w:rsidRPr="00057492">
        <w:rPr>
          <w:rStyle w:val="libArabicChar"/>
          <w:rFonts w:hint="eastAsia"/>
          <w:rtl/>
        </w:rPr>
        <w:t>مضت</w:t>
      </w:r>
      <w:r w:rsidRPr="00057492">
        <w:rPr>
          <w:rStyle w:val="libArabicChar"/>
          <w:rtl/>
        </w:rPr>
        <w:t xml:space="preserve"> الد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>ور لانجاز عدت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و تما</w:t>
      </w:r>
      <w:r w:rsidRPr="00057492">
        <w:rPr>
          <w:rStyle w:val="libArabicChar"/>
          <w:rtl/>
        </w:rPr>
        <w:t>م نبوت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ماخوذا عل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tl/>
        </w:rPr>
        <w:t xml:space="preserve"> النب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Fonts w:hint="eastAsia"/>
          <w:rtl/>
        </w:rPr>
        <w:t>ن،</w:t>
      </w:r>
      <w:r w:rsidRPr="00057492">
        <w:rPr>
          <w:rStyle w:val="libArabicChar"/>
          <w:rtl/>
        </w:rPr>
        <w:t xml:space="preserve"> م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Fonts w:hint="eastAsia"/>
          <w:rtl/>
        </w:rPr>
        <w:t>ثاق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Fonts w:hint="eastAsia"/>
          <w:rtl/>
        </w:rPr>
        <w:t>،</w:t>
      </w:r>
      <w:r w:rsidRPr="00057492">
        <w:rPr>
          <w:rStyle w:val="libArabicChar"/>
          <w:rtl/>
        </w:rPr>
        <w:t xml:space="preserve"> مش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>ور سمات</w:t>
      </w:r>
      <w:r w:rsidR="00E50C29" w:rsidRPr="00E50C29">
        <w:rPr>
          <w:rStyle w:val="libArabicChar"/>
          <w:rFonts w:hint="cs"/>
          <w:rtl/>
        </w:rPr>
        <w:t>ه</w:t>
      </w:r>
      <w:r w:rsidRPr="00E50C29">
        <w:rPr>
          <w:rStyle w:val="libArabicChar"/>
          <w:rtl/>
        </w:rPr>
        <w:t xml:space="preserve"> کر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Fonts w:hint="eastAsia"/>
          <w:rtl/>
        </w:rPr>
        <w:t>ما</w:t>
      </w:r>
      <w:r w:rsidRPr="00057492">
        <w:rPr>
          <w:rStyle w:val="libArabicChar"/>
          <w:rtl/>
        </w:rPr>
        <w:t xml:space="preserve"> م</w:t>
      </w:r>
      <w:r w:rsidRPr="00057492">
        <w:rPr>
          <w:rStyle w:val="libArabicChar"/>
          <w:rFonts w:hint="cs"/>
          <w:rtl/>
        </w:rPr>
        <w:t>ی</w:t>
      </w:r>
      <w:r w:rsidRPr="00057492">
        <w:rPr>
          <w:rStyle w:val="libArabicChar"/>
          <w:rFonts w:hint="eastAsia"/>
          <w:rtl/>
        </w:rPr>
        <w:t>لاد</w:t>
      </w:r>
      <w:r w:rsidR="00E50C29" w:rsidRPr="00E50C29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کو کبھ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ہے،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قلت تعداد اور ان کے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تعداد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ادائے فض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روکا، ہر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اپنے سے پہلے گزرنے والے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سے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متعارف رہا ہے اور خود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سابق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کو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نسل کے بعد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زمانہ گزر تا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اپنے وعدے کے مطابق محمد (ص) کو سلسلہ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</w:t>
      </w:r>
      <w:r>
        <w:rPr>
          <w:rtl/>
          <w:lang w:bidi="ur-PK"/>
        </w:rPr>
        <w:t xml:space="preserve"> اللہ </w:t>
      </w:r>
      <w:r>
        <w:rPr>
          <w:rFonts w:hint="eastAsia"/>
          <w:rtl/>
          <w:lang w:bidi="ur-PK"/>
        </w:rPr>
        <w:t>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سے آپ کے بارہ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رکھا تھا۔آپ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مشہور و معروف 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ولادت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(ص) کے دو بڑے عمدہ کلمے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61B28" w:rsidRDefault="00961B28" w:rsidP="00057492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"نحن الاخرون السابقون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الق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 w:rsidR="00E50C29" w:rsidRPr="00E50C29">
        <w:rPr>
          <w:rFonts w:hint="cs"/>
          <w:rtl/>
          <w:lang w:bidi="ur-PK"/>
        </w:rPr>
        <w:t>ة</w:t>
      </w:r>
      <w:r>
        <w:rPr>
          <w:rtl/>
          <w:lang w:bidi="ur-PK"/>
        </w:rPr>
        <w:t xml:space="preserve">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"ہم تمام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اور امتوں کے بعد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سب سے آگے ہوں گے اور سب ہمارے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آپ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ارشاد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ہے: </w:t>
      </w:r>
    </w:p>
    <w:p w:rsidR="00961B28" w:rsidRDefault="00961B28" w:rsidP="00057492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"آدم و من دون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تحت للوئ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الق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 w:rsidR="00E50C29" w:rsidRPr="00E50C29">
        <w:rPr>
          <w:rFonts w:hint="cs"/>
          <w:rtl/>
          <w:lang w:bidi="ur-PK"/>
        </w:rPr>
        <w:t>ة</w:t>
      </w:r>
      <w:r>
        <w:rPr>
          <w:rtl/>
          <w:lang w:bidi="ur-PK"/>
        </w:rPr>
        <w:t xml:space="preserve">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تمام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پرچم تلے ہوں گے۔"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پس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رسول اکرم (ص) کے پرچم تلے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ہونے کا اصل 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رسول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کے لئے مقدمہ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سابق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پر جو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لائحہ عمل کے دائرہ تک محدود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رسول اکرم (ص) پر نازل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اساس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۔مسلمان بزرگوں نے رسول اکر (ص) </w:t>
      </w:r>
      <w:r>
        <w:rPr>
          <w:rtl/>
          <w:lang w:bidi="ur-PK"/>
        </w:rPr>
        <w:lastRenderedPageBreak/>
        <w:t>کے ان دو عمدہ کلمات اور معارف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 اصولسےہدا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کرتے ہوئے کہ جو کچھ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ظاہر ہوتا ہے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واقعات کا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ظہور ہے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عمدہ اور دلپذ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وان کنت ابن آدم صور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شاہد بابوت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 کلہم عن سبق معنا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وارد من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 ما منہم الا و قد کان داع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بہ قومہ للحق عن تبع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 قبل فعال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ختمت بشرع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المضح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 شرع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مضمون باندھا ہے: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ظاہراً آن شاخ اصل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است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باطناً بھر ثمر شد شاخ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گر نبود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ثمر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باغبان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شجر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پس بمعن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 شجر 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زاد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گر بصورت از شجر بودش بار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مصطف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گفت کارم 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خلف من باشند در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لوا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فرمودہ است آن زد فنون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رمز نحن آلاخرون و السابقون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گر بصورت من ز آدم زادہ ام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من بعمن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 جد افتادہ ام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پس ز من زائ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در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پدر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پس 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زاد در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شجر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اول فکر آخر آمد در عمل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خاصہ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بود وصف ازل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شبستر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ہے: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 است از اول تابہ آخر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بر او خلق خدا جمل مسافر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چون سار بانند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رہنما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کاروانند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ماگشتہ سالار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او اول ہم او آخر 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احد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احمد گشت ظاہر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دور اور آمد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آخر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ز احمد تا احد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فرق است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غرق است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بر او ختم آمد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راہ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بدو منزل شدہ ادعوا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مقام دلکشا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جمع جمع است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جمال جانفرا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شمع جمع است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شدہ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و دلہا جملہ در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گرفتہ دست جادہا دامن 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والے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(اور بدرجہ اول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>) پر سابق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کرنے بلکہ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کو 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اور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کہ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والے انب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کو قبول کرنے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والے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شرو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کا اور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کا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سے اس 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پر پختہ عہد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اس طرح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</w:t>
      </w:r>
      <w:r w:rsidRPr="00057492">
        <w:rPr>
          <w:rStyle w:val="libAieChar"/>
          <w:rtl/>
        </w:rPr>
        <w:t>و اذ اخذ الل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م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ثاق</w:t>
      </w:r>
      <w:r w:rsidRPr="00057492">
        <w:rPr>
          <w:rStyle w:val="libAieChar"/>
          <w:rtl/>
        </w:rPr>
        <w:t xml:space="preserve"> النب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ن</w:t>
      </w:r>
      <w:r w:rsidRPr="00057492">
        <w:rPr>
          <w:rStyle w:val="libAieChar"/>
          <w:rtl/>
        </w:rPr>
        <w:t xml:space="preserve"> لما ات</w:t>
      </w:r>
      <w:r w:rsidRPr="00057492">
        <w:rPr>
          <w:rStyle w:val="libAieChar"/>
          <w:rFonts w:hint="cs"/>
          <w:rtl/>
        </w:rPr>
        <w:t>یی</w:t>
      </w:r>
      <w:r w:rsidRPr="00057492">
        <w:rPr>
          <w:rStyle w:val="libAieChar"/>
          <w:rFonts w:hint="eastAsia"/>
          <w:rtl/>
        </w:rPr>
        <w:t>کم</w:t>
      </w:r>
      <w:r w:rsidRPr="00057492">
        <w:rPr>
          <w:rStyle w:val="libAieChar"/>
          <w:rtl/>
        </w:rPr>
        <w:t xml:space="preserve"> من کتاب و حکم</w:t>
      </w:r>
      <w:r w:rsidR="00E50C29" w:rsidRPr="00E50C29">
        <w:rPr>
          <w:rStyle w:val="libAieChar"/>
          <w:rFonts w:hint="cs"/>
          <w:rtl/>
        </w:rPr>
        <w:t>ة</w:t>
      </w:r>
      <w:r w:rsidRPr="00057492">
        <w:rPr>
          <w:rStyle w:val="libAieChar"/>
          <w:rtl/>
        </w:rPr>
        <w:t xml:space="preserve"> ثم جاء کم رسول مصدق لما معکم لتومنن ب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و لتنصرن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قال اقررتم و اخذتم عل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tl/>
        </w:rPr>
        <w:t xml:space="preserve"> ذلکم اص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tl/>
        </w:rPr>
        <w:t xml:space="preserve"> قالوآ اقررنا قال فاش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دوا وانا معکم من الش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د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ن</w:t>
      </w:r>
      <w:r w:rsidR="00057492">
        <w:rPr>
          <w:rFonts w:hint="cs"/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  <w:r w:rsidR="00057492">
        <w:rPr>
          <w:rFonts w:hint="cs"/>
          <w:rtl/>
          <w:lang w:bidi="ur-PK"/>
        </w:rPr>
        <w:t xml:space="preserve"> 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8</w:t>
      </w:r>
      <w:r w:rsidR="00057492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 اللہ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سے عہد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کہ"آج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کتاب اور حکمت و دانش سے نوازا ہے۔کل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رسول تمہارے پاس اس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کرتا ہوا آئے جو پہلے سے تمہارے پاس موجود ہے تو تم کو اس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لانا ہوگا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 </w:t>
      </w:r>
      <w:r>
        <w:rPr>
          <w:rFonts w:hint="eastAsia"/>
          <w:rtl/>
          <w:lang w:bidi="ur-PK"/>
        </w:rPr>
        <w:t>فرما</w:t>
      </w:r>
      <w:r>
        <w:rPr>
          <w:rtl/>
          <w:lang w:bidi="ur-PK"/>
        </w:rPr>
        <w:t xml:space="preserve"> کہ اللہ نے پوچھا"ک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اس کا اقرار کرتے ہو اور اس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عہد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اٹھاتے ہو۔"انہوں نے کہا"ہاں ہم اقرار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"اللہ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"اچھا تو گواہ رہو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ساتھ گاوہ ہوں۔" </w:t>
      </w:r>
    </w:p>
    <w:p w:rsidR="00961B28" w:rsidRDefault="00961B28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</w:t>
      </w:r>
      <w:r w:rsidR="00E50C29" w:rsidRPr="00E50C29">
        <w:rPr>
          <w:rFonts w:hint="cs"/>
          <w:rtl/>
        </w:rPr>
        <w:t>ی</w:t>
      </w:r>
      <w:r w:rsidRPr="00E50C29">
        <w:rPr>
          <w:rFonts w:hint="cs"/>
          <w:rtl/>
        </w:rPr>
        <w:t>وتوں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رشتہ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بندھا ہونا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نبوت کا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مربوط ہوتے چلے جانا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 کرتا ہے کہ نبوت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سفر ہے جس کا آخر حلقہ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اونچ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ہے۔عارف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61B28" w:rsidRDefault="00961B28" w:rsidP="00057492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"الخاتم من ختم المراتب باسر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ا"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خاتم وہ ہے جس نے تمام مراحل 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جسے اس نے طے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نکتہ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وضاحت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ہو۔اگر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فرضکر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سے متعلق تمام مسائل حل 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پھر اس شعبہ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نئے انکشاف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متعلق مسائل کا معاملہ 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ہے۔خدا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دستور کے آجانے کے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نئے انکشاف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۔محمد </w:t>
      </w:r>
      <w:r>
        <w:rPr>
          <w:rtl/>
          <w:lang w:bidi="ur-PK"/>
        </w:rPr>
        <w:lastRenderedPageBreak/>
        <w:t>مصطف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جو کچھ انسنا پر منکشف ہوا ہے،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کامل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مکاشفہ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ہے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انسنا کے دائرہ امکان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مکمل مکاشفہ کے بعد دوسرا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مکاشفہ ہو گا، وہ دار اصل پہلے سے طے کردہ راہ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سا</w:t>
      </w:r>
      <w:r>
        <w:rPr>
          <w:rFonts w:hint="eastAsia"/>
          <w:rtl/>
          <w:lang w:bidi="ur-PK"/>
        </w:rPr>
        <w:t>تھ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تو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اس کامل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مکاشفہ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ہے: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 </w:t>
      </w:r>
      <w:r w:rsidRPr="00057492">
        <w:rPr>
          <w:rStyle w:val="libAieChar"/>
          <w:rtl/>
        </w:rPr>
        <w:t>و تمت کلمت ربک صدقاً و عدلاً لامبدل لکلمٰت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و 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و السم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ع</w:t>
      </w:r>
      <w:r w:rsidRPr="00057492">
        <w:rPr>
          <w:rStyle w:val="libAieChar"/>
          <w:rtl/>
        </w:rPr>
        <w:t xml:space="preserve"> العل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م</w:t>
      </w:r>
      <w:r w:rsidR="00057492">
        <w:rPr>
          <w:rFonts w:hint="cs"/>
          <w:rtl/>
          <w:lang w:bidi="ur-PK"/>
        </w:rPr>
        <w:t xml:space="preserve">  </w:t>
      </w:r>
      <w:r w:rsidR="00057492" w:rsidRPr="00057492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  <w:r w:rsidR="00057492">
        <w:rPr>
          <w:rFonts w:hint="cs"/>
          <w:rtl/>
          <w:lang w:bidi="ur-PK"/>
        </w:rPr>
        <w:t xml:space="preserve">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9</w:t>
      </w:r>
      <w:r w:rsidR="00057492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ترجمہ:"تمہارے رک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انصاف کے اعتبار سے کامل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فرام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وہ سب کچھ سنتا اور جانتا ہے۔"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مرحوم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کتنا علم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</w:t>
      </w:r>
      <w:r w:rsidR="00057492">
        <w:rPr>
          <w:rFonts w:hint="cs"/>
          <w:rtl/>
          <w:lang w:bidi="ur-PK"/>
        </w:rPr>
        <w:t xml:space="preserve">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10</w:t>
      </w:r>
      <w:r w:rsidR="00057492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 کا قول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کا ہدف و مقصود و قرب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مقام تک پہنچنا ہے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ںہے</w:t>
      </w:r>
      <w:r>
        <w:rPr>
          <w:rtl/>
          <w:lang w:bidi="ur-PK"/>
        </w:rPr>
        <w:t>۔اس اعتبار سے نبوت نظام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 قرار 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کا مقصود اور ہدف سب سے اونچا مرتبہ اور نبوت کا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ہے نہ کہ نبوت کا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درجہ، سنت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نبوت بتدر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درجہ کمال تک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عمارت بتدر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مکمل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ہے۔عمارت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ہدف اس کے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مکمل مکان ہوتا ہے، نبوت کا معاملہ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نبوت کا ہدف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تکامل صورت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نبوت کا سلسلہ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جگہ</w:t>
      </w:r>
      <w:r>
        <w:rPr>
          <w:rtl/>
          <w:lang w:bidi="ur-PK"/>
        </w:rPr>
        <w:t xml:space="preserve"> پہنچ کر ختم ہو جاتا ہے اور مکلم ہو جاتا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وہ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اضافے کو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اضافہ و کمال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تا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زائد انگل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معروف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جانب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آپ نے فرم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نبوت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ہے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 چکا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مکمل ہو 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جگہ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بھرنے والا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جگہ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بھرنے والا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نٹ</w:t>
      </w:r>
      <w:r>
        <w:rPr>
          <w:rtl/>
          <w:lang w:bidi="ur-PK"/>
        </w:rPr>
        <w:t xml:space="preserve"> کا نصب کرنے والا ہوں!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نے گذشتہ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کچھ لکھا ہے، وہ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ختم نبوت کے پس منظراور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وہ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ہے جس پر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دہختم</w:t>
      </w:r>
      <w:r>
        <w:rPr>
          <w:rtl/>
          <w:lang w:bidi="ur-PK"/>
        </w:rPr>
        <w:t xml:space="preserve"> نبوت استوار ہوتا ہے تمام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ہے،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 مقصد سفر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دھے</w:t>
      </w:r>
      <w:r>
        <w:rPr>
          <w:rtl/>
          <w:lang w:bidi="ur-PK"/>
        </w:rPr>
        <w:t xml:space="preserve"> راستہ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۔اس اعتبار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حق، جو فطرت کے تقاضوں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کرتا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اور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راست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ہے،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ہوسکتا ہے 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کے مطابق ہو، جامع اور 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اور ہر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سے محفوظ ہو اور جو مسائل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کر سکے اور جسے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منطبق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جاسکے اور عمل و نفا</w:t>
      </w:r>
      <w:r>
        <w:rPr>
          <w:rFonts w:hint="eastAsia"/>
          <w:rtl/>
          <w:lang w:bidi="ur-PK"/>
        </w:rPr>
        <w:t>ذ</w:t>
      </w:r>
      <w:r>
        <w:rPr>
          <w:rtl/>
          <w:lang w:bidi="ur-PK"/>
        </w:rPr>
        <w:t xml:space="preserve"> کے مرحلے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کرسکے اور حالات کے مطابق مختلف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لائحہ عمل اور بے شمار جزئ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سرچشمہ ثابت ہوسکے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تقاضا اور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آئدہ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پہلو کو بہتر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 واضح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اب ہم ان سوالات کا جواب تلاش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ابتدا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</w:t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3" w:name="_Toc489533510"/>
      <w:r>
        <w:rPr>
          <w:rFonts w:hint="eastAsia"/>
          <w:rtl/>
          <w:lang w:bidi="ur-PK"/>
        </w:rPr>
        <w:t>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دروازے</w:t>
      </w:r>
      <w:bookmarkEnd w:id="3"/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پہلا</w:t>
      </w:r>
      <w:r>
        <w:rPr>
          <w:rtl/>
          <w:lang w:bidi="ur-PK"/>
        </w:rPr>
        <w:t xml:space="preserve"> سوال جس کے سبب ختم نبوت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انسان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رابطے سے تعلق رکھتا ہے وہ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سب سے پہلے دور کے انسان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اور بے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الہٰام کے راستے سے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ساتھ کس طرح رابطہ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</w:t>
      </w:r>
      <w:r>
        <w:rPr>
          <w:rFonts w:hint="eastAsia"/>
          <w:rtl/>
          <w:lang w:bidi="ur-PK"/>
        </w:rPr>
        <w:t>پر</w:t>
      </w:r>
      <w:r>
        <w:rPr>
          <w:rtl/>
          <w:lang w:bidi="ur-PK"/>
        </w:rPr>
        <w:t xml:space="preserve"> آسمان کے دروازے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کھل گئے؟ جبکہ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بعد کا انسان اس رحمت سے محروم رہا اور اس پر آسمان کے دروازے بند ہوگئے۔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الواقع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اس اعتبار سے تنزل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شبہ اس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ہوا ہے کہ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ساتھ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ربط و تعلق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ساتھ مخصوص ہے اس لئے سلسلہ نبوت کے منقطع ہونے کا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عالم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رابطے کے انقطاع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ظاہر ہوگا۔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رکھتا۔قرآن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ملکوت کے ساتھ اتصال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اور مقام نبوت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لازم و ملزوم کے تعلق کا قائل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خرق عادت کو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واحد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اشخاص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ذکر کرتا ہے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سے بہرہ مند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انہوں نے فرشتوں کے ساتھ ہمکلام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ان سے خارق العادت (غ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امور انجام پائے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حالانکہ وہ اشخاص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تھے۔اس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مثال عمران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ہے۔قرآن نے ان کے بارے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واقعات کا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ہے۔قرآن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</w:t>
      </w:r>
      <w:r>
        <w:rPr>
          <w:rtl/>
          <w:lang w:bidi="ur-PK"/>
        </w:rPr>
        <w:lastRenderedPageBreak/>
        <w:t>ہے ہم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(ع) کو دودہ پلائے اور جب اسے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(ع)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کا احساس ہوا تو اسے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بہادے ہم اسے محفوظ رکھ کر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واپس لوٹا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گے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ہے کہ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موس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کے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شہود کے ساتھ اتصال، آواز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سننا اور بالاخر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خبر کا پانا نبوت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نبوت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کا لانا ہے ہر دو شخص جسے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مل جائے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کا لانے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اشراق اور الہٰام کا درازہ ان تمام لوگوں پر کھلتا ہے جو اپنے باطن کو پاک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 </w:t>
      </w:r>
      <w:r w:rsidRPr="00057492">
        <w:rPr>
          <w:rStyle w:val="libAieChar"/>
          <w:rtl/>
        </w:rPr>
        <w:t>ان تتقوا الل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 xml:space="preserve"> 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جعل</w:t>
      </w:r>
      <w:r w:rsidRPr="00057492">
        <w:rPr>
          <w:rStyle w:val="libAieChar"/>
          <w:rtl/>
        </w:rPr>
        <w:t xml:space="preserve"> لکم فرقاناً</w:t>
      </w:r>
      <w:r w:rsidR="00057492">
        <w:rPr>
          <w:rFonts w:hint="cs"/>
          <w:rtl/>
          <w:lang w:bidi="ur-PK"/>
        </w:rPr>
        <w:t xml:space="preserve">  </w:t>
      </w:r>
      <w:r w:rsidR="00057492" w:rsidRPr="00057492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11</w:t>
      </w:r>
      <w:r w:rsidR="00057492" w:rsidRPr="0073412B">
        <w:rPr>
          <w:rStyle w:val="libFootnotenumChar"/>
          <w:rFonts w:hint="cs"/>
          <w:rtl/>
        </w:rPr>
        <w:t>)</w:t>
      </w:r>
      <w:r w:rsidR="00057492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ترجمہ:"اگر تم خدا ترس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 گے تو اللہ تمہارے لئے کسوئ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بہم پہنچادے گا۔"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57492">
        <w:rPr>
          <w:rFonts w:hint="cs"/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(</w:t>
      </w:r>
      <w:r w:rsidR="00057492">
        <w:rPr>
          <w:rFonts w:hint="cs"/>
          <w:rtl/>
          <w:lang w:bidi="ur-PK"/>
        </w:rPr>
        <w:t xml:space="preserve"> </w:t>
      </w:r>
      <w:r w:rsidRPr="00057492">
        <w:rPr>
          <w:rStyle w:val="libAieChar"/>
          <w:rtl/>
        </w:rPr>
        <w:t>والذ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ن</w:t>
      </w:r>
      <w:r w:rsidRPr="00057492">
        <w:rPr>
          <w:rStyle w:val="libAieChar"/>
          <w:rtl/>
        </w:rPr>
        <w:t xml:space="preserve"> جا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د و اف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نا</w:t>
      </w:r>
      <w:r w:rsidRPr="00057492">
        <w:rPr>
          <w:rStyle w:val="libAieChar"/>
          <w:rtl/>
        </w:rPr>
        <w:t xml:space="preserve"> لن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د</w:t>
      </w:r>
      <w:r w:rsidRPr="00057492">
        <w:rPr>
          <w:rStyle w:val="libAieChar"/>
          <w:rFonts w:hint="cs"/>
          <w:rtl/>
        </w:rPr>
        <w:t>ی</w:t>
      </w:r>
      <w:r w:rsidRPr="00057492">
        <w:rPr>
          <w:rStyle w:val="libAieChar"/>
          <w:rFonts w:hint="eastAsia"/>
          <w:rtl/>
        </w:rPr>
        <w:t>ن</w:t>
      </w:r>
      <w:r w:rsidR="00E50C29" w:rsidRPr="00E50C29">
        <w:rPr>
          <w:rStyle w:val="libAieChar"/>
          <w:rFonts w:hint="cs"/>
          <w:rtl/>
        </w:rPr>
        <w:t>ه</w:t>
      </w:r>
      <w:r w:rsidRPr="00E50C29">
        <w:rPr>
          <w:rStyle w:val="libAieChar"/>
          <w:rFonts w:hint="eastAsia"/>
          <w:rtl/>
        </w:rPr>
        <w:t>م</w:t>
      </w:r>
      <w:r w:rsidRPr="00057492">
        <w:rPr>
          <w:rStyle w:val="libAieChar"/>
          <w:rtl/>
        </w:rPr>
        <w:t xml:space="preserve"> سبلنا</w:t>
      </w:r>
      <w:r>
        <w:rPr>
          <w:rtl/>
          <w:lang w:bidi="ur-PK"/>
        </w:rPr>
        <w:t xml:space="preserve"> </w:t>
      </w:r>
      <w:r w:rsidR="00057492">
        <w:rPr>
          <w:rFonts w:hint="cs"/>
          <w:rtl/>
          <w:lang w:bidi="ur-PK"/>
        </w:rPr>
        <w:t xml:space="preserve"> </w:t>
      </w:r>
      <w:r w:rsidR="00057492" w:rsidRPr="00057492">
        <w:rPr>
          <w:rStyle w:val="libAlaemChar"/>
          <w:rFonts w:hint="cs"/>
          <w:rtl/>
        </w:rPr>
        <w:t>)</w:t>
      </w:r>
      <w:r w:rsidR="00057492">
        <w:rPr>
          <w:rFonts w:hint="cs"/>
          <w:rtl/>
          <w:lang w:bidi="ur-PK"/>
        </w:rPr>
        <w:t xml:space="preserve">  </w:t>
      </w:r>
      <w:r w:rsidR="00057492" w:rsidRPr="0073412B">
        <w:rPr>
          <w:rStyle w:val="libFootnotenumChar"/>
          <w:rFonts w:hint="cs"/>
          <w:rtl/>
        </w:rPr>
        <w:t>(</w:t>
      </w:r>
      <w:r w:rsidR="00057492" w:rsidRPr="0073412B">
        <w:rPr>
          <w:rStyle w:val="libFootnotenumChar"/>
          <w:rtl/>
        </w:rPr>
        <w:t>12</w:t>
      </w:r>
      <w:r w:rsidR="00057492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ترجمہ:جو لوگ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مجاہدہ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اپنے رستے دکھائ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فلسفہ کے نقطہ نظر سے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عرفان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کے لئے نہج البلاغہ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خطبہ کچھ حصہ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نقل کرنا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نہج البلاغہ کے خطبہ </w:t>
      </w:r>
      <w:r>
        <w:rPr>
          <w:rtl/>
          <w:lang w:bidi="fa-IR"/>
        </w:rPr>
        <w:t>۲۲۰</w:t>
      </w:r>
      <w:r>
        <w:rPr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057492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"ان الل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جعل الذکر جلاء للقوب تسمع ب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بعد الوقر</w:t>
      </w:r>
      <w:r w:rsidR="00E50C29" w:rsidRPr="00E50C29">
        <w:rPr>
          <w:rFonts w:hint="cs"/>
          <w:rtl/>
          <w:lang w:bidi="ur-PK"/>
        </w:rPr>
        <w:t>ة</w:t>
      </w:r>
      <w:r>
        <w:rPr>
          <w:rtl/>
          <w:lang w:bidi="ur-PK"/>
        </w:rPr>
        <w:t xml:space="preserve"> و تبصرب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بعد العشو</w:t>
      </w:r>
      <w:r w:rsidR="00057492">
        <w:rPr>
          <w:rFonts w:hint="cs"/>
          <w:rtl/>
          <w:lang w:bidi="ur-PK"/>
        </w:rPr>
        <w:t>ة</w:t>
      </w:r>
      <w:r>
        <w:rPr>
          <w:rtl/>
          <w:lang w:bidi="ur-PK"/>
        </w:rPr>
        <w:t xml:space="preserve"> و تنقادب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بعد المعاند</w:t>
      </w:r>
      <w:r w:rsidR="00057492">
        <w:rPr>
          <w:rFonts w:hint="cs"/>
          <w:rtl/>
          <w:lang w:bidi="ur-PK"/>
        </w:rPr>
        <w:t>ة</w:t>
      </w:r>
      <w:r>
        <w:rPr>
          <w:rtl/>
          <w:lang w:bidi="ur-PK"/>
        </w:rPr>
        <w:t xml:space="preserve"> و ما برح لل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عزت آلائ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البر</w:t>
      </w:r>
      <w:r w:rsidR="00E50C29" w:rsidRPr="00E50C29">
        <w:rPr>
          <w:rFonts w:hint="cs"/>
          <w:rtl/>
          <w:lang w:bidi="ur-PK"/>
        </w:rPr>
        <w:t>هة</w:t>
      </w:r>
      <w:r>
        <w:rPr>
          <w:rtl/>
          <w:lang w:bidi="ur-PK"/>
        </w:rPr>
        <w:t xml:space="preserve"> بعد البر</w:t>
      </w:r>
      <w:r w:rsidR="00E50C29" w:rsidRPr="00E50C29">
        <w:rPr>
          <w:rFonts w:hint="cs"/>
          <w:rtl/>
          <w:lang w:bidi="ur-PK"/>
        </w:rPr>
        <w:t>هة</w:t>
      </w:r>
      <w:r>
        <w:rPr>
          <w:rtl/>
          <w:lang w:bidi="ur-PK"/>
        </w:rPr>
        <w:t xml:space="preserve"> و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ازمان الفترات عبادنا جا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>م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>م و کلم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>م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عقول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م"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دلوں کا 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قل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ہے۔دل بہرے ہوجانے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ذکر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سننے والے اور اندھے ہوجانے کے بعد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والے اور سرکش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عناد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چل پڑنے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فرمانبردار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ہوتا رہا ہے اور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کہ زمانے کے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موجود نہ ہو 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بنے موجود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ء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ڈالتا رہا ہے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سے ان کے ساتھ بات کرتا ہے۔"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(ص)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ہے: </w:t>
      </w:r>
    </w:p>
    <w:p w:rsidR="00961B28" w:rsidRDefault="006216F3" w:rsidP="006216F3">
      <w:pPr>
        <w:pStyle w:val="libNormal"/>
        <w:rPr>
          <w:rtl/>
          <w:lang w:bidi="ur-PK"/>
        </w:rPr>
      </w:pPr>
      <w:r w:rsidRPr="006216F3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961B28">
        <w:rPr>
          <w:rtl/>
          <w:lang w:bidi="ur-PK"/>
        </w:rPr>
        <w:t xml:space="preserve"> </w:t>
      </w:r>
      <w:r w:rsidR="00961B28" w:rsidRPr="006216F3">
        <w:rPr>
          <w:rStyle w:val="libAieChar"/>
          <w:rtl/>
        </w:rPr>
        <w:t>ان لل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tl/>
        </w:rPr>
        <w:t xml:space="preserve"> عباداً ل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Fonts w:hint="eastAsia"/>
          <w:rtl/>
        </w:rPr>
        <w:t>سوا</w:t>
      </w:r>
      <w:r w:rsidR="00961B28" w:rsidRPr="006216F3">
        <w:rPr>
          <w:rStyle w:val="libAieChar"/>
          <w:rtl/>
        </w:rPr>
        <w:t xml:space="preserve"> بانب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Fonts w:hint="eastAsia"/>
          <w:rtl/>
        </w:rPr>
        <w:t>اء</w:t>
      </w:r>
      <w:r w:rsidR="00961B28" w:rsidRPr="006216F3">
        <w:rPr>
          <w:rStyle w:val="libAieChar"/>
          <w:rtl/>
        </w:rPr>
        <w:t xml:space="preserve"> 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Fonts w:hint="eastAsia"/>
          <w:rtl/>
        </w:rPr>
        <w:t>غبط</w:t>
      </w:r>
      <w:r w:rsidR="00961B28" w:rsidRPr="006216F3">
        <w:rPr>
          <w:rStyle w:val="libAieChar"/>
          <w:rtl/>
        </w:rPr>
        <w:t xml:space="preserve"> 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tl/>
        </w:rPr>
        <w:t>م النبو</w:t>
      </w:r>
      <w:r w:rsidRPr="006216F3">
        <w:rPr>
          <w:rStyle w:val="libAieChar"/>
          <w:rFonts w:hint="cs"/>
          <w:rtl/>
        </w:rPr>
        <w:t xml:space="preserve">ة  </w:t>
      </w:r>
      <w:r w:rsidRPr="006216F3">
        <w:rPr>
          <w:rStyle w:val="libAlaemChar"/>
          <w:rFonts w:hint="cs"/>
          <w:rtl/>
        </w:rPr>
        <w:t>)</w:t>
      </w:r>
      <w:r w:rsidR="00961B28"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"اللہ تعال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بندے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نبوت ان پر رشک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ائمہ اطہار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امامت کے قائل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وہ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سمجھتے۔اس سے بات بالکل واضح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عارف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نے عرفان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tl/>
          <w:lang w:bidi="ur-PK"/>
        </w:rPr>
        <w:t xml:space="preserve"> سلوک کے مراتب کو چار مرحلوں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ہم طول کلام سے بچنے کے لئے اس کے صرف دو مرحلوں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الف) سفر از خلق بہ حق (مخلوق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خالق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سفر)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ب) سفر حقبہ خلق (خالق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سفر)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سفر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کے لئے مخصوص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تو معبوث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سفر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کچھ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کے لئے مخصوص ہے، وہ خالق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سفر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ارشاد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پرمامور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مراد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تا کہ اسے وحدت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دکھا سکے۔ </w:t>
      </w:r>
    </w:p>
    <w:p w:rsidR="00961B28" w:rsidRDefault="00961B28" w:rsidP="00057492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صدر المتالھ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057492">
        <w:rPr>
          <w:rFonts w:hint="cs"/>
          <w:rtl/>
          <w:lang w:bidi="ur-PK"/>
        </w:rPr>
        <w:t xml:space="preserve"> </w:t>
      </w:r>
      <w:r w:rsidR="00057492" w:rsidRPr="0073412B">
        <w:rPr>
          <w:rStyle w:val="libFootnotenumChar"/>
          <w:rFonts w:hint="cs"/>
          <w:rtl/>
        </w:rPr>
        <w:t>(</w:t>
      </w:r>
      <w:r w:rsidRPr="0073412B">
        <w:rPr>
          <w:rStyle w:val="libFootnotenumChar"/>
          <w:rtl/>
        </w:rPr>
        <w:t>13</w:t>
      </w:r>
      <w:r w:rsidR="00057492" w:rsidRPr="0073412B">
        <w:rPr>
          <w:rStyle w:val="libFootnotenumChar"/>
          <w:rFonts w:hint="cs"/>
          <w:rtl/>
        </w:rPr>
        <w:t>)</w:t>
      </w:r>
      <w:r w:rsidR="00057492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پر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منصب نبوت کے لئے قلب و سماعت پر فرشتے کا نزول منقطع ہو چکا ہے اور اب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فرشتہ نازل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 اور اسے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پر مامور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"اکلمت لکم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نکم</w:t>
      </w:r>
      <w:r>
        <w:rPr>
          <w:rtl/>
          <w:lang w:bidi="ur-PK"/>
        </w:rPr>
        <w:t>" کے حکم کے تحت جو کچھ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راستے انسا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تک پہنچتا تھا وہ پہنچ چکا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الہام و اشراق کا دروازہ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ہے اور نہ آئند ہوگا اس راہ کا مسدوء ہونا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بہت کچھ کہا جا چکا ہے اس کا نقل مرنا موجب ظوالت ہوگا۔ہمارے زمانے کے دانشمندوں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عالمہ اقبال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بات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ہے۔اقبال 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عارف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(ان کے قول کے مطابق مرد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فرق کو اس طرح واضح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 عارف تجرنہ اتحاد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(وصول بہ حق) سے حاصل کرنے والے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و سکون کے بعد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کرتا۔اگر وہ ضرورت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واپس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آتا ہے تو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چنداں سودمند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ثمر بخش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واپس آتا ہے اور وقت کے دھارے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اتر جاتا ہے تاکہ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دھارے کو قابو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لائے اور اس طرح کمال مقاصد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جہاں تازہ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 عارف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تجربہ اتحاد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(وصول بہ حق) </w:t>
      </w:r>
      <w:r>
        <w:rPr>
          <w:rtl/>
          <w:lang w:bidi="ur-PK"/>
        </w:rPr>
        <w:lastRenderedPageBreak/>
        <w:t>سے حاصل ہونے والا سکون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مرحلہ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لئے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ہونا ہے جو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ہلا کر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قوت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اندازے کے ساتھ ظاہر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عالم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مکمل انقلاب برپا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آگاہ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 سے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تجربہ اتحاد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(وصول بہ حق)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حدود سے باہر نکلنے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پہنچ جاتا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مواقع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ہے کہ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کو از سر نو توج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تازہ شکل دے!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پس انقطاع نبوت سے مراد ارشاد 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تر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مامور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منقطع ہونا ہے۔خدا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سفر کرنے والوں اور سالکوں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کا منقطع ہونا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اگر ہم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گمان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اسلام نے نبوت کے اعلان کے ساتھ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ہم سخت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4" w:name="_Toc489533511"/>
      <w:r>
        <w:rPr>
          <w:rFonts w:hint="eastAsia"/>
          <w:rtl/>
          <w:lang w:bidi="ur-PK"/>
        </w:rPr>
        <w:t>نبوت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bookmarkEnd w:id="4"/>
    </w:p>
    <w:p w:rsidR="00961B28" w:rsidRDefault="00961B28" w:rsidP="00E50C29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غمبران</w:t>
      </w:r>
      <w:r>
        <w:rPr>
          <w:rtl/>
          <w:lang w:bidi="ur-PK"/>
        </w:rPr>
        <w:t xml:space="preserve"> کرام بحث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مجموع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پورا کرتے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۔وہ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انسان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قانون اور دستور العمل لاتے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دوسرے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وہ لوگوں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بلانے کے ساتھ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دور اور زمانے کے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دستور العمل پر کاربن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ضے</w:t>
      </w:r>
      <w:r>
        <w:rPr>
          <w:rtl/>
          <w:lang w:bidi="ur-PK"/>
        </w:rPr>
        <w:t xml:space="preserve"> کے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مامور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بہت کم ہے جن کو قرآن اولوالعزم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قانون اور دستور العمل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ہے۔اس اعتبار سے نبوت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نبو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E50C29" w:rsidRPr="00E50C29">
        <w:rPr>
          <w:rFonts w:hint="cs"/>
          <w:rtl/>
        </w:rPr>
        <w:t xml:space="preserve">    </w:t>
      </w:r>
      <w:r w:rsidRPr="00E50C29">
        <w:rPr>
          <w:rFonts w:hint="cs"/>
          <w:rtl/>
        </w:rPr>
        <w:t>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غبر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بہت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صاحب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و قانون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کہلاتے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کا کام صاحب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کو عام کرنا اور 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ارشاد کا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رہا ہے۔اسلام نے ختم نبوت کا اعلان کرکے نہ صرف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بلکہ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سلسلے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ہے۔آخر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امت محمد (ص) اور ملت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ہکو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کے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ارشاد کے اس سلسلے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محروم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بلفرض ہم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اتمام اور جامع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تسر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کا سلسلہ منقطع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سلسلے کو کس حکمت و فلسفے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ختم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نبوت اور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ہے جبکہ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دعوت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نصف بشر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نصف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نبوت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اتصال اور رابطہ اور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 اصل مظاہر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مظہر ہے جو سارے عالم وجود پر حکم فرما ہے۔ </w:t>
      </w:r>
    </w:p>
    <w:p w:rsidR="00961B28" w:rsidRDefault="006216F3" w:rsidP="006216F3">
      <w:pPr>
        <w:pStyle w:val="libNormal"/>
        <w:rPr>
          <w:rtl/>
          <w:lang w:bidi="ur-PK"/>
        </w:rPr>
      </w:pPr>
      <w:r w:rsidRPr="006216F3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961B28">
        <w:rPr>
          <w:rtl/>
          <w:lang w:bidi="ur-PK"/>
        </w:rPr>
        <w:t xml:space="preserve"> </w:t>
      </w:r>
      <w:r w:rsidR="00961B28" w:rsidRPr="006216F3">
        <w:rPr>
          <w:rStyle w:val="libAieChar"/>
          <w:rtl/>
        </w:rPr>
        <w:t>الذ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tl/>
        </w:rPr>
        <w:t xml:space="preserve"> خلق فسو</w:t>
      </w:r>
      <w:r w:rsidR="00961B28" w:rsidRPr="006216F3">
        <w:rPr>
          <w:rStyle w:val="libAieChar"/>
          <w:rFonts w:hint="cs"/>
          <w:rtl/>
        </w:rPr>
        <w:t>یٰ</w:t>
      </w:r>
      <w:r w:rsidR="00961B28" w:rsidRPr="006216F3">
        <w:rPr>
          <w:rStyle w:val="libAieChar"/>
          <w:rtl/>
        </w:rPr>
        <w:t xml:space="preserve"> والذ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tl/>
        </w:rPr>
        <w:t xml:space="preserve"> قدر ف</w:t>
      </w:r>
      <w:r w:rsidR="00E50C29" w:rsidRPr="00E50C29">
        <w:rPr>
          <w:rStyle w:val="libAieChar"/>
          <w:rFonts w:hint="cs"/>
          <w:rtl/>
        </w:rPr>
        <w:t>ه</w:t>
      </w:r>
      <w:r w:rsidR="00961B28" w:rsidRPr="00E50C29">
        <w:rPr>
          <w:rStyle w:val="libAieChar"/>
          <w:rtl/>
        </w:rPr>
        <w:t>د</w:t>
      </w:r>
      <w:r w:rsidR="00961B28" w:rsidRPr="006216F3">
        <w:rPr>
          <w:rStyle w:val="libAieChar"/>
          <w:rFonts w:hint="cs"/>
          <w:rtl/>
        </w:rPr>
        <w:t>یٰ</w:t>
      </w:r>
      <w:r>
        <w:rPr>
          <w:rFonts w:hint="cs"/>
          <w:rtl/>
          <w:lang w:bidi="ur-PK"/>
        </w:rPr>
        <w:t xml:space="preserve">  </w:t>
      </w:r>
      <w:r w:rsidRPr="006216F3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61B28">
        <w:rPr>
          <w:rtl/>
          <w:lang w:bidi="ur-PK"/>
        </w:rPr>
        <w:t xml:space="preserve"> </w:t>
      </w:r>
      <w:r w:rsidRPr="0073412B">
        <w:rPr>
          <w:rStyle w:val="libFootnotenumChar"/>
          <w:rFonts w:hint="cs"/>
          <w:rtl/>
        </w:rPr>
        <w:t>(</w:t>
      </w:r>
      <w:r w:rsidRPr="0073412B">
        <w:rPr>
          <w:rStyle w:val="libFootnotenumChar"/>
          <w:rtl/>
        </w:rPr>
        <w:t>14</w:t>
      </w:r>
      <w:r w:rsidRPr="0073412B">
        <w:rPr>
          <w:rStyle w:val="libFootnotenu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61B28"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ترجمہ:"جس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تناسب قائم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نے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راہ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موجودات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چڑھتے ہوئے اس درجہ کمال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مناسبت سے جس پر وہ پہنچ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خاص سے پہرہ مند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اور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مختلف مراحل کے اعتبار سے مختلف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ہے۔تمام دانشور اس بات کو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ساخت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وسائل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اعتبار سے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تر اور ناتوان تر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جبل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اعتبار سے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فطرت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مستقل سر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ہے۔وہ جس قدر طبع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اور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ہوتے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ان کے قدم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اٹھتے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آنے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جو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مراحل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ماں باپ اور دوسرے اشخاص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مستقل سر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بہرہور رہتا ہے اور جس قدر وہ رشد و بلوغ حاصل کرتا جاتا ہے والد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مستقل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سرپرست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دائرے سے باہر نکتا چلا جاتا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جاندار مخلوقات کا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چڑھ کر بلند ہونا اور ان کا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عضو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ہونا ان کے استحکام و استقلال کو بڑھانا ہے اور اس اعتبار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کم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کہا جاتا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ڑے</w:t>
      </w:r>
      <w:r>
        <w:rPr>
          <w:rtl/>
          <w:lang w:bidi="ur-PK"/>
        </w:rPr>
        <w:t xml:space="preserve"> دوسرے تمام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 نسبت جبل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مراحل کے اعتبار سے سب سے نچلے درجہ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انسان جو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سب سے اونچے پلہ پر پہنچا ہوا ہے تمام مخلوقات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 نسبت جبل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مزور</w:t>
      </w:r>
      <w:r>
        <w:rPr>
          <w:rtl/>
          <w:lang w:bidi="ur-PK"/>
        </w:rPr>
        <w:t xml:space="preserve"> تر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بلند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مراتب و مظہر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ہے۔وہ اپنے اندر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حس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عقل علم اور فلسفہ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دسترس سے باہر ہے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ہے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معاملہ دوسرا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اس وقت تک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محتاج رہتا ہے جب تک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علم اور تمدن کا فرجہ اس مقام تک بلند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جاتا کہ وہ خود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دعوت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اجتہاد کا فرض انجام دے سکے علم اور عقل کا ظہور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رشد و بلوغ خو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علماء ان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ہے قرآن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پڑھنے لکھنے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قلم وعلم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6216F3" w:rsidP="006216F3">
      <w:pPr>
        <w:pStyle w:val="libNormal"/>
        <w:rPr>
          <w:rtl/>
          <w:lang w:bidi="ur-PK"/>
        </w:rPr>
      </w:pPr>
      <w:r w:rsidRPr="006216F3">
        <w:rPr>
          <w:rStyle w:val="libAlaemChar"/>
          <w:rFonts w:hint="cs"/>
          <w:rtl/>
        </w:rPr>
        <w:t>(</w:t>
      </w:r>
      <w:r w:rsidR="00961B28">
        <w:rPr>
          <w:rtl/>
          <w:lang w:bidi="ur-PK"/>
        </w:rPr>
        <w:t xml:space="preserve"> </w:t>
      </w:r>
      <w:r w:rsidR="00961B28" w:rsidRPr="006216F3">
        <w:rPr>
          <w:rStyle w:val="libAieChar"/>
          <w:rtl/>
        </w:rPr>
        <w:t>اقرا باسم ربک الذ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tl/>
        </w:rPr>
        <w:t xml:space="preserve"> خلق؛ خلق الانسان من علق؛ اقراء و ربک الاکرم؛ الذ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tl/>
        </w:rPr>
        <w:t xml:space="preserve"> علم بالقلم؛ علم الانسان مالم </w:t>
      </w:r>
      <w:r w:rsidR="00961B28" w:rsidRPr="006216F3">
        <w:rPr>
          <w:rStyle w:val="libAieChar"/>
          <w:rFonts w:hint="cs"/>
          <w:rtl/>
        </w:rPr>
        <w:t>ی</w:t>
      </w:r>
      <w:r w:rsidR="00961B28" w:rsidRPr="006216F3">
        <w:rPr>
          <w:rStyle w:val="libAieChar"/>
          <w:rFonts w:hint="eastAsia"/>
          <w:rtl/>
        </w:rPr>
        <w:t>علم</w:t>
      </w:r>
      <w:r>
        <w:rPr>
          <w:rFonts w:hint="cs"/>
          <w:rtl/>
          <w:lang w:bidi="ur-PK"/>
        </w:rPr>
        <w:t xml:space="preserve"> </w:t>
      </w:r>
      <w:r w:rsidRPr="006216F3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  <w:r w:rsidR="00961B28">
        <w:rPr>
          <w:rtl/>
          <w:lang w:bidi="ur-PK"/>
        </w:rPr>
        <w:t xml:space="preserve"> </w:t>
      </w:r>
      <w:r w:rsidRPr="0073412B">
        <w:rPr>
          <w:rStyle w:val="libFootnotenumChar"/>
          <w:rFonts w:hint="cs"/>
          <w:rtl/>
        </w:rPr>
        <w:t>(</w:t>
      </w:r>
      <w:r w:rsidRPr="0073412B">
        <w:rPr>
          <w:rStyle w:val="libFootnotenumChar"/>
          <w:rtl/>
        </w:rPr>
        <w:t>15</w:t>
      </w:r>
      <w:r w:rsidRPr="0073412B">
        <w:rPr>
          <w:rStyle w:val="libFootnotenumChar"/>
          <w:rFonts w:hint="cs"/>
          <w:rtl/>
        </w:rPr>
        <w:t>)</w:t>
      </w:r>
      <w:r w:rsidR="00961B28"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 "پڑھو (اپنے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اپنے رب کے نام کے ساتھ جس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جمے ہوئے خون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 تھڑے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پڑھو اور تمہارا رب بڑا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جس نے قلم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علم سکھا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۔انسان کو وہ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جسے وہ نہ جانتا تھا۔"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 بات کا اعلان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قرآن کا عہد پڑھنے لکھنے سکھانے کا اور علم و عقل کا عہد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اشار تا بتات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قرآن کے اس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منتقل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علماء اس اعتبار سے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قرار 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اس عہد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استقلال اور بلوغ کا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قرآن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تدبر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استدلال فطرت کے تجربات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مشاہدہ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مطالعہ اور گہرے غور و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ختم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علم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عقل کے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قدر کام ہوچکا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قدر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نزول قرآن کے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کے ہزاروں حافظ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ہوگئے۔نزول قرآن کو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نصف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علوم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نحو وصرف قواعد زبان اور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لغات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کام شروع ہوچکا تھا۔معان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اور بدا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کا علم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ہوا ہزاروں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درسگاہ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۔قرآن کے لفظ لفظ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کا کام ہونے لگا اس کام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حصہ ان لوگوں کے ہاتھوں انجام پاتا رہا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</w:t>
      </w:r>
      <w:r>
        <w:rPr>
          <w:rFonts w:hint="eastAsia"/>
          <w:rtl/>
          <w:lang w:bidi="ur-PK"/>
        </w:rPr>
        <w:t>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قرآن سے متعلق خاطر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نے اس قدر </w:t>
      </w:r>
      <w:r>
        <w:rPr>
          <w:rtl/>
          <w:lang w:bidi="ur-PK"/>
        </w:rPr>
        <w:lastRenderedPageBreak/>
        <w:t>جوش و جذبہ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آخر تور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اوستا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ظاہر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رشد و بلوغ اور کتاب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و حفاظت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دلالت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ںہے</w:t>
      </w:r>
      <w:r>
        <w:rPr>
          <w:rtl/>
          <w:lang w:bidi="ur-PK"/>
        </w:rPr>
        <w:t xml:space="preserve"> کہ عقل و دانش نبوت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اپنے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مکتب کے اس کمسن بچے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تھا جو چند روز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کو پھاڑ کرپھ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 کے بر عکس عہد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بزرگ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ہے کہ وہ جس قدر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کا بار بار مطالعہ کرتا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ان کے مضم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ہوتے چلے </w:t>
      </w:r>
      <w:r>
        <w:rPr>
          <w:rFonts w:hint="eastAsia"/>
          <w:rtl/>
          <w:lang w:bidi="ur-PK"/>
        </w:rPr>
        <w:t>جاتے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اتر تا چلا جاتا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بالعموم عہد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پہلے کے عہد کے دو ادوار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عہد اس دور کو کہا جاتا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ادداشتوں</w:t>
      </w:r>
      <w:r>
        <w:rPr>
          <w:rtl/>
          <w:lang w:bidi="ur-PK"/>
        </w:rPr>
        <w:t xml:space="preserve"> کو کتبوں اور کتابوں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محفوظ کرنے کے قابل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اس دور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ادداشتوں</w:t>
      </w:r>
      <w:r>
        <w:rPr>
          <w:rtl/>
          <w:lang w:bidi="ur-PK"/>
        </w:rPr>
        <w:t xml:space="preserve"> کو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کن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ما قبل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عہد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آثار موجود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 ہے کہ عہد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آثار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تر پراگندہ اور منتشر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البتہ اس عہد کا وہ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ظہور اسلام کے دور سے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متصل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نے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اور آثار کو منظم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 نسل بہ نسل منتقل کرنا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خود اسلام کو اس </w:t>
      </w:r>
      <w:r>
        <w:rPr>
          <w:rFonts w:hint="eastAsia"/>
          <w:rtl/>
          <w:lang w:bidi="ur-PK"/>
        </w:rPr>
        <w:t>رشد</w:t>
      </w:r>
      <w:r>
        <w:rPr>
          <w:rtl/>
          <w:lang w:bidi="ur-PK"/>
        </w:rPr>
        <w:t xml:space="preserve">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عامل سمجھا جاتا ہے۔عہد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 نے خود اپنے آثار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و نگہداشت کا کام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تھا۔اس کے ساتھ مسلمانوں نے پچھل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قوموں کے آثار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منتقل کرتے رہے۔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ختم نبوت کا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نے اپنے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ورثوں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مظاہرہ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۔امر واقع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ظہور اسلام کے عہد سے بالکل متصل ہے، گذشتہ ادوار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آثار ہوا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آثار آب و آتش کے ن</w:t>
      </w:r>
      <w:r>
        <w:rPr>
          <w:rFonts w:hint="eastAsia"/>
          <w:rtl/>
          <w:lang w:bidi="ur-PK"/>
        </w:rPr>
        <w:t>ذر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ہوتے رہے،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دردناک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لات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محفوظ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اسکندر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مشرق روم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شہنشاہ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اثر و رسوخ کے بعد تباہ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مرکز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خانہ متعصب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ہاتھوں نزر آتش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علم کے ظہور اور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درجے تک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محافظ، داع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مبلغ بن سکے، نبوت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کا سلسلہ منقطع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(ص) نے اس امت کے علماء کو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کہ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علامہ اقبال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عمدہ بات کہ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کھڑے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۔الہام کے سرچشمے سے جب آپ کا رشتہ جوڑا جاتا ہے تو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آپ کا تعلق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 جاتا ہے اور جب روح الہام کو بروئے کار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تو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آپ کا ربط ہو جاتا ہے۔زندگ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معرفت کے وہ دوسرے سرچشمے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 لئے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 (زندگ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کے نئے سفر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موزون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۔اسلام کا ظہور در اصل استدلال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استقرائ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کا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آنا ہے۔ظہور اسلام کے ساتھ رسالت، خود نبوت کے اختتام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حد کمال کو پہنچ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سے لازما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دانش مندانہ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 ہے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شہ،</w:t>
      </w:r>
      <w:r>
        <w:rPr>
          <w:rtl/>
          <w:lang w:bidi="ur-PK"/>
        </w:rPr>
        <w:t xml:space="preserve"> کمسن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مرحلے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باہر سے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محتاج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(فالگ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) اور موروث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اور تجربہ پر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اور اس کتاب 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فطرت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 معرفت بشر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سرچشمو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در اصل ختم نبوت کے واحد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کے مختلف خدوخال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ختم نبوت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سرنوشت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عقل کامل جزبات و احساسات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حاصل کرلے،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نہ ممکن ہے اور نہ مطلوب" </w:t>
      </w:r>
    </w:p>
    <w:p w:rsidR="00961B28" w:rsidRPr="006216F3" w:rsidRDefault="00961B28" w:rsidP="00961B28">
      <w:pPr>
        <w:pStyle w:val="libNormal"/>
        <w:rPr>
          <w:rtl/>
        </w:rPr>
      </w:pPr>
      <w:r>
        <w:rPr>
          <w:rtl/>
          <w:lang w:bidi="ur-PK"/>
        </w:rPr>
        <w:t xml:space="preserve"> اسلام نے اعلان ختم نبوت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</w:t>
      </w:r>
      <w:r w:rsidRPr="006216F3">
        <w:rPr>
          <w:rStyle w:val="libArabicChar"/>
          <w:rtl/>
        </w:rPr>
        <w:t>:"حلال محمّدٍ حلال ال</w:t>
      </w:r>
      <w:r w:rsidRPr="006216F3">
        <w:rPr>
          <w:rStyle w:val="libArabicChar"/>
          <w:rFonts w:hint="cs"/>
          <w:rtl/>
        </w:rPr>
        <w:t>ی</w:t>
      </w:r>
      <w:r w:rsidRPr="006216F3">
        <w:rPr>
          <w:rStyle w:val="libArabicChar"/>
          <w:rtl/>
        </w:rPr>
        <w:t xml:space="preserve"> </w:t>
      </w:r>
      <w:r w:rsidRPr="006216F3">
        <w:rPr>
          <w:rStyle w:val="libArabicChar"/>
          <w:rFonts w:hint="cs"/>
          <w:rtl/>
        </w:rPr>
        <w:t>ی</w:t>
      </w:r>
      <w:r w:rsidRPr="006216F3">
        <w:rPr>
          <w:rStyle w:val="libArabicChar"/>
          <w:rFonts w:hint="eastAsia"/>
          <w:rtl/>
        </w:rPr>
        <w:t>وم</w:t>
      </w:r>
      <w:r w:rsidRPr="006216F3">
        <w:rPr>
          <w:rStyle w:val="libArabicChar"/>
          <w:rtl/>
        </w:rPr>
        <w:t xml:space="preserve"> الق</w:t>
      </w:r>
      <w:r w:rsidRPr="006216F3">
        <w:rPr>
          <w:rStyle w:val="libArabicChar"/>
          <w:rFonts w:hint="cs"/>
          <w:rtl/>
        </w:rPr>
        <w:t>ی</w:t>
      </w:r>
      <w:r w:rsidRPr="006216F3">
        <w:rPr>
          <w:rStyle w:val="libArabicChar"/>
          <w:rFonts w:hint="eastAsia"/>
          <w:rtl/>
        </w:rPr>
        <w:t>ام</w:t>
      </w:r>
      <w:r w:rsidR="00E50C29" w:rsidRPr="00E50C29">
        <w:rPr>
          <w:rStyle w:val="libArabicChar"/>
          <w:rFonts w:hint="cs"/>
          <w:rtl/>
        </w:rPr>
        <w:t>ه</w:t>
      </w:r>
      <w:r w:rsidRPr="006216F3">
        <w:rPr>
          <w:rStyle w:val="libArabicChar"/>
          <w:rtl/>
        </w:rPr>
        <w:t xml:space="preserve"> و حرام محمد حرام ال</w:t>
      </w:r>
      <w:r w:rsidRPr="006216F3">
        <w:rPr>
          <w:rStyle w:val="libArabicChar"/>
          <w:rFonts w:hint="cs"/>
          <w:rtl/>
        </w:rPr>
        <w:t>ی</w:t>
      </w:r>
      <w:r w:rsidRPr="006216F3">
        <w:rPr>
          <w:rStyle w:val="libArabicChar"/>
          <w:rtl/>
        </w:rPr>
        <w:t xml:space="preserve"> </w:t>
      </w:r>
      <w:r w:rsidRPr="006216F3">
        <w:rPr>
          <w:rStyle w:val="libArabicChar"/>
          <w:rFonts w:hint="cs"/>
          <w:rtl/>
        </w:rPr>
        <w:t>ی</w:t>
      </w:r>
      <w:r w:rsidRPr="006216F3">
        <w:rPr>
          <w:rStyle w:val="libArabicChar"/>
          <w:rFonts w:hint="eastAsia"/>
          <w:rtl/>
        </w:rPr>
        <w:t>وم</w:t>
      </w:r>
      <w:r w:rsidRPr="006216F3">
        <w:rPr>
          <w:rStyle w:val="libArabicChar"/>
          <w:rtl/>
        </w:rPr>
        <w:t xml:space="preserve"> الق</w:t>
      </w:r>
      <w:r w:rsidRPr="006216F3">
        <w:rPr>
          <w:rStyle w:val="libArabicChar"/>
          <w:rFonts w:hint="cs"/>
          <w:rtl/>
        </w:rPr>
        <w:t>ی</w:t>
      </w:r>
      <w:r w:rsidRPr="006216F3">
        <w:rPr>
          <w:rStyle w:val="libArabicChar"/>
          <w:rFonts w:hint="eastAsia"/>
          <w:rtl/>
        </w:rPr>
        <w:t>ام</w:t>
      </w:r>
      <w:r w:rsidR="00E50C29" w:rsidRPr="00E50C29">
        <w:rPr>
          <w:rStyle w:val="libArabicChar"/>
          <w:rFonts w:hint="cs"/>
          <w:rtl/>
        </w:rPr>
        <w:t>ة</w:t>
      </w:r>
      <w:r w:rsidRPr="006216F3">
        <w:rPr>
          <w:rStyle w:val="libArabicChar"/>
          <w:rtl/>
        </w:rPr>
        <w:t xml:space="preserve">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ترجمہ: "محمد کا حلال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حلال ہے اور محمد (ص) کا حرام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حرام ہے"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سوالات اور اعتراضات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بوچھاڑ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موضوع سے ہے کہا جاتا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ممکن ہے؟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جاودان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منکر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فلسفہ کا رنگ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تبدل کے اس قانون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فطرت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مجموع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اگر ہم مسئلے پر اس نقطہ نظر سے غور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اعتراض کا واضح جواب مل جاتا ہے کہ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تغٰر و تبدل سے دوچار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مادہ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نظامات خواہ وہ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نظامات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نظامات جو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اصولوں سے ہم آہنگ </w:t>
      </w:r>
      <w:r>
        <w:rPr>
          <w:rFonts w:hint="eastAsia"/>
          <w:rtl/>
          <w:lang w:bidi="ur-PK"/>
        </w:rPr>
        <w:t>ہوں</w:t>
      </w:r>
      <w:r>
        <w:rPr>
          <w:rtl/>
          <w:lang w:bidi="ur-PK"/>
        </w:rPr>
        <w:t xml:space="preserve"> اس قانون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تبدل کے تحت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آتے، ستارے اور شمس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نظامات ظاہر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چند دنوں بعد فرسودہ اور 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قانون کشش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رہنا ہے، نباتات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فنا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 انسانوں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قابون کا ہے، انسان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ہے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رخصت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کا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قانونزندہ اور تابندہ رہتا ہے 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مصطف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را وعدہ داد الطاف حق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گر بم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نم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سبق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مظاہر فطرت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کو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اسلام قانون ہے نہ کہ مطاہر کائنات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مظہراسلام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مردہ ہو سکتا ہے کہ وہ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سے ہم آہنگ نہ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اسلام کا اپنا دعو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ہے کہ وہ فطرت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سرشت سے اور اس کے معاشرے سے تازگ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قوت حاصل کرتا ہے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سے ہم آہنگ ہے تو آخر وہ کس طرح ہو سکتا ہے؟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پہلو سے اعتراض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اور کہا جاتا ہے کہ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ضوابط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تقاضوں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وضع کئے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کا عوام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تمدن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ساتھ ساتھ متغ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ہر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دوسرے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مختلف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اروں</w:t>
      </w:r>
      <w:r>
        <w:rPr>
          <w:rtl/>
          <w:lang w:bidi="ur-PK"/>
        </w:rPr>
        <w:t xml:space="preserve">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ژن</w:t>
      </w:r>
      <w:r>
        <w:rPr>
          <w:rtl/>
          <w:lang w:bidi="ur-PK"/>
        </w:rPr>
        <w:t xml:space="preserve"> کے اس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گھوڑوں، خچرون اور اونٹون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ہون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 طرح ممکن ہے کہ اس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دور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ضوابط نافذ ہوں جو پرانے زما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رائج تھے،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عوامل تمدن کے اندر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لازمانئے تقاضے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راستہ روکنا اور زمانہ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 پر رکھنا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زمانے کے تقاضوں کے ساتھ ہم </w:t>
      </w:r>
      <w:r>
        <w:rPr>
          <w:rtl/>
          <w:lang w:bidi="ur-PK"/>
        </w:rPr>
        <w:lastRenderedPageBreak/>
        <w:t>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جامد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کساں</w:t>
      </w:r>
      <w:r>
        <w:rPr>
          <w:rtl/>
          <w:lang w:bidi="ur-PK"/>
        </w:rPr>
        <w:t xml:space="preserve"> ضوا</w:t>
      </w:r>
      <w:r>
        <w:rPr>
          <w:rFonts w:hint="eastAsia"/>
          <w:rtl/>
          <w:lang w:bidi="ur-PK"/>
        </w:rPr>
        <w:t>بط</w:t>
      </w:r>
      <w:r>
        <w:rPr>
          <w:rtl/>
          <w:lang w:bidi="ur-PK"/>
        </w:rPr>
        <w:t xml:space="preserve"> کا پابند رہنا مقتض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زمانہ کے ساتھ مطابقت اور لچک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اور تمدن کے قافل کے ساتھ ہم آہنگ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بے شک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مسئلہ ہے،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بجز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تبدل اور وجدت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زمانے کے نئے نئے تقاضوں کے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کا سامنا کرتے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بات سب سے پہلے کانون تک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نسل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 پسندوں کے نقطہ نظر سے مذہب اور نو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متضاد و</w:t>
      </w:r>
      <w:r>
        <w:rPr>
          <w:rFonts w:hint="eastAsia"/>
          <w:rtl/>
          <w:lang w:bidi="ur-PK"/>
        </w:rPr>
        <w:t>جود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نو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حرکت اور ماضٰ سے منہ موڑنا ہے جبکہ مذہب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جمود سکون،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موجودہ وضع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کرنا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کو دسرے ہر مذہب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 طرز فکر کے حامل گروہ سے مقابلہ کرنا پڑ رہا ہے، اسلام کا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گروہ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بڑا نا قابل برادشت ہے، اسلام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شعبون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دخل رکھتا ہے، خدا اور بندے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تعلق سے لے کر افراد کے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</w:t>
      </w:r>
      <w:r>
        <w:rPr>
          <w:rFonts w:hint="eastAsia"/>
          <w:rtl/>
          <w:lang w:bidi="ur-PK"/>
        </w:rPr>
        <w:t>ابط،</w:t>
      </w:r>
      <w:r>
        <w:rPr>
          <w:rtl/>
          <w:lang w:bidi="ur-PK"/>
        </w:rPr>
        <w:t xml:space="preserve">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روابط، فرد اور اجتماع کے روابط انسنا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با 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روابط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وہ بحث کرتا ہے، اگر اسلام دوسرے مذاہب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چند رسلم عبادات اور خشک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ضوابط تک محدود ہوتا تو پھر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اس قدر مدن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فوجدار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ضوابط رکھتے ہوئے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سکتا ہے؟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نے اوپر جو اعتراض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مقض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زمانہ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نکات کو اٹھا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اعتراض کے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اصل نکات پر مختصراً، بحث کرنا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کے بعد اسلام کے نقطہ نظر سے ہم اس اعتراض کو رفع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ان محدود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بحث کے تمام پہلووں کا احاطہ کرنا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مسئلہ جو فلسفہ، فقہ،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اور اجتماع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متعلق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ضخ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چاہتا ہے جسے برسون کے مطالعہ کا حاسل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 تا ہم توقع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مختسر مقالہ اس اشکال کے رفع ک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دے گا۔ </w:t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5" w:name="_Toc489533512"/>
      <w:r>
        <w:rPr>
          <w:rFonts w:hint="eastAsia"/>
          <w:rtl/>
          <w:lang w:bidi="ur-PK"/>
        </w:rPr>
        <w:t>جبر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bookmarkEnd w:id="5"/>
    </w:p>
    <w:p w:rsidR="00961B28" w:rsidRDefault="00961B28" w:rsidP="00E50C29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کلمہ و اجزاء سے مرکب ہے ۔جبر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جبر کا مطلب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حتم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ہے فلاسفہ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ضرورت اور وجوب کہا جاتا ہے مثلا :جب ہم </w:t>
      </w:r>
      <w:r>
        <w:rPr>
          <w:rtl/>
          <w:lang w:bidi="fa-IR"/>
        </w:rPr>
        <w:t>۵</w:t>
      </w:r>
      <w:r w:rsidR="00E50C29" w:rsidRPr="00E50C29">
        <w:rPr>
          <w:rFonts w:hint="cs"/>
          <w:rtl/>
        </w:rPr>
        <w:t>*</w:t>
      </w:r>
      <w:r w:rsidRPr="00E50C29">
        <w:rPr>
          <w:rFonts w:hint="cs"/>
          <w:rtl/>
        </w:rPr>
        <w:t>۵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ضرب کھانے والے دونوں اعداد ضرورتا اور جبرا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کے مساو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حتما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کے خلاف ہونا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ظاہر ہے کہ جبر کا لفظ اصطلاحا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مفہوم رکھتا ہے ۔اس سے ہٹ کر جبر کا مفہوم حقوق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لفظ اکراہ اور جبر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ارمال کے لئے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</w:t>
      </w:r>
      <w:r>
        <w:rPr>
          <w:rtl/>
          <w:lang w:bidi="fa-IR"/>
        </w:rPr>
        <w:t>۵</w:t>
      </w:r>
      <w:r w:rsidR="00E50C29" w:rsidRPr="00E50C29">
        <w:rPr>
          <w:rFonts w:hint="cs"/>
          <w:rtl/>
        </w:rPr>
        <w:t>*</w:t>
      </w:r>
      <w:r w:rsidRPr="00E50C29">
        <w:rPr>
          <w:rFonts w:hint="cs"/>
          <w:rtl/>
        </w:rPr>
        <w:t>۵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ساخت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بناء پر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کے مساو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اور جبر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حادثات کا مجموعہ جو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سرگذشت کو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سرگذشت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راستہ طے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کچھہ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کار فرما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اسے حرکت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اسے قابو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کارخانہ جسے ہاتھہ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سے چلا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جاتاہے ۔تار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کچھہ عوامل اور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حرکت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۔اسے گردش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آگے بڑھات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۔اس اعتبار سے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کا مطلب سرگذشت بشر کا حتم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بند</w:t>
      </w:r>
      <w:r>
        <w:rPr>
          <w:rtl/>
          <w:lang w:bidi="ur-PK"/>
        </w:rPr>
        <w:t xml:space="preserve"> ہونا ہے، جب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جبر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طاقتور عوامل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اپنے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اچرات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۔ان سے بچنا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عوامل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کے کلمے نے ہمارے اس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حاصل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کلمہ موجودہ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کردار ادا کررہا ہے جو اس نے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قضا و قدر کے پردہ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تھا۔حوادث زمانہ کے آگے سپرڈال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اپنے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عذر تراشنا اس کا مدعا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خونخوار ہے کہ اس کے مقابل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رضا کے سوا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نام قضا و قدر تھا اور موجودہ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کہا جاتا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نقضا و قدر اور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دونوں کلمہ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مفہوم کے ھامل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۔ان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مفہوم کو نہ سمجھنا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سبب بنا ہے ہم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"انسان و سرنوشت 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قضاء و قدر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سرگذشت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کے تمام حوادث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نہ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ہونے والا قانون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عوامل دوسرے تمام عوامل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خود سن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کہہ کر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عوامل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اصل مسئلہ ہے 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جبر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عوامل کا اثر اس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ظاہر ہوتا ہے کہ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محدود اور زوال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 کر رہ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ظاہر ہے اس مسئلہ کا تعلق عوامل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ہے ۔اگر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 گردش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لانے والے عوامل مضبوط اور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ہوں گے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اس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ظاہر ہوگا کہ وہ گردش و تسلسل کو برقرار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۔اگر اس کے بر عکس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عوامل ناپا</w:t>
      </w:r>
      <w:r>
        <w:rPr>
          <w:rtl/>
          <w:lang w:bidi="fa-IR"/>
        </w:rPr>
        <w:t>۴</w:t>
      </w:r>
      <w:r>
        <w:rPr>
          <w:rtl/>
          <w:lang w:bidi="ur-PK"/>
        </w:rPr>
        <w:t>دار عامل کا تعلق خاندان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انتخاب اور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موثر رہا ہے ۔تار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tl/>
          <w:lang w:bidi="ur-PK"/>
        </w:rPr>
        <w:lastRenderedPageBreak/>
        <w:t>خلاف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سب ناکام ہوگئ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کوں ہوا؟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خلاف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تقاضا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عامل مذہب ہے ۔پرستش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عامل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تمام ادوار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موثر رہا ہے اور اس نے مذہب پر سے توجہ کو ہٹنے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غرض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محدود اور 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مساو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دے کر ہر قانون اور قائدہ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لانا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اس جگہ ناپائ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سامنے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جہاں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نظر عامل،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داوار</w:t>
      </w:r>
      <w:r>
        <w:rPr>
          <w:rtl/>
          <w:lang w:bidi="ur-PK"/>
        </w:rPr>
        <w:t xml:space="preserve"> کا عامل ہو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عامل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لے اس لئے انسان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 گوشزد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لانے والے عوامل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عامل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پر اثر انداز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کا سراغ لگانا چاہئے 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 کہ اس کا اثر کہاں تک پہنچتا ہے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کونسا عامل مضبوط و پا</w:t>
      </w:r>
      <w:r>
        <w:rPr>
          <w:rFonts w:hint="eastAsia"/>
          <w:rtl/>
          <w:lang w:bidi="ur-PK"/>
        </w:rPr>
        <w:t>ئدار</w:t>
      </w:r>
      <w:r>
        <w:rPr>
          <w:rtl/>
          <w:lang w:bidi="ur-PK"/>
        </w:rPr>
        <w:t xml:space="preserve"> ہے اور کونسا کمزور و ناپائ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حالتوں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مساو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مفروضہ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" ہونے کے مفروضے کو آگے لانے کا سبب بنا ہے اس مفروضے کے مطابق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جہت" انسان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قدر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تعغ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شاخہ" تعغ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۔اس مفروضے کے حام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نقطہ نظر سے ہر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عامل معش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دولت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داوار</w:t>
      </w:r>
      <w:r>
        <w:rPr>
          <w:rtl/>
          <w:lang w:bidi="ur-PK"/>
        </w:rPr>
        <w:t xml:space="preserve"> اور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قہ،</w:t>
      </w:r>
      <w:r>
        <w:rPr>
          <w:rtl/>
          <w:lang w:bidi="ur-PK"/>
        </w:rPr>
        <w:t xml:space="preserve"> افراد کے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روابط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کارخانہ اور مزدور کے روابط، کسان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کے روابط جو کمزور اور تعغ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روابط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دوسرے گوشوں مثلا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علم، فلسفہ، قانون، اخلاق اور ہنر کا 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۔ابتدا "دن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مفروضے کا بڑا چرچا ہوا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کھو چکا ہے ۔آج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بہت سے مادہ پرست 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مفروضے کو مسترد کرچکے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ہر چند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اعتبار سے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ہر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کہاجاسکتا کہ انسان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ناشنوا ساوجود "کث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الجہت ہے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رالجہت،</w:t>
      </w:r>
      <w:r>
        <w:rPr>
          <w:rtl/>
          <w:lang w:bidi="ur-PK"/>
        </w:rPr>
        <w:t xml:space="preserve"> کے مفروضے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شدہ قدر ہے انسان 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جہت"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۔اس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 ہونے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سفر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کا مفروضہ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ادمفروضہ</w:t>
      </w:r>
      <w:r>
        <w:rPr>
          <w:rtl/>
          <w:lang w:bidi="ur-PK"/>
        </w:rPr>
        <w:t xml:space="preserve"> ہے ۔ </w:t>
      </w:r>
    </w:p>
    <w:p w:rsidR="00AC4011" w:rsidRDefault="00AC4011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AC4011">
      <w:pPr>
        <w:pStyle w:val="Heading2Center"/>
        <w:rPr>
          <w:rtl/>
          <w:lang w:bidi="ur-PK"/>
        </w:rPr>
      </w:pPr>
      <w:bookmarkStart w:id="6" w:name="_Toc489533513"/>
      <w:r>
        <w:rPr>
          <w:rFonts w:hint="eastAsia"/>
          <w:rtl/>
          <w:lang w:bidi="ur-PK"/>
        </w:rPr>
        <w:t>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bookmarkEnd w:id="6"/>
      <w:r>
        <w:rPr>
          <w:rtl/>
          <w:lang w:bidi="ur-PK"/>
        </w:rPr>
        <w:t xml:space="preserve"> 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درست ہے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بدلت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ساتھہ ان سے متعلق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ضوابط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 اس کا جواب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نہ تمام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حالت تعغ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نکل سکتا ہے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اور ضوابط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آجائے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دو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ساخت اور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مزاج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تعلق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تک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 اور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کررہا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"جسمان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۔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تعلقات خوراک، پوشاک، مسکن اور 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۔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علم،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پرستش، احترام و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۔ معاشرت مبادلہ 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اء،</w:t>
      </w:r>
      <w:r>
        <w:rPr>
          <w:rtl/>
          <w:lang w:bidi="ur-PK"/>
        </w:rPr>
        <w:t xml:space="preserve"> تعاون، عدالت،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مساوات کا تعل قاجتماع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ہے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وہ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آلات اور وسائل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زمانہ کے ساتھہ ساتھہ بدلت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تو خدا کے ساتھہ انسان کے رابطے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فطرت کے ساتھہ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انسان کو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قدم بڑھانے کے آمادہ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محرک ثابت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ان کے نئے ہونے اور پرانے ہونے کا تعلق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ہے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نہ پران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ختم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زندہ اور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حصے سے تعلق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اور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دوام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ہے ۔انسان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قسم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تمدن کے عوامل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سامنے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وقتا فوقتا فرع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ضوابط و معاہدات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سلسلہ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 رہتا ہے مثلا حمل و نقل کے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ہوجاتا ہے کہ شہروں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آمد و</w:t>
      </w:r>
      <w:r>
        <w:rPr>
          <w:rFonts w:hint="eastAsia"/>
          <w:rtl/>
          <w:lang w:bidi="ur-PK"/>
        </w:rPr>
        <w:t>رفت</w:t>
      </w:r>
      <w:r>
        <w:rPr>
          <w:rtl/>
          <w:lang w:bidi="ur-PK"/>
        </w:rPr>
        <w:t xml:space="preserve"> کے لئے اور مختلف ممالک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سفر اور حمل و نقل کے لئے کچھہ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ضوابط وضع کئے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جبکہ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کے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معاہدوں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البتہ تمدن کے عوامل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حقوق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 کا تعلق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وکالتوں، ناجائز قبض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ضمانتوں، وراثت، ازدواج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امور سے ہوتا ہے ۔اگر وہ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الواقع عدالت اور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پر مبن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تو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ہان</w:t>
      </w:r>
      <w:r>
        <w:rPr>
          <w:rtl/>
          <w:lang w:bidi="ur-PK"/>
        </w:rPr>
        <w:t xml:space="preserve"> سان کے رابطے سے متعلق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ہوگا۔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قانون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فانہ</w:t>
      </w:r>
      <w:r>
        <w:rPr>
          <w:rtl/>
          <w:lang w:bidi="ur-PK"/>
        </w:rPr>
        <w:t xml:space="preserve"> اور عادلانہ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مقرر کرتا ہے وسائل و آلات ضرورت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حصول و استفادہ اور ان کے عادلانہ تبادلے کے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کو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کا سبب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فرض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اسباب وسائل اور آلات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وہ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حق "انصاف اور اخلاق کا مفہوم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 جاتا ہے ۔دوسرے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فرض کرنا پڑے گا کہ حق، عدالت اور اخلاق کے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اضاف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عدالت اور اخلاق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دوسرے زمانے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وہ حق، عدالت اور اخلاق کے خلاف مسجھ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ہمارے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مفروضے کا بڑا چرچا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سلسلہ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مسئلہ پر بحث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ہم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اس مفروضے کا سبب حق، عدالت اور اخلاق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مفہوم سے ناواق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۔حق عدالت اور اخلاق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وہ ان کا نفاذ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ہے نہ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 ماہ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۔اگرکوئ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 دستور حقوق اور فطرت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ادس</w:t>
      </w:r>
      <w:r>
        <w:rPr>
          <w:rtl/>
          <w:lang w:bidi="ur-PK"/>
        </w:rPr>
        <w:t xml:space="preserve"> پر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تو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زندہ انقلاب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سے بہرہمند ہوگا وہ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شکل و سورت سے بحث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بجائے جس کا تعلق بظاہر تمدن سے ہے،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خطاط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گا ۔وہ نہ صرف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سے ہم آہنگ ہوگا بلکہ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گا۔نئ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تضاد اس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 جبکہ قانون حرکت و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کرنے کے بجائے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و صورت پر توجہ دے مثلا مخصوص آلات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وسائل کو جن کا تعلق سارے کا سارا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تمدن کے مراحل سے ہوتا ہے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رکھنا چاہئے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اگر قانون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ہاتھ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گھوڑے اور خچر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صرف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کپڑا پہنا جائے جو ہاتھہ سے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</w:t>
      </w:r>
      <w:r>
        <w:rPr>
          <w:rtl/>
          <w:lang w:bidi="ur-PK"/>
        </w:rPr>
        <w:t xml:space="preserve"> ہے ۔اس طرح کا قانون علم و تمدن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اس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</w:t>
      </w:r>
      <w:r>
        <w:rPr>
          <w:rtl/>
          <w:lang w:bidi="ur-PK"/>
        </w:rPr>
        <w:t xml:space="preserve"> سے جنگ کرتا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اس قانون کو بدل کر رکھ دے گا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قانون جس قدر جزئ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مواد و رنگ اور مخصوص صورتوں کا حامل ہوگا، اس کے بقاء و دوام کے امکانات کم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گے ۔اس کے بر عکس قانون جس قدر 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اور 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صورتوں پر توجہ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بجائے 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اشخاص کے ماب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روابط</w:t>
      </w:r>
      <w:r>
        <w:rPr>
          <w:rtl/>
          <w:lang w:bidi="ur-PK"/>
        </w:rPr>
        <w:t xml:space="preserve"> پر توجہ دے گا اس کے بقاء و دوام کے امکانات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ہوں گے 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6216F3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7" w:name="_Toc489533514"/>
      <w:r>
        <w:rPr>
          <w:rtl/>
          <w:lang w:bidi="ur-PK"/>
        </w:rPr>
        <w:t>زمانے کے تقاضے</w:t>
      </w:r>
      <w:bookmarkEnd w:id="7"/>
    </w:p>
    <w:p w:rsidR="00961B28" w:rsidRDefault="00961B28" w:rsidP="006216F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زمانے کے تقاضے،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ماحول معاشرے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 تقاضے، انسان عقل،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ہے اور بہتر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رکھتا ہے،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رفع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بہتر سے بہتر افکار و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عوامل و وسائل کو کار زار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 ہے، بہتر اور کامل تر وسائل و عوامل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آمد خود بخود پرانے اور ناقص تر عوامل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مجبور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طرح انسان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عوامل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سلسلے سے وابسگت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احت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رفع کرنے والے عوامل و وسائل کا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ان وسائل کا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بہتر ہوتے چلے جانا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مرحلہ پر خود ان کا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سلسلے کو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 نا ہر دور اور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ماحول اجتماع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تقاضوں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سبب بنتا رہتا ہے اور انسان کو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تقاضوں سے ہم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پر آمادہ کرتا رہتا ہے، اس طرح کے تقاضوں سے جنگ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نہ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افسوس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 کے دوران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والے نئے مظاہر بہترافکار و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کامل تر وسائل و عوامل کے اعتبار س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سعادت بخش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اپنے زمانے، ماحول اور معاشرہ کو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اور انسان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محفوظ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اع</w:t>
      </w:r>
      <w:r>
        <w:rPr>
          <w:rFonts w:hint="eastAsia"/>
          <w:rtl/>
          <w:lang w:bidi="ur-PK"/>
        </w:rPr>
        <w:t>تبار</w:t>
      </w:r>
      <w:r>
        <w:rPr>
          <w:rtl/>
          <w:lang w:bidi="ur-PK"/>
        </w:rPr>
        <w:t xml:space="preserve">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 وقر کے دہارے پر بہلتا چلا جائے اور اپنے دور کے افکار و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ات،</w:t>
      </w:r>
      <w:r>
        <w:rPr>
          <w:rtl/>
          <w:lang w:bidi="ur-PK"/>
        </w:rPr>
        <w:t xml:space="preserve"> عادات و اطوار اور پسند و ناپسند کو اپنا تا چلا جائے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ڈور اپنے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اور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کرے اگر انسان خود کو صدف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 زمانے کے مطابق بنا تا رہے گا تو پھر وہ زمانے کو کس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ہم آہنگ کرے گا؟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افلاس فکر رکھنے والے افراد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زمانے کے تقاضے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"آج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پسنداور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"اور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جملہ"آج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کرتے"ہر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تجرب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استقرائ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منطق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متاثر کرنے اور ان کے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مشروط طور پر سر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بہت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 لوگون کے طرز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خصوصا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مگرب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اور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قرار پانا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زمانے کے تقاضے بدل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ان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ہے اس سے بچنا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 لازم ہے، حا</w:t>
      </w:r>
      <w:r>
        <w:rPr>
          <w:rFonts w:hint="eastAsia"/>
          <w:rtl/>
          <w:lang w:bidi="ur-PK"/>
        </w:rPr>
        <w:t>لانکہ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اپنے زمانے، ماحول اور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عوامل کو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عالم قدس سے نازل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خود وہ مغرب کا رہنے والا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نہ ہو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سزاوار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عقل اور علم سے آراستہ ہونے کے ساتھ شہوت اور خواہش نفس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رکھتا ہے، مصلحت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وہ اچھے قدم اٹھا تا ہے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قدم غلط سمت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اعتبار سے زمانہ جہان راہ راست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سکتا ہے وہاں وہ راہ انحراف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ار کر سکتا ہے،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جہاں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قدم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ساتھ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چاہے وہاں اس کے انحرافات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مزاحمت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لفظ "آزاد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"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"زمانے کے تقاضے"ان کلمات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جن کا مشرق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بڑا برا حشر ہوا ہے اور آج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کلمہ استعمار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مکلم ہتھ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ہے جس سے وہ مشرق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ضرب لگائے اور اس پر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مسلط کرنے کا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کتنے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عنوان سے دئے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 بخت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 خوبصورت کتبہ کے ساتھ ہم پر مسلط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کہا جاتا ہے کہ زمانہ علم ہے، بلا شبہ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درست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سرچشمہ علم کے علاوہ دوسرے تمام سرچشمے انسان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خشک ہو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آج جو کچھ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تا ہے وہ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خالص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ہے؟ آخر کس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ہمارے اس عہد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علم و دانش کو اس قد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قوت و قدرت اور وسعت حاصل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کس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طرضح علم و دانش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 ہو کر شہرت کے عفر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 اور خود غرض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جاہ طلب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زر پر 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استحصال کے اژدہون کا شکار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جو لوگ اس بات کے مدع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زمانے کے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تقاضے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متذکرہ بالا دو موضوعات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الگ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 کہ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جو بہتر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 ہو۔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ہمارے اس دور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آج کے انسانکو ان دونون باتوں کو الگ کر کے غور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کم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ساتھ رشتہ جوڑ کر جمود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جو کچھ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اس سے لڑنے لگتا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اس قدر جہلات پر اتر آتا ہے کہ ہر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ز کو "زمانے کے تقاضوں" کے نام پر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سمجھنے لگتا ہے۔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حرکت ولچک بعض مسائل جبر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زمانے کے تقاضے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ان بوتوں کو بہان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کر اور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 کر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کو ہدف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 سکتے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مفکر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واضع ہے کہ صرف ان مسائل پر بحث،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مسئلے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حل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ناً</w:t>
      </w:r>
      <w:r>
        <w:rPr>
          <w:rtl/>
          <w:lang w:bidi="ur-PK"/>
        </w:rPr>
        <w:t xml:space="preserve"> اگر کوئٰ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صورتوں کا اھاطہ کرنا چاہے اور تمام مشکلات کے حل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دکھا ئے اور ہر مشکل کع بہتر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 رفع کر دے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اسے قوت و حرکت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لچک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بہرہ مند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خشک، جامد اور بے لچک نہ ہو، ابن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گے کہ اسلام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کرتے ہوئے "حلال محمد حلال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الق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و حرام محمد حرام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الق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>"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مختلف مسائل کے حل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طرح</w:t>
      </w:r>
      <w:r>
        <w:rPr>
          <w:rtl/>
          <w:lang w:bidi="ur-PK"/>
        </w:rPr>
        <w:t xml:space="preserve"> دکھا تا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ناً</w:t>
      </w:r>
      <w:r>
        <w:rPr>
          <w:rtl/>
          <w:lang w:bidi="ur-PK"/>
        </w:rPr>
        <w:t xml:space="preserve"> اسلام کے قانون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نظام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راز اور رمز چھپا ہوا ہےجو اس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پر قابو 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کے تمام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دون</w:t>
      </w:r>
      <w:r>
        <w:rPr>
          <w:rtl/>
          <w:lang w:bidi="ur-PK"/>
        </w:rPr>
        <w:t xml:space="preserve"> اور رازوں کا سرچشمہ اس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و طبع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پورے عالم کے ساتھ کامل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نے اپنے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ضوابط کے وضع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فطرت کے احترام اور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با قاعدہ طور پر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جہت ہے جس نے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کے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کا املان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فطرت کے ساتھ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ربط کو مندرجہ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نکات سے سمجھا جا سکتا ہے۔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8" w:name="_Toc489533515"/>
      <w:r>
        <w:rPr>
          <w:rtl/>
          <w:lang w:bidi="ur-PK"/>
        </w:rPr>
        <w:t>1۔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کو جگہ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bookmarkEnd w:id="8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عقل کے ساتھ اس قدر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نہں رکھتا ہے اور اس کے"حق"کو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 کہ جس نے عقل کو اپنے احکام کے سرچشموں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سرچشمہ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ہو، فقہاء اسلام نے </w:t>
      </w:r>
      <w:r>
        <w:rPr>
          <w:rtl/>
          <w:lang w:bidi="ur-PK"/>
        </w:rPr>
        <w:lastRenderedPageBreak/>
        <w:t>احکام کے چار سر چشمے اور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قرار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کتاب، سنت، اجتماعاور عقل، فقہائے اسلام عقل اور شرع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نا قابل شکست رشتے کے قائل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961B28" w:rsidRDefault="00961B28" w:rsidP="006216F3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"کل ما حکم ب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العقل حکم ب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الشرع و کل ما حکم ب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الشرع حکم ب</w:t>
      </w:r>
      <w:r w:rsidR="00E50C29" w:rsidRPr="00E50C29">
        <w:rPr>
          <w:rFonts w:hint="cs"/>
          <w:rtl/>
          <w:lang w:bidi="ur-PK"/>
        </w:rPr>
        <w:t>ه</w:t>
      </w:r>
      <w:r w:rsidRPr="00E50C29">
        <w:rPr>
          <w:rtl/>
        </w:rPr>
        <w:t xml:space="preserve"> العقل"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"جو کچھ عقل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حکم کرتے ہے شرع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حکم کرتے ہے اور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شرع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عقل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حکم کرتے ہے۔"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فقہ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عقل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کو منکشف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سکتے ہے اور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و حدود وضع کر سکتے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قانون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 سکتے ہے اور تمام سرچشموں اور ذرائع سے استنباط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 ثابت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عقل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دخل انداز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حق اس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ہوا ہے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سروکار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مجہول پر اسرار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رمز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قائل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جسے حل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ہو۔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9" w:name="_Toc489533516"/>
      <w:r>
        <w:rPr>
          <w:rtl/>
          <w:lang w:bidi="ur-PK"/>
        </w:rPr>
        <w:t>2۔ جامع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خود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وسط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9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کا مکتب قانون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کطرفہ</w:t>
      </w:r>
      <w:r>
        <w:rPr>
          <w:rtl/>
          <w:lang w:bidi="ur-PK"/>
        </w:rPr>
        <w:t xml:space="preserve"> ہونا خود اپنے اندر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رکھتا ہے،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غلبہ رکھنے والے اور اثر انداز ہونے والے عوامل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نظر کرنا خود عدم تعادل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کرتا ہے،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کا سب سے اہم عنصر ان کا تمام 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پہلوؤں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ہونا ہے،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ہمہ جہت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سے شنا سا ہونے والوں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ہے، اس نکتہ پر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گفتگو کے دائرے سے باہر ہے۔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10" w:name="_Toc489533517"/>
      <w:r>
        <w:rPr>
          <w:rtl/>
          <w:lang w:bidi="ur-PK"/>
        </w:rPr>
        <w:t>3۔ اسلام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و صورت سے بحث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bookmarkEnd w:id="10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تمام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نے روح اور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اور اس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 توجہ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انسان کو ان مقاصد و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پہنچا تا ہے، اسلام نے مقاصد و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تک پہنچنے کے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ذمے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انسان کو اس کے علاوہ دوسرے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آزاد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 طر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 نے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تمدن کے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کے ساتھ تصادم سے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جسے تقدس حاصل ہو اور مسلمان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کہ وہ اس شکل اور ظاہر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کرے، اس اعتبار سے علم و تمدن کے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مظاہر کے ساتھ تصادم سے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ہے کہ اس نے زمانے کے تقاضوں 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منطبق کرنے کا کام آسان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حائل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کو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11" w:name="_Toc489533518"/>
      <w:r>
        <w:rPr>
          <w:rtl/>
          <w:lang w:bidi="ur-PK"/>
        </w:rPr>
        <w:t>4۔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1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زمر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کے ساتھ ہم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قوت حاصل کرت اہے اس نے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مستقل اور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مستقل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متبدل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حالات اور صورتوں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نے قابل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وضع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ش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سطور بالا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کہہ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بعض انسان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خواہ ان کا تعلق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شعبوں سے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شعبوں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مستقل صورت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تمام انسانوں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کساں</w:t>
      </w:r>
      <w:r>
        <w:rPr>
          <w:rtl/>
          <w:lang w:bidi="ur-PK"/>
        </w:rPr>
        <w:t xml:space="preserve"> ہور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اسنان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جبلتوں اور عادتوں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نظام وضع کرتا ہے وہ اخلاق کہلاتا ہے اور اجتم</w:t>
      </w:r>
      <w:r>
        <w:rPr>
          <w:rFonts w:hint="eastAsia"/>
          <w:rtl/>
          <w:lang w:bidi="ur-PK"/>
        </w:rPr>
        <w:t>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نظام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 عدالت، کا نام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اور وہ اپنے خالق سے جو رابطہ قائم کرتا ہے اور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کرتا ہے اسے عبادت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کا تعلق ان مستقل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دوسرے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قانون کے لحاظ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قانون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لازم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وضع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لچکدار صورت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طرح اس نے قابل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حالات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قانون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</w:t>
      </w:r>
      <w:r>
        <w:rPr>
          <w:rFonts w:hint="eastAsia"/>
          <w:rtl/>
          <w:lang w:bidi="ur-PK"/>
        </w:rPr>
        <w:t>ستقل</w:t>
      </w:r>
      <w:r>
        <w:rPr>
          <w:rtl/>
          <w:lang w:bidi="ur-PK"/>
        </w:rPr>
        <w:t xml:space="preserve">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متبدل اصولوں کے ساتھ مربوط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وہ اصول ہر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خاص متناسب فرع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کو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صرف دو مچالون پر اکتفا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ہے: </w:t>
      </w:r>
    </w:p>
    <w:p w:rsidR="00961B28" w:rsidRDefault="00961B28" w:rsidP="006216F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6216F3" w:rsidRPr="006216F3">
        <w:rPr>
          <w:rStyle w:val="libAlaemChar"/>
          <w:rFonts w:hint="cs"/>
          <w:rtl/>
        </w:rPr>
        <w:t>(</w:t>
      </w:r>
      <w:r w:rsidR="006216F3">
        <w:rPr>
          <w:rFonts w:hint="cs"/>
          <w:rtl/>
          <w:lang w:bidi="ur-PK"/>
        </w:rPr>
        <w:t xml:space="preserve"> </w:t>
      </w:r>
      <w:r w:rsidRPr="006216F3">
        <w:rPr>
          <w:rStyle w:val="libAieChar"/>
          <w:rtl/>
        </w:rPr>
        <w:t>و اعدوا ل</w:t>
      </w:r>
      <w:r w:rsidR="006216F3" w:rsidRPr="006216F3">
        <w:rPr>
          <w:rStyle w:val="libAieChar"/>
          <w:rFonts w:hint="cs"/>
          <w:rtl/>
        </w:rPr>
        <w:t>ه</w:t>
      </w:r>
      <w:r w:rsidRPr="006216F3">
        <w:rPr>
          <w:rStyle w:val="libAieChar"/>
          <w:rtl/>
        </w:rPr>
        <w:t>م ما استطعتم من قو</w:t>
      </w:r>
      <w:r w:rsidR="006216F3" w:rsidRPr="006216F3">
        <w:rPr>
          <w:rStyle w:val="libAieChar"/>
          <w:rFonts w:hint="cs"/>
          <w:rtl/>
        </w:rPr>
        <w:t>ة</w:t>
      </w:r>
      <w:r w:rsidR="006216F3">
        <w:rPr>
          <w:rFonts w:hint="cs"/>
          <w:rtl/>
          <w:lang w:bidi="ur-PK"/>
        </w:rPr>
        <w:t xml:space="preserve"> </w:t>
      </w:r>
      <w:r w:rsidR="006216F3" w:rsidRPr="006216F3">
        <w:rPr>
          <w:rStyle w:val="libAlaemChar"/>
          <w:rFonts w:hint="cs"/>
          <w:rtl/>
        </w:rPr>
        <w:t>)</w:t>
      </w:r>
      <w:r w:rsidR="006216F3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 xml:space="preserve"> </w:t>
      </w:r>
      <w:r w:rsidR="006216F3">
        <w:rPr>
          <w:rFonts w:hint="cs"/>
          <w:rtl/>
          <w:lang w:bidi="ur-PK"/>
        </w:rPr>
        <w:t xml:space="preserve"> </w:t>
      </w:r>
      <w:r w:rsidR="006216F3" w:rsidRPr="0073412B">
        <w:rPr>
          <w:rStyle w:val="libFootnotenumChar"/>
          <w:rFonts w:hint="cs"/>
          <w:rtl/>
        </w:rPr>
        <w:t>(</w:t>
      </w:r>
      <w:r w:rsidRPr="0073412B">
        <w:rPr>
          <w:rStyle w:val="libFootnotenumChar"/>
          <w:rtl/>
        </w:rPr>
        <w:t>16</w:t>
      </w:r>
      <w:r w:rsidR="006216F3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امکان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دشمن کے مقابل قوت فراہم کرو اور طاقتور بن کر رہو، کتاب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اصول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سنت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سلسلہ ملتا ہے کہ فہ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"سبق و 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>"کے عنوان سے معروف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مسلمان اور ان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فرزند گھوڑے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انداز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کامل مہارت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گھوڑے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انداز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دور کے فنون حرب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جز تھے اور دشمن کے مقابل قور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طاقتور بننے کا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تھے، "سبق درما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"کے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تو قرآنکا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ہے:"و اعدو لہم م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استطعتم من قوہ"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کے نقطہ نظر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تلوار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اور گھوڑا اصل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مقاصد کا جز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بات اصل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مسلمانوں کو ہر دور اور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 کے مقابل اپنے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دفاع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کو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امکان تک مضبوط طاقتور بنا 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انداز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گھوڑا دوڑانے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مہارت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لباس ہے جو دشمن کے مقابل طاقت کے جسم کو پہنا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انداز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مہارت اس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طاقتور بننے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کے مقابل طاقتور بننے کا لزوم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مستقل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مستقل ضرورت سے قوت حاصل کرنا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انداز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اسب دوان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کا مظہر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زمانے کے تقاضوں اور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کے ساتھ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آج کے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اسلحہ کے استعمال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مہارت کا حصول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غمبراکرم</w:t>
      </w:r>
      <w:r>
        <w:rPr>
          <w:rtl/>
          <w:lang w:bidi="ur-PK"/>
        </w:rPr>
        <w:t xml:space="preserve">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"علم و دانش کا حصول ہر مسلمان پر واجب ہے۔"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حکماء اسلام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علم و دانش کا حصول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نقطہ نظر سے دو صوتوں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واجب ہے:ا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حصول علم و دانش سے وابستہ ہو، دوسرے اس وقت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پورا کرنا علم و دانش کے حصول پر منحصر ہو۔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طلب دانش کا واجب ہونا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کہ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ادا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علوم کا حصول کا واجب ہونا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 ہونا زمانے کے تقاضوں کے مطابق مختلف ہو جاتا ہے، پچھلے بعض ادوار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فرائض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فرائض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تجارت، صنعت 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دانش کا حصول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اس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عام تجربات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تھے، ہمارے زم</w:t>
      </w:r>
      <w:r>
        <w:rPr>
          <w:rFonts w:hint="eastAsia"/>
          <w:rtl/>
          <w:lang w:bidi="ur-PK"/>
        </w:rPr>
        <w:t>انے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بعض دوسرے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فرائض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قدر دشار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کے </w:t>
      </w:r>
      <w:r>
        <w:rPr>
          <w:rtl/>
          <w:lang w:bidi="ur-PK"/>
        </w:rPr>
        <w:lastRenderedPageBreak/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برسون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فرائض (واجبات کفائ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انجام پا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دور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دوسرے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واجب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؟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کے استقلال، عزت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تحفظ کے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پر عمل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مستقل اور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ہے اور موجودہ دور کے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دانش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 اصول پر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سکتا، اس فرض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زمانوں اور مختلف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کساں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12" w:name="_Toc489533519"/>
      <w:r>
        <w:rPr>
          <w:rtl/>
          <w:lang w:bidi="ur-PK"/>
        </w:rPr>
        <w:t>5۔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اور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ساتھ ہم آہنگ</w:t>
      </w:r>
      <w:r>
        <w:rPr>
          <w:rFonts w:hint="cs"/>
          <w:rtl/>
          <w:lang w:bidi="ur-PK"/>
        </w:rPr>
        <w:t>ی</w:t>
      </w:r>
      <w:bookmarkEnd w:id="12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پہلو جو فطرت اور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ساتھ اسلام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السام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امکان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 وہ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مصالح اور مفاسد کے ساتھ احکام السام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علت و معلول کا رابطہ اور اس رو سے احکام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واضح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احکام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مصالح و مفاسد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سلسلے کے تابع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مصالح و مفاسد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رکھے جاتے۔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فقہ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باب باب"تراجم"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"اہم و مہم"رکھا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تا ک فقہا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کارکنوں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مختلف مصالح و مفاسد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کجا</w:t>
      </w:r>
      <w:r>
        <w:rPr>
          <w:rtl/>
          <w:lang w:bidi="ur-PK"/>
        </w:rPr>
        <w:t xml:space="preserve"> ہونے اور ان سے واسطہ پڑنے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ہو، اسلام نے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طرح کے مواقع پر علمائے ام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مصلحتوں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درجوں کا خود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 مصالح کو کم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والے مصالح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تعطل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سے باہر نکل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رسول اکرم (ص)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ہے۔ </w:t>
      </w:r>
    </w:p>
    <w:p w:rsidR="00961B28" w:rsidRDefault="00961B28" w:rsidP="006216F3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"اذا اجتمعت حرمتان طرحت الصغر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للکبر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"جہاں دو امور واجب الاحترام جمع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بڑے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چھوٹے امر سے صرف نظر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"النہا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"م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نقل کرتے ہوئے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معامہ ہو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جماعت کا فائدہ اور فرد کا نقسان ہو رہا ہو تو جماعت کا مفاد فرد کے نقصان پر مقدم ہے۔" </w:t>
      </w:r>
    </w:p>
    <w:p w:rsidR="00961B28" w:rsidRDefault="00961B28" w:rsidP="006216F3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جو کچھ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نے کہا ہے وہ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 مصلحت کو کم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پر مقدم رکھنے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موقع سے متعلق ہے،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فائدہ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موقع تک محدود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مردہ جسم کے اعضاء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(</w:t>
      </w:r>
      <w:r>
        <w:rPr>
          <w:lang w:bidi="ur-PK"/>
        </w:rPr>
        <w:t>Anatomy</w:t>
      </w:r>
      <w:r>
        <w:rPr>
          <w:rtl/>
          <w:lang w:bidi="ur-PK"/>
        </w:rPr>
        <w:t>) کے علم کو ہمارے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تعلق باب"تزاحم"سے ہے،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ہے اسلام نے مسلمان کے بدن کے احترام اور مراسم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عجلت کو لازم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جبکہ ہمارے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حصے کا انحصار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پر ہے، اس طرح دو مصلحت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مقابل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ظاہر ہے کہ </w:t>
      </w:r>
      <w:r>
        <w:rPr>
          <w:rFonts w:hint="eastAsia"/>
          <w:rtl/>
          <w:lang w:bidi="ur-PK"/>
        </w:rPr>
        <w:t>طب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تجہ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اور اس کے بدن کے احترام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پر مقدم ہے اس احت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tl/>
          <w:lang w:bidi="ur-PK"/>
        </w:rPr>
        <w:t xml:space="preserve"> کے ساتھ 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لاشوں کے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لاش پر انحصار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پہچان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لاس کو چھوڑ کرنہ پہچا</w:t>
      </w:r>
      <w:r w:rsidR="006216F3">
        <w:rPr>
          <w:rFonts w:hint="cs"/>
          <w:rtl/>
          <w:lang w:bidi="ur-PK"/>
        </w:rPr>
        <w:t>نی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 استعمال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دوسرے باتوں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اس طرح "اہم ومہم"کے قاعدہ کے تحت مسلمان لاش کے اعضاء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ممانعت ختم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قاعدہ کے تحت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13" w:name="_Toc489533520"/>
      <w:r>
        <w:rPr>
          <w:rtl/>
          <w:lang w:bidi="ur-PK"/>
        </w:rPr>
        <w:t>6۔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لچکدار بنانے والے قواعد کا وجود</w:t>
      </w:r>
      <w:bookmarkEnd w:id="13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جس نے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ضوابط کو لچک، حرکت اور تطب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بر قرار رکھا ہے، بعض کنٹرول کرنے والے قواعد کے سلسلے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متن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فقہاء نے ان قواعد کا بڑا انچھا نام ہے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"حاک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>"کہتے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قواعد جو تمام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و ضوابط پر بالادست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سب پر حکومت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قواعد اعل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مناسب رکھنے والے انسپکٹروں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احکام و ضوابط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کنٹرول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قاعدہ"حرج"اور قاعدہ"لاضرر"ان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 قو</w:t>
      </w:r>
      <w:r>
        <w:rPr>
          <w:rFonts w:hint="eastAsia"/>
          <w:rtl/>
          <w:lang w:bidi="ur-PK"/>
        </w:rPr>
        <w:t>اعد</w:t>
      </w:r>
      <w:r>
        <w:rPr>
          <w:rtl/>
          <w:lang w:bidi="ur-PK"/>
        </w:rPr>
        <w:t xml:space="preserve"> (حاکمہ) سے تعلق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اسلام نے ان نگران قواعد کو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ان قواعد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دلچسب اور مفصل ہے۔ </w:t>
      </w:r>
    </w:p>
    <w:p w:rsidR="006216F3" w:rsidRDefault="006216F3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lastRenderedPageBreak/>
        <w:t xml:space="preserve"> </w:t>
      </w:r>
      <w:bookmarkStart w:id="14" w:name="_Toc489533521"/>
      <w:r>
        <w:rPr>
          <w:rtl/>
          <w:lang w:bidi="ur-PK"/>
        </w:rPr>
        <w:t>7۔ اسلام کا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بعض مخصوص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bookmarkEnd w:id="14"/>
      <w:r>
        <w:rPr>
          <w:rtl/>
          <w:lang w:bidi="ur-PK"/>
        </w:rPr>
        <w:t xml:space="preserve"> </w:t>
      </w:r>
    </w:p>
    <w:p w:rsidR="00961B28" w:rsidRDefault="00961B28" w:rsidP="006216F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کچھ دوسرے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اسلام نے حکومت اسلام کو اور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اجتماع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سے تعلق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کے بعد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سے ان کا تعلق ہے پھر ہر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حاصل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ارشاد ہے:</w:t>
      </w:r>
      <w:r w:rsidR="006216F3">
        <w:rPr>
          <w:rFonts w:hint="cs"/>
          <w:rtl/>
          <w:lang w:bidi="ur-PK"/>
        </w:rPr>
        <w:t xml:space="preserve">  </w:t>
      </w:r>
      <w:r w:rsidR="006216F3" w:rsidRPr="006216F3">
        <w:rPr>
          <w:rStyle w:val="libAlaemChar"/>
          <w:rFonts w:hint="cs"/>
          <w:rtl/>
        </w:rPr>
        <w:t>(</w:t>
      </w:r>
      <w:r w:rsidR="006216F3">
        <w:rPr>
          <w:rFonts w:hint="cs"/>
          <w:rtl/>
          <w:lang w:bidi="ur-PK"/>
        </w:rPr>
        <w:t xml:space="preserve"> </w:t>
      </w:r>
      <w:r w:rsidRPr="006216F3">
        <w:rPr>
          <w:rStyle w:val="libAieChar"/>
          <w:rtl/>
        </w:rPr>
        <w:t>النب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tl/>
        </w:rPr>
        <w:t xml:space="preserve"> اول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tl/>
        </w:rPr>
        <w:t xml:space="preserve"> بالمومن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Fonts w:hint="eastAsia"/>
          <w:rtl/>
        </w:rPr>
        <w:t>ن</w:t>
      </w:r>
      <w:r w:rsidRPr="006216F3">
        <w:rPr>
          <w:rStyle w:val="libAieChar"/>
          <w:rtl/>
        </w:rPr>
        <w:t xml:space="preserve"> من انفس</w:t>
      </w:r>
      <w:r w:rsidR="006216F3" w:rsidRPr="006216F3">
        <w:rPr>
          <w:rStyle w:val="libAieChar"/>
          <w:rFonts w:hint="cs"/>
          <w:rtl/>
        </w:rPr>
        <w:t>ه</w:t>
      </w:r>
      <w:r w:rsidRPr="00E50C29">
        <w:rPr>
          <w:rStyle w:val="libAieChar"/>
          <w:rtl/>
        </w:rPr>
        <w:t>م</w:t>
      </w:r>
      <w:r w:rsidR="006216F3">
        <w:rPr>
          <w:rFonts w:hint="cs"/>
          <w:rtl/>
          <w:lang w:bidi="ur-PK"/>
        </w:rPr>
        <w:t xml:space="preserve">  </w:t>
      </w:r>
      <w:r w:rsidR="006216F3" w:rsidRPr="006216F3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خود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ان کے نفوس پر تسلط کا حق رکھتا ہے۔ </w:t>
      </w:r>
    </w:p>
    <w:p w:rsidR="00961B28" w:rsidRDefault="00961B28" w:rsidP="006216F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دائرہ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حالات اور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رکھتے ہوئے اسلام کے اساس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و مبان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توجہ کر کے ضوابط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سلسلہ وضع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موضوعا موجود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</w:t>
      </w:r>
      <w:r w:rsidR="006216F3" w:rsidRPr="0073412B">
        <w:rPr>
          <w:rStyle w:val="libFootnotenumChar"/>
          <w:rFonts w:hint="cs"/>
          <w:rtl/>
        </w:rPr>
        <w:t>(</w:t>
      </w:r>
      <w:r w:rsidR="006216F3" w:rsidRPr="0073412B">
        <w:rPr>
          <w:rStyle w:val="libFootnotenumChar"/>
          <w:rtl/>
        </w:rPr>
        <w:t>17</w:t>
      </w:r>
      <w:r w:rsidR="006216F3" w:rsidRPr="0073412B">
        <w:rPr>
          <w:rStyle w:val="libFootnotenu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حکومت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کو وجود 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 ہے تا کہ وہ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بہتر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پر اجرا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زمانے کے تقاضوں سے ہم آہنگ کر سکے اور ہر دور کے مخصوص لائحہ عمل کو بہتر طور پر مرتب و منظم کر سکے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کچھ حدود اور شر</w:t>
      </w:r>
      <w:r>
        <w:rPr>
          <w:rFonts w:hint="eastAsia"/>
          <w:rtl/>
          <w:lang w:bidi="ur-PK"/>
        </w:rPr>
        <w:t>ائط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ہان</w:t>
      </w:r>
      <w:r>
        <w:rPr>
          <w:rtl/>
          <w:lang w:bidi="ur-PK"/>
        </w:rPr>
        <w:t xml:space="preserve">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کہنے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6216F3" w:rsidRDefault="006216F3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61B28" w:rsidRDefault="00961B28" w:rsidP="006216F3">
      <w:pPr>
        <w:pStyle w:val="Heading2Center"/>
        <w:rPr>
          <w:rtl/>
          <w:lang w:bidi="ur-PK"/>
        </w:rPr>
      </w:pPr>
      <w:r>
        <w:rPr>
          <w:rtl/>
          <w:lang w:bidi="ur-PK"/>
        </w:rPr>
        <w:lastRenderedPageBreak/>
        <w:t xml:space="preserve">   </w:t>
      </w:r>
      <w:bookmarkStart w:id="15" w:name="_Toc489533522"/>
      <w:r>
        <w:rPr>
          <w:rtl/>
          <w:lang w:bidi="ur-PK"/>
        </w:rPr>
        <w:t>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منتقل</w:t>
      </w:r>
      <w:r>
        <w:rPr>
          <w:rFonts w:hint="cs"/>
          <w:rtl/>
          <w:lang w:bidi="ur-PK"/>
        </w:rPr>
        <w:t>ی</w:t>
      </w:r>
      <w:bookmarkEnd w:id="15"/>
      <w:r>
        <w:rPr>
          <w:rtl/>
          <w:lang w:bidi="ur-PK"/>
        </w:rPr>
        <w:t xml:space="preserve"> 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درست ہے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بدلت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ساتھہ ان سے متعلق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ضوابط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 اس کا جواب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نہ تمام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حالت تعغ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نکل سکتا ہے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اور ضوابط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آجائے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گذشتہ باتوں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کا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بلوغ اور اس کے توانائ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نئے دور کا آغاز،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معارف کے تمام حقائق روشن ہوئے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ورثوں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حفاظت،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بدعتوں کے خلاف جنگ،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اشاعت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اور دعوت کا کام انجام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ختم نبوت کا اصل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 منظر ہے، انسان کے دور اول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مجبورا"وح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"نے جو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عمدہ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پر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رشد و بلوغ عقل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علماء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وارث قرار 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961B28" w:rsidRDefault="00961B28" w:rsidP="006216F3">
      <w:pPr>
        <w:pStyle w:val="Heading2Center"/>
        <w:rPr>
          <w:rtl/>
          <w:lang w:bidi="ur-PK"/>
        </w:rPr>
      </w:pPr>
      <w:bookmarkStart w:id="16" w:name="_Toc489533523"/>
      <w:r>
        <w:rPr>
          <w:rFonts w:hint="eastAsia"/>
          <w:rtl/>
          <w:lang w:bidi="ur-PK"/>
        </w:rPr>
        <w:t>علمائے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bookmarkEnd w:id="16"/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باوجود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اسلام رائج مذاہب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بر عکس علمائے امرکے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کا قائل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پر منتج ہو،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شانوں پر عائد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طرض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علمائ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موثر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نقش مرتسن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 حاصل ہونے والے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ہے،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منصب جو خاتم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علمائے امرت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منتقل ہوا ہے وہ دعوت،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غ،</w:t>
      </w:r>
      <w:r>
        <w:rPr>
          <w:rtl/>
          <w:lang w:bidi="ur-PK"/>
        </w:rPr>
        <w:t xml:space="preserve"> ارشاد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و بدعات کے خلاف جن کا منصب ہے،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گروہ تمام زمانون مں دعوت و ارشاد کے محتاج رہے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ں۔قرآن نے صراحت کے ساتھ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خود امت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پر ڈالا ہے۔ </w:t>
      </w:r>
    </w:p>
    <w:p w:rsidR="00961B28" w:rsidRDefault="00961B28" w:rsidP="006216F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6216F3" w:rsidRPr="006216F3">
        <w:rPr>
          <w:rStyle w:val="libAlaemChar"/>
          <w:rFonts w:hint="cs"/>
          <w:rtl/>
        </w:rPr>
        <w:t>(</w:t>
      </w:r>
      <w:r w:rsidR="006216F3">
        <w:rPr>
          <w:rFonts w:hint="cs"/>
          <w:rtl/>
          <w:lang w:bidi="ur-PK"/>
        </w:rPr>
        <w:t xml:space="preserve"> </w:t>
      </w:r>
      <w:r w:rsidRPr="006216F3">
        <w:rPr>
          <w:rStyle w:val="libAieChar"/>
          <w:rtl/>
        </w:rPr>
        <w:t>و لتکن منکم ام</w:t>
      </w:r>
      <w:r w:rsidR="006216F3" w:rsidRPr="006216F3">
        <w:rPr>
          <w:rStyle w:val="libAieChar"/>
          <w:rFonts w:hint="cs"/>
          <w:rtl/>
        </w:rPr>
        <w:t>ة</w:t>
      </w:r>
      <w:r w:rsidRPr="006216F3">
        <w:rPr>
          <w:rStyle w:val="libAieChar"/>
          <w:rtl/>
        </w:rPr>
        <w:t xml:space="preserve"> 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Fonts w:hint="eastAsia"/>
          <w:rtl/>
        </w:rPr>
        <w:t>دعون</w:t>
      </w:r>
      <w:r w:rsidRPr="006216F3">
        <w:rPr>
          <w:rStyle w:val="libAieChar"/>
          <w:rtl/>
        </w:rPr>
        <w:t xml:space="preserve"> ال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tl/>
        </w:rPr>
        <w:t xml:space="preserve"> الخ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Fonts w:hint="eastAsia"/>
          <w:rtl/>
        </w:rPr>
        <w:t>ر</w:t>
      </w:r>
      <w:r w:rsidRPr="006216F3">
        <w:rPr>
          <w:rStyle w:val="libAieChar"/>
          <w:rtl/>
        </w:rPr>
        <w:t xml:space="preserve"> و 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Fonts w:hint="eastAsia"/>
          <w:rtl/>
        </w:rPr>
        <w:t>امرون</w:t>
      </w:r>
      <w:r w:rsidRPr="006216F3">
        <w:rPr>
          <w:rStyle w:val="libAieChar"/>
          <w:rtl/>
        </w:rPr>
        <w:t xml:space="preserve"> بالمعروف و </w:t>
      </w:r>
      <w:r w:rsidRPr="006216F3">
        <w:rPr>
          <w:rStyle w:val="libAieChar"/>
          <w:rFonts w:hint="cs"/>
          <w:rtl/>
        </w:rPr>
        <w:t>ی</w:t>
      </w:r>
      <w:r w:rsidRPr="006216F3">
        <w:rPr>
          <w:rStyle w:val="libAieChar"/>
          <w:rFonts w:hint="eastAsia"/>
          <w:rtl/>
        </w:rPr>
        <w:t>ن</w:t>
      </w:r>
      <w:r w:rsidR="006216F3" w:rsidRPr="006216F3">
        <w:rPr>
          <w:rStyle w:val="libAieChar"/>
          <w:rFonts w:hint="cs"/>
          <w:rtl/>
        </w:rPr>
        <w:t>ه</w:t>
      </w:r>
      <w:r w:rsidRPr="006216F3">
        <w:rPr>
          <w:rStyle w:val="libAieChar"/>
          <w:rFonts w:hint="eastAsia"/>
          <w:rtl/>
        </w:rPr>
        <w:t>ون</w:t>
      </w:r>
      <w:r w:rsidRPr="006216F3">
        <w:rPr>
          <w:rStyle w:val="libAieChar"/>
          <w:rtl/>
        </w:rPr>
        <w:t xml:space="preserve"> عن المنکر</w:t>
      </w:r>
      <w:r w:rsidR="006216F3" w:rsidRPr="006216F3">
        <w:rPr>
          <w:rStyle w:val="libAlaemChar"/>
          <w:rFonts w:hint="cs"/>
          <w:rtl/>
        </w:rPr>
        <w:t>)</w:t>
      </w:r>
      <w:r w:rsidR="006216F3">
        <w:rPr>
          <w:rFonts w:hint="cs"/>
          <w:rtl/>
          <w:lang w:bidi="ur-PK"/>
        </w:rPr>
        <w:t xml:space="preserve"> </w:t>
      </w:r>
      <w:r w:rsidR="006216F3" w:rsidRPr="006216F3">
        <w:rPr>
          <w:rStyle w:val="libFootnotenumChar"/>
          <w:rFonts w:hint="cs"/>
          <w:rtl/>
        </w:rPr>
        <w:t>(</w:t>
      </w:r>
      <w:r w:rsidRPr="006216F3">
        <w:rPr>
          <w:rStyle w:val="libFootnotenumChar"/>
          <w:rtl/>
        </w:rPr>
        <w:t>18</w:t>
      </w:r>
      <w:r w:rsidR="006216F3" w:rsidRPr="006216F3">
        <w:rPr>
          <w:rStyle w:val="libFootnotenumChar"/>
          <w:rFonts w:hint="cs"/>
          <w:rtl/>
        </w:rPr>
        <w:t>)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حکم کرے اور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روکے"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وہ اسباب ہر وقت موجود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و بدعت پر منتج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ہوتے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علماء امت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فوں</w:t>
      </w:r>
      <w:r>
        <w:rPr>
          <w:rtl/>
          <w:lang w:bidi="ur-PK"/>
        </w:rPr>
        <w:t xml:space="preserve"> اور بدعتوں کے خلاف جنگ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رسول اکرم (ص) نے فرم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"اذا ظہرت البدع فعل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العالم 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ظہر</w:t>
      </w:r>
      <w:r>
        <w:rPr>
          <w:rtl/>
          <w:lang w:bidi="ur-PK"/>
        </w:rPr>
        <w:t xml:space="preserve"> علمہ و من 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فعل</w:t>
      </w:r>
      <w:r>
        <w:rPr>
          <w:rtl/>
          <w:lang w:bidi="ur-PK"/>
        </w:rPr>
        <w:t xml:space="preserve"> فعل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لعن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اللہ"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"جب بدعت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ظاہر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اپنے علم کو ظاہر کرے اور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 اس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و بدعات کے خلاف جنگ کو ممکن اور اس کے کام کو آسان بنات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کا محفوظ رہنا رسلو اکرم (ص) نے خاص طور پر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کچھ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نقل ہوا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و سقم کو معلوم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فائدہ اٹھ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کتابون کے اصل متن کو حوادث کے دستبرد سے محفوظ رکھنا، اصول سے فروع کا استنباط، جزئ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پر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انطباق ہر دور کے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ان پر غور و بحث،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طرفہ رجحانات کا سدباب، صورتوں، ظواہر اور عادتوں پر جمود کے خلاف جنگ، فرع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ضوابط اور 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اصل اور </w:t>
      </w:r>
      <w:r>
        <w:rPr>
          <w:rFonts w:hint="eastAsia"/>
          <w:rtl/>
          <w:lang w:bidi="ur-PK"/>
        </w:rPr>
        <w:t>مستقل</w:t>
      </w:r>
      <w:r>
        <w:rPr>
          <w:rtl/>
          <w:lang w:bidi="ur-PK"/>
        </w:rPr>
        <w:t xml:space="preserve"> احکام کو الگ کرنا، اہم ومہم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اور اہم کو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وقت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وضع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حکومت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کے حدود کا 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ہم آہنگ لائحہ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نبوت کے اس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علماء کے اہم فرائض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امت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علامء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اہم منصب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اپنے زمانے کے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علام افراد ہونے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انسانوں کے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انحرافات اور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انحطاط کے مقتض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وقت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مقتض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جدا کرکے ان کو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اس وقت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 ج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تک کہ وہ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سے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ساخت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کار فرما عوامل اور انع و امعل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سفر 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واقف نہ ہو۔ </w:t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17" w:name="_Toc489533524"/>
      <w:r>
        <w:rPr>
          <w:rFonts w:hint="eastAsia"/>
          <w:rtl/>
          <w:lang w:bidi="ur-PK"/>
        </w:rPr>
        <w:t>اجتہاد</w:t>
      </w:r>
      <w:bookmarkEnd w:id="17"/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علماء</w:t>
      </w:r>
      <w:r>
        <w:rPr>
          <w:rtl/>
          <w:lang w:bidi="ur-PK"/>
        </w:rPr>
        <w:t xml:space="preserve">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فرائض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اجتہاد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اجتہاد کا مطلب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وہ علامانہ کو ششجو کتاب، سنت، اجماعاور عقل کے سرچشموں سے استفادہ کر کے اسلام کے اصلو و ضوابط معلوم کرنے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اجتہاد کا لفظ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ہوا پھر مسلمانوں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رواج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لفظ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روح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لحاظ سے جو لفظ اس کا مرادف ہے اور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"تفقہ"ہے قرآن نے صراحت کے ساتھ تفقہ،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فہم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اجتہاد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تفقہ سے خاتم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اس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نازک اور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وابستہ ہے اور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شرط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ہے، اجتہاد کو الام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محرکہ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بالکل درست ہے بزرگ مسلمان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اس مسئلہ پر بحث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کہتا ہے: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"اسلام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مستقل،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</w:t>
      </w:r>
      <w:r>
        <w:rPr>
          <w:rtl/>
          <w:lang w:bidi="ur-PK"/>
        </w:rPr>
        <w:t xml:space="preserve"> محدود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حوادث و مسائل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محدود اور متغ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ہر دور مخصوص تقاضوں اور مخصوص مسائل کا حامل ہوتا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ہر دور اور عہد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جو ماہر،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اتے</w:t>
      </w:r>
      <w:r>
        <w:rPr>
          <w:rtl/>
          <w:lang w:bidi="ur-PK"/>
        </w:rPr>
        <w:t xml:space="preserve"> کے عالم، زمانے کو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مسائل سے آگاہ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جو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اجتہاد و استنباط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حامل اور اس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۔"تمدن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درخشان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بدو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 معاشرہ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قدم بڑھارہاتھا اور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علاوہ اور اف</w:t>
      </w:r>
      <w:r>
        <w:rPr>
          <w:rFonts w:hint="eastAsia"/>
          <w:rtl/>
          <w:lang w:bidi="ur-PK"/>
        </w:rPr>
        <w:t>رقہ</w:t>
      </w:r>
      <w:r>
        <w:rPr>
          <w:rtl/>
          <w:lang w:bidi="ur-PK"/>
        </w:rPr>
        <w:t xml:space="preserve"> کے بعض حصوں پر غلبہ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گوناگون نسلوں اور قوموں پر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اسے حکومت کرنے کا موقع ملا، اس دوران ہزاروں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مسائل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ہوئے ۔مسلمان اس ذمہدار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ساتھہ عہدہ برآہوئے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۔علمائے اسلام نے ثابت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 چشمہ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اپنے بہتر اسنباط سے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مراحل سے گزرنے والے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کے ساتھہ چل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۔انہوں نے ثابت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"اسلام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حقوق" کا قانون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</w:t>
      </w:r>
      <w:r>
        <w:rPr>
          <w:lang w:bidi="ur-PK"/>
        </w:rPr>
        <w:t>etytlpocedure</w:t>
      </w:r>
      <w:r>
        <w:rPr>
          <w:rtl/>
          <w:lang w:bidi="ur-PK"/>
        </w:rPr>
        <w:t>) زندہ ہے اور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والے تقاضوں کے ساتھہ ہمآہنگ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ہے اور ہر دور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جواب دےسکتا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مستشرق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قانون جنہوں نے اس دور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فقہ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کے معترف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حقوق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کے (</w:t>
      </w:r>
      <w:r>
        <w:rPr>
          <w:lang w:bidi="ur-PK"/>
        </w:rPr>
        <w:t>etvilprocedure</w:t>
      </w:r>
      <w:r>
        <w:rPr>
          <w:rtl/>
          <w:lang w:bidi="ur-PK"/>
        </w:rPr>
        <w:t>) کو مستقل "مکتب قانون "ک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اوور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زندہ مکتب قانون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اجتہاد کا حق محفوظ تھا اور اس کا دروازہ کھلا ہوا تھا البتہ اس 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خاص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شور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اجماع کو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بمناکر علماء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ہہ</w:t>
      </w:r>
      <w:r>
        <w:rPr>
          <w:rtl/>
          <w:lang w:bidi="ur-PK"/>
        </w:rPr>
        <w:t xml:space="preserve"> حق سلب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علماء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علماء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ا</w:t>
      </w:r>
      <w:r>
        <w:rPr>
          <w:rFonts w:hint="eastAsia"/>
          <w:rtl/>
          <w:lang w:bidi="ur-PK"/>
        </w:rPr>
        <w:t>تباع</w:t>
      </w:r>
      <w:r>
        <w:rPr>
          <w:rtl/>
          <w:lang w:bidi="ur-PK"/>
        </w:rPr>
        <w:t xml:space="preserve"> کرنے پر مجبور ہوگئے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چھہ معروف مذاہب تک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مذاہب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اجتہاد کے دروازے کا بند ہوجانا عالم اسلام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المناک حادثہ سمجھا جاتا ہے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اجتہادات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افراط کے سلسلہ کے خلاف رد عمل کے طور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ہوا ہو بہر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فقہ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جمود اور ٹھراؤ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سے شروع ہوا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اجتہاد کے دروازے کے بند ہونے کے ناپسند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اثرات اہل 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 ہوئے ساتو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فقہ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فکر و نظر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بعض شعبوں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رونماہوئ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۔اس کے باوجود اس بات سے انکار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کہ اس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سسٹم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کا رجحان اور وقت کے مسائل کا سامنا کرنے سے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اوعر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</w:t>
      </w:r>
      <w:r>
        <w:rPr>
          <w:rtl/>
          <w:lang w:bidi="ur-PK"/>
        </w:rPr>
        <w:lastRenderedPageBreak/>
        <w:t>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کے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بے رغبت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واضح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افسوس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وںں</w:t>
      </w:r>
      <w:r>
        <w:rPr>
          <w:rtl/>
          <w:lang w:bidi="ur-PK"/>
        </w:rPr>
        <w:t xml:space="preserve"> کے دوران نجوانوں اور اصطلاحا روشن فکر مسلمانوں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طبقے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مغرب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لان،</w:t>
      </w:r>
      <w:r>
        <w:rPr>
          <w:rtl/>
          <w:lang w:bidi="ur-PK"/>
        </w:rPr>
        <w:t xml:space="preserve"> مشرق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رجحان اور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"آزمون "ک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مرض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۔بد قسمت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مرض بڑھتا جارہا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خوش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پہلو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ہہے</w:t>
      </w:r>
      <w:r>
        <w:rPr>
          <w:rtl/>
          <w:lang w:bidi="ur-PK"/>
        </w:rPr>
        <w:t xml:space="preserve"> کہ ان اندھے اور خواب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رجحانات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پھوٹ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خواب غفلت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 وہ غلط تصور ہے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گروہ اصطلاحا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ضوابط کے تحکمانہ، ادعائ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</w:t>
      </w:r>
      <w:r>
        <w:rPr>
          <w:lang w:bidi="ur-PK"/>
        </w:rPr>
        <w:t>dogmatie</w:t>
      </w:r>
      <w:r>
        <w:rPr>
          <w:rtl/>
          <w:lang w:bidi="ur-PK"/>
        </w:rPr>
        <w:t>) پہلو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ہے ۔گذشتہ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دوران اجتہاد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جمود نے ان غلط تصورات کو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فراہم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۔قوم کے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ذمہ دارافر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کا غرض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جس قدر جلد ہوسکے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کے رجحانات کا مقابلہ کرنے کے لئے اتھہ کھڑے ہوں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صورت حال کے اسباب و عوامل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بات پر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جمود اور ٹھراؤ گذشت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دوران عالم اسلام پر مسلط رہا ہے ۔خسوصا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فقہ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جمود ۔ماض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اور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کو سمجھنے اور اس کا س</w:t>
      </w:r>
      <w:r>
        <w:rPr>
          <w:rFonts w:hint="eastAsia"/>
          <w:rtl/>
          <w:lang w:bidi="ur-PK"/>
        </w:rPr>
        <w:t>امنا</w:t>
      </w:r>
      <w:r>
        <w:rPr>
          <w:rtl/>
          <w:lang w:bidi="ur-PK"/>
        </w:rPr>
        <w:t xml:space="preserve"> کرنے سے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شکست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سبب سمجھا جاتا ہے آج عالم اسلام کو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ہمہ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نظر سے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حاصل کرے اور مسلمانوں کے دست و پا کو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فکار</w:t>
      </w:r>
      <w:r>
        <w:rPr>
          <w:rtl/>
          <w:lang w:bidi="ur-PK"/>
        </w:rPr>
        <w:t xml:space="preserve"> و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استعمار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بندھنوں سے آزاد کرائے ۔ </w:t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18" w:name="_Toc489533525"/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بے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استعداد وسعت کے اعتبار سے فطرت 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ہے</w:t>
      </w:r>
      <w:bookmarkEnd w:id="18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فلسفہ</w:t>
      </w:r>
      <w:r>
        <w:rPr>
          <w:rtl/>
          <w:lang w:bidi="ur-PK"/>
        </w:rPr>
        <w:t xml:space="preserve"> کے موضوعات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زز</w:t>
      </w:r>
      <w:r>
        <w:rPr>
          <w:rtl/>
          <w:lang w:bidi="ur-PK"/>
        </w:rPr>
        <w:t xml:space="preserve"> موضوع کا تعلق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سرچشموں خصوصا،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و استنباط ہے صرف فقہ اور حقوق کے مسائل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شعبوں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جاسکتا ہے ہر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خواہ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شاہکار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نہ ہو تح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مطالعہ کے لئے اپنے اندر محدود استعداد اور ختم ہوجانے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کتاب کے تمام نکات کو واضح کرنے کے لئے چند ماہر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قرآن نے جن پر گذشتہ چودہ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دوران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ماہر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کرتے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اجتہاد کے نقطہ نظر سے وہ بے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استعداد اور وسعت اپنے اندر رکھتا ہے ۔قرآن اس اعتبار سے فطرت کے مانند ہے کہ جس قدر فکر و نظر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تر اور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تر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قرآن کے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و مطالعہ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eastAsia"/>
          <w:rtl/>
          <w:lang w:bidi="ur-PK"/>
        </w:rPr>
        <w:t>نئے</w:t>
      </w:r>
      <w:r>
        <w:rPr>
          <w:rtl/>
          <w:lang w:bidi="ur-PK"/>
        </w:rPr>
        <w:t xml:space="preserve"> سے نئے سے نئے راز سامنے آتے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مبدا و معاد حقوق، فقہ، اخلاق،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قصص اور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متعلق جن مسائل کا ذکر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اگر ان کا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مطالعہ کرنے کے بعد چودہ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دوران ابھرنے والے اور پرانے ہوجانے والے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ساتھہ مواز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تو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روشن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فکر و نظر خواہ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کرجائے اور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تر و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تر ہوجائے وہ خود کو قرآن کے ساتھہ ہم آہنگ پائےگ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کو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والا معجزہ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ہونا چاہئے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قرآن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سن سے بڑا دشمن جمود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زمانے اور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مرحلے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دانش پر اھصار کرنا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علوم فطرت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ہمارے علماء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تھے کہ فطرت کا علم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ارسطو اور افلاطون 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نے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 </w:t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19" w:name="_Toc489533526"/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کے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ہر زمانے کے لوگوں کے لئے تر وتازہ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9"/>
      <w:r>
        <w:rPr>
          <w:rtl/>
          <w:lang w:bidi="ur-PK"/>
        </w:rPr>
        <w:t xml:space="preserve">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خود رسول اکرم (ص) کے جامع کلمات اپنے اندر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کاوش کے بے وسعت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لئے نظروں کو محدود ہوکر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ہہ جانا چاہئے ۔اول روز سے اسلام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اس جانب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آپ (ص) اسے اپنے اصحاب کے گوش زد کرتے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(ص)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بار بار اپنے کلمات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نکتہ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دلائ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قرآن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دانش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کے ساتھہ محدود نہ کرو ۔آپنے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:"قرآن کا ظاہر خوبصورت اور اس کا باطن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 و ںہا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پھر اس کے اوپر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حد و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اس کے عجائبات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ختم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تازگ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پژمردگ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:"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راز ہے کہ قرآن کو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جس قدر پھلا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</w:t>
      </w:r>
      <w:r>
        <w:rPr>
          <w:rtl/>
          <w:lang w:bidi="ur-PK"/>
        </w:rPr>
        <w:t xml:space="preserve"> ہے اور اسے پڑھاجاتا ہے اور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بحث و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طراوت و تازگ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ہوتا چلا جاتا ہے ؟ "امام (ع)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:"ا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اس لئے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قرآن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و زمان کے لئے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قوم کے لئے نازل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قرآن تمام زمانوں کے لئے اور تمام انسانوں کے لئے ہے اس اعتبار سے وہ ہر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 اور تمام لوگوں کے لئے ہروقت تازز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ہے۔"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رسول اکرم (ص) جب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کرنے اور دوسروں تک پہچانے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فرماتے تھے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خاص نکتہ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ےھا کہ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جس شخص نے آپ سے براہ راست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سنا ہو تفقہ سے بہرہ مند نہ ہو اور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دانش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تک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منتقل کرنے کے لئے محض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رابطے کا کام 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جو شخص آپ سے 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سنے وہ تفقہ سے بہرہ منر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جس شخص 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پہچانے والے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تفقہ کا مالک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ثابت ہوچک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بعد کے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 حضور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مطالب کے سمجھنے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تفقہ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961B28" w:rsidRDefault="00961B28" w:rsidP="00AC4011">
      <w:pPr>
        <w:pStyle w:val="Heading2Center"/>
        <w:rPr>
          <w:rtl/>
          <w:lang w:bidi="ur-PK"/>
        </w:rPr>
      </w:pPr>
      <w:bookmarkStart w:id="20" w:name="_Toc489533527"/>
      <w:r>
        <w:rPr>
          <w:rFonts w:hint="eastAsia"/>
          <w:rtl/>
          <w:lang w:bidi="ur-PK"/>
        </w:rPr>
        <w:t>اجتہاد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اضاف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20"/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مسلسل بڑھنے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دانش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کا اثر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اس قدر محسوس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جس قدر کہ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جاسکتا ہے ۔فقہ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گزد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طرز فکر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دانش حکمفرما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۔آج کے استنباط کے قواعد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مختلف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سال پہلے کے علماء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ممتاز مجتہد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لوگوں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علماء کا طرز فکر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سے واضح ہے جو فقہ خصوصا اصول فقہ پر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فقہ پر بعض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طرز تفکر کو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ادوار کے فقہاء پر نظر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ہوتا ہے کہ وہ سابق طرز تفکر منسوخ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۔اس لئے کہ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تر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تر اور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تر دانش نے پرانے طرز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موجودہ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سماج،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قانون کے شعبوں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و دانش نے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امکانات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پوچھے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سابق عہد کے علماء اپنے اس وقت کے تفقہ اور طرز فکر کے ساتھہ مجتہد کے مقام پر فائز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اس بات کے مستحق تھے کہ عوام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کرتے اور ان کے تفقہ کو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ضوابط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و تدو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اہل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؟ ان سوالات کا جواب اچبات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پھر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موجودہ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چاہے کہ چاتھ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پانچو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اور آچار کو جوں کا توں قبول کرلے اور خود کو پانچو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فرض کرے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علماء نے جن کتابوں کا 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</w:t>
      </w:r>
      <w:r>
        <w:rPr>
          <w:rtl/>
          <w:lang w:bidi="ur-PK"/>
        </w:rPr>
        <w:lastRenderedPageBreak/>
        <w:t>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و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مطالعہ کرے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طرز تفکر اور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تفقہ اپنے اندر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کرے جو ان علماء نے اپنے اندر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مجتہد کہلاسکے گا اور لوگوں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حاصل ہوگا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اس کا جواب 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۔آخر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؟ اس شخص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اور پانچو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فرق ہے؟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 علماء نے جس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دانش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کے لئے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عہد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کررہا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 طرز تفکر اور تفقہ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تر طرز تفکر اور تفقہ نے لے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وہ طرز تفکرات منسوخ ہوچکا ہے ۔ </w:t>
      </w:r>
    </w:p>
    <w:p w:rsidR="00961B28" w:rsidRDefault="00961B28" w:rsidP="00961B28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اجتہاد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اضاف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تکامل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مفہوم رکھتا ہے ہر دور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دانش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کرا ہے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اضاف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ختم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۔اشف و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لئے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سرچشموں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وسعت و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دوسرے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افکار اور علوم طب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خاتم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 سے بڑا راز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</w:p>
    <w:p w:rsidR="00AC4011" w:rsidRDefault="00AC4011" w:rsidP="00E50C2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AC4011" w:rsidRDefault="00AA715F" w:rsidP="00AC4011">
      <w:pPr>
        <w:pStyle w:val="Heading2Center"/>
        <w:rPr>
          <w:rtl/>
          <w:lang w:bidi="ur-PK"/>
        </w:rPr>
      </w:pPr>
      <w:bookmarkStart w:id="21" w:name="_Toc489533528"/>
      <w:r>
        <w:rPr>
          <w:rFonts w:hint="cs"/>
          <w:rtl/>
          <w:lang w:bidi="ur-PK"/>
        </w:rPr>
        <w:lastRenderedPageBreak/>
        <w:t>ح</w:t>
      </w:r>
      <w:r w:rsidR="00AC4011">
        <w:rPr>
          <w:rFonts w:hint="cs"/>
          <w:rtl/>
          <w:lang w:bidi="ur-PK"/>
        </w:rPr>
        <w:t>واشی</w:t>
      </w:r>
      <w:bookmarkEnd w:id="21"/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>1.سورہ مائدہ،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۴۸.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2.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البحار، 'مادہ ذر.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3.سورہ روم،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۳۰. </w:t>
      </w:r>
    </w:p>
    <w:p w:rsidR="00AC4011" w:rsidRDefault="00AC4011" w:rsidP="00AC4011">
      <w:pPr>
        <w:pStyle w:val="libNormal"/>
        <w:rPr>
          <w:rtl/>
          <w:lang w:bidi="fa-IR"/>
        </w:rPr>
      </w:pPr>
      <w:r>
        <w:rPr>
          <w:rtl/>
          <w:lang w:bidi="ur-PK"/>
        </w:rPr>
        <w:t xml:space="preserve"> 4.سورہ انعام </w:t>
      </w:r>
      <w:r>
        <w:rPr>
          <w:rtl/>
          <w:lang w:bidi="fa-IR"/>
        </w:rPr>
        <w:t xml:space="preserve">۱۵۳.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>5.سورہ نساء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۲۸.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6.سورہ دہر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۳.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7.سورہ مائدہ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۴۸.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8.سورہ آل عمران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۸۱.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9.سورہ انعام،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۱۱۵.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10.ف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کاشان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علم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صفحہ </w:t>
      </w:r>
      <w:r>
        <w:rPr>
          <w:rtl/>
          <w:lang w:bidi="fa-IR"/>
        </w:rPr>
        <w:t xml:space="preserve">۱۰۵.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11.سورہانفال۔آ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۲۹.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12.سورہ عنکبوت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۶۹.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13.صدر المتالھ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مفات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صفحہ </w:t>
      </w:r>
      <w:r>
        <w:rPr>
          <w:rtl/>
          <w:lang w:bidi="fa-IR"/>
        </w:rPr>
        <w:t xml:space="preserve">۱۳.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14.سورہاعل</w:t>
      </w:r>
      <w:r>
        <w:rPr>
          <w:rFonts w:hint="cs"/>
          <w:rtl/>
          <w:lang w:bidi="ur-PK"/>
        </w:rPr>
        <w:t>یٰ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>۔</w:t>
      </w:r>
      <w:r>
        <w:rPr>
          <w:rtl/>
          <w:lang w:bidi="fa-IR"/>
        </w:rPr>
        <w:t xml:space="preserve">۳.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15.سورہ علق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>۔</w:t>
      </w:r>
      <w:r>
        <w:rPr>
          <w:rtl/>
          <w:lang w:bidi="fa-IR"/>
        </w:rPr>
        <w:t xml:space="preserve">۵.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>16.سورہانفال،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۶۰. </w:t>
      </w:r>
    </w:p>
    <w:p w:rsidR="00AC4011" w:rsidRDefault="00AC4011" w:rsidP="00AC401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17. رجوع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>"تنب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الامہ" مرحوم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نائن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صفحات</w:t>
      </w:r>
      <w:r>
        <w:rPr>
          <w:rtl/>
          <w:lang w:bidi="fa-IR"/>
        </w:rPr>
        <w:t>۹۷</w:t>
      </w:r>
      <w:r>
        <w:rPr>
          <w:rtl/>
          <w:lang w:bidi="ur-PK"/>
        </w:rPr>
        <w:t xml:space="preserve">، </w:t>
      </w:r>
      <w:r>
        <w:rPr>
          <w:rtl/>
          <w:lang w:bidi="fa-IR"/>
        </w:rPr>
        <w:t>۱۰۲</w:t>
      </w:r>
      <w:r>
        <w:rPr>
          <w:rtl/>
          <w:lang w:bidi="ur-PK"/>
        </w:rPr>
        <w:t>، اور مقالہ"ولا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زعامت" علامہ طباطبائ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قلم سے، کتاب "مرجع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" چاپ دوم صفحات </w:t>
      </w:r>
      <w:r>
        <w:rPr>
          <w:rtl/>
          <w:lang w:bidi="fa-IR"/>
        </w:rPr>
        <w:t>۸۲</w:t>
      </w:r>
      <w:r>
        <w:rPr>
          <w:rtl/>
          <w:lang w:bidi="ur-PK"/>
        </w:rPr>
        <w:t xml:space="preserve">، </w:t>
      </w:r>
      <w:r>
        <w:rPr>
          <w:rtl/>
          <w:lang w:bidi="fa-IR"/>
        </w:rPr>
        <w:t>۸۴</w:t>
      </w:r>
      <w:r>
        <w:rPr>
          <w:rtl/>
          <w:lang w:bidi="ur-PK"/>
        </w:rPr>
        <w:t xml:space="preserve">۔ </w:t>
      </w:r>
    </w:p>
    <w:p w:rsidR="00E50C29" w:rsidRDefault="00961B28" w:rsidP="00961B28">
      <w:pPr>
        <w:pStyle w:val="libNormal"/>
        <w:rPr>
          <w:rtl/>
          <w:lang w:bidi="fa-IR"/>
        </w:rPr>
      </w:pPr>
      <w:r>
        <w:rPr>
          <w:rtl/>
          <w:lang w:bidi="ur-PK"/>
        </w:rPr>
        <w:t>18.سورہآل عمران،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 xml:space="preserve">۱۰۴. </w:t>
      </w:r>
    </w:p>
    <w:p w:rsidR="00E50C29" w:rsidRDefault="00E50C29" w:rsidP="00E50C2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701994626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bookmarkStart w:id="22" w:name="_Toc489533529" w:displacedByCustomXml="prev"/>
        <w:p w:rsidR="00E50C29" w:rsidRDefault="00E50C29" w:rsidP="00E50C29">
          <w:pPr>
            <w:pStyle w:val="Heading2Center"/>
          </w:pPr>
          <w:r w:rsidRPr="00E50C29">
            <w:rPr>
              <w:rFonts w:hint="cs"/>
              <w:rtl/>
            </w:rPr>
            <w:t>فہرست</w:t>
          </w:r>
          <w:bookmarkEnd w:id="22"/>
        </w:p>
        <w:p w:rsidR="0073412B" w:rsidRDefault="008555D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8555D5">
            <w:fldChar w:fldCharType="begin"/>
          </w:r>
          <w:r w:rsidR="00E50C29">
            <w:instrText xml:space="preserve"> TOC \o "1-3" \h \z \u </w:instrText>
          </w:r>
          <w:r w:rsidRPr="008555D5">
            <w:fldChar w:fldCharType="separate"/>
          </w:r>
          <w:hyperlink w:anchor="_Toc489533507" w:history="1">
            <w:r w:rsidR="0073412B" w:rsidRPr="00B054E3">
              <w:rPr>
                <w:rStyle w:val="Hyperlink"/>
                <w:rFonts w:hint="eastAsia"/>
                <w:noProof/>
                <w:rtl/>
                <w:lang w:bidi="ur-PK"/>
              </w:rPr>
              <w:t>حرف</w:t>
            </w:r>
            <w:r w:rsidR="0073412B"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="0073412B" w:rsidRPr="00B054E3">
              <w:rPr>
                <w:rStyle w:val="Hyperlink"/>
                <w:rFonts w:hint="eastAsia"/>
                <w:noProof/>
                <w:rtl/>
                <w:lang w:bidi="ur-PK"/>
              </w:rPr>
              <w:t>ناشر</w:t>
            </w:r>
            <w:r w:rsidR="0073412B">
              <w:rPr>
                <w:noProof/>
                <w:webHidden/>
                <w:rtl/>
              </w:rPr>
              <w:tab/>
            </w:r>
            <w:r w:rsidR="0073412B">
              <w:rPr>
                <w:noProof/>
                <w:webHidden/>
                <w:rtl/>
              </w:rPr>
              <w:fldChar w:fldCharType="begin"/>
            </w:r>
            <w:r w:rsidR="0073412B">
              <w:rPr>
                <w:noProof/>
                <w:webHidden/>
                <w:rtl/>
              </w:rPr>
              <w:instrText xml:space="preserve"> </w:instrText>
            </w:r>
            <w:r w:rsidR="0073412B">
              <w:rPr>
                <w:noProof/>
                <w:webHidden/>
              </w:rPr>
              <w:instrText>PAGEREF</w:instrText>
            </w:r>
            <w:r w:rsidR="0073412B">
              <w:rPr>
                <w:noProof/>
                <w:webHidden/>
                <w:rtl/>
              </w:rPr>
              <w:instrText xml:space="preserve"> _</w:instrText>
            </w:r>
            <w:r w:rsidR="0073412B">
              <w:rPr>
                <w:noProof/>
                <w:webHidden/>
              </w:rPr>
              <w:instrText>Toc489533507 \h</w:instrText>
            </w:r>
            <w:r w:rsidR="0073412B">
              <w:rPr>
                <w:noProof/>
                <w:webHidden/>
                <w:rtl/>
              </w:rPr>
              <w:instrText xml:space="preserve"> </w:instrText>
            </w:r>
            <w:r w:rsidR="0073412B">
              <w:rPr>
                <w:noProof/>
                <w:webHidden/>
                <w:rtl/>
              </w:rPr>
            </w:r>
            <w:r w:rsidR="0073412B">
              <w:rPr>
                <w:noProof/>
                <w:webHidden/>
                <w:rtl/>
              </w:rPr>
              <w:fldChar w:fldCharType="separate"/>
            </w:r>
            <w:r w:rsidR="0073412B">
              <w:rPr>
                <w:noProof/>
                <w:webHidden/>
                <w:rtl/>
              </w:rPr>
              <w:t>3</w:t>
            </w:r>
            <w:r w:rsidR="0073412B"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08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09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قرآن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روسے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امت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مسلمہ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امت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وسط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 w:rsidRPr="00B054E3">
              <w:rPr>
                <w:rStyle w:val="Hyperlink"/>
                <w:noProof/>
                <w:rtl/>
                <w:lang w:bidi="ur-PK"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0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آسمان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دروازے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1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نبوت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تبل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غ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2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جبر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3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انسان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ضرور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4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زمانے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تقاضے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5" w:history="1">
            <w:r w:rsidRPr="00B054E3">
              <w:rPr>
                <w:rStyle w:val="Hyperlink"/>
                <w:noProof/>
                <w:rtl/>
                <w:lang w:bidi="ur-PK"/>
              </w:rPr>
              <w:t xml:space="preserve">1۔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حر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عقل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جگہ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6" w:history="1">
            <w:r w:rsidRPr="00B054E3">
              <w:rPr>
                <w:rStyle w:val="Hyperlink"/>
                <w:noProof/>
                <w:rtl/>
                <w:lang w:bidi="ur-PK"/>
              </w:rPr>
              <w:t xml:space="preserve">2۔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جامع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خود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قرآن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تعب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مطابق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وسط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7" w:history="1">
            <w:r w:rsidRPr="00B054E3">
              <w:rPr>
                <w:rStyle w:val="Hyperlink"/>
                <w:noProof/>
                <w:rtl/>
                <w:lang w:bidi="ur-PK"/>
              </w:rPr>
              <w:t xml:space="preserve">3۔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کبھ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زندگ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ظاہر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شکل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صورت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بحث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8" w:history="1">
            <w:r w:rsidRPr="00B054E3">
              <w:rPr>
                <w:rStyle w:val="Hyperlink"/>
                <w:noProof/>
                <w:rtl/>
                <w:lang w:bidi="ur-PK"/>
              </w:rPr>
              <w:t xml:space="preserve">4۔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خاتم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ابد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19" w:history="1">
            <w:r w:rsidRPr="00B054E3">
              <w:rPr>
                <w:rStyle w:val="Hyperlink"/>
                <w:noProof/>
                <w:rtl/>
                <w:lang w:bidi="ur-PK"/>
              </w:rPr>
              <w:t xml:space="preserve">5۔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تعل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مات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فطرت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طب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عت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ساتھ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ہم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آہنگ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0" w:history="1">
            <w:r w:rsidRPr="00B054E3">
              <w:rPr>
                <w:rStyle w:val="Hyperlink"/>
                <w:noProof/>
                <w:rtl/>
                <w:lang w:bidi="ur-PK"/>
              </w:rPr>
              <w:t xml:space="preserve">6۔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قوان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لچکدار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بنانے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والے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قواعد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وجود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1" w:history="1">
            <w:r w:rsidRPr="00B054E3">
              <w:rPr>
                <w:rStyle w:val="Hyperlink"/>
                <w:noProof/>
                <w:rtl/>
                <w:lang w:bidi="ur-PK"/>
              </w:rPr>
              <w:t xml:space="preserve">7۔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بعض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مخصوص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اخت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ارات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2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ذمہ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منتقل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3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علمائے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ذمہ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دار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4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اجتہاد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5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قرآن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بے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پا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استعداد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وسعت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اعتبار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فطرت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نک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مانند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6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قرآن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مفاہ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ہر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زمانے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لوگوں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تر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وتازہ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7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اجتہاد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اضاف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8" w:history="1"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حو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B054E3">
              <w:rPr>
                <w:rStyle w:val="Hyperlink"/>
                <w:rFonts w:hint="eastAsia"/>
                <w:noProof/>
                <w:rtl/>
                <w:lang w:bidi="ur-PK"/>
              </w:rPr>
              <w:t>ش</w:t>
            </w:r>
            <w:r w:rsidRPr="00B054E3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12B" w:rsidRDefault="0073412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533529" w:history="1">
            <w:r w:rsidRPr="00B054E3">
              <w:rPr>
                <w:rStyle w:val="Hyperlink"/>
                <w:rFonts w:hint="eastAsia"/>
                <w:noProof/>
                <w:rtl/>
              </w:rPr>
              <w:t>فہرست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Toc489533529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50C29" w:rsidRDefault="008555D5" w:rsidP="00E50C29">
          <w:pPr>
            <w:pStyle w:val="libNormal"/>
          </w:pPr>
          <w:r>
            <w:fldChar w:fldCharType="end"/>
          </w:r>
        </w:p>
      </w:sdtContent>
    </w:sdt>
    <w:sectPr w:rsidR="00E50C2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26E" w:rsidRDefault="0010226E">
      <w:r>
        <w:separator/>
      </w:r>
    </w:p>
  </w:endnote>
  <w:endnote w:type="continuationSeparator" w:id="0">
    <w:p w:rsidR="0010226E" w:rsidRDefault="00102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8A8" w:rsidRDefault="00E938A8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8A8" w:rsidRPr="00826B03" w:rsidRDefault="00E938A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26E" w:rsidRDefault="0010226E">
      <w:r>
        <w:separator/>
      </w:r>
    </w:p>
  </w:footnote>
  <w:footnote w:type="continuationSeparator" w:id="0">
    <w:p w:rsidR="0010226E" w:rsidRDefault="001022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5BD0"/>
    <w:rsid w:val="00025D61"/>
    <w:rsid w:val="000267FE"/>
    <w:rsid w:val="0002692F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4406"/>
    <w:rsid w:val="00056CE6"/>
    <w:rsid w:val="00057492"/>
    <w:rsid w:val="00057C87"/>
    <w:rsid w:val="00061C01"/>
    <w:rsid w:val="0006216A"/>
    <w:rsid w:val="0006368E"/>
    <w:rsid w:val="0006435F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4324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23C"/>
    <w:rsid w:val="000D1263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C07"/>
    <w:rsid w:val="0010226E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7D1"/>
    <w:rsid w:val="00114848"/>
    <w:rsid w:val="00115473"/>
    <w:rsid w:val="00115A71"/>
    <w:rsid w:val="00116237"/>
    <w:rsid w:val="001162C9"/>
    <w:rsid w:val="00116588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917"/>
    <w:rsid w:val="00153D50"/>
    <w:rsid w:val="00154138"/>
    <w:rsid w:val="001542FF"/>
    <w:rsid w:val="001543DF"/>
    <w:rsid w:val="00154A0D"/>
    <w:rsid w:val="00155A15"/>
    <w:rsid w:val="00156292"/>
    <w:rsid w:val="00156F56"/>
    <w:rsid w:val="00157306"/>
    <w:rsid w:val="0015735D"/>
    <w:rsid w:val="001604D3"/>
    <w:rsid w:val="00160B64"/>
    <w:rsid w:val="00160F76"/>
    <w:rsid w:val="00162F6E"/>
    <w:rsid w:val="00163D83"/>
    <w:rsid w:val="00163FB5"/>
    <w:rsid w:val="0016418C"/>
    <w:rsid w:val="001646DF"/>
    <w:rsid w:val="00164767"/>
    <w:rsid w:val="00164810"/>
    <w:rsid w:val="001649EA"/>
    <w:rsid w:val="00164B23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634"/>
    <w:rsid w:val="0018019E"/>
    <w:rsid w:val="001805E5"/>
    <w:rsid w:val="00181AE8"/>
    <w:rsid w:val="00182A86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801"/>
    <w:rsid w:val="00215AF5"/>
    <w:rsid w:val="00220729"/>
    <w:rsid w:val="00221CEB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B7"/>
    <w:rsid w:val="00232EDC"/>
    <w:rsid w:val="00233446"/>
    <w:rsid w:val="002355D5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2ADA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4AE5"/>
    <w:rsid w:val="00295A59"/>
    <w:rsid w:val="00296A3E"/>
    <w:rsid w:val="00297CB3"/>
    <w:rsid w:val="00297DFE"/>
    <w:rsid w:val="002A0284"/>
    <w:rsid w:val="002A19FA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C93"/>
    <w:rsid w:val="002A5E52"/>
    <w:rsid w:val="002A630E"/>
    <w:rsid w:val="002A6B71"/>
    <w:rsid w:val="002A6CF7"/>
    <w:rsid w:val="002A717D"/>
    <w:rsid w:val="002A73D7"/>
    <w:rsid w:val="002A7B1C"/>
    <w:rsid w:val="002B0106"/>
    <w:rsid w:val="002B03A8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1B7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19EE"/>
    <w:rsid w:val="002E2ADA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F06C7"/>
    <w:rsid w:val="002F2966"/>
    <w:rsid w:val="002F2E1D"/>
    <w:rsid w:val="002F2F4C"/>
    <w:rsid w:val="002F3626"/>
    <w:rsid w:val="002F364B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507C0"/>
    <w:rsid w:val="00350E7E"/>
    <w:rsid w:val="0035120B"/>
    <w:rsid w:val="00352553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7111"/>
    <w:rsid w:val="00380625"/>
    <w:rsid w:val="00380849"/>
    <w:rsid w:val="00380A67"/>
    <w:rsid w:val="003819C2"/>
    <w:rsid w:val="0038683D"/>
    <w:rsid w:val="00390718"/>
    <w:rsid w:val="00390CFB"/>
    <w:rsid w:val="0039277C"/>
    <w:rsid w:val="003927FB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4B48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ADB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12A9"/>
    <w:rsid w:val="0046249C"/>
    <w:rsid w:val="00464100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1070"/>
    <w:rsid w:val="00481FD0"/>
    <w:rsid w:val="0048221F"/>
    <w:rsid w:val="0048244D"/>
    <w:rsid w:val="0048273F"/>
    <w:rsid w:val="004829A6"/>
    <w:rsid w:val="00482AA4"/>
    <w:rsid w:val="00484AE4"/>
    <w:rsid w:val="0048554B"/>
    <w:rsid w:val="00486CD3"/>
    <w:rsid w:val="00486D01"/>
    <w:rsid w:val="00490349"/>
    <w:rsid w:val="0049103A"/>
    <w:rsid w:val="004919C3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3970"/>
    <w:rsid w:val="004A3E21"/>
    <w:rsid w:val="004A4BD0"/>
    <w:rsid w:val="004A4BF6"/>
    <w:rsid w:val="004A53FD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7DEE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4EC"/>
    <w:rsid w:val="005037A1"/>
    <w:rsid w:val="005045FE"/>
    <w:rsid w:val="0050478C"/>
    <w:rsid w:val="00504A74"/>
    <w:rsid w:val="00505D4A"/>
    <w:rsid w:val="0050750A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400C1"/>
    <w:rsid w:val="005410BF"/>
    <w:rsid w:val="005428BC"/>
    <w:rsid w:val="00542EEF"/>
    <w:rsid w:val="00543CC7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627D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51C"/>
    <w:rsid w:val="005C64C6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55A3"/>
    <w:rsid w:val="005F5A05"/>
    <w:rsid w:val="005F6056"/>
    <w:rsid w:val="005F61B2"/>
    <w:rsid w:val="005F6CCF"/>
    <w:rsid w:val="005F6F24"/>
    <w:rsid w:val="005F74B7"/>
    <w:rsid w:val="005F7B3B"/>
    <w:rsid w:val="0060104F"/>
    <w:rsid w:val="006013DF"/>
    <w:rsid w:val="006019FA"/>
    <w:rsid w:val="00603EE4"/>
    <w:rsid w:val="00604134"/>
    <w:rsid w:val="00604BE6"/>
    <w:rsid w:val="00605238"/>
    <w:rsid w:val="006064E4"/>
    <w:rsid w:val="006065D6"/>
    <w:rsid w:val="00606633"/>
    <w:rsid w:val="00606C47"/>
    <w:rsid w:val="006079ED"/>
    <w:rsid w:val="006102E8"/>
    <w:rsid w:val="00610B46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194"/>
    <w:rsid w:val="006357C1"/>
    <w:rsid w:val="00635F02"/>
    <w:rsid w:val="00636BB9"/>
    <w:rsid w:val="00636DA5"/>
    <w:rsid w:val="0063712C"/>
    <w:rsid w:val="00637DDF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2805"/>
    <w:rsid w:val="0065419E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76A8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907"/>
    <w:rsid w:val="00697E9A"/>
    <w:rsid w:val="006A0853"/>
    <w:rsid w:val="006A09A5"/>
    <w:rsid w:val="006A150D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A79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4D24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0CB"/>
    <w:rsid w:val="007051CC"/>
    <w:rsid w:val="0070524C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38F6"/>
    <w:rsid w:val="008540EE"/>
    <w:rsid w:val="00854104"/>
    <w:rsid w:val="00854DAA"/>
    <w:rsid w:val="008552A2"/>
    <w:rsid w:val="008555D5"/>
    <w:rsid w:val="00855845"/>
    <w:rsid w:val="00856941"/>
    <w:rsid w:val="00856ABA"/>
    <w:rsid w:val="00857385"/>
    <w:rsid w:val="00857A7C"/>
    <w:rsid w:val="00857C08"/>
    <w:rsid w:val="00861686"/>
    <w:rsid w:val="00862BC3"/>
    <w:rsid w:val="008630AB"/>
    <w:rsid w:val="0086383B"/>
    <w:rsid w:val="00863D1D"/>
    <w:rsid w:val="00864864"/>
    <w:rsid w:val="0086487C"/>
    <w:rsid w:val="00865389"/>
    <w:rsid w:val="0086743C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CA6"/>
    <w:rsid w:val="008D1AC2"/>
    <w:rsid w:val="008D2C9F"/>
    <w:rsid w:val="008D356E"/>
    <w:rsid w:val="008D3A12"/>
    <w:rsid w:val="008D3DE1"/>
    <w:rsid w:val="008D4E4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E15CA"/>
    <w:rsid w:val="008E1DA0"/>
    <w:rsid w:val="008E1FA7"/>
    <w:rsid w:val="008E278D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84"/>
    <w:rsid w:val="008F3BB8"/>
    <w:rsid w:val="008F3E0B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17D04"/>
    <w:rsid w:val="0092078F"/>
    <w:rsid w:val="00920F63"/>
    <w:rsid w:val="00922370"/>
    <w:rsid w:val="0092253E"/>
    <w:rsid w:val="009225F8"/>
    <w:rsid w:val="009226CB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36A"/>
    <w:rsid w:val="009557F9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C6A"/>
    <w:rsid w:val="009B3CCD"/>
    <w:rsid w:val="009B53ED"/>
    <w:rsid w:val="009B6511"/>
    <w:rsid w:val="009B7253"/>
    <w:rsid w:val="009C0699"/>
    <w:rsid w:val="009C2681"/>
    <w:rsid w:val="009C2F56"/>
    <w:rsid w:val="009C3A17"/>
    <w:rsid w:val="009C49A0"/>
    <w:rsid w:val="009C4D94"/>
    <w:rsid w:val="009C5A9D"/>
    <w:rsid w:val="009C5E6C"/>
    <w:rsid w:val="009C797F"/>
    <w:rsid w:val="009D00B5"/>
    <w:rsid w:val="009D1977"/>
    <w:rsid w:val="009D2C69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E07"/>
    <w:rsid w:val="00A21F4F"/>
    <w:rsid w:val="00A22363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1C"/>
    <w:rsid w:val="00A53418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60247"/>
    <w:rsid w:val="00A6076B"/>
    <w:rsid w:val="00A60B19"/>
    <w:rsid w:val="00A61804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715F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4011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A1F"/>
    <w:rsid w:val="00AE3E83"/>
    <w:rsid w:val="00AE3EA7"/>
    <w:rsid w:val="00AE424E"/>
    <w:rsid w:val="00AE4473"/>
    <w:rsid w:val="00AE4C17"/>
    <w:rsid w:val="00AE4D35"/>
    <w:rsid w:val="00AE5048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B81"/>
    <w:rsid w:val="00AF217C"/>
    <w:rsid w:val="00AF33DF"/>
    <w:rsid w:val="00AF4A58"/>
    <w:rsid w:val="00AF4A75"/>
    <w:rsid w:val="00AF5EB4"/>
    <w:rsid w:val="00AF5F9A"/>
    <w:rsid w:val="00AF6367"/>
    <w:rsid w:val="00B01257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A04"/>
    <w:rsid w:val="00B426ED"/>
    <w:rsid w:val="00B42E0C"/>
    <w:rsid w:val="00B44DD7"/>
    <w:rsid w:val="00B456AE"/>
    <w:rsid w:val="00B46231"/>
    <w:rsid w:val="00B47827"/>
    <w:rsid w:val="00B47BB6"/>
    <w:rsid w:val="00B506FA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530"/>
    <w:rsid w:val="00B76AE6"/>
    <w:rsid w:val="00B76B70"/>
    <w:rsid w:val="00B76C8E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6341"/>
    <w:rsid w:val="00C1743C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6D89"/>
    <w:rsid w:val="00C30BB8"/>
    <w:rsid w:val="00C30C1F"/>
    <w:rsid w:val="00C31833"/>
    <w:rsid w:val="00C33018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9E"/>
    <w:rsid w:val="00C45396"/>
    <w:rsid w:val="00C455DB"/>
    <w:rsid w:val="00C45E29"/>
    <w:rsid w:val="00C46607"/>
    <w:rsid w:val="00C468D5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56E"/>
    <w:rsid w:val="00CC3AE0"/>
    <w:rsid w:val="00CC4842"/>
    <w:rsid w:val="00CC4B63"/>
    <w:rsid w:val="00CC5B38"/>
    <w:rsid w:val="00CC5D86"/>
    <w:rsid w:val="00CC64DF"/>
    <w:rsid w:val="00CC657C"/>
    <w:rsid w:val="00CC68D1"/>
    <w:rsid w:val="00CC745F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E06B3"/>
    <w:rsid w:val="00CE1509"/>
    <w:rsid w:val="00CE16AD"/>
    <w:rsid w:val="00CE30CD"/>
    <w:rsid w:val="00CE3D40"/>
    <w:rsid w:val="00CE3E62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D98"/>
    <w:rsid w:val="00CF297F"/>
    <w:rsid w:val="00CF3598"/>
    <w:rsid w:val="00CF42AB"/>
    <w:rsid w:val="00CF42F0"/>
    <w:rsid w:val="00CF60DD"/>
    <w:rsid w:val="00CF68E9"/>
    <w:rsid w:val="00CF703C"/>
    <w:rsid w:val="00CF77B8"/>
    <w:rsid w:val="00D00270"/>
    <w:rsid w:val="00D006C2"/>
    <w:rsid w:val="00D01CC6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3F7F"/>
    <w:rsid w:val="00D35833"/>
    <w:rsid w:val="00D36159"/>
    <w:rsid w:val="00D36FFA"/>
    <w:rsid w:val="00D37990"/>
    <w:rsid w:val="00D400E6"/>
    <w:rsid w:val="00D40FE7"/>
    <w:rsid w:val="00D42458"/>
    <w:rsid w:val="00D454F2"/>
    <w:rsid w:val="00D46587"/>
    <w:rsid w:val="00D46959"/>
    <w:rsid w:val="00D46C32"/>
    <w:rsid w:val="00D4705D"/>
    <w:rsid w:val="00D4718A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673"/>
    <w:rsid w:val="00D56D44"/>
    <w:rsid w:val="00D57DAD"/>
    <w:rsid w:val="00D60BAB"/>
    <w:rsid w:val="00D60DE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B67"/>
    <w:rsid w:val="00D91E26"/>
    <w:rsid w:val="00D92A74"/>
    <w:rsid w:val="00D92CDF"/>
    <w:rsid w:val="00D93A19"/>
    <w:rsid w:val="00D93F5D"/>
    <w:rsid w:val="00D94DCC"/>
    <w:rsid w:val="00D9553B"/>
    <w:rsid w:val="00D95990"/>
    <w:rsid w:val="00D95FAE"/>
    <w:rsid w:val="00D96CBB"/>
    <w:rsid w:val="00D96E4A"/>
    <w:rsid w:val="00DA1A0C"/>
    <w:rsid w:val="00DA1EFC"/>
    <w:rsid w:val="00DA2BDB"/>
    <w:rsid w:val="00DA2FDA"/>
    <w:rsid w:val="00DA3FBF"/>
    <w:rsid w:val="00DA4D3F"/>
    <w:rsid w:val="00DA54BB"/>
    <w:rsid w:val="00DA56A3"/>
    <w:rsid w:val="00DA5776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E004FE"/>
    <w:rsid w:val="00E00913"/>
    <w:rsid w:val="00E00A47"/>
    <w:rsid w:val="00E01595"/>
    <w:rsid w:val="00E01EFF"/>
    <w:rsid w:val="00E022DC"/>
    <w:rsid w:val="00E024D3"/>
    <w:rsid w:val="00E039E3"/>
    <w:rsid w:val="00E0487B"/>
    <w:rsid w:val="00E04966"/>
    <w:rsid w:val="00E04BBD"/>
    <w:rsid w:val="00E05116"/>
    <w:rsid w:val="00E06678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0C29"/>
    <w:rsid w:val="00E514F7"/>
    <w:rsid w:val="00E51557"/>
    <w:rsid w:val="00E538A8"/>
    <w:rsid w:val="00E53B80"/>
    <w:rsid w:val="00E5512D"/>
    <w:rsid w:val="00E55730"/>
    <w:rsid w:val="00E574E5"/>
    <w:rsid w:val="00E57827"/>
    <w:rsid w:val="00E578F1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DC6"/>
    <w:rsid w:val="00E8548E"/>
    <w:rsid w:val="00E86B51"/>
    <w:rsid w:val="00E876BB"/>
    <w:rsid w:val="00E87E37"/>
    <w:rsid w:val="00E90664"/>
    <w:rsid w:val="00E9084E"/>
    <w:rsid w:val="00E908AF"/>
    <w:rsid w:val="00E90CDD"/>
    <w:rsid w:val="00E91495"/>
    <w:rsid w:val="00E91B3B"/>
    <w:rsid w:val="00E920F8"/>
    <w:rsid w:val="00E922A6"/>
    <w:rsid w:val="00E92700"/>
    <w:rsid w:val="00E92A52"/>
    <w:rsid w:val="00E938A8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A6ED8"/>
    <w:rsid w:val="00EB00E0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B41"/>
    <w:rsid w:val="00EC5C01"/>
    <w:rsid w:val="00EC766D"/>
    <w:rsid w:val="00EC7E34"/>
    <w:rsid w:val="00ED003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B5D"/>
    <w:rsid w:val="00EF6505"/>
    <w:rsid w:val="00EF691C"/>
    <w:rsid w:val="00EF69D3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BC2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17805"/>
    <w:rsid w:val="00F2061A"/>
    <w:rsid w:val="00F22566"/>
    <w:rsid w:val="00F227C9"/>
    <w:rsid w:val="00F23437"/>
    <w:rsid w:val="00F24897"/>
    <w:rsid w:val="00F24C83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400"/>
    <w:rsid w:val="00F80C1E"/>
    <w:rsid w:val="00F80D7D"/>
    <w:rsid w:val="00F81ADB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0EA"/>
    <w:rsid w:val="00F934F8"/>
    <w:rsid w:val="00F93F56"/>
    <w:rsid w:val="00F94370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749"/>
    <w:rsid w:val="00FC4DC2"/>
    <w:rsid w:val="00FC682C"/>
    <w:rsid w:val="00FC6938"/>
    <w:rsid w:val="00FC704C"/>
    <w:rsid w:val="00FC70B5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3C4ACE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3C4ACE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511259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511259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B04BF-C24A-40D1-B947-0EB317515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11017</TotalTime>
  <Pages>55</Pages>
  <Words>13848</Words>
  <Characters>78935</Characters>
  <Application>Microsoft Office Word</Application>
  <DocSecurity>0</DocSecurity>
  <Lines>657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296</cp:revision>
  <cp:lastPrinted>2017-08-03T09:41:00Z</cp:lastPrinted>
  <dcterms:created xsi:type="dcterms:W3CDTF">2015-06-13T07:48:00Z</dcterms:created>
  <dcterms:modified xsi:type="dcterms:W3CDTF">2017-08-03T09:53:00Z</dcterms:modified>
</cp:coreProperties>
</file>